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4F5E479C" w:rsidR="008B1A2C" w:rsidRPr="00D95AA4" w:rsidRDefault="008B1A2C" w:rsidP="007F4F76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AF34CB" w:rsidRPr="00AF34CB">
        <w:rPr>
          <w:b/>
          <w:color w:val="FF5200" w:themeColor="accent2"/>
          <w:sz w:val="36"/>
          <w:szCs w:val="36"/>
        </w:rPr>
        <w:t>Dodávka lidaru s inerciálním navigačním systémem a RGB mapovací kamerou pro hromadný sběr dat pro potřeby mapování, DTMŽ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111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2713</w:t>
      </w:r>
      <w:r w:rsidR="00872239" w:rsidRPr="00F968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6E289B69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FD55DE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268B784F" w:rsidR="0055464A" w:rsidRDefault="00FD55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5FA90F6F" w:rsidR="0055464A" w:rsidRDefault="00FD55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73E0FA54" w:rsidR="0055464A" w:rsidRDefault="00FD55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5A38E93A" w:rsidR="0055464A" w:rsidRDefault="00FD55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585D965B" w:rsidR="0055464A" w:rsidRDefault="00FD55DE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D55D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D55D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1088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2785F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C67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165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96CA1"/>
    <w:rsid w:val="008A3568"/>
    <w:rsid w:val="008A7919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B4506"/>
    <w:rsid w:val="009C261E"/>
    <w:rsid w:val="009D3107"/>
    <w:rsid w:val="009D4372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1A36"/>
    <w:rsid w:val="00AD2F9C"/>
    <w:rsid w:val="00AD6731"/>
    <w:rsid w:val="00AF34CB"/>
    <w:rsid w:val="00AF4C48"/>
    <w:rsid w:val="00AF73E0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6874"/>
    <w:rsid w:val="00C1119C"/>
    <w:rsid w:val="00C15E30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0657F"/>
    <w:rsid w:val="00D21061"/>
    <w:rsid w:val="00D247B3"/>
    <w:rsid w:val="00D4108E"/>
    <w:rsid w:val="00D6163D"/>
    <w:rsid w:val="00D73D46"/>
    <w:rsid w:val="00D831A3"/>
    <w:rsid w:val="00D834FA"/>
    <w:rsid w:val="00D95AA4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EE13FC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968BD"/>
    <w:rsid w:val="00FA5E88"/>
    <w:rsid w:val="00FC4B68"/>
    <w:rsid w:val="00FC5583"/>
    <w:rsid w:val="00FC6389"/>
    <w:rsid w:val="00FC6C83"/>
    <w:rsid w:val="00FD54F3"/>
    <w:rsid w:val="00FD55D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8</Pages>
  <Words>1157</Words>
  <Characters>6832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19</cp:revision>
  <cp:lastPrinted>2024-06-27T11:58:00Z</cp:lastPrinted>
  <dcterms:created xsi:type="dcterms:W3CDTF">2024-04-09T08:36:00Z</dcterms:created>
  <dcterms:modified xsi:type="dcterms:W3CDTF">2024-06-27T11:59:00Z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