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02FA4039" w:rsidR="00F862D6" w:rsidRPr="008640E7" w:rsidRDefault="00687945" w:rsidP="0037111D">
            <w:pPr>
              <w:rPr>
                <w:highlight w:val="green"/>
              </w:rPr>
            </w:pPr>
            <w:r w:rsidRPr="00687945">
              <w:rPr>
                <w:rFonts w:ascii="Helvetica" w:hAnsi="Helvetica"/>
              </w:rPr>
              <w:t>7292/2024-SŽ-SSV-Ú3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Pr="00687945" w:rsidRDefault="00F862D6" w:rsidP="0077673A">
            <w:r w:rsidRPr="00687945">
              <w:t>Listů/příloh</w:t>
            </w:r>
          </w:p>
        </w:tc>
        <w:tc>
          <w:tcPr>
            <w:tcW w:w="2552" w:type="dxa"/>
          </w:tcPr>
          <w:p w14:paraId="00AF12B3" w14:textId="6968046E" w:rsidR="00F862D6" w:rsidRPr="00687945" w:rsidRDefault="00687945" w:rsidP="00CC1E2B">
            <w:r w:rsidRPr="00687945">
              <w:t>2</w:t>
            </w:r>
            <w:r w:rsidR="003E6B9A" w:rsidRPr="00687945">
              <w:t>/0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30C0324E" w:rsidR="00F862D6" w:rsidRPr="003E6B9A" w:rsidRDefault="008640E7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4FA3EDC7" w:rsidR="009A7568" w:rsidRPr="003E6B9A" w:rsidRDefault="008640E7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06121040" w:rsidR="009A7568" w:rsidRPr="003E6B9A" w:rsidRDefault="008640E7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20ED2A88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C64DC">
              <w:rPr>
                <w:noProof/>
              </w:rPr>
              <w:t>1. července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0928D125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184FAD">
        <w:rPr>
          <w:rFonts w:eastAsia="Times New Roman" w:cs="Times New Roman"/>
          <w:lang w:eastAsia="cs-CZ"/>
        </w:rPr>
        <w:t>3</w:t>
      </w:r>
    </w:p>
    <w:p w14:paraId="1C466933" w14:textId="315495DE" w:rsidR="009206F5" w:rsidRPr="00C84783" w:rsidRDefault="009206F5" w:rsidP="008640E7">
      <w:pPr>
        <w:spacing w:after="0" w:line="240" w:lineRule="auto"/>
        <w:ind w:left="705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„</w:t>
      </w:r>
      <w:r w:rsidR="008640E7" w:rsidRPr="008640E7">
        <w:rPr>
          <w:rFonts w:eastAsia="Calibri" w:cs="Times New Roman"/>
          <w:b/>
          <w:lang w:eastAsia="cs-CZ"/>
        </w:rPr>
        <w:t xml:space="preserve">Doplnění závor na přejezdu P3950 v km 3,780 trati Moravské </w:t>
      </w:r>
      <w:proofErr w:type="gramStart"/>
      <w:r w:rsidR="008640E7" w:rsidRPr="008640E7">
        <w:rPr>
          <w:rFonts w:eastAsia="Calibri" w:cs="Times New Roman"/>
          <w:b/>
          <w:lang w:eastAsia="cs-CZ"/>
        </w:rPr>
        <w:t>Bránice - Oslavany</w:t>
      </w:r>
      <w:proofErr w:type="gramEnd"/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0384CF66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84FAD">
        <w:rPr>
          <w:rFonts w:eastAsia="Calibri" w:cs="Times New Roman"/>
          <w:b/>
          <w:lang w:eastAsia="cs-CZ"/>
        </w:rPr>
        <w:t>50</w:t>
      </w:r>
      <w:r w:rsidRPr="00CB7B5A">
        <w:rPr>
          <w:rFonts w:eastAsia="Calibri" w:cs="Times New Roman"/>
          <w:b/>
          <w:lang w:eastAsia="cs-CZ"/>
        </w:rPr>
        <w:t>:</w:t>
      </w:r>
    </w:p>
    <w:p w14:paraId="71A13F27" w14:textId="164D49B3" w:rsidR="007E2D5D" w:rsidRDefault="00184FAD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184FAD">
        <w:rPr>
          <w:rFonts w:eastAsia="Calibri" w:cs="Times New Roman"/>
          <w:b/>
          <w:lang w:eastAsia="cs-CZ"/>
        </w:rPr>
        <w:t xml:space="preserve">Žádáme zadavatele o přezkoumání a objasnění doplnění pol. č. 60 - SKŘÍŇ KLIMATIZOVANÁ JEDNODUCHÁ DO 25 </w:t>
      </w:r>
      <w:proofErr w:type="gramStart"/>
      <w:r w:rsidRPr="00184FAD">
        <w:rPr>
          <w:rFonts w:eastAsia="Calibri" w:cs="Times New Roman"/>
          <w:b/>
          <w:lang w:eastAsia="cs-CZ"/>
        </w:rPr>
        <w:t>U  -</w:t>
      </w:r>
      <w:proofErr w:type="gramEnd"/>
      <w:r w:rsidRPr="00184FAD">
        <w:rPr>
          <w:rFonts w:eastAsia="Calibri" w:cs="Times New Roman"/>
          <w:b/>
          <w:lang w:eastAsia="cs-CZ"/>
        </w:rPr>
        <w:t xml:space="preserve"> 1 ks</w:t>
      </w:r>
    </w:p>
    <w:p w14:paraId="129C8731" w14:textId="77777777" w:rsidR="00184FAD" w:rsidRPr="00184FAD" w:rsidRDefault="00184FAD" w:rsidP="00184FAD">
      <w:pPr>
        <w:spacing w:after="0" w:line="240" w:lineRule="auto"/>
        <w:rPr>
          <w:rFonts w:eastAsia="Calibri" w:cs="Times New Roman"/>
          <w:bCs/>
          <w:lang w:eastAsia="cs-CZ"/>
        </w:rPr>
      </w:pPr>
      <w:r w:rsidRPr="00184FAD">
        <w:rPr>
          <w:rFonts w:eastAsia="Calibri" w:cs="Times New Roman"/>
          <w:bCs/>
          <w:lang w:eastAsia="cs-CZ"/>
        </w:rPr>
        <w:t>„Dotaz č. 15.</w:t>
      </w:r>
    </w:p>
    <w:p w14:paraId="19FB0EA3" w14:textId="5410556C" w:rsidR="00184FAD" w:rsidRPr="00184FAD" w:rsidRDefault="00184FAD" w:rsidP="00184FAD">
      <w:pPr>
        <w:spacing w:after="0" w:line="240" w:lineRule="auto"/>
        <w:rPr>
          <w:rFonts w:eastAsia="Calibri" w:cs="Times New Roman"/>
          <w:bCs/>
          <w:lang w:eastAsia="cs-CZ"/>
        </w:rPr>
      </w:pPr>
      <w:r w:rsidRPr="00184FAD">
        <w:rPr>
          <w:rFonts w:eastAsia="Calibri" w:cs="Times New Roman"/>
          <w:bCs/>
          <w:lang w:eastAsia="cs-CZ"/>
        </w:rPr>
        <w:t xml:space="preserve"> PS 501 – Úprava přejezdu v km 3,780 </w:t>
      </w:r>
      <w:r w:rsidRPr="00184FAD">
        <w:rPr>
          <w:rFonts w:eastAsia="Calibri" w:cs="Times New Roman"/>
          <w:bCs/>
          <w:lang w:eastAsia="cs-CZ"/>
        </w:rPr>
        <w:tab/>
      </w:r>
    </w:p>
    <w:p w14:paraId="2D5644C6" w14:textId="77777777" w:rsidR="00184FAD" w:rsidRPr="00184FAD" w:rsidRDefault="00184FAD" w:rsidP="00184FAD">
      <w:pPr>
        <w:spacing w:after="0" w:line="240" w:lineRule="auto"/>
        <w:rPr>
          <w:rFonts w:eastAsia="Calibri" w:cs="Times New Roman"/>
          <w:bCs/>
          <w:lang w:eastAsia="cs-CZ"/>
        </w:rPr>
      </w:pPr>
      <w:r w:rsidRPr="00184FAD">
        <w:rPr>
          <w:rFonts w:eastAsia="Calibri" w:cs="Times New Roman"/>
          <w:bCs/>
          <w:lang w:eastAsia="cs-CZ"/>
        </w:rPr>
        <w:t xml:space="preserve">V technické zprávě článek 2.5 je uvedeno, že v rámci stavby bude provedena demontáž stávajících výstražníků, počítacích bodů a že bude odstraněn </w:t>
      </w:r>
      <w:proofErr w:type="spellStart"/>
      <w:r w:rsidRPr="00184FAD">
        <w:rPr>
          <w:rFonts w:eastAsia="Calibri" w:cs="Times New Roman"/>
          <w:bCs/>
          <w:lang w:eastAsia="cs-CZ"/>
        </w:rPr>
        <w:t>releový</w:t>
      </w:r>
      <w:proofErr w:type="spellEnd"/>
      <w:r w:rsidRPr="00184FAD">
        <w:rPr>
          <w:rFonts w:eastAsia="Calibri" w:cs="Times New Roman"/>
          <w:bCs/>
          <w:lang w:eastAsia="cs-CZ"/>
        </w:rPr>
        <w:t xml:space="preserve"> domek.</w:t>
      </w:r>
    </w:p>
    <w:p w14:paraId="61992E4E" w14:textId="2F9CB27A" w:rsidR="00184FAD" w:rsidRPr="00184FAD" w:rsidRDefault="00184FAD" w:rsidP="00184FAD">
      <w:pPr>
        <w:spacing w:after="0" w:line="240" w:lineRule="auto"/>
        <w:rPr>
          <w:rFonts w:eastAsia="Calibri" w:cs="Times New Roman"/>
          <w:bCs/>
          <w:lang w:eastAsia="cs-CZ"/>
        </w:rPr>
      </w:pPr>
      <w:r w:rsidRPr="00184FAD">
        <w:rPr>
          <w:rFonts w:eastAsia="Calibri" w:cs="Times New Roman"/>
          <w:bCs/>
          <w:lang w:eastAsia="cs-CZ"/>
        </w:rPr>
        <w:t>Žádáme o doplnění položek do výkazu výměr.</w:t>
      </w:r>
    </w:p>
    <w:p w14:paraId="4C924006" w14:textId="11AA0414" w:rsidR="00184FAD" w:rsidRPr="00184FAD" w:rsidRDefault="00184FAD" w:rsidP="00184FAD">
      <w:pPr>
        <w:spacing w:after="0" w:line="240" w:lineRule="auto"/>
        <w:rPr>
          <w:rFonts w:eastAsia="Calibri" w:cs="Times New Roman"/>
          <w:bCs/>
          <w:lang w:eastAsia="cs-CZ"/>
        </w:rPr>
      </w:pPr>
      <w:r w:rsidRPr="00184FAD">
        <w:rPr>
          <w:rFonts w:eastAsia="Calibri" w:cs="Times New Roman"/>
          <w:bCs/>
          <w:lang w:eastAsia="cs-CZ"/>
        </w:rPr>
        <w:t xml:space="preserve">Odpověď: </w:t>
      </w:r>
    </w:p>
    <w:p w14:paraId="70FFCA22" w14:textId="493F7D87" w:rsidR="00184FAD" w:rsidRDefault="00184FAD" w:rsidP="00184FAD">
      <w:pPr>
        <w:spacing w:after="0" w:line="240" w:lineRule="auto"/>
        <w:rPr>
          <w:rFonts w:eastAsia="Calibri" w:cs="Times New Roman"/>
          <w:bCs/>
          <w:lang w:eastAsia="cs-CZ"/>
        </w:rPr>
      </w:pPr>
      <w:r w:rsidRPr="00184FAD">
        <w:rPr>
          <w:rFonts w:eastAsia="Calibri" w:cs="Times New Roman"/>
          <w:bCs/>
          <w:lang w:eastAsia="cs-CZ"/>
        </w:rPr>
        <w:t xml:space="preserve">Zadavatel provedl kontrolu zadávací dokumentace a v rozpočtu byly doplněny položky č. </w:t>
      </w:r>
      <w:proofErr w:type="gramStart"/>
      <w:r w:rsidRPr="00184FAD">
        <w:rPr>
          <w:rFonts w:eastAsia="Calibri" w:cs="Times New Roman"/>
          <w:bCs/>
          <w:lang w:eastAsia="cs-CZ"/>
        </w:rPr>
        <w:t>58 – 60</w:t>
      </w:r>
      <w:proofErr w:type="gramEnd"/>
      <w:r w:rsidRPr="00184FAD">
        <w:rPr>
          <w:rFonts w:eastAsia="Calibri" w:cs="Times New Roman"/>
          <w:bCs/>
          <w:lang w:eastAsia="cs-CZ"/>
        </w:rPr>
        <w:t xml:space="preserve"> pro demontáže.</w:t>
      </w:r>
      <w:r>
        <w:rPr>
          <w:rFonts w:eastAsia="Calibri" w:cs="Times New Roman"/>
          <w:bCs/>
          <w:lang w:eastAsia="cs-CZ"/>
        </w:rPr>
        <w:t>“</w:t>
      </w:r>
    </w:p>
    <w:p w14:paraId="65C15CD3" w14:textId="77777777" w:rsidR="00184FAD" w:rsidRDefault="00184FAD" w:rsidP="00184FAD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3076B91" w14:textId="29ED2FF2" w:rsidR="00184FAD" w:rsidRPr="00184FAD" w:rsidRDefault="00184FAD" w:rsidP="00184FAD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ascii="Tahoma" w:hAnsi="Tahoma" w:cs="Tahoma"/>
          <w:sz w:val="20"/>
        </w:rPr>
        <w:t>Žádáme zadavatele o přezkoumání a případnou opravu číslování u všech položek, při zpracování zaslaného objasnění jsme zjistili nesoulad v číslování položek ve výkazu výměr a zaslaného objasnění.</w:t>
      </w:r>
    </w:p>
    <w:p w14:paraId="687C2E86" w14:textId="640D69D0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DA61B7D" w14:textId="55B2D573" w:rsidR="00302BAF" w:rsidRPr="00687945" w:rsidRDefault="00513B42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687945">
        <w:rPr>
          <w:rFonts w:eastAsia="Calibri" w:cs="Times New Roman"/>
          <w:bCs/>
          <w:lang w:eastAsia="cs-CZ"/>
        </w:rPr>
        <w:t>Zadavatel provedl kontrolu zadávací dokumentace a uvádí, že došlo k přečíslování položek a o</w:t>
      </w:r>
      <w:r w:rsidR="00D00AE6" w:rsidRPr="00687945">
        <w:rPr>
          <w:rFonts w:eastAsia="Calibri" w:cs="Times New Roman"/>
          <w:bCs/>
          <w:lang w:eastAsia="cs-CZ"/>
        </w:rPr>
        <w:t>dpovídající položky jsou 53-55</w:t>
      </w:r>
      <w:r w:rsidR="00687945" w:rsidRPr="00687945">
        <w:rPr>
          <w:rFonts w:eastAsia="Calibri" w:cs="Times New Roman"/>
          <w:bCs/>
          <w:lang w:eastAsia="cs-CZ"/>
        </w:rPr>
        <w:t>.</w:t>
      </w:r>
    </w:p>
    <w:p w14:paraId="7F11C39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62EC968" w14:textId="2181355A" w:rsidR="00E1294A" w:rsidRDefault="00E1294A" w:rsidP="00E1294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84FAD">
        <w:rPr>
          <w:rFonts w:eastAsia="Calibri" w:cs="Times New Roman"/>
          <w:b/>
          <w:lang w:eastAsia="cs-CZ"/>
        </w:rPr>
        <w:t>51</w:t>
      </w:r>
      <w:r w:rsidRPr="00CB7B5A">
        <w:rPr>
          <w:rFonts w:eastAsia="Calibri" w:cs="Times New Roman"/>
          <w:b/>
          <w:lang w:eastAsia="cs-CZ"/>
        </w:rPr>
        <w:t>:</w:t>
      </w:r>
    </w:p>
    <w:p w14:paraId="0D1D6EA8" w14:textId="1DF5AF31" w:rsidR="00184FAD" w:rsidRDefault="00184FAD" w:rsidP="00E1294A">
      <w:pPr>
        <w:spacing w:after="0" w:line="240" w:lineRule="auto"/>
        <w:rPr>
          <w:rFonts w:eastAsia="Calibri" w:cs="Times New Roman"/>
          <w:b/>
          <w:lang w:eastAsia="cs-CZ"/>
        </w:rPr>
      </w:pPr>
      <w:r w:rsidRPr="00184FAD">
        <w:rPr>
          <w:rFonts w:eastAsia="Calibri" w:cs="Times New Roman"/>
          <w:b/>
          <w:lang w:eastAsia="cs-CZ"/>
        </w:rPr>
        <w:t xml:space="preserve">Žádáme zadavatele o přezkoumání a objasnění doplnění pol. č. 61 - SKŘÍŇ KLIMATIZOVANÁ JEDNODUCHÁ DO 25 U – </w:t>
      </w:r>
      <w:proofErr w:type="gramStart"/>
      <w:r w:rsidRPr="00184FAD">
        <w:rPr>
          <w:rFonts w:eastAsia="Calibri" w:cs="Times New Roman"/>
          <w:b/>
          <w:lang w:eastAsia="cs-CZ"/>
        </w:rPr>
        <w:t>MONTÁŽ  -</w:t>
      </w:r>
      <w:proofErr w:type="gramEnd"/>
      <w:r w:rsidRPr="00184FAD">
        <w:rPr>
          <w:rFonts w:eastAsia="Calibri" w:cs="Times New Roman"/>
          <w:b/>
          <w:lang w:eastAsia="cs-CZ"/>
        </w:rPr>
        <w:t xml:space="preserve"> 1 ks, v souvislosti se zhotovením betonových patek pod reléový domek.</w:t>
      </w:r>
    </w:p>
    <w:p w14:paraId="3906606B" w14:textId="77777777" w:rsidR="00184FAD" w:rsidRPr="00184FAD" w:rsidRDefault="00184FAD" w:rsidP="00184FAD">
      <w:pPr>
        <w:spacing w:after="0" w:line="240" w:lineRule="auto"/>
        <w:rPr>
          <w:rFonts w:eastAsia="Calibri" w:cs="Times New Roman"/>
          <w:bCs/>
          <w:lang w:eastAsia="cs-CZ"/>
        </w:rPr>
      </w:pPr>
      <w:r w:rsidRPr="00184FAD">
        <w:rPr>
          <w:rFonts w:eastAsia="Calibri" w:cs="Times New Roman"/>
          <w:bCs/>
          <w:lang w:eastAsia="cs-CZ"/>
        </w:rPr>
        <w:t>„Dotaz č.16</w:t>
      </w:r>
    </w:p>
    <w:p w14:paraId="44ADAB55" w14:textId="77777777" w:rsidR="00184FAD" w:rsidRPr="00184FAD" w:rsidRDefault="00184FAD" w:rsidP="00184FAD">
      <w:pPr>
        <w:spacing w:after="0" w:line="240" w:lineRule="auto"/>
        <w:rPr>
          <w:rFonts w:eastAsia="Calibri" w:cs="Times New Roman"/>
          <w:bCs/>
          <w:lang w:eastAsia="cs-CZ"/>
        </w:rPr>
      </w:pPr>
      <w:r w:rsidRPr="00184FAD">
        <w:rPr>
          <w:rFonts w:eastAsia="Calibri" w:cs="Times New Roman"/>
          <w:bCs/>
          <w:lang w:eastAsia="cs-CZ"/>
        </w:rPr>
        <w:t>PS 501 – Úprava přejezdu v km 3,780</w:t>
      </w:r>
    </w:p>
    <w:p w14:paraId="78FBBDE2" w14:textId="77777777" w:rsidR="00184FAD" w:rsidRPr="00184FAD" w:rsidRDefault="00184FAD" w:rsidP="00184FAD">
      <w:pPr>
        <w:spacing w:after="0" w:line="240" w:lineRule="auto"/>
        <w:rPr>
          <w:rFonts w:eastAsia="Calibri" w:cs="Times New Roman"/>
          <w:bCs/>
          <w:lang w:eastAsia="cs-CZ"/>
        </w:rPr>
      </w:pPr>
      <w:r w:rsidRPr="00184FAD">
        <w:rPr>
          <w:rFonts w:eastAsia="Calibri" w:cs="Times New Roman"/>
          <w:bCs/>
          <w:lang w:eastAsia="cs-CZ"/>
        </w:rPr>
        <w:t>V technické zprávě je uvedeno, že reléový domek má být umístěn na podklad, dle požadavku výrobce. Dodaný RD bude umístěn na betonové patky.</w:t>
      </w:r>
    </w:p>
    <w:p w14:paraId="6CB079E4" w14:textId="77777777" w:rsidR="00184FAD" w:rsidRPr="00184FAD" w:rsidRDefault="00184FAD" w:rsidP="00184FAD">
      <w:pPr>
        <w:spacing w:after="0" w:line="240" w:lineRule="auto"/>
        <w:rPr>
          <w:rFonts w:eastAsia="Calibri" w:cs="Times New Roman"/>
          <w:bCs/>
          <w:lang w:eastAsia="cs-CZ"/>
        </w:rPr>
      </w:pPr>
      <w:r w:rsidRPr="00184FAD">
        <w:rPr>
          <w:rFonts w:eastAsia="Calibri" w:cs="Times New Roman"/>
          <w:bCs/>
          <w:lang w:eastAsia="cs-CZ"/>
        </w:rPr>
        <w:t>Žádáme o doplnění položek, pro zhotovení požadovaného základu pod RD, do výkazu výměr.</w:t>
      </w:r>
    </w:p>
    <w:p w14:paraId="49410428" w14:textId="77777777" w:rsidR="00184FAD" w:rsidRPr="00184FAD" w:rsidRDefault="00184FAD" w:rsidP="00184FAD">
      <w:pPr>
        <w:spacing w:after="0" w:line="240" w:lineRule="auto"/>
        <w:rPr>
          <w:rFonts w:eastAsia="Calibri" w:cs="Times New Roman"/>
          <w:bCs/>
          <w:lang w:eastAsia="cs-CZ"/>
        </w:rPr>
      </w:pPr>
      <w:r w:rsidRPr="00184FAD">
        <w:rPr>
          <w:rFonts w:eastAsia="Calibri" w:cs="Times New Roman"/>
          <w:bCs/>
          <w:lang w:eastAsia="cs-CZ"/>
        </w:rPr>
        <w:t xml:space="preserve">Odpověď: </w:t>
      </w:r>
    </w:p>
    <w:p w14:paraId="33FF2ED4" w14:textId="77777777" w:rsidR="00184FAD" w:rsidRDefault="00184FAD" w:rsidP="00E1294A">
      <w:pPr>
        <w:spacing w:after="0" w:line="240" w:lineRule="auto"/>
        <w:rPr>
          <w:rFonts w:eastAsia="Calibri" w:cs="Times New Roman"/>
          <w:b/>
          <w:lang w:eastAsia="cs-CZ"/>
        </w:rPr>
      </w:pPr>
      <w:r w:rsidRPr="00184FAD">
        <w:rPr>
          <w:rFonts w:eastAsia="Calibri" w:cs="Times New Roman"/>
          <w:bCs/>
          <w:lang w:eastAsia="cs-CZ"/>
        </w:rPr>
        <w:t>Zadavatel provedl kontrolu zadávací dokumentace a v rozpočtu byla doplněna položka č. 61.“</w:t>
      </w:r>
    </w:p>
    <w:p w14:paraId="6E89705D" w14:textId="77777777" w:rsidR="00184FAD" w:rsidRDefault="00184FAD" w:rsidP="00E1294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5593B4B" w14:textId="0B44948D" w:rsidR="00184FAD" w:rsidRDefault="00184FAD" w:rsidP="00E1294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ascii="Tahoma" w:hAnsi="Tahoma" w:cs="Tahoma"/>
          <w:sz w:val="20"/>
        </w:rPr>
        <w:t>Žádáme zadavatele o přezkoumání a případnou opravu číslování u všech položek, při zpracování zaslaného objasnění jsme zjistili nesoulad v číslování položek ve výkazu výměr a zaslaného objasnění.</w:t>
      </w:r>
    </w:p>
    <w:p w14:paraId="250BD7DD" w14:textId="29A8A1F0" w:rsidR="00E1294A" w:rsidRDefault="00E1294A" w:rsidP="00E1294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33AEE4D" w14:textId="7EFF754E" w:rsidR="00513B42" w:rsidRPr="00687945" w:rsidRDefault="00513B42" w:rsidP="00513B42">
      <w:pPr>
        <w:spacing w:after="0" w:line="240" w:lineRule="auto"/>
        <w:rPr>
          <w:rFonts w:eastAsia="Calibri" w:cs="Times New Roman"/>
          <w:bCs/>
          <w:lang w:eastAsia="cs-CZ"/>
        </w:rPr>
      </w:pPr>
      <w:r w:rsidRPr="00687945">
        <w:rPr>
          <w:rFonts w:eastAsia="Calibri" w:cs="Times New Roman"/>
          <w:bCs/>
          <w:lang w:eastAsia="cs-CZ"/>
        </w:rPr>
        <w:t>Zadavatel provedl kontrolu zadávací dokumentace a uvádí, že došlo k přečíslování položek a odpovídající položka je 56</w:t>
      </w:r>
      <w:r w:rsidR="00687945">
        <w:rPr>
          <w:rFonts w:eastAsia="Calibri" w:cs="Times New Roman"/>
          <w:bCs/>
          <w:lang w:eastAsia="cs-CZ"/>
        </w:rPr>
        <w:t>.</w:t>
      </w:r>
    </w:p>
    <w:p w14:paraId="080C21C9" w14:textId="77777777" w:rsidR="00E1294A" w:rsidRPr="00CB7B5A" w:rsidRDefault="00E1294A" w:rsidP="00E1294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78E1ED" w14:textId="6EB0DEFD" w:rsidR="00E1294A" w:rsidRDefault="00E1294A" w:rsidP="00E1294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84FAD">
        <w:rPr>
          <w:rFonts w:eastAsia="Calibri" w:cs="Times New Roman"/>
          <w:b/>
          <w:lang w:eastAsia="cs-CZ"/>
        </w:rPr>
        <w:t>52</w:t>
      </w:r>
      <w:r w:rsidRPr="00CB7B5A">
        <w:rPr>
          <w:rFonts w:eastAsia="Calibri" w:cs="Times New Roman"/>
          <w:b/>
          <w:lang w:eastAsia="cs-CZ"/>
        </w:rPr>
        <w:t>:</w:t>
      </w:r>
    </w:p>
    <w:p w14:paraId="2098F03B" w14:textId="4CD28529" w:rsidR="00184FAD" w:rsidRDefault="00184FAD" w:rsidP="00E1294A">
      <w:pPr>
        <w:spacing w:after="0" w:line="240" w:lineRule="auto"/>
        <w:rPr>
          <w:rFonts w:eastAsia="Calibri" w:cs="Times New Roman"/>
          <w:b/>
          <w:lang w:eastAsia="cs-CZ"/>
        </w:rPr>
      </w:pPr>
      <w:r w:rsidRPr="00184FAD">
        <w:rPr>
          <w:rFonts w:eastAsia="Calibri" w:cs="Times New Roman"/>
          <w:b/>
          <w:lang w:eastAsia="cs-CZ"/>
        </w:rPr>
        <w:t xml:space="preserve">Žádáme zadavatele o přezkoumání a objasnění doplnění pol. č. </w:t>
      </w:r>
      <w:proofErr w:type="gramStart"/>
      <w:r w:rsidRPr="00184FAD">
        <w:rPr>
          <w:rFonts w:eastAsia="Calibri" w:cs="Times New Roman"/>
          <w:b/>
          <w:lang w:eastAsia="cs-CZ"/>
        </w:rPr>
        <w:t>65  -</w:t>
      </w:r>
      <w:proofErr w:type="gramEnd"/>
      <w:r w:rsidRPr="00184FAD">
        <w:rPr>
          <w:rFonts w:eastAsia="Calibri" w:cs="Times New Roman"/>
          <w:b/>
          <w:lang w:eastAsia="cs-CZ"/>
        </w:rPr>
        <w:t xml:space="preserve"> SKŘÍŇ LOGIKY ELEKTRONICKÉHO PŘEJEZDOVÉHO ZABEZPEČOVACÍHO ZAŘÍZENÍ - MONTÁŽ - 1 ks a </w:t>
      </w:r>
      <w:r w:rsidRPr="00184FAD">
        <w:rPr>
          <w:rFonts w:eastAsia="Calibri" w:cs="Times New Roman"/>
          <w:b/>
          <w:lang w:eastAsia="cs-CZ"/>
        </w:rPr>
        <w:lastRenderedPageBreak/>
        <w:t>pol. č. 66 - SVORKA ROZPOJOVACÍ ZKUŠEBNÍ – 8 ks, v souvislosti se zhotovením betonových patek pod reléový domek.</w:t>
      </w:r>
    </w:p>
    <w:p w14:paraId="214B310D" w14:textId="69961EAD" w:rsidR="00184FAD" w:rsidRPr="00184FAD" w:rsidRDefault="00184FAD" w:rsidP="00184FAD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„</w:t>
      </w:r>
      <w:r w:rsidRPr="00184FAD">
        <w:rPr>
          <w:rFonts w:eastAsia="Calibri" w:cs="Times New Roman"/>
          <w:bCs/>
          <w:lang w:eastAsia="cs-CZ"/>
        </w:rPr>
        <w:t>Dotaz č. 18</w:t>
      </w:r>
    </w:p>
    <w:p w14:paraId="5CA591C5" w14:textId="77777777" w:rsidR="00184FAD" w:rsidRPr="00184FAD" w:rsidRDefault="00184FAD" w:rsidP="00184FAD">
      <w:pPr>
        <w:spacing w:after="0" w:line="240" w:lineRule="auto"/>
        <w:rPr>
          <w:rFonts w:eastAsia="Calibri" w:cs="Times New Roman"/>
          <w:bCs/>
          <w:lang w:eastAsia="cs-CZ"/>
        </w:rPr>
      </w:pPr>
      <w:r w:rsidRPr="00184FAD">
        <w:rPr>
          <w:rFonts w:eastAsia="Calibri" w:cs="Times New Roman"/>
          <w:bCs/>
          <w:lang w:eastAsia="cs-CZ"/>
        </w:rPr>
        <w:t>PS 501 – Úprava přejezdu v km 3,780</w:t>
      </w:r>
    </w:p>
    <w:p w14:paraId="6C0E6A4E" w14:textId="77777777" w:rsidR="00184FAD" w:rsidRPr="00184FAD" w:rsidRDefault="00184FAD" w:rsidP="00184FAD">
      <w:pPr>
        <w:spacing w:after="0" w:line="240" w:lineRule="auto"/>
        <w:rPr>
          <w:rFonts w:eastAsia="Calibri" w:cs="Times New Roman"/>
          <w:bCs/>
          <w:lang w:eastAsia="cs-CZ"/>
        </w:rPr>
      </w:pPr>
      <w:r w:rsidRPr="00184FAD">
        <w:rPr>
          <w:rFonts w:eastAsia="Calibri" w:cs="Times New Roman"/>
          <w:bCs/>
          <w:lang w:eastAsia="cs-CZ"/>
        </w:rPr>
        <w:t xml:space="preserve">V technické zprávě je uvedeno, že v reléovém domku bude umístěn sdělovací </w:t>
      </w:r>
      <w:proofErr w:type="spellStart"/>
      <w:r w:rsidRPr="00184FAD">
        <w:rPr>
          <w:rFonts w:eastAsia="Calibri" w:cs="Times New Roman"/>
          <w:bCs/>
          <w:lang w:eastAsia="cs-CZ"/>
        </w:rPr>
        <w:t>Rack</w:t>
      </w:r>
      <w:proofErr w:type="spellEnd"/>
      <w:r w:rsidRPr="00184FAD">
        <w:rPr>
          <w:rFonts w:eastAsia="Calibri" w:cs="Times New Roman"/>
          <w:bCs/>
          <w:lang w:eastAsia="cs-CZ"/>
        </w:rPr>
        <w:t>, pro umístění záznamového zařízení kamerového systému. Žádáme o doplnění položky do výkazu výměr. Ve schématu dispozice domku, tato skříň není zakreslena. Na základě zkušeností s obdobnými rekonstrukcemi PZS, doporučujeme použití většího RD 3x3m. Tento typ domku umožní pohodlnou instalaci sdělovacího Racku.</w:t>
      </w:r>
    </w:p>
    <w:p w14:paraId="00112654" w14:textId="77777777" w:rsidR="00184FAD" w:rsidRPr="00184FAD" w:rsidRDefault="00184FAD" w:rsidP="00184FAD">
      <w:pPr>
        <w:spacing w:after="0" w:line="240" w:lineRule="auto"/>
        <w:rPr>
          <w:rFonts w:eastAsia="Calibri" w:cs="Times New Roman"/>
          <w:bCs/>
          <w:lang w:eastAsia="cs-CZ"/>
        </w:rPr>
      </w:pPr>
      <w:r w:rsidRPr="00184FAD">
        <w:rPr>
          <w:rFonts w:eastAsia="Calibri" w:cs="Times New Roman"/>
          <w:bCs/>
          <w:lang w:eastAsia="cs-CZ"/>
        </w:rPr>
        <w:t>Odpověď:</w:t>
      </w:r>
    </w:p>
    <w:p w14:paraId="279C7E58" w14:textId="744FEB6A" w:rsidR="00184FAD" w:rsidRPr="00184FAD" w:rsidRDefault="00184FAD" w:rsidP="00184FAD">
      <w:pPr>
        <w:spacing w:after="0" w:line="240" w:lineRule="auto"/>
        <w:rPr>
          <w:rFonts w:eastAsia="Calibri" w:cs="Times New Roman"/>
          <w:bCs/>
          <w:lang w:eastAsia="cs-CZ"/>
        </w:rPr>
      </w:pPr>
      <w:r w:rsidRPr="00184FAD">
        <w:rPr>
          <w:rFonts w:eastAsia="Calibri" w:cs="Times New Roman"/>
          <w:bCs/>
          <w:lang w:eastAsia="cs-CZ"/>
        </w:rPr>
        <w:t>Zadavatel provedl kontrolu zadávací dokumentace a v rozpočtu byly doplněny položky č. 65-66.</w:t>
      </w:r>
      <w:r>
        <w:rPr>
          <w:rFonts w:eastAsia="Calibri" w:cs="Times New Roman"/>
          <w:bCs/>
          <w:lang w:eastAsia="cs-CZ"/>
        </w:rPr>
        <w:t>“</w:t>
      </w:r>
    </w:p>
    <w:p w14:paraId="3830C521" w14:textId="77777777" w:rsidR="00184FAD" w:rsidRDefault="00184FAD" w:rsidP="00E1294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0C8B3F2" w14:textId="1EAC1ADD" w:rsidR="00184FAD" w:rsidRDefault="00184FAD" w:rsidP="00E1294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ascii="Tahoma" w:hAnsi="Tahoma" w:cs="Tahoma"/>
          <w:sz w:val="20"/>
        </w:rPr>
        <w:t>Žádáme zadavatele o přezkoumání a případnou opravu číslování u všech položek, při zpracování zaslaného objasnění jsme zjistili nesoulad v číslování položek ve výkazu výměr a zaslaného objasnění.</w:t>
      </w:r>
    </w:p>
    <w:p w14:paraId="1C4AFBB2" w14:textId="4207655F" w:rsidR="00E1294A" w:rsidRDefault="00E1294A" w:rsidP="00E1294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5537409A" w14:textId="294437D5" w:rsidR="00513B42" w:rsidRPr="00687945" w:rsidRDefault="00513B42" w:rsidP="00513B42">
      <w:pPr>
        <w:spacing w:after="0" w:line="240" w:lineRule="auto"/>
        <w:rPr>
          <w:rFonts w:eastAsia="Calibri" w:cs="Times New Roman"/>
          <w:bCs/>
          <w:lang w:eastAsia="cs-CZ"/>
        </w:rPr>
      </w:pPr>
      <w:r w:rsidRPr="00687945">
        <w:rPr>
          <w:rFonts w:eastAsia="Calibri" w:cs="Times New Roman"/>
          <w:bCs/>
          <w:lang w:eastAsia="cs-CZ"/>
        </w:rPr>
        <w:t>Zadavatel provedl kontrolu zadávací dokumentace a uvádí, že došlo k přečíslování položek a odpovídající položky jsou 60-61</w:t>
      </w:r>
      <w:r w:rsidR="00687945" w:rsidRPr="00687945">
        <w:rPr>
          <w:rFonts w:eastAsia="Calibri" w:cs="Times New Roman"/>
          <w:bCs/>
          <w:lang w:eastAsia="cs-CZ"/>
        </w:rPr>
        <w:t>.</w:t>
      </w:r>
    </w:p>
    <w:p w14:paraId="02C0385A" w14:textId="77777777" w:rsidR="008640E7" w:rsidRDefault="008640E7" w:rsidP="008640E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CB9086D" w14:textId="77777777" w:rsidR="00E1294A" w:rsidRDefault="00E1294A" w:rsidP="008640E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C9580D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33AC364" w14:textId="77777777" w:rsidR="007C64DC" w:rsidRPr="007C64DC" w:rsidRDefault="007C64DC" w:rsidP="007C64D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C64D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5E6D6E0C" w14:textId="77777777" w:rsidR="00483F34" w:rsidRPr="00C84783" w:rsidRDefault="00483F34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7A28F18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74241A2" w14:textId="77777777" w:rsidR="00687945" w:rsidRDefault="00CB7B5A" w:rsidP="0068794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69E9B87E" w14:textId="77777777" w:rsidR="00687945" w:rsidRDefault="00687945" w:rsidP="0068794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4DDB199" w14:textId="23DCD525" w:rsidR="00CB7B5A" w:rsidRPr="00687945" w:rsidRDefault="00CB7B5A" w:rsidP="0068794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CF8378B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687945">
        <w:rPr>
          <w:rFonts w:eastAsia="Calibri" w:cs="Times New Roman"/>
          <w:lang w:eastAsia="cs-CZ"/>
        </w:rPr>
        <w:t>1.7.2024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755E0" w14:textId="77777777" w:rsidR="00BD4FD1" w:rsidRDefault="00BD4FD1" w:rsidP="00962258">
      <w:pPr>
        <w:spacing w:after="0" w:line="240" w:lineRule="auto"/>
      </w:pPr>
      <w:r>
        <w:separator/>
      </w:r>
    </w:p>
  </w:endnote>
  <w:endnote w:type="continuationSeparator" w:id="0">
    <w:p w14:paraId="4E972C5B" w14:textId="77777777" w:rsidR="00BD4FD1" w:rsidRDefault="00BD4FD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67C27" w14:textId="77777777" w:rsidR="00BD4FD1" w:rsidRDefault="00BD4FD1" w:rsidP="00962258">
      <w:pPr>
        <w:spacing w:after="0" w:line="240" w:lineRule="auto"/>
      </w:pPr>
      <w:r>
        <w:separator/>
      </w:r>
    </w:p>
  </w:footnote>
  <w:footnote w:type="continuationSeparator" w:id="0">
    <w:p w14:paraId="63E06BE6" w14:textId="77777777" w:rsidR="00BD4FD1" w:rsidRDefault="00BD4FD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6D6330C3"/>
    <w:multiLevelType w:val="hybridMultilevel"/>
    <w:tmpl w:val="0C8E0298"/>
    <w:lvl w:ilvl="0" w:tplc="CDD64A8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6"/>
  </w:num>
  <w:num w:numId="5" w16cid:durableId="1518690768">
    <w:abstractNumId w:val="0"/>
  </w:num>
  <w:num w:numId="6" w16cid:durableId="651829888">
    <w:abstractNumId w:val="4"/>
  </w:num>
  <w:num w:numId="7" w16cid:durableId="9423464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0F24F8"/>
    <w:rsid w:val="00114472"/>
    <w:rsid w:val="00170EC5"/>
    <w:rsid w:val="001747C1"/>
    <w:rsid w:val="001818E6"/>
    <w:rsid w:val="00184FAD"/>
    <w:rsid w:val="0018596A"/>
    <w:rsid w:val="001B69C2"/>
    <w:rsid w:val="001C4DA0"/>
    <w:rsid w:val="001E0D1A"/>
    <w:rsid w:val="00207DF5"/>
    <w:rsid w:val="00267369"/>
    <w:rsid w:val="0026785D"/>
    <w:rsid w:val="002702D0"/>
    <w:rsid w:val="002C31BF"/>
    <w:rsid w:val="002E0CD7"/>
    <w:rsid w:val="002F026B"/>
    <w:rsid w:val="00302BAF"/>
    <w:rsid w:val="00357BC6"/>
    <w:rsid w:val="0037111D"/>
    <w:rsid w:val="003956C6"/>
    <w:rsid w:val="003C5BE7"/>
    <w:rsid w:val="003E6B9A"/>
    <w:rsid w:val="003E75CE"/>
    <w:rsid w:val="003F37AB"/>
    <w:rsid w:val="00411CC1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13B42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60AD3"/>
    <w:rsid w:val="00687945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3494"/>
    <w:rsid w:val="00764595"/>
    <w:rsid w:val="00766846"/>
    <w:rsid w:val="0077673A"/>
    <w:rsid w:val="007846E1"/>
    <w:rsid w:val="007B570C"/>
    <w:rsid w:val="007C64DC"/>
    <w:rsid w:val="007D330E"/>
    <w:rsid w:val="007E2D5D"/>
    <w:rsid w:val="007E4A6E"/>
    <w:rsid w:val="007F56A7"/>
    <w:rsid w:val="00807DD0"/>
    <w:rsid w:val="00813F11"/>
    <w:rsid w:val="008640E7"/>
    <w:rsid w:val="00891334"/>
    <w:rsid w:val="008A14C0"/>
    <w:rsid w:val="008A3568"/>
    <w:rsid w:val="008C54FF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29EF"/>
    <w:rsid w:val="009678B7"/>
    <w:rsid w:val="00982411"/>
    <w:rsid w:val="00992D9C"/>
    <w:rsid w:val="00996CB8"/>
    <w:rsid w:val="009A7568"/>
    <w:rsid w:val="009B24D8"/>
    <w:rsid w:val="009B2E97"/>
    <w:rsid w:val="009B72CC"/>
    <w:rsid w:val="009D128D"/>
    <w:rsid w:val="009E07F4"/>
    <w:rsid w:val="009F1E8E"/>
    <w:rsid w:val="009F392E"/>
    <w:rsid w:val="00A44328"/>
    <w:rsid w:val="00A6177B"/>
    <w:rsid w:val="00A66136"/>
    <w:rsid w:val="00AA4CBB"/>
    <w:rsid w:val="00AA65FA"/>
    <w:rsid w:val="00AA6EF3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4FD1"/>
    <w:rsid w:val="00BD7E91"/>
    <w:rsid w:val="00BF374D"/>
    <w:rsid w:val="00C003A2"/>
    <w:rsid w:val="00C02D0A"/>
    <w:rsid w:val="00C03A6E"/>
    <w:rsid w:val="00C07195"/>
    <w:rsid w:val="00C30759"/>
    <w:rsid w:val="00C44F6A"/>
    <w:rsid w:val="00C727E5"/>
    <w:rsid w:val="00C8207D"/>
    <w:rsid w:val="00C84783"/>
    <w:rsid w:val="00CA5DDF"/>
    <w:rsid w:val="00CB5A37"/>
    <w:rsid w:val="00CB7B5A"/>
    <w:rsid w:val="00CC1E2B"/>
    <w:rsid w:val="00CD1FC4"/>
    <w:rsid w:val="00CD4C0F"/>
    <w:rsid w:val="00CE371D"/>
    <w:rsid w:val="00CE5FA9"/>
    <w:rsid w:val="00D00AE6"/>
    <w:rsid w:val="00D02A4D"/>
    <w:rsid w:val="00D148B3"/>
    <w:rsid w:val="00D159C0"/>
    <w:rsid w:val="00D21061"/>
    <w:rsid w:val="00D316A7"/>
    <w:rsid w:val="00D4108E"/>
    <w:rsid w:val="00D6163D"/>
    <w:rsid w:val="00D63009"/>
    <w:rsid w:val="00D678AA"/>
    <w:rsid w:val="00D831A3"/>
    <w:rsid w:val="00D86FA1"/>
    <w:rsid w:val="00D902AD"/>
    <w:rsid w:val="00DA6FFE"/>
    <w:rsid w:val="00DC3110"/>
    <w:rsid w:val="00DD21B9"/>
    <w:rsid w:val="00DD46F3"/>
    <w:rsid w:val="00DD58A6"/>
    <w:rsid w:val="00DE56F2"/>
    <w:rsid w:val="00DF116D"/>
    <w:rsid w:val="00E032DB"/>
    <w:rsid w:val="00E1294A"/>
    <w:rsid w:val="00E534FA"/>
    <w:rsid w:val="00E824F1"/>
    <w:rsid w:val="00EB104F"/>
    <w:rsid w:val="00ED14BD"/>
    <w:rsid w:val="00EF5CE5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768FC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3B4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</TotalTime>
  <Pages>2</Pages>
  <Words>562</Words>
  <Characters>3320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3</cp:revision>
  <cp:lastPrinted>2019-02-22T13:28:00Z</cp:lastPrinted>
  <dcterms:created xsi:type="dcterms:W3CDTF">2024-07-01T10:57:00Z</dcterms:created>
  <dcterms:modified xsi:type="dcterms:W3CDTF">2024-07-01T10:59:00Z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