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6818C6D7" w14:textId="5861F8B5" w:rsidR="00826B7B" w:rsidRPr="006C2343" w:rsidRDefault="000B1967" w:rsidP="000B1967">
          <w:pPr>
            <w:pStyle w:val="Tituldatum"/>
            <w:rPr>
              <w:highlight w:val="green"/>
            </w:rPr>
          </w:pPr>
          <w:r w:rsidRPr="000B1967">
            <w:rPr>
              <w:rStyle w:val="Nzevakce"/>
            </w:rPr>
            <w:t>Stabilizace provozu provizorního SZZ v ŽST Otrokovice</w:t>
          </w:r>
        </w:p>
      </w:sdtContent>
    </w:sdt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2754DD6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B1967">
        <w:t>18</w:t>
      </w:r>
      <w:r w:rsidR="00A14215">
        <w:t xml:space="preserve">. </w:t>
      </w:r>
      <w:r w:rsidR="000B1967">
        <w:t>06</w:t>
      </w:r>
      <w:r w:rsidR="00A14215">
        <w:t xml:space="preserve">. </w:t>
      </w:r>
      <w:r w:rsidR="000B1967">
        <w:t>2024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0B1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0B1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0B19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0B1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0B19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2B577B74" w14:textId="7493B5E8" w:rsidR="002A1540" w:rsidRDefault="00BC629C" w:rsidP="005E07BA">
      <w:pPr>
        <w:pStyle w:val="Text2-1"/>
      </w:pPr>
      <w:bookmarkStart w:id="6" w:name="_GoBack"/>
      <w:bookmarkEnd w:id="6"/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3684ECC0" w:rsidR="00F17F49" w:rsidRPr="000A64D0" w:rsidRDefault="005F475E" w:rsidP="000B1967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0B1967" w:rsidRPr="000B1967">
        <w:rPr>
          <w:i/>
        </w:rPr>
        <w:t>Požadavky_výkon_funkci+SO 98-98+Rekapitulace ceny_P+R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B9DF7F9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5AEF96AD" w:rsidR="00A6753E" w:rsidRPr="00A6753E" w:rsidRDefault="000B1967" w:rsidP="00CE64A9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0B1967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Stabilizace provozu provizorního SZZ v ŽST Otrokovice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0D36FD6" w:rsidR="00A6753E" w:rsidRPr="00A6753E" w:rsidRDefault="000B1967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1968D9E8" w:rsidR="00D92C34" w:rsidRDefault="00D92C34" w:rsidP="000B1967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0B1967" w:rsidRPr="000B1967">
        <w:rPr>
          <w:i/>
        </w:rPr>
        <w:t>Požadavky_výkon_funkci+SO 98-98+Rekapitulace ceny_P+R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35BE7921" w:rsidR="0047076E" w:rsidRDefault="00F9234A" w:rsidP="000B1967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0B1967" w:rsidRPr="000B1967">
        <w:rPr>
          <w:i/>
        </w:rPr>
        <w:t>Požadavky_výkon_funkci+SO 98-98+Rekapitulace ceny_P+R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5EA7BC5B" w:rsidR="005E07BA" w:rsidRDefault="005E07BA" w:rsidP="000B1967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0B1967" w:rsidRPr="000B1967">
        <w:rPr>
          <w:i/>
        </w:rPr>
        <w:t>Požadavky_výkon_funkci+SO 98-98+Rekapitulace ceny_P+R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5A0899DC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19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196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C10AFE6" w:rsidR="00CF0EF4" w:rsidRPr="00A14215" w:rsidRDefault="000B1967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Stabilizace provozu provizorního SZZ v ŽST Otrokovice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09A632A0" w:rsidR="00CF0EF4" w:rsidRPr="00A14215" w:rsidRDefault="000B1967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Stabilizace provozu provizorního SZZ v ŽST Otrokovice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6D6DB3F3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196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196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1967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C4F56F"/>
  <w14:defaultImageDpi w14:val="32767"/>
  <w15:docId w15:val="{4AF6DE7D-C98D-4232-9B40-729B4768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0B1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D13B7A-F49B-4F1A-BAD6-C4B28802B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0</TotalTime>
  <Pages>6</Pages>
  <Words>1473</Words>
  <Characters>8691</Characters>
  <Application>Microsoft Office Word</Application>
  <DocSecurity>0</DocSecurity>
  <Lines>72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Dočkal Martin, Ing.</cp:lastModifiedBy>
  <cp:revision>2</cp:revision>
  <cp:lastPrinted>2019-03-13T10:28:00Z</cp:lastPrinted>
  <dcterms:created xsi:type="dcterms:W3CDTF">2024-06-18T08:40:00Z</dcterms:created>
  <dcterms:modified xsi:type="dcterms:W3CDTF">2024-06-18T08:40:00Z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