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EEE1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149FF8CA" w14:textId="77777777" w:rsidR="008F4AEA" w:rsidRPr="007213E4" w:rsidRDefault="008B0D19" w:rsidP="008B0D19">
          <w:pPr>
            <w:pStyle w:val="PNTextzkladn"/>
            <w:jc w:val="left"/>
            <w:rPr>
              <w:rStyle w:val="PNNzevakce"/>
            </w:rPr>
          </w:pPr>
          <w:r w:rsidRPr="008B0D19">
            <w:rPr>
              <w:rStyle w:val="PNNzevakce"/>
            </w:rPr>
            <w:t xml:space="preserve">„Modernizace železničního uzlu Česká Třebová“ </w:t>
          </w:r>
        </w:p>
      </w:sdtContent>
    </w:sdt>
    <w:p w14:paraId="58182576" w14:textId="77777777" w:rsidR="008F4AEA" w:rsidRDefault="008F4AEA" w:rsidP="005579CC">
      <w:pPr>
        <w:pStyle w:val="PNTextzkladn"/>
      </w:pPr>
    </w:p>
    <w:p w14:paraId="3162160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AF3F58B"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C1F97A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309F0C9"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F66FFF3" w14:textId="77777777" w:rsidR="00C96E7C" w:rsidRDefault="00C96E7C" w:rsidP="001C7156">
      <w:pPr>
        <w:pStyle w:val="PNTextbezodsazmezer"/>
      </w:pPr>
      <w:r>
        <w:t xml:space="preserve">se sídlem: Dlážděná 1003/7, 110 00 Praha 1 - Nové Město </w:t>
      </w:r>
    </w:p>
    <w:p w14:paraId="1D75D836" w14:textId="77777777" w:rsidR="00C96E7C" w:rsidRDefault="00C96E7C" w:rsidP="001C7156">
      <w:pPr>
        <w:pStyle w:val="PNTextbezodsazmezer"/>
      </w:pPr>
      <w:r>
        <w:t>IČO: 70994234 DIČ: CZ70994234</w:t>
      </w:r>
    </w:p>
    <w:p w14:paraId="4CF44C4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320517C" w14:textId="77777777" w:rsidR="00C96E7C" w:rsidRDefault="00C96E7C" w:rsidP="001C7156">
      <w:pPr>
        <w:pStyle w:val="PNTextbezodsazmezer"/>
      </w:pPr>
      <w:r>
        <w:t>spisová značka A 48384</w:t>
      </w:r>
    </w:p>
    <w:p w14:paraId="19E2D346"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2DCFD403" w14:textId="77777777" w:rsidR="00C96E7C" w:rsidRDefault="00C96E7C" w:rsidP="00EF10BA">
      <w:pPr>
        <w:pStyle w:val="PNTextzkladn"/>
      </w:pPr>
      <w:r w:rsidRPr="00EF10BA">
        <w:rPr>
          <w:highlight w:val="yellow"/>
        </w:rPr>
        <w:t>VLOŽÍ</w:t>
      </w:r>
      <w:r w:rsidRPr="00C96E7C">
        <w:rPr>
          <w:highlight w:val="yellow"/>
        </w:rPr>
        <w:t xml:space="preserve"> ZHOTOVITEL</w:t>
      </w:r>
    </w:p>
    <w:p w14:paraId="190537AE" w14:textId="77777777" w:rsidR="00C96E7C" w:rsidRDefault="00C96E7C" w:rsidP="00150E39">
      <w:pPr>
        <w:pStyle w:val="PNNadpis10bPod-l111"/>
      </w:pPr>
      <w:r>
        <w:t>1.1.2.4</w:t>
      </w:r>
      <w:r w:rsidR="001C7156">
        <w:tab/>
      </w:r>
      <w:r>
        <w:t>Jméno (název)</w:t>
      </w:r>
      <w:r w:rsidR="00582C15">
        <w:t xml:space="preserve"> a </w:t>
      </w:r>
      <w:r>
        <w:t>adresa Správce stavby</w:t>
      </w:r>
    </w:p>
    <w:p w14:paraId="7835D7B6" w14:textId="77777777" w:rsidR="008C2121" w:rsidRDefault="008C2121" w:rsidP="008C2121">
      <w:pPr>
        <w:pStyle w:val="Textbezodsazen"/>
      </w:pPr>
      <w:bookmarkStart w:id="0" w:name="_Hlk158878474"/>
      <w:r>
        <w:t xml:space="preserve">Aleš </w:t>
      </w:r>
      <w:proofErr w:type="spellStart"/>
      <w:r w:rsidRPr="008C2121">
        <w:t>Täuber</w:t>
      </w:r>
      <w:proofErr w:type="spellEnd"/>
      <w:r w:rsidRPr="00E900CF">
        <w:t xml:space="preserve">, </w:t>
      </w:r>
      <w:r w:rsidRPr="00E900CF">
        <w:rPr>
          <w:rFonts w:ascii="Verdana" w:hAnsi="Verdana"/>
        </w:rPr>
        <w:t xml:space="preserve">e-mail: </w:t>
      </w:r>
      <w:r w:rsidRPr="008C2121">
        <w:rPr>
          <w:rFonts w:ascii="Verdana" w:hAnsi="Verdana"/>
          <w:noProof/>
          <w:color w:val="0563C1" w:themeColor="hyperlink"/>
          <w:u w:val="single"/>
        </w:rPr>
        <w:t>TauberAl@spravazeleznic.cz</w:t>
      </w:r>
      <w:r w:rsidRPr="00624C6F">
        <w:rPr>
          <w:rFonts w:ascii="Verdana" w:hAnsi="Verdana"/>
          <w:noProof/>
          <w:color w:val="0563C1" w:themeColor="hyperlink"/>
          <w:u w:val="single"/>
        </w:rPr>
        <w:t>,</w:t>
      </w:r>
      <w:r w:rsidRPr="00624C6F">
        <w:rPr>
          <w:rFonts w:ascii="Verdana" w:hAnsi="Verdana"/>
        </w:rPr>
        <w:t xml:space="preserve"> tel.: +420</w:t>
      </w:r>
      <w:r>
        <w:rPr>
          <w:rFonts w:ascii="Verdana" w:hAnsi="Verdana"/>
        </w:rPr>
        <w:t> 724 932 296</w:t>
      </w:r>
    </w:p>
    <w:bookmarkEnd w:id="0"/>
    <w:p w14:paraId="44A16896" w14:textId="77777777" w:rsidR="00C96E7C" w:rsidRDefault="00C96E7C" w:rsidP="00150E39">
      <w:pPr>
        <w:pStyle w:val="PNNadpis10bPod-l111"/>
      </w:pPr>
      <w:r>
        <w:t>1.1.3.7</w:t>
      </w:r>
      <w:r w:rsidR="001C7156">
        <w:tab/>
      </w:r>
      <w:r>
        <w:t>Záruční doba</w:t>
      </w:r>
    </w:p>
    <w:p w14:paraId="7F362BEA"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C3F9FA6" w14:textId="77777777" w:rsidR="00C96E7C" w:rsidRDefault="00C96E7C" w:rsidP="00150E39">
      <w:pPr>
        <w:pStyle w:val="PNNadpis10bPod-l111"/>
      </w:pPr>
      <w:r>
        <w:t>1.1.4.15</w:t>
      </w:r>
      <w:r w:rsidR="00CF609C">
        <w:tab/>
      </w:r>
      <w:r w:rsidR="00150E39">
        <w:tab/>
      </w:r>
      <w:r>
        <w:t>Faktura</w:t>
      </w:r>
    </w:p>
    <w:p w14:paraId="0FDC9606" w14:textId="77777777"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B65E0A" w:rsidRPr="00B65E0A">
        <w:t>Státního fondu dopravní infrastruktury, tak i z prostředků Evropské unie – Nástroje pro propojení Evropy (CEF)</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1C741B2E"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2D4373A0" w14:textId="77777777" w:rsidR="00C96E7C" w:rsidRPr="001C7156" w:rsidRDefault="00C96E7C" w:rsidP="00D42C7E">
      <w:pPr>
        <w:pStyle w:val="PNOdstavecsl1a"/>
      </w:pPr>
      <w:r w:rsidRPr="001C7156">
        <w:t>Soupis zjišťovacích protokolů,</w:t>
      </w:r>
    </w:p>
    <w:p w14:paraId="0FB798A5" w14:textId="77777777" w:rsidR="00C96E7C" w:rsidRPr="001C7156" w:rsidRDefault="00C96E7C" w:rsidP="00D42C7E">
      <w:pPr>
        <w:pStyle w:val="PNOdstavecsl1a"/>
      </w:pPr>
      <w:r w:rsidRPr="005B7883">
        <w:t xml:space="preserve">Zjišťovací </w:t>
      </w:r>
      <w:r w:rsidRPr="001C7156">
        <w:t>protokoly,</w:t>
      </w:r>
    </w:p>
    <w:p w14:paraId="1167AB6A" w14:textId="77777777" w:rsidR="00C96E7C" w:rsidRDefault="00C96E7C" w:rsidP="00D42C7E">
      <w:pPr>
        <w:pStyle w:val="PNOdstavecsl1a"/>
      </w:pPr>
      <w:r w:rsidRPr="001C7156">
        <w:t>Správcem sta</w:t>
      </w:r>
      <w:r>
        <w:t>vby odsouhlasený soupis provedených prací.</w:t>
      </w:r>
    </w:p>
    <w:bookmarkEnd w:id="2"/>
    <w:p w14:paraId="5127C132"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D2B8423"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09791EEA"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06A3B59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1799594"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06C2C0D"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10E2CE09" w14:textId="77777777" w:rsidR="00C96E7C" w:rsidRPr="00EB6216" w:rsidRDefault="00C96E7C" w:rsidP="00150E39">
      <w:pPr>
        <w:pStyle w:val="PNNadpis10bPod-l111"/>
        <w:rPr>
          <w:color w:val="00B050"/>
        </w:rPr>
      </w:pPr>
      <w:r>
        <w:t>1</w:t>
      </w:r>
      <w:bookmarkStart w:id="3" w:name="_Hlk169093230"/>
      <w:r>
        <w:t>.1.5.6</w:t>
      </w:r>
      <w:r w:rsidR="00CF609C">
        <w:tab/>
      </w:r>
      <w:r>
        <w:t xml:space="preserve">Definice sekcí </w:t>
      </w:r>
    </w:p>
    <w:p w14:paraId="6806E48B" w14:textId="77777777" w:rsidR="00DC3A25" w:rsidRPr="00512B45" w:rsidRDefault="00DC3A25" w:rsidP="00DC3A25">
      <w:pPr>
        <w:keepNext/>
        <w:spacing w:after="60" w:line="264" w:lineRule="auto"/>
        <w:ind w:left="680"/>
        <w:rPr>
          <w:rFonts w:ascii="Aptos Display" w:hAnsi="Aptos Display"/>
          <w:b/>
          <w:bCs/>
          <w:sz w:val="24"/>
          <w:szCs w:val="24"/>
          <w:lang w:eastAsia="cs-CZ"/>
        </w:rPr>
      </w:pPr>
      <w:r w:rsidRPr="00512B45">
        <w:rPr>
          <w:rFonts w:ascii="Aptos Display" w:hAnsi="Aptos Display"/>
          <w:b/>
          <w:bCs/>
          <w:sz w:val="24"/>
          <w:szCs w:val="24"/>
          <w:lang w:eastAsia="cs-CZ"/>
        </w:rPr>
        <w:t>Specifikace jednotlivých Sekcí</w:t>
      </w:r>
    </w:p>
    <w:tbl>
      <w:tblPr>
        <w:tblW w:w="8055" w:type="dxa"/>
        <w:tblInd w:w="680" w:type="dxa"/>
        <w:tblCellMar>
          <w:left w:w="0" w:type="dxa"/>
          <w:right w:w="0" w:type="dxa"/>
        </w:tblCellMar>
        <w:tblLook w:val="04A0" w:firstRow="1" w:lastRow="0" w:firstColumn="1" w:lastColumn="0" w:noHBand="0" w:noVBand="1"/>
      </w:tblPr>
      <w:tblGrid>
        <w:gridCol w:w="1163"/>
        <w:gridCol w:w="3688"/>
        <w:gridCol w:w="1039"/>
        <w:gridCol w:w="2165"/>
      </w:tblGrid>
      <w:tr w:rsidR="00DC3A25" w14:paraId="0EEED37A" w14:textId="77777777" w:rsidTr="00DC3A25">
        <w:tc>
          <w:tcPr>
            <w:tcW w:w="116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6B7A87F4" w14:textId="77777777" w:rsidR="00DC3A25" w:rsidRDefault="00DC3A25">
            <w:pPr>
              <w:spacing w:before="20" w:after="20"/>
              <w:rPr>
                <w:b/>
                <w:bCs/>
                <w:sz w:val="14"/>
                <w:szCs w:val="14"/>
                <w:lang w:eastAsia="cs-CZ"/>
              </w:rPr>
            </w:pPr>
            <w:r>
              <w:rPr>
                <w:b/>
                <w:bCs/>
                <w:color w:val="000000"/>
                <w:sz w:val="14"/>
                <w:szCs w:val="14"/>
                <w:lang w:eastAsia="cs-CZ"/>
              </w:rPr>
              <w:t>Postup</w:t>
            </w:r>
          </w:p>
        </w:tc>
        <w:tc>
          <w:tcPr>
            <w:tcW w:w="368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6BE8537" w14:textId="77777777" w:rsidR="00DC3A25" w:rsidRDefault="00DC3A25">
            <w:pPr>
              <w:spacing w:before="20" w:after="20"/>
              <w:rPr>
                <w:rFonts w:ascii="Calibri" w:hAnsi="Calibri"/>
                <w:b/>
                <w:bCs/>
                <w:sz w:val="14"/>
                <w:szCs w:val="14"/>
                <w:lang w:eastAsia="cs-CZ"/>
              </w:rPr>
            </w:pPr>
            <w:r>
              <w:rPr>
                <w:b/>
                <w:bCs/>
                <w:color w:val="000000"/>
                <w:sz w:val="14"/>
                <w:szCs w:val="14"/>
                <w:lang w:eastAsia="cs-CZ"/>
              </w:rPr>
              <w:t>Činnosti</w:t>
            </w:r>
          </w:p>
        </w:tc>
        <w:tc>
          <w:tcPr>
            <w:tcW w:w="103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66096645" w14:textId="77777777" w:rsidR="00DC3A25" w:rsidRDefault="00DC3A25">
            <w:pPr>
              <w:spacing w:before="20" w:after="20"/>
              <w:jc w:val="center"/>
              <w:rPr>
                <w:b/>
                <w:bCs/>
                <w:sz w:val="14"/>
                <w:szCs w:val="14"/>
                <w:lang w:eastAsia="cs-CZ"/>
              </w:rPr>
            </w:pPr>
            <w:r>
              <w:rPr>
                <w:b/>
                <w:bCs/>
                <w:color w:val="000000"/>
                <w:sz w:val="14"/>
                <w:szCs w:val="14"/>
                <w:lang w:eastAsia="cs-CZ"/>
              </w:rPr>
              <w:t>Typ výluky</w:t>
            </w:r>
          </w:p>
        </w:tc>
        <w:tc>
          <w:tcPr>
            <w:tcW w:w="21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11A5565C" w14:textId="77777777" w:rsidR="00DC3A25" w:rsidRDefault="00DC3A25">
            <w:pPr>
              <w:spacing w:before="20" w:after="20"/>
              <w:rPr>
                <w:b/>
                <w:bCs/>
                <w:sz w:val="14"/>
                <w:szCs w:val="14"/>
                <w:lang w:eastAsia="cs-CZ"/>
              </w:rPr>
            </w:pPr>
            <w:r>
              <w:rPr>
                <w:b/>
                <w:bCs/>
                <w:color w:val="000000"/>
                <w:sz w:val="14"/>
                <w:szCs w:val="14"/>
                <w:lang w:eastAsia="cs-CZ"/>
              </w:rPr>
              <w:t>Doba pro dokončení</w:t>
            </w:r>
          </w:p>
        </w:tc>
      </w:tr>
      <w:tr w:rsidR="00DC3A25" w14:paraId="21400724" w14:textId="77777777" w:rsidTr="00DC3A25">
        <w:tc>
          <w:tcPr>
            <w:tcW w:w="116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7B33B0CE" w14:textId="77777777" w:rsidR="00DC3A25" w:rsidRDefault="00DC3A25">
            <w:pPr>
              <w:spacing w:before="20" w:after="20"/>
              <w:rPr>
                <w:sz w:val="14"/>
                <w:szCs w:val="14"/>
                <w:highlight w:val="green"/>
                <w:lang w:eastAsia="cs-CZ"/>
              </w:rPr>
            </w:pPr>
            <w:r>
              <w:rPr>
                <w:b/>
                <w:bCs/>
                <w:sz w:val="14"/>
                <w:szCs w:val="14"/>
                <w:lang w:eastAsia="cs-CZ"/>
              </w:rPr>
              <w:t>Sekce 1</w:t>
            </w:r>
            <w:r>
              <w:rPr>
                <w:sz w:val="14"/>
                <w:szCs w:val="14"/>
                <w:lang w:eastAsia="cs-CZ"/>
              </w:rPr>
              <w:t xml:space="preserve"> stavební </w:t>
            </w:r>
          </w:p>
        </w:tc>
        <w:tc>
          <w:tcPr>
            <w:tcW w:w="3686"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912C59A" w14:textId="77777777" w:rsidR="00DC3A25" w:rsidRPr="00DD07C7" w:rsidRDefault="00DC3A25">
            <w:pPr>
              <w:spacing w:before="20" w:after="20"/>
              <w:rPr>
                <w:sz w:val="14"/>
                <w:szCs w:val="14"/>
                <w:lang w:eastAsia="cs-CZ"/>
              </w:rPr>
            </w:pPr>
            <w:r w:rsidRPr="00DD07C7">
              <w:rPr>
                <w:sz w:val="14"/>
                <w:szCs w:val="14"/>
                <w:lang w:eastAsia="cs-CZ"/>
              </w:rPr>
              <w:t xml:space="preserve">Zahrnující přípravné práce a všechny SO a PS kromě položek 1, 2 a 3 objektu SO 98-98, kromě položek č. 26 a č.27 objektu SO 22-10-02 Úsek </w:t>
            </w:r>
            <w:proofErr w:type="spellStart"/>
            <w:r w:rsidRPr="00DD07C7">
              <w:rPr>
                <w:sz w:val="14"/>
                <w:szCs w:val="14"/>
                <w:lang w:eastAsia="cs-CZ"/>
              </w:rPr>
              <w:t>Obv</w:t>
            </w:r>
            <w:proofErr w:type="spellEnd"/>
            <w:r w:rsidRPr="00DD07C7">
              <w:rPr>
                <w:sz w:val="14"/>
                <w:szCs w:val="14"/>
                <w:lang w:eastAsia="cs-CZ"/>
              </w:rPr>
              <w:t xml:space="preserve">. </w:t>
            </w:r>
            <w:proofErr w:type="gramStart"/>
            <w:r w:rsidRPr="00DD07C7">
              <w:rPr>
                <w:sz w:val="14"/>
                <w:szCs w:val="14"/>
                <w:lang w:eastAsia="cs-CZ"/>
              </w:rPr>
              <w:t>Potok - odjezdová</w:t>
            </w:r>
            <w:proofErr w:type="gramEnd"/>
            <w:r w:rsidRPr="00DD07C7">
              <w:rPr>
                <w:sz w:val="14"/>
                <w:szCs w:val="14"/>
                <w:lang w:eastAsia="cs-CZ"/>
              </w:rPr>
              <w:t xml:space="preserve"> skupina, Objízdná kolej 437, železniční svršek= následná úprava směrového a výškového uspořádání koleje posledního úseku železničního svršku provedeného v roce 2030,</w:t>
            </w:r>
          </w:p>
        </w:tc>
        <w:tc>
          <w:tcPr>
            <w:tcW w:w="103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tcPr>
          <w:p w14:paraId="303354AD" w14:textId="77777777" w:rsidR="00DC3A25" w:rsidRPr="00DD07C7" w:rsidRDefault="00DC3A25">
            <w:pPr>
              <w:spacing w:before="20" w:after="20"/>
              <w:jc w:val="center"/>
              <w:rPr>
                <w:sz w:val="14"/>
                <w:szCs w:val="14"/>
                <w:lang w:eastAsia="cs-CZ"/>
              </w:rPr>
            </w:pPr>
          </w:p>
        </w:tc>
        <w:tc>
          <w:tcPr>
            <w:tcW w:w="21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63A2D584" w14:textId="33B5B005" w:rsidR="00DC3A25" w:rsidRPr="00D61D81" w:rsidRDefault="00DC3A25">
            <w:pPr>
              <w:spacing w:before="20" w:after="20"/>
              <w:rPr>
                <w:sz w:val="14"/>
                <w:szCs w:val="14"/>
                <w:lang w:eastAsia="cs-CZ"/>
              </w:rPr>
            </w:pPr>
            <w:r w:rsidRPr="00D61D81">
              <w:rPr>
                <w:b/>
                <w:bCs/>
                <w:sz w:val="14"/>
                <w:szCs w:val="14"/>
                <w:lang w:eastAsia="cs-CZ"/>
              </w:rPr>
              <w:t>84 měsíců</w:t>
            </w:r>
            <w:r w:rsidRPr="00D61D81">
              <w:rPr>
                <w:sz w:val="14"/>
                <w:szCs w:val="14"/>
                <w:lang w:eastAsia="cs-CZ"/>
              </w:rPr>
              <w:t xml:space="preserve"> od Data zahájení prací </w:t>
            </w:r>
          </w:p>
          <w:p w14:paraId="3C443F60" w14:textId="3522123F" w:rsidR="00DD07C7" w:rsidRPr="00D61D81" w:rsidRDefault="00DD07C7">
            <w:pPr>
              <w:spacing w:before="20" w:after="20"/>
              <w:rPr>
                <w:sz w:val="14"/>
                <w:szCs w:val="14"/>
                <w:highlight w:val="green"/>
                <w:lang w:eastAsia="cs-CZ"/>
              </w:rPr>
            </w:pPr>
            <w:r w:rsidRPr="00D61D81">
              <w:rPr>
                <w:sz w:val="14"/>
                <w:szCs w:val="14"/>
                <w:lang w:eastAsia="cs-CZ"/>
              </w:rPr>
              <w:t>Datum zahájení oznámí Objednatel po nabytí právní moci stavebního povolení v souladu se Smlouvou</w:t>
            </w:r>
          </w:p>
        </w:tc>
      </w:tr>
      <w:tr w:rsidR="00DC3A25" w14:paraId="7F5FFC1B" w14:textId="77777777" w:rsidTr="00DC3A25">
        <w:tc>
          <w:tcPr>
            <w:tcW w:w="116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305EAB93" w14:textId="77777777" w:rsidR="00DC3A25" w:rsidRDefault="00DC3A25">
            <w:pPr>
              <w:spacing w:before="20" w:after="20"/>
              <w:rPr>
                <w:sz w:val="14"/>
                <w:szCs w:val="14"/>
                <w:highlight w:val="green"/>
                <w:lang w:eastAsia="cs-CZ"/>
              </w:rPr>
            </w:pPr>
            <w:r>
              <w:rPr>
                <w:b/>
                <w:bCs/>
                <w:sz w:val="14"/>
                <w:szCs w:val="14"/>
                <w:lang w:eastAsia="cs-CZ"/>
              </w:rPr>
              <w:t>Sekce 2</w:t>
            </w:r>
            <w:r>
              <w:rPr>
                <w:sz w:val="14"/>
                <w:szCs w:val="14"/>
                <w:lang w:eastAsia="cs-CZ"/>
              </w:rPr>
              <w:t xml:space="preserve"> </w:t>
            </w:r>
          </w:p>
        </w:tc>
        <w:tc>
          <w:tcPr>
            <w:tcW w:w="3686"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3AE8E26C" w14:textId="77777777" w:rsidR="00DC3A25" w:rsidRPr="00DD07C7" w:rsidRDefault="00DC3A25">
            <w:pPr>
              <w:spacing w:before="20" w:after="20"/>
              <w:rPr>
                <w:sz w:val="14"/>
                <w:szCs w:val="14"/>
                <w:lang w:eastAsia="cs-CZ"/>
              </w:rPr>
            </w:pPr>
            <w:r w:rsidRPr="00DD07C7">
              <w:rPr>
                <w:sz w:val="14"/>
                <w:szCs w:val="14"/>
                <w:lang w:eastAsia="cs-CZ"/>
              </w:rPr>
              <w:t xml:space="preserve">následná úprava směrového a výškového uspořádání </w:t>
            </w:r>
            <w:proofErr w:type="gramStart"/>
            <w:r w:rsidRPr="00DD07C7">
              <w:rPr>
                <w:sz w:val="14"/>
                <w:szCs w:val="14"/>
                <w:lang w:eastAsia="cs-CZ"/>
              </w:rPr>
              <w:t>koleje  posledního</w:t>
            </w:r>
            <w:proofErr w:type="gramEnd"/>
            <w:r w:rsidRPr="00DD07C7">
              <w:rPr>
                <w:sz w:val="14"/>
                <w:szCs w:val="14"/>
                <w:lang w:eastAsia="cs-CZ"/>
              </w:rPr>
              <w:t xml:space="preserve"> úseku železničního svršku</w:t>
            </w:r>
            <w:r w:rsidRPr="00DD07C7">
              <w:rPr>
                <w:b/>
                <w:bCs/>
                <w:sz w:val="14"/>
                <w:szCs w:val="14"/>
                <w:lang w:eastAsia="cs-CZ"/>
              </w:rPr>
              <w:t xml:space="preserve"> Položky č. 26 a č.27</w:t>
            </w:r>
            <w:r w:rsidRPr="00DD07C7">
              <w:rPr>
                <w:sz w:val="14"/>
                <w:szCs w:val="14"/>
                <w:lang w:eastAsia="cs-CZ"/>
              </w:rPr>
              <w:t xml:space="preserve"> objektu SO 22-10-02 Úsek </w:t>
            </w:r>
            <w:proofErr w:type="spellStart"/>
            <w:r w:rsidRPr="00DD07C7">
              <w:rPr>
                <w:sz w:val="14"/>
                <w:szCs w:val="14"/>
                <w:lang w:eastAsia="cs-CZ"/>
              </w:rPr>
              <w:t>Obv</w:t>
            </w:r>
            <w:proofErr w:type="spellEnd"/>
            <w:r w:rsidRPr="00DD07C7">
              <w:rPr>
                <w:sz w:val="14"/>
                <w:szCs w:val="14"/>
                <w:lang w:eastAsia="cs-CZ"/>
              </w:rPr>
              <w:t>. Potok - odjezdová skupina, Objízdná kolej 437, železniční svršek</w:t>
            </w:r>
          </w:p>
        </w:tc>
        <w:tc>
          <w:tcPr>
            <w:tcW w:w="1038" w:type="dxa"/>
            <w:tcBorders>
              <w:top w:val="nil"/>
              <w:left w:val="nil"/>
              <w:bottom w:val="single" w:sz="8" w:space="0" w:color="auto"/>
              <w:right w:val="single" w:sz="8" w:space="0" w:color="auto"/>
            </w:tcBorders>
            <w:tcMar>
              <w:top w:w="34" w:type="dxa"/>
              <w:left w:w="79" w:type="dxa"/>
              <w:bottom w:w="57" w:type="dxa"/>
              <w:right w:w="79" w:type="dxa"/>
            </w:tcMar>
            <w:vAlign w:val="center"/>
          </w:tcPr>
          <w:p w14:paraId="13430FAC" w14:textId="77777777" w:rsidR="00DC3A25" w:rsidRPr="00DD07C7" w:rsidRDefault="00DC3A25">
            <w:pPr>
              <w:spacing w:before="20" w:after="20"/>
              <w:jc w:val="center"/>
              <w:rPr>
                <w:sz w:val="14"/>
                <w:szCs w:val="14"/>
                <w:lang w:eastAsia="cs-CZ"/>
              </w:rPr>
            </w:pPr>
          </w:p>
        </w:tc>
        <w:tc>
          <w:tcPr>
            <w:tcW w:w="2164" w:type="dxa"/>
            <w:tcBorders>
              <w:top w:val="nil"/>
              <w:left w:val="nil"/>
              <w:bottom w:val="single" w:sz="8" w:space="0" w:color="auto"/>
              <w:right w:val="nil"/>
            </w:tcBorders>
            <w:tcMar>
              <w:top w:w="34" w:type="dxa"/>
              <w:left w:w="79" w:type="dxa"/>
              <w:bottom w:w="57" w:type="dxa"/>
              <w:right w:w="79" w:type="dxa"/>
            </w:tcMar>
            <w:vAlign w:val="center"/>
            <w:hideMark/>
          </w:tcPr>
          <w:p w14:paraId="0EBCE313" w14:textId="77777777" w:rsidR="00DC3A25" w:rsidRPr="00D61D81" w:rsidRDefault="00DC3A25">
            <w:pPr>
              <w:spacing w:before="20" w:after="20"/>
              <w:rPr>
                <w:sz w:val="14"/>
                <w:szCs w:val="14"/>
                <w:highlight w:val="green"/>
                <w:lang w:eastAsia="cs-CZ"/>
              </w:rPr>
            </w:pPr>
            <w:r w:rsidRPr="00D61D81">
              <w:rPr>
                <w:b/>
                <w:bCs/>
                <w:sz w:val="14"/>
                <w:szCs w:val="14"/>
                <w:lang w:eastAsia="cs-CZ"/>
              </w:rPr>
              <w:t>do 6 měsíců</w:t>
            </w:r>
            <w:r w:rsidRPr="00D61D81">
              <w:rPr>
                <w:sz w:val="14"/>
                <w:szCs w:val="14"/>
                <w:lang w:eastAsia="cs-CZ"/>
              </w:rPr>
              <w:t xml:space="preserve"> od ukončení prací na objektu SO 22-10-02 Úsek </w:t>
            </w:r>
            <w:proofErr w:type="spellStart"/>
            <w:r w:rsidRPr="00D61D81">
              <w:rPr>
                <w:sz w:val="14"/>
                <w:szCs w:val="14"/>
                <w:lang w:eastAsia="cs-CZ"/>
              </w:rPr>
              <w:t>Obv</w:t>
            </w:r>
            <w:proofErr w:type="spellEnd"/>
            <w:r w:rsidRPr="00D61D81">
              <w:rPr>
                <w:sz w:val="14"/>
                <w:szCs w:val="14"/>
                <w:lang w:eastAsia="cs-CZ"/>
              </w:rPr>
              <w:t xml:space="preserve">. </w:t>
            </w:r>
            <w:proofErr w:type="gramStart"/>
            <w:r w:rsidRPr="00D61D81">
              <w:rPr>
                <w:sz w:val="14"/>
                <w:szCs w:val="14"/>
                <w:lang w:eastAsia="cs-CZ"/>
              </w:rPr>
              <w:t>Potok - odjezdová</w:t>
            </w:r>
            <w:proofErr w:type="gramEnd"/>
            <w:r w:rsidRPr="00D61D81">
              <w:rPr>
                <w:sz w:val="14"/>
                <w:szCs w:val="14"/>
                <w:lang w:eastAsia="cs-CZ"/>
              </w:rPr>
              <w:t xml:space="preserve"> skupina, Objízdná kolej 437</w:t>
            </w:r>
          </w:p>
        </w:tc>
      </w:tr>
      <w:tr w:rsidR="00DC3A25" w14:paraId="4D354815" w14:textId="77777777" w:rsidTr="00DC3A25">
        <w:tc>
          <w:tcPr>
            <w:tcW w:w="116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0579E75" w14:textId="77777777" w:rsidR="00DC3A25" w:rsidRDefault="00DC3A25">
            <w:pPr>
              <w:spacing w:before="20" w:after="20"/>
              <w:rPr>
                <w:b/>
                <w:bCs/>
                <w:sz w:val="14"/>
                <w:szCs w:val="14"/>
                <w:highlight w:val="green"/>
                <w:lang w:eastAsia="cs-CZ"/>
              </w:rPr>
            </w:pPr>
            <w:r>
              <w:rPr>
                <w:b/>
                <w:bCs/>
                <w:sz w:val="14"/>
                <w:szCs w:val="14"/>
                <w:lang w:eastAsia="cs-CZ"/>
              </w:rPr>
              <w:t>Sekce 3</w:t>
            </w:r>
          </w:p>
        </w:tc>
        <w:tc>
          <w:tcPr>
            <w:tcW w:w="3686"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5C66B1B7" w14:textId="77777777" w:rsidR="00DC3A25" w:rsidRDefault="00DC3A25">
            <w:pPr>
              <w:spacing w:before="20" w:after="20"/>
              <w:rPr>
                <w:sz w:val="14"/>
                <w:szCs w:val="14"/>
                <w:highlight w:val="green"/>
                <w:lang w:eastAsia="cs-CZ"/>
              </w:rPr>
            </w:pPr>
            <w:r>
              <w:rPr>
                <w:sz w:val="14"/>
                <w:szCs w:val="14"/>
                <w:lang w:eastAsia="cs-CZ"/>
              </w:rPr>
              <w:t>Položky č. 1, 2 a 3 objektu SO 98-98</w:t>
            </w:r>
          </w:p>
        </w:tc>
        <w:tc>
          <w:tcPr>
            <w:tcW w:w="1038" w:type="dxa"/>
            <w:tcBorders>
              <w:top w:val="nil"/>
              <w:left w:val="nil"/>
              <w:bottom w:val="single" w:sz="8" w:space="0" w:color="auto"/>
              <w:right w:val="single" w:sz="8" w:space="0" w:color="auto"/>
            </w:tcBorders>
            <w:tcMar>
              <w:top w:w="34" w:type="dxa"/>
              <w:left w:w="79" w:type="dxa"/>
              <w:bottom w:w="57" w:type="dxa"/>
              <w:right w:w="79" w:type="dxa"/>
            </w:tcMar>
            <w:vAlign w:val="center"/>
          </w:tcPr>
          <w:p w14:paraId="6ABC90B2" w14:textId="77777777" w:rsidR="00DC3A25" w:rsidRDefault="00DC3A25">
            <w:pPr>
              <w:spacing w:before="20" w:after="20"/>
              <w:jc w:val="center"/>
              <w:rPr>
                <w:sz w:val="14"/>
                <w:szCs w:val="14"/>
                <w:highlight w:val="green"/>
                <w:lang w:eastAsia="cs-CZ"/>
              </w:rPr>
            </w:pPr>
          </w:p>
        </w:tc>
        <w:tc>
          <w:tcPr>
            <w:tcW w:w="2164" w:type="dxa"/>
            <w:tcBorders>
              <w:top w:val="nil"/>
              <w:left w:val="nil"/>
              <w:bottom w:val="single" w:sz="8" w:space="0" w:color="auto"/>
              <w:right w:val="nil"/>
            </w:tcBorders>
            <w:tcMar>
              <w:top w:w="34" w:type="dxa"/>
              <w:left w:w="79" w:type="dxa"/>
              <w:bottom w:w="57" w:type="dxa"/>
              <w:right w:w="79" w:type="dxa"/>
            </w:tcMar>
            <w:vAlign w:val="center"/>
            <w:hideMark/>
          </w:tcPr>
          <w:p w14:paraId="5F07E6FC" w14:textId="77777777" w:rsidR="00DC3A25" w:rsidRPr="00D61D81" w:rsidRDefault="00DC3A25">
            <w:pPr>
              <w:spacing w:before="20" w:after="20"/>
              <w:rPr>
                <w:sz w:val="14"/>
                <w:szCs w:val="14"/>
                <w:highlight w:val="green"/>
                <w:lang w:eastAsia="cs-CZ"/>
              </w:rPr>
            </w:pPr>
            <w:r w:rsidRPr="00D61D81">
              <w:rPr>
                <w:sz w:val="14"/>
                <w:szCs w:val="14"/>
                <w:lang w:eastAsia="cs-CZ"/>
              </w:rPr>
              <w:t xml:space="preserve">do </w:t>
            </w:r>
            <w:r w:rsidRPr="00D61D81">
              <w:rPr>
                <w:b/>
                <w:bCs/>
                <w:sz w:val="14"/>
                <w:szCs w:val="14"/>
                <w:lang w:eastAsia="cs-CZ"/>
              </w:rPr>
              <w:t>6 měsíců</w:t>
            </w:r>
            <w:r w:rsidRPr="00D61D81">
              <w:rPr>
                <w:sz w:val="14"/>
                <w:szCs w:val="14"/>
                <w:lang w:eastAsia="cs-CZ"/>
              </w:rPr>
              <w:t xml:space="preserve"> ode dne vydání Potvrzení o převzetí Sekce 1. stavební</w:t>
            </w:r>
          </w:p>
        </w:tc>
      </w:tr>
      <w:tr w:rsidR="00DC3A25" w14:paraId="54BCCCB2" w14:textId="77777777" w:rsidTr="00DC3A25">
        <w:tc>
          <w:tcPr>
            <w:tcW w:w="116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01B351C" w14:textId="77777777" w:rsidR="00DC3A25" w:rsidRDefault="00DC3A25">
            <w:pPr>
              <w:spacing w:before="20" w:after="20"/>
              <w:rPr>
                <w:b/>
                <w:bCs/>
                <w:sz w:val="14"/>
                <w:szCs w:val="14"/>
                <w:highlight w:val="green"/>
                <w:lang w:eastAsia="cs-CZ"/>
              </w:rPr>
            </w:pPr>
            <w:r>
              <w:rPr>
                <w:b/>
                <w:bCs/>
                <w:sz w:val="14"/>
                <w:szCs w:val="14"/>
                <w:lang w:eastAsia="cs-CZ"/>
              </w:rPr>
              <w:t>Dokončení díla</w:t>
            </w:r>
          </w:p>
        </w:tc>
        <w:tc>
          <w:tcPr>
            <w:tcW w:w="3686" w:type="dxa"/>
            <w:tcBorders>
              <w:top w:val="nil"/>
              <w:left w:val="nil"/>
              <w:bottom w:val="single" w:sz="8" w:space="0" w:color="auto"/>
              <w:right w:val="single" w:sz="8" w:space="0" w:color="auto"/>
            </w:tcBorders>
            <w:tcMar>
              <w:top w:w="34" w:type="dxa"/>
              <w:left w:w="79" w:type="dxa"/>
              <w:bottom w:w="57" w:type="dxa"/>
              <w:right w:w="79" w:type="dxa"/>
            </w:tcMar>
            <w:vAlign w:val="center"/>
          </w:tcPr>
          <w:p w14:paraId="7ED120BA" w14:textId="77777777" w:rsidR="00DC3A25" w:rsidRDefault="00DC3A25">
            <w:pPr>
              <w:spacing w:before="20" w:after="20"/>
              <w:rPr>
                <w:sz w:val="14"/>
                <w:szCs w:val="14"/>
                <w:highlight w:val="green"/>
                <w:lang w:eastAsia="cs-CZ"/>
              </w:rPr>
            </w:pPr>
          </w:p>
        </w:tc>
        <w:tc>
          <w:tcPr>
            <w:tcW w:w="1038" w:type="dxa"/>
            <w:tcBorders>
              <w:top w:val="nil"/>
              <w:left w:val="nil"/>
              <w:bottom w:val="single" w:sz="8" w:space="0" w:color="auto"/>
              <w:right w:val="single" w:sz="8" w:space="0" w:color="auto"/>
            </w:tcBorders>
            <w:tcMar>
              <w:top w:w="34" w:type="dxa"/>
              <w:left w:w="79" w:type="dxa"/>
              <w:bottom w:w="57" w:type="dxa"/>
              <w:right w:w="79" w:type="dxa"/>
            </w:tcMar>
            <w:vAlign w:val="center"/>
          </w:tcPr>
          <w:p w14:paraId="37E16A32" w14:textId="77777777" w:rsidR="00DC3A25" w:rsidRDefault="00DC3A25">
            <w:pPr>
              <w:spacing w:before="20" w:after="20"/>
              <w:jc w:val="center"/>
              <w:rPr>
                <w:sz w:val="14"/>
                <w:szCs w:val="14"/>
                <w:highlight w:val="green"/>
                <w:lang w:eastAsia="cs-CZ"/>
              </w:rPr>
            </w:pPr>
          </w:p>
        </w:tc>
        <w:tc>
          <w:tcPr>
            <w:tcW w:w="2164" w:type="dxa"/>
            <w:tcBorders>
              <w:top w:val="nil"/>
              <w:left w:val="nil"/>
              <w:bottom w:val="single" w:sz="8" w:space="0" w:color="auto"/>
              <w:right w:val="nil"/>
            </w:tcBorders>
            <w:tcMar>
              <w:top w:w="34" w:type="dxa"/>
              <w:left w:w="79" w:type="dxa"/>
              <w:bottom w:w="57" w:type="dxa"/>
              <w:right w:w="79" w:type="dxa"/>
            </w:tcMar>
            <w:vAlign w:val="center"/>
            <w:hideMark/>
          </w:tcPr>
          <w:p w14:paraId="5DB3C5EC" w14:textId="77777777" w:rsidR="00DC3A25" w:rsidRPr="00D61D81" w:rsidRDefault="00DC3A25">
            <w:pPr>
              <w:spacing w:before="20" w:after="20"/>
              <w:rPr>
                <w:sz w:val="14"/>
                <w:szCs w:val="14"/>
                <w:highlight w:val="green"/>
                <w:lang w:eastAsia="cs-CZ"/>
              </w:rPr>
            </w:pPr>
            <w:r w:rsidRPr="00D61D81">
              <w:rPr>
                <w:b/>
                <w:bCs/>
                <w:sz w:val="14"/>
                <w:szCs w:val="14"/>
                <w:lang w:eastAsia="cs-CZ"/>
              </w:rPr>
              <w:t>90 měsíců</w:t>
            </w:r>
            <w:r w:rsidRPr="00D61D81">
              <w:rPr>
                <w:sz w:val="14"/>
                <w:szCs w:val="14"/>
                <w:lang w:eastAsia="cs-CZ"/>
              </w:rPr>
              <w:t xml:space="preserve"> od data zahájení prací (viz </w:t>
            </w:r>
            <w:proofErr w:type="gramStart"/>
            <w:r w:rsidRPr="00D61D81">
              <w:rPr>
                <w:sz w:val="14"/>
                <w:szCs w:val="14"/>
                <w:lang w:eastAsia="cs-CZ"/>
              </w:rPr>
              <w:t>smlouva)*</w:t>
            </w:r>
            <w:proofErr w:type="gramEnd"/>
          </w:p>
        </w:tc>
      </w:tr>
      <w:tr w:rsidR="00DC3A25" w14:paraId="2852D8D2" w14:textId="77777777" w:rsidTr="00DC3A25">
        <w:tc>
          <w:tcPr>
            <w:tcW w:w="1163" w:type="dxa"/>
            <w:tcBorders>
              <w:top w:val="nil"/>
              <w:left w:val="nil"/>
              <w:bottom w:val="nil"/>
              <w:right w:val="single" w:sz="8" w:space="0" w:color="auto"/>
            </w:tcBorders>
            <w:tcMar>
              <w:top w:w="34" w:type="dxa"/>
              <w:left w:w="79" w:type="dxa"/>
              <w:bottom w:w="57" w:type="dxa"/>
              <w:right w:w="79" w:type="dxa"/>
            </w:tcMar>
            <w:vAlign w:val="center"/>
          </w:tcPr>
          <w:p w14:paraId="6A0599F6" w14:textId="77777777" w:rsidR="00DC3A25" w:rsidRDefault="00DC3A25">
            <w:pPr>
              <w:spacing w:before="20" w:after="20"/>
              <w:rPr>
                <w:sz w:val="14"/>
                <w:szCs w:val="14"/>
                <w:highlight w:val="green"/>
                <w:lang w:eastAsia="cs-CZ"/>
              </w:rPr>
            </w:pPr>
          </w:p>
        </w:tc>
        <w:tc>
          <w:tcPr>
            <w:tcW w:w="3686" w:type="dxa"/>
            <w:tcBorders>
              <w:top w:val="nil"/>
              <w:left w:val="nil"/>
              <w:bottom w:val="nil"/>
              <w:right w:val="single" w:sz="8" w:space="0" w:color="auto"/>
            </w:tcBorders>
            <w:tcMar>
              <w:top w:w="34" w:type="dxa"/>
              <w:left w:w="79" w:type="dxa"/>
              <w:bottom w:w="57" w:type="dxa"/>
              <w:right w:w="79" w:type="dxa"/>
            </w:tcMar>
            <w:vAlign w:val="center"/>
          </w:tcPr>
          <w:p w14:paraId="73F04F47" w14:textId="77777777" w:rsidR="00DC3A25" w:rsidRDefault="00DC3A25">
            <w:pPr>
              <w:spacing w:before="20" w:after="20"/>
              <w:rPr>
                <w:sz w:val="14"/>
                <w:szCs w:val="14"/>
                <w:highlight w:val="green"/>
                <w:lang w:eastAsia="cs-CZ"/>
              </w:rPr>
            </w:pPr>
          </w:p>
        </w:tc>
        <w:tc>
          <w:tcPr>
            <w:tcW w:w="1038" w:type="dxa"/>
            <w:tcBorders>
              <w:top w:val="nil"/>
              <w:left w:val="nil"/>
              <w:bottom w:val="nil"/>
              <w:right w:val="single" w:sz="8" w:space="0" w:color="auto"/>
            </w:tcBorders>
            <w:tcMar>
              <w:top w:w="34" w:type="dxa"/>
              <w:left w:w="79" w:type="dxa"/>
              <w:bottom w:w="57" w:type="dxa"/>
              <w:right w:w="79" w:type="dxa"/>
            </w:tcMar>
            <w:vAlign w:val="center"/>
          </w:tcPr>
          <w:p w14:paraId="651E399F" w14:textId="77777777" w:rsidR="00DC3A25" w:rsidRDefault="00DC3A25">
            <w:pPr>
              <w:spacing w:before="20" w:after="20"/>
              <w:jc w:val="center"/>
              <w:rPr>
                <w:sz w:val="14"/>
                <w:szCs w:val="14"/>
                <w:highlight w:val="green"/>
                <w:lang w:eastAsia="cs-CZ"/>
              </w:rPr>
            </w:pPr>
          </w:p>
        </w:tc>
        <w:tc>
          <w:tcPr>
            <w:tcW w:w="2164" w:type="dxa"/>
            <w:tcMar>
              <w:top w:w="34" w:type="dxa"/>
              <w:left w:w="79" w:type="dxa"/>
              <w:bottom w:w="57" w:type="dxa"/>
              <w:right w:w="79" w:type="dxa"/>
            </w:tcMar>
            <w:vAlign w:val="center"/>
          </w:tcPr>
          <w:p w14:paraId="53957914" w14:textId="77777777" w:rsidR="00DC3A25" w:rsidRDefault="00DC3A25">
            <w:pPr>
              <w:spacing w:before="20" w:after="20"/>
              <w:rPr>
                <w:sz w:val="14"/>
                <w:szCs w:val="14"/>
                <w:highlight w:val="green"/>
                <w:lang w:eastAsia="cs-CZ"/>
              </w:rPr>
            </w:pPr>
          </w:p>
        </w:tc>
      </w:tr>
      <w:bookmarkEnd w:id="3"/>
    </w:tbl>
    <w:p w14:paraId="0D54C0FE" w14:textId="77777777" w:rsidR="003259C2" w:rsidRPr="00EF10BA" w:rsidRDefault="003259C2" w:rsidP="001C7156">
      <w:pPr>
        <w:pStyle w:val="PNTextbezodsazmezer"/>
        <w:rPr>
          <w:highlight w:val="green"/>
        </w:rPr>
      </w:pPr>
    </w:p>
    <w:p w14:paraId="077C7571" w14:textId="77777777" w:rsidR="00C96E7C" w:rsidRDefault="00C96E7C" w:rsidP="00150E39">
      <w:pPr>
        <w:pStyle w:val="PNNadpis10bPod-l111"/>
      </w:pPr>
      <w:r>
        <w:t xml:space="preserve">1.3 </w:t>
      </w:r>
      <w:r w:rsidR="001C7156">
        <w:tab/>
      </w:r>
      <w:r>
        <w:t>Elektronické přenosové systémy</w:t>
      </w:r>
    </w:p>
    <w:p w14:paraId="4CB2271F"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993BD81"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3D9F79F" w14:textId="77777777" w:rsidR="00C96E7C" w:rsidRPr="001C7156" w:rsidRDefault="00C96E7C" w:rsidP="001C7156">
      <w:pPr>
        <w:pStyle w:val="PNTextzkladn"/>
      </w:pPr>
      <w:r w:rsidRPr="001C7156">
        <w:t>Smlouva se řídí českým právem.</w:t>
      </w:r>
    </w:p>
    <w:p w14:paraId="3BFD6EF8"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49702A1" w14:textId="77777777" w:rsidR="00C96E7C" w:rsidRPr="001C7156" w:rsidRDefault="00C96E7C" w:rsidP="001C7156">
      <w:pPr>
        <w:pStyle w:val="PNTextzkladn"/>
      </w:pPr>
      <w:r w:rsidRPr="001C7156">
        <w:t>Rozhodujícím jazykem je český jazyk.</w:t>
      </w:r>
    </w:p>
    <w:p w14:paraId="304C887F"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031D37D9" w14:textId="77777777" w:rsidR="00726A41" w:rsidRPr="001C7156" w:rsidRDefault="00C96E7C" w:rsidP="001C7156">
      <w:pPr>
        <w:pStyle w:val="PNTextzkladn"/>
      </w:pPr>
      <w:r w:rsidRPr="001C7156">
        <w:t>Komunikačním jazykem je český jazyk.</w:t>
      </w:r>
    </w:p>
    <w:p w14:paraId="12F42CC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3C671AA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A75436A"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FA82AC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17EC686"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8C2121">
        <w:t>14</w:t>
      </w:r>
      <w:r w:rsidR="004A00B4">
        <w:t xml:space="preserve"> </w:t>
      </w:r>
      <w:r w:rsidRPr="00CF609C">
        <w:t xml:space="preserve">studentských exkurzí na Staveništi. </w:t>
      </w:r>
    </w:p>
    <w:p w14:paraId="0792EA8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A3C33CE"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29C3BD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EB1081E" w14:textId="5EE8E8D5"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A3AC195" w14:textId="7C7D565A" w:rsidR="009F0FE7" w:rsidRPr="007E5B98" w:rsidRDefault="009F0FE7" w:rsidP="009F0FE7">
      <w:pPr>
        <w:pStyle w:val="PNTextzkladn"/>
      </w:pPr>
      <w:r w:rsidRPr="00CF609C">
        <w:t>Ustanovení</w:t>
      </w:r>
      <w:r w:rsidRPr="007E5B98">
        <w:t xml:space="preserve"> Pod-článku 1.15.3.(b) se nepoužije.</w:t>
      </w:r>
    </w:p>
    <w:p w14:paraId="08912C49" w14:textId="77777777" w:rsidR="00C96E7C" w:rsidRDefault="00C96E7C" w:rsidP="00150E39">
      <w:pPr>
        <w:pStyle w:val="PNNadpis10bPod-l111"/>
      </w:pPr>
      <w:r>
        <w:t>2.1</w:t>
      </w:r>
      <w:r w:rsidR="00CF609C">
        <w:tab/>
      </w:r>
      <w:r>
        <w:t>Právo přístupu na staveniště</w:t>
      </w:r>
    </w:p>
    <w:p w14:paraId="445CA7A3" w14:textId="77777777" w:rsidR="00C96E7C" w:rsidRDefault="00C96E7C" w:rsidP="005D168C">
      <w:pPr>
        <w:pStyle w:val="PNTextzkladn"/>
      </w:pPr>
      <w:r>
        <w:t xml:space="preserve">Přístup na Staveniště bude Zhotoviteli umožněn od </w:t>
      </w:r>
      <w:r w:rsidR="00512B45" w:rsidRPr="00512B45">
        <w:t>zahájení prací</w:t>
      </w:r>
      <w:r>
        <w:t xml:space="preserve"> do dne předání Dokumentů souvisejících</w:t>
      </w:r>
      <w:r w:rsidR="00582C15">
        <w:t xml:space="preserve"> s </w:t>
      </w:r>
      <w:r>
        <w:t xml:space="preserve">předáním Díla dle </w:t>
      </w:r>
      <w:r w:rsidR="004A00B4">
        <w:t>P</w:t>
      </w:r>
      <w:r>
        <w:t xml:space="preserve">od-článku 7.9. </w:t>
      </w:r>
    </w:p>
    <w:p w14:paraId="3197FE1E" w14:textId="77777777" w:rsidR="00C96E7C" w:rsidRDefault="00C96E7C" w:rsidP="00150E39">
      <w:pPr>
        <w:pStyle w:val="PNNadpis10bPod-l111"/>
      </w:pPr>
      <w:r>
        <w:t>2.3</w:t>
      </w:r>
      <w:r w:rsidR="00CF609C">
        <w:tab/>
      </w:r>
      <w:r>
        <w:t>Personál objednatele</w:t>
      </w:r>
    </w:p>
    <w:p w14:paraId="2EFC9FF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C908844" w14:textId="77777777" w:rsidR="00512B45" w:rsidRPr="00512B45" w:rsidRDefault="00512B45" w:rsidP="00512B45">
      <w:pPr>
        <w:pStyle w:val="Odstavecseseznamem"/>
        <w:numPr>
          <w:ilvl w:val="0"/>
          <w:numId w:val="11"/>
        </w:numPr>
        <w:spacing w:after="120"/>
        <w:jc w:val="both"/>
        <w:rPr>
          <w:rFonts w:ascii="Verdana" w:hAnsi="Verdana"/>
        </w:rPr>
      </w:pPr>
      <w:r w:rsidRPr="00512B45">
        <w:rPr>
          <w:rFonts w:ascii="Verdana" w:hAnsi="Verdana"/>
        </w:rPr>
        <w:t xml:space="preserve"> Mgr. </w:t>
      </w:r>
      <w:r>
        <w:rPr>
          <w:rFonts w:ascii="Verdana" w:hAnsi="Verdana"/>
        </w:rPr>
        <w:t>Lenka Dieguezová</w:t>
      </w:r>
      <w:r w:rsidRPr="00512B45">
        <w:rPr>
          <w:rFonts w:ascii="Verdana" w:hAnsi="Verdana"/>
        </w:rPr>
        <w:t xml:space="preserve">, e-mail: </w:t>
      </w:r>
      <w:hyperlink r:id="rId12" w:history="1">
        <w:r w:rsidRPr="00D2546A">
          <w:rPr>
            <w:rStyle w:val="Hypertextovodkaz"/>
            <w:rFonts w:ascii="Verdana" w:hAnsi="Verdana"/>
          </w:rPr>
          <w:t>Dieguezova@spravazeleznic.cz</w:t>
        </w:r>
      </w:hyperlink>
      <w:r w:rsidRPr="00512B45">
        <w:rPr>
          <w:rFonts w:ascii="Verdana" w:hAnsi="Verdana"/>
        </w:rPr>
        <w:t xml:space="preserve"> , tel.: +420</w:t>
      </w:r>
      <w:r w:rsidR="00F11B38">
        <w:rPr>
          <w:rFonts w:ascii="Verdana" w:hAnsi="Verdana"/>
        </w:rPr>
        <w:t> 724 932 386</w:t>
      </w:r>
    </w:p>
    <w:p w14:paraId="3FC85685" w14:textId="77777777" w:rsidR="00512B45" w:rsidRPr="00512B45" w:rsidRDefault="00512B45" w:rsidP="00512B45">
      <w:pPr>
        <w:spacing w:after="120" w:line="264" w:lineRule="auto"/>
        <w:jc w:val="both"/>
        <w:rPr>
          <w:sz w:val="18"/>
          <w:szCs w:val="18"/>
        </w:rPr>
      </w:pPr>
      <w:r w:rsidRPr="00512B45">
        <w:rPr>
          <w:sz w:val="18"/>
          <w:szCs w:val="18"/>
        </w:rPr>
        <w:t>Ve věcech technických:</w:t>
      </w:r>
    </w:p>
    <w:p w14:paraId="03AC008A" w14:textId="77777777" w:rsidR="00512B45" w:rsidRPr="00512B45" w:rsidRDefault="00512B45" w:rsidP="00512B45">
      <w:pPr>
        <w:numPr>
          <w:ilvl w:val="0"/>
          <w:numId w:val="11"/>
        </w:numPr>
        <w:spacing w:after="240" w:line="264" w:lineRule="auto"/>
        <w:contextualSpacing/>
        <w:rPr>
          <w:sz w:val="18"/>
          <w:szCs w:val="18"/>
        </w:rPr>
      </w:pPr>
      <w:r w:rsidRPr="00512B45">
        <w:rPr>
          <w:sz w:val="18"/>
          <w:szCs w:val="18"/>
        </w:rPr>
        <w:t xml:space="preserve">Ing. </w:t>
      </w:r>
      <w:r w:rsidR="00F11B38">
        <w:rPr>
          <w:sz w:val="18"/>
          <w:szCs w:val="18"/>
        </w:rPr>
        <w:t>Karel Obzina</w:t>
      </w:r>
      <w:r w:rsidRPr="00512B45">
        <w:rPr>
          <w:sz w:val="18"/>
          <w:szCs w:val="18"/>
        </w:rPr>
        <w:t>, e-mail:</w:t>
      </w:r>
      <w:r w:rsidR="00F11B38">
        <w:rPr>
          <w:sz w:val="18"/>
          <w:szCs w:val="18"/>
        </w:rPr>
        <w:t xml:space="preserve"> </w:t>
      </w:r>
      <w:hyperlink r:id="rId13" w:history="1">
        <w:r w:rsidR="00F11B38" w:rsidRPr="00D2546A">
          <w:rPr>
            <w:rStyle w:val="Hypertextovodkaz"/>
            <w:sz w:val="18"/>
            <w:szCs w:val="18"/>
          </w:rPr>
          <w:t>Obzina@spravazeleznic.cz</w:t>
        </w:r>
      </w:hyperlink>
      <w:r w:rsidRPr="00512B45">
        <w:rPr>
          <w:sz w:val="18"/>
          <w:szCs w:val="18"/>
        </w:rPr>
        <w:t xml:space="preserve"> , tel.: +420</w:t>
      </w:r>
      <w:r w:rsidR="00F11B38">
        <w:rPr>
          <w:sz w:val="18"/>
          <w:szCs w:val="18"/>
        </w:rPr>
        <w:t> 724 932 304</w:t>
      </w:r>
    </w:p>
    <w:p w14:paraId="789D67E6" w14:textId="77777777" w:rsidR="00512B45" w:rsidRPr="00512B45" w:rsidRDefault="00512B45" w:rsidP="00512B45">
      <w:pPr>
        <w:spacing w:after="120" w:line="264" w:lineRule="auto"/>
        <w:jc w:val="both"/>
        <w:rPr>
          <w:sz w:val="18"/>
          <w:szCs w:val="18"/>
        </w:rPr>
      </w:pPr>
    </w:p>
    <w:p w14:paraId="49A7E47B" w14:textId="77777777" w:rsidR="00512B45" w:rsidRPr="00512B45" w:rsidRDefault="00512B45" w:rsidP="00512B45">
      <w:pPr>
        <w:spacing w:after="120" w:line="264" w:lineRule="auto"/>
        <w:jc w:val="both"/>
        <w:rPr>
          <w:sz w:val="18"/>
          <w:szCs w:val="18"/>
        </w:rPr>
      </w:pPr>
      <w:r w:rsidRPr="00512B45">
        <w:rPr>
          <w:sz w:val="18"/>
          <w:szCs w:val="18"/>
        </w:rPr>
        <w:t>Ve věci kontroly požití alkoholu a/nebo návykových látek:</w:t>
      </w:r>
    </w:p>
    <w:p w14:paraId="48F51B53" w14:textId="77777777" w:rsidR="00F11B38" w:rsidRDefault="00F11B38" w:rsidP="00F11B38">
      <w:pPr>
        <w:pStyle w:val="Textbezodsazen"/>
        <w:numPr>
          <w:ilvl w:val="0"/>
          <w:numId w:val="11"/>
        </w:numPr>
      </w:pPr>
      <w:r>
        <w:lastRenderedPageBreak/>
        <w:t xml:space="preserve">Aleš </w:t>
      </w:r>
      <w:proofErr w:type="spellStart"/>
      <w:r w:rsidRPr="008C2121">
        <w:t>Täuber</w:t>
      </w:r>
      <w:proofErr w:type="spellEnd"/>
      <w:r w:rsidRPr="00E900CF">
        <w:t xml:space="preserve">, </w:t>
      </w:r>
      <w:r w:rsidRPr="00E900CF">
        <w:rPr>
          <w:rFonts w:ascii="Verdana" w:hAnsi="Verdana"/>
        </w:rPr>
        <w:t xml:space="preserve">e-mail: </w:t>
      </w:r>
      <w:r w:rsidRPr="008C2121">
        <w:rPr>
          <w:rFonts w:ascii="Verdana" w:hAnsi="Verdana"/>
          <w:noProof/>
          <w:color w:val="0563C1" w:themeColor="hyperlink"/>
          <w:u w:val="single"/>
        </w:rPr>
        <w:t>TauberAl@spravazeleznic.cz</w:t>
      </w:r>
      <w:r w:rsidRPr="00624C6F">
        <w:rPr>
          <w:rFonts w:ascii="Verdana" w:hAnsi="Verdana"/>
          <w:noProof/>
          <w:color w:val="0563C1" w:themeColor="hyperlink"/>
          <w:u w:val="single"/>
        </w:rPr>
        <w:t>,</w:t>
      </w:r>
      <w:r w:rsidRPr="00624C6F">
        <w:rPr>
          <w:rFonts w:ascii="Verdana" w:hAnsi="Verdana"/>
        </w:rPr>
        <w:t xml:space="preserve"> tel.: +420</w:t>
      </w:r>
      <w:r>
        <w:rPr>
          <w:rFonts w:ascii="Verdana" w:hAnsi="Verdana"/>
        </w:rPr>
        <w:t> 724 932 296</w:t>
      </w:r>
    </w:p>
    <w:p w14:paraId="7E26146B" w14:textId="77777777" w:rsidR="00C96E7C" w:rsidRPr="00457EE1" w:rsidRDefault="00C96E7C" w:rsidP="00457EE1">
      <w:pPr>
        <w:pStyle w:val="PNOdrka1-"/>
        <w:numPr>
          <w:ilvl w:val="0"/>
          <w:numId w:val="0"/>
        </w:numPr>
        <w:rPr>
          <w:b/>
          <w:sz w:val="20"/>
          <w:szCs w:val="20"/>
        </w:rPr>
      </w:pPr>
      <w:r w:rsidRPr="00457EE1">
        <w:rPr>
          <w:b/>
          <w:sz w:val="20"/>
          <w:szCs w:val="20"/>
        </w:rPr>
        <w:t>3.1</w:t>
      </w:r>
      <w:r w:rsidR="00CF609C" w:rsidRPr="00457EE1">
        <w:rPr>
          <w:b/>
          <w:sz w:val="20"/>
          <w:szCs w:val="20"/>
        </w:rPr>
        <w:tab/>
      </w:r>
      <w:r w:rsidRPr="00457EE1">
        <w:rPr>
          <w:b/>
          <w:sz w:val="20"/>
          <w:szCs w:val="20"/>
        </w:rPr>
        <w:t>Povinnosti</w:t>
      </w:r>
      <w:r w:rsidR="00582C15" w:rsidRPr="00457EE1">
        <w:rPr>
          <w:b/>
          <w:sz w:val="20"/>
          <w:szCs w:val="20"/>
        </w:rPr>
        <w:t xml:space="preserve"> a </w:t>
      </w:r>
      <w:r w:rsidRPr="00457EE1">
        <w:rPr>
          <w:b/>
          <w:sz w:val="20"/>
          <w:szCs w:val="20"/>
        </w:rPr>
        <w:t>pravomoc správce stavby</w:t>
      </w:r>
    </w:p>
    <w:p w14:paraId="15EA41D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6EC770C"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89FEC10"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A300073" w14:textId="77777777" w:rsidR="00C96E7C" w:rsidRDefault="00C96E7C" w:rsidP="00150E39">
      <w:pPr>
        <w:pStyle w:val="PNNadpis10bPod-l111"/>
      </w:pPr>
      <w:r>
        <w:t xml:space="preserve">4.2 </w:t>
      </w:r>
      <w:r w:rsidR="00150E39">
        <w:tab/>
      </w:r>
      <w:r>
        <w:t>Zajištění splnění smlouvy</w:t>
      </w:r>
    </w:p>
    <w:p w14:paraId="5E8DFF10"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87EE700"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770AAD8" w14:textId="77777777" w:rsidR="00C96E7C" w:rsidRPr="00CB67FD" w:rsidRDefault="00C96E7C" w:rsidP="00150E39">
      <w:pPr>
        <w:pStyle w:val="PNNadpis10bPod-l111"/>
      </w:pPr>
      <w:r w:rsidRPr="00CB67FD">
        <w:t xml:space="preserve">4.3 </w:t>
      </w:r>
      <w:r w:rsidR="00150E39">
        <w:tab/>
      </w:r>
      <w:r w:rsidRPr="00CB67FD">
        <w:t>Zástupce zhotovitele</w:t>
      </w:r>
    </w:p>
    <w:p w14:paraId="0856CAA8" w14:textId="77777777" w:rsidR="00C96E7C" w:rsidRDefault="00071A0E" w:rsidP="005D168C">
      <w:pPr>
        <w:pStyle w:val="PNTextzkladn"/>
      </w:pPr>
      <w:r>
        <w:t xml:space="preserve"> [</w:t>
      </w:r>
      <w:r w:rsidRPr="00E41EEA">
        <w:rPr>
          <w:highlight w:val="yellow"/>
        </w:rPr>
        <w:t>VLOŽÍ ZHOTOVITE</w:t>
      </w:r>
      <w:r>
        <w:t>L]</w:t>
      </w:r>
    </w:p>
    <w:p w14:paraId="04A94CA0" w14:textId="77777777" w:rsidR="000519C9" w:rsidRPr="00B94735" w:rsidRDefault="000519C9" w:rsidP="00150E39">
      <w:pPr>
        <w:pStyle w:val="PNNadpis10bPod-l111"/>
      </w:pPr>
      <w:r w:rsidRPr="00B94735">
        <w:t>4.4.1</w:t>
      </w:r>
      <w:r w:rsidR="00150E39">
        <w:t xml:space="preserve"> </w:t>
      </w:r>
      <w:r w:rsidR="00150E39">
        <w:tab/>
      </w:r>
      <w:r w:rsidR="00937303">
        <w:t xml:space="preserve"> </w:t>
      </w:r>
      <w:proofErr w:type="spellStart"/>
      <w:r w:rsidR="00CB6AB3">
        <w:t>Podzhotovitelé</w:t>
      </w:r>
      <w:proofErr w:type="spellEnd"/>
      <w:r w:rsidR="00937303">
        <w:t xml:space="preserve"> </w:t>
      </w:r>
    </w:p>
    <w:p w14:paraId="6DED5570"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44F3962F"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odzhotovitelem</w:t>
      </w:r>
      <w:proofErr w:type="spellEnd"/>
      <w:r w:rsidRPr="00937303">
        <w:rPr>
          <w:rFonts w:asciiTheme="majorHAnsi" w:hAnsiTheme="majorHAnsi" w:cs="ArialNarrow"/>
          <w:sz w:val="18"/>
          <w:szCs w:val="18"/>
        </w:rPr>
        <w:t>,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 xml:space="preserve">používat vždy jen takové </w:t>
      </w:r>
      <w:proofErr w:type="spellStart"/>
      <w:r w:rsidRPr="00937303">
        <w:rPr>
          <w:rFonts w:asciiTheme="majorHAnsi" w:hAnsiTheme="majorHAnsi" w:cs="ArialNarrow"/>
          <w:sz w:val="18"/>
          <w:szCs w:val="18"/>
        </w:rPr>
        <w:t>Podzhotovitele</w:t>
      </w:r>
      <w:proofErr w:type="spellEnd"/>
      <w:r w:rsidRPr="00937303">
        <w:rPr>
          <w:rFonts w:asciiTheme="majorHAnsi" w:hAnsiTheme="majorHAnsi" w:cs="ArialNarrow"/>
          <w:sz w:val="18"/>
          <w:szCs w:val="18"/>
        </w:rPr>
        <w:t>,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 xml:space="preserve">vybraných </w:t>
      </w:r>
      <w:proofErr w:type="spellStart"/>
      <w:r w:rsidRPr="00937303">
        <w:rPr>
          <w:rFonts w:asciiTheme="majorHAnsi" w:hAnsiTheme="majorHAnsi" w:cs="ArialNarrow"/>
          <w:sz w:val="18"/>
          <w:szCs w:val="18"/>
        </w:rPr>
        <w:t>Podzhotovitelů</w:t>
      </w:r>
      <w:proofErr w:type="spellEnd"/>
      <w:r w:rsidRPr="00937303">
        <w:rPr>
          <w:rFonts w:asciiTheme="majorHAnsi" w:hAnsiTheme="majorHAnsi" w:cs="ArialNarrow"/>
          <w:sz w:val="18"/>
          <w:szCs w:val="18"/>
        </w:rPr>
        <w:t xml:space="preserve"> provede svoji část prací osobně a nepřevede ji na dalšího</w:t>
      </w:r>
      <w:r>
        <w:rPr>
          <w:rFonts w:asciiTheme="majorHAnsi" w:hAnsiTheme="majorHAnsi" w:cs="ArialNarrow"/>
          <w:sz w:val="18"/>
          <w:szCs w:val="18"/>
        </w:rPr>
        <w:t xml:space="preserve">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w:t>
      </w:r>
      <w:proofErr w:type="spellEnd"/>
      <w:r w:rsidRPr="00937303">
        <w:rPr>
          <w:rFonts w:asciiTheme="majorHAnsi" w:hAnsiTheme="majorHAnsi" w:cs="ArialNarrow"/>
          <w:sz w:val="18"/>
          <w:szCs w:val="18"/>
        </w:rPr>
        <w:t>.</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proofErr w:type="spellStart"/>
      <w:r w:rsidR="00937303">
        <w:rPr>
          <w:rFonts w:asciiTheme="majorHAnsi" w:hAnsiTheme="majorHAnsi"/>
          <w:sz w:val="18"/>
          <w:szCs w:val="18"/>
        </w:rPr>
        <w:t>P</w:t>
      </w:r>
      <w:r w:rsidRPr="00937303">
        <w:rPr>
          <w:rFonts w:asciiTheme="majorHAnsi" w:hAnsiTheme="majorHAnsi"/>
          <w:sz w:val="18"/>
          <w:szCs w:val="18"/>
        </w:rPr>
        <w:t>odzhotovitele</w:t>
      </w:r>
      <w:proofErr w:type="spellEnd"/>
      <w:r w:rsidRPr="00937303">
        <w:rPr>
          <w:rFonts w:asciiTheme="majorHAnsi" w:hAnsiTheme="majorHAnsi"/>
          <w:sz w:val="18"/>
          <w:szCs w:val="18"/>
        </w:rPr>
        <w:t xml:space="preserve"> osoby, které budou pouze dodávat materiál a/nebo zařízení nebo poskytovat služby, jejichž součástí není provádění vlastních prací na Díle.</w:t>
      </w:r>
    </w:p>
    <w:p w14:paraId="4FD5638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48577BA5" w14:textId="77777777" w:rsidR="00857A77" w:rsidRDefault="00857A77" w:rsidP="00150E39">
      <w:pPr>
        <w:pStyle w:val="PNTextzkladn"/>
      </w:pPr>
      <w:bookmarkStart w:id="4" w:name="_Hlk168560732"/>
      <w:r w:rsidRPr="00857A77">
        <w:t>Za speciální činnosti a zařízení se považuj</w:t>
      </w:r>
      <w:r>
        <w:t>í:</w:t>
      </w:r>
    </w:p>
    <w:p w14:paraId="1F9CF0B1" w14:textId="6D4D3EC6" w:rsidR="00857A77" w:rsidRPr="007B4399" w:rsidRDefault="00CE4286" w:rsidP="00CE4286">
      <w:pPr>
        <w:pStyle w:val="PNTextPoznmkazelen"/>
        <w:rPr>
          <w:i w:val="0"/>
          <w:color w:val="auto"/>
        </w:rPr>
      </w:pPr>
      <w:r w:rsidRPr="00457EE1">
        <w:rPr>
          <w:b/>
          <w:i w:val="0"/>
          <w:color w:val="auto"/>
        </w:rPr>
        <w:t>broušení kolejí a výhybek</w:t>
      </w:r>
      <w:r w:rsidRPr="007B4399">
        <w:rPr>
          <w:i w:val="0"/>
          <w:color w:val="auto"/>
        </w:rPr>
        <w:t xml:space="preserve"> na následujících SO</w:t>
      </w:r>
      <w:r w:rsidR="007B4399" w:rsidRPr="007B4399">
        <w:rPr>
          <w:i w:val="0"/>
          <w:color w:val="auto"/>
        </w:rPr>
        <w:t>:</w:t>
      </w:r>
    </w:p>
    <w:p w14:paraId="772E3E85"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18-10-01 Úsek </w:t>
      </w:r>
      <w:proofErr w:type="spellStart"/>
      <w:r w:rsidRPr="007B4399">
        <w:rPr>
          <w:sz w:val="18"/>
        </w:rPr>
        <w:t>Odb</w:t>
      </w:r>
      <w:proofErr w:type="spellEnd"/>
      <w:r w:rsidRPr="007B4399">
        <w:rPr>
          <w:sz w:val="18"/>
        </w:rPr>
        <w:t xml:space="preserve">. </w:t>
      </w:r>
      <w:proofErr w:type="spellStart"/>
      <w:proofErr w:type="gramStart"/>
      <w:r w:rsidRPr="007B4399">
        <w:rPr>
          <w:sz w:val="18"/>
        </w:rPr>
        <w:t>Zádulka</w:t>
      </w:r>
      <w:proofErr w:type="spellEnd"/>
      <w:r w:rsidRPr="007B4399">
        <w:rPr>
          <w:sz w:val="18"/>
        </w:rPr>
        <w:t xml:space="preserve"> - vjezdové</w:t>
      </w:r>
      <w:proofErr w:type="gramEnd"/>
      <w:r w:rsidRPr="007B4399">
        <w:rPr>
          <w:sz w:val="18"/>
        </w:rPr>
        <w:t xml:space="preserve"> nádraží, železniční svršek</w:t>
      </w:r>
    </w:p>
    <w:p w14:paraId="4421598B"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19-10-01 </w:t>
      </w:r>
      <w:proofErr w:type="spellStart"/>
      <w:r w:rsidRPr="007B4399">
        <w:rPr>
          <w:sz w:val="18"/>
        </w:rPr>
        <w:t>Žst</w:t>
      </w:r>
      <w:proofErr w:type="spellEnd"/>
      <w:r w:rsidRPr="007B4399">
        <w:rPr>
          <w:sz w:val="18"/>
        </w:rPr>
        <w:t>. Česká Třebová, vjezdová skupina, železniční svršek</w:t>
      </w:r>
    </w:p>
    <w:p w14:paraId="4E75129F"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24-10-01 </w:t>
      </w:r>
      <w:proofErr w:type="spellStart"/>
      <w:r w:rsidRPr="007B4399">
        <w:rPr>
          <w:sz w:val="18"/>
        </w:rPr>
        <w:t>Žst</w:t>
      </w:r>
      <w:proofErr w:type="spellEnd"/>
      <w:r w:rsidRPr="007B4399">
        <w:rPr>
          <w:sz w:val="18"/>
        </w:rPr>
        <w:t xml:space="preserve">. </w:t>
      </w:r>
      <w:proofErr w:type="spellStart"/>
      <w:r w:rsidRPr="007B4399">
        <w:rPr>
          <w:sz w:val="18"/>
        </w:rPr>
        <w:t>Č.Třebová</w:t>
      </w:r>
      <w:proofErr w:type="spellEnd"/>
      <w:r w:rsidRPr="007B4399">
        <w:rPr>
          <w:sz w:val="18"/>
        </w:rPr>
        <w:t xml:space="preserve">, Osobní nádraží, olomoucké </w:t>
      </w:r>
      <w:proofErr w:type="spellStart"/>
      <w:r w:rsidRPr="007B4399">
        <w:rPr>
          <w:sz w:val="18"/>
        </w:rPr>
        <w:t>zhlaví</w:t>
      </w:r>
      <w:proofErr w:type="spellEnd"/>
      <w:r w:rsidRPr="007B4399">
        <w:rPr>
          <w:sz w:val="18"/>
        </w:rPr>
        <w:t>, železniční svršek</w:t>
      </w:r>
    </w:p>
    <w:p w14:paraId="7C583187"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24-10-02 </w:t>
      </w:r>
      <w:proofErr w:type="spellStart"/>
      <w:r w:rsidRPr="007B4399">
        <w:rPr>
          <w:sz w:val="18"/>
        </w:rPr>
        <w:t>Žst</w:t>
      </w:r>
      <w:proofErr w:type="spellEnd"/>
      <w:r w:rsidRPr="007B4399">
        <w:rPr>
          <w:sz w:val="18"/>
        </w:rPr>
        <w:t xml:space="preserve">. </w:t>
      </w:r>
      <w:proofErr w:type="spellStart"/>
      <w:r w:rsidRPr="007B4399">
        <w:rPr>
          <w:sz w:val="18"/>
        </w:rPr>
        <w:t>Č.Třebová</w:t>
      </w:r>
      <w:proofErr w:type="spellEnd"/>
      <w:r w:rsidRPr="007B4399">
        <w:rPr>
          <w:sz w:val="18"/>
        </w:rPr>
        <w:t xml:space="preserve">, Osobní nádraží, pražské </w:t>
      </w:r>
      <w:proofErr w:type="spellStart"/>
      <w:r w:rsidRPr="007B4399">
        <w:rPr>
          <w:sz w:val="18"/>
        </w:rPr>
        <w:t>zhlaví</w:t>
      </w:r>
      <w:proofErr w:type="spellEnd"/>
      <w:r w:rsidRPr="007B4399">
        <w:rPr>
          <w:sz w:val="18"/>
        </w:rPr>
        <w:t>, železniční svršek</w:t>
      </w:r>
    </w:p>
    <w:p w14:paraId="5E710B17"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25-10-01 </w:t>
      </w:r>
      <w:proofErr w:type="spellStart"/>
      <w:r w:rsidRPr="007B4399">
        <w:rPr>
          <w:sz w:val="18"/>
        </w:rPr>
        <w:t>Žst</w:t>
      </w:r>
      <w:proofErr w:type="spellEnd"/>
      <w:r w:rsidRPr="007B4399">
        <w:rPr>
          <w:sz w:val="18"/>
        </w:rPr>
        <w:t xml:space="preserve">. </w:t>
      </w:r>
      <w:proofErr w:type="spellStart"/>
      <w:r w:rsidRPr="007B4399">
        <w:rPr>
          <w:sz w:val="18"/>
        </w:rPr>
        <w:t>Č.Třebová</w:t>
      </w:r>
      <w:proofErr w:type="spellEnd"/>
      <w:r w:rsidRPr="007B4399">
        <w:rPr>
          <w:sz w:val="18"/>
        </w:rPr>
        <w:t xml:space="preserve">, odjezdová skupina, olomoucké </w:t>
      </w:r>
      <w:proofErr w:type="spellStart"/>
      <w:r w:rsidRPr="007B4399">
        <w:rPr>
          <w:sz w:val="18"/>
        </w:rPr>
        <w:t>zhlaví</w:t>
      </w:r>
      <w:proofErr w:type="spellEnd"/>
      <w:r w:rsidRPr="007B4399">
        <w:rPr>
          <w:sz w:val="18"/>
        </w:rPr>
        <w:t>, železniční svršek</w:t>
      </w:r>
    </w:p>
    <w:p w14:paraId="31C365B8" w14:textId="77777777" w:rsidR="007B4399" w:rsidRPr="007B4399" w:rsidRDefault="007B4399" w:rsidP="007B4399">
      <w:pPr>
        <w:numPr>
          <w:ilvl w:val="0"/>
          <w:numId w:val="13"/>
        </w:numPr>
        <w:spacing w:after="120" w:line="264" w:lineRule="auto"/>
        <w:ind w:left="426"/>
        <w:jc w:val="both"/>
        <w:rPr>
          <w:sz w:val="18"/>
        </w:rPr>
      </w:pPr>
      <w:r w:rsidRPr="007B4399">
        <w:rPr>
          <w:sz w:val="18"/>
        </w:rPr>
        <w:t xml:space="preserve">SO 25-10-02 </w:t>
      </w:r>
      <w:proofErr w:type="spellStart"/>
      <w:r w:rsidRPr="007B4399">
        <w:rPr>
          <w:sz w:val="18"/>
        </w:rPr>
        <w:t>Žst</w:t>
      </w:r>
      <w:proofErr w:type="spellEnd"/>
      <w:r w:rsidRPr="007B4399">
        <w:rPr>
          <w:sz w:val="18"/>
        </w:rPr>
        <w:t xml:space="preserve">. </w:t>
      </w:r>
      <w:proofErr w:type="spellStart"/>
      <w:r w:rsidRPr="007B4399">
        <w:rPr>
          <w:sz w:val="18"/>
        </w:rPr>
        <w:t>Č.Třebová</w:t>
      </w:r>
      <w:proofErr w:type="spellEnd"/>
      <w:r w:rsidRPr="007B4399">
        <w:rPr>
          <w:sz w:val="18"/>
        </w:rPr>
        <w:t xml:space="preserve">, odjezdová skupina, pražské </w:t>
      </w:r>
      <w:proofErr w:type="spellStart"/>
      <w:r w:rsidRPr="007B4399">
        <w:rPr>
          <w:sz w:val="18"/>
        </w:rPr>
        <w:t>zhlaví</w:t>
      </w:r>
      <w:proofErr w:type="spellEnd"/>
      <w:r w:rsidRPr="007B4399">
        <w:rPr>
          <w:sz w:val="18"/>
        </w:rPr>
        <w:t>, železniční svršek</w:t>
      </w:r>
    </w:p>
    <w:p w14:paraId="476E1609" w14:textId="77777777" w:rsidR="007B4399" w:rsidRDefault="007B4399" w:rsidP="00CE4286">
      <w:pPr>
        <w:pStyle w:val="PNTextPoznmkazelen"/>
      </w:pPr>
    </w:p>
    <w:bookmarkEnd w:id="4"/>
    <w:p w14:paraId="62CA76E3" w14:textId="77777777" w:rsidR="00C96E7C" w:rsidRPr="009C1450" w:rsidRDefault="00C96E7C" w:rsidP="00150E39">
      <w:pPr>
        <w:pStyle w:val="PNNadpis10bPod-l111"/>
      </w:pPr>
      <w:r w:rsidRPr="009B641A">
        <w:t>4.</w:t>
      </w:r>
      <w:r w:rsidRPr="009C1450">
        <w:t>27</w:t>
      </w:r>
      <w:r w:rsidR="00150E39">
        <w:tab/>
      </w:r>
      <w:r w:rsidRPr="00AD62C8">
        <w:t>Smluvní pokuta</w:t>
      </w:r>
    </w:p>
    <w:p w14:paraId="0C3FD256" w14:textId="77777777" w:rsidR="00C96E7C" w:rsidRDefault="00C96E7C" w:rsidP="005D168C">
      <w:pPr>
        <w:pStyle w:val="PNTextzkladn"/>
      </w:pPr>
      <w:r w:rsidRPr="00071A0E">
        <w:t>Výše smluvní pokuty dle jednotlivých</w:t>
      </w:r>
      <w:r>
        <w:t xml:space="preserve"> ustanovení Smluvních podmínek činí:</w:t>
      </w:r>
    </w:p>
    <w:p w14:paraId="0774E7FD" w14:textId="77777777" w:rsidR="00C96E7C" w:rsidRPr="00CF609C" w:rsidRDefault="00C96E7C" w:rsidP="00CF609C">
      <w:pPr>
        <w:pStyle w:val="PNNadpis9b-tun"/>
        <w:rPr>
          <w:rStyle w:val="Tun-ZRUIT"/>
        </w:rPr>
      </w:pPr>
      <w:r w:rsidRPr="00CF609C">
        <w:rPr>
          <w:rStyle w:val="Tun-ZRUIT"/>
        </w:rPr>
        <w:t>Pod-článek 4.27 (a)</w:t>
      </w:r>
    </w:p>
    <w:p w14:paraId="2AF497F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476F4BE" w14:textId="77777777" w:rsidR="00C96E7C" w:rsidRPr="00CF609C" w:rsidRDefault="00C96E7C" w:rsidP="00CF609C">
      <w:pPr>
        <w:pStyle w:val="PNNadpis9b-tun"/>
      </w:pPr>
      <w:r w:rsidRPr="00CF609C">
        <w:t>Pod-článek 4.27 (b)</w:t>
      </w:r>
    </w:p>
    <w:p w14:paraId="6297C2DC"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31B67B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D667945"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F474945" w14:textId="77777777" w:rsidR="00C96E7C" w:rsidRPr="00CF609C" w:rsidRDefault="00C96E7C" w:rsidP="00CF609C">
      <w:pPr>
        <w:pStyle w:val="PNNadpis9b-tun"/>
      </w:pPr>
      <w:r w:rsidRPr="00CF609C">
        <w:t>Pod-článek 4.27 (c)</w:t>
      </w:r>
    </w:p>
    <w:p w14:paraId="4CD2C9FC" w14:textId="77777777" w:rsidR="00C96E7C" w:rsidRPr="00CF609C" w:rsidRDefault="00C96E7C" w:rsidP="00CF609C">
      <w:pPr>
        <w:pStyle w:val="PNTextzkladn"/>
      </w:pPr>
      <w:r w:rsidRPr="00CF609C">
        <w:t>Zhotovitel je povinen uhradit smluvní pokutu ve výši 10 000 Kč za každé porušení povinnosti.</w:t>
      </w:r>
    </w:p>
    <w:p w14:paraId="4D9BB44B" w14:textId="77777777" w:rsidR="00C96E7C" w:rsidRPr="00CF609C" w:rsidRDefault="00C96E7C" w:rsidP="00CF609C">
      <w:pPr>
        <w:pStyle w:val="PNNadpis9b-tun"/>
      </w:pPr>
      <w:r w:rsidRPr="00CF609C">
        <w:t>Pod-článek 4.27 (d)</w:t>
      </w:r>
    </w:p>
    <w:p w14:paraId="696082BA"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83FF79"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0ECA000"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0C2C7B7" w14:textId="77777777" w:rsidR="00C96E7C" w:rsidRPr="00CF609C" w:rsidRDefault="00C96E7C" w:rsidP="00CF609C">
      <w:pPr>
        <w:pStyle w:val="PNNadpis9b-tun"/>
      </w:pPr>
      <w:r w:rsidRPr="00CF609C">
        <w:t>Pod-článek 4.27 (f)</w:t>
      </w:r>
    </w:p>
    <w:p w14:paraId="1B74754D"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DC4C454" w14:textId="77777777" w:rsidR="00C96E7C" w:rsidRPr="00CF609C" w:rsidRDefault="00C96E7C" w:rsidP="00CF609C">
      <w:pPr>
        <w:pStyle w:val="PNNadpis9b-tun"/>
      </w:pPr>
      <w:r w:rsidRPr="00CF609C">
        <w:t>Pod-článek 4.27 (g)</w:t>
      </w:r>
    </w:p>
    <w:p w14:paraId="60ACB94C"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D4D749F" w14:textId="77777777" w:rsidR="00C96E7C" w:rsidRPr="00CF609C" w:rsidRDefault="00C96E7C" w:rsidP="00CF609C">
      <w:pPr>
        <w:pStyle w:val="PNNadpis9b-tun"/>
      </w:pPr>
      <w:r w:rsidRPr="00CF609C">
        <w:t>Pod-článek 4.27 (h)</w:t>
      </w:r>
    </w:p>
    <w:p w14:paraId="7F7FD3B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5E94EFE" w14:textId="77777777" w:rsidR="00C96E7C" w:rsidRPr="00CF609C" w:rsidRDefault="00C96E7C" w:rsidP="00CF609C">
      <w:pPr>
        <w:pStyle w:val="PNNadpis9b-tun"/>
      </w:pPr>
      <w:r w:rsidRPr="00CF609C">
        <w:t>Pod-článek 4.27 (i)</w:t>
      </w:r>
    </w:p>
    <w:p w14:paraId="428865E0"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5B92908" w14:textId="77777777" w:rsidR="00C96E7C" w:rsidRPr="00CF609C" w:rsidRDefault="00C96E7C" w:rsidP="00CF609C">
      <w:pPr>
        <w:pStyle w:val="PNNadpis9b-tun"/>
      </w:pPr>
      <w:r w:rsidRPr="00CF609C">
        <w:t>Pod-článek 4.27(j)</w:t>
      </w:r>
    </w:p>
    <w:p w14:paraId="2B67C58A"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7120A5C" w14:textId="77777777" w:rsidR="00C96E7C" w:rsidRPr="00CF609C" w:rsidRDefault="00C96E7C" w:rsidP="00CF609C">
      <w:pPr>
        <w:pStyle w:val="PNNadpis9b-tun"/>
      </w:pPr>
      <w:r w:rsidRPr="00CF609C">
        <w:lastRenderedPageBreak/>
        <w:t>Pod-článek 4.27 (k)</w:t>
      </w:r>
    </w:p>
    <w:p w14:paraId="1A24535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E9E54B2" w14:textId="77777777" w:rsidR="00C96E7C" w:rsidRPr="00CF609C" w:rsidRDefault="00C96E7C" w:rsidP="00CF609C">
      <w:pPr>
        <w:pStyle w:val="PNNadpis9b-tun"/>
      </w:pPr>
      <w:r w:rsidRPr="00CF609C">
        <w:t>Pod-článek 4.27 (l)</w:t>
      </w:r>
    </w:p>
    <w:p w14:paraId="1B2428E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542D41A" w14:textId="77777777" w:rsidR="00C96E7C" w:rsidRPr="00CF609C" w:rsidRDefault="00C96E7C" w:rsidP="00CF609C">
      <w:pPr>
        <w:pStyle w:val="PNNadpis9b-tun"/>
      </w:pPr>
      <w:r w:rsidRPr="00CF609C">
        <w:t>Pod-článek 4.27 (m)</w:t>
      </w:r>
    </w:p>
    <w:p w14:paraId="7FCFD8A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3B6D455" w14:textId="77777777" w:rsidR="00C96E7C" w:rsidRPr="00CF609C" w:rsidRDefault="00C96E7C" w:rsidP="00CF609C">
      <w:pPr>
        <w:pStyle w:val="PNNadpis9b-tun"/>
      </w:pPr>
      <w:proofErr w:type="gramStart"/>
      <w:r w:rsidRPr="00CF609C">
        <w:t>Pod- článek</w:t>
      </w:r>
      <w:proofErr w:type="gramEnd"/>
      <w:r w:rsidRPr="00CF609C">
        <w:t xml:space="preserve"> 4.27 (n)</w:t>
      </w:r>
    </w:p>
    <w:p w14:paraId="77FCA91A"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2F03DB0" w14:textId="77777777" w:rsidR="00C96E7C" w:rsidRPr="00CF609C" w:rsidRDefault="00C96E7C" w:rsidP="00CF609C">
      <w:pPr>
        <w:pStyle w:val="PNNadpis9b-tun"/>
      </w:pPr>
      <w:r w:rsidRPr="00CF609C">
        <w:t>Pod-článek 4.27 (o)</w:t>
      </w:r>
    </w:p>
    <w:p w14:paraId="457B4A8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5E5E7DE" w14:textId="77777777" w:rsidR="00C96E7C" w:rsidRPr="00CF609C" w:rsidRDefault="00C96E7C" w:rsidP="00CF609C">
      <w:pPr>
        <w:pStyle w:val="PNNadpis9b-tun"/>
      </w:pPr>
      <w:r w:rsidRPr="00CF609C">
        <w:t>Pod-článek 4.27 (p)</w:t>
      </w:r>
    </w:p>
    <w:p w14:paraId="7FFD018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8311FCB" w14:textId="77777777" w:rsidR="00C96E7C" w:rsidRPr="00CF609C" w:rsidRDefault="00C96E7C" w:rsidP="00CF609C">
      <w:pPr>
        <w:pStyle w:val="PNNadpis9b-tun"/>
      </w:pPr>
      <w:r w:rsidRPr="00CF609C">
        <w:t xml:space="preserve">Pod-článek 4.27 (q) </w:t>
      </w:r>
    </w:p>
    <w:p w14:paraId="7F9D709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5F5DD8C" w14:textId="77777777" w:rsidR="00C96E7C" w:rsidRPr="00CF609C" w:rsidRDefault="00C96E7C" w:rsidP="00CF609C">
      <w:pPr>
        <w:pStyle w:val="PNNadpis9b-tun"/>
      </w:pPr>
      <w:r w:rsidRPr="00CF609C">
        <w:t>Pod-článek 4.27 (r)</w:t>
      </w:r>
    </w:p>
    <w:p w14:paraId="54412BC9"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3399562" w14:textId="77777777" w:rsidR="00C45177" w:rsidRPr="00CF609C" w:rsidRDefault="00C45177" w:rsidP="00CF609C">
      <w:pPr>
        <w:pStyle w:val="PNNadpis9b-tun"/>
      </w:pPr>
      <w:r w:rsidRPr="00CF609C">
        <w:t>Pod-článek 4.27 (s)</w:t>
      </w:r>
    </w:p>
    <w:p w14:paraId="3324C8D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253A8E38" w14:textId="77777777" w:rsidR="001927B4" w:rsidRPr="00CF609C" w:rsidRDefault="001927B4" w:rsidP="00CF609C">
      <w:pPr>
        <w:pStyle w:val="PNNadpis9b-tun"/>
      </w:pPr>
      <w:r w:rsidRPr="00CF609C">
        <w:t>Pod-článek 4.27 (t)</w:t>
      </w:r>
    </w:p>
    <w:p w14:paraId="526EBC3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7D370A20" w14:textId="77777777" w:rsidR="001927B4" w:rsidRPr="00CF609C" w:rsidRDefault="001927B4" w:rsidP="00CF609C">
      <w:pPr>
        <w:pStyle w:val="PNNadpis9b-tun"/>
      </w:pPr>
      <w:r w:rsidRPr="00CF609C">
        <w:t>Pod-článek 4.27 (u)</w:t>
      </w:r>
    </w:p>
    <w:p w14:paraId="438C7BC4" w14:textId="77777777" w:rsidR="001927B4" w:rsidRPr="00CF609C" w:rsidRDefault="001927B4" w:rsidP="00CF609C">
      <w:pPr>
        <w:pStyle w:val="PNTextzkladn"/>
      </w:pPr>
      <w:r w:rsidRPr="00CF609C">
        <w:t>Zhotovitel je povinen uhradit smluvní pokutu:</w:t>
      </w:r>
    </w:p>
    <w:p w14:paraId="7F74D7B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0841BD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72DB05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ED30F9D"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220AC63D" w14:textId="77777777" w:rsidR="001927B4" w:rsidRPr="00CF609C" w:rsidRDefault="001927B4" w:rsidP="00CF609C">
      <w:pPr>
        <w:pStyle w:val="PNNadpis9b-tun"/>
      </w:pPr>
      <w:r w:rsidRPr="00CF609C">
        <w:lastRenderedPageBreak/>
        <w:t>Pod-článek 4.27 (v)</w:t>
      </w:r>
    </w:p>
    <w:p w14:paraId="1263E196"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CD1FFA7" w14:textId="77777777" w:rsidR="001927B4" w:rsidRPr="00CF609C" w:rsidRDefault="001927B4" w:rsidP="00D42C7E">
      <w:pPr>
        <w:pStyle w:val="PNNadpis9b-tun"/>
      </w:pPr>
      <w:r w:rsidRPr="00CF609C">
        <w:t>Pod-článek 4.27 (w)</w:t>
      </w:r>
    </w:p>
    <w:p w14:paraId="3F495A1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7C114B6A" w14:textId="77777777" w:rsidR="001927B4" w:rsidRPr="00CF609C" w:rsidRDefault="001927B4" w:rsidP="00CF609C">
      <w:pPr>
        <w:pStyle w:val="PNNadpis9b-tun"/>
      </w:pPr>
      <w:r w:rsidRPr="00CF609C">
        <w:t>Pod-článek 4.27 (x)</w:t>
      </w:r>
    </w:p>
    <w:p w14:paraId="3E870A68"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DA71D02" w14:textId="77777777" w:rsidR="00C96E7C" w:rsidRDefault="00C96E7C" w:rsidP="00150E39">
      <w:pPr>
        <w:pStyle w:val="PNNadpis10bPod-l111"/>
      </w:pPr>
      <w:r>
        <w:t>4.27</w:t>
      </w:r>
      <w:r w:rsidR="00150E39">
        <w:tab/>
      </w:r>
      <w:r>
        <w:t>Maximální celková výše smluvních pokut</w:t>
      </w:r>
    </w:p>
    <w:p w14:paraId="6F10BEC6"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073A518" w14:textId="77777777" w:rsidR="00C96E7C" w:rsidRDefault="00C96E7C" w:rsidP="00150E39">
      <w:pPr>
        <w:pStyle w:val="PNNadpis10bPod-l111"/>
      </w:pPr>
      <w:bookmarkStart w:id="5" w:name="_GoBack"/>
      <w:r>
        <w:t>4.28</w:t>
      </w:r>
      <w:r w:rsidR="00150E39">
        <w:tab/>
      </w:r>
      <w:r>
        <w:t>Postupné závazné milníky</w:t>
      </w:r>
    </w:p>
    <w:p w14:paraId="1F916A9A"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bookmarkEnd w:id="5"/>
    </w:p>
    <w:p w14:paraId="28B36A8B"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60B0CBF"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70F4C257"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8D08454" w14:textId="77777777" w:rsidR="00C96E7C" w:rsidRDefault="00C96E7C" w:rsidP="005D168C">
      <w:pPr>
        <w:pStyle w:val="PNTextzkladn"/>
      </w:pPr>
      <w:r w:rsidRPr="00243CE7">
        <w:t xml:space="preserve">Zhotovitel je povinen dokončit celé Dílo včetně příslušné dokumentace dle </w:t>
      </w:r>
      <w:r w:rsidR="004A00B4" w:rsidRPr="00243CE7">
        <w:t>P</w:t>
      </w:r>
      <w:r w:rsidRPr="00243CE7">
        <w:t>od-článku 7.9 do</w:t>
      </w:r>
      <w:r w:rsidR="00204751" w:rsidRPr="00243CE7">
        <w:t> </w:t>
      </w:r>
      <w:r w:rsidR="00243CE7" w:rsidRPr="00243CE7">
        <w:rPr>
          <w:b/>
        </w:rPr>
        <w:t>90 měsíců</w:t>
      </w:r>
      <w:r w:rsidRPr="00243CE7">
        <w:rPr>
          <w:b/>
        </w:rPr>
        <w:t xml:space="preserve"> </w:t>
      </w:r>
      <w:r w:rsidRPr="00243CE7">
        <w:t>od</w:t>
      </w:r>
      <w:r>
        <w:t xml:space="preserve"> Data zahájení prací.</w:t>
      </w:r>
    </w:p>
    <w:p w14:paraId="72718D1D"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093F8275" w14:textId="77777777" w:rsidR="00C96E7C" w:rsidRDefault="00C96E7C" w:rsidP="005D168C">
      <w:pPr>
        <w:pStyle w:val="PNTextzkladn"/>
      </w:pPr>
      <w:r w:rsidRPr="00CD6476">
        <w:t xml:space="preserve">Zhotovitel je povinen dokončit </w:t>
      </w:r>
      <w:r w:rsidR="00DD0A5F" w:rsidRPr="00243CE7">
        <w:t>Sekci 1 stavební</w:t>
      </w:r>
      <w:r w:rsidR="00582C15" w:rsidRPr="00243CE7">
        <w:t xml:space="preserve"> v </w:t>
      </w:r>
      <w:r w:rsidRPr="00243CE7">
        <w:t xml:space="preserve">rozsahu nezbytném pro účely uvedení Sekce </w:t>
      </w:r>
      <w:r w:rsidR="00DD0A5F" w:rsidRPr="00243CE7">
        <w:t xml:space="preserve">1 stavební </w:t>
      </w:r>
      <w:r w:rsidRPr="00243CE7">
        <w:t>do provozu</w:t>
      </w:r>
      <w:r w:rsidR="00DD0A5F" w:rsidRPr="00243CE7">
        <w:t>/zkušebního provozu</w:t>
      </w:r>
      <w:r w:rsidRPr="00243CE7">
        <w:t xml:space="preserve"> za podmínek zákona</w:t>
      </w:r>
      <w:r w:rsidR="009B5FEE" w:rsidRPr="00243CE7">
        <w:t xml:space="preserve"> č. 283/2021 Sb. Stavební zákon,</w:t>
      </w:r>
      <w:r w:rsidR="009B5FEE" w:rsidRPr="00287786">
        <w:t xml:space="preserve">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243CE7" w:rsidRPr="00243CE7">
        <w:rPr>
          <w:b/>
        </w:rPr>
        <w:t>84</w:t>
      </w:r>
      <w:r w:rsidRPr="00243CE7">
        <w:rPr>
          <w:b/>
        </w:rPr>
        <w:t xml:space="preserve"> měsíců</w:t>
      </w:r>
      <w:r>
        <w:t xml:space="preserve"> </w:t>
      </w:r>
      <w:r w:rsidRPr="00DD0A5F">
        <w:t>od Data zahájení prací</w:t>
      </w:r>
      <w:r>
        <w:t>.</w:t>
      </w:r>
    </w:p>
    <w:p w14:paraId="647C6BCA" w14:textId="77777777" w:rsidR="0046368B" w:rsidRDefault="0046368B" w:rsidP="0046368B">
      <w:pPr>
        <w:pStyle w:val="PNNadpis10bPod-l111"/>
      </w:pPr>
      <w:r>
        <w:t xml:space="preserve">8.3 </w:t>
      </w:r>
      <w:r>
        <w:tab/>
        <w:t>Harmonogram</w:t>
      </w:r>
    </w:p>
    <w:p w14:paraId="14400172" w14:textId="77777777" w:rsidR="0046368B" w:rsidRPr="001F4C4A" w:rsidRDefault="0046368B" w:rsidP="0046368B">
      <w:pPr>
        <w:pStyle w:val="PNTextzkladn"/>
      </w:pPr>
      <w:r>
        <w:t>V první větě se odstraňuje text „obsažený v nabídce“.</w:t>
      </w:r>
    </w:p>
    <w:p w14:paraId="76843CD1" w14:textId="77777777" w:rsidR="000D5A97" w:rsidRDefault="000D5A97" w:rsidP="00150E39">
      <w:pPr>
        <w:pStyle w:val="PNNadpis10bPod-l111"/>
      </w:pPr>
      <w:r>
        <w:t xml:space="preserve">8.7 </w:t>
      </w:r>
      <w:r>
        <w:tab/>
        <w:t>Smluvní pokuta za zpoždění</w:t>
      </w:r>
    </w:p>
    <w:p w14:paraId="4A1E05ED" w14:textId="77777777" w:rsidR="00C96E7C" w:rsidRDefault="00C96E7C" w:rsidP="000D5A97">
      <w:pPr>
        <w:pStyle w:val="PNNadpis9b-tun"/>
      </w:pPr>
      <w:r>
        <w:t>Náhrada škody za zpoždění</w:t>
      </w:r>
    </w:p>
    <w:p w14:paraId="7CD6336E"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07FF71A" w14:textId="77777777" w:rsidR="00C96E7C" w:rsidRDefault="00C96E7C" w:rsidP="000D5A97">
      <w:pPr>
        <w:pStyle w:val="PNNadpis9b-tun"/>
      </w:pPr>
      <w:r>
        <w:t>Maximální částka náhrady škody za zpoždění</w:t>
      </w:r>
    </w:p>
    <w:p w14:paraId="083768E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0C03232" w14:textId="77777777" w:rsidR="00C96E7C" w:rsidRDefault="00C96E7C" w:rsidP="00150E39">
      <w:pPr>
        <w:pStyle w:val="PNNadpis10bPod-l111"/>
      </w:pPr>
      <w:r>
        <w:t>11.1</w:t>
      </w:r>
      <w:r w:rsidR="00150E39">
        <w:tab/>
      </w:r>
      <w:r>
        <w:t>Délka záruční doby</w:t>
      </w:r>
    </w:p>
    <w:p w14:paraId="78527E8E"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FCDF7FD" w14:textId="77777777" w:rsidR="00C96E7C" w:rsidRDefault="00C96E7C" w:rsidP="00150E39">
      <w:pPr>
        <w:pStyle w:val="PNNadpis10bPod-l111"/>
      </w:pPr>
      <w:r>
        <w:lastRenderedPageBreak/>
        <w:t xml:space="preserve">13.1 </w:t>
      </w:r>
      <w:r w:rsidR="00B81113">
        <w:tab/>
      </w:r>
      <w:r>
        <w:t xml:space="preserve">Právo na variaci </w:t>
      </w:r>
    </w:p>
    <w:p w14:paraId="6BAF55B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077244B" w14:textId="77777777" w:rsidR="00C96E7C" w:rsidRDefault="00C96E7C" w:rsidP="00D42C7E">
      <w:pPr>
        <w:pStyle w:val="PNNadpis10bPod-l111"/>
      </w:pPr>
      <w:r>
        <w:t xml:space="preserve">13.5 </w:t>
      </w:r>
      <w:r w:rsidR="00B81113">
        <w:tab/>
      </w:r>
      <w:r>
        <w:t>Podmíněné obnosy</w:t>
      </w:r>
    </w:p>
    <w:p w14:paraId="35B825B1" w14:textId="77777777" w:rsidR="00C96E7C" w:rsidRPr="00D42C7E" w:rsidRDefault="00C96E7C" w:rsidP="00D42C7E">
      <w:pPr>
        <w:pStyle w:val="PNTextzkladn"/>
      </w:pPr>
      <w:r w:rsidRPr="00D42C7E">
        <w:t>Podmíněné obnosy poskytnuty nebudou.</w:t>
      </w:r>
    </w:p>
    <w:p w14:paraId="748AC5F9"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AD9D706"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21AB481" w14:textId="77777777" w:rsidR="00C96E7C" w:rsidRDefault="00C96E7C" w:rsidP="00D42C7E">
      <w:pPr>
        <w:pStyle w:val="PNNadpis10bPod-l111"/>
      </w:pPr>
      <w:r>
        <w:t>14.2</w:t>
      </w:r>
      <w:r w:rsidR="00D42C7E">
        <w:t xml:space="preserve"> </w:t>
      </w:r>
      <w:r w:rsidR="00D42C7E">
        <w:tab/>
      </w:r>
      <w:r>
        <w:t xml:space="preserve">Zálohová platba </w:t>
      </w:r>
    </w:p>
    <w:p w14:paraId="358BA2F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8F79900"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243CE7">
        <w:t xml:space="preserve">rovnající se </w:t>
      </w:r>
      <w:r w:rsidR="00243CE7" w:rsidRPr="00243CE7">
        <w:t>20</w:t>
      </w:r>
      <w:r w:rsidRPr="00243CE7">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DB5627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128FB51F"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E240EB9"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855AC58"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9C17D5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EF2567D"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1ECB1C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06C29BC" w14:textId="77777777" w:rsidR="00C96E7C" w:rsidRDefault="00C96E7C" w:rsidP="00D42C7E">
      <w:pPr>
        <w:pStyle w:val="PNOdstavecsl1a"/>
      </w:pPr>
      <w:r>
        <w:t>V případě:</w:t>
      </w:r>
    </w:p>
    <w:p w14:paraId="5089C4FF"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057513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0D3837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D67804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6B16DB9" w14:textId="77777777" w:rsidR="00C96E7C" w:rsidRDefault="00C96E7C" w:rsidP="00367EBA">
      <w:pPr>
        <w:pStyle w:val="PNTextzkladn"/>
      </w:pPr>
      <w:r w:rsidRPr="00367EBA">
        <w:t>Celkový součet požadovaných</w:t>
      </w:r>
      <w:r>
        <w:t xml:space="preserve"> zálohových plateb nesmí překročit Smluvní cenu. </w:t>
      </w:r>
    </w:p>
    <w:p w14:paraId="6FCB400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63651780" w14:textId="25415B45"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38436F2E"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železniční svršek (části, které nejsou dodávané objednatelem z CNM, např. výhybky, výhybkové pražce, drobné kolejivo);</w:t>
      </w:r>
    </w:p>
    <w:p w14:paraId="0E0CFDD9"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železniční spodek (např. izolační systémy, prefabrikované konstrukce nástupišť);</w:t>
      </w:r>
    </w:p>
    <w:p w14:paraId="237321E9"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proofErr w:type="spellStart"/>
      <w:r w:rsidRPr="007526D7">
        <w:rPr>
          <w:rFonts w:asciiTheme="minorHAnsi" w:hAnsiTheme="minorHAnsi"/>
          <w:iCs/>
          <w:sz w:val="18"/>
          <w:szCs w:val="18"/>
        </w:rPr>
        <w:t>kabelovody</w:t>
      </w:r>
      <w:proofErr w:type="spellEnd"/>
      <w:r w:rsidRPr="007526D7">
        <w:rPr>
          <w:rFonts w:asciiTheme="minorHAnsi" w:hAnsiTheme="minorHAnsi"/>
          <w:iCs/>
          <w:sz w:val="18"/>
          <w:szCs w:val="18"/>
        </w:rPr>
        <w:t xml:space="preserve"> (např. komponenty kabelových tras, multikanálové dílce, izolační systémy);</w:t>
      </w:r>
    </w:p>
    <w:p w14:paraId="12E8A457"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mosty, propustky a zdi (materiálové části objektů, např. ocelové výztužné prvky nosných konstrukcí, prefabrikované konstrukce, vybavení mostních objektů, izolační systémy);</w:t>
      </w:r>
    </w:p>
    <w:p w14:paraId="01F55608"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 xml:space="preserve">trakce (např. sloupy a stožáry TV, trolejové dráty, nosná lana, odpojovače, vodiče, </w:t>
      </w:r>
      <w:proofErr w:type="spellStart"/>
      <w:r w:rsidRPr="007526D7">
        <w:rPr>
          <w:rFonts w:asciiTheme="minorHAnsi" w:hAnsiTheme="minorHAnsi"/>
          <w:iCs/>
          <w:sz w:val="18"/>
          <w:szCs w:val="18"/>
        </w:rPr>
        <w:t>ukolejnění</w:t>
      </w:r>
      <w:proofErr w:type="spellEnd"/>
      <w:r w:rsidRPr="007526D7">
        <w:rPr>
          <w:rFonts w:asciiTheme="minorHAnsi" w:hAnsiTheme="minorHAnsi"/>
          <w:iCs/>
          <w:sz w:val="18"/>
          <w:szCs w:val="18"/>
        </w:rPr>
        <w:t>);</w:t>
      </w:r>
    </w:p>
    <w:p w14:paraId="3BF21BC4"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elektro (např. rozvaděče, měnírny, transformátory, kabelové vedení, komponenty DDTS, materiál pro elektrické rozvody, zařízení EOV);</w:t>
      </w:r>
    </w:p>
    <w:p w14:paraId="52200426"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 xml:space="preserve">zabezpečovací zařízení (např. skříně vnitřní výstroje elektronického stavědla, zařízení GTN, skříně DOZ, napájecí zdroje, elektromotorické přestavníky, návěstidla, venkovní výstroj KO a </w:t>
      </w:r>
      <w:proofErr w:type="spellStart"/>
      <w:r w:rsidRPr="007526D7">
        <w:rPr>
          <w:rFonts w:asciiTheme="minorHAnsi" w:hAnsiTheme="minorHAnsi"/>
          <w:iCs/>
          <w:sz w:val="18"/>
          <w:szCs w:val="18"/>
        </w:rPr>
        <w:t>PčN</w:t>
      </w:r>
      <w:proofErr w:type="spellEnd"/>
      <w:r w:rsidRPr="007526D7">
        <w:rPr>
          <w:rFonts w:asciiTheme="minorHAnsi" w:hAnsiTheme="minorHAnsi"/>
          <w:iCs/>
          <w:sz w:val="18"/>
          <w:szCs w:val="18"/>
        </w:rPr>
        <w:t>, kabelové vedení, snímače);</w:t>
      </w:r>
    </w:p>
    <w:p w14:paraId="314BFD66"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sdělovací zařízení (např. telefonní ústředny, rozhlasové ústředny, informační systémy, přenosový systém [</w:t>
      </w:r>
      <w:proofErr w:type="spellStart"/>
      <w:r w:rsidRPr="007526D7">
        <w:rPr>
          <w:rFonts w:asciiTheme="minorHAnsi" w:hAnsiTheme="minorHAnsi"/>
          <w:iCs/>
          <w:sz w:val="18"/>
          <w:szCs w:val="18"/>
        </w:rPr>
        <w:t>switche</w:t>
      </w:r>
      <w:proofErr w:type="spellEnd"/>
      <w:r w:rsidRPr="007526D7">
        <w:rPr>
          <w:rFonts w:asciiTheme="minorHAnsi" w:hAnsiTheme="minorHAnsi"/>
          <w:iCs/>
          <w:sz w:val="18"/>
          <w:szCs w:val="18"/>
        </w:rPr>
        <w:t xml:space="preserve">, </w:t>
      </w:r>
      <w:proofErr w:type="spellStart"/>
      <w:r w:rsidRPr="007526D7">
        <w:rPr>
          <w:rFonts w:asciiTheme="minorHAnsi" w:hAnsiTheme="minorHAnsi"/>
          <w:iCs/>
          <w:sz w:val="18"/>
          <w:szCs w:val="18"/>
        </w:rPr>
        <w:t>routery</w:t>
      </w:r>
      <w:proofErr w:type="spellEnd"/>
      <w:r w:rsidRPr="007526D7">
        <w:rPr>
          <w:rFonts w:asciiTheme="minorHAnsi" w:hAnsiTheme="minorHAnsi"/>
          <w:iCs/>
          <w:sz w:val="18"/>
          <w:szCs w:val="18"/>
        </w:rPr>
        <w:t>, převodníky], kamerový systém, ASHS, EZS, kabelové vedení);</w:t>
      </w:r>
    </w:p>
    <w:p w14:paraId="4B44F27E"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železní přejezdy (např. výstražníky, sloupky, konstrukce vozovky);</w:t>
      </w:r>
    </w:p>
    <w:p w14:paraId="2F17ADB5"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pozemní objekty (např. izolační systémy, materiál obvodových stěn, výplně otvorů, krytiny, vybavení objektů, klempířské konstrukce);</w:t>
      </w:r>
    </w:p>
    <w:p w14:paraId="3A6FBBBE" w14:textId="77777777" w:rsidR="007526D7" w:rsidRPr="007526D7"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 xml:space="preserve">protihlukové objekty (např. části PHS jako sloupky, výplně, klempířské konstrukce, </w:t>
      </w:r>
      <w:proofErr w:type="spellStart"/>
      <w:r w:rsidRPr="007526D7">
        <w:rPr>
          <w:rFonts w:asciiTheme="minorHAnsi" w:hAnsiTheme="minorHAnsi"/>
          <w:iCs/>
          <w:sz w:val="18"/>
          <w:szCs w:val="18"/>
        </w:rPr>
        <w:t>ukolejnění</w:t>
      </w:r>
      <w:proofErr w:type="spellEnd"/>
      <w:r w:rsidRPr="007526D7">
        <w:rPr>
          <w:rFonts w:asciiTheme="minorHAnsi" w:hAnsiTheme="minorHAnsi"/>
          <w:iCs/>
          <w:sz w:val="18"/>
          <w:szCs w:val="18"/>
        </w:rPr>
        <w:t>);</w:t>
      </w:r>
    </w:p>
    <w:p w14:paraId="6B822A55" w14:textId="77777777" w:rsidR="002756A8" w:rsidRDefault="007526D7" w:rsidP="007526D7">
      <w:pPr>
        <w:numPr>
          <w:ilvl w:val="0"/>
          <w:numId w:val="12"/>
        </w:numPr>
        <w:spacing w:after="120" w:line="264" w:lineRule="auto"/>
        <w:jc w:val="both"/>
        <w:rPr>
          <w:rFonts w:asciiTheme="minorHAnsi" w:hAnsiTheme="minorHAnsi"/>
          <w:iCs/>
          <w:sz w:val="18"/>
          <w:szCs w:val="18"/>
        </w:rPr>
      </w:pPr>
      <w:r w:rsidRPr="007526D7">
        <w:rPr>
          <w:rFonts w:asciiTheme="minorHAnsi" w:hAnsiTheme="minorHAnsi"/>
          <w:iCs/>
          <w:sz w:val="18"/>
          <w:szCs w:val="18"/>
        </w:rPr>
        <w:t>pozemní komunikace (např. části odvodnění, konstrukcí vrstvy, bezpečnostní prvky).</w:t>
      </w:r>
    </w:p>
    <w:p w14:paraId="7B9EF590" w14:textId="77777777" w:rsidR="002756A8" w:rsidRDefault="002756A8" w:rsidP="002756A8">
      <w:pPr>
        <w:spacing w:after="120" w:line="264" w:lineRule="auto"/>
        <w:ind w:left="720"/>
        <w:jc w:val="both"/>
        <w:rPr>
          <w:rFonts w:asciiTheme="minorHAnsi" w:eastAsia="Calibri" w:hAnsiTheme="minorHAnsi" w:cs="Calibri"/>
          <w:sz w:val="18"/>
          <w:szCs w:val="18"/>
        </w:rPr>
      </w:pPr>
    </w:p>
    <w:p w14:paraId="1C3F8ABA" w14:textId="77777777" w:rsidR="007526D7" w:rsidRPr="002756A8" w:rsidRDefault="007526D7" w:rsidP="002756A8">
      <w:pPr>
        <w:spacing w:after="120" w:line="264" w:lineRule="auto"/>
        <w:ind w:left="720"/>
        <w:jc w:val="both"/>
        <w:rPr>
          <w:rFonts w:asciiTheme="minorHAnsi" w:hAnsiTheme="minorHAnsi"/>
          <w:iCs/>
          <w:sz w:val="18"/>
          <w:szCs w:val="18"/>
        </w:rPr>
      </w:pPr>
      <w:r w:rsidRPr="002756A8">
        <w:rPr>
          <w:rFonts w:asciiTheme="minorHAnsi" w:eastAsia="Calibri" w:hAnsiTheme="minorHAnsi" w:cs="Calibri"/>
          <w:sz w:val="18"/>
          <w:szCs w:val="18"/>
        </w:rPr>
        <w:t>Platbu za Technologická zařízení a Materiály v jednotlivých letech výstavby lze uplatnit pouze na Pokyn Správce stavby nebo s jeho souhlasem.</w:t>
      </w:r>
    </w:p>
    <w:p w14:paraId="4CB9CD53" w14:textId="77777777" w:rsidR="00C96E7C" w:rsidRPr="00367EBA" w:rsidRDefault="00E30C41" w:rsidP="007526D7">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F06B522"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F5F93E0" w14:textId="77777777" w:rsidR="00C96E7C" w:rsidRDefault="00C96E7C" w:rsidP="00150E39">
      <w:pPr>
        <w:pStyle w:val="PNNadpis10bPod-l111"/>
      </w:pPr>
      <w:r>
        <w:t>14.6</w:t>
      </w:r>
      <w:r w:rsidR="00EE7DC3">
        <w:t xml:space="preserve"> </w:t>
      </w:r>
      <w:r w:rsidR="00EE7DC3">
        <w:tab/>
      </w:r>
      <w:r>
        <w:t>Minimální částka Potvrzení průběžné platby</w:t>
      </w:r>
    </w:p>
    <w:p w14:paraId="60B8A687" w14:textId="77777777" w:rsidR="00C96E7C" w:rsidRDefault="00C96E7C" w:rsidP="00EE7DC3">
      <w:pPr>
        <w:pStyle w:val="PNTextzkladn"/>
      </w:pPr>
      <w:r>
        <w:t xml:space="preserve">Minimální </w:t>
      </w:r>
      <w:r w:rsidRPr="00EE7DC3">
        <w:t>částka</w:t>
      </w:r>
      <w:r>
        <w:t xml:space="preserve"> Potvrzení průběžné platby není stanovena. </w:t>
      </w:r>
    </w:p>
    <w:p w14:paraId="26D9850D"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1D20ECE"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28EA87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5E1967A"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1A56AE8C"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A72FDBD"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87CFD12"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E058B5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5BF1604"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EBC8512" w14:textId="77777777" w:rsidR="00C96E7C" w:rsidRDefault="00C96E7C" w:rsidP="00EE7DC3">
      <w:pPr>
        <w:pStyle w:val="PNTextzkladn"/>
      </w:pPr>
      <w:r>
        <w:t xml:space="preserve">Rozhodování sporů je upraveno dle </w:t>
      </w:r>
      <w:r w:rsidRPr="00EE7DC3">
        <w:t>varianty</w:t>
      </w:r>
      <w:r>
        <w:t xml:space="preserve"> B.</w:t>
      </w:r>
    </w:p>
    <w:p w14:paraId="5149F9C6" w14:textId="77777777" w:rsidR="00C732F0" w:rsidRDefault="00C732F0" w:rsidP="00D60543">
      <w:pPr>
        <w:pStyle w:val="PNTextzkladn"/>
      </w:pPr>
    </w:p>
    <w:p w14:paraId="1E00130C" w14:textId="77777777" w:rsidR="00C732F0" w:rsidRDefault="00C732F0" w:rsidP="00D60543">
      <w:pPr>
        <w:pStyle w:val="PNTextzkladn"/>
      </w:pPr>
    </w:p>
    <w:p w14:paraId="03E77F57"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A4AEFF" w16cex:dateUtc="2024-06-10T10:52:00Z"/>
  <w16cex:commentExtensible w16cex:durableId="5B14B0F0" w16cex:dateUtc="2024-06-10T10:48:00Z"/>
  <w16cex:commentExtensible w16cex:durableId="6FA26664" w16cex:dateUtc="2024-06-10T11: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97BCF" w14:textId="77777777" w:rsidR="002D638D" w:rsidRDefault="002D638D" w:rsidP="00962258">
      <w:pPr>
        <w:spacing w:after="0" w:line="240" w:lineRule="auto"/>
      </w:pPr>
      <w:r>
        <w:separator/>
      </w:r>
    </w:p>
  </w:endnote>
  <w:endnote w:type="continuationSeparator" w:id="0">
    <w:p w14:paraId="2D9B4065" w14:textId="77777777" w:rsidR="002D638D" w:rsidRDefault="002D63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3D2D00BE" w14:textId="77777777" w:rsidTr="00031645">
      <w:tc>
        <w:tcPr>
          <w:tcW w:w="1021" w:type="dxa"/>
          <w:vAlign w:val="bottom"/>
        </w:tcPr>
        <w:p w14:paraId="1517A951"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47C7559A" w14:textId="77777777" w:rsidR="003A7B88" w:rsidRDefault="003A7B88" w:rsidP="00031645">
          <w:pPr>
            <w:pStyle w:val="Zpatvlevo"/>
          </w:pPr>
          <w:r>
            <w:t>Příloha k a nabídce</w:t>
          </w:r>
        </w:p>
        <w:p w14:paraId="452BD23B" w14:textId="72D27496"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61D81" w:rsidRPr="00D61D81">
            <w:rPr>
              <w:bCs/>
              <w:noProof/>
            </w:rPr>
            <w:t xml:space="preserve">„Modernizace železničního uzlu Česká Třebová“ </w:t>
          </w:r>
          <w:r w:rsidR="00D61D81" w:rsidRPr="00D61D81">
            <w:rPr>
              <w:bCs/>
              <w:noProof/>
            </w:rPr>
            <w:cr/>
          </w:r>
          <w:r w:rsidRPr="00967F7C">
            <w:rPr>
              <w:b/>
              <w:noProof/>
            </w:rPr>
            <w:fldChar w:fldCharType="end"/>
          </w:r>
        </w:p>
      </w:tc>
    </w:tr>
  </w:tbl>
  <w:p w14:paraId="028254AA"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C1D19A9" w14:textId="77777777" w:rsidTr="00031645">
      <w:tc>
        <w:tcPr>
          <w:tcW w:w="0" w:type="auto"/>
          <w:tcMar>
            <w:left w:w="0" w:type="dxa"/>
            <w:right w:w="0" w:type="dxa"/>
          </w:tcMar>
          <w:vAlign w:val="bottom"/>
        </w:tcPr>
        <w:p w14:paraId="7FD1B2C5" w14:textId="77777777" w:rsidR="003A7B88" w:rsidRDefault="003A7B88" w:rsidP="007213E4">
          <w:pPr>
            <w:pStyle w:val="Zpatvpravo"/>
          </w:pPr>
          <w:r w:rsidRPr="007213E4">
            <w:t>Příloha</w:t>
          </w:r>
          <w:r>
            <w:t xml:space="preserve"> k nabídce</w:t>
          </w:r>
        </w:p>
        <w:p w14:paraId="2AC41DCA" w14:textId="2E7C0925"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D61D81" w:rsidRPr="00D61D81">
            <w:rPr>
              <w:noProof/>
            </w:rPr>
            <w:t xml:space="preserve">„Modernizace železničního uzlu Česká Třebová“ </w:t>
          </w:r>
          <w:r w:rsidR="00D61D81" w:rsidRPr="00D61D81">
            <w:rPr>
              <w:noProof/>
            </w:rPr>
            <w:cr/>
          </w:r>
          <w:r w:rsidRPr="00967F7C">
            <w:rPr>
              <w:b/>
              <w:noProof/>
            </w:rPr>
            <w:fldChar w:fldCharType="end"/>
          </w:r>
        </w:p>
      </w:tc>
      <w:tc>
        <w:tcPr>
          <w:tcW w:w="1021" w:type="dxa"/>
          <w:vAlign w:val="bottom"/>
        </w:tcPr>
        <w:p w14:paraId="40B7895A"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636E4BA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E8BE7" w14:textId="77777777" w:rsidR="002D638D" w:rsidRDefault="002D638D" w:rsidP="00962258">
      <w:pPr>
        <w:spacing w:after="0" w:line="240" w:lineRule="auto"/>
      </w:pPr>
      <w:r>
        <w:separator/>
      </w:r>
    </w:p>
  </w:footnote>
  <w:footnote w:type="continuationSeparator" w:id="0">
    <w:p w14:paraId="0871287E" w14:textId="77777777" w:rsidR="002D638D" w:rsidRDefault="002D63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463044D7" w14:textId="77777777" w:rsidTr="00B22106">
      <w:trPr>
        <w:trHeight w:hRule="exact" w:val="936"/>
      </w:trPr>
      <w:tc>
        <w:tcPr>
          <w:tcW w:w="1361" w:type="dxa"/>
          <w:tcMar>
            <w:left w:w="0" w:type="dxa"/>
            <w:right w:w="0" w:type="dxa"/>
          </w:tcMar>
        </w:tcPr>
        <w:p w14:paraId="2BB8F83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216E051"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08559F82" wp14:editId="57D4EEA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A8862C" w14:textId="77777777" w:rsidR="003A7B88" w:rsidRPr="00D6163D" w:rsidRDefault="003A7B88" w:rsidP="00FC6389">
          <w:pPr>
            <w:pStyle w:val="Druhdokumentu"/>
          </w:pPr>
        </w:p>
      </w:tc>
    </w:tr>
    <w:tr w:rsidR="003A7B88" w14:paraId="43F81772" w14:textId="77777777" w:rsidTr="00B22106">
      <w:trPr>
        <w:trHeight w:hRule="exact" w:val="936"/>
      </w:trPr>
      <w:tc>
        <w:tcPr>
          <w:tcW w:w="1361" w:type="dxa"/>
          <w:tcMar>
            <w:left w:w="0" w:type="dxa"/>
            <w:right w:w="0" w:type="dxa"/>
          </w:tcMar>
        </w:tcPr>
        <w:p w14:paraId="44CDB383"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226C8667" w14:textId="77777777" w:rsidR="003A7B88" w:rsidRDefault="003A7B88" w:rsidP="00FC6389">
          <w:pPr>
            <w:pStyle w:val="Zpat"/>
          </w:pPr>
        </w:p>
      </w:tc>
      <w:tc>
        <w:tcPr>
          <w:tcW w:w="5756" w:type="dxa"/>
          <w:shd w:val="clear" w:color="auto" w:fill="auto"/>
          <w:tcMar>
            <w:left w:w="0" w:type="dxa"/>
            <w:right w:w="0" w:type="dxa"/>
          </w:tcMar>
        </w:tcPr>
        <w:p w14:paraId="386CE0C7" w14:textId="77777777" w:rsidR="003A7B88" w:rsidRPr="00D6163D" w:rsidRDefault="003A7B88" w:rsidP="00FC6389">
          <w:pPr>
            <w:pStyle w:val="Druhdokumentu"/>
          </w:pPr>
        </w:p>
      </w:tc>
    </w:tr>
  </w:tbl>
  <w:p w14:paraId="1FA8527F" w14:textId="77777777" w:rsidR="003A7B88" w:rsidRPr="00D6163D" w:rsidRDefault="003A7B88" w:rsidP="00FC6389">
    <w:pPr>
      <w:pStyle w:val="Zhlav"/>
      <w:rPr>
        <w:sz w:val="8"/>
        <w:szCs w:val="8"/>
      </w:rPr>
    </w:pPr>
  </w:p>
  <w:p w14:paraId="1771A310"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ED30697"/>
    <w:multiLevelType w:val="hybridMultilevel"/>
    <w:tmpl w:val="F014E1A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0"/>
  </w:num>
  <w:num w:numId="3">
    <w:abstractNumId w:val="10"/>
  </w:num>
  <w:num w:numId="4">
    <w:abstractNumId w:val="4"/>
  </w:num>
  <w:num w:numId="5">
    <w:abstractNumId w:val="7"/>
  </w:num>
  <w:num w:numId="6">
    <w:abstractNumId w:val="9"/>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2"/>
  </w:num>
  <w:num w:numId="12">
    <w:abstractNumId w:val="8"/>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23"/>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3CE7"/>
    <w:rsid w:val="00244767"/>
    <w:rsid w:val="00246758"/>
    <w:rsid w:val="00247D01"/>
    <w:rsid w:val="00250FC0"/>
    <w:rsid w:val="00260D49"/>
    <w:rsid w:val="00261A5B"/>
    <w:rsid w:val="00262E5B"/>
    <w:rsid w:val="00264655"/>
    <w:rsid w:val="00274B8A"/>
    <w:rsid w:val="002756A8"/>
    <w:rsid w:val="00276AFE"/>
    <w:rsid w:val="00290C4E"/>
    <w:rsid w:val="00291225"/>
    <w:rsid w:val="002922C1"/>
    <w:rsid w:val="00292A35"/>
    <w:rsid w:val="002A1067"/>
    <w:rsid w:val="002A3B57"/>
    <w:rsid w:val="002B67EF"/>
    <w:rsid w:val="002C31BF"/>
    <w:rsid w:val="002D638D"/>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57EE1"/>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2B45"/>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63C8"/>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4A81"/>
    <w:rsid w:val="00726A41"/>
    <w:rsid w:val="00726AFE"/>
    <w:rsid w:val="00740AF5"/>
    <w:rsid w:val="00743525"/>
    <w:rsid w:val="007526D7"/>
    <w:rsid w:val="00752D81"/>
    <w:rsid w:val="007541A2"/>
    <w:rsid w:val="00755818"/>
    <w:rsid w:val="00760F84"/>
    <w:rsid w:val="0076286B"/>
    <w:rsid w:val="007657F2"/>
    <w:rsid w:val="00766846"/>
    <w:rsid w:val="0077673A"/>
    <w:rsid w:val="007846E1"/>
    <w:rsid w:val="007847D6"/>
    <w:rsid w:val="00785811"/>
    <w:rsid w:val="00791F16"/>
    <w:rsid w:val="00792D9B"/>
    <w:rsid w:val="007A172F"/>
    <w:rsid w:val="007A4B81"/>
    <w:rsid w:val="007A4F2A"/>
    <w:rsid w:val="007A5172"/>
    <w:rsid w:val="007A67A0"/>
    <w:rsid w:val="007B1246"/>
    <w:rsid w:val="007B4399"/>
    <w:rsid w:val="007B570C"/>
    <w:rsid w:val="007C322E"/>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0E46"/>
    <w:rsid w:val="0089559E"/>
    <w:rsid w:val="008A3568"/>
    <w:rsid w:val="008A6120"/>
    <w:rsid w:val="008A7A09"/>
    <w:rsid w:val="008A7B4E"/>
    <w:rsid w:val="008B01FE"/>
    <w:rsid w:val="008B0618"/>
    <w:rsid w:val="008B0D19"/>
    <w:rsid w:val="008B253D"/>
    <w:rsid w:val="008B4284"/>
    <w:rsid w:val="008B6FA1"/>
    <w:rsid w:val="008B7754"/>
    <w:rsid w:val="008C2121"/>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13EE"/>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0FE7"/>
    <w:rsid w:val="009F309B"/>
    <w:rsid w:val="009F392E"/>
    <w:rsid w:val="009F4424"/>
    <w:rsid w:val="009F53C5"/>
    <w:rsid w:val="00A04EAC"/>
    <w:rsid w:val="00A05305"/>
    <w:rsid w:val="00A0740E"/>
    <w:rsid w:val="00A1058D"/>
    <w:rsid w:val="00A10A3F"/>
    <w:rsid w:val="00A10EEB"/>
    <w:rsid w:val="00A123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B64"/>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65E0A"/>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2B78"/>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1D81"/>
    <w:rsid w:val="00D67509"/>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A25"/>
    <w:rsid w:val="00DC3C91"/>
    <w:rsid w:val="00DD07C7"/>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0E6C"/>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1B38"/>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C48"/>
    <w:rsid w:val="00F56EF4"/>
    <w:rsid w:val="00F57F2E"/>
    <w:rsid w:val="00F659EB"/>
    <w:rsid w:val="00F73489"/>
    <w:rsid w:val="00F769B3"/>
    <w:rsid w:val="00F83E24"/>
    <w:rsid w:val="00F86BA6"/>
    <w:rsid w:val="00F87750"/>
    <w:rsid w:val="00F9537F"/>
    <w:rsid w:val="00F95494"/>
    <w:rsid w:val="00F95772"/>
    <w:rsid w:val="00F96D6D"/>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D41B0"/>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8C2121"/>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8C2121"/>
  </w:style>
  <w:style w:type="paragraph" w:styleId="Odstavecseseznamem">
    <w:name w:val="List Paragraph"/>
    <w:basedOn w:val="Normln"/>
    <w:link w:val="OdstavecseseznamemChar"/>
    <w:uiPriority w:val="34"/>
    <w:qFormat/>
    <w:rsid w:val="00512B45"/>
    <w:pPr>
      <w:spacing w:after="240" w:line="264" w:lineRule="auto"/>
      <w:ind w:left="720"/>
      <w:contextualSpacing/>
    </w:pPr>
    <w:rPr>
      <w:rFonts w:asciiTheme="minorHAnsi" w:hAnsiTheme="minorHAnsi"/>
      <w:sz w:val="18"/>
      <w:szCs w:val="18"/>
    </w:rPr>
  </w:style>
  <w:style w:type="character" w:customStyle="1" w:styleId="OdstavecseseznamemChar">
    <w:name w:val="Odstavec se seznamem Char"/>
    <w:basedOn w:val="Standardnpsmoodstavce"/>
    <w:link w:val="Odstavecseseznamem"/>
    <w:uiPriority w:val="34"/>
    <w:rsid w:val="00512B45"/>
  </w:style>
  <w:style w:type="character" w:styleId="Nevyeenzmnka">
    <w:name w:val="Unresolved Mention"/>
    <w:basedOn w:val="Standardnpsmoodstavce"/>
    <w:uiPriority w:val="99"/>
    <w:semiHidden/>
    <w:unhideWhenUsed/>
    <w:rsid w:val="00512B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67483989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zina@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eguezov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altName w:val="Calibri"/>
    <w:charset w:val="00"/>
    <w:family w:val="swiss"/>
    <w:pitch w:val="variable"/>
    <w:sig w:usb0="20000287" w:usb1="00000003" w:usb2="00000000" w:usb3="00000000" w:csb0="000001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7A08D7"/>
    <w:rsid w:val="00A24E3D"/>
    <w:rsid w:val="00AA0CCC"/>
    <w:rsid w:val="00B02B64"/>
    <w:rsid w:val="00DB5F89"/>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475D6-D6E2-46B5-9EDF-47500ECF7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e02921a-4454-4f21-be70-e28e62e56cbd"/>
    <ds:schemaRef ds:uri="http://schemas.microsoft.com/office/2006/metadata/properties"/>
    <ds:schemaRef ds:uri="http://purl.org/dc/elements/1.1/"/>
    <ds:schemaRef ds:uri="11114de8-59ab-4a1f-8a5f-49a0bd066a0f"/>
    <ds:schemaRef ds:uri="http://www.w3.org/XML/1998/namespace"/>
  </ds:schemaRefs>
</ds:datastoreItem>
</file>

<file path=customXml/itemProps4.xml><?xml version="1.0" encoding="utf-8"?>
<ds:datastoreItem xmlns:ds="http://schemas.openxmlformats.org/officeDocument/2006/customXml" ds:itemID="{EDDFD037-EB2D-45AD-B9E4-A6D3FC7B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10</TotalTime>
  <Pages>10</Pages>
  <Words>3896</Words>
  <Characters>22993</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4</cp:revision>
  <cp:lastPrinted>2022-12-05T08:31:00Z</cp:lastPrinted>
  <dcterms:created xsi:type="dcterms:W3CDTF">2024-06-14T09:44:00Z</dcterms:created>
  <dcterms:modified xsi:type="dcterms:W3CDTF">2024-06-17T08:51:00Z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