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4AD6DD" w14:textId="77777777" w:rsidR="000719BB" w:rsidRDefault="000719BB" w:rsidP="006C2343">
      <w:pPr>
        <w:pStyle w:val="Titul2"/>
      </w:pPr>
    </w:p>
    <w:p w14:paraId="3321CBB4" w14:textId="77777777" w:rsidR="00826B7B" w:rsidRDefault="00826B7B" w:rsidP="006C2343">
      <w:pPr>
        <w:pStyle w:val="Titul2"/>
      </w:pPr>
    </w:p>
    <w:p w14:paraId="3290960D" w14:textId="77777777" w:rsidR="000008ED" w:rsidRPr="000719BB" w:rsidRDefault="000008ED" w:rsidP="006C2343">
      <w:pPr>
        <w:pStyle w:val="Titul2"/>
      </w:pPr>
      <w:r>
        <w:t>Díl 4</w:t>
      </w:r>
    </w:p>
    <w:p w14:paraId="6FD94C82" w14:textId="77777777" w:rsidR="00AD0C7B" w:rsidRDefault="000008ED" w:rsidP="006C2343">
      <w:pPr>
        <w:pStyle w:val="Titul1"/>
      </w:pPr>
      <w:r w:rsidRPr="000008ED">
        <w:t xml:space="preserve">SOUPIS PRACÍ S VÝKAZEM VÝMĚR </w:t>
      </w:r>
    </w:p>
    <w:p w14:paraId="7E59049E" w14:textId="77777777" w:rsidR="00AD0C7B" w:rsidRDefault="00AD0C7B" w:rsidP="00AD0C7B">
      <w:pPr>
        <w:pStyle w:val="Titul2"/>
      </w:pPr>
    </w:p>
    <w:p w14:paraId="38132918" w14:textId="77777777" w:rsidR="000008ED" w:rsidRDefault="000008ED" w:rsidP="00AD0C7B">
      <w:pPr>
        <w:pStyle w:val="Titul2"/>
      </w:pPr>
      <w:r>
        <w:t>Část 1</w:t>
      </w:r>
    </w:p>
    <w:p w14:paraId="521C55C2" w14:textId="77777777" w:rsidR="00AD0C7B" w:rsidRDefault="000008ED" w:rsidP="006C2343">
      <w:pPr>
        <w:pStyle w:val="Titul1"/>
      </w:pPr>
      <w:r w:rsidRPr="000008ED">
        <w:t xml:space="preserve">KOMENTÁŘ K SOUPISU PRACÍ </w:t>
      </w:r>
    </w:p>
    <w:p w14:paraId="2412DDBA" w14:textId="77777777"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6D913E36F4C14953A910589BB1564BA8"/>
        </w:placeholder>
        <w:text/>
      </w:sdtPr>
      <w:sdtContent>
        <w:p w14:paraId="02D0F1C8" w14:textId="48629817" w:rsidR="00CF0EF4" w:rsidRDefault="00822450" w:rsidP="00CF0EF4">
          <w:pPr>
            <w:pStyle w:val="Tituldatum"/>
          </w:pPr>
          <w:r w:rsidRPr="00822450">
            <w:rPr>
              <w:rStyle w:val="Nzevakce"/>
            </w:rPr>
            <w:t>Doplnění závor na přejezdu P3950 v km 3,780 trati Moravské Bránice - Oslavany</w:t>
          </w:r>
        </w:p>
      </w:sdtContent>
    </w:sdt>
    <w:p w14:paraId="24D82487" w14:textId="77777777" w:rsidR="00826B7B" w:rsidRPr="006C2343" w:rsidRDefault="00826B7B" w:rsidP="006C2343">
      <w:pPr>
        <w:pStyle w:val="Titul2"/>
        <w:rPr>
          <w:highlight w:val="green"/>
        </w:rPr>
      </w:pPr>
    </w:p>
    <w:p w14:paraId="12FE2298" w14:textId="77777777" w:rsidR="00826B7B" w:rsidRPr="006C2343" w:rsidRDefault="00826B7B" w:rsidP="006C2343">
      <w:pPr>
        <w:pStyle w:val="Titul2"/>
      </w:pPr>
    </w:p>
    <w:p w14:paraId="3A81D9A4" w14:textId="77777777" w:rsidR="000008ED" w:rsidRDefault="000008ED" w:rsidP="006C2343">
      <w:pPr>
        <w:pStyle w:val="Tituldatum"/>
      </w:pPr>
    </w:p>
    <w:p w14:paraId="228739CD" w14:textId="77777777" w:rsidR="00C90F19" w:rsidRDefault="00C90F19" w:rsidP="006C2343">
      <w:pPr>
        <w:pStyle w:val="Tituldatum"/>
      </w:pPr>
    </w:p>
    <w:p w14:paraId="38C1436B" w14:textId="05C2481C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822450" w:rsidRPr="00822450">
        <w:t>28</w:t>
      </w:r>
      <w:r w:rsidRPr="00822450">
        <w:t xml:space="preserve">. </w:t>
      </w:r>
      <w:r w:rsidR="00822450" w:rsidRPr="00822450">
        <w:t>5</w:t>
      </w:r>
      <w:r w:rsidRPr="00822450">
        <w:t>. 20</w:t>
      </w:r>
      <w:r w:rsidR="00A616BE" w:rsidRPr="00822450">
        <w:t>2</w:t>
      </w:r>
      <w:r w:rsidR="00822450" w:rsidRPr="00822450">
        <w:t>4</w:t>
      </w:r>
      <w:r w:rsidR="000008ED">
        <w:t xml:space="preserve"> </w:t>
      </w:r>
    </w:p>
    <w:p w14:paraId="69442075" w14:textId="77777777" w:rsidR="00826B7B" w:rsidRDefault="00826B7B">
      <w:r>
        <w:br w:type="page"/>
      </w:r>
    </w:p>
    <w:p w14:paraId="0EE9C241" w14:textId="77777777"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14:paraId="074FB98B" w14:textId="46F81B3E" w:rsidR="00822450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67772321" w:history="1">
        <w:r w:rsidR="00822450" w:rsidRPr="00B762F5">
          <w:rPr>
            <w:rStyle w:val="Hypertextovodkaz"/>
          </w:rPr>
          <w:t>SEZNAM ZKRATEK</w:t>
        </w:r>
        <w:r w:rsidR="00822450">
          <w:rPr>
            <w:noProof/>
            <w:webHidden/>
          </w:rPr>
          <w:tab/>
        </w:r>
        <w:r w:rsidR="00822450">
          <w:rPr>
            <w:noProof/>
            <w:webHidden/>
          </w:rPr>
          <w:fldChar w:fldCharType="begin"/>
        </w:r>
        <w:r w:rsidR="00822450">
          <w:rPr>
            <w:noProof/>
            <w:webHidden/>
          </w:rPr>
          <w:instrText xml:space="preserve"> PAGEREF _Toc167772321 \h </w:instrText>
        </w:r>
        <w:r w:rsidR="00822450">
          <w:rPr>
            <w:noProof/>
            <w:webHidden/>
          </w:rPr>
        </w:r>
        <w:r w:rsidR="00822450">
          <w:rPr>
            <w:noProof/>
            <w:webHidden/>
          </w:rPr>
          <w:fldChar w:fldCharType="separate"/>
        </w:r>
        <w:r w:rsidR="00822450">
          <w:rPr>
            <w:noProof/>
            <w:webHidden/>
          </w:rPr>
          <w:t>2</w:t>
        </w:r>
        <w:r w:rsidR="00822450">
          <w:rPr>
            <w:noProof/>
            <w:webHidden/>
          </w:rPr>
          <w:fldChar w:fldCharType="end"/>
        </w:r>
      </w:hyperlink>
    </w:p>
    <w:p w14:paraId="188DBA94" w14:textId="09B04096" w:rsidR="00822450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7772322" w:history="1">
        <w:r w:rsidR="00822450" w:rsidRPr="00B762F5">
          <w:rPr>
            <w:rStyle w:val="Hypertextovodkaz"/>
          </w:rPr>
          <w:t>1.</w:t>
        </w:r>
        <w:r w:rsidR="00822450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822450" w:rsidRPr="00B762F5">
          <w:rPr>
            <w:rStyle w:val="Hypertextovodkaz"/>
          </w:rPr>
          <w:t>POJMY A DEFINICE</w:t>
        </w:r>
        <w:r w:rsidR="00822450">
          <w:rPr>
            <w:noProof/>
            <w:webHidden/>
          </w:rPr>
          <w:tab/>
        </w:r>
        <w:r w:rsidR="00822450">
          <w:rPr>
            <w:noProof/>
            <w:webHidden/>
          </w:rPr>
          <w:fldChar w:fldCharType="begin"/>
        </w:r>
        <w:r w:rsidR="00822450">
          <w:rPr>
            <w:noProof/>
            <w:webHidden/>
          </w:rPr>
          <w:instrText xml:space="preserve"> PAGEREF _Toc167772322 \h </w:instrText>
        </w:r>
        <w:r w:rsidR="00822450">
          <w:rPr>
            <w:noProof/>
            <w:webHidden/>
          </w:rPr>
        </w:r>
        <w:r w:rsidR="00822450">
          <w:rPr>
            <w:noProof/>
            <w:webHidden/>
          </w:rPr>
          <w:fldChar w:fldCharType="separate"/>
        </w:r>
        <w:r w:rsidR="00822450">
          <w:rPr>
            <w:noProof/>
            <w:webHidden/>
          </w:rPr>
          <w:t>3</w:t>
        </w:r>
        <w:r w:rsidR="00822450">
          <w:rPr>
            <w:noProof/>
            <w:webHidden/>
          </w:rPr>
          <w:fldChar w:fldCharType="end"/>
        </w:r>
      </w:hyperlink>
    </w:p>
    <w:p w14:paraId="103B7245" w14:textId="77BBB0FA" w:rsidR="00822450" w:rsidRDefault="0000000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7772323" w:history="1">
        <w:r w:rsidR="00822450" w:rsidRPr="00B762F5">
          <w:rPr>
            <w:rStyle w:val="Hypertextovodkaz"/>
            <w:rFonts w:asciiTheme="majorHAnsi" w:hAnsiTheme="majorHAnsi"/>
          </w:rPr>
          <w:t>1.2</w:t>
        </w:r>
        <w:r w:rsidR="00822450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822450" w:rsidRPr="00B762F5">
          <w:rPr>
            <w:rStyle w:val="Hypertextovodkaz"/>
          </w:rPr>
          <w:t>Soupis prací</w:t>
        </w:r>
        <w:r w:rsidR="00822450">
          <w:rPr>
            <w:noProof/>
            <w:webHidden/>
          </w:rPr>
          <w:tab/>
        </w:r>
        <w:r w:rsidR="00822450">
          <w:rPr>
            <w:noProof/>
            <w:webHidden/>
          </w:rPr>
          <w:fldChar w:fldCharType="begin"/>
        </w:r>
        <w:r w:rsidR="00822450">
          <w:rPr>
            <w:noProof/>
            <w:webHidden/>
          </w:rPr>
          <w:instrText xml:space="preserve"> PAGEREF _Toc167772323 \h </w:instrText>
        </w:r>
        <w:r w:rsidR="00822450">
          <w:rPr>
            <w:noProof/>
            <w:webHidden/>
          </w:rPr>
        </w:r>
        <w:r w:rsidR="00822450">
          <w:rPr>
            <w:noProof/>
            <w:webHidden/>
          </w:rPr>
          <w:fldChar w:fldCharType="separate"/>
        </w:r>
        <w:r w:rsidR="00822450">
          <w:rPr>
            <w:noProof/>
            <w:webHidden/>
          </w:rPr>
          <w:t>3</w:t>
        </w:r>
        <w:r w:rsidR="00822450">
          <w:rPr>
            <w:noProof/>
            <w:webHidden/>
          </w:rPr>
          <w:fldChar w:fldCharType="end"/>
        </w:r>
      </w:hyperlink>
    </w:p>
    <w:p w14:paraId="539B84E0" w14:textId="1185EF6F" w:rsidR="00822450" w:rsidRDefault="0000000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7772324" w:history="1">
        <w:r w:rsidR="00822450" w:rsidRPr="00B762F5">
          <w:rPr>
            <w:rStyle w:val="Hypertextovodkaz"/>
            <w:rFonts w:asciiTheme="majorHAnsi" w:hAnsiTheme="majorHAnsi"/>
          </w:rPr>
          <w:t>1.3</w:t>
        </w:r>
        <w:r w:rsidR="00822450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822450" w:rsidRPr="00B762F5">
          <w:rPr>
            <w:rStyle w:val="Hypertextovodkaz"/>
          </w:rPr>
          <w:t>Cenová soustava</w:t>
        </w:r>
        <w:r w:rsidR="00822450">
          <w:rPr>
            <w:noProof/>
            <w:webHidden/>
          </w:rPr>
          <w:tab/>
        </w:r>
        <w:r w:rsidR="00822450">
          <w:rPr>
            <w:noProof/>
            <w:webHidden/>
          </w:rPr>
          <w:fldChar w:fldCharType="begin"/>
        </w:r>
        <w:r w:rsidR="00822450">
          <w:rPr>
            <w:noProof/>
            <w:webHidden/>
          </w:rPr>
          <w:instrText xml:space="preserve"> PAGEREF _Toc167772324 \h </w:instrText>
        </w:r>
        <w:r w:rsidR="00822450">
          <w:rPr>
            <w:noProof/>
            <w:webHidden/>
          </w:rPr>
        </w:r>
        <w:r w:rsidR="00822450">
          <w:rPr>
            <w:noProof/>
            <w:webHidden/>
          </w:rPr>
          <w:fldChar w:fldCharType="separate"/>
        </w:r>
        <w:r w:rsidR="00822450">
          <w:rPr>
            <w:noProof/>
            <w:webHidden/>
          </w:rPr>
          <w:t>3</w:t>
        </w:r>
        <w:r w:rsidR="00822450">
          <w:rPr>
            <w:noProof/>
            <w:webHidden/>
          </w:rPr>
          <w:fldChar w:fldCharType="end"/>
        </w:r>
      </w:hyperlink>
    </w:p>
    <w:p w14:paraId="10456DFA" w14:textId="51AF0E2C" w:rsidR="00822450" w:rsidRDefault="0000000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7772325" w:history="1">
        <w:r w:rsidR="00822450" w:rsidRPr="00B762F5">
          <w:rPr>
            <w:rStyle w:val="Hypertextovodkaz"/>
            <w:rFonts w:asciiTheme="majorHAnsi" w:hAnsiTheme="majorHAnsi"/>
          </w:rPr>
          <w:t>1.4</w:t>
        </w:r>
        <w:r w:rsidR="00822450"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822450" w:rsidRPr="00B762F5">
          <w:rPr>
            <w:rStyle w:val="Hypertextovodkaz"/>
          </w:rPr>
          <w:t>Měrné jednotky</w:t>
        </w:r>
        <w:r w:rsidR="00822450">
          <w:rPr>
            <w:noProof/>
            <w:webHidden/>
          </w:rPr>
          <w:tab/>
        </w:r>
        <w:r w:rsidR="00822450">
          <w:rPr>
            <w:noProof/>
            <w:webHidden/>
          </w:rPr>
          <w:fldChar w:fldCharType="begin"/>
        </w:r>
        <w:r w:rsidR="00822450">
          <w:rPr>
            <w:noProof/>
            <w:webHidden/>
          </w:rPr>
          <w:instrText xml:space="preserve"> PAGEREF _Toc167772325 \h </w:instrText>
        </w:r>
        <w:r w:rsidR="00822450">
          <w:rPr>
            <w:noProof/>
            <w:webHidden/>
          </w:rPr>
        </w:r>
        <w:r w:rsidR="00822450">
          <w:rPr>
            <w:noProof/>
            <w:webHidden/>
          </w:rPr>
          <w:fldChar w:fldCharType="separate"/>
        </w:r>
        <w:r w:rsidR="00822450">
          <w:rPr>
            <w:noProof/>
            <w:webHidden/>
          </w:rPr>
          <w:t>3</w:t>
        </w:r>
        <w:r w:rsidR="00822450">
          <w:rPr>
            <w:noProof/>
            <w:webHidden/>
          </w:rPr>
          <w:fldChar w:fldCharType="end"/>
        </w:r>
      </w:hyperlink>
    </w:p>
    <w:p w14:paraId="5298D92D" w14:textId="3AC22022" w:rsidR="00822450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7772326" w:history="1">
        <w:r w:rsidR="00822450" w:rsidRPr="00B762F5">
          <w:rPr>
            <w:rStyle w:val="Hypertextovodkaz"/>
          </w:rPr>
          <w:t>2.</w:t>
        </w:r>
        <w:r w:rsidR="00822450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822450" w:rsidRPr="00B762F5">
          <w:rPr>
            <w:rStyle w:val="Hypertextovodkaz"/>
          </w:rPr>
          <w:t>ZÁKLADNÍ PRAVIDLA PRO OCEŇOVÁNÍ SOUPISU PRACÍ</w:t>
        </w:r>
        <w:r w:rsidR="00822450">
          <w:rPr>
            <w:noProof/>
            <w:webHidden/>
          </w:rPr>
          <w:tab/>
        </w:r>
        <w:r w:rsidR="00822450">
          <w:rPr>
            <w:noProof/>
            <w:webHidden/>
          </w:rPr>
          <w:fldChar w:fldCharType="begin"/>
        </w:r>
        <w:r w:rsidR="00822450">
          <w:rPr>
            <w:noProof/>
            <w:webHidden/>
          </w:rPr>
          <w:instrText xml:space="preserve"> PAGEREF _Toc167772326 \h </w:instrText>
        </w:r>
        <w:r w:rsidR="00822450">
          <w:rPr>
            <w:noProof/>
            <w:webHidden/>
          </w:rPr>
        </w:r>
        <w:r w:rsidR="00822450">
          <w:rPr>
            <w:noProof/>
            <w:webHidden/>
          </w:rPr>
          <w:fldChar w:fldCharType="separate"/>
        </w:r>
        <w:r w:rsidR="00822450">
          <w:rPr>
            <w:noProof/>
            <w:webHidden/>
          </w:rPr>
          <w:t>3</w:t>
        </w:r>
        <w:r w:rsidR="00822450">
          <w:rPr>
            <w:noProof/>
            <w:webHidden/>
          </w:rPr>
          <w:fldChar w:fldCharType="end"/>
        </w:r>
      </w:hyperlink>
    </w:p>
    <w:p w14:paraId="4CD06685" w14:textId="277DF343" w:rsidR="00822450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7772327" w:history="1">
        <w:r w:rsidR="00822450" w:rsidRPr="00B762F5">
          <w:rPr>
            <w:rStyle w:val="Hypertextovodkaz"/>
          </w:rPr>
          <w:t>3.</w:t>
        </w:r>
        <w:r w:rsidR="00822450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822450" w:rsidRPr="00B762F5">
          <w:rPr>
            <w:rStyle w:val="Hypertextovodkaz"/>
          </w:rPr>
          <w:t>MĚŘENÍ</w:t>
        </w:r>
        <w:r w:rsidR="00822450">
          <w:rPr>
            <w:noProof/>
            <w:webHidden/>
          </w:rPr>
          <w:tab/>
        </w:r>
        <w:r w:rsidR="00822450">
          <w:rPr>
            <w:noProof/>
            <w:webHidden/>
          </w:rPr>
          <w:fldChar w:fldCharType="begin"/>
        </w:r>
        <w:r w:rsidR="00822450">
          <w:rPr>
            <w:noProof/>
            <w:webHidden/>
          </w:rPr>
          <w:instrText xml:space="preserve"> PAGEREF _Toc167772327 \h </w:instrText>
        </w:r>
        <w:r w:rsidR="00822450">
          <w:rPr>
            <w:noProof/>
            <w:webHidden/>
          </w:rPr>
        </w:r>
        <w:r w:rsidR="00822450">
          <w:rPr>
            <w:noProof/>
            <w:webHidden/>
          </w:rPr>
          <w:fldChar w:fldCharType="separate"/>
        </w:r>
        <w:r w:rsidR="00822450">
          <w:rPr>
            <w:noProof/>
            <w:webHidden/>
          </w:rPr>
          <w:t>6</w:t>
        </w:r>
        <w:r w:rsidR="00822450">
          <w:rPr>
            <w:noProof/>
            <w:webHidden/>
          </w:rPr>
          <w:fldChar w:fldCharType="end"/>
        </w:r>
      </w:hyperlink>
    </w:p>
    <w:p w14:paraId="71F9C79E" w14:textId="52FD118E" w:rsidR="00822450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67772328" w:history="1">
        <w:r w:rsidR="00822450" w:rsidRPr="00B762F5">
          <w:rPr>
            <w:rStyle w:val="Hypertextovodkaz"/>
          </w:rPr>
          <w:t>4.</w:t>
        </w:r>
        <w:r w:rsidR="00822450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="00822450" w:rsidRPr="00B762F5">
          <w:rPr>
            <w:rStyle w:val="Hypertextovodkaz"/>
          </w:rPr>
          <w:t>SROVNATELNÉ VÝROBKY, ALTERNATIVY MATERIÁLŮ A PROVEDENÍ</w:t>
        </w:r>
        <w:r w:rsidR="00822450">
          <w:rPr>
            <w:noProof/>
            <w:webHidden/>
          </w:rPr>
          <w:tab/>
        </w:r>
        <w:r w:rsidR="00822450">
          <w:rPr>
            <w:noProof/>
            <w:webHidden/>
          </w:rPr>
          <w:fldChar w:fldCharType="begin"/>
        </w:r>
        <w:r w:rsidR="00822450">
          <w:rPr>
            <w:noProof/>
            <w:webHidden/>
          </w:rPr>
          <w:instrText xml:space="preserve"> PAGEREF _Toc167772328 \h </w:instrText>
        </w:r>
        <w:r w:rsidR="00822450">
          <w:rPr>
            <w:noProof/>
            <w:webHidden/>
          </w:rPr>
        </w:r>
        <w:r w:rsidR="00822450">
          <w:rPr>
            <w:noProof/>
            <w:webHidden/>
          </w:rPr>
          <w:fldChar w:fldCharType="separate"/>
        </w:r>
        <w:r w:rsidR="00822450">
          <w:rPr>
            <w:noProof/>
            <w:webHidden/>
          </w:rPr>
          <w:t>6</w:t>
        </w:r>
        <w:r w:rsidR="00822450">
          <w:rPr>
            <w:noProof/>
            <w:webHidden/>
          </w:rPr>
          <w:fldChar w:fldCharType="end"/>
        </w:r>
      </w:hyperlink>
    </w:p>
    <w:p w14:paraId="52AC92D4" w14:textId="166BE74C" w:rsidR="00AD0C7B" w:rsidRDefault="00BD7E91" w:rsidP="008D03B9">
      <w:r>
        <w:fldChar w:fldCharType="end"/>
      </w:r>
    </w:p>
    <w:p w14:paraId="4189A87B" w14:textId="77777777" w:rsidR="000008ED" w:rsidRDefault="000008ED" w:rsidP="008D03B9"/>
    <w:p w14:paraId="59114BE0" w14:textId="77777777" w:rsidR="000008ED" w:rsidRDefault="000008ED" w:rsidP="008D03B9"/>
    <w:p w14:paraId="0798BE60" w14:textId="77777777" w:rsidR="000008ED" w:rsidRDefault="000008ED" w:rsidP="008D03B9"/>
    <w:p w14:paraId="09CC0EDE" w14:textId="77777777" w:rsidR="000008ED" w:rsidRDefault="000008ED" w:rsidP="008D03B9"/>
    <w:p w14:paraId="746311A5" w14:textId="77777777" w:rsidR="00AD0C7B" w:rsidRDefault="00AD0C7B" w:rsidP="00240E69">
      <w:pPr>
        <w:pStyle w:val="Nadpisbezsl1-1"/>
        <w:outlineLvl w:val="0"/>
      </w:pPr>
      <w:bookmarkStart w:id="0" w:name="_Toc167772321"/>
      <w:r>
        <w:t>SEZNAM ZKRATEK</w:t>
      </w:r>
      <w:bookmarkEnd w:id="0"/>
      <w:r w:rsidR="0076790E">
        <w:t xml:space="preserve"> </w:t>
      </w:r>
    </w:p>
    <w:p w14:paraId="17A8CD39" w14:textId="77777777" w:rsidR="00957DF0" w:rsidRPr="003B5AAE" w:rsidRDefault="00957DF0" w:rsidP="00957DF0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</w:t>
      </w:r>
      <w:r>
        <w:rPr>
          <w:rStyle w:val="Tun"/>
        </w:rPr>
        <w:t> </w:t>
      </w:r>
      <w:r w:rsidRPr="003B5AAE">
        <w:rPr>
          <w:rStyle w:val="Tun"/>
        </w:rPr>
        <w:t>t</w:t>
      </w:r>
      <w:r>
        <w:rPr>
          <w:rStyle w:val="Tun"/>
        </w:rPr>
        <w:t xml:space="preserve">omto dokumentu </w:t>
      </w:r>
      <w:r w:rsidRPr="003B5AAE">
        <w:rPr>
          <w:rStyle w:val="Tun"/>
        </w:rPr>
        <w:t>výslovně uvedeno jinak, mají zkratky použité v</w:t>
      </w:r>
      <w:r>
        <w:rPr>
          <w:rStyle w:val="Tun"/>
        </w:rPr>
        <w:t xml:space="preserve"> tomto dokumentu </w:t>
      </w:r>
      <w:r w:rsidRPr="003B5AAE">
        <w:rPr>
          <w:rStyle w:val="Tun"/>
        </w:rPr>
        <w:t>význam definovaný ve V</w:t>
      </w:r>
      <w:r>
        <w:rPr>
          <w:rStyle w:val="Tun"/>
        </w:rPr>
        <w:t>TP</w:t>
      </w:r>
      <w:r w:rsidRPr="003B5AAE">
        <w:rPr>
          <w:rStyle w:val="Tun"/>
        </w:rPr>
        <w:t>.</w:t>
      </w:r>
      <w:r w:rsidRPr="00055D5E">
        <w:rPr>
          <w:rStyle w:val="Tun"/>
          <w:b w:val="0"/>
        </w:rPr>
        <w:t xml:space="preserve"> </w:t>
      </w:r>
      <w:r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p w14:paraId="41D5B4EF" w14:textId="77777777" w:rsidR="00957DF0" w:rsidRPr="00957DF0" w:rsidRDefault="00957DF0" w:rsidP="00A35F6C">
      <w:pPr>
        <w:pStyle w:val="Nadpisbezsl1-2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284"/>
      </w:tblGrid>
      <w:tr w:rsidR="005E07BA" w:rsidRPr="00AD0C7B" w14:paraId="6342216F" w14:textId="77777777" w:rsidTr="00BB32B7">
        <w:tc>
          <w:tcPr>
            <w:tcW w:w="1418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E8B1BA0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284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9AFAB0E" w14:textId="77777777" w:rsidR="005E07BA" w:rsidRPr="006115D3" w:rsidRDefault="005E07BA" w:rsidP="00BB32B7">
            <w:pPr>
              <w:pStyle w:val="Zkratky2"/>
            </w:pPr>
            <w:r w:rsidRPr="006115D3">
              <w:t>České dráhy, a.s.</w:t>
            </w:r>
          </w:p>
        </w:tc>
      </w:tr>
      <w:tr w:rsidR="005E07BA" w:rsidRPr="00AD0C7B" w14:paraId="4E116B22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B098825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7B8F811" w14:textId="77777777" w:rsidR="005E07BA" w:rsidRPr="006115D3" w:rsidRDefault="00BB32B7" w:rsidP="00BB32B7">
            <w:pPr>
              <w:pStyle w:val="Zkratky2"/>
            </w:pPr>
            <w:r w:rsidRPr="00BB32B7">
              <w:t>Oborový třídník stavebních konstrukcí a prac</w:t>
            </w:r>
            <w:r>
              <w:t>í</w:t>
            </w:r>
          </w:p>
        </w:tc>
      </w:tr>
      <w:tr w:rsidR="00BB32B7" w:rsidRPr="00AD0C7B" w14:paraId="5524DE95" w14:textId="77777777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D47D1B8" w14:textId="77777777" w:rsidR="00BB32B7" w:rsidRPr="00AD0C7B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OTSKP-SPK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7453592" w14:textId="77777777" w:rsidR="00BB32B7" w:rsidRPr="006115D3" w:rsidRDefault="00BB32B7" w:rsidP="00253FFD">
            <w:pPr>
              <w:pStyle w:val="Zkratky2"/>
            </w:pPr>
            <w:r w:rsidRPr="00BB32B7">
              <w:t>Oborový třídník stavebních konstrukcí a prací staveb pozemních komunikací</w:t>
            </w:r>
          </w:p>
        </w:tc>
      </w:tr>
      <w:tr w:rsidR="00BB32B7" w:rsidRPr="00AD0C7B" w14:paraId="01926FB8" w14:textId="77777777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27BCAFB" w14:textId="77777777" w:rsidR="00BB32B7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OTSKP-ŽS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26B248" w14:textId="77777777" w:rsidR="00BB32B7" w:rsidRPr="006115D3" w:rsidRDefault="00BB32B7" w:rsidP="00253FFD">
            <w:pPr>
              <w:pStyle w:val="Zkratky2"/>
            </w:pPr>
            <w:r w:rsidRPr="00BB32B7">
              <w:t xml:space="preserve">Oborový třídník stavebních konstrukcí a prací železničních staveb </w:t>
            </w:r>
          </w:p>
        </w:tc>
      </w:tr>
      <w:tr w:rsidR="005E07BA" w:rsidRPr="00AD0C7B" w14:paraId="72BAFCB8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9D49E1D" w14:textId="77777777" w:rsidR="005E07BA" w:rsidRPr="00AD0C7B" w:rsidRDefault="00D01996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SŽDC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CC2A830" w14:textId="77777777"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14:paraId="11B1A6D4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A7E2365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420999B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46DF830E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759CC7C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B069719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6F1C920E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7B39C5C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0823AF5" w14:textId="77777777" w:rsidR="005E07BA" w:rsidRPr="006115D3" w:rsidRDefault="005E07BA" w:rsidP="00BC06B4">
            <w:pPr>
              <w:pStyle w:val="Zkratky2"/>
            </w:pPr>
          </w:p>
        </w:tc>
      </w:tr>
    </w:tbl>
    <w:p w14:paraId="361C271C" w14:textId="77777777" w:rsidR="00041EC8" w:rsidRDefault="00041EC8" w:rsidP="00AD0C7B"/>
    <w:p w14:paraId="563CBC24" w14:textId="77777777" w:rsidR="00826B7B" w:rsidRDefault="00826B7B" w:rsidP="008D03B9"/>
    <w:p w14:paraId="730A8A51" w14:textId="77777777" w:rsidR="00826B7B" w:rsidRDefault="00826B7B">
      <w:r>
        <w:br w:type="page"/>
      </w:r>
    </w:p>
    <w:p w14:paraId="76692C13" w14:textId="77777777" w:rsidR="005E07BA" w:rsidRDefault="005E07BA" w:rsidP="003368B2">
      <w:pPr>
        <w:pStyle w:val="Nadpis2-1"/>
      </w:pPr>
      <w:bookmarkStart w:id="1" w:name="_Toc167772322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14:paraId="3BCCCF69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14:paraId="3B3DC862" w14:textId="77777777" w:rsidR="005E07BA" w:rsidRDefault="005E07BA" w:rsidP="005E07BA">
      <w:pPr>
        <w:pStyle w:val="Nadpis2-2"/>
      </w:pPr>
      <w:bookmarkStart w:id="6" w:name="_Toc167772323"/>
      <w:r>
        <w:t>Soupis prací</w:t>
      </w:r>
      <w:bookmarkEnd w:id="6"/>
      <w:r>
        <w:t xml:space="preserve"> </w:t>
      </w:r>
    </w:p>
    <w:p w14:paraId="4C3D3E41" w14:textId="77777777"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</w:t>
      </w:r>
      <w:r w:rsidR="00957DF0">
        <w:t>/</w:t>
      </w:r>
      <w:r>
        <w:t>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</w:t>
      </w:r>
      <w:r w:rsidR="00957DF0">
        <w:t> </w:t>
      </w:r>
      <w:r>
        <w:t>SO 98-98 Všeobecný objekt.</w:t>
      </w:r>
    </w:p>
    <w:p w14:paraId="648A179B" w14:textId="77777777" w:rsidR="005E07BA" w:rsidRDefault="005E07BA" w:rsidP="005E07BA">
      <w:pPr>
        <w:pStyle w:val="Nadpis2-2"/>
      </w:pPr>
      <w:bookmarkStart w:id="7" w:name="_Toc167772324"/>
      <w:r>
        <w:t>Cenová soustava</w:t>
      </w:r>
      <w:bookmarkEnd w:id="7"/>
    </w:p>
    <w:p w14:paraId="20B886E7" w14:textId="77777777"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</w:t>
      </w:r>
      <w:r w:rsidR="00957DF0">
        <w:t> </w:t>
      </w:r>
      <w:r>
        <w:t xml:space="preserve">služeb s výkazem výměr, v platném znění. Prioritně je pro stavbu použitá cenová soustava - Oborový třídník stavebních konstrukcí a prací (dále jen </w:t>
      </w:r>
      <w:r w:rsidR="00957DF0">
        <w:t>„</w:t>
      </w:r>
      <w:r>
        <w:t>OTSKP</w:t>
      </w:r>
      <w:r w:rsidR="00957DF0">
        <w:t>“</w:t>
      </w:r>
      <w:r>
        <w:t>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 xml:space="preserve">položkách </w:t>
      </w:r>
      <w:r w:rsidR="00957DF0">
        <w:t xml:space="preserve">jednotlivých </w:t>
      </w:r>
      <w:r>
        <w:t>Soupis</w:t>
      </w:r>
      <w:r w:rsidR="00957DF0">
        <w:t>ů</w:t>
      </w:r>
      <w:r>
        <w:t xml:space="preserve"> prací SO a PS.</w:t>
      </w:r>
    </w:p>
    <w:p w14:paraId="621C0D7A" w14:textId="77777777" w:rsidR="005E07BA" w:rsidRDefault="005E07BA" w:rsidP="005E07BA">
      <w:pPr>
        <w:pStyle w:val="Nadpis2-2"/>
      </w:pPr>
      <w:bookmarkStart w:id="8" w:name="_Toc167772325"/>
      <w:r>
        <w:t>Měrné jednotky</w:t>
      </w:r>
      <w:bookmarkEnd w:id="8"/>
    </w:p>
    <w:p w14:paraId="693DFF0C" w14:textId="77777777"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</w:t>
      </w:r>
      <w:r w:rsidR="00957DF0">
        <w:t> </w:t>
      </w:r>
      <w:r>
        <w:t>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14:paraId="0A6E679F" w14:textId="77777777" w:rsidR="005E07BA" w:rsidRDefault="005E07BA" w:rsidP="005E07BA">
      <w:pPr>
        <w:pStyle w:val="Nadpis2-1"/>
      </w:pPr>
      <w:bookmarkStart w:id="9" w:name="_Toc167772326"/>
      <w:r>
        <w:t>ZÁKLADNÍ PRAVIDLA PRO OCEŇOVÁNÍ SOUPISU PRACÍ</w:t>
      </w:r>
      <w:bookmarkEnd w:id="9"/>
    </w:p>
    <w:p w14:paraId="488A06B1" w14:textId="77777777"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14:paraId="2794B3EC" w14:textId="77777777" w:rsidR="005E07BA" w:rsidRDefault="005E07BA" w:rsidP="005E07BA">
      <w:pPr>
        <w:pStyle w:val="Text2-1"/>
      </w:pPr>
      <w:r>
        <w:t>Položky soupisu prací obsahují pole:</w:t>
      </w:r>
    </w:p>
    <w:p w14:paraId="0EC7264D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091508FB" w14:textId="77777777"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14:paraId="070630B9" w14:textId="77777777"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14:paraId="1387CAC7" w14:textId="77777777"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5B7AF627" w14:textId="77777777"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14:paraId="17422969" w14:textId="77777777"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14:paraId="603B628E" w14:textId="77777777"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14:paraId="6140D161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14:paraId="0EAD5061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29F1606C" w14:textId="77777777"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14:paraId="2C0CD824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03CCACCE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5E0E1880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14:paraId="5DCED325" w14:textId="77777777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14:paraId="62871AD1" w14:textId="77777777" w:rsidR="005E07BA" w:rsidRDefault="005E07BA" w:rsidP="005E07BA">
      <w:pPr>
        <w:pStyle w:val="Text2-1"/>
      </w:pPr>
      <w:r>
        <w:t>Pokud není v projektové dokumentaci a Soupisech prací jednotlivých SO a PS uvedeno jinak, jsou vedlejší náklady rozpuštěny v položkách Soupisu prací a samostatně se</w:t>
      </w:r>
      <w:r w:rsidR="00F91A15">
        <w:t> </w:t>
      </w:r>
      <w:r>
        <w:t xml:space="preserve">nevykazují. Dodavatel tyto náklady musí zahrnout do ceny díla. Tato zásada platí jednotně, tj. bez rozdílu použité cenové soustavy. Jedná se zejména o náklady na: </w:t>
      </w:r>
    </w:p>
    <w:p w14:paraId="741C9EBC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14:paraId="09029833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4395806B" w14:textId="77777777" w:rsidR="005E07BA" w:rsidRDefault="005E07BA" w:rsidP="005E07BA">
      <w:pPr>
        <w:pStyle w:val="Odrka1-2-"/>
      </w:pPr>
      <w:r>
        <w:t>náklady na veškerá pojištění;</w:t>
      </w:r>
    </w:p>
    <w:p w14:paraId="596C62EF" w14:textId="77777777"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14:paraId="2E1C5167" w14:textId="77777777" w:rsidR="005E07BA" w:rsidRDefault="005E07BA" w:rsidP="005E07BA">
      <w:pPr>
        <w:pStyle w:val="Odrka1-2-"/>
      </w:pPr>
      <w:r>
        <w:t>vnitrostaveništní „Přesun hmot“ a bez ohledu na použitou cenovou soustavu;</w:t>
      </w:r>
    </w:p>
    <w:p w14:paraId="0F6BA973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305049C4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132AA565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6617C837" w14:textId="77777777"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14:paraId="3968CC7C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0479771C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42DB1A47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6A8BFCF8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17749482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6E71ED9B" w14:textId="77777777"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23B53DDC" w14:textId="77777777" w:rsidR="005E07BA" w:rsidRDefault="005E07BA" w:rsidP="005E07BA">
      <w:pPr>
        <w:pStyle w:val="Odrka1-2-"/>
      </w:pPr>
      <w:r>
        <w:t>nezbytná provizoria, provizorní a přechodné stavy (a to včetně zajištění jejich kvalifikované obsluhy a řízení, ekologické likvidace), pokud nejsou vyčleněny jako samostatná položka, stavební díl, podobjekt;</w:t>
      </w:r>
    </w:p>
    <w:p w14:paraId="7B12DFC9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1E200B12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14:paraId="4E557E7D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40E27028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6869D99E" w14:textId="77777777" w:rsidR="005E07BA" w:rsidRDefault="005E07BA" w:rsidP="005E07BA">
      <w:pPr>
        <w:pStyle w:val="Textbezslovn"/>
      </w:pPr>
      <w:r>
        <w:t>Každá účastníkem vyplněná položka musí obsahovat veškeré technicky a logicky dovoditelné součásti předmětu plnění.</w:t>
      </w:r>
    </w:p>
    <w:p w14:paraId="3FCE6C6C" w14:textId="77777777"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14:paraId="6D2245E5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56E05A27" w14:textId="77777777" w:rsidR="005E07BA" w:rsidRDefault="005E07BA" w:rsidP="005E07BA">
      <w:pPr>
        <w:pStyle w:val="Odrka1-2-"/>
      </w:pPr>
      <w:r>
        <w:t>geodetickou a koordinační činnost,</w:t>
      </w:r>
    </w:p>
    <w:p w14:paraId="77EF5CA9" w14:textId="77777777" w:rsidR="005E07BA" w:rsidRDefault="005E07BA" w:rsidP="005E07BA">
      <w:pPr>
        <w:pStyle w:val="Odrka1-2-"/>
      </w:pPr>
      <w:r>
        <w:t>veškeré zkoušky a revize.</w:t>
      </w:r>
    </w:p>
    <w:p w14:paraId="34C2BF13" w14:textId="77777777"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14:paraId="766B0BC4" w14:textId="77777777"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14:paraId="03AF502C" w14:textId="48303556" w:rsidR="005E07BA" w:rsidRDefault="005E07BA" w:rsidP="005E07BA">
      <w:pPr>
        <w:pStyle w:val="Text2-1"/>
      </w:pPr>
      <w:r>
        <w:t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</w:t>
      </w:r>
      <w:r w:rsidRPr="00822450">
        <w:t>pisu prací lišit z důvodu přesného zaměření nebo na základě rozhodnutí Správce stavby</w:t>
      </w:r>
      <w:r>
        <w:t>.</w:t>
      </w:r>
    </w:p>
    <w:p w14:paraId="77A36619" w14:textId="77777777"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14:paraId="0A68B1B4" w14:textId="11E07968" w:rsidR="005E07BA" w:rsidRDefault="005E07BA" w:rsidP="005E07BA">
      <w:pPr>
        <w:pStyle w:val="Text2-1"/>
      </w:pPr>
      <w:r>
        <w:lastRenderedPageBreak/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*.xls a *.xml (struktura dat dle datového </w:t>
      </w:r>
      <w:r w:rsidRPr="00963408">
        <w:t>předpisu XC4).</w:t>
      </w:r>
    </w:p>
    <w:p w14:paraId="5FAF65F6" w14:textId="77777777" w:rsidR="005E07BA" w:rsidRDefault="005E07BA" w:rsidP="005E07BA">
      <w:pPr>
        <w:pStyle w:val="Nadpis2-1"/>
      </w:pPr>
      <w:bookmarkStart w:id="10" w:name="_Toc167772327"/>
      <w:r>
        <w:t>MĚŘENÍ</w:t>
      </w:r>
      <w:bookmarkEnd w:id="10"/>
    </w:p>
    <w:p w14:paraId="66E76CB3" w14:textId="77777777"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</w:t>
      </w:r>
      <w:r w:rsidR="000F034C">
        <w:t> </w:t>
      </w:r>
      <w:r w:rsidRPr="005E07BA">
        <w:t>v</w:t>
      </w:r>
      <w:r w:rsidR="000F034C">
        <w:t> </w:t>
      </w:r>
      <w:r w:rsidRPr="005E07BA">
        <w:t>příslušné cenové soustavě.</w:t>
      </w:r>
    </w:p>
    <w:p w14:paraId="47AD78CD" w14:textId="77777777"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</w:t>
      </w:r>
      <w:r w:rsidR="000F034C">
        <w:t> </w:t>
      </w:r>
      <w:r>
        <w:t>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14:paraId="65002F1B" w14:textId="77777777" w:rsidR="005E07BA" w:rsidRDefault="005E07BA" w:rsidP="001D1F8C">
      <w:pPr>
        <w:pStyle w:val="Nadpis2-1"/>
      </w:pPr>
      <w:bookmarkStart w:id="11" w:name="_Toc167772328"/>
      <w:r>
        <w:t>SROVNATELNÉ V</w:t>
      </w:r>
      <w:r w:rsidR="00277875">
        <w:t>ÝROBKY, ALTERNATIVY MATERIÁLŮ A </w:t>
      </w:r>
      <w:r>
        <w:t>PROVEDENÍ</w:t>
      </w:r>
      <w:bookmarkEnd w:id="11"/>
    </w:p>
    <w:p w14:paraId="531C0875" w14:textId="77777777"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14:paraId="757D4EB0" w14:textId="5062CA84" w:rsidR="005E07BA" w:rsidRDefault="005E07BA" w:rsidP="001D1F8C">
      <w:pPr>
        <w:pStyle w:val="Text2-1"/>
      </w:pPr>
      <w:r>
        <w:t xml:space="preserve">Jestliže dodavatel </w:t>
      </w:r>
      <w:r w:rsidRPr="00ED31A4">
        <w:t>nabídne srovnatelný výrobek nebo materiál namísto určeného nebo vykázaného, a tento je přijat Správcem stavby k zabudování</w:t>
      </w:r>
      <w:r>
        <w:t xml:space="preserve">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9D6D95" w14:textId="77777777" w:rsidR="009E34F8" w:rsidRDefault="009E34F8" w:rsidP="00962258">
      <w:pPr>
        <w:spacing w:after="0" w:line="240" w:lineRule="auto"/>
      </w:pPr>
      <w:r>
        <w:separator/>
      </w:r>
    </w:p>
  </w:endnote>
  <w:endnote w:type="continuationSeparator" w:id="0">
    <w:p w14:paraId="3FF36232" w14:textId="77777777" w:rsidR="009E34F8" w:rsidRDefault="009E34F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4673DD1C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16D2F620" w14:textId="77777777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3638DD1A" w14:textId="257B035E" w:rsidR="00CF0EF4" w:rsidRPr="003462EB" w:rsidRDefault="00000000" w:rsidP="00C87634">
          <w:pPr>
            <w:pStyle w:val="Zpatvlevo"/>
          </w:pPr>
          <w:fldSimple w:instr=" STYLEREF  _Název_akce  \* MERGEFORMAT ">
            <w:r w:rsidR="00963408" w:rsidRPr="00963408">
              <w:rPr>
                <w:b/>
                <w:bCs/>
                <w:noProof/>
              </w:rPr>
              <w:t>Doplnění závor</w:t>
            </w:r>
            <w:r w:rsidR="00963408">
              <w:rPr>
                <w:noProof/>
              </w:rPr>
              <w:t xml:space="preserve"> na přejezdu P3950 v km 3,780 trati Moravské Bránice - Oslavany</w:t>
            </w:r>
          </w:fldSimple>
        </w:p>
        <w:p w14:paraId="3E87001E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5C1C5849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14:paraId="65F646EC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7145A87F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4187BFC9" w14:textId="2B1103D2" w:rsidR="00CF0EF4" w:rsidRDefault="00000000" w:rsidP="00C87634">
          <w:pPr>
            <w:pStyle w:val="Zpatvpravo"/>
          </w:pPr>
          <w:fldSimple w:instr=" STYLEREF  _Název_akce  \* MERGEFORMAT ">
            <w:r w:rsidR="00963408" w:rsidRPr="00963408">
              <w:rPr>
                <w:b/>
                <w:bCs/>
                <w:noProof/>
              </w:rPr>
              <w:t>Doplnění závor</w:t>
            </w:r>
            <w:r w:rsidR="00963408">
              <w:rPr>
                <w:noProof/>
              </w:rPr>
              <w:t xml:space="preserve"> na přejezdu P3950 v km 3,780 trati Moravské Bránice - Oslavany</w:t>
            </w:r>
          </w:fldSimple>
        </w:p>
        <w:p w14:paraId="0FD5568B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0665C1C8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14:paraId="08C7BA60" w14:textId="77777777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</w:tr>
  </w:tbl>
  <w:p w14:paraId="185E161C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B27D1A" w14:textId="77777777" w:rsidR="00CF0EF4" w:rsidRPr="00B8518B" w:rsidRDefault="00CF0EF4" w:rsidP="00CF0EF4">
    <w:pPr>
      <w:pStyle w:val="Zpat"/>
      <w:rPr>
        <w:sz w:val="2"/>
        <w:szCs w:val="2"/>
      </w:rPr>
    </w:pPr>
  </w:p>
  <w:p w14:paraId="2276401D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2D866111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60B4F2" w14:textId="77777777" w:rsidR="009E34F8" w:rsidRDefault="009E34F8" w:rsidP="00962258">
      <w:pPr>
        <w:spacing w:after="0" w:line="240" w:lineRule="auto"/>
      </w:pPr>
      <w:r>
        <w:separator/>
      </w:r>
    </w:p>
  </w:footnote>
  <w:footnote w:type="continuationSeparator" w:id="0">
    <w:p w14:paraId="5B31DA02" w14:textId="77777777" w:rsidR="009E34F8" w:rsidRDefault="009E34F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C8B3A" w14:textId="77777777" w:rsidR="00C035CA" w:rsidRDefault="00C035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4A2956C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5AA7CDA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88473BC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C58EA83" w14:textId="77777777" w:rsidR="0076790E" w:rsidRPr="00D6163D" w:rsidRDefault="0076790E" w:rsidP="00D6163D">
          <w:pPr>
            <w:pStyle w:val="Druhdokumentu"/>
          </w:pPr>
        </w:p>
      </w:tc>
    </w:tr>
  </w:tbl>
  <w:p w14:paraId="2EF2795E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55E4CCF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8D675C3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670A510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0E6C18A4" wp14:editId="63F9F8D5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3A792DF4" w14:textId="77777777" w:rsidR="0076790E" w:rsidRPr="00D6163D" w:rsidRDefault="0076790E" w:rsidP="00FC6389">
          <w:pPr>
            <w:pStyle w:val="Druhdokumentu"/>
          </w:pPr>
        </w:p>
      </w:tc>
    </w:tr>
    <w:tr w:rsidR="0076790E" w14:paraId="49693AFA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59926EE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F775F91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199EEC1" w14:textId="77777777" w:rsidR="0076790E" w:rsidRPr="00D6163D" w:rsidRDefault="0076790E" w:rsidP="00FC6389">
          <w:pPr>
            <w:pStyle w:val="Druhdokumentu"/>
          </w:pPr>
        </w:p>
      </w:tc>
    </w:tr>
  </w:tbl>
  <w:p w14:paraId="650872FE" w14:textId="77777777" w:rsidR="0076790E" w:rsidRPr="00D6163D" w:rsidRDefault="0076790E" w:rsidP="00FC6389">
    <w:pPr>
      <w:pStyle w:val="Zhlav"/>
      <w:rPr>
        <w:sz w:val="8"/>
        <w:szCs w:val="8"/>
      </w:rPr>
    </w:pPr>
  </w:p>
  <w:p w14:paraId="103062E0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3137550">
    <w:abstractNumId w:val="3"/>
  </w:num>
  <w:num w:numId="2" w16cid:durableId="1116172691">
    <w:abstractNumId w:val="1"/>
  </w:num>
  <w:num w:numId="3" w16cid:durableId="345248612">
    <w:abstractNumId w:val="8"/>
  </w:num>
  <w:num w:numId="4" w16cid:durableId="1983389339">
    <w:abstractNumId w:val="4"/>
  </w:num>
  <w:num w:numId="5" w16cid:durableId="137185200">
    <w:abstractNumId w:val="10"/>
  </w:num>
  <w:num w:numId="6" w16cid:durableId="495458873">
    <w:abstractNumId w:val="5"/>
  </w:num>
  <w:num w:numId="7" w16cid:durableId="756636780">
    <w:abstractNumId w:val="6"/>
  </w:num>
  <w:num w:numId="8" w16cid:durableId="516189002">
    <w:abstractNumId w:val="7"/>
  </w:num>
  <w:num w:numId="9" w16cid:durableId="1657152488">
    <w:abstractNumId w:val="0"/>
  </w:num>
  <w:num w:numId="10" w16cid:durableId="1000154086">
    <w:abstractNumId w:val="2"/>
  </w:num>
  <w:num w:numId="11" w16cid:durableId="1072431903">
    <w:abstractNumId w:val="9"/>
  </w:num>
  <w:num w:numId="12" w16cid:durableId="1013797292">
    <w:abstractNumId w:val="0"/>
  </w:num>
  <w:num w:numId="13" w16cid:durableId="1970435755">
    <w:abstractNumId w:val="2"/>
  </w:num>
  <w:num w:numId="14" w16cid:durableId="1495296154">
    <w:abstractNumId w:val="2"/>
  </w:num>
  <w:num w:numId="15" w16cid:durableId="438187797">
    <w:abstractNumId w:val="5"/>
  </w:num>
  <w:num w:numId="16" w16cid:durableId="2010522621">
    <w:abstractNumId w:val="5"/>
  </w:num>
  <w:num w:numId="17" w16cid:durableId="2019380861">
    <w:abstractNumId w:val="5"/>
  </w:num>
  <w:num w:numId="18" w16cid:durableId="1507020755">
    <w:abstractNumId w:val="5"/>
  </w:num>
  <w:num w:numId="19" w16cid:durableId="1456867989">
    <w:abstractNumId w:val="6"/>
  </w:num>
  <w:num w:numId="20" w16cid:durableId="763066654">
    <w:abstractNumId w:val="6"/>
  </w:num>
  <w:num w:numId="21" w16cid:durableId="1053382278">
    <w:abstractNumId w:val="6"/>
  </w:num>
  <w:num w:numId="22" w16cid:durableId="1284849516">
    <w:abstractNumId w:val="6"/>
  </w:num>
  <w:num w:numId="23" w16cid:durableId="617836760">
    <w:abstractNumId w:val="7"/>
  </w:num>
  <w:num w:numId="24" w16cid:durableId="1906446916">
    <w:abstractNumId w:val="0"/>
  </w:num>
  <w:num w:numId="25" w16cid:durableId="578683243">
    <w:abstractNumId w:val="0"/>
  </w:num>
  <w:num w:numId="26" w16cid:durableId="157305953">
    <w:abstractNumId w:val="2"/>
  </w:num>
  <w:num w:numId="27" w16cid:durableId="705833887">
    <w:abstractNumId w:val="2"/>
  </w:num>
  <w:num w:numId="28" w16cid:durableId="200285126">
    <w:abstractNumId w:val="9"/>
  </w:num>
  <w:num w:numId="29" w16cid:durableId="1100029680">
    <w:abstractNumId w:val="0"/>
  </w:num>
  <w:num w:numId="30" w16cid:durableId="1871992598">
    <w:abstractNumId w:val="2"/>
  </w:num>
  <w:num w:numId="31" w16cid:durableId="1924685470">
    <w:abstractNumId w:val="2"/>
  </w:num>
  <w:num w:numId="32" w16cid:durableId="1596136137">
    <w:abstractNumId w:val="5"/>
  </w:num>
  <w:num w:numId="33" w16cid:durableId="238246362">
    <w:abstractNumId w:val="5"/>
  </w:num>
  <w:num w:numId="34" w16cid:durableId="1704086710">
    <w:abstractNumId w:val="5"/>
  </w:num>
  <w:num w:numId="35" w16cid:durableId="1969503573">
    <w:abstractNumId w:val="5"/>
  </w:num>
  <w:num w:numId="36" w16cid:durableId="143737084">
    <w:abstractNumId w:val="6"/>
  </w:num>
  <w:num w:numId="37" w16cid:durableId="1339891227">
    <w:abstractNumId w:val="6"/>
  </w:num>
  <w:num w:numId="38" w16cid:durableId="1762215025">
    <w:abstractNumId w:val="6"/>
  </w:num>
  <w:num w:numId="39" w16cid:durableId="1741488587">
    <w:abstractNumId w:val="6"/>
  </w:num>
  <w:num w:numId="40" w16cid:durableId="1691638226">
    <w:abstractNumId w:val="7"/>
  </w:num>
  <w:num w:numId="41" w16cid:durableId="668875354">
    <w:abstractNumId w:val="0"/>
  </w:num>
  <w:num w:numId="42" w16cid:durableId="582685700">
    <w:abstractNumId w:val="0"/>
  </w:num>
  <w:num w:numId="43" w16cid:durableId="1685594973">
    <w:abstractNumId w:val="2"/>
  </w:num>
  <w:num w:numId="44" w16cid:durableId="926116893">
    <w:abstractNumId w:val="2"/>
  </w:num>
  <w:num w:numId="45" w16cid:durableId="291398990">
    <w:abstractNumId w:val="9"/>
  </w:num>
  <w:num w:numId="46" w16cid:durableId="707025232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0F70"/>
    <w:rsid w:val="000008ED"/>
    <w:rsid w:val="00017F3C"/>
    <w:rsid w:val="000373DC"/>
    <w:rsid w:val="00041EC8"/>
    <w:rsid w:val="0004340C"/>
    <w:rsid w:val="000537B2"/>
    <w:rsid w:val="0006465A"/>
    <w:rsid w:val="0006588D"/>
    <w:rsid w:val="00067A5E"/>
    <w:rsid w:val="00071521"/>
    <w:rsid w:val="000719BB"/>
    <w:rsid w:val="00072A65"/>
    <w:rsid w:val="00072C1E"/>
    <w:rsid w:val="00090F70"/>
    <w:rsid w:val="000B48A8"/>
    <w:rsid w:val="000B4EB8"/>
    <w:rsid w:val="000C41F2"/>
    <w:rsid w:val="000C5D34"/>
    <w:rsid w:val="000D20C6"/>
    <w:rsid w:val="000D22C4"/>
    <w:rsid w:val="000D27D1"/>
    <w:rsid w:val="000E1A7F"/>
    <w:rsid w:val="000F034C"/>
    <w:rsid w:val="000F7B8B"/>
    <w:rsid w:val="001062DA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56A2"/>
    <w:rsid w:val="00170EC5"/>
    <w:rsid w:val="001747C1"/>
    <w:rsid w:val="00177D6B"/>
    <w:rsid w:val="001867C7"/>
    <w:rsid w:val="00191F90"/>
    <w:rsid w:val="00196C40"/>
    <w:rsid w:val="001B4E74"/>
    <w:rsid w:val="001B7668"/>
    <w:rsid w:val="001C645F"/>
    <w:rsid w:val="001D17AC"/>
    <w:rsid w:val="001D1F8C"/>
    <w:rsid w:val="001D2123"/>
    <w:rsid w:val="001E678E"/>
    <w:rsid w:val="001F76D6"/>
    <w:rsid w:val="002071BB"/>
    <w:rsid w:val="00207DF5"/>
    <w:rsid w:val="00222434"/>
    <w:rsid w:val="00237C12"/>
    <w:rsid w:val="00240B81"/>
    <w:rsid w:val="00240E69"/>
    <w:rsid w:val="00247D01"/>
    <w:rsid w:val="0025030F"/>
    <w:rsid w:val="00261A5B"/>
    <w:rsid w:val="00262E5B"/>
    <w:rsid w:val="00266338"/>
    <w:rsid w:val="0026691C"/>
    <w:rsid w:val="00276AFE"/>
    <w:rsid w:val="00277875"/>
    <w:rsid w:val="002A166C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315041"/>
    <w:rsid w:val="003229ED"/>
    <w:rsid w:val="00327EEF"/>
    <w:rsid w:val="0033239F"/>
    <w:rsid w:val="00334918"/>
    <w:rsid w:val="003368B2"/>
    <w:rsid w:val="0034274B"/>
    <w:rsid w:val="0034719F"/>
    <w:rsid w:val="00350A35"/>
    <w:rsid w:val="00352F27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C33F2"/>
    <w:rsid w:val="003D756E"/>
    <w:rsid w:val="003E420D"/>
    <w:rsid w:val="003E4C13"/>
    <w:rsid w:val="003F7B0D"/>
    <w:rsid w:val="004078F3"/>
    <w:rsid w:val="00427794"/>
    <w:rsid w:val="00433C2D"/>
    <w:rsid w:val="004507DA"/>
    <w:rsid w:val="00450F07"/>
    <w:rsid w:val="00453CD3"/>
    <w:rsid w:val="00460660"/>
    <w:rsid w:val="00464BA9"/>
    <w:rsid w:val="004702DB"/>
    <w:rsid w:val="00483969"/>
    <w:rsid w:val="00485722"/>
    <w:rsid w:val="00486107"/>
    <w:rsid w:val="00491827"/>
    <w:rsid w:val="004B0DFE"/>
    <w:rsid w:val="004C4399"/>
    <w:rsid w:val="004C7451"/>
    <w:rsid w:val="004C787C"/>
    <w:rsid w:val="004C7AD5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905DA"/>
    <w:rsid w:val="005A1F44"/>
    <w:rsid w:val="005B76D4"/>
    <w:rsid w:val="005C58EB"/>
    <w:rsid w:val="005D3C39"/>
    <w:rsid w:val="005E07BA"/>
    <w:rsid w:val="00601A8C"/>
    <w:rsid w:val="0061068E"/>
    <w:rsid w:val="006115D3"/>
    <w:rsid w:val="00617C5D"/>
    <w:rsid w:val="00640764"/>
    <w:rsid w:val="00655976"/>
    <w:rsid w:val="0065610E"/>
    <w:rsid w:val="00657860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10723"/>
    <w:rsid w:val="00712307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2450"/>
    <w:rsid w:val="00825984"/>
    <w:rsid w:val="00826B7B"/>
    <w:rsid w:val="00834146"/>
    <w:rsid w:val="00846789"/>
    <w:rsid w:val="0087366C"/>
    <w:rsid w:val="008854E2"/>
    <w:rsid w:val="00887F36"/>
    <w:rsid w:val="008A2793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F80"/>
    <w:rsid w:val="00922385"/>
    <w:rsid w:val="0092239D"/>
    <w:rsid w:val="009223DF"/>
    <w:rsid w:val="00936091"/>
    <w:rsid w:val="00940D8A"/>
    <w:rsid w:val="00957DF0"/>
    <w:rsid w:val="00962258"/>
    <w:rsid w:val="00963408"/>
    <w:rsid w:val="009678B7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34F8"/>
    <w:rsid w:val="009E56ED"/>
    <w:rsid w:val="009F0603"/>
    <w:rsid w:val="009F309B"/>
    <w:rsid w:val="009F392E"/>
    <w:rsid w:val="009F48B9"/>
    <w:rsid w:val="009F53C5"/>
    <w:rsid w:val="00A01A97"/>
    <w:rsid w:val="00A0740E"/>
    <w:rsid w:val="00A24E6C"/>
    <w:rsid w:val="00A308AF"/>
    <w:rsid w:val="00A35F6C"/>
    <w:rsid w:val="00A4050F"/>
    <w:rsid w:val="00A41C27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2244"/>
    <w:rsid w:val="00A94C2F"/>
    <w:rsid w:val="00AA4CBB"/>
    <w:rsid w:val="00AA65FA"/>
    <w:rsid w:val="00AA7351"/>
    <w:rsid w:val="00AB33B3"/>
    <w:rsid w:val="00AB6C0C"/>
    <w:rsid w:val="00AB7341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B32B7"/>
    <w:rsid w:val="00BC06B4"/>
    <w:rsid w:val="00BC06C4"/>
    <w:rsid w:val="00BC38B5"/>
    <w:rsid w:val="00BD7E91"/>
    <w:rsid w:val="00BD7F0D"/>
    <w:rsid w:val="00BE6548"/>
    <w:rsid w:val="00C02D0A"/>
    <w:rsid w:val="00C035CA"/>
    <w:rsid w:val="00C03A6E"/>
    <w:rsid w:val="00C226C0"/>
    <w:rsid w:val="00C24A6A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B39E0"/>
    <w:rsid w:val="00CB6A37"/>
    <w:rsid w:val="00CB7684"/>
    <w:rsid w:val="00CC7C8F"/>
    <w:rsid w:val="00CD1FC4"/>
    <w:rsid w:val="00CF0EF4"/>
    <w:rsid w:val="00D01996"/>
    <w:rsid w:val="00D034A0"/>
    <w:rsid w:val="00D12D42"/>
    <w:rsid w:val="00D20741"/>
    <w:rsid w:val="00D21061"/>
    <w:rsid w:val="00D322B7"/>
    <w:rsid w:val="00D349D0"/>
    <w:rsid w:val="00D4108E"/>
    <w:rsid w:val="00D6163D"/>
    <w:rsid w:val="00D831A3"/>
    <w:rsid w:val="00D97BE3"/>
    <w:rsid w:val="00DA3711"/>
    <w:rsid w:val="00DD46F3"/>
    <w:rsid w:val="00DE51A5"/>
    <w:rsid w:val="00DE56F2"/>
    <w:rsid w:val="00DF116D"/>
    <w:rsid w:val="00DF4DDD"/>
    <w:rsid w:val="00E16FF7"/>
    <w:rsid w:val="00E1732F"/>
    <w:rsid w:val="00E2263C"/>
    <w:rsid w:val="00E26D68"/>
    <w:rsid w:val="00E44045"/>
    <w:rsid w:val="00E618C4"/>
    <w:rsid w:val="00E7218A"/>
    <w:rsid w:val="00E84C3A"/>
    <w:rsid w:val="00E878EE"/>
    <w:rsid w:val="00E923CB"/>
    <w:rsid w:val="00EA6EC7"/>
    <w:rsid w:val="00EB104F"/>
    <w:rsid w:val="00EB46E5"/>
    <w:rsid w:val="00ED0703"/>
    <w:rsid w:val="00ED14BD"/>
    <w:rsid w:val="00ED31A4"/>
    <w:rsid w:val="00F016C7"/>
    <w:rsid w:val="00F12DEC"/>
    <w:rsid w:val="00F1715C"/>
    <w:rsid w:val="00F24034"/>
    <w:rsid w:val="00F27B7C"/>
    <w:rsid w:val="00F310F8"/>
    <w:rsid w:val="00F35675"/>
    <w:rsid w:val="00F35939"/>
    <w:rsid w:val="00F45607"/>
    <w:rsid w:val="00F4722B"/>
    <w:rsid w:val="00F54432"/>
    <w:rsid w:val="00F566A1"/>
    <w:rsid w:val="00F659EB"/>
    <w:rsid w:val="00F86BA6"/>
    <w:rsid w:val="00F8788B"/>
    <w:rsid w:val="00F91A15"/>
    <w:rsid w:val="00F96F7E"/>
    <w:rsid w:val="00FB5DE8"/>
    <w:rsid w:val="00FB6342"/>
    <w:rsid w:val="00FC59A9"/>
    <w:rsid w:val="00FC5E5E"/>
    <w:rsid w:val="00FC6389"/>
    <w:rsid w:val="00FC64AE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08CFF1"/>
  <w14:defaultImageDpi w14:val="32767"/>
  <w15:docId w15:val="{21992C47-7A7F-495B-87E2-E2C7D20CE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92244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ures\OneDrive%20-%20SZ\Dokumenty-Z\Zadan&#225;%20pr&#225;ce%202024\52%20(R)%20P3950\R-Podlimitn&#237;_(NE-FIDIC)\KSP_R(R-F)_VZOR_23071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D913E36F4C14953A910589BB1564B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A79B7F-C5C7-4CCA-A8C9-42E03BC27965}"/>
      </w:docPartPr>
      <w:docPartBody>
        <w:p w:rsidR="005E30BC" w:rsidRDefault="00000000">
          <w:pPr>
            <w:pStyle w:val="6D913E36F4C14953A910589BB1564BA8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694"/>
    <w:rsid w:val="0004340C"/>
    <w:rsid w:val="003B243F"/>
    <w:rsid w:val="00485722"/>
    <w:rsid w:val="005E30BC"/>
    <w:rsid w:val="009C0694"/>
    <w:rsid w:val="00A24E6C"/>
    <w:rsid w:val="00FA1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6D913E36F4C14953A910589BB1564BA8">
    <w:name w:val="6D913E36F4C14953A910589BB1564B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E8F2BEA-19DB-4AE6-9028-EF0D2A22B3C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KSP_R(R-F)_VZOR_230711</Template>
  <TotalTime>26</TotalTime>
  <Pages>6</Pages>
  <Words>1897</Words>
  <Characters>11196</Characters>
  <Application>Microsoft Office Word</Application>
  <DocSecurity>0</DocSecurity>
  <Lines>93</Lines>
  <Paragraphs>26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KSP_230711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13067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KSP_230711</dc:title>
  <dc:creator>Bureš Jakub, Ing.</dc:creator>
  <cp:lastModifiedBy>Bureš Jakub, Ing.</cp:lastModifiedBy>
  <cp:revision>3</cp:revision>
  <cp:lastPrinted>2019-03-13T10:28:00Z</cp:lastPrinted>
  <dcterms:created xsi:type="dcterms:W3CDTF">2024-05-27T10:15:00Z</dcterms:created>
  <dcterms:modified xsi:type="dcterms:W3CDTF">2024-06-12T10:35:00Z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