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910F7D" w:rsidRDefault="0035531B" w:rsidP="0035531B">
      <w:pPr>
        <w:pStyle w:val="Titul2"/>
      </w:pPr>
      <w:r w:rsidRPr="00910F7D">
        <w:t>Díl 1</w:t>
      </w:r>
    </w:p>
    <w:p w14:paraId="1A3745CF" w14:textId="77777777" w:rsidR="00AD0C7B" w:rsidRPr="00910F7D" w:rsidRDefault="0035531B" w:rsidP="006C2343">
      <w:pPr>
        <w:pStyle w:val="Titul1"/>
        <w:rPr>
          <w:caps w:val="0"/>
          <w:sz w:val="48"/>
        </w:rPr>
      </w:pPr>
      <w:r w:rsidRPr="00910F7D">
        <w:rPr>
          <w:caps w:val="0"/>
          <w:sz w:val="48"/>
        </w:rPr>
        <w:t>Požadavky</w:t>
      </w:r>
      <w:r w:rsidR="00845C50" w:rsidRPr="00910F7D">
        <w:rPr>
          <w:caps w:val="0"/>
          <w:sz w:val="48"/>
        </w:rPr>
        <w:t xml:space="preserve"> a </w:t>
      </w:r>
      <w:r w:rsidRPr="00910F7D">
        <w:rPr>
          <w:caps w:val="0"/>
          <w:sz w:val="48"/>
        </w:rPr>
        <w:t>podmínky pro zpracování nabídky</w:t>
      </w:r>
    </w:p>
    <w:p w14:paraId="557DCB19" w14:textId="77777777" w:rsidR="00AD0C7B" w:rsidRPr="00910F7D" w:rsidRDefault="00AD0C7B" w:rsidP="00AD0C7B">
      <w:pPr>
        <w:pStyle w:val="Titul2"/>
      </w:pPr>
    </w:p>
    <w:p w14:paraId="55E56110" w14:textId="77777777" w:rsidR="0035531B" w:rsidRPr="00910F7D" w:rsidRDefault="0035531B" w:rsidP="00AD0C7B">
      <w:pPr>
        <w:pStyle w:val="Titul2"/>
      </w:pPr>
      <w:r w:rsidRPr="00910F7D">
        <w:t>Část 2</w:t>
      </w:r>
    </w:p>
    <w:p w14:paraId="5BC97AA1" w14:textId="77777777" w:rsidR="00AD0C7B" w:rsidRPr="00910F7D" w:rsidRDefault="0035531B" w:rsidP="006C2343">
      <w:pPr>
        <w:pStyle w:val="Titul1"/>
        <w:rPr>
          <w:caps w:val="0"/>
          <w:sz w:val="48"/>
        </w:rPr>
      </w:pPr>
      <w:r w:rsidRPr="00910F7D">
        <w:rPr>
          <w:caps w:val="0"/>
          <w:sz w:val="48"/>
        </w:rPr>
        <w:t>Pokyny pro dodavatele</w:t>
      </w:r>
    </w:p>
    <w:p w14:paraId="530513CC" w14:textId="01979470" w:rsidR="008304F5" w:rsidRPr="008304F5" w:rsidRDefault="008304F5" w:rsidP="008304F5">
      <w:pPr>
        <w:pStyle w:val="Tituldatum"/>
        <w:rPr>
          <w:rFonts w:ascii="Verdana" w:hAnsi="Verdana"/>
          <w:b/>
          <w:sz w:val="36"/>
        </w:rPr>
      </w:pPr>
      <w:r w:rsidRPr="008304F5">
        <w:rPr>
          <w:rFonts w:ascii="Verdana" w:hAnsi="Verdana"/>
          <w:b/>
          <w:sz w:val="36"/>
        </w:rPr>
        <w:t xml:space="preserve"> </w:t>
      </w:r>
      <w:sdt>
        <w:sdtPr>
          <w:rPr>
            <w:rFonts w:ascii="Verdana" w:hAnsi="Verdana"/>
            <w:b/>
            <w:sz w:val="36"/>
          </w:rPr>
          <w:alias w:val="Název akce - Vypsat pole, přenese se do zápatí"/>
          <w:tag w:val="Název akce"/>
          <w:id w:val="1889687308"/>
          <w:placeholder>
            <w:docPart w:val="4AD9C01BB4194EB3899E5AF812C7ECE3"/>
          </w:placeholder>
          <w:text w:multiLine="1"/>
        </w:sdtPr>
        <w:sdtContent>
          <w:r w:rsidR="00416F03">
            <w:rPr>
              <w:rFonts w:ascii="Verdana" w:hAnsi="Verdana"/>
              <w:b/>
              <w:sz w:val="36"/>
            </w:rPr>
            <w:t>„RS4 úsek Ústí nad Labem – státní hranice CZ/SRN“; realizace geologického průzkumu pro Krušnohorský tunel</w:t>
          </w:r>
        </w:sdtContent>
      </w:sdt>
    </w:p>
    <w:p w14:paraId="4A115DC3" w14:textId="2E4F50D2" w:rsidR="00103258" w:rsidRDefault="00103258" w:rsidP="00103258">
      <w:pPr>
        <w:pStyle w:val="Tituldatum"/>
      </w:pPr>
    </w:p>
    <w:p w14:paraId="6A0FC324" w14:textId="77777777" w:rsidR="0010250C" w:rsidRPr="006142CD" w:rsidRDefault="0010250C" w:rsidP="00136BBF">
      <w:pPr>
        <w:pStyle w:val="Text1-1"/>
        <w:numPr>
          <w:ilvl w:val="0"/>
          <w:numId w:val="0"/>
        </w:numPr>
        <w:tabs>
          <w:tab w:val="left" w:pos="708"/>
        </w:tabs>
        <w:spacing w:line="240" w:lineRule="auto"/>
        <w:ind w:left="737" w:hanging="737"/>
        <w:rPr>
          <w:color w:val="FF0000"/>
        </w:rPr>
      </w:pPr>
    </w:p>
    <w:p w14:paraId="335AA076" w14:textId="2B752B96" w:rsidR="000E125F" w:rsidRPr="006700F4" w:rsidRDefault="000E125F" w:rsidP="00136BBF">
      <w:pPr>
        <w:pStyle w:val="Text1-1"/>
        <w:numPr>
          <w:ilvl w:val="0"/>
          <w:numId w:val="0"/>
        </w:numPr>
        <w:tabs>
          <w:tab w:val="left" w:pos="708"/>
        </w:tabs>
        <w:spacing w:line="240" w:lineRule="auto"/>
        <w:ind w:left="737" w:hanging="737"/>
      </w:pPr>
      <w:r w:rsidRPr="006700F4">
        <w:t xml:space="preserve">Č.j. </w:t>
      </w:r>
      <w:r w:rsidR="00967206" w:rsidRPr="00B057D3">
        <w:t>434</w:t>
      </w:r>
      <w:r w:rsidR="0028741F" w:rsidRPr="00694C9F">
        <w:t>/</w:t>
      </w:r>
      <w:r w:rsidR="0028741F" w:rsidRPr="006700F4">
        <w:t>2024-SŽ-SS VRT</w:t>
      </w:r>
    </w:p>
    <w:p w14:paraId="2D609FF5" w14:textId="77777777" w:rsidR="00462D47" w:rsidRPr="006142CD" w:rsidRDefault="00462D47" w:rsidP="0010250C">
      <w:pPr>
        <w:spacing w:after="0" w:line="240" w:lineRule="auto"/>
        <w:rPr>
          <w:i/>
          <w:color w:val="FF0000"/>
        </w:rPr>
      </w:pPr>
    </w:p>
    <w:p w14:paraId="6AA3E71E" w14:textId="77777777" w:rsidR="00462D47" w:rsidRPr="006142CD" w:rsidRDefault="00462D47" w:rsidP="0010250C">
      <w:pPr>
        <w:spacing w:after="0" w:line="240" w:lineRule="auto"/>
        <w:rPr>
          <w:i/>
          <w:color w:val="FF0000"/>
        </w:rPr>
      </w:pPr>
    </w:p>
    <w:p w14:paraId="1D9B4377" w14:textId="77777777" w:rsidR="00462D47" w:rsidRPr="006142CD" w:rsidRDefault="00462D47" w:rsidP="0010250C">
      <w:pPr>
        <w:spacing w:after="0" w:line="240" w:lineRule="auto"/>
        <w:rPr>
          <w:i/>
          <w:color w:val="FF0000"/>
        </w:rPr>
      </w:pPr>
    </w:p>
    <w:p w14:paraId="5D268DE3" w14:textId="77777777" w:rsidR="00462D47" w:rsidRPr="006142CD" w:rsidRDefault="00462D47" w:rsidP="0010250C">
      <w:pPr>
        <w:spacing w:after="0" w:line="240" w:lineRule="auto"/>
        <w:rPr>
          <w:i/>
          <w:color w:val="FF0000"/>
        </w:rPr>
      </w:pPr>
    </w:p>
    <w:p w14:paraId="3C4E5E8F" w14:textId="77777777" w:rsidR="00462D47" w:rsidRPr="006142CD" w:rsidRDefault="00462D47" w:rsidP="0010250C">
      <w:pPr>
        <w:spacing w:after="0" w:line="240" w:lineRule="auto"/>
        <w:rPr>
          <w:i/>
          <w:color w:val="FF0000"/>
        </w:rPr>
      </w:pPr>
    </w:p>
    <w:p w14:paraId="65AEDDB0" w14:textId="77777777" w:rsidR="00462D47" w:rsidRPr="006142CD" w:rsidRDefault="00462D47" w:rsidP="0010250C">
      <w:pPr>
        <w:spacing w:after="0" w:line="240" w:lineRule="auto"/>
        <w:rPr>
          <w:i/>
          <w:color w:val="FF0000"/>
        </w:rPr>
      </w:pPr>
    </w:p>
    <w:p w14:paraId="29C5A633" w14:textId="4098BED7" w:rsidR="003F4CDC" w:rsidRPr="006142CD" w:rsidRDefault="003F4CDC" w:rsidP="0010250C">
      <w:pPr>
        <w:spacing w:after="0" w:line="240" w:lineRule="auto"/>
        <w:rPr>
          <w:noProof/>
          <w:color w:val="FF0000"/>
          <w:lang w:eastAsia="cs-CZ"/>
        </w:rPr>
      </w:pPr>
    </w:p>
    <w:p w14:paraId="3EDE1E3D" w14:textId="3B8F4DB1" w:rsidR="003F4CDC" w:rsidRPr="006142CD" w:rsidRDefault="003F4CDC" w:rsidP="0010250C">
      <w:pPr>
        <w:spacing w:after="0" w:line="240" w:lineRule="auto"/>
        <w:rPr>
          <w:noProof/>
          <w:color w:val="FF0000"/>
          <w:lang w:eastAsia="cs-CZ"/>
        </w:rPr>
      </w:pPr>
    </w:p>
    <w:p w14:paraId="03A44C42" w14:textId="45656A96" w:rsidR="001570F8" w:rsidRPr="006142CD" w:rsidRDefault="001570F8" w:rsidP="0010250C">
      <w:pPr>
        <w:spacing w:after="0" w:line="240" w:lineRule="auto"/>
        <w:rPr>
          <w:noProof/>
          <w:color w:val="FF0000"/>
          <w:lang w:eastAsia="cs-CZ"/>
        </w:rPr>
      </w:pPr>
    </w:p>
    <w:p w14:paraId="5EB6CED6" w14:textId="77777777" w:rsidR="001570F8" w:rsidRPr="006142CD" w:rsidRDefault="001570F8" w:rsidP="0010250C">
      <w:pPr>
        <w:spacing w:after="0" w:line="240" w:lineRule="auto"/>
        <w:rPr>
          <w:noProof/>
          <w:color w:val="FF0000"/>
          <w:lang w:eastAsia="cs-CZ"/>
        </w:rPr>
      </w:pPr>
    </w:p>
    <w:p w14:paraId="708BC2B2" w14:textId="3CB9145C" w:rsidR="003F4CDC" w:rsidRPr="006142CD" w:rsidRDefault="003F4CDC" w:rsidP="0010250C">
      <w:pPr>
        <w:spacing w:after="0" w:line="240" w:lineRule="auto"/>
        <w:rPr>
          <w:noProof/>
          <w:color w:val="FF0000"/>
          <w:lang w:eastAsia="cs-CZ"/>
        </w:rPr>
      </w:pPr>
    </w:p>
    <w:p w14:paraId="234EE444" w14:textId="2497CC30" w:rsidR="003F4CDC" w:rsidRPr="006142CD" w:rsidRDefault="003F4CDC" w:rsidP="0010250C">
      <w:pPr>
        <w:spacing w:after="0" w:line="240" w:lineRule="auto"/>
        <w:rPr>
          <w:noProof/>
          <w:color w:val="FF0000"/>
          <w:lang w:eastAsia="cs-CZ"/>
        </w:rPr>
      </w:pPr>
    </w:p>
    <w:p w14:paraId="4C45D5A9" w14:textId="7AFBA840" w:rsidR="004B62B9" w:rsidRPr="006142CD" w:rsidRDefault="004B62B9" w:rsidP="004B62B9">
      <w:pPr>
        <w:spacing w:after="0"/>
        <w:rPr>
          <w:color w:val="FF0000"/>
        </w:rPr>
      </w:pPr>
    </w:p>
    <w:p w14:paraId="42BC1EC5" w14:textId="4ED11D8E" w:rsidR="00136BBF" w:rsidRPr="006142CD" w:rsidRDefault="00136BBF" w:rsidP="00053304">
      <w:pPr>
        <w:spacing w:after="0"/>
        <w:rPr>
          <w:i/>
          <w:color w:val="FF0000"/>
        </w:rPr>
      </w:pPr>
      <w:r w:rsidRPr="006142CD">
        <w:rPr>
          <w:i/>
          <w:color w:val="FF0000"/>
        </w:rPr>
        <w:t xml:space="preserve"> </w:t>
      </w:r>
    </w:p>
    <w:p w14:paraId="3FBED69F" w14:textId="77777777" w:rsidR="004B62B9" w:rsidRPr="006142CD" w:rsidRDefault="004B62B9" w:rsidP="004B62B9">
      <w:pPr>
        <w:spacing w:after="0"/>
        <w:rPr>
          <w:i/>
          <w:color w:val="FF0000"/>
        </w:rPr>
      </w:pPr>
      <w:r w:rsidRPr="006142CD">
        <w:rPr>
          <w:noProof/>
          <w:color w:val="FF0000"/>
          <w:lang w:eastAsia="cs-CZ"/>
        </w:rPr>
        <w:drawing>
          <wp:inline distT="0" distB="0" distL="0" distR="0" wp14:anchorId="173C7A24" wp14:editId="7897679C">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p w14:paraId="1C7808B8" w14:textId="64D31155" w:rsidR="00A47185" w:rsidRDefault="00A47185" w:rsidP="00A47185">
      <w:pPr>
        <w:tabs>
          <w:tab w:val="left" w:pos="6795"/>
        </w:tabs>
        <w:rPr>
          <w:color w:val="FF0000"/>
        </w:rPr>
      </w:pPr>
      <w:r>
        <w:rPr>
          <w:color w:val="FF0000"/>
        </w:rPr>
        <w:tab/>
      </w:r>
    </w:p>
    <w:p w14:paraId="6F75F15D" w14:textId="77777777" w:rsidR="0010250C" w:rsidRPr="006142CD" w:rsidRDefault="0010250C" w:rsidP="00B057D3">
      <w:pPr>
        <w:tabs>
          <w:tab w:val="left" w:pos="6795"/>
        </w:tabs>
        <w:rPr>
          <w:rFonts w:asciiTheme="majorHAnsi" w:hAnsiTheme="majorHAnsi"/>
          <w:b/>
          <w:caps/>
          <w:color w:val="FF0000"/>
          <w:sz w:val="22"/>
        </w:rPr>
      </w:pPr>
      <w:r w:rsidRPr="00B057D3">
        <w:br w:type="page"/>
      </w:r>
      <w:r w:rsidR="00A47185">
        <w:rPr>
          <w:color w:val="FF0000"/>
        </w:rPr>
        <w:tab/>
      </w:r>
    </w:p>
    <w:p w14:paraId="14783ECE" w14:textId="70AC48F6" w:rsidR="00BD7E91" w:rsidRPr="00F02347" w:rsidRDefault="00BD7E91" w:rsidP="00FE4333">
      <w:pPr>
        <w:pStyle w:val="Nadpisbezsl1-1"/>
      </w:pPr>
      <w:r w:rsidRPr="00F02347">
        <w:t>Obsah</w:t>
      </w:r>
      <w:r w:rsidR="00887F36" w:rsidRPr="00F02347">
        <w:t xml:space="preserve"> </w:t>
      </w:r>
    </w:p>
    <w:p w14:paraId="0633F47A" w14:textId="77777777" w:rsidR="00FD6678" w:rsidRDefault="00BD7E91">
      <w:pPr>
        <w:pStyle w:val="Obsah1"/>
        <w:rPr>
          <w:del w:id="0" w:author="vyznačené změny" w:date="2024-06-10T14:58:00Z" w16du:dateUtc="2024-06-10T12:58:00Z"/>
          <w:rFonts w:eastAsiaTheme="minorEastAsia"/>
          <w:caps w:val="0"/>
          <w:noProof/>
          <w:sz w:val="22"/>
          <w:szCs w:val="22"/>
          <w:lang w:eastAsia="cs-CZ"/>
        </w:rPr>
      </w:pPr>
      <w:del w:id="1" w:author="vyznačené změny" w:date="2024-06-10T14:58:00Z" w16du:dateUtc="2024-06-10T12:58:00Z">
        <w:r w:rsidRPr="00F02347">
          <w:fldChar w:fldCharType="begin"/>
        </w:r>
        <w:r w:rsidRPr="00F02347">
          <w:delInstrText xml:space="preserve"> TOC \o "1-2" \h \z \u </w:delInstrText>
        </w:r>
        <w:r w:rsidRPr="00F02347">
          <w:fldChar w:fldCharType="separate"/>
        </w:r>
        <w:r w:rsidR="00000000">
          <w:fldChar w:fldCharType="begin"/>
        </w:r>
        <w:r w:rsidR="00000000">
          <w:delInstrText>HYPERLINK \l "_Toc163043980"</w:delInstrText>
        </w:r>
        <w:r w:rsidR="00000000">
          <w:fldChar w:fldCharType="separate"/>
        </w:r>
        <w:r w:rsidR="00FD6678" w:rsidRPr="001A3F3C">
          <w:rPr>
            <w:rStyle w:val="Hypertextovodkaz"/>
          </w:rPr>
          <w:delText>1.</w:delText>
        </w:r>
        <w:r w:rsidR="00FD6678">
          <w:rPr>
            <w:rFonts w:eastAsiaTheme="minorEastAsia"/>
            <w:caps w:val="0"/>
            <w:noProof/>
            <w:sz w:val="22"/>
            <w:szCs w:val="22"/>
            <w:lang w:eastAsia="cs-CZ"/>
          </w:rPr>
          <w:tab/>
        </w:r>
        <w:r w:rsidR="00FD6678" w:rsidRPr="001A3F3C">
          <w:rPr>
            <w:rStyle w:val="Hypertextovodkaz"/>
          </w:rPr>
          <w:delText>ÚVODNÍ USTANOVENÍ</w:delText>
        </w:r>
        <w:r w:rsidR="00FD6678">
          <w:rPr>
            <w:noProof/>
            <w:webHidden/>
          </w:rPr>
          <w:tab/>
        </w:r>
        <w:r w:rsidR="00FD6678">
          <w:rPr>
            <w:noProof/>
            <w:webHidden/>
          </w:rPr>
          <w:fldChar w:fldCharType="begin"/>
        </w:r>
        <w:r w:rsidR="00FD6678">
          <w:rPr>
            <w:noProof/>
            <w:webHidden/>
          </w:rPr>
          <w:delInstrText xml:space="preserve"> PAGEREF _Toc163043980 \h </w:delInstrText>
        </w:r>
        <w:r w:rsidR="00FD6678">
          <w:rPr>
            <w:noProof/>
            <w:webHidden/>
          </w:rPr>
        </w:r>
        <w:r w:rsidR="00FD6678">
          <w:rPr>
            <w:noProof/>
            <w:webHidden/>
          </w:rPr>
          <w:fldChar w:fldCharType="separate"/>
        </w:r>
        <w:r w:rsidR="00885E01">
          <w:rPr>
            <w:noProof/>
            <w:webHidden/>
          </w:rPr>
          <w:delText>3</w:delText>
        </w:r>
        <w:r w:rsidR="00FD6678">
          <w:rPr>
            <w:noProof/>
            <w:webHidden/>
          </w:rPr>
          <w:fldChar w:fldCharType="end"/>
        </w:r>
        <w:r w:rsidR="00000000">
          <w:rPr>
            <w:noProof/>
          </w:rPr>
          <w:fldChar w:fldCharType="end"/>
        </w:r>
      </w:del>
    </w:p>
    <w:p w14:paraId="12369216" w14:textId="77777777" w:rsidR="00FD6678" w:rsidRDefault="00000000">
      <w:pPr>
        <w:pStyle w:val="Obsah1"/>
        <w:rPr>
          <w:del w:id="2" w:author="vyznačené změny" w:date="2024-06-10T14:58:00Z" w16du:dateUtc="2024-06-10T12:58:00Z"/>
          <w:rFonts w:eastAsiaTheme="minorEastAsia"/>
          <w:caps w:val="0"/>
          <w:noProof/>
          <w:sz w:val="22"/>
          <w:szCs w:val="22"/>
          <w:lang w:eastAsia="cs-CZ"/>
        </w:rPr>
      </w:pPr>
      <w:del w:id="3" w:author="vyznačené změny" w:date="2024-06-10T14:58:00Z" w16du:dateUtc="2024-06-10T12:58:00Z">
        <w:r>
          <w:fldChar w:fldCharType="begin"/>
        </w:r>
        <w:r>
          <w:delInstrText>HYPERLINK \l "_Toc163043981"</w:delInstrText>
        </w:r>
        <w:r>
          <w:fldChar w:fldCharType="separate"/>
        </w:r>
        <w:r w:rsidR="00FD6678" w:rsidRPr="001A3F3C">
          <w:rPr>
            <w:rStyle w:val="Hypertextovodkaz"/>
          </w:rPr>
          <w:delText>2.</w:delText>
        </w:r>
        <w:r w:rsidR="00FD6678">
          <w:rPr>
            <w:rFonts w:eastAsiaTheme="minorEastAsia"/>
            <w:caps w:val="0"/>
            <w:noProof/>
            <w:sz w:val="22"/>
            <w:szCs w:val="22"/>
            <w:lang w:eastAsia="cs-CZ"/>
          </w:rPr>
          <w:tab/>
        </w:r>
        <w:r w:rsidR="00FD6678" w:rsidRPr="001A3F3C">
          <w:rPr>
            <w:rStyle w:val="Hypertextovodkaz"/>
          </w:rPr>
          <w:delText>IDENTIFIKAČNÍ ÚDAJE ZADAVATELE</w:delText>
        </w:r>
        <w:r w:rsidR="00FD6678">
          <w:rPr>
            <w:noProof/>
            <w:webHidden/>
          </w:rPr>
          <w:tab/>
        </w:r>
        <w:r w:rsidR="00FD6678">
          <w:rPr>
            <w:noProof/>
            <w:webHidden/>
          </w:rPr>
          <w:fldChar w:fldCharType="begin"/>
        </w:r>
        <w:r w:rsidR="00FD6678">
          <w:rPr>
            <w:noProof/>
            <w:webHidden/>
          </w:rPr>
          <w:delInstrText xml:space="preserve"> PAGEREF _Toc163043981 \h </w:delInstrText>
        </w:r>
        <w:r w:rsidR="00FD6678">
          <w:rPr>
            <w:noProof/>
            <w:webHidden/>
          </w:rPr>
        </w:r>
        <w:r w:rsidR="00FD6678">
          <w:rPr>
            <w:noProof/>
            <w:webHidden/>
          </w:rPr>
          <w:fldChar w:fldCharType="separate"/>
        </w:r>
        <w:r w:rsidR="00885E01">
          <w:rPr>
            <w:noProof/>
            <w:webHidden/>
          </w:rPr>
          <w:delText>3</w:delText>
        </w:r>
        <w:r w:rsidR="00FD6678">
          <w:rPr>
            <w:noProof/>
            <w:webHidden/>
          </w:rPr>
          <w:fldChar w:fldCharType="end"/>
        </w:r>
        <w:r>
          <w:rPr>
            <w:noProof/>
          </w:rPr>
          <w:fldChar w:fldCharType="end"/>
        </w:r>
      </w:del>
    </w:p>
    <w:p w14:paraId="528F1E72" w14:textId="77777777" w:rsidR="00FD6678" w:rsidRDefault="00000000">
      <w:pPr>
        <w:pStyle w:val="Obsah1"/>
        <w:rPr>
          <w:del w:id="4" w:author="vyznačené změny" w:date="2024-06-10T14:58:00Z" w16du:dateUtc="2024-06-10T12:58:00Z"/>
          <w:rFonts w:eastAsiaTheme="minorEastAsia"/>
          <w:caps w:val="0"/>
          <w:noProof/>
          <w:sz w:val="22"/>
          <w:szCs w:val="22"/>
          <w:lang w:eastAsia="cs-CZ"/>
        </w:rPr>
      </w:pPr>
      <w:del w:id="5" w:author="vyznačené změny" w:date="2024-06-10T14:58:00Z" w16du:dateUtc="2024-06-10T12:58:00Z">
        <w:r>
          <w:fldChar w:fldCharType="begin"/>
        </w:r>
        <w:r>
          <w:delInstrText>HYPERLINK \l "_Toc163043982"</w:delInstrText>
        </w:r>
        <w:r>
          <w:fldChar w:fldCharType="separate"/>
        </w:r>
        <w:r w:rsidR="00FD6678" w:rsidRPr="001A3F3C">
          <w:rPr>
            <w:rStyle w:val="Hypertextovodkaz"/>
          </w:rPr>
          <w:delText>3.</w:delText>
        </w:r>
        <w:r w:rsidR="00FD6678">
          <w:rPr>
            <w:rFonts w:eastAsiaTheme="minorEastAsia"/>
            <w:caps w:val="0"/>
            <w:noProof/>
            <w:sz w:val="22"/>
            <w:szCs w:val="22"/>
            <w:lang w:eastAsia="cs-CZ"/>
          </w:rPr>
          <w:tab/>
        </w:r>
        <w:r w:rsidR="00FD6678" w:rsidRPr="001A3F3C">
          <w:rPr>
            <w:rStyle w:val="Hypertextovodkaz"/>
          </w:rPr>
          <w:delText>KOMUNIKACE MEZI ZADAVATELEM a DODAVATELEM</w:delText>
        </w:r>
        <w:r w:rsidR="00FD6678">
          <w:rPr>
            <w:noProof/>
            <w:webHidden/>
          </w:rPr>
          <w:tab/>
        </w:r>
        <w:r w:rsidR="00FD6678">
          <w:rPr>
            <w:noProof/>
            <w:webHidden/>
          </w:rPr>
          <w:fldChar w:fldCharType="begin"/>
        </w:r>
        <w:r w:rsidR="00FD6678">
          <w:rPr>
            <w:noProof/>
            <w:webHidden/>
          </w:rPr>
          <w:delInstrText xml:space="preserve"> PAGEREF _Toc163043982 \h </w:delInstrText>
        </w:r>
        <w:r w:rsidR="00FD6678">
          <w:rPr>
            <w:noProof/>
            <w:webHidden/>
          </w:rPr>
        </w:r>
        <w:r w:rsidR="00FD6678">
          <w:rPr>
            <w:noProof/>
            <w:webHidden/>
          </w:rPr>
          <w:fldChar w:fldCharType="separate"/>
        </w:r>
        <w:r w:rsidR="00885E01">
          <w:rPr>
            <w:noProof/>
            <w:webHidden/>
          </w:rPr>
          <w:delText>4</w:delText>
        </w:r>
        <w:r w:rsidR="00FD6678">
          <w:rPr>
            <w:noProof/>
            <w:webHidden/>
          </w:rPr>
          <w:fldChar w:fldCharType="end"/>
        </w:r>
        <w:r>
          <w:rPr>
            <w:noProof/>
          </w:rPr>
          <w:fldChar w:fldCharType="end"/>
        </w:r>
      </w:del>
    </w:p>
    <w:p w14:paraId="578FEE0E" w14:textId="77777777" w:rsidR="00FD6678" w:rsidRDefault="00000000">
      <w:pPr>
        <w:pStyle w:val="Obsah1"/>
        <w:rPr>
          <w:del w:id="6" w:author="vyznačené změny" w:date="2024-06-10T14:58:00Z" w16du:dateUtc="2024-06-10T12:58:00Z"/>
          <w:rFonts w:eastAsiaTheme="minorEastAsia"/>
          <w:caps w:val="0"/>
          <w:noProof/>
          <w:sz w:val="22"/>
          <w:szCs w:val="22"/>
          <w:lang w:eastAsia="cs-CZ"/>
        </w:rPr>
      </w:pPr>
      <w:del w:id="7" w:author="vyznačené změny" w:date="2024-06-10T14:58:00Z" w16du:dateUtc="2024-06-10T12:58:00Z">
        <w:r>
          <w:fldChar w:fldCharType="begin"/>
        </w:r>
        <w:r>
          <w:delInstrText>HYPERLINK \l "_Toc163043983"</w:delInstrText>
        </w:r>
        <w:r>
          <w:fldChar w:fldCharType="separate"/>
        </w:r>
        <w:r w:rsidR="00FD6678" w:rsidRPr="001A3F3C">
          <w:rPr>
            <w:rStyle w:val="Hypertextovodkaz"/>
          </w:rPr>
          <w:delText>4.</w:delText>
        </w:r>
        <w:r w:rsidR="00FD6678">
          <w:rPr>
            <w:rFonts w:eastAsiaTheme="minorEastAsia"/>
            <w:caps w:val="0"/>
            <w:noProof/>
            <w:sz w:val="22"/>
            <w:szCs w:val="22"/>
            <w:lang w:eastAsia="cs-CZ"/>
          </w:rPr>
          <w:tab/>
        </w:r>
        <w:r w:rsidR="00FD6678" w:rsidRPr="001A3F3C">
          <w:rPr>
            <w:rStyle w:val="Hypertextovodkaz"/>
          </w:rPr>
          <w:delText>ÚČEL, PŘEDMĚT a místo PLNĚNÍ VEŘEJNÉ ZAKÁZKY</w:delText>
        </w:r>
        <w:r w:rsidR="00FD6678">
          <w:rPr>
            <w:noProof/>
            <w:webHidden/>
          </w:rPr>
          <w:tab/>
        </w:r>
        <w:r w:rsidR="00FD6678">
          <w:rPr>
            <w:noProof/>
            <w:webHidden/>
          </w:rPr>
          <w:fldChar w:fldCharType="begin"/>
        </w:r>
        <w:r w:rsidR="00FD6678">
          <w:rPr>
            <w:noProof/>
            <w:webHidden/>
          </w:rPr>
          <w:delInstrText xml:space="preserve"> PAGEREF _Toc163043983 \h </w:delInstrText>
        </w:r>
        <w:r w:rsidR="00FD6678">
          <w:rPr>
            <w:noProof/>
            <w:webHidden/>
          </w:rPr>
        </w:r>
        <w:r w:rsidR="00FD6678">
          <w:rPr>
            <w:noProof/>
            <w:webHidden/>
          </w:rPr>
          <w:fldChar w:fldCharType="separate"/>
        </w:r>
        <w:r w:rsidR="00885E01">
          <w:rPr>
            <w:noProof/>
            <w:webHidden/>
          </w:rPr>
          <w:delText>4</w:delText>
        </w:r>
        <w:r w:rsidR="00FD6678">
          <w:rPr>
            <w:noProof/>
            <w:webHidden/>
          </w:rPr>
          <w:fldChar w:fldCharType="end"/>
        </w:r>
        <w:r>
          <w:rPr>
            <w:noProof/>
          </w:rPr>
          <w:fldChar w:fldCharType="end"/>
        </w:r>
      </w:del>
    </w:p>
    <w:p w14:paraId="47AC657A" w14:textId="77777777" w:rsidR="00FD6678" w:rsidRDefault="00000000">
      <w:pPr>
        <w:pStyle w:val="Obsah1"/>
        <w:rPr>
          <w:del w:id="8" w:author="vyznačené změny" w:date="2024-06-10T14:58:00Z" w16du:dateUtc="2024-06-10T12:58:00Z"/>
          <w:rFonts w:eastAsiaTheme="minorEastAsia"/>
          <w:caps w:val="0"/>
          <w:noProof/>
          <w:sz w:val="22"/>
          <w:szCs w:val="22"/>
          <w:lang w:eastAsia="cs-CZ"/>
        </w:rPr>
      </w:pPr>
      <w:del w:id="9" w:author="vyznačené změny" w:date="2024-06-10T14:58:00Z" w16du:dateUtc="2024-06-10T12:58:00Z">
        <w:r>
          <w:fldChar w:fldCharType="begin"/>
        </w:r>
        <w:r>
          <w:delInstrText>HYPERLINK \l "_Toc163043984"</w:delInstrText>
        </w:r>
        <w:r>
          <w:fldChar w:fldCharType="separate"/>
        </w:r>
        <w:r w:rsidR="00FD6678" w:rsidRPr="001A3F3C">
          <w:rPr>
            <w:rStyle w:val="Hypertextovodkaz"/>
          </w:rPr>
          <w:delText>5.</w:delText>
        </w:r>
        <w:r w:rsidR="00FD6678">
          <w:rPr>
            <w:rFonts w:eastAsiaTheme="minorEastAsia"/>
            <w:caps w:val="0"/>
            <w:noProof/>
            <w:sz w:val="22"/>
            <w:szCs w:val="22"/>
            <w:lang w:eastAsia="cs-CZ"/>
          </w:rPr>
          <w:tab/>
        </w:r>
        <w:r w:rsidR="00FD6678" w:rsidRPr="001A3F3C">
          <w:rPr>
            <w:rStyle w:val="Hypertextovodkaz"/>
          </w:rPr>
          <w:delText>ZDROJE FINANCOVÁNÍ a PŘEDPOKLÁDANÁ HODNOTA VEŘEJNÉ ZAKÁZKY</w:delText>
        </w:r>
        <w:r w:rsidR="00FD6678">
          <w:rPr>
            <w:noProof/>
            <w:webHidden/>
          </w:rPr>
          <w:tab/>
        </w:r>
        <w:r w:rsidR="00FD6678">
          <w:rPr>
            <w:noProof/>
            <w:webHidden/>
          </w:rPr>
          <w:fldChar w:fldCharType="begin"/>
        </w:r>
        <w:r w:rsidR="00FD6678">
          <w:rPr>
            <w:noProof/>
            <w:webHidden/>
          </w:rPr>
          <w:delInstrText xml:space="preserve"> PAGEREF _Toc163043984 \h </w:delInstrText>
        </w:r>
        <w:r w:rsidR="00FD6678">
          <w:rPr>
            <w:noProof/>
            <w:webHidden/>
          </w:rPr>
        </w:r>
        <w:r w:rsidR="00FD6678">
          <w:rPr>
            <w:noProof/>
            <w:webHidden/>
          </w:rPr>
          <w:fldChar w:fldCharType="separate"/>
        </w:r>
        <w:r w:rsidR="00885E01">
          <w:rPr>
            <w:noProof/>
            <w:webHidden/>
          </w:rPr>
          <w:delText>5</w:delText>
        </w:r>
        <w:r w:rsidR="00FD6678">
          <w:rPr>
            <w:noProof/>
            <w:webHidden/>
          </w:rPr>
          <w:fldChar w:fldCharType="end"/>
        </w:r>
        <w:r>
          <w:rPr>
            <w:noProof/>
          </w:rPr>
          <w:fldChar w:fldCharType="end"/>
        </w:r>
      </w:del>
    </w:p>
    <w:p w14:paraId="3BBDE3B8" w14:textId="77777777" w:rsidR="00FD6678" w:rsidRDefault="00000000">
      <w:pPr>
        <w:pStyle w:val="Obsah1"/>
        <w:rPr>
          <w:del w:id="10" w:author="vyznačené změny" w:date="2024-06-10T14:58:00Z" w16du:dateUtc="2024-06-10T12:58:00Z"/>
          <w:rFonts w:eastAsiaTheme="minorEastAsia"/>
          <w:caps w:val="0"/>
          <w:noProof/>
          <w:sz w:val="22"/>
          <w:szCs w:val="22"/>
          <w:lang w:eastAsia="cs-CZ"/>
        </w:rPr>
      </w:pPr>
      <w:del w:id="11" w:author="vyznačené změny" w:date="2024-06-10T14:58:00Z" w16du:dateUtc="2024-06-10T12:58:00Z">
        <w:r>
          <w:fldChar w:fldCharType="begin"/>
        </w:r>
        <w:r>
          <w:delInstrText>HYPERLINK \l "_Toc163043985"</w:delInstrText>
        </w:r>
        <w:r>
          <w:fldChar w:fldCharType="separate"/>
        </w:r>
        <w:r w:rsidR="00FD6678" w:rsidRPr="001A3F3C">
          <w:rPr>
            <w:rStyle w:val="Hypertextovodkaz"/>
          </w:rPr>
          <w:delText>6.</w:delText>
        </w:r>
        <w:r w:rsidR="00FD6678">
          <w:rPr>
            <w:rFonts w:eastAsiaTheme="minorEastAsia"/>
            <w:caps w:val="0"/>
            <w:noProof/>
            <w:sz w:val="22"/>
            <w:szCs w:val="22"/>
            <w:lang w:eastAsia="cs-CZ"/>
          </w:rPr>
          <w:tab/>
        </w:r>
        <w:r w:rsidR="00FD6678" w:rsidRPr="001A3F3C">
          <w:rPr>
            <w:rStyle w:val="Hypertextovodkaz"/>
          </w:rPr>
          <w:delText>OBSAH ZADÁVACÍ DOKUMENTACE</w:delText>
        </w:r>
        <w:r w:rsidR="00FD6678">
          <w:rPr>
            <w:noProof/>
            <w:webHidden/>
          </w:rPr>
          <w:tab/>
        </w:r>
        <w:r w:rsidR="00FD6678">
          <w:rPr>
            <w:noProof/>
            <w:webHidden/>
          </w:rPr>
          <w:fldChar w:fldCharType="begin"/>
        </w:r>
        <w:r w:rsidR="00FD6678">
          <w:rPr>
            <w:noProof/>
            <w:webHidden/>
          </w:rPr>
          <w:delInstrText xml:space="preserve"> PAGEREF _Toc163043985 \h </w:delInstrText>
        </w:r>
        <w:r w:rsidR="00FD6678">
          <w:rPr>
            <w:noProof/>
            <w:webHidden/>
          </w:rPr>
        </w:r>
        <w:r w:rsidR="00FD6678">
          <w:rPr>
            <w:noProof/>
            <w:webHidden/>
          </w:rPr>
          <w:fldChar w:fldCharType="separate"/>
        </w:r>
        <w:r w:rsidR="00885E01">
          <w:rPr>
            <w:noProof/>
            <w:webHidden/>
          </w:rPr>
          <w:delText>5</w:delText>
        </w:r>
        <w:r w:rsidR="00FD6678">
          <w:rPr>
            <w:noProof/>
            <w:webHidden/>
          </w:rPr>
          <w:fldChar w:fldCharType="end"/>
        </w:r>
        <w:r>
          <w:rPr>
            <w:noProof/>
          </w:rPr>
          <w:fldChar w:fldCharType="end"/>
        </w:r>
      </w:del>
    </w:p>
    <w:p w14:paraId="7ED5E0FB" w14:textId="77777777" w:rsidR="00FD6678" w:rsidRDefault="00000000">
      <w:pPr>
        <w:pStyle w:val="Obsah1"/>
        <w:rPr>
          <w:del w:id="12" w:author="vyznačené změny" w:date="2024-06-10T14:58:00Z" w16du:dateUtc="2024-06-10T12:58:00Z"/>
          <w:rFonts w:eastAsiaTheme="minorEastAsia"/>
          <w:caps w:val="0"/>
          <w:noProof/>
          <w:sz w:val="22"/>
          <w:szCs w:val="22"/>
          <w:lang w:eastAsia="cs-CZ"/>
        </w:rPr>
      </w:pPr>
      <w:del w:id="13" w:author="vyznačené změny" w:date="2024-06-10T14:58:00Z" w16du:dateUtc="2024-06-10T12:58:00Z">
        <w:r>
          <w:fldChar w:fldCharType="begin"/>
        </w:r>
        <w:r>
          <w:delInstrText>HYPERLINK \l "_Toc163043986"</w:delInstrText>
        </w:r>
        <w:r>
          <w:fldChar w:fldCharType="separate"/>
        </w:r>
        <w:r w:rsidR="00FD6678" w:rsidRPr="001A3F3C">
          <w:rPr>
            <w:rStyle w:val="Hypertextovodkaz"/>
          </w:rPr>
          <w:delText>7.</w:delText>
        </w:r>
        <w:r w:rsidR="00FD6678">
          <w:rPr>
            <w:rFonts w:eastAsiaTheme="minorEastAsia"/>
            <w:caps w:val="0"/>
            <w:noProof/>
            <w:sz w:val="22"/>
            <w:szCs w:val="22"/>
            <w:lang w:eastAsia="cs-CZ"/>
          </w:rPr>
          <w:tab/>
        </w:r>
        <w:r w:rsidR="00FD6678" w:rsidRPr="001A3F3C">
          <w:rPr>
            <w:rStyle w:val="Hypertextovodkaz"/>
          </w:rPr>
          <w:delText>VYSVĚTLENÍ, ZMĚNY a DOPLNĚNÍ ZADÁVACÍ DOKUMENTACE</w:delText>
        </w:r>
        <w:r w:rsidR="00FD6678">
          <w:rPr>
            <w:noProof/>
            <w:webHidden/>
          </w:rPr>
          <w:tab/>
        </w:r>
        <w:r w:rsidR="00FD6678">
          <w:rPr>
            <w:noProof/>
            <w:webHidden/>
          </w:rPr>
          <w:fldChar w:fldCharType="begin"/>
        </w:r>
        <w:r w:rsidR="00FD6678">
          <w:rPr>
            <w:noProof/>
            <w:webHidden/>
          </w:rPr>
          <w:delInstrText xml:space="preserve"> PAGEREF _Toc163043986 \h </w:delInstrText>
        </w:r>
        <w:r w:rsidR="00FD6678">
          <w:rPr>
            <w:noProof/>
            <w:webHidden/>
          </w:rPr>
        </w:r>
        <w:r w:rsidR="00FD6678">
          <w:rPr>
            <w:noProof/>
            <w:webHidden/>
          </w:rPr>
          <w:fldChar w:fldCharType="separate"/>
        </w:r>
        <w:r w:rsidR="00885E01">
          <w:rPr>
            <w:noProof/>
            <w:webHidden/>
          </w:rPr>
          <w:delText>6</w:delText>
        </w:r>
        <w:r w:rsidR="00FD6678">
          <w:rPr>
            <w:noProof/>
            <w:webHidden/>
          </w:rPr>
          <w:fldChar w:fldCharType="end"/>
        </w:r>
        <w:r>
          <w:rPr>
            <w:noProof/>
          </w:rPr>
          <w:fldChar w:fldCharType="end"/>
        </w:r>
      </w:del>
    </w:p>
    <w:p w14:paraId="6E2506E6" w14:textId="77777777" w:rsidR="00FD6678" w:rsidRDefault="00000000">
      <w:pPr>
        <w:pStyle w:val="Obsah1"/>
        <w:rPr>
          <w:del w:id="14" w:author="vyznačené změny" w:date="2024-06-10T14:58:00Z" w16du:dateUtc="2024-06-10T12:58:00Z"/>
          <w:rFonts w:eastAsiaTheme="minorEastAsia"/>
          <w:caps w:val="0"/>
          <w:noProof/>
          <w:sz w:val="22"/>
          <w:szCs w:val="22"/>
          <w:lang w:eastAsia="cs-CZ"/>
        </w:rPr>
      </w:pPr>
      <w:del w:id="15" w:author="vyznačené změny" w:date="2024-06-10T14:58:00Z" w16du:dateUtc="2024-06-10T12:58:00Z">
        <w:r>
          <w:fldChar w:fldCharType="begin"/>
        </w:r>
        <w:r>
          <w:delInstrText>HYPERLINK \l "_Toc163043987"</w:delInstrText>
        </w:r>
        <w:r>
          <w:fldChar w:fldCharType="separate"/>
        </w:r>
        <w:r w:rsidR="00FD6678" w:rsidRPr="001A3F3C">
          <w:rPr>
            <w:rStyle w:val="Hypertextovodkaz"/>
          </w:rPr>
          <w:delText>8.</w:delText>
        </w:r>
        <w:r w:rsidR="00FD6678">
          <w:rPr>
            <w:rFonts w:eastAsiaTheme="minorEastAsia"/>
            <w:caps w:val="0"/>
            <w:noProof/>
            <w:sz w:val="22"/>
            <w:szCs w:val="22"/>
            <w:lang w:eastAsia="cs-CZ"/>
          </w:rPr>
          <w:tab/>
        </w:r>
        <w:r w:rsidR="00FD6678" w:rsidRPr="001A3F3C">
          <w:rPr>
            <w:rStyle w:val="Hypertextovodkaz"/>
          </w:rPr>
          <w:delText>POŽADAVKY ZADAVATELE NA KVALIFIKACI</w:delText>
        </w:r>
        <w:r w:rsidR="00FD6678">
          <w:rPr>
            <w:noProof/>
            <w:webHidden/>
          </w:rPr>
          <w:tab/>
        </w:r>
        <w:r w:rsidR="00FD6678">
          <w:rPr>
            <w:noProof/>
            <w:webHidden/>
          </w:rPr>
          <w:fldChar w:fldCharType="begin"/>
        </w:r>
        <w:r w:rsidR="00FD6678">
          <w:rPr>
            <w:noProof/>
            <w:webHidden/>
          </w:rPr>
          <w:delInstrText xml:space="preserve"> PAGEREF _Toc163043987 \h </w:delInstrText>
        </w:r>
        <w:r w:rsidR="00FD6678">
          <w:rPr>
            <w:noProof/>
            <w:webHidden/>
          </w:rPr>
        </w:r>
        <w:r w:rsidR="00FD6678">
          <w:rPr>
            <w:noProof/>
            <w:webHidden/>
          </w:rPr>
          <w:fldChar w:fldCharType="separate"/>
        </w:r>
        <w:r w:rsidR="00885E01">
          <w:rPr>
            <w:noProof/>
            <w:webHidden/>
          </w:rPr>
          <w:delText>6</w:delText>
        </w:r>
        <w:r w:rsidR="00FD6678">
          <w:rPr>
            <w:noProof/>
            <w:webHidden/>
          </w:rPr>
          <w:fldChar w:fldCharType="end"/>
        </w:r>
        <w:r>
          <w:rPr>
            <w:noProof/>
          </w:rPr>
          <w:fldChar w:fldCharType="end"/>
        </w:r>
      </w:del>
    </w:p>
    <w:p w14:paraId="1D86A05D" w14:textId="77777777" w:rsidR="00FD6678" w:rsidRDefault="00000000">
      <w:pPr>
        <w:pStyle w:val="Obsah1"/>
        <w:rPr>
          <w:del w:id="16" w:author="vyznačené změny" w:date="2024-06-10T14:58:00Z" w16du:dateUtc="2024-06-10T12:58:00Z"/>
          <w:rFonts w:eastAsiaTheme="minorEastAsia"/>
          <w:caps w:val="0"/>
          <w:noProof/>
          <w:sz w:val="22"/>
          <w:szCs w:val="22"/>
          <w:lang w:eastAsia="cs-CZ"/>
        </w:rPr>
      </w:pPr>
      <w:del w:id="17" w:author="vyznačené změny" w:date="2024-06-10T14:58:00Z" w16du:dateUtc="2024-06-10T12:58:00Z">
        <w:r>
          <w:fldChar w:fldCharType="begin"/>
        </w:r>
        <w:r>
          <w:delInstrText>HYPERLINK \l "_Toc163043988"</w:delInstrText>
        </w:r>
        <w:r>
          <w:fldChar w:fldCharType="separate"/>
        </w:r>
        <w:r w:rsidR="00FD6678" w:rsidRPr="001A3F3C">
          <w:rPr>
            <w:rStyle w:val="Hypertextovodkaz"/>
          </w:rPr>
          <w:delText>9.</w:delText>
        </w:r>
        <w:r w:rsidR="00FD6678">
          <w:rPr>
            <w:rFonts w:eastAsiaTheme="minorEastAsia"/>
            <w:caps w:val="0"/>
            <w:noProof/>
            <w:sz w:val="22"/>
            <w:szCs w:val="22"/>
            <w:lang w:eastAsia="cs-CZ"/>
          </w:rPr>
          <w:tab/>
        </w:r>
        <w:r w:rsidR="00FD6678" w:rsidRPr="001A3F3C">
          <w:rPr>
            <w:rStyle w:val="Hypertextovodkaz"/>
          </w:rPr>
          <w:delText>DALŠÍ INFORMACE/DOKUMENTY PŘEDKLÁDANÉ DODAVATELEM v NABÍDCE</w:delText>
        </w:r>
        <w:r w:rsidR="00FD6678">
          <w:rPr>
            <w:noProof/>
            <w:webHidden/>
          </w:rPr>
          <w:tab/>
        </w:r>
        <w:r w:rsidR="00FD6678">
          <w:rPr>
            <w:noProof/>
            <w:webHidden/>
          </w:rPr>
          <w:fldChar w:fldCharType="begin"/>
        </w:r>
        <w:r w:rsidR="00FD6678">
          <w:rPr>
            <w:noProof/>
            <w:webHidden/>
          </w:rPr>
          <w:delInstrText xml:space="preserve"> PAGEREF _Toc163043988 \h </w:delInstrText>
        </w:r>
        <w:r w:rsidR="00FD6678">
          <w:rPr>
            <w:noProof/>
            <w:webHidden/>
          </w:rPr>
        </w:r>
        <w:r w:rsidR="00FD6678">
          <w:rPr>
            <w:noProof/>
            <w:webHidden/>
          </w:rPr>
          <w:fldChar w:fldCharType="separate"/>
        </w:r>
        <w:r w:rsidR="00885E01">
          <w:rPr>
            <w:noProof/>
            <w:webHidden/>
          </w:rPr>
          <w:delText>19</w:delText>
        </w:r>
        <w:r w:rsidR="00FD6678">
          <w:rPr>
            <w:noProof/>
            <w:webHidden/>
          </w:rPr>
          <w:fldChar w:fldCharType="end"/>
        </w:r>
        <w:r>
          <w:rPr>
            <w:noProof/>
          </w:rPr>
          <w:fldChar w:fldCharType="end"/>
        </w:r>
      </w:del>
    </w:p>
    <w:p w14:paraId="50C2DE89" w14:textId="77777777" w:rsidR="00FD6678" w:rsidRDefault="00000000">
      <w:pPr>
        <w:pStyle w:val="Obsah1"/>
        <w:rPr>
          <w:del w:id="18" w:author="vyznačené změny" w:date="2024-06-10T14:58:00Z" w16du:dateUtc="2024-06-10T12:58:00Z"/>
          <w:rFonts w:eastAsiaTheme="minorEastAsia"/>
          <w:caps w:val="0"/>
          <w:noProof/>
          <w:sz w:val="22"/>
          <w:szCs w:val="22"/>
          <w:lang w:eastAsia="cs-CZ"/>
        </w:rPr>
      </w:pPr>
      <w:del w:id="19" w:author="vyznačené změny" w:date="2024-06-10T14:58:00Z" w16du:dateUtc="2024-06-10T12:58:00Z">
        <w:r>
          <w:fldChar w:fldCharType="begin"/>
        </w:r>
        <w:r>
          <w:delInstrText>HYPERLINK \l "_Toc163043989"</w:delInstrText>
        </w:r>
        <w:r>
          <w:fldChar w:fldCharType="separate"/>
        </w:r>
        <w:r w:rsidR="00FD6678" w:rsidRPr="001A3F3C">
          <w:rPr>
            <w:rStyle w:val="Hypertextovodkaz"/>
          </w:rPr>
          <w:delText>10.</w:delText>
        </w:r>
        <w:r w:rsidR="00FD6678">
          <w:rPr>
            <w:rFonts w:eastAsiaTheme="minorEastAsia"/>
            <w:caps w:val="0"/>
            <w:noProof/>
            <w:sz w:val="22"/>
            <w:szCs w:val="22"/>
            <w:lang w:eastAsia="cs-CZ"/>
          </w:rPr>
          <w:tab/>
        </w:r>
        <w:r w:rsidR="00FD6678" w:rsidRPr="001A3F3C">
          <w:rPr>
            <w:rStyle w:val="Hypertextovodkaz"/>
          </w:rPr>
          <w:delText>JAZYK NABÍDEK A KOMUNIKAČNÍ JAZYK</w:delText>
        </w:r>
        <w:r w:rsidR="00FD6678">
          <w:rPr>
            <w:noProof/>
            <w:webHidden/>
          </w:rPr>
          <w:tab/>
        </w:r>
        <w:r w:rsidR="00FD6678">
          <w:rPr>
            <w:noProof/>
            <w:webHidden/>
          </w:rPr>
          <w:fldChar w:fldCharType="begin"/>
        </w:r>
        <w:r w:rsidR="00FD6678">
          <w:rPr>
            <w:noProof/>
            <w:webHidden/>
          </w:rPr>
          <w:delInstrText xml:space="preserve"> PAGEREF _Toc163043989 \h </w:delInstrText>
        </w:r>
        <w:r w:rsidR="00FD6678">
          <w:rPr>
            <w:noProof/>
            <w:webHidden/>
          </w:rPr>
        </w:r>
        <w:r w:rsidR="00FD6678">
          <w:rPr>
            <w:noProof/>
            <w:webHidden/>
          </w:rPr>
          <w:fldChar w:fldCharType="separate"/>
        </w:r>
        <w:r w:rsidR="00885E01">
          <w:rPr>
            <w:noProof/>
            <w:webHidden/>
          </w:rPr>
          <w:delText>22</w:delText>
        </w:r>
        <w:r w:rsidR="00FD6678">
          <w:rPr>
            <w:noProof/>
            <w:webHidden/>
          </w:rPr>
          <w:fldChar w:fldCharType="end"/>
        </w:r>
        <w:r>
          <w:rPr>
            <w:noProof/>
          </w:rPr>
          <w:fldChar w:fldCharType="end"/>
        </w:r>
      </w:del>
    </w:p>
    <w:p w14:paraId="5EE003EF" w14:textId="77777777" w:rsidR="00FD6678" w:rsidRDefault="00000000">
      <w:pPr>
        <w:pStyle w:val="Obsah1"/>
        <w:rPr>
          <w:del w:id="20" w:author="vyznačené změny" w:date="2024-06-10T14:58:00Z" w16du:dateUtc="2024-06-10T12:58:00Z"/>
          <w:rFonts w:eastAsiaTheme="minorEastAsia"/>
          <w:caps w:val="0"/>
          <w:noProof/>
          <w:sz w:val="22"/>
          <w:szCs w:val="22"/>
          <w:lang w:eastAsia="cs-CZ"/>
        </w:rPr>
      </w:pPr>
      <w:del w:id="21" w:author="vyznačené změny" w:date="2024-06-10T14:58:00Z" w16du:dateUtc="2024-06-10T12:58:00Z">
        <w:r>
          <w:fldChar w:fldCharType="begin"/>
        </w:r>
        <w:r>
          <w:delInstrText>HYPERLINK \l "_Toc163043990"</w:delInstrText>
        </w:r>
        <w:r>
          <w:fldChar w:fldCharType="separate"/>
        </w:r>
        <w:r w:rsidR="00FD6678" w:rsidRPr="001A3F3C">
          <w:rPr>
            <w:rStyle w:val="Hypertextovodkaz"/>
          </w:rPr>
          <w:delText>11.</w:delText>
        </w:r>
        <w:r w:rsidR="00FD6678">
          <w:rPr>
            <w:rFonts w:eastAsiaTheme="minorEastAsia"/>
            <w:caps w:val="0"/>
            <w:noProof/>
            <w:sz w:val="22"/>
            <w:szCs w:val="22"/>
            <w:lang w:eastAsia="cs-CZ"/>
          </w:rPr>
          <w:tab/>
        </w:r>
        <w:r w:rsidR="00FD6678" w:rsidRPr="001A3F3C">
          <w:rPr>
            <w:rStyle w:val="Hypertextovodkaz"/>
          </w:rPr>
          <w:delText>OBSAH a PODÁVÁNÍ NABÍDEK</w:delText>
        </w:r>
        <w:r w:rsidR="00FD6678">
          <w:rPr>
            <w:noProof/>
            <w:webHidden/>
          </w:rPr>
          <w:tab/>
        </w:r>
        <w:r w:rsidR="00FD6678">
          <w:rPr>
            <w:noProof/>
            <w:webHidden/>
          </w:rPr>
          <w:fldChar w:fldCharType="begin"/>
        </w:r>
        <w:r w:rsidR="00FD6678">
          <w:rPr>
            <w:noProof/>
            <w:webHidden/>
          </w:rPr>
          <w:delInstrText xml:space="preserve"> PAGEREF _Toc163043990 \h </w:delInstrText>
        </w:r>
        <w:r w:rsidR="00FD6678">
          <w:rPr>
            <w:noProof/>
            <w:webHidden/>
          </w:rPr>
        </w:r>
        <w:r w:rsidR="00FD6678">
          <w:rPr>
            <w:noProof/>
            <w:webHidden/>
          </w:rPr>
          <w:fldChar w:fldCharType="separate"/>
        </w:r>
        <w:r w:rsidR="00885E01">
          <w:rPr>
            <w:noProof/>
            <w:webHidden/>
          </w:rPr>
          <w:delText>22</w:delText>
        </w:r>
        <w:r w:rsidR="00FD6678">
          <w:rPr>
            <w:noProof/>
            <w:webHidden/>
          </w:rPr>
          <w:fldChar w:fldCharType="end"/>
        </w:r>
        <w:r>
          <w:rPr>
            <w:noProof/>
          </w:rPr>
          <w:fldChar w:fldCharType="end"/>
        </w:r>
      </w:del>
    </w:p>
    <w:p w14:paraId="5303E3AE" w14:textId="77777777" w:rsidR="00FD6678" w:rsidRDefault="00000000">
      <w:pPr>
        <w:pStyle w:val="Obsah1"/>
        <w:rPr>
          <w:del w:id="22" w:author="vyznačené změny" w:date="2024-06-10T14:58:00Z" w16du:dateUtc="2024-06-10T12:58:00Z"/>
          <w:rFonts w:eastAsiaTheme="minorEastAsia"/>
          <w:caps w:val="0"/>
          <w:noProof/>
          <w:sz w:val="22"/>
          <w:szCs w:val="22"/>
          <w:lang w:eastAsia="cs-CZ"/>
        </w:rPr>
      </w:pPr>
      <w:del w:id="23" w:author="vyznačené změny" w:date="2024-06-10T14:58:00Z" w16du:dateUtc="2024-06-10T12:58:00Z">
        <w:r>
          <w:fldChar w:fldCharType="begin"/>
        </w:r>
        <w:r>
          <w:delInstrText>HYPERLINK \l "_Toc163043991"</w:delInstrText>
        </w:r>
        <w:r>
          <w:fldChar w:fldCharType="separate"/>
        </w:r>
        <w:r w:rsidR="00FD6678" w:rsidRPr="001A3F3C">
          <w:rPr>
            <w:rStyle w:val="Hypertextovodkaz"/>
          </w:rPr>
          <w:delText>12.</w:delText>
        </w:r>
        <w:r w:rsidR="00FD6678">
          <w:rPr>
            <w:rFonts w:eastAsiaTheme="minorEastAsia"/>
            <w:caps w:val="0"/>
            <w:noProof/>
            <w:sz w:val="22"/>
            <w:szCs w:val="22"/>
            <w:lang w:eastAsia="cs-CZ"/>
          </w:rPr>
          <w:tab/>
        </w:r>
        <w:r w:rsidR="00FD6678" w:rsidRPr="001A3F3C">
          <w:rPr>
            <w:rStyle w:val="Hypertextovodkaz"/>
          </w:rPr>
          <w:delText>POŽADAVKY NA ZPRACOVÁNÍ NABÍDKOVÉ CENY</w:delText>
        </w:r>
        <w:r w:rsidR="00FD6678">
          <w:rPr>
            <w:noProof/>
            <w:webHidden/>
          </w:rPr>
          <w:tab/>
        </w:r>
        <w:r w:rsidR="00FD6678">
          <w:rPr>
            <w:noProof/>
            <w:webHidden/>
          </w:rPr>
          <w:fldChar w:fldCharType="begin"/>
        </w:r>
        <w:r w:rsidR="00FD6678">
          <w:rPr>
            <w:noProof/>
            <w:webHidden/>
          </w:rPr>
          <w:delInstrText xml:space="preserve"> PAGEREF _Toc163043991 \h </w:delInstrText>
        </w:r>
        <w:r w:rsidR="00FD6678">
          <w:rPr>
            <w:noProof/>
            <w:webHidden/>
          </w:rPr>
        </w:r>
        <w:r w:rsidR="00FD6678">
          <w:rPr>
            <w:noProof/>
            <w:webHidden/>
          </w:rPr>
          <w:fldChar w:fldCharType="separate"/>
        </w:r>
        <w:r w:rsidR="00885E01">
          <w:rPr>
            <w:noProof/>
            <w:webHidden/>
          </w:rPr>
          <w:delText>24</w:delText>
        </w:r>
        <w:r w:rsidR="00FD6678">
          <w:rPr>
            <w:noProof/>
            <w:webHidden/>
          </w:rPr>
          <w:fldChar w:fldCharType="end"/>
        </w:r>
        <w:r>
          <w:rPr>
            <w:noProof/>
          </w:rPr>
          <w:fldChar w:fldCharType="end"/>
        </w:r>
      </w:del>
    </w:p>
    <w:p w14:paraId="57426DB7" w14:textId="77777777" w:rsidR="00FD6678" w:rsidRDefault="00000000">
      <w:pPr>
        <w:pStyle w:val="Obsah1"/>
        <w:rPr>
          <w:del w:id="24" w:author="vyznačené změny" w:date="2024-06-10T14:58:00Z" w16du:dateUtc="2024-06-10T12:58:00Z"/>
          <w:rFonts w:eastAsiaTheme="minorEastAsia"/>
          <w:caps w:val="0"/>
          <w:noProof/>
          <w:sz w:val="22"/>
          <w:szCs w:val="22"/>
          <w:lang w:eastAsia="cs-CZ"/>
        </w:rPr>
      </w:pPr>
      <w:del w:id="25" w:author="vyznačené změny" w:date="2024-06-10T14:58:00Z" w16du:dateUtc="2024-06-10T12:58:00Z">
        <w:r>
          <w:fldChar w:fldCharType="begin"/>
        </w:r>
        <w:r>
          <w:delInstrText>HYPERLINK \l "_Toc163043992"</w:delInstrText>
        </w:r>
        <w:r>
          <w:fldChar w:fldCharType="separate"/>
        </w:r>
        <w:r w:rsidR="00FD6678" w:rsidRPr="001A3F3C">
          <w:rPr>
            <w:rStyle w:val="Hypertextovodkaz"/>
          </w:rPr>
          <w:delText>13.</w:delText>
        </w:r>
        <w:r w:rsidR="00FD6678">
          <w:rPr>
            <w:rFonts w:eastAsiaTheme="minorEastAsia"/>
            <w:caps w:val="0"/>
            <w:noProof/>
            <w:sz w:val="22"/>
            <w:szCs w:val="22"/>
            <w:lang w:eastAsia="cs-CZ"/>
          </w:rPr>
          <w:tab/>
        </w:r>
        <w:r w:rsidR="00FD6678" w:rsidRPr="001A3F3C">
          <w:rPr>
            <w:rStyle w:val="Hypertextovodkaz"/>
          </w:rPr>
          <w:delText>VARIANTY NABÍDKY</w:delText>
        </w:r>
        <w:r w:rsidR="00FD6678">
          <w:rPr>
            <w:noProof/>
            <w:webHidden/>
          </w:rPr>
          <w:tab/>
        </w:r>
        <w:r w:rsidR="00FD6678">
          <w:rPr>
            <w:noProof/>
            <w:webHidden/>
          </w:rPr>
          <w:fldChar w:fldCharType="begin"/>
        </w:r>
        <w:r w:rsidR="00FD6678">
          <w:rPr>
            <w:noProof/>
            <w:webHidden/>
          </w:rPr>
          <w:delInstrText xml:space="preserve"> PAGEREF _Toc163043992 \h </w:delInstrText>
        </w:r>
        <w:r w:rsidR="00FD6678">
          <w:rPr>
            <w:noProof/>
            <w:webHidden/>
          </w:rPr>
        </w:r>
        <w:r w:rsidR="00FD6678">
          <w:rPr>
            <w:noProof/>
            <w:webHidden/>
          </w:rPr>
          <w:fldChar w:fldCharType="separate"/>
        </w:r>
        <w:r w:rsidR="00885E01">
          <w:rPr>
            <w:noProof/>
            <w:webHidden/>
          </w:rPr>
          <w:delText>25</w:delText>
        </w:r>
        <w:r w:rsidR="00FD6678">
          <w:rPr>
            <w:noProof/>
            <w:webHidden/>
          </w:rPr>
          <w:fldChar w:fldCharType="end"/>
        </w:r>
        <w:r>
          <w:rPr>
            <w:noProof/>
          </w:rPr>
          <w:fldChar w:fldCharType="end"/>
        </w:r>
      </w:del>
    </w:p>
    <w:p w14:paraId="2A77E7B7" w14:textId="77777777" w:rsidR="00FD6678" w:rsidRDefault="00000000">
      <w:pPr>
        <w:pStyle w:val="Obsah1"/>
        <w:rPr>
          <w:del w:id="26" w:author="vyznačené změny" w:date="2024-06-10T14:58:00Z" w16du:dateUtc="2024-06-10T12:58:00Z"/>
          <w:rFonts w:eastAsiaTheme="minorEastAsia"/>
          <w:caps w:val="0"/>
          <w:noProof/>
          <w:sz w:val="22"/>
          <w:szCs w:val="22"/>
          <w:lang w:eastAsia="cs-CZ"/>
        </w:rPr>
      </w:pPr>
      <w:del w:id="27" w:author="vyznačené změny" w:date="2024-06-10T14:58:00Z" w16du:dateUtc="2024-06-10T12:58:00Z">
        <w:r>
          <w:fldChar w:fldCharType="begin"/>
        </w:r>
        <w:r>
          <w:delInstrText>HYPERLINK \l "_Toc163043993"</w:delInstrText>
        </w:r>
        <w:r>
          <w:fldChar w:fldCharType="separate"/>
        </w:r>
        <w:r w:rsidR="00FD6678" w:rsidRPr="001A3F3C">
          <w:rPr>
            <w:rStyle w:val="Hypertextovodkaz"/>
          </w:rPr>
          <w:delText>14.</w:delText>
        </w:r>
        <w:r w:rsidR="00FD6678">
          <w:rPr>
            <w:rFonts w:eastAsiaTheme="minorEastAsia"/>
            <w:caps w:val="0"/>
            <w:noProof/>
            <w:sz w:val="22"/>
            <w:szCs w:val="22"/>
            <w:lang w:eastAsia="cs-CZ"/>
          </w:rPr>
          <w:tab/>
        </w:r>
        <w:r w:rsidR="00FD6678" w:rsidRPr="001A3F3C">
          <w:rPr>
            <w:rStyle w:val="Hypertextovodkaz"/>
          </w:rPr>
          <w:delText>OTEVÍRÁNÍ NABÍDEK</w:delText>
        </w:r>
        <w:r w:rsidR="00FD6678">
          <w:rPr>
            <w:noProof/>
            <w:webHidden/>
          </w:rPr>
          <w:tab/>
        </w:r>
        <w:r w:rsidR="00FD6678">
          <w:rPr>
            <w:noProof/>
            <w:webHidden/>
          </w:rPr>
          <w:fldChar w:fldCharType="begin"/>
        </w:r>
        <w:r w:rsidR="00FD6678">
          <w:rPr>
            <w:noProof/>
            <w:webHidden/>
          </w:rPr>
          <w:delInstrText xml:space="preserve"> PAGEREF _Toc163043993 \h </w:delInstrText>
        </w:r>
        <w:r w:rsidR="00FD6678">
          <w:rPr>
            <w:noProof/>
            <w:webHidden/>
          </w:rPr>
        </w:r>
        <w:r w:rsidR="00FD6678">
          <w:rPr>
            <w:noProof/>
            <w:webHidden/>
          </w:rPr>
          <w:fldChar w:fldCharType="separate"/>
        </w:r>
        <w:r w:rsidR="00885E01">
          <w:rPr>
            <w:noProof/>
            <w:webHidden/>
          </w:rPr>
          <w:delText>25</w:delText>
        </w:r>
        <w:r w:rsidR="00FD6678">
          <w:rPr>
            <w:noProof/>
            <w:webHidden/>
          </w:rPr>
          <w:fldChar w:fldCharType="end"/>
        </w:r>
        <w:r>
          <w:rPr>
            <w:noProof/>
          </w:rPr>
          <w:fldChar w:fldCharType="end"/>
        </w:r>
      </w:del>
    </w:p>
    <w:p w14:paraId="55010FFA" w14:textId="77777777" w:rsidR="00FD6678" w:rsidRDefault="00000000">
      <w:pPr>
        <w:pStyle w:val="Obsah1"/>
        <w:rPr>
          <w:del w:id="28" w:author="vyznačené změny" w:date="2024-06-10T14:58:00Z" w16du:dateUtc="2024-06-10T12:58:00Z"/>
          <w:rFonts w:eastAsiaTheme="minorEastAsia"/>
          <w:caps w:val="0"/>
          <w:noProof/>
          <w:sz w:val="22"/>
          <w:szCs w:val="22"/>
          <w:lang w:eastAsia="cs-CZ"/>
        </w:rPr>
      </w:pPr>
      <w:del w:id="29" w:author="vyznačené změny" w:date="2024-06-10T14:58:00Z" w16du:dateUtc="2024-06-10T12:58:00Z">
        <w:r>
          <w:fldChar w:fldCharType="begin"/>
        </w:r>
        <w:r>
          <w:delInstrText>HYPERLINK \l "_Toc163043994"</w:delInstrText>
        </w:r>
        <w:r>
          <w:fldChar w:fldCharType="separate"/>
        </w:r>
        <w:r w:rsidR="00FD6678" w:rsidRPr="001A3F3C">
          <w:rPr>
            <w:rStyle w:val="Hypertextovodkaz"/>
          </w:rPr>
          <w:delText>15.</w:delText>
        </w:r>
        <w:r w:rsidR="00FD6678">
          <w:rPr>
            <w:rFonts w:eastAsiaTheme="minorEastAsia"/>
            <w:caps w:val="0"/>
            <w:noProof/>
            <w:sz w:val="22"/>
            <w:szCs w:val="22"/>
            <w:lang w:eastAsia="cs-CZ"/>
          </w:rPr>
          <w:tab/>
        </w:r>
        <w:r w:rsidR="00FD6678" w:rsidRPr="001A3F3C">
          <w:rPr>
            <w:rStyle w:val="Hypertextovodkaz"/>
          </w:rPr>
          <w:delText>POSOUZENÍ SPLNĚNÍ PODMÍNEK ÚČASTI</w:delText>
        </w:r>
        <w:r w:rsidR="00FD6678">
          <w:rPr>
            <w:noProof/>
            <w:webHidden/>
          </w:rPr>
          <w:tab/>
        </w:r>
        <w:r w:rsidR="00FD6678">
          <w:rPr>
            <w:noProof/>
            <w:webHidden/>
          </w:rPr>
          <w:fldChar w:fldCharType="begin"/>
        </w:r>
        <w:r w:rsidR="00FD6678">
          <w:rPr>
            <w:noProof/>
            <w:webHidden/>
          </w:rPr>
          <w:delInstrText xml:space="preserve"> PAGEREF _Toc163043994 \h </w:delInstrText>
        </w:r>
        <w:r w:rsidR="00FD6678">
          <w:rPr>
            <w:noProof/>
            <w:webHidden/>
          </w:rPr>
        </w:r>
        <w:r w:rsidR="00FD6678">
          <w:rPr>
            <w:noProof/>
            <w:webHidden/>
          </w:rPr>
          <w:fldChar w:fldCharType="separate"/>
        </w:r>
        <w:r w:rsidR="00885E01">
          <w:rPr>
            <w:noProof/>
            <w:webHidden/>
          </w:rPr>
          <w:delText>25</w:delText>
        </w:r>
        <w:r w:rsidR="00FD6678">
          <w:rPr>
            <w:noProof/>
            <w:webHidden/>
          </w:rPr>
          <w:fldChar w:fldCharType="end"/>
        </w:r>
        <w:r>
          <w:rPr>
            <w:noProof/>
          </w:rPr>
          <w:fldChar w:fldCharType="end"/>
        </w:r>
      </w:del>
    </w:p>
    <w:p w14:paraId="24CEC203" w14:textId="77777777" w:rsidR="00FD6678" w:rsidRDefault="00000000">
      <w:pPr>
        <w:pStyle w:val="Obsah1"/>
        <w:rPr>
          <w:del w:id="30" w:author="vyznačené změny" w:date="2024-06-10T14:58:00Z" w16du:dateUtc="2024-06-10T12:58:00Z"/>
          <w:rFonts w:eastAsiaTheme="minorEastAsia"/>
          <w:caps w:val="0"/>
          <w:noProof/>
          <w:sz w:val="22"/>
          <w:szCs w:val="22"/>
          <w:lang w:eastAsia="cs-CZ"/>
        </w:rPr>
      </w:pPr>
      <w:del w:id="31" w:author="vyznačené změny" w:date="2024-06-10T14:58:00Z" w16du:dateUtc="2024-06-10T12:58:00Z">
        <w:r>
          <w:fldChar w:fldCharType="begin"/>
        </w:r>
        <w:r>
          <w:delInstrText>HYPERLINK \l "_Toc163043995"</w:delInstrText>
        </w:r>
        <w:r>
          <w:fldChar w:fldCharType="separate"/>
        </w:r>
        <w:r w:rsidR="00FD6678" w:rsidRPr="001A3F3C">
          <w:rPr>
            <w:rStyle w:val="Hypertextovodkaz"/>
          </w:rPr>
          <w:delText>16.</w:delText>
        </w:r>
        <w:r w:rsidR="00FD6678">
          <w:rPr>
            <w:rFonts w:eastAsiaTheme="minorEastAsia"/>
            <w:caps w:val="0"/>
            <w:noProof/>
            <w:sz w:val="22"/>
            <w:szCs w:val="22"/>
            <w:lang w:eastAsia="cs-CZ"/>
          </w:rPr>
          <w:tab/>
        </w:r>
        <w:r w:rsidR="00FD6678" w:rsidRPr="001A3F3C">
          <w:rPr>
            <w:rStyle w:val="Hypertextovodkaz"/>
          </w:rPr>
          <w:delText>HODNOCENÍ NABÍDEK</w:delText>
        </w:r>
        <w:r w:rsidR="00FD6678">
          <w:rPr>
            <w:noProof/>
            <w:webHidden/>
          </w:rPr>
          <w:tab/>
        </w:r>
        <w:r w:rsidR="00FD6678">
          <w:rPr>
            <w:noProof/>
            <w:webHidden/>
          </w:rPr>
          <w:fldChar w:fldCharType="begin"/>
        </w:r>
        <w:r w:rsidR="00FD6678">
          <w:rPr>
            <w:noProof/>
            <w:webHidden/>
          </w:rPr>
          <w:delInstrText xml:space="preserve"> PAGEREF _Toc163043995 \h </w:delInstrText>
        </w:r>
        <w:r w:rsidR="00FD6678">
          <w:rPr>
            <w:noProof/>
            <w:webHidden/>
          </w:rPr>
        </w:r>
        <w:r w:rsidR="00FD6678">
          <w:rPr>
            <w:noProof/>
            <w:webHidden/>
          </w:rPr>
          <w:fldChar w:fldCharType="separate"/>
        </w:r>
        <w:r w:rsidR="00885E01">
          <w:rPr>
            <w:noProof/>
            <w:webHidden/>
          </w:rPr>
          <w:delText>25</w:delText>
        </w:r>
        <w:r w:rsidR="00FD6678">
          <w:rPr>
            <w:noProof/>
            <w:webHidden/>
          </w:rPr>
          <w:fldChar w:fldCharType="end"/>
        </w:r>
        <w:r>
          <w:rPr>
            <w:noProof/>
          </w:rPr>
          <w:fldChar w:fldCharType="end"/>
        </w:r>
      </w:del>
    </w:p>
    <w:p w14:paraId="2AF5BEEA" w14:textId="77777777" w:rsidR="00FD6678" w:rsidRDefault="00000000">
      <w:pPr>
        <w:pStyle w:val="Obsah1"/>
        <w:rPr>
          <w:del w:id="32" w:author="vyznačené změny" w:date="2024-06-10T14:58:00Z" w16du:dateUtc="2024-06-10T12:58:00Z"/>
          <w:rFonts w:eastAsiaTheme="minorEastAsia"/>
          <w:caps w:val="0"/>
          <w:noProof/>
          <w:sz w:val="22"/>
          <w:szCs w:val="22"/>
          <w:lang w:eastAsia="cs-CZ"/>
        </w:rPr>
      </w:pPr>
      <w:del w:id="33" w:author="vyznačené změny" w:date="2024-06-10T14:58:00Z" w16du:dateUtc="2024-06-10T12:58:00Z">
        <w:r>
          <w:fldChar w:fldCharType="begin"/>
        </w:r>
        <w:r>
          <w:delInstrText>HYPERLINK \l "_Toc163043996"</w:delInstrText>
        </w:r>
        <w:r>
          <w:fldChar w:fldCharType="separate"/>
        </w:r>
        <w:r w:rsidR="00FD6678" w:rsidRPr="001A3F3C">
          <w:rPr>
            <w:rStyle w:val="Hypertextovodkaz"/>
          </w:rPr>
          <w:delText>17.</w:delText>
        </w:r>
        <w:r w:rsidR="00FD6678">
          <w:rPr>
            <w:rFonts w:eastAsiaTheme="minorEastAsia"/>
            <w:caps w:val="0"/>
            <w:noProof/>
            <w:sz w:val="22"/>
            <w:szCs w:val="22"/>
            <w:lang w:eastAsia="cs-CZ"/>
          </w:rPr>
          <w:tab/>
        </w:r>
        <w:r w:rsidR="00FD6678" w:rsidRPr="001A3F3C">
          <w:rPr>
            <w:rStyle w:val="Hypertextovodkaz"/>
          </w:rPr>
          <w:delText>ZRUŠENÍ ZADÁVACÍHO ŘÍZENÍ</w:delText>
        </w:r>
        <w:r w:rsidR="00FD6678">
          <w:rPr>
            <w:noProof/>
            <w:webHidden/>
          </w:rPr>
          <w:tab/>
        </w:r>
        <w:r w:rsidR="00FD6678">
          <w:rPr>
            <w:noProof/>
            <w:webHidden/>
          </w:rPr>
          <w:fldChar w:fldCharType="begin"/>
        </w:r>
        <w:r w:rsidR="00FD6678">
          <w:rPr>
            <w:noProof/>
            <w:webHidden/>
          </w:rPr>
          <w:delInstrText xml:space="preserve"> PAGEREF _Toc163043996 \h </w:delInstrText>
        </w:r>
        <w:r w:rsidR="00FD6678">
          <w:rPr>
            <w:noProof/>
            <w:webHidden/>
          </w:rPr>
        </w:r>
        <w:r w:rsidR="00FD6678">
          <w:rPr>
            <w:noProof/>
            <w:webHidden/>
          </w:rPr>
          <w:fldChar w:fldCharType="separate"/>
        </w:r>
        <w:r w:rsidR="00885E01">
          <w:rPr>
            <w:noProof/>
            <w:webHidden/>
          </w:rPr>
          <w:delText>28</w:delText>
        </w:r>
        <w:r w:rsidR="00FD6678">
          <w:rPr>
            <w:noProof/>
            <w:webHidden/>
          </w:rPr>
          <w:fldChar w:fldCharType="end"/>
        </w:r>
        <w:r>
          <w:rPr>
            <w:noProof/>
          </w:rPr>
          <w:fldChar w:fldCharType="end"/>
        </w:r>
      </w:del>
    </w:p>
    <w:p w14:paraId="30A9D7F9" w14:textId="77777777" w:rsidR="00FD6678" w:rsidRDefault="00000000">
      <w:pPr>
        <w:pStyle w:val="Obsah1"/>
        <w:rPr>
          <w:del w:id="34" w:author="vyznačené změny" w:date="2024-06-10T14:58:00Z" w16du:dateUtc="2024-06-10T12:58:00Z"/>
          <w:rFonts w:eastAsiaTheme="minorEastAsia"/>
          <w:caps w:val="0"/>
          <w:noProof/>
          <w:sz w:val="22"/>
          <w:szCs w:val="22"/>
          <w:lang w:eastAsia="cs-CZ"/>
        </w:rPr>
      </w:pPr>
      <w:del w:id="35" w:author="vyznačené změny" w:date="2024-06-10T14:58:00Z" w16du:dateUtc="2024-06-10T12:58:00Z">
        <w:r>
          <w:fldChar w:fldCharType="begin"/>
        </w:r>
        <w:r>
          <w:delInstrText>HYPERLINK \l "_Toc163043997"</w:delInstrText>
        </w:r>
        <w:r>
          <w:fldChar w:fldCharType="separate"/>
        </w:r>
        <w:r w:rsidR="00FD6678" w:rsidRPr="001A3F3C">
          <w:rPr>
            <w:rStyle w:val="Hypertextovodkaz"/>
          </w:rPr>
          <w:delText>18.</w:delText>
        </w:r>
        <w:r w:rsidR="00FD6678">
          <w:rPr>
            <w:rFonts w:eastAsiaTheme="minorEastAsia"/>
            <w:caps w:val="0"/>
            <w:noProof/>
            <w:sz w:val="22"/>
            <w:szCs w:val="22"/>
            <w:lang w:eastAsia="cs-CZ"/>
          </w:rPr>
          <w:tab/>
        </w:r>
        <w:r w:rsidR="00FD6678" w:rsidRPr="001A3F3C">
          <w:rPr>
            <w:rStyle w:val="Hypertextovodkaz"/>
          </w:rPr>
          <w:delText>UZAVŘENÍ SMLOUVY</w:delText>
        </w:r>
        <w:r w:rsidR="00FD6678">
          <w:rPr>
            <w:noProof/>
            <w:webHidden/>
          </w:rPr>
          <w:tab/>
        </w:r>
        <w:r w:rsidR="00FD6678">
          <w:rPr>
            <w:noProof/>
            <w:webHidden/>
          </w:rPr>
          <w:fldChar w:fldCharType="begin"/>
        </w:r>
        <w:r w:rsidR="00FD6678">
          <w:rPr>
            <w:noProof/>
            <w:webHidden/>
          </w:rPr>
          <w:delInstrText xml:space="preserve"> PAGEREF _Toc163043997 \h </w:delInstrText>
        </w:r>
        <w:r w:rsidR="00FD6678">
          <w:rPr>
            <w:noProof/>
            <w:webHidden/>
          </w:rPr>
        </w:r>
        <w:r w:rsidR="00FD6678">
          <w:rPr>
            <w:noProof/>
            <w:webHidden/>
          </w:rPr>
          <w:fldChar w:fldCharType="separate"/>
        </w:r>
        <w:r w:rsidR="00885E01">
          <w:rPr>
            <w:noProof/>
            <w:webHidden/>
          </w:rPr>
          <w:delText>28</w:delText>
        </w:r>
        <w:r w:rsidR="00FD6678">
          <w:rPr>
            <w:noProof/>
            <w:webHidden/>
          </w:rPr>
          <w:fldChar w:fldCharType="end"/>
        </w:r>
        <w:r>
          <w:rPr>
            <w:noProof/>
          </w:rPr>
          <w:fldChar w:fldCharType="end"/>
        </w:r>
      </w:del>
    </w:p>
    <w:p w14:paraId="7ECF3170" w14:textId="77777777" w:rsidR="00FD6678" w:rsidRDefault="00000000">
      <w:pPr>
        <w:pStyle w:val="Obsah1"/>
        <w:rPr>
          <w:del w:id="36" w:author="vyznačené změny" w:date="2024-06-10T14:58:00Z" w16du:dateUtc="2024-06-10T12:58:00Z"/>
          <w:rFonts w:eastAsiaTheme="minorEastAsia"/>
          <w:caps w:val="0"/>
          <w:noProof/>
          <w:sz w:val="22"/>
          <w:szCs w:val="22"/>
          <w:lang w:eastAsia="cs-CZ"/>
        </w:rPr>
      </w:pPr>
      <w:del w:id="37" w:author="vyznačené změny" w:date="2024-06-10T14:58:00Z" w16du:dateUtc="2024-06-10T12:58:00Z">
        <w:r>
          <w:fldChar w:fldCharType="begin"/>
        </w:r>
        <w:r>
          <w:delInstrText>HYPERLINK \l "_Toc163043998"</w:delInstrText>
        </w:r>
        <w:r>
          <w:fldChar w:fldCharType="separate"/>
        </w:r>
        <w:r w:rsidR="00FD6678" w:rsidRPr="001A3F3C">
          <w:rPr>
            <w:rStyle w:val="Hypertextovodkaz"/>
          </w:rPr>
          <w:delText>19.</w:delText>
        </w:r>
        <w:r w:rsidR="00FD6678">
          <w:rPr>
            <w:rFonts w:eastAsiaTheme="minorEastAsia"/>
            <w:caps w:val="0"/>
            <w:noProof/>
            <w:sz w:val="22"/>
            <w:szCs w:val="22"/>
            <w:lang w:eastAsia="cs-CZ"/>
          </w:rPr>
          <w:tab/>
        </w:r>
        <w:r w:rsidR="00FD6678" w:rsidRPr="001A3F3C">
          <w:rPr>
            <w:rStyle w:val="Hypertextovodkaz"/>
          </w:rPr>
          <w:delText>OCHRANA INFORMACÍ</w:delText>
        </w:r>
        <w:r w:rsidR="00FD6678">
          <w:rPr>
            <w:noProof/>
            <w:webHidden/>
          </w:rPr>
          <w:tab/>
        </w:r>
        <w:r w:rsidR="00FD6678">
          <w:rPr>
            <w:noProof/>
            <w:webHidden/>
          </w:rPr>
          <w:fldChar w:fldCharType="begin"/>
        </w:r>
        <w:r w:rsidR="00FD6678">
          <w:rPr>
            <w:noProof/>
            <w:webHidden/>
          </w:rPr>
          <w:delInstrText xml:space="preserve"> PAGEREF _Toc163043998 \h </w:delInstrText>
        </w:r>
        <w:r w:rsidR="00FD6678">
          <w:rPr>
            <w:noProof/>
            <w:webHidden/>
          </w:rPr>
        </w:r>
        <w:r w:rsidR="00FD6678">
          <w:rPr>
            <w:noProof/>
            <w:webHidden/>
          </w:rPr>
          <w:fldChar w:fldCharType="separate"/>
        </w:r>
        <w:r w:rsidR="00885E01">
          <w:rPr>
            <w:noProof/>
            <w:webHidden/>
          </w:rPr>
          <w:delText>31</w:delText>
        </w:r>
        <w:r w:rsidR="00FD6678">
          <w:rPr>
            <w:noProof/>
            <w:webHidden/>
          </w:rPr>
          <w:fldChar w:fldCharType="end"/>
        </w:r>
        <w:r>
          <w:rPr>
            <w:noProof/>
          </w:rPr>
          <w:fldChar w:fldCharType="end"/>
        </w:r>
      </w:del>
    </w:p>
    <w:p w14:paraId="6DA8888D" w14:textId="77777777" w:rsidR="00FD6678" w:rsidRDefault="00000000">
      <w:pPr>
        <w:pStyle w:val="Obsah1"/>
        <w:rPr>
          <w:del w:id="38" w:author="vyznačené změny" w:date="2024-06-10T14:58:00Z" w16du:dateUtc="2024-06-10T12:58:00Z"/>
          <w:rFonts w:eastAsiaTheme="minorEastAsia"/>
          <w:caps w:val="0"/>
          <w:noProof/>
          <w:sz w:val="22"/>
          <w:szCs w:val="22"/>
          <w:lang w:eastAsia="cs-CZ"/>
        </w:rPr>
      </w:pPr>
      <w:del w:id="39" w:author="vyznačené změny" w:date="2024-06-10T14:58:00Z" w16du:dateUtc="2024-06-10T12:58:00Z">
        <w:r>
          <w:fldChar w:fldCharType="begin"/>
        </w:r>
        <w:r>
          <w:delInstrText>HYPERLINK \l "_Toc163043999"</w:delInstrText>
        </w:r>
        <w:r>
          <w:fldChar w:fldCharType="separate"/>
        </w:r>
        <w:r w:rsidR="00FD6678" w:rsidRPr="001A3F3C">
          <w:rPr>
            <w:rStyle w:val="Hypertextovodkaz"/>
          </w:rPr>
          <w:delText>20.</w:delText>
        </w:r>
        <w:r w:rsidR="00FD6678">
          <w:rPr>
            <w:rFonts w:eastAsiaTheme="minorEastAsia"/>
            <w:caps w:val="0"/>
            <w:noProof/>
            <w:sz w:val="22"/>
            <w:szCs w:val="22"/>
            <w:lang w:eastAsia="cs-CZ"/>
          </w:rPr>
          <w:tab/>
        </w:r>
        <w:r w:rsidR="00FD6678" w:rsidRPr="001A3F3C">
          <w:rPr>
            <w:rStyle w:val="Hypertextovodkaz"/>
          </w:rPr>
          <w:delText>NEOBSAZENO</w:delText>
        </w:r>
        <w:r w:rsidR="00FD6678">
          <w:rPr>
            <w:noProof/>
            <w:webHidden/>
          </w:rPr>
          <w:tab/>
        </w:r>
        <w:r w:rsidR="00FD6678">
          <w:rPr>
            <w:noProof/>
            <w:webHidden/>
          </w:rPr>
          <w:fldChar w:fldCharType="begin"/>
        </w:r>
        <w:r w:rsidR="00FD6678">
          <w:rPr>
            <w:noProof/>
            <w:webHidden/>
          </w:rPr>
          <w:delInstrText xml:space="preserve"> PAGEREF _Toc163043999 \h </w:delInstrText>
        </w:r>
        <w:r w:rsidR="00FD6678">
          <w:rPr>
            <w:noProof/>
            <w:webHidden/>
          </w:rPr>
        </w:r>
        <w:r w:rsidR="00FD6678">
          <w:rPr>
            <w:noProof/>
            <w:webHidden/>
          </w:rPr>
          <w:fldChar w:fldCharType="separate"/>
        </w:r>
        <w:r w:rsidR="00885E01">
          <w:rPr>
            <w:noProof/>
            <w:webHidden/>
          </w:rPr>
          <w:delText>31</w:delText>
        </w:r>
        <w:r w:rsidR="00FD6678">
          <w:rPr>
            <w:noProof/>
            <w:webHidden/>
          </w:rPr>
          <w:fldChar w:fldCharType="end"/>
        </w:r>
        <w:r>
          <w:rPr>
            <w:noProof/>
          </w:rPr>
          <w:fldChar w:fldCharType="end"/>
        </w:r>
      </w:del>
    </w:p>
    <w:p w14:paraId="758B7498" w14:textId="77777777" w:rsidR="00FD6678" w:rsidRDefault="00000000">
      <w:pPr>
        <w:pStyle w:val="Obsah1"/>
        <w:rPr>
          <w:del w:id="40" w:author="vyznačené změny" w:date="2024-06-10T14:58:00Z" w16du:dateUtc="2024-06-10T12:58:00Z"/>
          <w:rFonts w:eastAsiaTheme="minorEastAsia"/>
          <w:caps w:val="0"/>
          <w:noProof/>
          <w:sz w:val="22"/>
          <w:szCs w:val="22"/>
          <w:lang w:eastAsia="cs-CZ"/>
        </w:rPr>
      </w:pPr>
      <w:del w:id="41" w:author="vyznačené změny" w:date="2024-06-10T14:58:00Z" w16du:dateUtc="2024-06-10T12:58:00Z">
        <w:r>
          <w:fldChar w:fldCharType="begin"/>
        </w:r>
        <w:r>
          <w:delInstrText>HYPERLINK \l "_Toc163044000"</w:delInstrText>
        </w:r>
        <w:r>
          <w:fldChar w:fldCharType="separate"/>
        </w:r>
        <w:r w:rsidR="00FD6678" w:rsidRPr="001A3F3C">
          <w:rPr>
            <w:rStyle w:val="Hypertextovodkaz"/>
          </w:rPr>
          <w:delText>21.</w:delText>
        </w:r>
        <w:r w:rsidR="00FD6678">
          <w:rPr>
            <w:rFonts w:eastAsiaTheme="minorEastAsia"/>
            <w:caps w:val="0"/>
            <w:noProof/>
            <w:sz w:val="22"/>
            <w:szCs w:val="22"/>
            <w:lang w:eastAsia="cs-CZ"/>
          </w:rPr>
          <w:tab/>
        </w:r>
        <w:r w:rsidR="00FD6678" w:rsidRPr="001A3F3C">
          <w:rPr>
            <w:rStyle w:val="Hypertextovodkaz"/>
          </w:rPr>
          <w:delText>SOCIÁLNĚ A ENVIRONMENTÁLNĚ ODPOVĚDNÉ ZADÁVÁNÍ, INOVACE</w:delText>
        </w:r>
        <w:r w:rsidR="00FD6678">
          <w:rPr>
            <w:noProof/>
            <w:webHidden/>
          </w:rPr>
          <w:tab/>
        </w:r>
        <w:r w:rsidR="00FD6678">
          <w:rPr>
            <w:noProof/>
            <w:webHidden/>
          </w:rPr>
          <w:fldChar w:fldCharType="begin"/>
        </w:r>
        <w:r w:rsidR="00FD6678">
          <w:rPr>
            <w:noProof/>
            <w:webHidden/>
          </w:rPr>
          <w:delInstrText xml:space="preserve"> PAGEREF _Toc163044000 \h </w:delInstrText>
        </w:r>
        <w:r w:rsidR="00FD6678">
          <w:rPr>
            <w:noProof/>
            <w:webHidden/>
          </w:rPr>
        </w:r>
        <w:r w:rsidR="00FD6678">
          <w:rPr>
            <w:noProof/>
            <w:webHidden/>
          </w:rPr>
          <w:fldChar w:fldCharType="separate"/>
        </w:r>
        <w:r w:rsidR="00885E01">
          <w:rPr>
            <w:noProof/>
            <w:webHidden/>
          </w:rPr>
          <w:delText>31</w:delText>
        </w:r>
        <w:r w:rsidR="00FD6678">
          <w:rPr>
            <w:noProof/>
            <w:webHidden/>
          </w:rPr>
          <w:fldChar w:fldCharType="end"/>
        </w:r>
        <w:r>
          <w:rPr>
            <w:noProof/>
          </w:rPr>
          <w:fldChar w:fldCharType="end"/>
        </w:r>
      </w:del>
    </w:p>
    <w:p w14:paraId="0204D04D" w14:textId="77777777" w:rsidR="00FD6678" w:rsidRDefault="00000000">
      <w:pPr>
        <w:pStyle w:val="Obsah1"/>
        <w:rPr>
          <w:del w:id="42" w:author="vyznačené změny" w:date="2024-06-10T14:58:00Z" w16du:dateUtc="2024-06-10T12:58:00Z"/>
          <w:rFonts w:eastAsiaTheme="minorEastAsia"/>
          <w:caps w:val="0"/>
          <w:noProof/>
          <w:sz w:val="22"/>
          <w:szCs w:val="22"/>
          <w:lang w:eastAsia="cs-CZ"/>
        </w:rPr>
      </w:pPr>
      <w:del w:id="43" w:author="vyznačené změny" w:date="2024-06-10T14:58:00Z" w16du:dateUtc="2024-06-10T12:58:00Z">
        <w:r>
          <w:fldChar w:fldCharType="begin"/>
        </w:r>
        <w:r>
          <w:delInstrText>HYPERLINK \l "_Toc163044001"</w:delInstrText>
        </w:r>
        <w:r>
          <w:fldChar w:fldCharType="separate"/>
        </w:r>
        <w:r w:rsidR="00FD6678" w:rsidRPr="001A3F3C">
          <w:rPr>
            <w:rStyle w:val="Hypertextovodkaz"/>
          </w:rPr>
          <w:delText>22.</w:delText>
        </w:r>
        <w:r w:rsidR="00FD6678">
          <w:rPr>
            <w:rFonts w:eastAsiaTheme="minorEastAsia"/>
            <w:caps w:val="0"/>
            <w:noProof/>
            <w:sz w:val="22"/>
            <w:szCs w:val="22"/>
            <w:lang w:eastAsia="cs-CZ"/>
          </w:rPr>
          <w:tab/>
        </w:r>
        <w:r w:rsidR="00FD6678" w:rsidRPr="001A3F3C">
          <w:rPr>
            <w:rStyle w:val="Hypertextovodkaz"/>
          </w:rPr>
          <w:delText>Další zadávací podmínky v návaznosti na MEZINÁRODNÍ sankce, zákaz zadání veřejné zakázky</w:delText>
        </w:r>
        <w:r w:rsidR="00FD6678">
          <w:rPr>
            <w:noProof/>
            <w:webHidden/>
          </w:rPr>
          <w:tab/>
        </w:r>
        <w:r w:rsidR="00FD6678">
          <w:rPr>
            <w:noProof/>
            <w:webHidden/>
          </w:rPr>
          <w:fldChar w:fldCharType="begin"/>
        </w:r>
        <w:r w:rsidR="00FD6678">
          <w:rPr>
            <w:noProof/>
            <w:webHidden/>
          </w:rPr>
          <w:delInstrText xml:space="preserve"> PAGEREF _Toc163044001 \h </w:delInstrText>
        </w:r>
        <w:r w:rsidR="00FD6678">
          <w:rPr>
            <w:noProof/>
            <w:webHidden/>
          </w:rPr>
        </w:r>
        <w:r w:rsidR="00FD6678">
          <w:rPr>
            <w:noProof/>
            <w:webHidden/>
          </w:rPr>
          <w:fldChar w:fldCharType="separate"/>
        </w:r>
        <w:r w:rsidR="00885E01">
          <w:rPr>
            <w:noProof/>
            <w:webHidden/>
          </w:rPr>
          <w:delText>32</w:delText>
        </w:r>
        <w:r w:rsidR="00FD6678">
          <w:rPr>
            <w:noProof/>
            <w:webHidden/>
          </w:rPr>
          <w:fldChar w:fldCharType="end"/>
        </w:r>
        <w:r>
          <w:rPr>
            <w:noProof/>
          </w:rPr>
          <w:fldChar w:fldCharType="end"/>
        </w:r>
      </w:del>
    </w:p>
    <w:p w14:paraId="0DB7CECD" w14:textId="77777777" w:rsidR="00FD6678" w:rsidRDefault="00000000">
      <w:pPr>
        <w:pStyle w:val="Obsah1"/>
        <w:rPr>
          <w:del w:id="44" w:author="vyznačené změny" w:date="2024-06-10T14:58:00Z" w16du:dateUtc="2024-06-10T12:58:00Z"/>
          <w:rFonts w:eastAsiaTheme="minorEastAsia"/>
          <w:caps w:val="0"/>
          <w:noProof/>
          <w:sz w:val="22"/>
          <w:szCs w:val="22"/>
          <w:lang w:eastAsia="cs-CZ"/>
        </w:rPr>
      </w:pPr>
      <w:del w:id="45" w:author="vyznačené změny" w:date="2024-06-10T14:58:00Z" w16du:dateUtc="2024-06-10T12:58:00Z">
        <w:r>
          <w:fldChar w:fldCharType="begin"/>
        </w:r>
        <w:r>
          <w:delInstrText>HYPERLINK \l "_Toc163044002"</w:delInstrText>
        </w:r>
        <w:r>
          <w:fldChar w:fldCharType="separate"/>
        </w:r>
        <w:r w:rsidR="00FD6678" w:rsidRPr="001A3F3C">
          <w:rPr>
            <w:rStyle w:val="Hypertextovodkaz"/>
          </w:rPr>
          <w:delText>23.</w:delText>
        </w:r>
        <w:r w:rsidR="00FD6678">
          <w:rPr>
            <w:rFonts w:eastAsiaTheme="minorEastAsia"/>
            <w:caps w:val="0"/>
            <w:noProof/>
            <w:sz w:val="22"/>
            <w:szCs w:val="22"/>
            <w:lang w:eastAsia="cs-CZ"/>
          </w:rPr>
          <w:tab/>
        </w:r>
        <w:r w:rsidR="00FD6678" w:rsidRPr="001A3F3C">
          <w:rPr>
            <w:rStyle w:val="Hypertextovodkaz"/>
          </w:rPr>
          <w:delText>PŘÍLOHY TĚCHTO POKYNŮ</w:delText>
        </w:r>
        <w:r w:rsidR="00FD6678">
          <w:rPr>
            <w:noProof/>
            <w:webHidden/>
          </w:rPr>
          <w:tab/>
        </w:r>
        <w:r w:rsidR="00FD6678">
          <w:rPr>
            <w:noProof/>
            <w:webHidden/>
          </w:rPr>
          <w:fldChar w:fldCharType="begin"/>
        </w:r>
        <w:r w:rsidR="00FD6678">
          <w:rPr>
            <w:noProof/>
            <w:webHidden/>
          </w:rPr>
          <w:delInstrText xml:space="preserve"> PAGEREF _Toc163044002 \h </w:delInstrText>
        </w:r>
        <w:r w:rsidR="00FD6678">
          <w:rPr>
            <w:noProof/>
            <w:webHidden/>
          </w:rPr>
        </w:r>
        <w:r w:rsidR="00FD6678">
          <w:rPr>
            <w:noProof/>
            <w:webHidden/>
          </w:rPr>
          <w:fldChar w:fldCharType="separate"/>
        </w:r>
        <w:r w:rsidR="00885E01">
          <w:rPr>
            <w:noProof/>
            <w:webHidden/>
          </w:rPr>
          <w:delText>33</w:delText>
        </w:r>
        <w:r w:rsidR="00FD6678">
          <w:rPr>
            <w:noProof/>
            <w:webHidden/>
          </w:rPr>
          <w:fldChar w:fldCharType="end"/>
        </w:r>
        <w:r>
          <w:rPr>
            <w:noProof/>
          </w:rPr>
          <w:fldChar w:fldCharType="end"/>
        </w:r>
      </w:del>
    </w:p>
    <w:p w14:paraId="00B8F059" w14:textId="5F85441F" w:rsidR="00FD6678" w:rsidRDefault="00BD7E91">
      <w:pPr>
        <w:pStyle w:val="Obsah1"/>
        <w:rPr>
          <w:ins w:id="46" w:author="vyznačené změny" w:date="2024-06-10T14:58:00Z" w16du:dateUtc="2024-06-10T12:58:00Z"/>
          <w:rFonts w:eastAsiaTheme="minorEastAsia"/>
          <w:caps w:val="0"/>
          <w:noProof/>
          <w:sz w:val="22"/>
          <w:szCs w:val="22"/>
          <w:lang w:eastAsia="cs-CZ"/>
        </w:rPr>
      </w:pPr>
      <w:del w:id="47" w:author="vyznačené změny" w:date="2024-06-10T14:58:00Z" w16du:dateUtc="2024-06-10T12:58:00Z">
        <w:r w:rsidRPr="00F02347">
          <w:fldChar w:fldCharType="end"/>
        </w:r>
      </w:del>
      <w:ins w:id="48" w:author="vyznačené změny" w:date="2024-06-10T14:58:00Z" w16du:dateUtc="2024-06-10T12:58:00Z">
        <w:r w:rsidRPr="00F02347">
          <w:fldChar w:fldCharType="begin"/>
        </w:r>
        <w:r w:rsidRPr="00F02347">
          <w:instrText xml:space="preserve"> TOC \o "1-2" \h \z \u </w:instrText>
        </w:r>
        <w:r w:rsidRPr="00F02347">
          <w:fldChar w:fldCharType="separate"/>
        </w:r>
        <w:r w:rsidR="00000000">
          <w:fldChar w:fldCharType="begin"/>
        </w:r>
        <w:r w:rsidR="00000000">
          <w:instrText>HYPERLINK \l "_Toc163043980"</w:instrText>
        </w:r>
        <w:r w:rsidR="00000000">
          <w:fldChar w:fldCharType="separate"/>
        </w:r>
        <w:r w:rsidR="00FD6678" w:rsidRPr="001A3F3C">
          <w:rPr>
            <w:rStyle w:val="Hypertextovodkaz"/>
          </w:rPr>
          <w:t>1.</w:t>
        </w:r>
        <w:r w:rsidR="00FD6678">
          <w:rPr>
            <w:rFonts w:eastAsiaTheme="minorEastAsia"/>
            <w:caps w:val="0"/>
            <w:noProof/>
            <w:sz w:val="22"/>
            <w:szCs w:val="22"/>
            <w:lang w:eastAsia="cs-CZ"/>
          </w:rPr>
          <w:tab/>
        </w:r>
        <w:r w:rsidR="00FD6678" w:rsidRPr="001A3F3C">
          <w:rPr>
            <w:rStyle w:val="Hypertextovodkaz"/>
          </w:rPr>
          <w:t>ÚVODNÍ USTANOVENÍ</w:t>
        </w:r>
        <w:r w:rsidR="00FD6678">
          <w:rPr>
            <w:noProof/>
            <w:webHidden/>
          </w:rPr>
          <w:tab/>
        </w:r>
        <w:r w:rsidR="00FD6678">
          <w:rPr>
            <w:noProof/>
            <w:webHidden/>
          </w:rPr>
          <w:fldChar w:fldCharType="begin"/>
        </w:r>
        <w:r w:rsidR="00FD6678">
          <w:rPr>
            <w:noProof/>
            <w:webHidden/>
          </w:rPr>
          <w:instrText xml:space="preserve"> PAGEREF _Toc163043980 \h </w:instrText>
        </w:r>
        <w:r w:rsidR="00FD6678">
          <w:rPr>
            <w:noProof/>
            <w:webHidden/>
          </w:rPr>
        </w:r>
        <w:r w:rsidR="00FD6678">
          <w:rPr>
            <w:noProof/>
            <w:webHidden/>
          </w:rPr>
          <w:fldChar w:fldCharType="separate"/>
        </w:r>
        <w:r w:rsidR="004A680F">
          <w:rPr>
            <w:noProof/>
            <w:webHidden/>
          </w:rPr>
          <w:t>3</w:t>
        </w:r>
        <w:r w:rsidR="00FD6678">
          <w:rPr>
            <w:noProof/>
            <w:webHidden/>
          </w:rPr>
          <w:fldChar w:fldCharType="end"/>
        </w:r>
        <w:r w:rsidR="00000000">
          <w:rPr>
            <w:noProof/>
          </w:rPr>
          <w:fldChar w:fldCharType="end"/>
        </w:r>
      </w:ins>
    </w:p>
    <w:p w14:paraId="51E9390F" w14:textId="49910268" w:rsidR="00FD6678" w:rsidRDefault="00000000">
      <w:pPr>
        <w:pStyle w:val="Obsah1"/>
        <w:rPr>
          <w:ins w:id="49" w:author="vyznačené změny" w:date="2024-06-10T14:58:00Z" w16du:dateUtc="2024-06-10T12:58:00Z"/>
          <w:rFonts w:eastAsiaTheme="minorEastAsia"/>
          <w:caps w:val="0"/>
          <w:noProof/>
          <w:sz w:val="22"/>
          <w:szCs w:val="22"/>
          <w:lang w:eastAsia="cs-CZ"/>
        </w:rPr>
      </w:pPr>
      <w:ins w:id="50" w:author="vyznačené změny" w:date="2024-06-10T14:58:00Z" w16du:dateUtc="2024-06-10T12:58:00Z">
        <w:r>
          <w:fldChar w:fldCharType="begin"/>
        </w:r>
        <w:r>
          <w:instrText>HYPERLINK \l "_Toc163043981"</w:instrText>
        </w:r>
        <w:r>
          <w:fldChar w:fldCharType="separate"/>
        </w:r>
        <w:r w:rsidR="00FD6678" w:rsidRPr="001A3F3C">
          <w:rPr>
            <w:rStyle w:val="Hypertextovodkaz"/>
          </w:rPr>
          <w:t>2.</w:t>
        </w:r>
        <w:r w:rsidR="00FD6678">
          <w:rPr>
            <w:rFonts w:eastAsiaTheme="minorEastAsia"/>
            <w:caps w:val="0"/>
            <w:noProof/>
            <w:sz w:val="22"/>
            <w:szCs w:val="22"/>
            <w:lang w:eastAsia="cs-CZ"/>
          </w:rPr>
          <w:tab/>
        </w:r>
        <w:r w:rsidR="00FD6678" w:rsidRPr="001A3F3C">
          <w:rPr>
            <w:rStyle w:val="Hypertextovodkaz"/>
          </w:rPr>
          <w:t>IDENTIFIKAČNÍ ÚDAJE ZADAVATELE</w:t>
        </w:r>
        <w:r w:rsidR="00FD6678">
          <w:rPr>
            <w:noProof/>
            <w:webHidden/>
          </w:rPr>
          <w:tab/>
        </w:r>
        <w:r w:rsidR="00FD6678">
          <w:rPr>
            <w:noProof/>
            <w:webHidden/>
          </w:rPr>
          <w:fldChar w:fldCharType="begin"/>
        </w:r>
        <w:r w:rsidR="00FD6678">
          <w:rPr>
            <w:noProof/>
            <w:webHidden/>
          </w:rPr>
          <w:instrText xml:space="preserve"> PAGEREF _Toc163043981 \h </w:instrText>
        </w:r>
        <w:r w:rsidR="00FD6678">
          <w:rPr>
            <w:noProof/>
            <w:webHidden/>
          </w:rPr>
        </w:r>
        <w:r w:rsidR="00FD6678">
          <w:rPr>
            <w:noProof/>
            <w:webHidden/>
          </w:rPr>
          <w:fldChar w:fldCharType="separate"/>
        </w:r>
        <w:r w:rsidR="004A680F">
          <w:rPr>
            <w:noProof/>
            <w:webHidden/>
          </w:rPr>
          <w:t>3</w:t>
        </w:r>
        <w:r w:rsidR="00FD6678">
          <w:rPr>
            <w:noProof/>
            <w:webHidden/>
          </w:rPr>
          <w:fldChar w:fldCharType="end"/>
        </w:r>
        <w:r>
          <w:rPr>
            <w:noProof/>
          </w:rPr>
          <w:fldChar w:fldCharType="end"/>
        </w:r>
      </w:ins>
    </w:p>
    <w:p w14:paraId="7B3ECD2A" w14:textId="2F61D323" w:rsidR="00FD6678" w:rsidRDefault="00000000">
      <w:pPr>
        <w:pStyle w:val="Obsah1"/>
        <w:rPr>
          <w:ins w:id="51" w:author="vyznačené změny" w:date="2024-06-10T14:58:00Z" w16du:dateUtc="2024-06-10T12:58:00Z"/>
          <w:rFonts w:eastAsiaTheme="minorEastAsia"/>
          <w:caps w:val="0"/>
          <w:noProof/>
          <w:sz w:val="22"/>
          <w:szCs w:val="22"/>
          <w:lang w:eastAsia="cs-CZ"/>
        </w:rPr>
      </w:pPr>
      <w:ins w:id="52" w:author="vyznačené změny" w:date="2024-06-10T14:58:00Z" w16du:dateUtc="2024-06-10T12:58:00Z">
        <w:r>
          <w:fldChar w:fldCharType="begin"/>
        </w:r>
        <w:r>
          <w:instrText>HYPERLINK \l "_Toc163043982"</w:instrText>
        </w:r>
        <w:r>
          <w:fldChar w:fldCharType="separate"/>
        </w:r>
        <w:r w:rsidR="00FD6678" w:rsidRPr="001A3F3C">
          <w:rPr>
            <w:rStyle w:val="Hypertextovodkaz"/>
          </w:rPr>
          <w:t>3.</w:t>
        </w:r>
        <w:r w:rsidR="00FD6678">
          <w:rPr>
            <w:rFonts w:eastAsiaTheme="minorEastAsia"/>
            <w:caps w:val="0"/>
            <w:noProof/>
            <w:sz w:val="22"/>
            <w:szCs w:val="22"/>
            <w:lang w:eastAsia="cs-CZ"/>
          </w:rPr>
          <w:tab/>
        </w:r>
        <w:r w:rsidR="00FD6678" w:rsidRPr="001A3F3C">
          <w:rPr>
            <w:rStyle w:val="Hypertextovodkaz"/>
          </w:rPr>
          <w:t>KOMUNIKACE MEZI ZADAVATELEM a DODAVATELEM</w:t>
        </w:r>
        <w:r w:rsidR="00FD6678">
          <w:rPr>
            <w:noProof/>
            <w:webHidden/>
          </w:rPr>
          <w:tab/>
        </w:r>
        <w:r w:rsidR="00FD6678">
          <w:rPr>
            <w:noProof/>
            <w:webHidden/>
          </w:rPr>
          <w:fldChar w:fldCharType="begin"/>
        </w:r>
        <w:r w:rsidR="00FD6678">
          <w:rPr>
            <w:noProof/>
            <w:webHidden/>
          </w:rPr>
          <w:instrText xml:space="preserve"> PAGEREF _Toc163043982 \h </w:instrText>
        </w:r>
        <w:r w:rsidR="00FD6678">
          <w:rPr>
            <w:noProof/>
            <w:webHidden/>
          </w:rPr>
        </w:r>
        <w:r w:rsidR="00FD6678">
          <w:rPr>
            <w:noProof/>
            <w:webHidden/>
          </w:rPr>
          <w:fldChar w:fldCharType="separate"/>
        </w:r>
        <w:r w:rsidR="004A680F">
          <w:rPr>
            <w:noProof/>
            <w:webHidden/>
          </w:rPr>
          <w:t>4</w:t>
        </w:r>
        <w:r w:rsidR="00FD6678">
          <w:rPr>
            <w:noProof/>
            <w:webHidden/>
          </w:rPr>
          <w:fldChar w:fldCharType="end"/>
        </w:r>
        <w:r>
          <w:rPr>
            <w:noProof/>
          </w:rPr>
          <w:fldChar w:fldCharType="end"/>
        </w:r>
      </w:ins>
    </w:p>
    <w:p w14:paraId="3351ABF6" w14:textId="62975B87" w:rsidR="00FD6678" w:rsidRDefault="00000000">
      <w:pPr>
        <w:pStyle w:val="Obsah1"/>
        <w:rPr>
          <w:ins w:id="53" w:author="vyznačené změny" w:date="2024-06-10T14:58:00Z" w16du:dateUtc="2024-06-10T12:58:00Z"/>
          <w:rFonts w:eastAsiaTheme="minorEastAsia"/>
          <w:caps w:val="0"/>
          <w:noProof/>
          <w:sz w:val="22"/>
          <w:szCs w:val="22"/>
          <w:lang w:eastAsia="cs-CZ"/>
        </w:rPr>
      </w:pPr>
      <w:ins w:id="54" w:author="vyznačené změny" w:date="2024-06-10T14:58:00Z" w16du:dateUtc="2024-06-10T12:58:00Z">
        <w:r>
          <w:fldChar w:fldCharType="begin"/>
        </w:r>
        <w:r>
          <w:instrText>HYPERLINK \l "_Toc163043983"</w:instrText>
        </w:r>
        <w:r>
          <w:fldChar w:fldCharType="separate"/>
        </w:r>
        <w:r w:rsidR="00FD6678" w:rsidRPr="001A3F3C">
          <w:rPr>
            <w:rStyle w:val="Hypertextovodkaz"/>
          </w:rPr>
          <w:t>4.</w:t>
        </w:r>
        <w:r w:rsidR="00FD6678">
          <w:rPr>
            <w:rFonts w:eastAsiaTheme="minorEastAsia"/>
            <w:caps w:val="0"/>
            <w:noProof/>
            <w:sz w:val="22"/>
            <w:szCs w:val="22"/>
            <w:lang w:eastAsia="cs-CZ"/>
          </w:rPr>
          <w:tab/>
        </w:r>
        <w:r w:rsidR="00FD6678" w:rsidRPr="001A3F3C">
          <w:rPr>
            <w:rStyle w:val="Hypertextovodkaz"/>
          </w:rPr>
          <w:t>ÚČEL, PŘEDMĚT a místo PLNĚNÍ VEŘEJNÉ ZAKÁZKY</w:t>
        </w:r>
        <w:r w:rsidR="00FD6678">
          <w:rPr>
            <w:noProof/>
            <w:webHidden/>
          </w:rPr>
          <w:tab/>
        </w:r>
        <w:r w:rsidR="00FD6678">
          <w:rPr>
            <w:noProof/>
            <w:webHidden/>
          </w:rPr>
          <w:fldChar w:fldCharType="begin"/>
        </w:r>
        <w:r w:rsidR="00FD6678">
          <w:rPr>
            <w:noProof/>
            <w:webHidden/>
          </w:rPr>
          <w:instrText xml:space="preserve"> PAGEREF _Toc163043983 \h </w:instrText>
        </w:r>
        <w:r w:rsidR="00FD6678">
          <w:rPr>
            <w:noProof/>
            <w:webHidden/>
          </w:rPr>
        </w:r>
        <w:r w:rsidR="00FD6678">
          <w:rPr>
            <w:noProof/>
            <w:webHidden/>
          </w:rPr>
          <w:fldChar w:fldCharType="separate"/>
        </w:r>
        <w:r w:rsidR="004A680F">
          <w:rPr>
            <w:noProof/>
            <w:webHidden/>
          </w:rPr>
          <w:t>4</w:t>
        </w:r>
        <w:r w:rsidR="00FD6678">
          <w:rPr>
            <w:noProof/>
            <w:webHidden/>
          </w:rPr>
          <w:fldChar w:fldCharType="end"/>
        </w:r>
        <w:r>
          <w:rPr>
            <w:noProof/>
          </w:rPr>
          <w:fldChar w:fldCharType="end"/>
        </w:r>
      </w:ins>
    </w:p>
    <w:p w14:paraId="5F3EBED4" w14:textId="742D00C8" w:rsidR="00FD6678" w:rsidRDefault="00000000">
      <w:pPr>
        <w:pStyle w:val="Obsah1"/>
        <w:rPr>
          <w:ins w:id="55" w:author="vyznačené změny" w:date="2024-06-10T14:58:00Z" w16du:dateUtc="2024-06-10T12:58:00Z"/>
          <w:rFonts w:eastAsiaTheme="minorEastAsia"/>
          <w:caps w:val="0"/>
          <w:noProof/>
          <w:sz w:val="22"/>
          <w:szCs w:val="22"/>
          <w:lang w:eastAsia="cs-CZ"/>
        </w:rPr>
      </w:pPr>
      <w:ins w:id="56" w:author="vyznačené změny" w:date="2024-06-10T14:58:00Z" w16du:dateUtc="2024-06-10T12:58:00Z">
        <w:r>
          <w:fldChar w:fldCharType="begin"/>
        </w:r>
        <w:r>
          <w:instrText>HYPERLINK \l "_Toc163043984"</w:instrText>
        </w:r>
        <w:r>
          <w:fldChar w:fldCharType="separate"/>
        </w:r>
        <w:r w:rsidR="00FD6678" w:rsidRPr="001A3F3C">
          <w:rPr>
            <w:rStyle w:val="Hypertextovodkaz"/>
          </w:rPr>
          <w:t>5.</w:t>
        </w:r>
        <w:r w:rsidR="00FD6678">
          <w:rPr>
            <w:rFonts w:eastAsiaTheme="minorEastAsia"/>
            <w:caps w:val="0"/>
            <w:noProof/>
            <w:sz w:val="22"/>
            <w:szCs w:val="22"/>
            <w:lang w:eastAsia="cs-CZ"/>
          </w:rPr>
          <w:tab/>
        </w:r>
        <w:r w:rsidR="00FD6678" w:rsidRPr="001A3F3C">
          <w:rPr>
            <w:rStyle w:val="Hypertextovodkaz"/>
          </w:rPr>
          <w:t>ZDROJE FINANCOVÁNÍ a PŘEDPOKLÁDANÁ HODNOTA VEŘEJNÉ ZAKÁZKY</w:t>
        </w:r>
        <w:r w:rsidR="00FD6678">
          <w:rPr>
            <w:noProof/>
            <w:webHidden/>
          </w:rPr>
          <w:tab/>
        </w:r>
        <w:r w:rsidR="00FD6678">
          <w:rPr>
            <w:noProof/>
            <w:webHidden/>
          </w:rPr>
          <w:fldChar w:fldCharType="begin"/>
        </w:r>
        <w:r w:rsidR="00FD6678">
          <w:rPr>
            <w:noProof/>
            <w:webHidden/>
          </w:rPr>
          <w:instrText xml:space="preserve"> PAGEREF _Toc163043984 \h </w:instrText>
        </w:r>
        <w:r w:rsidR="00FD6678">
          <w:rPr>
            <w:noProof/>
            <w:webHidden/>
          </w:rPr>
        </w:r>
        <w:r w:rsidR="00FD6678">
          <w:rPr>
            <w:noProof/>
            <w:webHidden/>
          </w:rPr>
          <w:fldChar w:fldCharType="separate"/>
        </w:r>
        <w:r w:rsidR="004A680F">
          <w:rPr>
            <w:noProof/>
            <w:webHidden/>
          </w:rPr>
          <w:t>5</w:t>
        </w:r>
        <w:r w:rsidR="00FD6678">
          <w:rPr>
            <w:noProof/>
            <w:webHidden/>
          </w:rPr>
          <w:fldChar w:fldCharType="end"/>
        </w:r>
        <w:r>
          <w:rPr>
            <w:noProof/>
          </w:rPr>
          <w:fldChar w:fldCharType="end"/>
        </w:r>
      </w:ins>
    </w:p>
    <w:p w14:paraId="052BA948" w14:textId="4B8B6F45" w:rsidR="00FD6678" w:rsidRDefault="00000000">
      <w:pPr>
        <w:pStyle w:val="Obsah1"/>
        <w:rPr>
          <w:ins w:id="57" w:author="vyznačené změny" w:date="2024-06-10T14:58:00Z" w16du:dateUtc="2024-06-10T12:58:00Z"/>
          <w:rFonts w:eastAsiaTheme="minorEastAsia"/>
          <w:caps w:val="0"/>
          <w:noProof/>
          <w:sz w:val="22"/>
          <w:szCs w:val="22"/>
          <w:lang w:eastAsia="cs-CZ"/>
        </w:rPr>
      </w:pPr>
      <w:ins w:id="58" w:author="vyznačené změny" w:date="2024-06-10T14:58:00Z" w16du:dateUtc="2024-06-10T12:58:00Z">
        <w:r>
          <w:fldChar w:fldCharType="begin"/>
        </w:r>
        <w:r>
          <w:instrText>HYPERLINK \l "_Toc163043985"</w:instrText>
        </w:r>
        <w:r>
          <w:fldChar w:fldCharType="separate"/>
        </w:r>
        <w:r w:rsidR="00FD6678" w:rsidRPr="001A3F3C">
          <w:rPr>
            <w:rStyle w:val="Hypertextovodkaz"/>
          </w:rPr>
          <w:t>6.</w:t>
        </w:r>
        <w:r w:rsidR="00FD6678">
          <w:rPr>
            <w:rFonts w:eastAsiaTheme="minorEastAsia"/>
            <w:caps w:val="0"/>
            <w:noProof/>
            <w:sz w:val="22"/>
            <w:szCs w:val="22"/>
            <w:lang w:eastAsia="cs-CZ"/>
          </w:rPr>
          <w:tab/>
        </w:r>
        <w:r w:rsidR="00FD6678" w:rsidRPr="001A3F3C">
          <w:rPr>
            <w:rStyle w:val="Hypertextovodkaz"/>
          </w:rPr>
          <w:t>OBSAH ZADÁVACÍ DOKUMENTACE</w:t>
        </w:r>
        <w:r w:rsidR="00FD6678">
          <w:rPr>
            <w:noProof/>
            <w:webHidden/>
          </w:rPr>
          <w:tab/>
        </w:r>
        <w:r w:rsidR="00FD6678">
          <w:rPr>
            <w:noProof/>
            <w:webHidden/>
          </w:rPr>
          <w:fldChar w:fldCharType="begin"/>
        </w:r>
        <w:r w:rsidR="00FD6678">
          <w:rPr>
            <w:noProof/>
            <w:webHidden/>
          </w:rPr>
          <w:instrText xml:space="preserve"> PAGEREF _Toc163043985 \h </w:instrText>
        </w:r>
        <w:r w:rsidR="00FD6678">
          <w:rPr>
            <w:noProof/>
            <w:webHidden/>
          </w:rPr>
        </w:r>
        <w:r w:rsidR="00FD6678">
          <w:rPr>
            <w:noProof/>
            <w:webHidden/>
          </w:rPr>
          <w:fldChar w:fldCharType="separate"/>
        </w:r>
        <w:r w:rsidR="004A680F">
          <w:rPr>
            <w:noProof/>
            <w:webHidden/>
          </w:rPr>
          <w:t>5</w:t>
        </w:r>
        <w:r w:rsidR="00FD6678">
          <w:rPr>
            <w:noProof/>
            <w:webHidden/>
          </w:rPr>
          <w:fldChar w:fldCharType="end"/>
        </w:r>
        <w:r>
          <w:rPr>
            <w:noProof/>
          </w:rPr>
          <w:fldChar w:fldCharType="end"/>
        </w:r>
      </w:ins>
    </w:p>
    <w:p w14:paraId="7709CF99" w14:textId="2B39BC97" w:rsidR="00FD6678" w:rsidRDefault="00000000">
      <w:pPr>
        <w:pStyle w:val="Obsah1"/>
        <w:rPr>
          <w:ins w:id="59" w:author="vyznačené změny" w:date="2024-06-10T14:58:00Z" w16du:dateUtc="2024-06-10T12:58:00Z"/>
          <w:rFonts w:eastAsiaTheme="minorEastAsia"/>
          <w:caps w:val="0"/>
          <w:noProof/>
          <w:sz w:val="22"/>
          <w:szCs w:val="22"/>
          <w:lang w:eastAsia="cs-CZ"/>
        </w:rPr>
      </w:pPr>
      <w:ins w:id="60" w:author="vyznačené změny" w:date="2024-06-10T14:58:00Z" w16du:dateUtc="2024-06-10T12:58:00Z">
        <w:r>
          <w:fldChar w:fldCharType="begin"/>
        </w:r>
        <w:r>
          <w:instrText>HYPERLINK \l "_Toc163043986"</w:instrText>
        </w:r>
        <w:r>
          <w:fldChar w:fldCharType="separate"/>
        </w:r>
        <w:r w:rsidR="00FD6678" w:rsidRPr="001A3F3C">
          <w:rPr>
            <w:rStyle w:val="Hypertextovodkaz"/>
          </w:rPr>
          <w:t>7.</w:t>
        </w:r>
        <w:r w:rsidR="00FD6678">
          <w:rPr>
            <w:rFonts w:eastAsiaTheme="minorEastAsia"/>
            <w:caps w:val="0"/>
            <w:noProof/>
            <w:sz w:val="22"/>
            <w:szCs w:val="22"/>
            <w:lang w:eastAsia="cs-CZ"/>
          </w:rPr>
          <w:tab/>
        </w:r>
        <w:r w:rsidR="00FD6678" w:rsidRPr="001A3F3C">
          <w:rPr>
            <w:rStyle w:val="Hypertextovodkaz"/>
          </w:rPr>
          <w:t>VYSVĚTLENÍ, ZMĚNY a DOPLNĚNÍ ZADÁVACÍ DOKUMENTACE</w:t>
        </w:r>
        <w:r w:rsidR="00FD6678">
          <w:rPr>
            <w:noProof/>
            <w:webHidden/>
          </w:rPr>
          <w:tab/>
        </w:r>
        <w:r w:rsidR="00FD6678">
          <w:rPr>
            <w:noProof/>
            <w:webHidden/>
          </w:rPr>
          <w:fldChar w:fldCharType="begin"/>
        </w:r>
        <w:r w:rsidR="00FD6678">
          <w:rPr>
            <w:noProof/>
            <w:webHidden/>
          </w:rPr>
          <w:instrText xml:space="preserve"> PAGEREF _Toc163043986 \h </w:instrText>
        </w:r>
        <w:r w:rsidR="00FD6678">
          <w:rPr>
            <w:noProof/>
            <w:webHidden/>
          </w:rPr>
        </w:r>
        <w:r w:rsidR="00FD6678">
          <w:rPr>
            <w:noProof/>
            <w:webHidden/>
          </w:rPr>
          <w:fldChar w:fldCharType="separate"/>
        </w:r>
        <w:r w:rsidR="004A680F">
          <w:rPr>
            <w:noProof/>
            <w:webHidden/>
          </w:rPr>
          <w:t>6</w:t>
        </w:r>
        <w:r w:rsidR="00FD6678">
          <w:rPr>
            <w:noProof/>
            <w:webHidden/>
          </w:rPr>
          <w:fldChar w:fldCharType="end"/>
        </w:r>
        <w:r>
          <w:rPr>
            <w:noProof/>
          </w:rPr>
          <w:fldChar w:fldCharType="end"/>
        </w:r>
      </w:ins>
    </w:p>
    <w:p w14:paraId="4E6E135F" w14:textId="76F303BA" w:rsidR="00FD6678" w:rsidRDefault="00000000">
      <w:pPr>
        <w:pStyle w:val="Obsah1"/>
        <w:rPr>
          <w:ins w:id="61" w:author="vyznačené změny" w:date="2024-06-10T14:58:00Z" w16du:dateUtc="2024-06-10T12:58:00Z"/>
          <w:rFonts w:eastAsiaTheme="minorEastAsia"/>
          <w:caps w:val="0"/>
          <w:noProof/>
          <w:sz w:val="22"/>
          <w:szCs w:val="22"/>
          <w:lang w:eastAsia="cs-CZ"/>
        </w:rPr>
      </w:pPr>
      <w:ins w:id="62" w:author="vyznačené změny" w:date="2024-06-10T14:58:00Z" w16du:dateUtc="2024-06-10T12:58:00Z">
        <w:r>
          <w:fldChar w:fldCharType="begin"/>
        </w:r>
        <w:r>
          <w:instrText>HYPERLINK \l "_Toc163043987"</w:instrText>
        </w:r>
        <w:r>
          <w:fldChar w:fldCharType="separate"/>
        </w:r>
        <w:r w:rsidR="00FD6678" w:rsidRPr="001A3F3C">
          <w:rPr>
            <w:rStyle w:val="Hypertextovodkaz"/>
          </w:rPr>
          <w:t>8.</w:t>
        </w:r>
        <w:r w:rsidR="00FD6678">
          <w:rPr>
            <w:rFonts w:eastAsiaTheme="minorEastAsia"/>
            <w:caps w:val="0"/>
            <w:noProof/>
            <w:sz w:val="22"/>
            <w:szCs w:val="22"/>
            <w:lang w:eastAsia="cs-CZ"/>
          </w:rPr>
          <w:tab/>
        </w:r>
        <w:r w:rsidR="00FD6678" w:rsidRPr="001A3F3C">
          <w:rPr>
            <w:rStyle w:val="Hypertextovodkaz"/>
          </w:rPr>
          <w:t>POŽADAVKY ZADAVATELE NA KVALIFIKACI</w:t>
        </w:r>
        <w:r w:rsidR="00FD6678">
          <w:rPr>
            <w:noProof/>
            <w:webHidden/>
          </w:rPr>
          <w:tab/>
        </w:r>
        <w:r w:rsidR="00FD6678">
          <w:rPr>
            <w:noProof/>
            <w:webHidden/>
          </w:rPr>
          <w:fldChar w:fldCharType="begin"/>
        </w:r>
        <w:r w:rsidR="00FD6678">
          <w:rPr>
            <w:noProof/>
            <w:webHidden/>
          </w:rPr>
          <w:instrText xml:space="preserve"> PAGEREF _Toc163043987 \h </w:instrText>
        </w:r>
        <w:r w:rsidR="00FD6678">
          <w:rPr>
            <w:noProof/>
            <w:webHidden/>
          </w:rPr>
        </w:r>
        <w:r w:rsidR="00FD6678">
          <w:rPr>
            <w:noProof/>
            <w:webHidden/>
          </w:rPr>
          <w:fldChar w:fldCharType="separate"/>
        </w:r>
        <w:r w:rsidR="004A680F">
          <w:rPr>
            <w:noProof/>
            <w:webHidden/>
          </w:rPr>
          <w:t>6</w:t>
        </w:r>
        <w:r w:rsidR="00FD6678">
          <w:rPr>
            <w:noProof/>
            <w:webHidden/>
          </w:rPr>
          <w:fldChar w:fldCharType="end"/>
        </w:r>
        <w:r>
          <w:rPr>
            <w:noProof/>
          </w:rPr>
          <w:fldChar w:fldCharType="end"/>
        </w:r>
      </w:ins>
    </w:p>
    <w:p w14:paraId="6FEA07D7" w14:textId="598ACC66" w:rsidR="00FD6678" w:rsidRDefault="00000000">
      <w:pPr>
        <w:pStyle w:val="Obsah1"/>
        <w:rPr>
          <w:ins w:id="63" w:author="vyznačené změny" w:date="2024-06-10T14:58:00Z" w16du:dateUtc="2024-06-10T12:58:00Z"/>
          <w:rFonts w:eastAsiaTheme="minorEastAsia"/>
          <w:caps w:val="0"/>
          <w:noProof/>
          <w:sz w:val="22"/>
          <w:szCs w:val="22"/>
          <w:lang w:eastAsia="cs-CZ"/>
        </w:rPr>
      </w:pPr>
      <w:ins w:id="64" w:author="vyznačené změny" w:date="2024-06-10T14:58:00Z" w16du:dateUtc="2024-06-10T12:58:00Z">
        <w:r>
          <w:fldChar w:fldCharType="begin"/>
        </w:r>
        <w:r>
          <w:instrText>HYPERLINK \l "_Toc163043988"</w:instrText>
        </w:r>
        <w:r>
          <w:fldChar w:fldCharType="separate"/>
        </w:r>
        <w:r w:rsidR="00FD6678" w:rsidRPr="001A3F3C">
          <w:rPr>
            <w:rStyle w:val="Hypertextovodkaz"/>
          </w:rPr>
          <w:t>9.</w:t>
        </w:r>
        <w:r w:rsidR="00FD6678">
          <w:rPr>
            <w:rFonts w:eastAsiaTheme="minorEastAsia"/>
            <w:caps w:val="0"/>
            <w:noProof/>
            <w:sz w:val="22"/>
            <w:szCs w:val="22"/>
            <w:lang w:eastAsia="cs-CZ"/>
          </w:rPr>
          <w:tab/>
        </w:r>
        <w:r w:rsidR="00FD6678" w:rsidRPr="001A3F3C">
          <w:rPr>
            <w:rStyle w:val="Hypertextovodkaz"/>
          </w:rPr>
          <w:t>DALŠÍ INFORMACE/DOKUMENTY PŘEDKLÁDANÉ DODAVATELEM v NABÍDCE</w:t>
        </w:r>
        <w:r w:rsidR="00FD6678">
          <w:rPr>
            <w:noProof/>
            <w:webHidden/>
          </w:rPr>
          <w:tab/>
        </w:r>
        <w:r w:rsidR="00FD6678">
          <w:rPr>
            <w:noProof/>
            <w:webHidden/>
          </w:rPr>
          <w:fldChar w:fldCharType="begin"/>
        </w:r>
        <w:r w:rsidR="00FD6678">
          <w:rPr>
            <w:noProof/>
            <w:webHidden/>
          </w:rPr>
          <w:instrText xml:space="preserve"> PAGEREF _Toc163043988 \h </w:instrText>
        </w:r>
        <w:r w:rsidR="00FD6678">
          <w:rPr>
            <w:noProof/>
            <w:webHidden/>
          </w:rPr>
        </w:r>
        <w:r w:rsidR="00FD6678">
          <w:rPr>
            <w:noProof/>
            <w:webHidden/>
          </w:rPr>
          <w:fldChar w:fldCharType="separate"/>
        </w:r>
        <w:r w:rsidR="004A680F">
          <w:rPr>
            <w:noProof/>
            <w:webHidden/>
          </w:rPr>
          <w:t>18</w:t>
        </w:r>
        <w:r w:rsidR="00FD6678">
          <w:rPr>
            <w:noProof/>
            <w:webHidden/>
          </w:rPr>
          <w:fldChar w:fldCharType="end"/>
        </w:r>
        <w:r>
          <w:rPr>
            <w:noProof/>
          </w:rPr>
          <w:fldChar w:fldCharType="end"/>
        </w:r>
      </w:ins>
    </w:p>
    <w:p w14:paraId="003BA544" w14:textId="2B4C74D4" w:rsidR="00FD6678" w:rsidRDefault="00000000">
      <w:pPr>
        <w:pStyle w:val="Obsah1"/>
        <w:rPr>
          <w:ins w:id="65" w:author="vyznačené změny" w:date="2024-06-10T14:58:00Z" w16du:dateUtc="2024-06-10T12:58:00Z"/>
          <w:rFonts w:eastAsiaTheme="minorEastAsia"/>
          <w:caps w:val="0"/>
          <w:noProof/>
          <w:sz w:val="22"/>
          <w:szCs w:val="22"/>
          <w:lang w:eastAsia="cs-CZ"/>
        </w:rPr>
      </w:pPr>
      <w:ins w:id="66" w:author="vyznačené změny" w:date="2024-06-10T14:58:00Z" w16du:dateUtc="2024-06-10T12:58:00Z">
        <w:r>
          <w:fldChar w:fldCharType="begin"/>
        </w:r>
        <w:r>
          <w:instrText>HYPERLINK \l "_Toc163043989"</w:instrText>
        </w:r>
        <w:r>
          <w:fldChar w:fldCharType="separate"/>
        </w:r>
        <w:r w:rsidR="00FD6678" w:rsidRPr="001A3F3C">
          <w:rPr>
            <w:rStyle w:val="Hypertextovodkaz"/>
          </w:rPr>
          <w:t>10.</w:t>
        </w:r>
        <w:r w:rsidR="00FD6678">
          <w:rPr>
            <w:rFonts w:eastAsiaTheme="minorEastAsia"/>
            <w:caps w:val="0"/>
            <w:noProof/>
            <w:sz w:val="22"/>
            <w:szCs w:val="22"/>
            <w:lang w:eastAsia="cs-CZ"/>
          </w:rPr>
          <w:tab/>
        </w:r>
        <w:r w:rsidR="00FD6678" w:rsidRPr="001A3F3C">
          <w:rPr>
            <w:rStyle w:val="Hypertextovodkaz"/>
          </w:rPr>
          <w:t>JAZYK NABÍDEK A KOMUNIKAČNÍ JAZYK</w:t>
        </w:r>
        <w:r w:rsidR="00FD6678">
          <w:rPr>
            <w:noProof/>
            <w:webHidden/>
          </w:rPr>
          <w:tab/>
        </w:r>
        <w:r w:rsidR="00FD6678">
          <w:rPr>
            <w:noProof/>
            <w:webHidden/>
          </w:rPr>
          <w:fldChar w:fldCharType="begin"/>
        </w:r>
        <w:r w:rsidR="00FD6678">
          <w:rPr>
            <w:noProof/>
            <w:webHidden/>
          </w:rPr>
          <w:instrText xml:space="preserve"> PAGEREF _Toc163043989 \h </w:instrText>
        </w:r>
        <w:r w:rsidR="00FD6678">
          <w:rPr>
            <w:noProof/>
            <w:webHidden/>
          </w:rPr>
        </w:r>
        <w:r w:rsidR="00FD6678">
          <w:rPr>
            <w:noProof/>
            <w:webHidden/>
          </w:rPr>
          <w:fldChar w:fldCharType="separate"/>
        </w:r>
        <w:r w:rsidR="004A680F">
          <w:rPr>
            <w:noProof/>
            <w:webHidden/>
          </w:rPr>
          <w:t>20</w:t>
        </w:r>
        <w:r w:rsidR="00FD6678">
          <w:rPr>
            <w:noProof/>
            <w:webHidden/>
          </w:rPr>
          <w:fldChar w:fldCharType="end"/>
        </w:r>
        <w:r>
          <w:rPr>
            <w:noProof/>
          </w:rPr>
          <w:fldChar w:fldCharType="end"/>
        </w:r>
      </w:ins>
    </w:p>
    <w:p w14:paraId="0B3FD362" w14:textId="549A568A" w:rsidR="00FD6678" w:rsidRDefault="00000000">
      <w:pPr>
        <w:pStyle w:val="Obsah1"/>
        <w:rPr>
          <w:ins w:id="67" w:author="vyznačené změny" w:date="2024-06-10T14:58:00Z" w16du:dateUtc="2024-06-10T12:58:00Z"/>
          <w:rFonts w:eastAsiaTheme="minorEastAsia"/>
          <w:caps w:val="0"/>
          <w:noProof/>
          <w:sz w:val="22"/>
          <w:szCs w:val="22"/>
          <w:lang w:eastAsia="cs-CZ"/>
        </w:rPr>
      </w:pPr>
      <w:ins w:id="68" w:author="vyznačené změny" w:date="2024-06-10T14:58:00Z" w16du:dateUtc="2024-06-10T12:58:00Z">
        <w:r>
          <w:fldChar w:fldCharType="begin"/>
        </w:r>
        <w:r>
          <w:instrText>HYPERLINK \l "_Toc163043990"</w:instrText>
        </w:r>
        <w:r>
          <w:fldChar w:fldCharType="separate"/>
        </w:r>
        <w:r w:rsidR="00FD6678" w:rsidRPr="001A3F3C">
          <w:rPr>
            <w:rStyle w:val="Hypertextovodkaz"/>
          </w:rPr>
          <w:t>11.</w:t>
        </w:r>
        <w:r w:rsidR="00FD6678">
          <w:rPr>
            <w:rFonts w:eastAsiaTheme="minorEastAsia"/>
            <w:caps w:val="0"/>
            <w:noProof/>
            <w:sz w:val="22"/>
            <w:szCs w:val="22"/>
            <w:lang w:eastAsia="cs-CZ"/>
          </w:rPr>
          <w:tab/>
        </w:r>
        <w:r w:rsidR="00FD6678" w:rsidRPr="001A3F3C">
          <w:rPr>
            <w:rStyle w:val="Hypertextovodkaz"/>
          </w:rPr>
          <w:t>OBSAH a PODÁVÁNÍ NABÍDEK</w:t>
        </w:r>
        <w:r w:rsidR="00FD6678">
          <w:rPr>
            <w:noProof/>
            <w:webHidden/>
          </w:rPr>
          <w:tab/>
        </w:r>
        <w:r w:rsidR="00FD6678">
          <w:rPr>
            <w:noProof/>
            <w:webHidden/>
          </w:rPr>
          <w:fldChar w:fldCharType="begin"/>
        </w:r>
        <w:r w:rsidR="00FD6678">
          <w:rPr>
            <w:noProof/>
            <w:webHidden/>
          </w:rPr>
          <w:instrText xml:space="preserve"> PAGEREF _Toc163043990 \h </w:instrText>
        </w:r>
        <w:r w:rsidR="00FD6678">
          <w:rPr>
            <w:noProof/>
            <w:webHidden/>
          </w:rPr>
        </w:r>
        <w:r w:rsidR="00FD6678">
          <w:rPr>
            <w:noProof/>
            <w:webHidden/>
          </w:rPr>
          <w:fldChar w:fldCharType="separate"/>
        </w:r>
        <w:r w:rsidR="004A680F">
          <w:rPr>
            <w:noProof/>
            <w:webHidden/>
          </w:rPr>
          <w:t>20</w:t>
        </w:r>
        <w:r w:rsidR="00FD6678">
          <w:rPr>
            <w:noProof/>
            <w:webHidden/>
          </w:rPr>
          <w:fldChar w:fldCharType="end"/>
        </w:r>
        <w:r>
          <w:rPr>
            <w:noProof/>
          </w:rPr>
          <w:fldChar w:fldCharType="end"/>
        </w:r>
      </w:ins>
    </w:p>
    <w:p w14:paraId="2A9D1A7D" w14:textId="119190F4" w:rsidR="00FD6678" w:rsidRDefault="00000000">
      <w:pPr>
        <w:pStyle w:val="Obsah1"/>
        <w:rPr>
          <w:ins w:id="69" w:author="vyznačené změny" w:date="2024-06-10T14:58:00Z" w16du:dateUtc="2024-06-10T12:58:00Z"/>
          <w:rFonts w:eastAsiaTheme="minorEastAsia"/>
          <w:caps w:val="0"/>
          <w:noProof/>
          <w:sz w:val="22"/>
          <w:szCs w:val="22"/>
          <w:lang w:eastAsia="cs-CZ"/>
        </w:rPr>
      </w:pPr>
      <w:ins w:id="70" w:author="vyznačené změny" w:date="2024-06-10T14:58:00Z" w16du:dateUtc="2024-06-10T12:58:00Z">
        <w:r>
          <w:fldChar w:fldCharType="begin"/>
        </w:r>
        <w:r>
          <w:instrText>HYPERLINK \l "_Toc163043991"</w:instrText>
        </w:r>
        <w:r>
          <w:fldChar w:fldCharType="separate"/>
        </w:r>
        <w:r w:rsidR="00FD6678" w:rsidRPr="001A3F3C">
          <w:rPr>
            <w:rStyle w:val="Hypertextovodkaz"/>
          </w:rPr>
          <w:t>12.</w:t>
        </w:r>
        <w:r w:rsidR="00FD6678">
          <w:rPr>
            <w:rFonts w:eastAsiaTheme="minorEastAsia"/>
            <w:caps w:val="0"/>
            <w:noProof/>
            <w:sz w:val="22"/>
            <w:szCs w:val="22"/>
            <w:lang w:eastAsia="cs-CZ"/>
          </w:rPr>
          <w:tab/>
        </w:r>
        <w:r w:rsidR="00FD6678" w:rsidRPr="001A3F3C">
          <w:rPr>
            <w:rStyle w:val="Hypertextovodkaz"/>
          </w:rPr>
          <w:t>POŽADAVKY NA ZPRACOVÁNÍ NABÍDKOVÉ CENY</w:t>
        </w:r>
        <w:r w:rsidR="00FD6678">
          <w:rPr>
            <w:noProof/>
            <w:webHidden/>
          </w:rPr>
          <w:tab/>
        </w:r>
        <w:r w:rsidR="00FD6678">
          <w:rPr>
            <w:noProof/>
            <w:webHidden/>
          </w:rPr>
          <w:fldChar w:fldCharType="begin"/>
        </w:r>
        <w:r w:rsidR="00FD6678">
          <w:rPr>
            <w:noProof/>
            <w:webHidden/>
          </w:rPr>
          <w:instrText xml:space="preserve"> PAGEREF _Toc163043991 \h </w:instrText>
        </w:r>
        <w:r w:rsidR="00FD6678">
          <w:rPr>
            <w:noProof/>
            <w:webHidden/>
          </w:rPr>
        </w:r>
        <w:r w:rsidR="00FD6678">
          <w:rPr>
            <w:noProof/>
            <w:webHidden/>
          </w:rPr>
          <w:fldChar w:fldCharType="separate"/>
        </w:r>
        <w:r w:rsidR="004A680F">
          <w:rPr>
            <w:noProof/>
            <w:webHidden/>
          </w:rPr>
          <w:t>22</w:t>
        </w:r>
        <w:r w:rsidR="00FD6678">
          <w:rPr>
            <w:noProof/>
            <w:webHidden/>
          </w:rPr>
          <w:fldChar w:fldCharType="end"/>
        </w:r>
        <w:r>
          <w:rPr>
            <w:noProof/>
          </w:rPr>
          <w:fldChar w:fldCharType="end"/>
        </w:r>
      </w:ins>
    </w:p>
    <w:p w14:paraId="680E04FD" w14:textId="7D274B73" w:rsidR="00FD6678" w:rsidRDefault="00000000">
      <w:pPr>
        <w:pStyle w:val="Obsah1"/>
        <w:rPr>
          <w:ins w:id="71" w:author="vyznačené změny" w:date="2024-06-10T14:58:00Z" w16du:dateUtc="2024-06-10T12:58:00Z"/>
          <w:rFonts w:eastAsiaTheme="minorEastAsia"/>
          <w:caps w:val="0"/>
          <w:noProof/>
          <w:sz w:val="22"/>
          <w:szCs w:val="22"/>
          <w:lang w:eastAsia="cs-CZ"/>
        </w:rPr>
      </w:pPr>
      <w:ins w:id="72" w:author="vyznačené změny" w:date="2024-06-10T14:58:00Z" w16du:dateUtc="2024-06-10T12:58:00Z">
        <w:r>
          <w:fldChar w:fldCharType="begin"/>
        </w:r>
        <w:r>
          <w:instrText>HYPERLINK \l "_Toc163043992"</w:instrText>
        </w:r>
        <w:r>
          <w:fldChar w:fldCharType="separate"/>
        </w:r>
        <w:r w:rsidR="00FD6678" w:rsidRPr="001A3F3C">
          <w:rPr>
            <w:rStyle w:val="Hypertextovodkaz"/>
          </w:rPr>
          <w:t>13.</w:t>
        </w:r>
        <w:r w:rsidR="00FD6678">
          <w:rPr>
            <w:rFonts w:eastAsiaTheme="minorEastAsia"/>
            <w:caps w:val="0"/>
            <w:noProof/>
            <w:sz w:val="22"/>
            <w:szCs w:val="22"/>
            <w:lang w:eastAsia="cs-CZ"/>
          </w:rPr>
          <w:tab/>
        </w:r>
        <w:r w:rsidR="00FD6678" w:rsidRPr="001A3F3C">
          <w:rPr>
            <w:rStyle w:val="Hypertextovodkaz"/>
          </w:rPr>
          <w:t>VARIANTY NABÍDKY</w:t>
        </w:r>
        <w:r w:rsidR="00FD6678">
          <w:rPr>
            <w:noProof/>
            <w:webHidden/>
          </w:rPr>
          <w:tab/>
        </w:r>
        <w:r w:rsidR="00FD6678">
          <w:rPr>
            <w:noProof/>
            <w:webHidden/>
          </w:rPr>
          <w:fldChar w:fldCharType="begin"/>
        </w:r>
        <w:r w:rsidR="00FD6678">
          <w:rPr>
            <w:noProof/>
            <w:webHidden/>
          </w:rPr>
          <w:instrText xml:space="preserve"> PAGEREF _Toc163043992 \h </w:instrText>
        </w:r>
        <w:r w:rsidR="00FD6678">
          <w:rPr>
            <w:noProof/>
            <w:webHidden/>
          </w:rPr>
        </w:r>
        <w:r w:rsidR="00FD6678">
          <w:rPr>
            <w:noProof/>
            <w:webHidden/>
          </w:rPr>
          <w:fldChar w:fldCharType="separate"/>
        </w:r>
        <w:r w:rsidR="004A680F">
          <w:rPr>
            <w:noProof/>
            <w:webHidden/>
          </w:rPr>
          <w:t>22</w:t>
        </w:r>
        <w:r w:rsidR="00FD6678">
          <w:rPr>
            <w:noProof/>
            <w:webHidden/>
          </w:rPr>
          <w:fldChar w:fldCharType="end"/>
        </w:r>
        <w:r>
          <w:rPr>
            <w:noProof/>
          </w:rPr>
          <w:fldChar w:fldCharType="end"/>
        </w:r>
      </w:ins>
    </w:p>
    <w:p w14:paraId="7CE25BD3" w14:textId="4A8B854E" w:rsidR="00FD6678" w:rsidRDefault="00000000">
      <w:pPr>
        <w:pStyle w:val="Obsah1"/>
        <w:rPr>
          <w:ins w:id="73" w:author="vyznačené změny" w:date="2024-06-10T14:58:00Z" w16du:dateUtc="2024-06-10T12:58:00Z"/>
          <w:rFonts w:eastAsiaTheme="minorEastAsia"/>
          <w:caps w:val="0"/>
          <w:noProof/>
          <w:sz w:val="22"/>
          <w:szCs w:val="22"/>
          <w:lang w:eastAsia="cs-CZ"/>
        </w:rPr>
      </w:pPr>
      <w:ins w:id="74" w:author="vyznačené změny" w:date="2024-06-10T14:58:00Z" w16du:dateUtc="2024-06-10T12:58:00Z">
        <w:r>
          <w:fldChar w:fldCharType="begin"/>
        </w:r>
        <w:r>
          <w:instrText>HYPERLINK \l "_Toc163043993"</w:instrText>
        </w:r>
        <w:r>
          <w:fldChar w:fldCharType="separate"/>
        </w:r>
        <w:r w:rsidR="00FD6678" w:rsidRPr="001A3F3C">
          <w:rPr>
            <w:rStyle w:val="Hypertextovodkaz"/>
          </w:rPr>
          <w:t>14.</w:t>
        </w:r>
        <w:r w:rsidR="00FD6678">
          <w:rPr>
            <w:rFonts w:eastAsiaTheme="minorEastAsia"/>
            <w:caps w:val="0"/>
            <w:noProof/>
            <w:sz w:val="22"/>
            <w:szCs w:val="22"/>
            <w:lang w:eastAsia="cs-CZ"/>
          </w:rPr>
          <w:tab/>
        </w:r>
        <w:r w:rsidR="00FD6678" w:rsidRPr="001A3F3C">
          <w:rPr>
            <w:rStyle w:val="Hypertextovodkaz"/>
          </w:rPr>
          <w:t>OTEVÍRÁNÍ NABÍDEK</w:t>
        </w:r>
        <w:r w:rsidR="00FD6678">
          <w:rPr>
            <w:noProof/>
            <w:webHidden/>
          </w:rPr>
          <w:tab/>
        </w:r>
        <w:r w:rsidR="00FD6678">
          <w:rPr>
            <w:noProof/>
            <w:webHidden/>
          </w:rPr>
          <w:fldChar w:fldCharType="begin"/>
        </w:r>
        <w:r w:rsidR="00FD6678">
          <w:rPr>
            <w:noProof/>
            <w:webHidden/>
          </w:rPr>
          <w:instrText xml:space="preserve"> PAGEREF _Toc163043993 \h </w:instrText>
        </w:r>
        <w:r w:rsidR="00FD6678">
          <w:rPr>
            <w:noProof/>
            <w:webHidden/>
          </w:rPr>
        </w:r>
        <w:r w:rsidR="00FD6678">
          <w:rPr>
            <w:noProof/>
            <w:webHidden/>
          </w:rPr>
          <w:fldChar w:fldCharType="separate"/>
        </w:r>
        <w:r w:rsidR="004A680F">
          <w:rPr>
            <w:noProof/>
            <w:webHidden/>
          </w:rPr>
          <w:t>22</w:t>
        </w:r>
        <w:r w:rsidR="00FD6678">
          <w:rPr>
            <w:noProof/>
            <w:webHidden/>
          </w:rPr>
          <w:fldChar w:fldCharType="end"/>
        </w:r>
        <w:r>
          <w:rPr>
            <w:noProof/>
          </w:rPr>
          <w:fldChar w:fldCharType="end"/>
        </w:r>
      </w:ins>
    </w:p>
    <w:p w14:paraId="12E9A431" w14:textId="1A6069EA" w:rsidR="00FD6678" w:rsidRDefault="00000000">
      <w:pPr>
        <w:pStyle w:val="Obsah1"/>
        <w:rPr>
          <w:ins w:id="75" w:author="vyznačené změny" w:date="2024-06-10T14:58:00Z" w16du:dateUtc="2024-06-10T12:58:00Z"/>
          <w:rFonts w:eastAsiaTheme="minorEastAsia"/>
          <w:caps w:val="0"/>
          <w:noProof/>
          <w:sz w:val="22"/>
          <w:szCs w:val="22"/>
          <w:lang w:eastAsia="cs-CZ"/>
        </w:rPr>
      </w:pPr>
      <w:ins w:id="76" w:author="vyznačené změny" w:date="2024-06-10T14:58:00Z" w16du:dateUtc="2024-06-10T12:58:00Z">
        <w:r>
          <w:fldChar w:fldCharType="begin"/>
        </w:r>
        <w:r>
          <w:instrText>HYPERLINK \l "_Toc163043994"</w:instrText>
        </w:r>
        <w:r>
          <w:fldChar w:fldCharType="separate"/>
        </w:r>
        <w:r w:rsidR="00FD6678" w:rsidRPr="001A3F3C">
          <w:rPr>
            <w:rStyle w:val="Hypertextovodkaz"/>
          </w:rPr>
          <w:t>15.</w:t>
        </w:r>
        <w:r w:rsidR="00FD6678">
          <w:rPr>
            <w:rFonts w:eastAsiaTheme="minorEastAsia"/>
            <w:caps w:val="0"/>
            <w:noProof/>
            <w:sz w:val="22"/>
            <w:szCs w:val="22"/>
            <w:lang w:eastAsia="cs-CZ"/>
          </w:rPr>
          <w:tab/>
        </w:r>
        <w:r w:rsidR="00FD6678" w:rsidRPr="001A3F3C">
          <w:rPr>
            <w:rStyle w:val="Hypertextovodkaz"/>
          </w:rPr>
          <w:t>POSOUZENÍ SPLNĚNÍ PODMÍNEK ÚČASTI</w:t>
        </w:r>
        <w:r w:rsidR="00FD6678">
          <w:rPr>
            <w:noProof/>
            <w:webHidden/>
          </w:rPr>
          <w:tab/>
        </w:r>
        <w:r w:rsidR="00FD6678">
          <w:rPr>
            <w:noProof/>
            <w:webHidden/>
          </w:rPr>
          <w:fldChar w:fldCharType="begin"/>
        </w:r>
        <w:r w:rsidR="00FD6678">
          <w:rPr>
            <w:noProof/>
            <w:webHidden/>
          </w:rPr>
          <w:instrText xml:space="preserve"> PAGEREF _Toc163043994 \h </w:instrText>
        </w:r>
        <w:r w:rsidR="00FD6678">
          <w:rPr>
            <w:noProof/>
            <w:webHidden/>
          </w:rPr>
        </w:r>
        <w:r w:rsidR="00FD6678">
          <w:rPr>
            <w:noProof/>
            <w:webHidden/>
          </w:rPr>
          <w:fldChar w:fldCharType="separate"/>
        </w:r>
        <w:r w:rsidR="004A680F">
          <w:rPr>
            <w:noProof/>
            <w:webHidden/>
          </w:rPr>
          <w:t>22</w:t>
        </w:r>
        <w:r w:rsidR="00FD6678">
          <w:rPr>
            <w:noProof/>
            <w:webHidden/>
          </w:rPr>
          <w:fldChar w:fldCharType="end"/>
        </w:r>
        <w:r>
          <w:rPr>
            <w:noProof/>
          </w:rPr>
          <w:fldChar w:fldCharType="end"/>
        </w:r>
      </w:ins>
    </w:p>
    <w:p w14:paraId="284CAD11" w14:textId="70600AB0" w:rsidR="00FD6678" w:rsidRDefault="00000000">
      <w:pPr>
        <w:pStyle w:val="Obsah1"/>
        <w:rPr>
          <w:ins w:id="77" w:author="vyznačené změny" w:date="2024-06-10T14:58:00Z" w16du:dateUtc="2024-06-10T12:58:00Z"/>
          <w:rFonts w:eastAsiaTheme="minorEastAsia"/>
          <w:caps w:val="0"/>
          <w:noProof/>
          <w:sz w:val="22"/>
          <w:szCs w:val="22"/>
          <w:lang w:eastAsia="cs-CZ"/>
        </w:rPr>
      </w:pPr>
      <w:ins w:id="78" w:author="vyznačené změny" w:date="2024-06-10T14:58:00Z" w16du:dateUtc="2024-06-10T12:58:00Z">
        <w:r>
          <w:fldChar w:fldCharType="begin"/>
        </w:r>
        <w:r>
          <w:instrText>HYPERLINK \l "_Toc163043995"</w:instrText>
        </w:r>
        <w:r>
          <w:fldChar w:fldCharType="separate"/>
        </w:r>
        <w:r w:rsidR="00FD6678" w:rsidRPr="001A3F3C">
          <w:rPr>
            <w:rStyle w:val="Hypertextovodkaz"/>
          </w:rPr>
          <w:t>16.</w:t>
        </w:r>
        <w:r w:rsidR="00FD6678">
          <w:rPr>
            <w:rFonts w:eastAsiaTheme="minorEastAsia"/>
            <w:caps w:val="0"/>
            <w:noProof/>
            <w:sz w:val="22"/>
            <w:szCs w:val="22"/>
            <w:lang w:eastAsia="cs-CZ"/>
          </w:rPr>
          <w:tab/>
        </w:r>
        <w:r w:rsidR="00FD6678" w:rsidRPr="001A3F3C">
          <w:rPr>
            <w:rStyle w:val="Hypertextovodkaz"/>
          </w:rPr>
          <w:t>HODNOCENÍ NABÍDEK</w:t>
        </w:r>
        <w:r w:rsidR="00FD6678">
          <w:rPr>
            <w:noProof/>
            <w:webHidden/>
          </w:rPr>
          <w:tab/>
        </w:r>
        <w:r w:rsidR="00FD6678">
          <w:rPr>
            <w:noProof/>
            <w:webHidden/>
          </w:rPr>
          <w:fldChar w:fldCharType="begin"/>
        </w:r>
        <w:r w:rsidR="00FD6678">
          <w:rPr>
            <w:noProof/>
            <w:webHidden/>
          </w:rPr>
          <w:instrText xml:space="preserve"> PAGEREF _Toc163043995 \h </w:instrText>
        </w:r>
        <w:r w:rsidR="00FD6678">
          <w:rPr>
            <w:noProof/>
            <w:webHidden/>
          </w:rPr>
        </w:r>
        <w:r w:rsidR="00FD6678">
          <w:rPr>
            <w:noProof/>
            <w:webHidden/>
          </w:rPr>
          <w:fldChar w:fldCharType="separate"/>
        </w:r>
        <w:r w:rsidR="004A680F">
          <w:rPr>
            <w:noProof/>
            <w:webHidden/>
          </w:rPr>
          <w:t>23</w:t>
        </w:r>
        <w:r w:rsidR="00FD6678">
          <w:rPr>
            <w:noProof/>
            <w:webHidden/>
          </w:rPr>
          <w:fldChar w:fldCharType="end"/>
        </w:r>
        <w:r>
          <w:rPr>
            <w:noProof/>
          </w:rPr>
          <w:fldChar w:fldCharType="end"/>
        </w:r>
      </w:ins>
    </w:p>
    <w:p w14:paraId="209820AC" w14:textId="5C381C52" w:rsidR="00FD6678" w:rsidRDefault="00000000">
      <w:pPr>
        <w:pStyle w:val="Obsah1"/>
        <w:rPr>
          <w:ins w:id="79" w:author="vyznačené změny" w:date="2024-06-10T14:58:00Z" w16du:dateUtc="2024-06-10T12:58:00Z"/>
          <w:rFonts w:eastAsiaTheme="minorEastAsia"/>
          <w:caps w:val="0"/>
          <w:noProof/>
          <w:sz w:val="22"/>
          <w:szCs w:val="22"/>
          <w:lang w:eastAsia="cs-CZ"/>
        </w:rPr>
      </w:pPr>
      <w:ins w:id="80" w:author="vyznačené změny" w:date="2024-06-10T14:58:00Z" w16du:dateUtc="2024-06-10T12:58:00Z">
        <w:r>
          <w:fldChar w:fldCharType="begin"/>
        </w:r>
        <w:r>
          <w:instrText>HYPERLINK \l "_Toc163043996"</w:instrText>
        </w:r>
        <w:r>
          <w:fldChar w:fldCharType="separate"/>
        </w:r>
        <w:r w:rsidR="00FD6678" w:rsidRPr="001A3F3C">
          <w:rPr>
            <w:rStyle w:val="Hypertextovodkaz"/>
          </w:rPr>
          <w:t>17.</w:t>
        </w:r>
        <w:r w:rsidR="00FD6678">
          <w:rPr>
            <w:rFonts w:eastAsiaTheme="minorEastAsia"/>
            <w:caps w:val="0"/>
            <w:noProof/>
            <w:sz w:val="22"/>
            <w:szCs w:val="22"/>
            <w:lang w:eastAsia="cs-CZ"/>
          </w:rPr>
          <w:tab/>
        </w:r>
        <w:r w:rsidR="00FD6678" w:rsidRPr="001A3F3C">
          <w:rPr>
            <w:rStyle w:val="Hypertextovodkaz"/>
          </w:rPr>
          <w:t>ZRUŠENÍ ZADÁVACÍHO ŘÍZENÍ</w:t>
        </w:r>
        <w:r w:rsidR="00FD6678">
          <w:rPr>
            <w:noProof/>
            <w:webHidden/>
          </w:rPr>
          <w:tab/>
        </w:r>
        <w:r w:rsidR="00FD6678">
          <w:rPr>
            <w:noProof/>
            <w:webHidden/>
          </w:rPr>
          <w:fldChar w:fldCharType="begin"/>
        </w:r>
        <w:r w:rsidR="00FD6678">
          <w:rPr>
            <w:noProof/>
            <w:webHidden/>
          </w:rPr>
          <w:instrText xml:space="preserve"> PAGEREF _Toc163043996 \h </w:instrText>
        </w:r>
        <w:r w:rsidR="00FD6678">
          <w:rPr>
            <w:noProof/>
            <w:webHidden/>
          </w:rPr>
        </w:r>
        <w:r w:rsidR="00FD6678">
          <w:rPr>
            <w:noProof/>
            <w:webHidden/>
          </w:rPr>
          <w:fldChar w:fldCharType="separate"/>
        </w:r>
        <w:r w:rsidR="004A680F">
          <w:rPr>
            <w:noProof/>
            <w:webHidden/>
          </w:rPr>
          <w:t>26</w:t>
        </w:r>
        <w:r w:rsidR="00FD6678">
          <w:rPr>
            <w:noProof/>
            <w:webHidden/>
          </w:rPr>
          <w:fldChar w:fldCharType="end"/>
        </w:r>
        <w:r>
          <w:rPr>
            <w:noProof/>
          </w:rPr>
          <w:fldChar w:fldCharType="end"/>
        </w:r>
      </w:ins>
    </w:p>
    <w:p w14:paraId="072A2281" w14:textId="7EC3E3FE" w:rsidR="00FD6678" w:rsidRDefault="00000000">
      <w:pPr>
        <w:pStyle w:val="Obsah1"/>
        <w:rPr>
          <w:ins w:id="81" w:author="vyznačené změny" w:date="2024-06-10T14:58:00Z" w16du:dateUtc="2024-06-10T12:58:00Z"/>
          <w:rFonts w:eastAsiaTheme="minorEastAsia"/>
          <w:caps w:val="0"/>
          <w:noProof/>
          <w:sz w:val="22"/>
          <w:szCs w:val="22"/>
          <w:lang w:eastAsia="cs-CZ"/>
        </w:rPr>
      </w:pPr>
      <w:ins w:id="82" w:author="vyznačené změny" w:date="2024-06-10T14:58:00Z" w16du:dateUtc="2024-06-10T12:58:00Z">
        <w:r>
          <w:fldChar w:fldCharType="begin"/>
        </w:r>
        <w:r>
          <w:instrText>HYPERLINK \l "_Toc163043997"</w:instrText>
        </w:r>
        <w:r>
          <w:fldChar w:fldCharType="separate"/>
        </w:r>
        <w:r w:rsidR="00FD6678" w:rsidRPr="001A3F3C">
          <w:rPr>
            <w:rStyle w:val="Hypertextovodkaz"/>
          </w:rPr>
          <w:t>18.</w:t>
        </w:r>
        <w:r w:rsidR="00FD6678">
          <w:rPr>
            <w:rFonts w:eastAsiaTheme="minorEastAsia"/>
            <w:caps w:val="0"/>
            <w:noProof/>
            <w:sz w:val="22"/>
            <w:szCs w:val="22"/>
            <w:lang w:eastAsia="cs-CZ"/>
          </w:rPr>
          <w:tab/>
        </w:r>
        <w:r w:rsidR="00FD6678" w:rsidRPr="001A3F3C">
          <w:rPr>
            <w:rStyle w:val="Hypertextovodkaz"/>
          </w:rPr>
          <w:t>UZAVŘENÍ SMLOUVY</w:t>
        </w:r>
        <w:r w:rsidR="00FD6678">
          <w:rPr>
            <w:noProof/>
            <w:webHidden/>
          </w:rPr>
          <w:tab/>
        </w:r>
        <w:r w:rsidR="00FD6678">
          <w:rPr>
            <w:noProof/>
            <w:webHidden/>
          </w:rPr>
          <w:fldChar w:fldCharType="begin"/>
        </w:r>
        <w:r w:rsidR="00FD6678">
          <w:rPr>
            <w:noProof/>
            <w:webHidden/>
          </w:rPr>
          <w:instrText xml:space="preserve"> PAGEREF _Toc163043997 \h </w:instrText>
        </w:r>
        <w:r w:rsidR="00FD6678">
          <w:rPr>
            <w:noProof/>
            <w:webHidden/>
          </w:rPr>
        </w:r>
        <w:r w:rsidR="00FD6678">
          <w:rPr>
            <w:noProof/>
            <w:webHidden/>
          </w:rPr>
          <w:fldChar w:fldCharType="separate"/>
        </w:r>
        <w:r w:rsidR="004A680F">
          <w:rPr>
            <w:noProof/>
            <w:webHidden/>
          </w:rPr>
          <w:t>26</w:t>
        </w:r>
        <w:r w:rsidR="00FD6678">
          <w:rPr>
            <w:noProof/>
            <w:webHidden/>
          </w:rPr>
          <w:fldChar w:fldCharType="end"/>
        </w:r>
        <w:r>
          <w:rPr>
            <w:noProof/>
          </w:rPr>
          <w:fldChar w:fldCharType="end"/>
        </w:r>
      </w:ins>
    </w:p>
    <w:p w14:paraId="767A754B" w14:textId="23081AD7" w:rsidR="00FD6678" w:rsidRDefault="00000000">
      <w:pPr>
        <w:pStyle w:val="Obsah1"/>
        <w:rPr>
          <w:ins w:id="83" w:author="vyznačené změny" w:date="2024-06-10T14:58:00Z" w16du:dateUtc="2024-06-10T12:58:00Z"/>
          <w:rFonts w:eastAsiaTheme="minorEastAsia"/>
          <w:caps w:val="0"/>
          <w:noProof/>
          <w:sz w:val="22"/>
          <w:szCs w:val="22"/>
          <w:lang w:eastAsia="cs-CZ"/>
        </w:rPr>
      </w:pPr>
      <w:ins w:id="84" w:author="vyznačené změny" w:date="2024-06-10T14:58:00Z" w16du:dateUtc="2024-06-10T12:58:00Z">
        <w:r>
          <w:fldChar w:fldCharType="begin"/>
        </w:r>
        <w:r>
          <w:instrText>HYPERLINK \l "_Toc163043998"</w:instrText>
        </w:r>
        <w:r>
          <w:fldChar w:fldCharType="separate"/>
        </w:r>
        <w:r w:rsidR="00FD6678" w:rsidRPr="001A3F3C">
          <w:rPr>
            <w:rStyle w:val="Hypertextovodkaz"/>
          </w:rPr>
          <w:t>19.</w:t>
        </w:r>
        <w:r w:rsidR="00FD6678">
          <w:rPr>
            <w:rFonts w:eastAsiaTheme="minorEastAsia"/>
            <w:caps w:val="0"/>
            <w:noProof/>
            <w:sz w:val="22"/>
            <w:szCs w:val="22"/>
            <w:lang w:eastAsia="cs-CZ"/>
          </w:rPr>
          <w:tab/>
        </w:r>
        <w:r w:rsidR="00FD6678" w:rsidRPr="001A3F3C">
          <w:rPr>
            <w:rStyle w:val="Hypertextovodkaz"/>
          </w:rPr>
          <w:t>OCHRANA INFORMACÍ</w:t>
        </w:r>
        <w:r w:rsidR="00FD6678">
          <w:rPr>
            <w:noProof/>
            <w:webHidden/>
          </w:rPr>
          <w:tab/>
        </w:r>
        <w:r w:rsidR="00FD6678">
          <w:rPr>
            <w:noProof/>
            <w:webHidden/>
          </w:rPr>
          <w:fldChar w:fldCharType="begin"/>
        </w:r>
        <w:r w:rsidR="00FD6678">
          <w:rPr>
            <w:noProof/>
            <w:webHidden/>
          </w:rPr>
          <w:instrText xml:space="preserve"> PAGEREF _Toc163043998 \h </w:instrText>
        </w:r>
        <w:r w:rsidR="00FD6678">
          <w:rPr>
            <w:noProof/>
            <w:webHidden/>
          </w:rPr>
        </w:r>
        <w:r w:rsidR="00FD6678">
          <w:rPr>
            <w:noProof/>
            <w:webHidden/>
          </w:rPr>
          <w:fldChar w:fldCharType="separate"/>
        </w:r>
        <w:r w:rsidR="004A680F">
          <w:rPr>
            <w:noProof/>
            <w:webHidden/>
          </w:rPr>
          <w:t>28</w:t>
        </w:r>
        <w:r w:rsidR="00FD6678">
          <w:rPr>
            <w:noProof/>
            <w:webHidden/>
          </w:rPr>
          <w:fldChar w:fldCharType="end"/>
        </w:r>
        <w:r>
          <w:rPr>
            <w:noProof/>
          </w:rPr>
          <w:fldChar w:fldCharType="end"/>
        </w:r>
      </w:ins>
    </w:p>
    <w:p w14:paraId="52F2B48F" w14:textId="3157F6B8" w:rsidR="00FD6678" w:rsidRDefault="00000000">
      <w:pPr>
        <w:pStyle w:val="Obsah1"/>
        <w:rPr>
          <w:ins w:id="85" w:author="vyznačené změny" w:date="2024-06-10T14:58:00Z" w16du:dateUtc="2024-06-10T12:58:00Z"/>
          <w:rFonts w:eastAsiaTheme="minorEastAsia"/>
          <w:caps w:val="0"/>
          <w:noProof/>
          <w:sz w:val="22"/>
          <w:szCs w:val="22"/>
          <w:lang w:eastAsia="cs-CZ"/>
        </w:rPr>
      </w:pPr>
      <w:ins w:id="86" w:author="vyznačené změny" w:date="2024-06-10T14:58:00Z" w16du:dateUtc="2024-06-10T12:58:00Z">
        <w:r>
          <w:fldChar w:fldCharType="begin"/>
        </w:r>
        <w:r>
          <w:instrText>HYPERLINK \l "_Toc163043999"</w:instrText>
        </w:r>
        <w:r>
          <w:fldChar w:fldCharType="separate"/>
        </w:r>
        <w:r w:rsidR="00FD6678" w:rsidRPr="001A3F3C">
          <w:rPr>
            <w:rStyle w:val="Hypertextovodkaz"/>
          </w:rPr>
          <w:t>20.</w:t>
        </w:r>
        <w:r w:rsidR="00FD6678">
          <w:rPr>
            <w:rFonts w:eastAsiaTheme="minorEastAsia"/>
            <w:caps w:val="0"/>
            <w:noProof/>
            <w:sz w:val="22"/>
            <w:szCs w:val="22"/>
            <w:lang w:eastAsia="cs-CZ"/>
          </w:rPr>
          <w:tab/>
        </w:r>
        <w:r w:rsidR="00FD6678" w:rsidRPr="001A3F3C">
          <w:rPr>
            <w:rStyle w:val="Hypertextovodkaz"/>
          </w:rPr>
          <w:t>NEOBSAZENO</w:t>
        </w:r>
        <w:r w:rsidR="00FD6678">
          <w:rPr>
            <w:noProof/>
            <w:webHidden/>
          </w:rPr>
          <w:tab/>
        </w:r>
        <w:r w:rsidR="00FD6678">
          <w:rPr>
            <w:noProof/>
            <w:webHidden/>
          </w:rPr>
          <w:fldChar w:fldCharType="begin"/>
        </w:r>
        <w:r w:rsidR="00FD6678">
          <w:rPr>
            <w:noProof/>
            <w:webHidden/>
          </w:rPr>
          <w:instrText xml:space="preserve"> PAGEREF _Toc163043999 \h </w:instrText>
        </w:r>
        <w:r w:rsidR="00FD6678">
          <w:rPr>
            <w:noProof/>
            <w:webHidden/>
          </w:rPr>
        </w:r>
        <w:r w:rsidR="00FD6678">
          <w:rPr>
            <w:noProof/>
            <w:webHidden/>
          </w:rPr>
          <w:fldChar w:fldCharType="separate"/>
        </w:r>
        <w:r w:rsidR="004A680F">
          <w:rPr>
            <w:noProof/>
            <w:webHidden/>
          </w:rPr>
          <w:t>29</w:t>
        </w:r>
        <w:r w:rsidR="00FD6678">
          <w:rPr>
            <w:noProof/>
            <w:webHidden/>
          </w:rPr>
          <w:fldChar w:fldCharType="end"/>
        </w:r>
        <w:r>
          <w:rPr>
            <w:noProof/>
          </w:rPr>
          <w:fldChar w:fldCharType="end"/>
        </w:r>
      </w:ins>
    </w:p>
    <w:p w14:paraId="4405A498" w14:textId="7E727EDC" w:rsidR="00FD6678" w:rsidRDefault="00000000">
      <w:pPr>
        <w:pStyle w:val="Obsah1"/>
        <w:rPr>
          <w:ins w:id="87" w:author="vyznačené změny" w:date="2024-06-10T14:58:00Z" w16du:dateUtc="2024-06-10T12:58:00Z"/>
          <w:rFonts w:eastAsiaTheme="minorEastAsia"/>
          <w:caps w:val="0"/>
          <w:noProof/>
          <w:sz w:val="22"/>
          <w:szCs w:val="22"/>
          <w:lang w:eastAsia="cs-CZ"/>
        </w:rPr>
      </w:pPr>
      <w:ins w:id="88" w:author="vyznačené změny" w:date="2024-06-10T14:58:00Z" w16du:dateUtc="2024-06-10T12:58:00Z">
        <w:r>
          <w:fldChar w:fldCharType="begin"/>
        </w:r>
        <w:r>
          <w:instrText>HYPERLINK \l "_Toc163044000"</w:instrText>
        </w:r>
        <w:r>
          <w:fldChar w:fldCharType="separate"/>
        </w:r>
        <w:r w:rsidR="00FD6678" w:rsidRPr="001A3F3C">
          <w:rPr>
            <w:rStyle w:val="Hypertextovodkaz"/>
          </w:rPr>
          <w:t>21.</w:t>
        </w:r>
        <w:r w:rsidR="00FD6678">
          <w:rPr>
            <w:rFonts w:eastAsiaTheme="minorEastAsia"/>
            <w:caps w:val="0"/>
            <w:noProof/>
            <w:sz w:val="22"/>
            <w:szCs w:val="22"/>
            <w:lang w:eastAsia="cs-CZ"/>
          </w:rPr>
          <w:tab/>
        </w:r>
        <w:r w:rsidR="00FD6678" w:rsidRPr="001A3F3C">
          <w:rPr>
            <w:rStyle w:val="Hypertextovodkaz"/>
          </w:rPr>
          <w:t>SOCIÁLNĚ A ENVIRONMENTÁLNĚ ODPOVĚDNÉ ZADÁVÁNÍ, INOVACE</w:t>
        </w:r>
        <w:r w:rsidR="00FD6678">
          <w:rPr>
            <w:noProof/>
            <w:webHidden/>
          </w:rPr>
          <w:tab/>
        </w:r>
        <w:r w:rsidR="00FD6678">
          <w:rPr>
            <w:noProof/>
            <w:webHidden/>
          </w:rPr>
          <w:fldChar w:fldCharType="begin"/>
        </w:r>
        <w:r w:rsidR="00FD6678">
          <w:rPr>
            <w:noProof/>
            <w:webHidden/>
          </w:rPr>
          <w:instrText xml:space="preserve"> PAGEREF _Toc163044000 \h </w:instrText>
        </w:r>
        <w:r w:rsidR="00FD6678">
          <w:rPr>
            <w:noProof/>
            <w:webHidden/>
          </w:rPr>
        </w:r>
        <w:r w:rsidR="00FD6678">
          <w:rPr>
            <w:noProof/>
            <w:webHidden/>
          </w:rPr>
          <w:fldChar w:fldCharType="separate"/>
        </w:r>
        <w:r w:rsidR="004A680F">
          <w:rPr>
            <w:noProof/>
            <w:webHidden/>
          </w:rPr>
          <w:t>29</w:t>
        </w:r>
        <w:r w:rsidR="00FD6678">
          <w:rPr>
            <w:noProof/>
            <w:webHidden/>
          </w:rPr>
          <w:fldChar w:fldCharType="end"/>
        </w:r>
        <w:r>
          <w:rPr>
            <w:noProof/>
          </w:rPr>
          <w:fldChar w:fldCharType="end"/>
        </w:r>
      </w:ins>
    </w:p>
    <w:p w14:paraId="27884279" w14:textId="3BD37F76" w:rsidR="00FD6678" w:rsidRDefault="00000000">
      <w:pPr>
        <w:pStyle w:val="Obsah1"/>
        <w:rPr>
          <w:ins w:id="89" w:author="vyznačené změny" w:date="2024-06-10T14:58:00Z" w16du:dateUtc="2024-06-10T12:58:00Z"/>
          <w:rFonts w:eastAsiaTheme="minorEastAsia"/>
          <w:caps w:val="0"/>
          <w:noProof/>
          <w:sz w:val="22"/>
          <w:szCs w:val="22"/>
          <w:lang w:eastAsia="cs-CZ"/>
        </w:rPr>
      </w:pPr>
      <w:ins w:id="90" w:author="vyznačené změny" w:date="2024-06-10T14:58:00Z" w16du:dateUtc="2024-06-10T12:58:00Z">
        <w:r>
          <w:fldChar w:fldCharType="begin"/>
        </w:r>
        <w:r>
          <w:instrText>HYPERLINK \l "_Toc163044001"</w:instrText>
        </w:r>
        <w:r>
          <w:fldChar w:fldCharType="separate"/>
        </w:r>
        <w:r w:rsidR="00FD6678" w:rsidRPr="001A3F3C">
          <w:rPr>
            <w:rStyle w:val="Hypertextovodkaz"/>
          </w:rPr>
          <w:t>22.</w:t>
        </w:r>
        <w:r w:rsidR="00FD6678">
          <w:rPr>
            <w:rFonts w:eastAsiaTheme="minorEastAsia"/>
            <w:caps w:val="0"/>
            <w:noProof/>
            <w:sz w:val="22"/>
            <w:szCs w:val="22"/>
            <w:lang w:eastAsia="cs-CZ"/>
          </w:rPr>
          <w:tab/>
        </w:r>
        <w:r w:rsidR="00FD6678" w:rsidRPr="001A3F3C">
          <w:rPr>
            <w:rStyle w:val="Hypertextovodkaz"/>
          </w:rPr>
          <w:t>Další zadávací podmínky v návaznosti na MEZINÁRODNÍ sankce, zákaz zadání veřejné zakázky</w:t>
        </w:r>
        <w:r w:rsidR="00FD6678">
          <w:rPr>
            <w:noProof/>
            <w:webHidden/>
          </w:rPr>
          <w:tab/>
        </w:r>
        <w:r w:rsidR="00FD6678">
          <w:rPr>
            <w:noProof/>
            <w:webHidden/>
          </w:rPr>
          <w:fldChar w:fldCharType="begin"/>
        </w:r>
        <w:r w:rsidR="00FD6678">
          <w:rPr>
            <w:noProof/>
            <w:webHidden/>
          </w:rPr>
          <w:instrText xml:space="preserve"> PAGEREF _Toc163044001 \h </w:instrText>
        </w:r>
        <w:r w:rsidR="00FD6678">
          <w:rPr>
            <w:noProof/>
            <w:webHidden/>
          </w:rPr>
        </w:r>
        <w:r w:rsidR="00FD6678">
          <w:rPr>
            <w:noProof/>
            <w:webHidden/>
          </w:rPr>
          <w:fldChar w:fldCharType="separate"/>
        </w:r>
        <w:r w:rsidR="004A680F">
          <w:rPr>
            <w:noProof/>
            <w:webHidden/>
          </w:rPr>
          <w:t>29</w:t>
        </w:r>
        <w:r w:rsidR="00FD6678">
          <w:rPr>
            <w:noProof/>
            <w:webHidden/>
          </w:rPr>
          <w:fldChar w:fldCharType="end"/>
        </w:r>
        <w:r>
          <w:rPr>
            <w:noProof/>
          </w:rPr>
          <w:fldChar w:fldCharType="end"/>
        </w:r>
      </w:ins>
    </w:p>
    <w:p w14:paraId="316ADAF9" w14:textId="79497206" w:rsidR="00FD6678" w:rsidRDefault="00000000">
      <w:pPr>
        <w:pStyle w:val="Obsah1"/>
        <w:rPr>
          <w:ins w:id="91" w:author="vyznačené změny" w:date="2024-06-10T14:58:00Z" w16du:dateUtc="2024-06-10T12:58:00Z"/>
          <w:rFonts w:eastAsiaTheme="minorEastAsia"/>
          <w:caps w:val="0"/>
          <w:noProof/>
          <w:sz w:val="22"/>
          <w:szCs w:val="22"/>
          <w:lang w:eastAsia="cs-CZ"/>
        </w:rPr>
      </w:pPr>
      <w:ins w:id="92" w:author="vyznačené změny" w:date="2024-06-10T14:58:00Z" w16du:dateUtc="2024-06-10T12:58:00Z">
        <w:r>
          <w:fldChar w:fldCharType="begin"/>
        </w:r>
        <w:r>
          <w:instrText>HYPERLINK \l "_Toc163044002"</w:instrText>
        </w:r>
        <w:r>
          <w:fldChar w:fldCharType="separate"/>
        </w:r>
        <w:r w:rsidR="00FD6678" w:rsidRPr="001A3F3C">
          <w:rPr>
            <w:rStyle w:val="Hypertextovodkaz"/>
          </w:rPr>
          <w:t>23.</w:t>
        </w:r>
        <w:r w:rsidR="00FD6678">
          <w:rPr>
            <w:rFonts w:eastAsiaTheme="minorEastAsia"/>
            <w:caps w:val="0"/>
            <w:noProof/>
            <w:sz w:val="22"/>
            <w:szCs w:val="22"/>
            <w:lang w:eastAsia="cs-CZ"/>
          </w:rPr>
          <w:tab/>
        </w:r>
        <w:r w:rsidR="00FD6678" w:rsidRPr="001A3F3C">
          <w:rPr>
            <w:rStyle w:val="Hypertextovodkaz"/>
          </w:rPr>
          <w:t>PŘÍLOHY TĚCHTO POKYNŮ</w:t>
        </w:r>
        <w:r w:rsidR="00FD6678">
          <w:rPr>
            <w:noProof/>
            <w:webHidden/>
          </w:rPr>
          <w:tab/>
        </w:r>
        <w:r w:rsidR="00FD6678">
          <w:rPr>
            <w:noProof/>
            <w:webHidden/>
          </w:rPr>
          <w:fldChar w:fldCharType="begin"/>
        </w:r>
        <w:r w:rsidR="00FD6678">
          <w:rPr>
            <w:noProof/>
            <w:webHidden/>
          </w:rPr>
          <w:instrText xml:space="preserve"> PAGEREF _Toc163044002 \h </w:instrText>
        </w:r>
        <w:r w:rsidR="00FD6678">
          <w:rPr>
            <w:noProof/>
            <w:webHidden/>
          </w:rPr>
        </w:r>
        <w:r w:rsidR="00FD6678">
          <w:rPr>
            <w:noProof/>
            <w:webHidden/>
          </w:rPr>
          <w:fldChar w:fldCharType="separate"/>
        </w:r>
        <w:r w:rsidR="004A680F">
          <w:rPr>
            <w:noProof/>
            <w:webHidden/>
          </w:rPr>
          <w:t>31</w:t>
        </w:r>
        <w:r w:rsidR="00FD6678">
          <w:rPr>
            <w:noProof/>
            <w:webHidden/>
          </w:rPr>
          <w:fldChar w:fldCharType="end"/>
        </w:r>
        <w:r>
          <w:rPr>
            <w:noProof/>
          </w:rPr>
          <w:fldChar w:fldCharType="end"/>
        </w:r>
      </w:ins>
    </w:p>
    <w:p w14:paraId="65620363" w14:textId="10B812E1" w:rsidR="00AD0C7B" w:rsidRPr="006142CD" w:rsidRDefault="00BD7E91" w:rsidP="008D03B9">
      <w:pPr>
        <w:rPr>
          <w:color w:val="FF0000"/>
        </w:rPr>
      </w:pPr>
      <w:ins w:id="93" w:author="vyznačené změny" w:date="2024-06-10T14:58:00Z" w16du:dateUtc="2024-06-10T12:58:00Z">
        <w:r w:rsidRPr="00F02347">
          <w:fldChar w:fldCharType="end"/>
        </w:r>
      </w:ins>
    </w:p>
    <w:p w14:paraId="7C28C6CD" w14:textId="77777777" w:rsidR="00AD0C7B" w:rsidRPr="006142CD" w:rsidRDefault="00AD0C7B">
      <w:pPr>
        <w:rPr>
          <w:color w:val="FF0000"/>
        </w:rPr>
      </w:pPr>
      <w:r w:rsidRPr="006142CD">
        <w:rPr>
          <w:color w:val="FF0000"/>
        </w:rPr>
        <w:br w:type="page"/>
      </w:r>
    </w:p>
    <w:p w14:paraId="435F9E82" w14:textId="77777777" w:rsidR="0035531B" w:rsidRPr="00F02347" w:rsidRDefault="0035531B" w:rsidP="0035531B">
      <w:pPr>
        <w:pStyle w:val="Nadpis1-1"/>
      </w:pPr>
      <w:bookmarkStart w:id="94" w:name="_Toc163043980"/>
      <w:bookmarkStart w:id="95" w:name="_Toc389559699"/>
      <w:bookmarkStart w:id="96" w:name="_Toc397429847"/>
      <w:bookmarkStart w:id="97" w:name="_Ref433028040"/>
      <w:bookmarkStart w:id="98" w:name="_Toc1048197"/>
      <w:r w:rsidRPr="00F02347">
        <w:t>ÚVODNÍ USTANOVENÍ</w:t>
      </w:r>
      <w:bookmarkEnd w:id="94"/>
    </w:p>
    <w:p w14:paraId="4650BAC4" w14:textId="77777777" w:rsidR="00652EFD" w:rsidRPr="00F02347" w:rsidRDefault="00652EFD" w:rsidP="00652EFD">
      <w:pPr>
        <w:pStyle w:val="Text1-1"/>
      </w:pPr>
      <w:r w:rsidRPr="00F02347">
        <w:t>Zadávací řízení této veřejné zakázky a všechny navazující právní vztahy se řídí právem České republiky, zejména zákonem č. 134/2016 Sb., o zadávání veřejných zakázek, ve znění pozdějších předpisů, (dále jen „</w:t>
      </w:r>
      <w:r w:rsidRPr="00F02347">
        <w:rPr>
          <w:b/>
        </w:rPr>
        <w:t>ZZVZ</w:t>
      </w:r>
      <w:r w:rsidRPr="00F02347">
        <w:t xml:space="preserve">“) a dalšími právními předpisy. Podáním své nabídky účastník zadávacího řízení zcela a bez výhrad akceptuje zadávací podmínky této veřejné zakázky. </w:t>
      </w:r>
    </w:p>
    <w:p w14:paraId="2219CD5E" w14:textId="64FE90CC" w:rsidR="00652EFD" w:rsidRPr="00F02347" w:rsidRDefault="00652EFD" w:rsidP="00652EFD">
      <w:pPr>
        <w:pStyle w:val="Text1-1"/>
        <w:rPr>
          <w:b/>
        </w:rPr>
      </w:pPr>
      <w:bookmarkStart w:id="99" w:name="dodávky"/>
      <w:bookmarkEnd w:id="99"/>
      <w:r w:rsidRPr="00F02347">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6585F397" w:rsidR="00652EFD" w:rsidRPr="00F02347" w:rsidRDefault="00652EFD" w:rsidP="00652EFD">
      <w:pPr>
        <w:pStyle w:val="Text1-1"/>
        <w:rPr>
          <w:b/>
        </w:rPr>
      </w:pPr>
      <w:r w:rsidRPr="00F02347">
        <w:rPr>
          <w:b/>
        </w:rPr>
        <w:t>Veřejná zakázka na služby je zadávána v otevřeném řízení dle § 56 a násl. ZZVZ.</w:t>
      </w:r>
    </w:p>
    <w:p w14:paraId="35B7EA1F" w14:textId="0561FEAD" w:rsidR="00652EFD" w:rsidRPr="00F02347" w:rsidRDefault="00652EFD" w:rsidP="00652EFD">
      <w:pPr>
        <w:pStyle w:val="Text1-1"/>
      </w:pPr>
      <w:r w:rsidRPr="00F02347">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w:t>
      </w:r>
      <w:r w:rsidR="009A7ED7" w:rsidRPr="00F02347">
        <w:t>e formuláři</w:t>
      </w:r>
      <w:r w:rsidR="009845E3" w:rsidRPr="00F02347">
        <w:t xml:space="preserve"> </w:t>
      </w:r>
      <w:r w:rsidR="009A7ED7" w:rsidRPr="00F02347">
        <w:t>O</w:t>
      </w:r>
      <w:r w:rsidRPr="00F02347">
        <w:t xml:space="preserve">známení o zahájení zadávacího řízení – </w:t>
      </w:r>
      <w:r w:rsidR="009C7AAB" w:rsidRPr="00F02347">
        <w:t>sektorová veřejná zakázka</w:t>
      </w:r>
      <w:r w:rsidRPr="00F02347">
        <w:t xml:space="preserve"> a dále specifikované v zadávací dokumentaci, budou mít podle okolností za následek vyřazení nabídky a vyloučení účastníka zadávacího řízení ze zadávacího řízení této veřejné zakázky.</w:t>
      </w:r>
    </w:p>
    <w:p w14:paraId="6B9D8119" w14:textId="77777777" w:rsidR="00652EFD" w:rsidRPr="00F02347" w:rsidRDefault="00652EFD" w:rsidP="00652EFD">
      <w:pPr>
        <w:pStyle w:val="Text1-1"/>
      </w:pPr>
      <w:r w:rsidRPr="00F02347">
        <w:t>Článek 10 těchto Pokynů pro dodavatele (dále jen „</w:t>
      </w:r>
      <w:r w:rsidRPr="00F02347">
        <w:rPr>
          <w:b/>
        </w:rPr>
        <w:t>Pokyny</w:t>
      </w:r>
      <w:r w:rsidRPr="00F02347">
        <w:t>“) stanoví jazyk podávaných nabídek. Soubor dokumentů tvořících zadávací podmínky je psán v českém jazyce.</w:t>
      </w:r>
    </w:p>
    <w:p w14:paraId="146E941F" w14:textId="77777777" w:rsidR="00652EFD" w:rsidRPr="00F02347" w:rsidRDefault="00652EFD" w:rsidP="00652EFD">
      <w:pPr>
        <w:pStyle w:val="Text1-1"/>
      </w:pPr>
      <w:r w:rsidRPr="00F02347">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Pr="00F02347" w:rsidRDefault="00652EFD" w:rsidP="00652EFD">
      <w:pPr>
        <w:pStyle w:val="Text1-1"/>
      </w:pPr>
      <w:r w:rsidRPr="00F02347">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F02347">
        <w:t xml:space="preserve"> </w:t>
      </w:r>
      <w:r w:rsidR="00A85121" w:rsidRPr="00F02347">
        <w:rPr>
          <w:szCs w:val="24"/>
        </w:rPr>
        <w:t xml:space="preserve">To neplatí v případě postupu dle § 40 odst. </w:t>
      </w:r>
      <w:r w:rsidR="008C51DA" w:rsidRPr="00F02347">
        <w:rPr>
          <w:szCs w:val="24"/>
        </w:rPr>
        <w:t>6</w:t>
      </w:r>
      <w:r w:rsidR="00A85121" w:rsidRPr="00F02347">
        <w:rPr>
          <w:szCs w:val="24"/>
        </w:rPr>
        <w:t xml:space="preserve"> ZZVZ</w:t>
      </w:r>
      <w:r w:rsidR="00F073CB" w:rsidRPr="00F02347">
        <w:rPr>
          <w:szCs w:val="24"/>
        </w:rPr>
        <w:t>.</w:t>
      </w:r>
    </w:p>
    <w:p w14:paraId="1D90D0DA" w14:textId="77777777" w:rsidR="00652EFD" w:rsidRPr="00F02347" w:rsidRDefault="00652EFD" w:rsidP="00652EFD">
      <w:pPr>
        <w:pStyle w:val="Text1-1"/>
      </w:pPr>
      <w:r w:rsidRPr="00F02347">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E5BD1B6" w:rsidR="00652EFD" w:rsidRPr="00F02347" w:rsidRDefault="00652EFD" w:rsidP="00652EFD">
      <w:pPr>
        <w:pStyle w:val="Text1-1"/>
      </w:pPr>
      <w:r w:rsidRPr="00F02347">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A32424">
        <w:t>Smlouvu o dílo</w:t>
      </w:r>
      <w:r w:rsidR="00A057BA">
        <w:t>.</w:t>
      </w:r>
    </w:p>
    <w:p w14:paraId="0945F23A" w14:textId="77777777" w:rsidR="0035531B" w:rsidRPr="00F02347" w:rsidRDefault="0035531B" w:rsidP="0035531B">
      <w:pPr>
        <w:pStyle w:val="Nadpis1-1"/>
      </w:pPr>
      <w:bookmarkStart w:id="100" w:name="_Toc163043981"/>
      <w:r w:rsidRPr="00F02347">
        <w:t>IDENTIFIKAČNÍ ÚDAJE ZADAVATELE</w:t>
      </w:r>
      <w:bookmarkEnd w:id="100"/>
    </w:p>
    <w:p w14:paraId="5B6A464D" w14:textId="32A57286" w:rsidR="0035531B" w:rsidRPr="00F02347" w:rsidRDefault="00A057BA" w:rsidP="00B057D3">
      <w:pPr>
        <w:pStyle w:val="Textbezslovn"/>
        <w:spacing w:after="0"/>
        <w:ind w:left="0" w:firstLine="709"/>
        <w:rPr>
          <w:rStyle w:val="Tun9b"/>
          <w:rFonts w:asciiTheme="majorHAnsi" w:hAnsiTheme="majorHAnsi"/>
          <w:b w:val="0"/>
          <w:caps/>
          <w:sz w:val="22"/>
        </w:rPr>
      </w:pPr>
      <w:r>
        <w:rPr>
          <w:rStyle w:val="Tun9b"/>
        </w:rPr>
        <w:t>název:</w:t>
      </w:r>
      <w:r>
        <w:rPr>
          <w:rStyle w:val="Tun9b"/>
        </w:rPr>
        <w:tab/>
      </w:r>
      <w:r>
        <w:rPr>
          <w:rStyle w:val="Tun9b"/>
        </w:rPr>
        <w:tab/>
      </w:r>
      <w:r>
        <w:rPr>
          <w:rStyle w:val="Tun9b"/>
        </w:rPr>
        <w:tab/>
      </w:r>
      <w:r w:rsidR="0035531B" w:rsidRPr="00F02347">
        <w:rPr>
          <w:rStyle w:val="Tun9b"/>
        </w:rPr>
        <w:t>Správa železni</w:t>
      </w:r>
      <w:r w:rsidR="00040961" w:rsidRPr="00F02347">
        <w:rPr>
          <w:rStyle w:val="Tun9b"/>
        </w:rPr>
        <w:t>c</w:t>
      </w:r>
      <w:r w:rsidR="0035531B" w:rsidRPr="00F02347">
        <w:rPr>
          <w:rStyle w:val="Tun9b"/>
        </w:rPr>
        <w:t>, státní organizace</w:t>
      </w:r>
    </w:p>
    <w:p w14:paraId="0340E551" w14:textId="77777777" w:rsidR="00A057BA" w:rsidRDefault="00A057BA" w:rsidP="0035531B">
      <w:pPr>
        <w:pStyle w:val="Textbezslovn"/>
        <w:spacing w:after="0"/>
      </w:pPr>
    </w:p>
    <w:p w14:paraId="1717F0C3" w14:textId="7CE73A61" w:rsidR="0035531B" w:rsidRPr="00F02347" w:rsidRDefault="0035531B" w:rsidP="00A057BA">
      <w:pPr>
        <w:pStyle w:val="Textbezslovn"/>
        <w:spacing w:after="0"/>
        <w:ind w:left="709"/>
      </w:pPr>
      <w:r w:rsidRPr="00F02347">
        <w:t xml:space="preserve">sídlo: </w:t>
      </w:r>
      <w:r w:rsidR="00A057BA">
        <w:tab/>
      </w:r>
      <w:r w:rsidR="00A057BA">
        <w:tab/>
      </w:r>
      <w:r w:rsidR="00A057BA">
        <w:tab/>
      </w:r>
      <w:r w:rsidRPr="00F02347">
        <w:t>Dlážděná 1003/7, Praha 1 Nové Město, PSČ 110 00</w:t>
      </w:r>
    </w:p>
    <w:p w14:paraId="0C7C14D4" w14:textId="77777777" w:rsidR="0035531B" w:rsidRPr="00F02347" w:rsidRDefault="0035531B" w:rsidP="00B057D3">
      <w:pPr>
        <w:pStyle w:val="Textbezslovn"/>
        <w:spacing w:after="0"/>
        <w:ind w:left="2836"/>
      </w:pPr>
      <w:r w:rsidRPr="00F02347">
        <w:t>zapsaná</w:t>
      </w:r>
      <w:r w:rsidR="00092CC9" w:rsidRPr="00F02347">
        <w:t xml:space="preserve"> v </w:t>
      </w:r>
      <w:r w:rsidRPr="00F02347">
        <w:t>obchodní rejstříku vedeném Městským soudem</w:t>
      </w:r>
      <w:r w:rsidR="00092CC9" w:rsidRPr="00F02347">
        <w:t xml:space="preserve"> v </w:t>
      </w:r>
      <w:r w:rsidRPr="00F02347">
        <w:t>Praze, spisová značka</w:t>
      </w:r>
      <w:r w:rsidR="00845C50" w:rsidRPr="00F02347">
        <w:t xml:space="preserve"> </w:t>
      </w:r>
      <w:r w:rsidR="00744F6A" w:rsidRPr="00F02347">
        <w:t>A</w:t>
      </w:r>
      <w:r w:rsidRPr="00F02347">
        <w:t>48384</w:t>
      </w:r>
    </w:p>
    <w:p w14:paraId="0F37AE09" w14:textId="23892A41" w:rsidR="0035531B" w:rsidRPr="00F02347" w:rsidRDefault="0035531B" w:rsidP="0035531B">
      <w:pPr>
        <w:pStyle w:val="Textbezslovn"/>
        <w:spacing w:after="0"/>
      </w:pPr>
      <w:r w:rsidRPr="00F02347">
        <w:t>IČO:</w:t>
      </w:r>
      <w:r w:rsidR="00A057BA">
        <w:tab/>
      </w:r>
      <w:r w:rsidR="00A057BA">
        <w:tab/>
      </w:r>
      <w:r w:rsidR="00A057BA">
        <w:tab/>
      </w:r>
      <w:r w:rsidRPr="00F02347">
        <w:t>70994234</w:t>
      </w:r>
    </w:p>
    <w:p w14:paraId="661C3867" w14:textId="3ACE1920" w:rsidR="0035531B" w:rsidRPr="00F02347" w:rsidRDefault="0035531B" w:rsidP="0035531B">
      <w:pPr>
        <w:pStyle w:val="Textbezslovn"/>
        <w:spacing w:after="0"/>
      </w:pPr>
      <w:r w:rsidRPr="00F02347">
        <w:t xml:space="preserve">DIČ: </w:t>
      </w:r>
      <w:r w:rsidR="00A057BA">
        <w:tab/>
      </w:r>
      <w:r w:rsidR="00A057BA">
        <w:tab/>
      </w:r>
      <w:r w:rsidR="00A057BA">
        <w:tab/>
      </w:r>
      <w:r w:rsidRPr="00F02347">
        <w:t>CZ70994234</w:t>
      </w:r>
    </w:p>
    <w:p w14:paraId="63ACBCE7" w14:textId="4C5D153A" w:rsidR="0035531B" w:rsidRPr="00F02347" w:rsidRDefault="00A057BA" w:rsidP="0035531B">
      <w:pPr>
        <w:pStyle w:val="Textbezslovn"/>
        <w:spacing w:after="0"/>
      </w:pPr>
      <w:r>
        <w:t>i</w:t>
      </w:r>
      <w:r w:rsidR="0035531B" w:rsidRPr="00F02347">
        <w:t xml:space="preserve">dentifikátor </w:t>
      </w:r>
      <w:r>
        <w:t>DS</w:t>
      </w:r>
      <w:r w:rsidR="0035531B" w:rsidRPr="00F02347">
        <w:t xml:space="preserve">: </w:t>
      </w:r>
      <w:r>
        <w:tab/>
      </w:r>
      <w:r w:rsidR="0035531B" w:rsidRPr="00F02347">
        <w:t>uccchjm</w:t>
      </w:r>
    </w:p>
    <w:p w14:paraId="41184332" w14:textId="77777777" w:rsidR="00A057BA" w:rsidRDefault="00A057BA" w:rsidP="00B057D3">
      <w:pPr>
        <w:pStyle w:val="Textbezslovn"/>
        <w:spacing w:after="0"/>
        <w:ind w:left="2836" w:hanging="2099"/>
      </w:pPr>
    </w:p>
    <w:p w14:paraId="5333E787" w14:textId="43A236AC" w:rsidR="00A057BA" w:rsidRDefault="0035531B" w:rsidP="00B057D3">
      <w:pPr>
        <w:pStyle w:val="Textbezslovn"/>
        <w:spacing w:after="0"/>
        <w:ind w:left="2836" w:hanging="2099"/>
      </w:pPr>
      <w:r w:rsidRPr="00F02347">
        <w:t xml:space="preserve">zastoupená: </w:t>
      </w:r>
      <w:r w:rsidRPr="00F02347">
        <w:tab/>
      </w:r>
      <w:r w:rsidRPr="00B057D3">
        <w:rPr>
          <w:b/>
        </w:rPr>
        <w:t xml:space="preserve">Ing. </w:t>
      </w:r>
      <w:r w:rsidR="00F02347" w:rsidRPr="00B057D3">
        <w:rPr>
          <w:b/>
        </w:rPr>
        <w:t>Mojmírem Nejezchlebem</w:t>
      </w:r>
      <w:r w:rsidR="004010A4" w:rsidRPr="00F02347">
        <w:t xml:space="preserve">, </w:t>
      </w:r>
      <w:r w:rsidR="00F02347">
        <w:t xml:space="preserve">náměstkem generálního ředitele pro modernizaci dráhy, na základě pověření č. 2372 ze </w:t>
      </w:r>
    </w:p>
    <w:p w14:paraId="1929855A" w14:textId="0DB8BEFB" w:rsidR="0035531B" w:rsidRPr="00F02347" w:rsidRDefault="00F02347" w:rsidP="00B057D3">
      <w:pPr>
        <w:pStyle w:val="Textbezslovn"/>
        <w:spacing w:after="0"/>
        <w:ind w:left="2836"/>
      </w:pPr>
      <w:r>
        <w:t>dne 26. 2. 2018</w:t>
      </w:r>
    </w:p>
    <w:p w14:paraId="68ED8CDC" w14:textId="6062358D" w:rsidR="0035531B" w:rsidRPr="00326172" w:rsidRDefault="0035531B" w:rsidP="0035531B">
      <w:pPr>
        <w:pStyle w:val="Nadpis1-1"/>
      </w:pPr>
      <w:bookmarkStart w:id="101" w:name="_Toc163043982"/>
      <w:r w:rsidRPr="00326172">
        <w:t>KOMUNIKACE MEZI ZADAVATELEM</w:t>
      </w:r>
      <w:r w:rsidR="00845C50" w:rsidRPr="00326172">
        <w:t xml:space="preserve"> a </w:t>
      </w:r>
      <w:r w:rsidRPr="00326172">
        <w:t>DODAVATELEM</w:t>
      </w:r>
      <w:bookmarkEnd w:id="101"/>
      <w:r w:rsidRPr="00326172">
        <w:t xml:space="preserve"> </w:t>
      </w:r>
    </w:p>
    <w:p w14:paraId="7C41B27A" w14:textId="50A06132" w:rsidR="0035531B" w:rsidRPr="00326172" w:rsidRDefault="00E479F4" w:rsidP="00A47DE5">
      <w:pPr>
        <w:pStyle w:val="Text1-1"/>
      </w:pPr>
      <w:r w:rsidRPr="00326172">
        <w:t>Komunikace mezi zadavatelem a dodavatelem v zadávacím řízení probíhá písemně. Ústní komunikace je připuštěna za podmínek dle § 211 odst. 2 a</w:t>
      </w:r>
      <w:r w:rsidR="00A057BA">
        <w:t xml:space="preserve"> 3</w:t>
      </w:r>
      <w:r w:rsidR="005B7DE4" w:rsidRPr="00326172">
        <w:t xml:space="preserve"> </w:t>
      </w:r>
      <w:r w:rsidRPr="00326172">
        <w:t xml:space="preserve">ZZVZ a její obsah musí být vždy zdokumentován. </w:t>
      </w:r>
      <w:r w:rsidR="0035531B" w:rsidRPr="00326172">
        <w:t>Veškerá písemná komunikace mezi zadavatelem</w:t>
      </w:r>
      <w:r w:rsidR="00845C50" w:rsidRPr="00326172">
        <w:t xml:space="preserve"> a </w:t>
      </w:r>
      <w:r w:rsidR="0035531B" w:rsidRPr="00326172">
        <w:t>dodavateli</w:t>
      </w:r>
      <w:r w:rsidR="00092CC9" w:rsidRPr="00326172">
        <w:t xml:space="preserve"> v </w:t>
      </w:r>
      <w:r w:rsidR="0035531B" w:rsidRPr="00326172">
        <w:t>zadávacím řízení musí</w:t>
      </w:r>
      <w:r w:rsidR="00092CC9" w:rsidRPr="00326172">
        <w:t xml:space="preserve"> v </w:t>
      </w:r>
      <w:r w:rsidR="0035531B" w:rsidRPr="00326172">
        <w:t>souladu</w:t>
      </w:r>
      <w:r w:rsidR="00845C50" w:rsidRPr="00326172">
        <w:t xml:space="preserve"> s </w:t>
      </w:r>
      <w:r w:rsidR="0035531B" w:rsidRPr="00326172">
        <w:t>§ 211 ZZVZ probíhat pouze elektronicky,</w:t>
      </w:r>
      <w:r w:rsidR="00845C50" w:rsidRPr="00326172">
        <w:t xml:space="preserve"> s </w:t>
      </w:r>
      <w:r w:rsidR="0035531B" w:rsidRPr="00326172">
        <w:t>výjimkou případů vymezených</w:t>
      </w:r>
      <w:r w:rsidR="00092CC9" w:rsidRPr="00326172">
        <w:t xml:space="preserve"> v </w:t>
      </w:r>
      <w:r w:rsidR="0035531B" w:rsidRPr="00326172">
        <w:t xml:space="preserve">ustanovení § 211 odst. </w:t>
      </w:r>
      <w:r w:rsidRPr="00326172">
        <w:t>5</w:t>
      </w:r>
      <w:r w:rsidR="0035531B" w:rsidRPr="00326172">
        <w:t xml:space="preserve"> ZZVZ. </w:t>
      </w:r>
      <w:r w:rsidRPr="00326172">
        <w:t xml:space="preserve"> Písemná</w:t>
      </w:r>
      <w:r w:rsidR="00845C50" w:rsidRPr="00326172">
        <w:t> </w:t>
      </w:r>
      <w:r w:rsidR="0035531B" w:rsidRPr="00326172">
        <w:t>komunikace mezi zadavatelem</w:t>
      </w:r>
      <w:r w:rsidR="00845C50" w:rsidRPr="00326172">
        <w:t xml:space="preserve"> a </w:t>
      </w:r>
      <w:r w:rsidR="0035531B" w:rsidRPr="00326172">
        <w:t>dodavateli</w:t>
      </w:r>
      <w:r w:rsidR="00092CC9" w:rsidRPr="00326172">
        <w:t xml:space="preserve"> v </w:t>
      </w:r>
      <w:r w:rsidR="0035531B" w:rsidRPr="00326172">
        <w:t xml:space="preserve">zadávacím řízení bude ze strany zadavatele probíhat prostřednictvím elektronického nástroje E-ZAK (na adrese: </w:t>
      </w:r>
      <w:hyperlink r:id="rId12" w:history="1">
        <w:r w:rsidR="005225B2" w:rsidRPr="00326172">
          <w:rPr>
            <w:rStyle w:val="Hypertextovodkaz"/>
            <w:noProof w:val="0"/>
            <w:color w:val="auto"/>
          </w:rPr>
          <w:t>https://zakazky.spravazeleznic.cz/</w:t>
        </w:r>
      </w:hyperlink>
      <w:r w:rsidR="0035531B" w:rsidRPr="00326172">
        <w:t>), který je profilem zadavatele</w:t>
      </w:r>
      <w:r w:rsidR="00845C50" w:rsidRPr="00326172">
        <w:t xml:space="preserve"> a </w:t>
      </w:r>
      <w:r w:rsidR="0035531B" w:rsidRPr="00326172">
        <w:t>splňuje podmínky vyhlášky č. 260/2016 Sb.,</w:t>
      </w:r>
      <w:r w:rsidR="00092CC9" w:rsidRPr="00326172">
        <w:t xml:space="preserve"> o </w:t>
      </w:r>
      <w:r w:rsidR="0035531B" w:rsidRPr="00326172">
        <w:t>stanovení podrobnějších podmínek týkajících se elektronických nástrojů, elektronických úkonů při zadávání veřejných zakázek</w:t>
      </w:r>
      <w:r w:rsidR="00845C50" w:rsidRPr="00326172">
        <w:t xml:space="preserve"> a </w:t>
      </w:r>
      <w:r w:rsidR="0035531B" w:rsidRPr="00326172">
        <w:t xml:space="preserve">certifikátu shody. Na </w:t>
      </w:r>
      <w:r w:rsidRPr="00326172">
        <w:t xml:space="preserve">písemnou </w:t>
      </w:r>
      <w:r w:rsidR="0035531B" w:rsidRPr="00326172">
        <w:t>komunikaci ze strany dodavatele učiněnou elektronicky, avšak nikoliv prostřednictvím elektronického nástroje E-ZAK, bude zadavatel vždy odpovídat prostřednictvím elektronického nástroje</w:t>
      </w:r>
      <w:r w:rsidR="007F3E64" w:rsidRPr="00326172">
        <w:t xml:space="preserve"> s výjimkou případů, kdy komunikace s dodavatelem prostřednictvím elektronického nástroje nebude objektivně možná, např. s ohledem na chybějící registraci dodavatele v elektronickém nástroji.</w:t>
      </w:r>
    </w:p>
    <w:p w14:paraId="7F68FB5C" w14:textId="03F8E12E" w:rsidR="0035531B" w:rsidRPr="00326172" w:rsidRDefault="0035531B" w:rsidP="0035531B">
      <w:pPr>
        <w:pStyle w:val="Text1-1"/>
      </w:pPr>
      <w:r w:rsidRPr="00326172">
        <w:t xml:space="preserve">Kontaktní osobou zadavatele pro zadávací řízení je: </w:t>
      </w:r>
      <w:r w:rsidR="0082797E" w:rsidRPr="00326172">
        <w:t>Ing. Martin Kosmál</w:t>
      </w:r>
    </w:p>
    <w:p w14:paraId="6B69A27B" w14:textId="77777777" w:rsidR="00F87212" w:rsidRPr="00326172" w:rsidRDefault="00F87212" w:rsidP="00F87212">
      <w:pPr>
        <w:spacing w:after="0"/>
        <w:ind w:left="737"/>
        <w:jc w:val="both"/>
      </w:pPr>
      <w:r w:rsidRPr="00326172">
        <w:t xml:space="preserve">telefon: </w:t>
      </w:r>
      <w:r w:rsidRPr="00326172">
        <w:tab/>
        <w:t>+420 602 741 737</w:t>
      </w:r>
    </w:p>
    <w:p w14:paraId="4E8B2DC3" w14:textId="77777777" w:rsidR="00F87212" w:rsidRPr="00326172" w:rsidRDefault="00F87212" w:rsidP="00F87212">
      <w:pPr>
        <w:spacing w:after="0"/>
        <w:ind w:left="737"/>
        <w:jc w:val="both"/>
      </w:pPr>
      <w:r w:rsidRPr="00326172">
        <w:t xml:space="preserve">e-mail: </w:t>
      </w:r>
      <w:r w:rsidRPr="00326172">
        <w:tab/>
        <w:t>kosmal@spravazeleznic.cz</w:t>
      </w:r>
    </w:p>
    <w:p w14:paraId="66A8BF93" w14:textId="77777777" w:rsidR="00B5557B" w:rsidRPr="00326172" w:rsidRDefault="00F87212" w:rsidP="00B5557B">
      <w:pPr>
        <w:spacing w:after="0"/>
        <w:ind w:left="737"/>
        <w:jc w:val="both"/>
      </w:pPr>
      <w:r w:rsidRPr="00326172">
        <w:t xml:space="preserve">adresa: </w:t>
      </w:r>
      <w:r w:rsidRPr="00326172">
        <w:tab/>
      </w:r>
      <w:r w:rsidR="00B5557B" w:rsidRPr="00326172">
        <w:t>Správa železnic, státní organizace</w:t>
      </w:r>
    </w:p>
    <w:p w14:paraId="4C676D07" w14:textId="3DFAB8B9" w:rsidR="00F87212" w:rsidRPr="00326172" w:rsidRDefault="00B5557B" w:rsidP="00B5557B">
      <w:pPr>
        <w:spacing w:after="0"/>
        <w:ind w:left="737"/>
        <w:jc w:val="both"/>
      </w:pPr>
      <w:r w:rsidRPr="00326172">
        <w:t xml:space="preserve">                      </w:t>
      </w:r>
      <w:r w:rsidR="00F87212" w:rsidRPr="00326172">
        <w:t>Stavební správa vysokorychlostních tratí</w:t>
      </w:r>
    </w:p>
    <w:p w14:paraId="36CE818E" w14:textId="77777777" w:rsidR="00F87212" w:rsidRPr="00326172" w:rsidRDefault="00F87212" w:rsidP="00F87212">
      <w:pPr>
        <w:spacing w:after="0"/>
        <w:ind w:left="737"/>
        <w:jc w:val="both"/>
      </w:pPr>
      <w:r w:rsidRPr="00326172">
        <w:t xml:space="preserve">                      V Celnici 1028/10</w:t>
      </w:r>
    </w:p>
    <w:p w14:paraId="2B4D0086" w14:textId="77777777" w:rsidR="00F87212" w:rsidRPr="00326172" w:rsidRDefault="00F87212" w:rsidP="00F87212">
      <w:pPr>
        <w:spacing w:after="0"/>
        <w:ind w:left="737"/>
        <w:jc w:val="both"/>
      </w:pPr>
      <w:r w:rsidRPr="00326172">
        <w:t xml:space="preserve">                      110 00 Praha 1 – Nové Město</w:t>
      </w:r>
    </w:p>
    <w:p w14:paraId="020F179B" w14:textId="33BD89FD" w:rsidR="0035531B" w:rsidRPr="00326172" w:rsidRDefault="0035531B" w:rsidP="0035531B">
      <w:pPr>
        <w:pStyle w:val="Nadpis1-1"/>
      </w:pPr>
      <w:bookmarkStart w:id="102" w:name="_Toc163043983"/>
      <w:r w:rsidRPr="00326172">
        <w:t>ÚČEL</w:t>
      </w:r>
      <w:r w:rsidR="009213A4">
        <w:t xml:space="preserve">, </w:t>
      </w:r>
      <w:r w:rsidRPr="00326172">
        <w:t xml:space="preserve">PŘEDMĚT </w:t>
      </w:r>
      <w:r w:rsidR="009213A4">
        <w:t xml:space="preserve">a místo </w:t>
      </w:r>
      <w:r w:rsidRPr="00326172">
        <w:t>PLNĚNÍ VEŘEJNÉ ZAKÁZKY</w:t>
      </w:r>
      <w:bookmarkEnd w:id="102"/>
    </w:p>
    <w:p w14:paraId="18094B7C" w14:textId="6357651C" w:rsidR="0035531B" w:rsidRPr="00B057D3" w:rsidRDefault="0035531B" w:rsidP="0035531B">
      <w:pPr>
        <w:pStyle w:val="Text1-1"/>
        <w:rPr>
          <w:b/>
        </w:rPr>
      </w:pPr>
      <w:r w:rsidRPr="00B057D3">
        <w:rPr>
          <w:b/>
        </w:rPr>
        <w:t>Účel veřejné zakázky</w:t>
      </w:r>
    </w:p>
    <w:p w14:paraId="01C5A277" w14:textId="51ACEDA7" w:rsidR="00F85486" w:rsidRPr="00B057D3" w:rsidRDefault="00F85486" w:rsidP="00F85486">
      <w:pPr>
        <w:pStyle w:val="Textbezslovn"/>
      </w:pPr>
      <w:r w:rsidRPr="00B057D3">
        <w:t xml:space="preserve">Základním účelem veřejné zakázky </w:t>
      </w:r>
      <w:r w:rsidR="00FD5856" w:rsidRPr="00B057D3">
        <w:t>ve smyslu §</w:t>
      </w:r>
      <w:r w:rsidR="00A32424">
        <w:t xml:space="preserve"> </w:t>
      </w:r>
      <w:r w:rsidR="00FD5856" w:rsidRPr="00B057D3">
        <w:t xml:space="preserve">15 odst. 3 ZZVZ </w:t>
      </w:r>
      <w:r w:rsidRPr="00B057D3">
        <w:t xml:space="preserve">je získání potřebných informací o geologické stavbě a geotechnických vlastnostech horninového prostředí v místech budoucí stavby „RS4 Nového železničního spojení Drážďany – Praha, stavby </w:t>
      </w:r>
      <w:r w:rsidR="000B5E9A" w:rsidRPr="00B057D3">
        <w:t xml:space="preserve">„RS 4 úsek Ústí nad Labem – státní hranice CZ/SRN“ </w:t>
      </w:r>
      <w:r w:rsidRPr="00B057D3">
        <w:t>(dále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Pr="00B057D3" w:rsidRDefault="0035531B" w:rsidP="0035531B">
      <w:pPr>
        <w:pStyle w:val="Text1-1"/>
        <w:rPr>
          <w:b/>
        </w:rPr>
      </w:pPr>
      <w:r w:rsidRPr="00B057D3">
        <w:rPr>
          <w:b/>
        </w:rPr>
        <w:t>Předmět plnění veřejné zakázky</w:t>
      </w:r>
    </w:p>
    <w:p w14:paraId="4FA9D41C" w14:textId="77777777" w:rsidR="005006B3" w:rsidRDefault="00384C3A" w:rsidP="00652EFD">
      <w:pPr>
        <w:pStyle w:val="Text1-1"/>
        <w:numPr>
          <w:ilvl w:val="0"/>
          <w:numId w:val="0"/>
        </w:numPr>
        <w:ind w:left="737"/>
      </w:pPr>
      <w:r w:rsidRPr="00384C3A">
        <w:t xml:space="preserve">Předmětem veřejné zakázky je </w:t>
      </w:r>
      <w:r>
        <w:t xml:space="preserve">zpracování Realizační dokumentace stavby (RDS) a realizace </w:t>
      </w:r>
      <w:r w:rsidRPr="00384C3A">
        <w:t xml:space="preserve">vrtných prací vč. vystrojení vrtů, vyčistění vrtů a jejich případná likvidace, realizace inženýrskogeologických, karotážních a hydrogeologických zkoušek, měření a dalších terénních a technických prací, převoz vrtných jader do skladu a předání odpovědné osobě, odběr vzorků zemin/ hornin a vod, provedení a vyhodnocení laboratorních zkoušek (geomechanické, hydrochemické apod.), provedení doplňkového povrchového geofyzikálního průzkumu, sled a řízení geologických prací, zpracování </w:t>
      </w:r>
      <w:r>
        <w:t>dokumentace skutečného provedení stavby (DSPS)</w:t>
      </w:r>
      <w:r w:rsidRPr="00384C3A">
        <w:t xml:space="preserve"> </w:t>
      </w:r>
      <w:r w:rsidR="00B9409B">
        <w:t xml:space="preserve">vč. závěrečné zprávy </w:t>
      </w:r>
      <w:r w:rsidRPr="00384C3A">
        <w:t>a řízení BOZP.</w:t>
      </w:r>
      <w:r w:rsidR="005006B3">
        <w:t xml:space="preserve"> </w:t>
      </w:r>
    </w:p>
    <w:p w14:paraId="40EE7C9D" w14:textId="61833D04" w:rsidR="00652EFD" w:rsidRDefault="00652EFD" w:rsidP="00652EFD">
      <w:pPr>
        <w:pStyle w:val="Text1-1"/>
        <w:numPr>
          <w:ilvl w:val="0"/>
          <w:numId w:val="0"/>
        </w:numPr>
        <w:ind w:left="737"/>
      </w:pPr>
      <w:r w:rsidRPr="00326172">
        <w:t>Bližší specifikace předmětu plnění veřejné zakázky je upravena v dalších částech zadávací dokumentace.</w:t>
      </w:r>
    </w:p>
    <w:p w14:paraId="02C8BDDD" w14:textId="77777777" w:rsidR="005006B3" w:rsidRPr="00326172" w:rsidRDefault="005006B3" w:rsidP="00652EFD">
      <w:pPr>
        <w:pStyle w:val="Text1-1"/>
        <w:numPr>
          <w:ilvl w:val="0"/>
          <w:numId w:val="0"/>
        </w:numPr>
        <w:ind w:left="737"/>
      </w:pPr>
    </w:p>
    <w:p w14:paraId="182F664C" w14:textId="77777777" w:rsidR="00652EFD" w:rsidRPr="00B057D3" w:rsidRDefault="00652EFD" w:rsidP="00652EFD">
      <w:pPr>
        <w:pStyle w:val="Text1-1"/>
        <w:rPr>
          <w:b/>
        </w:rPr>
      </w:pPr>
      <w:r w:rsidRPr="00B057D3">
        <w:rPr>
          <w:b/>
        </w:rPr>
        <w:t>Klasifikace předmětu veřejné zakázky</w:t>
      </w:r>
    </w:p>
    <w:p w14:paraId="0972A753" w14:textId="704B5FEB" w:rsidR="00C773E8" w:rsidRDefault="00C773E8">
      <w:pPr>
        <w:pStyle w:val="Text1-1"/>
        <w:numPr>
          <w:ilvl w:val="0"/>
          <w:numId w:val="0"/>
        </w:numPr>
        <w:spacing w:after="0" w:line="240" w:lineRule="auto"/>
        <w:ind w:left="737"/>
      </w:pPr>
      <w:r w:rsidRPr="00B057D3">
        <w:t xml:space="preserve">CPV kód  </w:t>
      </w:r>
      <w:r w:rsidR="00662AEF" w:rsidRPr="00662AEF">
        <w:t xml:space="preserve">71332000-4 </w:t>
      </w:r>
      <w:r w:rsidR="00662AEF">
        <w:t xml:space="preserve"> </w:t>
      </w:r>
      <w:r w:rsidR="00662AEF" w:rsidRPr="00662AEF">
        <w:t>Geotechnické služby</w:t>
      </w:r>
    </w:p>
    <w:p w14:paraId="56C6CA66" w14:textId="250C6CC7" w:rsidR="00662AEF" w:rsidRPr="00B057D3" w:rsidRDefault="00662AEF" w:rsidP="00B057D3">
      <w:pPr>
        <w:pStyle w:val="Text1-1"/>
        <w:numPr>
          <w:ilvl w:val="0"/>
          <w:numId w:val="0"/>
        </w:numPr>
        <w:spacing w:after="0" w:line="240" w:lineRule="auto"/>
        <w:ind w:left="737"/>
      </w:pPr>
      <w:r>
        <w:t xml:space="preserve">CPV kód  </w:t>
      </w:r>
      <w:r w:rsidRPr="00662AEF">
        <w:t>71351910-5</w:t>
      </w:r>
      <w:r>
        <w:t xml:space="preserve">  </w:t>
      </w:r>
      <w:r w:rsidRPr="00662AEF">
        <w:t>Geologické služby</w:t>
      </w:r>
    </w:p>
    <w:p w14:paraId="1FA29E54" w14:textId="3E652395"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Pr="00662AEF">
        <w:t xml:space="preserve">71351730-9 </w:t>
      </w:r>
      <w:r w:rsidR="00662AEF">
        <w:t xml:space="preserve"> </w:t>
      </w:r>
      <w:r w:rsidRPr="00662AEF">
        <w:t>Geologický průzkum</w:t>
      </w:r>
    </w:p>
    <w:p w14:paraId="3A6EF4F4" w14:textId="2BDB03B4" w:rsidR="00E34C1B" w:rsidRPr="00662AEF" w:rsidRDefault="00E34C1B" w:rsidP="00B057D3">
      <w:pPr>
        <w:pStyle w:val="Text1-1"/>
        <w:numPr>
          <w:ilvl w:val="0"/>
          <w:numId w:val="0"/>
        </w:numPr>
        <w:spacing w:after="0" w:line="240" w:lineRule="auto"/>
        <w:ind w:left="737"/>
      </w:pPr>
      <w:r w:rsidRPr="00662AEF">
        <w:t xml:space="preserve">CPV kód </w:t>
      </w:r>
      <w:r w:rsidR="00621622" w:rsidRPr="00662AEF">
        <w:t xml:space="preserve"> </w:t>
      </w:r>
      <w:r w:rsidR="00662AEF" w:rsidRPr="00662AEF">
        <w:t>71351710-3</w:t>
      </w:r>
      <w:r w:rsidR="00662AEF">
        <w:t xml:space="preserve">  </w:t>
      </w:r>
      <w:r w:rsidR="00662AEF" w:rsidRPr="00662AEF">
        <w:t>Geofyzikální průzkum</w:t>
      </w:r>
    </w:p>
    <w:p w14:paraId="18C498F4" w14:textId="3C512A88" w:rsidR="00E34C1B" w:rsidRPr="00662AEF" w:rsidRDefault="00E34C1B" w:rsidP="00B057D3">
      <w:pPr>
        <w:pStyle w:val="Text1-1"/>
        <w:numPr>
          <w:ilvl w:val="0"/>
          <w:numId w:val="0"/>
        </w:numPr>
        <w:spacing w:after="0" w:line="240" w:lineRule="auto"/>
        <w:ind w:left="737"/>
      </w:pPr>
      <w:r w:rsidRPr="00662AEF">
        <w:t>CPV kód  4</w:t>
      </w:r>
      <w:r w:rsidR="00C773E8" w:rsidRPr="00662AEF">
        <w:t>5</w:t>
      </w:r>
      <w:r w:rsidRPr="00662AEF">
        <w:t xml:space="preserve">121000-1 </w:t>
      </w:r>
      <w:r w:rsidR="00662AEF">
        <w:t xml:space="preserve"> </w:t>
      </w:r>
      <w:r w:rsidRPr="00662AEF">
        <w:t>Průzkum pomocí vrtů</w:t>
      </w:r>
    </w:p>
    <w:p w14:paraId="2744ECA8" w14:textId="47F70CE6" w:rsidR="00E34C1B" w:rsidRPr="00B057D3" w:rsidRDefault="00E34C1B" w:rsidP="00B057D3">
      <w:pPr>
        <w:pStyle w:val="Text1-1"/>
        <w:numPr>
          <w:ilvl w:val="0"/>
          <w:numId w:val="0"/>
        </w:numPr>
        <w:spacing w:after="0" w:line="240" w:lineRule="auto"/>
        <w:ind w:left="737"/>
        <w:rPr>
          <w:b/>
          <w:bCs/>
        </w:rPr>
      </w:pPr>
      <w:r w:rsidRPr="00662AEF">
        <w:t xml:space="preserve">CPV kód  45111250-5 </w:t>
      </w:r>
      <w:r w:rsidR="00662AEF">
        <w:t xml:space="preserve"> </w:t>
      </w:r>
      <w:r w:rsidRPr="00662AEF">
        <w:t>Geologický průzkum staveniště</w:t>
      </w:r>
    </w:p>
    <w:p w14:paraId="0FDF526B" w14:textId="77777777" w:rsidR="001208AC" w:rsidRPr="00326172" w:rsidRDefault="001208AC" w:rsidP="00B057D3">
      <w:pPr>
        <w:pStyle w:val="Text1-1"/>
        <w:numPr>
          <w:ilvl w:val="0"/>
          <w:numId w:val="0"/>
        </w:numPr>
        <w:spacing w:after="0" w:line="240" w:lineRule="auto"/>
        <w:ind w:left="737"/>
      </w:pPr>
    </w:p>
    <w:p w14:paraId="0515094C" w14:textId="4A2F897A" w:rsidR="0035531B" w:rsidRDefault="00652EFD" w:rsidP="00652EFD">
      <w:pPr>
        <w:pStyle w:val="Text1-1"/>
      </w:pPr>
      <w:r w:rsidRPr="00B057D3">
        <w:rPr>
          <w:b/>
        </w:rPr>
        <w:t>Doba plnění</w:t>
      </w:r>
      <w:r w:rsidRPr="00457220">
        <w:t xml:space="preserve"> veřejné zakázky je uvedena ve Smlouvě o </w:t>
      </w:r>
      <w:r w:rsidR="00021300" w:rsidRPr="00457220">
        <w:t>dílo</w:t>
      </w:r>
      <w:r w:rsidR="00DE26A6" w:rsidRPr="00457220">
        <w:t xml:space="preserve"> </w:t>
      </w:r>
      <w:r w:rsidRPr="00457220">
        <w:t>na plnění veřejné zakázky (v</w:t>
      </w:r>
      <w:r w:rsidR="00A32424">
        <w:t xml:space="preserve"> její </w:t>
      </w:r>
      <w:r w:rsidRPr="00457220">
        <w:t>Příloze č.</w:t>
      </w:r>
      <w:r w:rsidR="00D863F5" w:rsidRPr="00457220">
        <w:t xml:space="preserve"> </w:t>
      </w:r>
      <w:r w:rsidR="00F96B49" w:rsidRPr="00457220">
        <w:t>2 Zvláštní technické podmínky</w:t>
      </w:r>
      <w:r w:rsidRPr="00457220">
        <w:t>), jejíž závazný vzor tvoří Díl 2 zadávací dokumentace.</w:t>
      </w:r>
    </w:p>
    <w:p w14:paraId="6A7C5796" w14:textId="174D0563" w:rsidR="00135217" w:rsidRDefault="00135217" w:rsidP="00135217">
      <w:pPr>
        <w:pStyle w:val="Text1-1"/>
      </w:pPr>
      <w:r w:rsidRPr="00B057D3">
        <w:rPr>
          <w:b/>
        </w:rPr>
        <w:t>Místem plnění</w:t>
      </w:r>
      <w:r>
        <w:t xml:space="preserve"> veřejné zakázky je nejbližší okolí </w:t>
      </w:r>
      <w:r w:rsidRPr="00135217">
        <w:t>budoucí trati z Prahy do Drážďan v úseku Ústí na</w:t>
      </w:r>
      <w:r>
        <w:t>d Labem – státní hranice CZ/SRN a sídlo zadavatele.</w:t>
      </w:r>
    </w:p>
    <w:p w14:paraId="13125EA3" w14:textId="77777777" w:rsidR="0035531B" w:rsidRPr="0093357B" w:rsidRDefault="0035531B" w:rsidP="006F6B09">
      <w:pPr>
        <w:pStyle w:val="Nadpis1-1"/>
      </w:pPr>
      <w:bookmarkStart w:id="103" w:name="_Toc163026379"/>
      <w:bookmarkStart w:id="104" w:name="_Toc163043984"/>
      <w:bookmarkEnd w:id="103"/>
      <w:r w:rsidRPr="0093357B">
        <w:t>ZDROJE FINANCOVÁNÍ</w:t>
      </w:r>
      <w:r w:rsidR="00845C50" w:rsidRPr="0093357B">
        <w:t xml:space="preserve"> a </w:t>
      </w:r>
      <w:r w:rsidRPr="0093357B">
        <w:t>PŘEDPOKLÁDANÁ HODNOTA VEŘEJNÉ ZAKÁZKY</w:t>
      </w:r>
      <w:bookmarkEnd w:id="104"/>
    </w:p>
    <w:p w14:paraId="61E57850" w14:textId="205727D4" w:rsidR="001954B0" w:rsidRPr="0093357B" w:rsidRDefault="001954B0" w:rsidP="001336C1">
      <w:pPr>
        <w:pStyle w:val="Text1-1"/>
      </w:pPr>
      <w:r w:rsidRPr="0093357B">
        <w:t>Předpokládá se spolufinancování této veřejné zakázky jak z</w:t>
      </w:r>
      <w:r w:rsidR="0031182C" w:rsidRPr="0093357B">
        <w:t> </w:t>
      </w:r>
      <w:r w:rsidRPr="0093357B">
        <w:t>prostředků</w:t>
      </w:r>
      <w:r w:rsidR="0031182C" w:rsidRPr="0093357B">
        <w:t xml:space="preserve"> České </w:t>
      </w:r>
      <w:r w:rsidR="000E456E" w:rsidRPr="0093357B">
        <w:t>republiky – Státního</w:t>
      </w:r>
      <w:r w:rsidRPr="0093357B">
        <w:t xml:space="preserve"> fondu dopravní infrastruktury, tak i z prostředků Evropské unie – Nástroje pro propojení Evropy (CEF).</w:t>
      </w:r>
    </w:p>
    <w:p w14:paraId="2726859F" w14:textId="77777777" w:rsidR="0035531B" w:rsidRPr="0093357B" w:rsidRDefault="0035531B" w:rsidP="0035531B">
      <w:pPr>
        <w:pStyle w:val="Text1-1"/>
      </w:pPr>
      <w:r w:rsidRPr="0093357B">
        <w:t>Konečným příjemcem prostředků ze zdrojů uvedených</w:t>
      </w:r>
      <w:r w:rsidR="00092CC9" w:rsidRPr="0093357B">
        <w:t xml:space="preserve"> v </w:t>
      </w:r>
      <w:r w:rsidRPr="0093357B">
        <w:t>článku 5.1 těchto Pokynů je Správa železni</w:t>
      </w:r>
      <w:r w:rsidR="00040961" w:rsidRPr="0093357B">
        <w:t>c</w:t>
      </w:r>
      <w:r w:rsidRPr="0093357B">
        <w:t>, státní organizace, se sídlem Praha 1, Nové Město, Dlážděná 1003/7, PSČ 110 00 (zadavatel).</w:t>
      </w:r>
    </w:p>
    <w:p w14:paraId="4C10A13F" w14:textId="3BA9B7C3" w:rsidR="00551E03" w:rsidRPr="005320B5" w:rsidRDefault="00B32C72" w:rsidP="00551E03">
      <w:pPr>
        <w:pStyle w:val="Text1-1"/>
      </w:pPr>
      <w:r w:rsidRPr="0093357B">
        <w:t xml:space="preserve"> </w:t>
      </w:r>
      <w:r w:rsidRPr="005320B5">
        <w:t xml:space="preserve">Předpokládaná hodnota veřejné zakázky činí </w:t>
      </w:r>
      <w:r w:rsidR="00967206" w:rsidRPr="005320B5">
        <w:rPr>
          <w:b/>
        </w:rPr>
        <w:t>91</w:t>
      </w:r>
      <w:r w:rsidR="00176712">
        <w:rPr>
          <w:b/>
        </w:rPr>
        <w:t> 513 342</w:t>
      </w:r>
      <w:r w:rsidR="00967206" w:rsidRPr="005320B5">
        <w:rPr>
          <w:b/>
        </w:rPr>
        <w:t xml:space="preserve"> Kč</w:t>
      </w:r>
      <w:r w:rsidRPr="005320B5">
        <w:rPr>
          <w:b/>
          <w:bCs/>
        </w:rPr>
        <w:t>,-</w:t>
      </w:r>
      <w:r w:rsidRPr="005320B5">
        <w:rPr>
          <w:b/>
        </w:rPr>
        <w:t xml:space="preserve"> Kč</w:t>
      </w:r>
      <w:r w:rsidRPr="005320B5">
        <w:t xml:space="preserve"> (bez DPH).</w:t>
      </w:r>
      <w:r w:rsidR="00C01B8B" w:rsidRPr="005320B5">
        <w:t xml:space="preserve"> </w:t>
      </w:r>
      <w:r w:rsidR="00551E03" w:rsidRPr="005320B5">
        <w:t xml:space="preserve">Položka „Škody na pozemcích“ ve výši </w:t>
      </w:r>
      <w:r w:rsidR="00551E03" w:rsidRPr="00B057D3">
        <w:t>6</w:t>
      </w:r>
      <w:r w:rsidR="00551E03" w:rsidRPr="005320B5">
        <w:t>00 000,- Kč bez DPH je v této předpokládané hodnotě plnění vybraného dodavatele zahrnuta.</w:t>
      </w:r>
    </w:p>
    <w:p w14:paraId="4E32F28B" w14:textId="77777777" w:rsidR="0035531B" w:rsidRPr="00145BBE" w:rsidRDefault="0035531B" w:rsidP="006F6B09">
      <w:pPr>
        <w:pStyle w:val="Nadpis1-1"/>
      </w:pPr>
      <w:bookmarkStart w:id="105" w:name="_Toc163026381"/>
      <w:bookmarkStart w:id="106" w:name="_Toc163043985"/>
      <w:bookmarkEnd w:id="105"/>
      <w:r w:rsidRPr="00145BBE">
        <w:t>OBSAH ZADÁVACÍ DOKUMENTACE</w:t>
      </w:r>
      <w:bookmarkEnd w:id="106"/>
      <w:r w:rsidRPr="00145BBE">
        <w:t xml:space="preserve"> </w:t>
      </w:r>
    </w:p>
    <w:p w14:paraId="138FA4B4" w14:textId="12D88624" w:rsidR="00ED116C" w:rsidRPr="00145BBE" w:rsidRDefault="00ED116C" w:rsidP="00ED116C">
      <w:pPr>
        <w:pStyle w:val="Text1-1"/>
      </w:pPr>
      <w:r w:rsidRPr="00145BBE">
        <w:t xml:space="preserve">Zadávací dokumentaci tvoří následující dokumenty obsahující zadávací podmínky, zpřístupňované dodavatelům ode dne uveřejnění </w:t>
      </w:r>
      <w:r w:rsidR="003213B3" w:rsidRPr="00145BBE">
        <w:t>formuláře O</w:t>
      </w:r>
      <w:r w:rsidRPr="00145BBE">
        <w:t xml:space="preserve">známení o zahájení zadávacího řízení – </w:t>
      </w:r>
      <w:r w:rsidR="00FA7D8A" w:rsidRPr="00145BBE">
        <w:t>sektorová veřejná zakázka</w:t>
      </w:r>
      <w:r w:rsidRPr="00145BBE">
        <w:t>:</w:t>
      </w:r>
    </w:p>
    <w:p w14:paraId="08AE3794" w14:textId="77777777" w:rsidR="00ED116C" w:rsidRPr="00145BBE" w:rsidRDefault="00ED116C" w:rsidP="00ED116C">
      <w:pPr>
        <w:pStyle w:val="Textbezslovn"/>
        <w:tabs>
          <w:tab w:val="left" w:pos="1701"/>
        </w:tabs>
        <w:ind w:left="1701" w:hanging="964"/>
        <w:rPr>
          <w:b/>
        </w:rPr>
      </w:pPr>
      <w:r w:rsidRPr="00145BBE">
        <w:rPr>
          <w:b/>
        </w:rPr>
        <w:t>DÍL 1</w:t>
      </w:r>
      <w:r w:rsidRPr="00145BBE">
        <w:rPr>
          <w:b/>
        </w:rPr>
        <w:tab/>
        <w:t>POŽADAVKY A PODMÍNKY PRO ZPRACOVÁNÍ NABÍDKY</w:t>
      </w:r>
    </w:p>
    <w:p w14:paraId="1E96E65C" w14:textId="3A370E49" w:rsidR="00ED116C" w:rsidRPr="00145BBE" w:rsidRDefault="00ED116C" w:rsidP="00ED116C">
      <w:pPr>
        <w:pStyle w:val="Textbezslovn"/>
        <w:tabs>
          <w:tab w:val="left" w:pos="1701"/>
        </w:tabs>
        <w:spacing w:after="0"/>
        <w:ind w:left="1701" w:hanging="964"/>
      </w:pPr>
      <w:r w:rsidRPr="00145BBE">
        <w:t>Část 1</w:t>
      </w:r>
      <w:r w:rsidRPr="00145BBE">
        <w:tab/>
        <w:t xml:space="preserve">Oznámení o zahájení zadávacího řízení – </w:t>
      </w:r>
      <w:r w:rsidR="006F7D01" w:rsidRPr="00145BBE">
        <w:t>sektorová veřejná zakázka</w:t>
      </w:r>
    </w:p>
    <w:p w14:paraId="1E1016BD" w14:textId="241691AA" w:rsidR="00ED116C" w:rsidRPr="00145BBE" w:rsidRDefault="00ED116C" w:rsidP="00ED116C">
      <w:pPr>
        <w:pStyle w:val="Textbezslovn"/>
        <w:tabs>
          <w:tab w:val="left" w:pos="1701"/>
        </w:tabs>
        <w:ind w:left="1701" w:hanging="964"/>
      </w:pPr>
      <w:r w:rsidRPr="00145BBE">
        <w:t>Část 2</w:t>
      </w:r>
      <w:r w:rsidRPr="00145BBE">
        <w:tab/>
        <w:t>Pokyny pro dodavatele</w:t>
      </w:r>
      <w:r w:rsidR="008D5FF6" w:rsidRPr="00145BBE">
        <w:t xml:space="preserve"> včetně příloh</w:t>
      </w:r>
    </w:p>
    <w:p w14:paraId="4EBC4270" w14:textId="179ED637" w:rsidR="001A44A6" w:rsidRPr="00145BBE" w:rsidRDefault="00ED116C" w:rsidP="008438AE">
      <w:pPr>
        <w:pStyle w:val="Textbezslovn"/>
        <w:tabs>
          <w:tab w:val="left" w:pos="1701"/>
        </w:tabs>
        <w:rPr>
          <w:b/>
        </w:rPr>
      </w:pPr>
      <w:r w:rsidRPr="00145BBE">
        <w:rPr>
          <w:b/>
        </w:rPr>
        <w:t>DÍL 2</w:t>
      </w:r>
      <w:r w:rsidRPr="00145BBE">
        <w:rPr>
          <w:b/>
        </w:rPr>
        <w:tab/>
        <w:t xml:space="preserve">SMLOUVA O </w:t>
      </w:r>
      <w:r w:rsidR="00021300" w:rsidRPr="00145BBE">
        <w:rPr>
          <w:b/>
        </w:rPr>
        <w:t>DÍLO</w:t>
      </w:r>
    </w:p>
    <w:p w14:paraId="7788442E" w14:textId="438CCC3B" w:rsidR="00ED116C" w:rsidRDefault="00ED116C" w:rsidP="008438AE">
      <w:pPr>
        <w:pStyle w:val="Textbezslovn"/>
        <w:tabs>
          <w:tab w:val="left" w:pos="1701"/>
        </w:tabs>
      </w:pPr>
      <w:r w:rsidRPr="00145BBE">
        <w:t>Část 1</w:t>
      </w:r>
      <w:r w:rsidRPr="00145BBE">
        <w:tab/>
        <w:t xml:space="preserve">Smlouva o </w:t>
      </w:r>
      <w:r w:rsidR="00021300" w:rsidRPr="00145BBE">
        <w:t>dílo</w:t>
      </w:r>
      <w:r w:rsidRPr="00145BBE">
        <w:t xml:space="preserve"> včetně příloh </w:t>
      </w:r>
    </w:p>
    <w:p w14:paraId="72A11D4F" w14:textId="735C7900" w:rsidR="00867B13" w:rsidRPr="00B057D3" w:rsidRDefault="00867B13" w:rsidP="008438AE">
      <w:pPr>
        <w:pStyle w:val="Textbezslovn"/>
        <w:tabs>
          <w:tab w:val="left" w:pos="1701"/>
        </w:tabs>
        <w:rPr>
          <w:b/>
          <w:bCs/>
        </w:rPr>
      </w:pPr>
      <w:r w:rsidRPr="00B057D3">
        <w:rPr>
          <w:b/>
          <w:bCs/>
        </w:rPr>
        <w:t xml:space="preserve">DÍL 3 </w:t>
      </w:r>
      <w:r w:rsidRPr="00B057D3">
        <w:rPr>
          <w:b/>
          <w:bCs/>
        </w:rPr>
        <w:tab/>
        <w:t>PROJEKTOVÁ DOKUMENTACE</w:t>
      </w:r>
    </w:p>
    <w:p w14:paraId="49793BFC" w14:textId="20E2F7DF" w:rsidR="005A3D2F" w:rsidRPr="00B057D3" w:rsidRDefault="0035531B" w:rsidP="00A47DE5">
      <w:pPr>
        <w:pStyle w:val="Text1-1"/>
        <w:spacing w:after="0"/>
        <w:rPr>
          <w:rStyle w:val="Hypertextovodkaz"/>
          <w:noProof w:val="0"/>
          <w:color w:val="auto"/>
          <w:u w:val="none"/>
        </w:rPr>
      </w:pPr>
      <w:r w:rsidRPr="00145BBE">
        <w:t>Zadávací dokumentace je přístupná na profilu zadavatele</w:t>
      </w:r>
      <w:r w:rsidR="005A3D2F" w:rsidRPr="00145BBE">
        <w:t xml:space="preserve"> </w:t>
      </w:r>
      <w:hyperlink r:id="rId13" w:history="1">
        <w:r w:rsidR="005225B2" w:rsidRPr="00145BBE">
          <w:rPr>
            <w:rStyle w:val="Hypertextovodkaz"/>
            <w:noProof w:val="0"/>
            <w:color w:val="auto"/>
          </w:rPr>
          <w:t>https://zakazky.spravazeleznic.cz/</w:t>
        </w:r>
      </w:hyperlink>
      <w:r w:rsidRPr="00145BBE">
        <w:t>,</w:t>
      </w:r>
      <w:r w:rsidR="00845C50" w:rsidRPr="00145BBE">
        <w:t xml:space="preserve"> s </w:t>
      </w:r>
      <w:r w:rsidRPr="00145BBE">
        <w:t xml:space="preserve">výjimkou </w:t>
      </w:r>
      <w:r w:rsidR="003213B3" w:rsidRPr="00145BBE">
        <w:t>formuláře O</w:t>
      </w:r>
      <w:r w:rsidRPr="00145BBE">
        <w:t>známení</w:t>
      </w:r>
      <w:r w:rsidR="00092CC9" w:rsidRPr="00145BBE">
        <w:t xml:space="preserve"> o </w:t>
      </w:r>
      <w:r w:rsidRPr="00145BBE">
        <w:t xml:space="preserve">zahájení zadávacího řízení – </w:t>
      </w:r>
      <w:r w:rsidR="008438AE" w:rsidRPr="00145BBE">
        <w:t>sektorová veřejná zakázka</w:t>
      </w:r>
      <w:r w:rsidRPr="00145BBE">
        <w:t>, které je dostupné</w:t>
      </w:r>
      <w:r w:rsidR="00845C50" w:rsidRPr="00145BBE">
        <w:t xml:space="preserve"> </w:t>
      </w:r>
      <w:r w:rsidRPr="00145BBE">
        <w:t>na stránkách Věstníku veřejných zakázek dostupných z:</w:t>
      </w:r>
      <w:r w:rsidR="00845C50" w:rsidRPr="00145BBE">
        <w:t xml:space="preserve"> </w:t>
      </w:r>
      <w:hyperlink r:id="rId14" w:history="1">
        <w:r w:rsidR="003E7071" w:rsidRPr="00145BBE">
          <w:rPr>
            <w:rStyle w:val="Hypertextovodkaz"/>
            <w:color w:val="auto"/>
          </w:rPr>
          <w:t>https://vvz.nipez.cz/</w:t>
        </w:r>
      </w:hyperlink>
      <w:hyperlink r:id="rId15" w:history="1"/>
      <w:r w:rsidR="00F073CB" w:rsidRPr="00145BBE">
        <w:rPr>
          <w:rStyle w:val="Hypertextovodkaz"/>
          <w:noProof w:val="0"/>
          <w:color w:val="auto"/>
        </w:rPr>
        <w:t>.</w:t>
      </w:r>
    </w:p>
    <w:p w14:paraId="3E4BF80F" w14:textId="77777777" w:rsidR="00573DFD" w:rsidRPr="00145BBE" w:rsidRDefault="00573DFD" w:rsidP="00B057D3">
      <w:pPr>
        <w:pStyle w:val="Text1-1"/>
        <w:numPr>
          <w:ilvl w:val="0"/>
          <w:numId w:val="0"/>
        </w:numPr>
        <w:spacing w:after="0"/>
        <w:ind w:left="737"/>
      </w:pPr>
    </w:p>
    <w:p w14:paraId="5BB28FF7" w14:textId="77777777" w:rsidR="005A3D2F" w:rsidRPr="00145BBE" w:rsidRDefault="0035531B" w:rsidP="005A3D2F">
      <w:pPr>
        <w:pStyle w:val="Text1-1"/>
        <w:spacing w:after="0"/>
      </w:pPr>
      <w:r w:rsidRPr="00145BBE">
        <w:t xml:space="preserve">Zadavatel umožňuje dodavateli přístup ke všem svým interním předpisům následujícím způsobem: </w:t>
      </w:r>
      <w:hyperlink r:id="rId16" w:history="1">
        <w:r w:rsidR="005A3D2F" w:rsidRPr="00145BBE">
          <w:rPr>
            <w:rStyle w:val="Hypertextovodkaz"/>
            <w:noProof w:val="0"/>
            <w:color w:val="auto"/>
          </w:rPr>
          <w:t>http://www.tudc.cz/</w:t>
        </w:r>
      </w:hyperlink>
      <w:r w:rsidR="005A3D2F" w:rsidRPr="00145BBE">
        <w:t xml:space="preserve"> nebo</w:t>
      </w:r>
      <w:r w:rsidR="004137A8" w:rsidRPr="00145BBE">
        <w:t xml:space="preserve"> </w:t>
      </w:r>
      <w:hyperlink r:id="rId17" w:history="1">
        <w:r w:rsidR="00AF7036" w:rsidRPr="00145BBE">
          <w:rPr>
            <w:rStyle w:val="Hypertextovodkaz"/>
            <w:color w:val="auto"/>
          </w:rPr>
          <w:t>https://www.spravazeleznic.cz/</w:t>
        </w:r>
      </w:hyperlink>
      <w:r w:rsidR="004137A8" w:rsidRPr="00145BBE">
        <w:t xml:space="preserve"> (v sekci „O nás“ –&gt; „Vnitřní předpisy“ odkaz „Dokumenty a předpisy“).</w:t>
      </w:r>
    </w:p>
    <w:p w14:paraId="6C49E805" w14:textId="77777777" w:rsidR="0035531B" w:rsidRPr="00145BBE" w:rsidRDefault="0035531B" w:rsidP="005A3D2F">
      <w:pPr>
        <w:pStyle w:val="Text1-1"/>
        <w:numPr>
          <w:ilvl w:val="0"/>
          <w:numId w:val="0"/>
        </w:numPr>
        <w:spacing w:after="0"/>
        <w:ind w:left="737"/>
      </w:pPr>
    </w:p>
    <w:p w14:paraId="46C4DEB8" w14:textId="78FB818A" w:rsidR="00573DFD" w:rsidRPr="00145BBE" w:rsidRDefault="00ED116C" w:rsidP="00ED116C">
      <w:pPr>
        <w:pStyle w:val="Text1-1"/>
      </w:pPr>
      <w:r w:rsidRPr="00145BBE">
        <w:t>Dodavatel</w:t>
      </w:r>
      <w:r w:rsidR="008A326A" w:rsidRPr="00145BBE">
        <w:t xml:space="preserve"> </w:t>
      </w:r>
      <w:r w:rsidR="0088758A" w:rsidRPr="00145BBE">
        <w:t xml:space="preserve">je </w:t>
      </w:r>
      <w:r w:rsidRPr="00145BBE">
        <w:t xml:space="preserve">zcela </w:t>
      </w:r>
      <w:r w:rsidR="0088758A" w:rsidRPr="00145BBE">
        <w:t xml:space="preserve">odpovědný </w:t>
      </w:r>
      <w:r w:rsidRPr="00145BBE">
        <w:t>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499A4A0" w14:textId="1B137420" w:rsidR="00CA4E97" w:rsidRDefault="004C0E01" w:rsidP="00B057D3">
      <w:pPr>
        <w:pStyle w:val="Text1-1"/>
      </w:pPr>
      <w:r w:rsidRPr="00886CD5">
        <w:t xml:space="preserve">Seznam podkladů pro zpracování předmětu plnění veřejné zakázky je uveden </w:t>
      </w:r>
      <w:r w:rsidRPr="00B057D3">
        <w:t xml:space="preserve">v čl. 2 Přílohy </w:t>
      </w:r>
      <w:r w:rsidR="00573DFD">
        <w:t xml:space="preserve">č. </w:t>
      </w:r>
      <w:r w:rsidR="00033BFE" w:rsidRPr="00B057D3">
        <w:t>2</w:t>
      </w:r>
      <w:r w:rsidRPr="00D771FD">
        <w:t xml:space="preserve"> Zvláštní technické podmínky Smlouvy o </w:t>
      </w:r>
      <w:r w:rsidR="00021300" w:rsidRPr="00282BC9">
        <w:t>dílo</w:t>
      </w:r>
      <w:r w:rsidR="00ED4D49" w:rsidRPr="00282BC9">
        <w:t xml:space="preserve">. </w:t>
      </w:r>
      <w:r w:rsidR="00ED116C" w:rsidRPr="00282BC9">
        <w:t>Zadavatel sděluje, že následující</w:t>
      </w:r>
      <w:r w:rsidR="00ED116C" w:rsidRPr="00886CD5">
        <w:t xml:space="preserve"> části zadávací dokumentace vypracov</w:t>
      </w:r>
      <w:r w:rsidR="00D734AE" w:rsidRPr="00886CD5">
        <w:t>ala osoba odlišná od zadavatele</w:t>
      </w:r>
      <w:r w:rsidR="00ED116C" w:rsidRPr="00886CD5">
        <w:t xml:space="preserve">: </w:t>
      </w:r>
    </w:p>
    <w:p w14:paraId="774C9A06" w14:textId="77777777" w:rsidR="00886CD5" w:rsidRPr="00886CD5" w:rsidRDefault="00886CD5" w:rsidP="00573DFD">
      <w:pPr>
        <w:pStyle w:val="Text1-1"/>
        <w:numPr>
          <w:ilvl w:val="0"/>
          <w:numId w:val="34"/>
        </w:numPr>
        <w:ind w:left="1134"/>
      </w:pPr>
      <w:r w:rsidRPr="00886CD5">
        <w:t>Projektová dokumentace: Projekt hydrogeologických prací, zhotovitel Sdružení „Krutul – A – C – M RS4 Činnost geologické služby“ (AZ GEO, s.r.o., Chitussiho 1186/40, 710 00 Ostrava, IČO: 25358944 + CAD-ECO a.s., Svätoplukova 28, 821 08 Bratislava, Slovenská republika, IČO: 36787957 + Mott MacDonald CZ, spol. s r.o., Národní 984/15, 110 00 Praha 1, IČO: 48588733), verze 03/2023.</w:t>
      </w:r>
    </w:p>
    <w:p w14:paraId="50BDC041" w14:textId="77777777" w:rsidR="00886CD5" w:rsidRPr="00886CD5" w:rsidRDefault="00886CD5" w:rsidP="00573DFD">
      <w:pPr>
        <w:pStyle w:val="Text1-1"/>
        <w:numPr>
          <w:ilvl w:val="0"/>
          <w:numId w:val="34"/>
        </w:numPr>
        <w:ind w:left="1134"/>
      </w:pPr>
      <w:r w:rsidRPr="00886CD5">
        <w:t>Projektová dokumentace: Projekt geologických prací, zhotovitel Sdružení „Krutul – A – C – M RS4 Činnost geologické služby“ (AZ GEO, s.r.o., Chitussiho 1186/40, 710 00 Ostrava, IČO: 25358944 + CAD-ECO a.s., Svätoplukova 28, 821 08 Bratislava, Slovenská republika, IČO: 36787957 + Mott MacDonald CZ, spol. s r.o., Národní 984/15, 110 00 Praha 1, IČO: 48588733), včetně příloh.</w:t>
      </w:r>
    </w:p>
    <w:p w14:paraId="67374DC9" w14:textId="77777777" w:rsidR="0035531B" w:rsidRPr="00886CD5" w:rsidRDefault="0035531B" w:rsidP="0035531B">
      <w:pPr>
        <w:pStyle w:val="Text1-1"/>
      </w:pPr>
      <w:r w:rsidRPr="00886CD5">
        <w:t>Pro vyloučení pochybností zadavatel uvádí, že ohledně této veřejné zakázky nevedl předběžné tržní konzultace.</w:t>
      </w:r>
    </w:p>
    <w:p w14:paraId="6F58CE37" w14:textId="0EA118DE" w:rsidR="0035531B" w:rsidRPr="00484552" w:rsidRDefault="0035531B" w:rsidP="00CC4380">
      <w:pPr>
        <w:pStyle w:val="Nadpis1-1"/>
      </w:pPr>
      <w:bookmarkStart w:id="107" w:name="_Toc163043986"/>
      <w:r w:rsidRPr="00484552">
        <w:t>VYSVĚTLENÍ, ZMĚNY</w:t>
      </w:r>
      <w:r w:rsidR="00845C50" w:rsidRPr="00484552">
        <w:t xml:space="preserve"> a </w:t>
      </w:r>
      <w:r w:rsidRPr="00484552">
        <w:t>DOPLNĚNÍ ZADÁVACÍ DOKUMENTACE</w:t>
      </w:r>
      <w:bookmarkEnd w:id="107"/>
      <w:r w:rsidRPr="00484552">
        <w:t xml:space="preserve"> </w:t>
      </w:r>
    </w:p>
    <w:p w14:paraId="3CEC0739" w14:textId="5D333E34" w:rsidR="0035531B" w:rsidRPr="00484552" w:rsidRDefault="0035531B" w:rsidP="00A47DE5">
      <w:pPr>
        <w:pStyle w:val="Text1-1"/>
      </w:pPr>
      <w:r w:rsidRPr="00484552">
        <w:t>Dodavatel je oprávněn</w:t>
      </w:r>
      <w:r w:rsidR="00092CC9" w:rsidRPr="00484552">
        <w:t xml:space="preserve"> v </w:t>
      </w:r>
      <w:r w:rsidRPr="00484552">
        <w:t>souladu</w:t>
      </w:r>
      <w:r w:rsidR="00845C50" w:rsidRPr="00484552">
        <w:t xml:space="preserve"> s </w:t>
      </w:r>
      <w:r w:rsidRPr="00484552">
        <w:t>ustanovením § 98 ZZVZ podávat žádosti</w:t>
      </w:r>
      <w:r w:rsidR="00092CC9" w:rsidRPr="00484552">
        <w:t xml:space="preserve"> o </w:t>
      </w:r>
      <w:r w:rsidRPr="00484552">
        <w:t xml:space="preserve">vysvětlení zadávací dokumentace prostřednictvím elektronického nástroje E-ZAK na adrese: </w:t>
      </w:r>
      <w:hyperlink r:id="rId18" w:history="1">
        <w:r w:rsidR="005225B2" w:rsidRPr="00484552">
          <w:rPr>
            <w:rStyle w:val="Hypertextovodkaz"/>
            <w:noProof w:val="0"/>
            <w:color w:val="auto"/>
          </w:rPr>
          <w:t>https://zakazky.spravazeleznic.cz/</w:t>
        </w:r>
      </w:hyperlink>
      <w:r w:rsidRPr="00484552">
        <w:t>, případně jinou formou písemné elektronické komunikace. Při komunikaci uskutečňované prostřednictvím datové schránky dodavatel</w:t>
      </w:r>
      <w:r w:rsidR="00092CC9" w:rsidRPr="00484552">
        <w:t xml:space="preserve"> v </w:t>
      </w:r>
      <w:r w:rsidRPr="00484552">
        <w:t>žádosti uvede kontaktní osobu zadavatele pro zadávací řízení. Zadavatel bude na žádosti</w:t>
      </w:r>
      <w:r w:rsidR="00092CC9" w:rsidRPr="00484552">
        <w:t xml:space="preserve"> o </w:t>
      </w:r>
      <w:r w:rsidRPr="00484552">
        <w:t xml:space="preserve">vysvětlení zadávací dokumentace odpovídat pouze prostřednictvím elektronického nástroje E-ZAK na adrese:  </w:t>
      </w:r>
      <w:hyperlink r:id="rId19" w:history="1">
        <w:r w:rsidR="005225B2" w:rsidRPr="00484552">
          <w:rPr>
            <w:rStyle w:val="Hypertextovodkaz"/>
            <w:noProof w:val="0"/>
            <w:color w:val="auto"/>
          </w:rPr>
          <w:t>https://zakazky.spravazeleznic.cz/</w:t>
        </w:r>
      </w:hyperlink>
      <w:r w:rsidRPr="00484552">
        <w:t>. Pokud dodavatel</w:t>
      </w:r>
      <w:r w:rsidR="00092CC9" w:rsidRPr="00484552">
        <w:t xml:space="preserve"> o </w:t>
      </w:r>
      <w:r w:rsidRPr="00484552">
        <w:t>vysvětlení požádá nejpozději 8 pracovních dnů před uplynutím lhůty pro podání nabídek, zadavatel odpoví včetně přesného znění žádosti bez identifikace tazatele do 3 pracovních dnů od doručení příslušné žádosti. Zadavatel může zadávací dokumentaci vysvětlit i na základě pozdě podané žádosti,</w:t>
      </w:r>
      <w:r w:rsidR="00092CC9" w:rsidRPr="00484552">
        <w:t xml:space="preserve"> v </w:t>
      </w:r>
      <w:r w:rsidRPr="00484552">
        <w:t>takovém případě však není vázán lhůtami stanovenými</w:t>
      </w:r>
      <w:r w:rsidR="00092CC9" w:rsidRPr="00484552">
        <w:t xml:space="preserve"> v </w:t>
      </w:r>
      <w:r w:rsidRPr="00484552">
        <w:t>§ 98 odst. 1 ZZVZ.</w:t>
      </w:r>
    </w:p>
    <w:p w14:paraId="45DDD745" w14:textId="7CFDFA1E" w:rsidR="0035531B" w:rsidRPr="00484552" w:rsidRDefault="0035531B" w:rsidP="0035531B">
      <w:pPr>
        <w:pStyle w:val="Text1-1"/>
      </w:pPr>
      <w:r w:rsidRPr="00484552">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Pr="00484552" w:rsidRDefault="0035531B" w:rsidP="0035531B">
      <w:pPr>
        <w:pStyle w:val="Text1-1"/>
      </w:pPr>
      <w:r w:rsidRPr="00484552">
        <w:t>Zadavatel je</w:t>
      </w:r>
      <w:r w:rsidR="00092CC9" w:rsidRPr="00484552">
        <w:t xml:space="preserve"> v </w:t>
      </w:r>
      <w:r w:rsidRPr="00484552">
        <w:t>souladu</w:t>
      </w:r>
      <w:r w:rsidR="00845C50" w:rsidRPr="00484552">
        <w:t xml:space="preserve"> s </w:t>
      </w:r>
      <w:r w:rsidRPr="00484552">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Pr="00D9454E" w:rsidRDefault="0035531B" w:rsidP="00CC4380">
      <w:pPr>
        <w:pStyle w:val="Nadpis1-1"/>
      </w:pPr>
      <w:bookmarkStart w:id="108" w:name="_Toc163043987"/>
      <w:r w:rsidRPr="00D9454E">
        <w:t>POŽADAVKY ZADAVATELE NA KVALIFIKACI</w:t>
      </w:r>
      <w:bookmarkEnd w:id="108"/>
    </w:p>
    <w:p w14:paraId="6A76C7A3" w14:textId="108864D2" w:rsidR="0035531B" w:rsidRPr="00D9454E" w:rsidRDefault="0035531B" w:rsidP="0035531B">
      <w:pPr>
        <w:pStyle w:val="Text1-1"/>
      </w:pPr>
      <w:r w:rsidRPr="00D9454E">
        <w:t>Dodavatelé jsou povinni prokázat splnění kvalifikace</w:t>
      </w:r>
      <w:r w:rsidR="00092CC9" w:rsidRPr="00D9454E">
        <w:t xml:space="preserve"> v </w:t>
      </w:r>
      <w:r w:rsidRPr="00D9454E">
        <w:t>souladu</w:t>
      </w:r>
      <w:r w:rsidR="00845C50" w:rsidRPr="00D9454E">
        <w:t xml:space="preserve"> s </w:t>
      </w:r>
      <w:r w:rsidRPr="00D9454E">
        <w:t>ustanoveními § 167 odst. 1</w:t>
      </w:r>
      <w:r w:rsidR="00845C50" w:rsidRPr="00D9454E">
        <w:t xml:space="preserve"> a </w:t>
      </w:r>
      <w:r w:rsidRPr="00D9454E">
        <w:t>§ 73</w:t>
      </w:r>
      <w:r w:rsidR="00845C50" w:rsidRPr="00D9454E">
        <w:t xml:space="preserve"> a </w:t>
      </w:r>
      <w:r w:rsidRPr="00D9454E">
        <w:t>násl. ZZVZ,</w:t>
      </w:r>
      <w:r w:rsidR="00845C50" w:rsidRPr="00D9454E">
        <w:t xml:space="preserve"> a </w:t>
      </w:r>
      <w:r w:rsidRPr="00D9454E">
        <w:t>to za podmínek stanovených</w:t>
      </w:r>
      <w:r w:rsidR="00092CC9" w:rsidRPr="00D9454E">
        <w:t xml:space="preserve"> v</w:t>
      </w:r>
      <w:r w:rsidR="003213B3" w:rsidRPr="00D9454E">
        <w:t>e formuláři</w:t>
      </w:r>
      <w:r w:rsidR="00ED4D49" w:rsidRPr="00D9454E">
        <w:t xml:space="preserve"> </w:t>
      </w:r>
      <w:r w:rsidR="003213B3" w:rsidRPr="00D9454E">
        <w:t>O</w:t>
      </w:r>
      <w:r w:rsidRPr="00D9454E">
        <w:t>známení</w:t>
      </w:r>
      <w:r w:rsidR="00092CC9" w:rsidRPr="00D9454E">
        <w:t xml:space="preserve"> o </w:t>
      </w:r>
      <w:r w:rsidRPr="00D9454E">
        <w:t xml:space="preserve">zahájení zadávacího řízení – </w:t>
      </w:r>
      <w:r w:rsidR="00B74B98" w:rsidRPr="00D9454E">
        <w:t>sektorová veřejná zakázka</w:t>
      </w:r>
      <w:r w:rsidR="00845C50" w:rsidRPr="00D9454E">
        <w:t xml:space="preserve"> a </w:t>
      </w:r>
      <w:r w:rsidRPr="00D9454E">
        <w:t>těchto Pokynech.</w:t>
      </w:r>
    </w:p>
    <w:p w14:paraId="69D5A070" w14:textId="77777777" w:rsidR="0035531B" w:rsidRPr="00D9454E" w:rsidRDefault="0035531B" w:rsidP="0035531B">
      <w:pPr>
        <w:pStyle w:val="Text1-1"/>
        <w:rPr>
          <w:rStyle w:val="Tun9b"/>
        </w:rPr>
      </w:pPr>
      <w:r w:rsidRPr="00D9454E">
        <w:rPr>
          <w:rStyle w:val="Tun9b"/>
        </w:rPr>
        <w:t>Prokázání splnění základní způsobilosti:</w:t>
      </w:r>
    </w:p>
    <w:p w14:paraId="4378DBED" w14:textId="77777777" w:rsidR="0035531B" w:rsidRPr="00D9454E" w:rsidRDefault="0035531B" w:rsidP="00092CC9">
      <w:pPr>
        <w:pStyle w:val="Odrka1-1"/>
      </w:pPr>
      <w:r w:rsidRPr="00D9454E">
        <w:t>Zadavatel požaduje prokázání základní způsobilosti podle § 74 ZZVZ,</w:t>
      </w:r>
      <w:r w:rsidR="00845C50" w:rsidRPr="00D9454E">
        <w:t xml:space="preserve"> a </w:t>
      </w:r>
      <w:r w:rsidRPr="00D9454E">
        <w:t>to způsobem dle § 75 ZZVZ či § 81 ZZVZ.</w:t>
      </w:r>
    </w:p>
    <w:p w14:paraId="0E99FAE0" w14:textId="77777777" w:rsidR="0035531B" w:rsidRPr="00D9454E" w:rsidRDefault="0035531B" w:rsidP="00092CC9">
      <w:pPr>
        <w:pStyle w:val="Odrka1-1"/>
      </w:pPr>
      <w:r w:rsidRPr="00D9454E">
        <w:t>Způsobilým není dodavatel, který</w:t>
      </w:r>
    </w:p>
    <w:p w14:paraId="443A2CCE" w14:textId="0152AA0F" w:rsidR="0035531B" w:rsidRPr="00D9454E" w:rsidRDefault="0035531B" w:rsidP="00E17B90">
      <w:pPr>
        <w:pStyle w:val="Odstavec1-2i"/>
        <w:numPr>
          <w:ilvl w:val="0"/>
          <w:numId w:val="16"/>
        </w:numPr>
        <w:ind w:left="1531" w:hanging="454"/>
      </w:pPr>
      <w:r w:rsidRPr="00D9454E">
        <w:t>byl</w:t>
      </w:r>
      <w:r w:rsidR="00092CC9" w:rsidRPr="00D9454E">
        <w:t xml:space="preserve"> v </w:t>
      </w:r>
      <w:r w:rsidRPr="00D9454E">
        <w:t>zemi svého sídla</w:t>
      </w:r>
      <w:r w:rsidR="00092CC9" w:rsidRPr="00D9454E">
        <w:t xml:space="preserve"> v </w:t>
      </w:r>
      <w:r w:rsidRPr="00D9454E">
        <w:t>posledních 5 letech před zahájením zadávacího řízení pravomocně odsouzen pro trestný čin uvedený</w:t>
      </w:r>
      <w:r w:rsidR="00092CC9" w:rsidRPr="00D9454E">
        <w:t xml:space="preserve"> v </w:t>
      </w:r>
      <w:r w:rsidRPr="00D9454E">
        <w:t>příloze č. 3</w:t>
      </w:r>
      <w:r w:rsidR="00BC6D2B" w:rsidRPr="00D9454E">
        <w:t xml:space="preserve"> k </w:t>
      </w:r>
      <w:r w:rsidRPr="00D9454E">
        <w:t>ZZVZ nebo obdobný trestný čin podle právního řádu země sídla dodavatele, přičemž</w:t>
      </w:r>
      <w:r w:rsidR="00BC6D2B" w:rsidRPr="00D9454E">
        <w:t xml:space="preserve"> k </w:t>
      </w:r>
      <w:r w:rsidRPr="00D9454E">
        <w:t>zahlazeným odsouzením se nepřihlíží. Je-li dodavatelem právnická osoba, musí tuto podmínku splňovat tato právnická osoba</w:t>
      </w:r>
      <w:r w:rsidR="00845C50" w:rsidRPr="00D9454E">
        <w:t xml:space="preserve"> a </w:t>
      </w:r>
      <w:r w:rsidRPr="00D9454E">
        <w:t>zároveň každý člen statutárního orgánu. Je-li členem statutárního orgánu dodavatele právnická osoba, musí tuto podmínku splňovat tato právnická osoba, každý člen statutárního orgánu této právnické osoby</w:t>
      </w:r>
      <w:r w:rsidR="00845C50" w:rsidRPr="00D9454E">
        <w:t xml:space="preserve"> a </w:t>
      </w:r>
      <w:r w:rsidRPr="00D9454E">
        <w:t>osoba zastupující tuto právnickou osobu ve statutárním orgánu dodavatele. Účastní-li se zadávacího řízení pobočka závodu zahraniční právnické osoby, musí podmínku splňovat tato právnická osoba</w:t>
      </w:r>
      <w:r w:rsidR="00845C50" w:rsidRPr="00D9454E">
        <w:t xml:space="preserve"> a </w:t>
      </w:r>
      <w:r w:rsidRPr="00D9454E">
        <w:t>vedoucí pobočky závodu;</w:t>
      </w:r>
      <w:r w:rsidR="00092CC9" w:rsidRPr="00D9454E">
        <w:t xml:space="preserve"> v </w:t>
      </w:r>
      <w:r w:rsidRPr="00D9454E">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9454E">
        <w:t xml:space="preserve"> a </w:t>
      </w:r>
      <w:r w:rsidRPr="00D9454E">
        <w:t>vedoucí pobočky závodu;</w:t>
      </w:r>
    </w:p>
    <w:p w14:paraId="06D5B4FA"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w:t>
      </w:r>
      <w:r w:rsidR="00092CC9" w:rsidRPr="00D9454E">
        <w:t xml:space="preserve"> v </w:t>
      </w:r>
      <w:r w:rsidRPr="00D9454E">
        <w:t>evidenci daní zachycen splatný daňový nedoplatek;</w:t>
      </w:r>
    </w:p>
    <w:p w14:paraId="4F8CA200"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veřejné zdravotní pojištění;</w:t>
      </w:r>
    </w:p>
    <w:p w14:paraId="612FC944" w14:textId="77777777" w:rsidR="0035531B" w:rsidRPr="00D9454E" w:rsidRDefault="0035531B" w:rsidP="00E17B90">
      <w:pPr>
        <w:pStyle w:val="Odstavec1-2i"/>
        <w:numPr>
          <w:ilvl w:val="0"/>
          <w:numId w:val="16"/>
        </w:numPr>
        <w:ind w:left="1531" w:hanging="454"/>
      </w:pPr>
      <w:r w:rsidRPr="00D9454E">
        <w:t>má</w:t>
      </w:r>
      <w:r w:rsidR="00092CC9" w:rsidRPr="00D9454E">
        <w:t xml:space="preserve"> v </w:t>
      </w:r>
      <w:r w:rsidRPr="00D9454E">
        <w:t>České republice nebo</w:t>
      </w:r>
      <w:r w:rsidR="00092CC9" w:rsidRPr="00D9454E">
        <w:t xml:space="preserve"> v </w:t>
      </w:r>
      <w:r w:rsidRPr="00D9454E">
        <w:t>zemi svého sídla splatný nedoplatek na pojistném nebo na penále na sociální zabezpečení</w:t>
      </w:r>
      <w:r w:rsidR="00845C50" w:rsidRPr="00D9454E">
        <w:t xml:space="preserve"> a </w:t>
      </w:r>
      <w:r w:rsidRPr="00D9454E">
        <w:t>příspěvku na státní politiku zaměstnanosti;</w:t>
      </w:r>
    </w:p>
    <w:p w14:paraId="01492BCB" w14:textId="77777777" w:rsidR="0035531B" w:rsidRPr="00D9454E" w:rsidRDefault="0035531B" w:rsidP="00E17B90">
      <w:pPr>
        <w:pStyle w:val="Odstavec1-2i"/>
        <w:numPr>
          <w:ilvl w:val="0"/>
          <w:numId w:val="16"/>
        </w:numPr>
        <w:ind w:left="1531" w:hanging="454"/>
      </w:pPr>
      <w:r w:rsidRPr="00D9454E">
        <w:t>je</w:t>
      </w:r>
      <w:r w:rsidR="00092CC9" w:rsidRPr="00D9454E">
        <w:t xml:space="preserve"> v </w:t>
      </w:r>
      <w:r w:rsidRPr="00D9454E">
        <w:t>likvidaci, bylo proti němu vydáno rozhodnutí</w:t>
      </w:r>
      <w:r w:rsidR="00092CC9" w:rsidRPr="00D9454E">
        <w:t xml:space="preserve"> o </w:t>
      </w:r>
      <w:r w:rsidRPr="00D9454E">
        <w:t>úpadku nebo byla vůči němu nařízena nucená správa podle jiného právního předpisu nebo</w:t>
      </w:r>
      <w:r w:rsidR="00092CC9" w:rsidRPr="00D9454E">
        <w:t xml:space="preserve"> v </w:t>
      </w:r>
      <w:r w:rsidRPr="00D9454E">
        <w:t xml:space="preserve">obdobné situaci podle právního řádu země sídla dodavatele.  </w:t>
      </w:r>
    </w:p>
    <w:p w14:paraId="6F21C869" w14:textId="77777777" w:rsidR="0035531B" w:rsidRPr="00D9454E" w:rsidRDefault="0035531B" w:rsidP="00092CC9">
      <w:pPr>
        <w:pStyle w:val="Odrka1-1"/>
      </w:pPr>
      <w:r w:rsidRPr="00D9454E">
        <w:t xml:space="preserve">Způsob prokázání základní způsobilosti: </w:t>
      </w:r>
    </w:p>
    <w:p w14:paraId="7E1250CA" w14:textId="77777777" w:rsidR="0035531B" w:rsidRPr="00D9454E" w:rsidRDefault="0035531B" w:rsidP="00CC4380">
      <w:pPr>
        <w:pStyle w:val="Textbezslovn"/>
        <w:ind w:left="1077"/>
      </w:pPr>
      <w:r w:rsidRPr="00D9454E">
        <w:t>Dodavatel prokazuje splnění podmínek základní způsobilosti ve vztahu</w:t>
      </w:r>
      <w:r w:rsidR="00BC6D2B" w:rsidRPr="00D9454E">
        <w:t xml:space="preserve"> k </w:t>
      </w:r>
      <w:r w:rsidRPr="00D9454E">
        <w:t xml:space="preserve">České republice předložením: </w:t>
      </w:r>
    </w:p>
    <w:p w14:paraId="1FB2494D" w14:textId="77777777" w:rsidR="0035531B" w:rsidRPr="00D9454E" w:rsidRDefault="0035531B" w:rsidP="00CC4380">
      <w:pPr>
        <w:pStyle w:val="Odrka1-2-"/>
      </w:pPr>
      <w:r w:rsidRPr="00D9454E">
        <w:t>výpisu</w:t>
      </w:r>
      <w:r w:rsidR="0060115D" w:rsidRPr="00D9454E">
        <w:t xml:space="preserve"> z </w:t>
      </w:r>
      <w:r w:rsidRPr="00D9454E">
        <w:t>evidence Rejstříku trestů ve vztahu</w:t>
      </w:r>
      <w:r w:rsidR="00BC6D2B" w:rsidRPr="00D9454E">
        <w:t xml:space="preserve"> k </w:t>
      </w:r>
      <w:r w:rsidRPr="00D9454E">
        <w:t>§ 74 odst. 1 písm. a) ZZVZ;</w:t>
      </w:r>
    </w:p>
    <w:p w14:paraId="15B2C274" w14:textId="77777777" w:rsidR="0035531B" w:rsidRPr="00D9454E" w:rsidRDefault="0035531B" w:rsidP="00CC4380">
      <w:pPr>
        <w:pStyle w:val="Odrka1-2-"/>
      </w:pPr>
      <w:r w:rsidRPr="00D9454E">
        <w:t>potvrzení příslušného finančního úřadu ve vztahu</w:t>
      </w:r>
      <w:r w:rsidR="00BC6D2B" w:rsidRPr="00D9454E">
        <w:t xml:space="preserve"> k </w:t>
      </w:r>
      <w:r w:rsidRPr="00D9454E">
        <w:t>§ 74 odst. 1 písm. b) ZZVZ;</w:t>
      </w:r>
    </w:p>
    <w:p w14:paraId="05DA8774" w14:textId="77777777" w:rsidR="0035531B" w:rsidRPr="00D9454E" w:rsidRDefault="0035531B" w:rsidP="00CC4380">
      <w:pPr>
        <w:pStyle w:val="Odrka1-2-"/>
      </w:pPr>
      <w:r w:rsidRPr="00D9454E">
        <w:t>písemného čestného prohlášení ve vztahu ke spotřební dani ve vztahu</w:t>
      </w:r>
      <w:r w:rsidR="00BC6D2B" w:rsidRPr="00D9454E">
        <w:t xml:space="preserve"> k </w:t>
      </w:r>
      <w:r w:rsidRPr="00D9454E">
        <w:t>§ 74 odst. 1 písm. b) ZZVZ;</w:t>
      </w:r>
    </w:p>
    <w:p w14:paraId="2B8B202B" w14:textId="77777777" w:rsidR="0035531B" w:rsidRPr="00D9454E" w:rsidRDefault="0035531B" w:rsidP="00CC4380">
      <w:pPr>
        <w:pStyle w:val="Odrka1-2-"/>
      </w:pPr>
      <w:r w:rsidRPr="00D9454E">
        <w:t>písemného čestného prohlášení ve vztahu</w:t>
      </w:r>
      <w:r w:rsidR="00BC6D2B" w:rsidRPr="00D9454E">
        <w:t xml:space="preserve"> k </w:t>
      </w:r>
      <w:r w:rsidRPr="00D9454E">
        <w:t xml:space="preserve">§ 74 odst. 1 písm. c) ZZVZ; </w:t>
      </w:r>
    </w:p>
    <w:p w14:paraId="135DDFD9" w14:textId="424744DC" w:rsidR="0035531B" w:rsidRPr="00D9454E" w:rsidRDefault="0035531B" w:rsidP="00CC4380">
      <w:pPr>
        <w:pStyle w:val="Odrka1-2-"/>
      </w:pPr>
      <w:r w:rsidRPr="00D9454E">
        <w:t xml:space="preserve">potvrzení příslušné </w:t>
      </w:r>
      <w:r w:rsidR="001C4086" w:rsidRPr="00D9454E">
        <w:t>územní</w:t>
      </w:r>
      <w:r w:rsidRPr="00D9454E">
        <w:t xml:space="preserve"> správy sociálního zabezpečení ve vztahu</w:t>
      </w:r>
      <w:r w:rsidR="00BC6D2B" w:rsidRPr="00D9454E">
        <w:t xml:space="preserve"> k </w:t>
      </w:r>
      <w:r w:rsidRPr="00D9454E">
        <w:t xml:space="preserve">§ 74 odst. 1 písm. d) ZZVZ; </w:t>
      </w:r>
    </w:p>
    <w:p w14:paraId="556EC8AE" w14:textId="0D2A2CA2" w:rsidR="009A02F7" w:rsidRPr="00D9454E" w:rsidRDefault="0035531B" w:rsidP="009A02F7">
      <w:pPr>
        <w:pStyle w:val="Odrka1-2-"/>
      </w:pPr>
      <w:r w:rsidRPr="00D9454E">
        <w:t>výpisu</w:t>
      </w:r>
      <w:r w:rsidR="0060115D" w:rsidRPr="00D9454E">
        <w:t xml:space="preserve"> z </w:t>
      </w:r>
      <w:r w:rsidRPr="00D9454E">
        <w:t>obchodního rejstříku, nebo předložením písemného čestného prohlášení</w:t>
      </w:r>
      <w:r w:rsidR="00092CC9" w:rsidRPr="00D9454E">
        <w:t xml:space="preserve"> v </w:t>
      </w:r>
      <w:r w:rsidRPr="00D9454E">
        <w:t>případě, že není</w:t>
      </w:r>
      <w:r w:rsidR="00092CC9" w:rsidRPr="00D9454E">
        <w:t xml:space="preserve"> v </w:t>
      </w:r>
      <w:r w:rsidRPr="00D9454E">
        <w:t>obchodním rejstříku zapsán, ve vztahu</w:t>
      </w:r>
      <w:r w:rsidR="00BC6D2B" w:rsidRPr="00D9454E">
        <w:t xml:space="preserve"> k </w:t>
      </w:r>
      <w:r w:rsidRPr="00D9454E">
        <w:t>§ 74 odst. 1 písm. e) ZZVZ.</w:t>
      </w:r>
    </w:p>
    <w:p w14:paraId="5FE8F237" w14:textId="1133AC71" w:rsidR="009A02F7" w:rsidRPr="00D9454E" w:rsidRDefault="007016EA" w:rsidP="00DB48B9">
      <w:pPr>
        <w:pStyle w:val="Odrka1-1"/>
        <w:numPr>
          <w:ilvl w:val="0"/>
          <w:numId w:val="0"/>
        </w:numPr>
        <w:ind w:left="1077" w:hanging="340"/>
      </w:pPr>
      <w:r w:rsidRPr="00D9454E">
        <w:t xml:space="preserve">     </w:t>
      </w:r>
      <w:r w:rsidR="0035531B" w:rsidRPr="00D9454E">
        <w:t>Vzor čestného prohlášení</w:t>
      </w:r>
      <w:r w:rsidR="00092CC9" w:rsidRPr="00D9454E">
        <w:t xml:space="preserve"> o </w:t>
      </w:r>
      <w:r w:rsidR="0035531B" w:rsidRPr="00D9454E">
        <w:t xml:space="preserve">splnění části základní způsobilosti tvoří Přílohu č. 7 těchto Pokynů. </w:t>
      </w:r>
    </w:p>
    <w:p w14:paraId="3204757A" w14:textId="77777777" w:rsidR="0035531B" w:rsidRPr="00D9454E" w:rsidRDefault="0035531B" w:rsidP="00CC4380">
      <w:pPr>
        <w:pStyle w:val="Textbezslovn"/>
        <w:ind w:left="1077"/>
      </w:pPr>
      <w:r w:rsidRPr="00D9454E">
        <w:t>Zahraniční dodavatelé prokazují základní způsobilost doklady, které se vydávají</w:t>
      </w:r>
      <w:r w:rsidR="00092CC9" w:rsidRPr="00D9454E">
        <w:t xml:space="preserve"> v </w:t>
      </w:r>
      <w:r w:rsidRPr="00D9454E">
        <w:t>zemi jejich sídla</w:t>
      </w:r>
      <w:r w:rsidR="00092CC9" w:rsidRPr="00D9454E">
        <w:t xml:space="preserve"> v </w:t>
      </w:r>
      <w:r w:rsidRPr="00D9454E">
        <w:t>těch případech, kdy je stanovena povinnost prokázat některou</w:t>
      </w:r>
      <w:r w:rsidR="0060115D" w:rsidRPr="00D9454E">
        <w:t xml:space="preserve"> z </w:t>
      </w:r>
      <w:r w:rsidRPr="00D9454E">
        <w:t>podmínek základní způsobilosti ve vztahu</w:t>
      </w:r>
      <w:r w:rsidR="00BC6D2B" w:rsidRPr="00D9454E">
        <w:t xml:space="preserve"> k </w:t>
      </w:r>
      <w:r w:rsidRPr="00D9454E">
        <w:t>zemi sídla.</w:t>
      </w:r>
      <w:r w:rsidR="00092CC9" w:rsidRPr="00D9454E">
        <w:t xml:space="preserve"> </w:t>
      </w:r>
      <w:r w:rsidR="00437EC7" w:rsidRPr="00D9454E">
        <w:t>V</w:t>
      </w:r>
      <w:r w:rsidR="00092CC9" w:rsidRPr="00D9454E">
        <w:t> </w:t>
      </w:r>
      <w:r w:rsidRPr="00D9454E">
        <w:t>ostatních případech, kdy dodavatelé se sídlem</w:t>
      </w:r>
      <w:r w:rsidR="00092CC9" w:rsidRPr="00D9454E">
        <w:t xml:space="preserve"> v </w:t>
      </w:r>
      <w:r w:rsidRPr="00D9454E">
        <w:t>zahraničí mají povinnost prokázat některou</w:t>
      </w:r>
      <w:r w:rsidR="0060115D" w:rsidRPr="00D9454E">
        <w:t xml:space="preserve"> z </w:t>
      </w:r>
      <w:r w:rsidRPr="00D9454E">
        <w:t>podmínek základní způsobilosti ve vztahu</w:t>
      </w:r>
      <w:r w:rsidR="00BC6D2B" w:rsidRPr="00D9454E">
        <w:t xml:space="preserve"> k </w:t>
      </w:r>
      <w:r w:rsidRPr="00D9454E">
        <w:t>České republice, předkládají doklady uvedené</w:t>
      </w:r>
      <w:r w:rsidR="00092CC9" w:rsidRPr="00D9454E">
        <w:t xml:space="preserve"> v </w:t>
      </w:r>
      <w:r w:rsidRPr="00D9454E">
        <w:t>předchozí odrážce (tj. třetí odrážce tohoto odst. 8.2</w:t>
      </w:r>
      <w:r w:rsidR="00845C50" w:rsidRPr="00D9454E">
        <w:t xml:space="preserve"> s </w:t>
      </w:r>
      <w:r w:rsidRPr="00D9454E">
        <w:t>názvem Způsob prokázání základní způsobilosti).</w:t>
      </w:r>
    </w:p>
    <w:p w14:paraId="701B9DD6" w14:textId="77777777" w:rsidR="0035531B" w:rsidRPr="00D9454E" w:rsidRDefault="0035531B" w:rsidP="0035531B">
      <w:pPr>
        <w:pStyle w:val="Text1-1"/>
        <w:rPr>
          <w:rStyle w:val="Tun9b"/>
        </w:rPr>
      </w:pPr>
      <w:r w:rsidRPr="00D9454E">
        <w:rPr>
          <w:rStyle w:val="Tun9b"/>
        </w:rPr>
        <w:t>Prokázání splnění profesní způsobilosti:</w:t>
      </w:r>
    </w:p>
    <w:p w14:paraId="6C63D64A" w14:textId="11E62F27" w:rsidR="00667770" w:rsidRPr="00D9454E" w:rsidRDefault="0035531B" w:rsidP="00092CC9">
      <w:pPr>
        <w:pStyle w:val="Odrka1-1"/>
      </w:pPr>
      <w:r w:rsidRPr="00D9454E">
        <w:t>Zadavatel požaduje</w:t>
      </w:r>
      <w:r w:rsidR="00BC6D2B" w:rsidRPr="00D9454E">
        <w:t xml:space="preserve"> k </w:t>
      </w:r>
      <w:r w:rsidRPr="00D9454E">
        <w:t>prokázání splnění profesní způsobilosti podle § 77 ZZVZ ve vztahu</w:t>
      </w:r>
      <w:r w:rsidR="00BC6D2B" w:rsidRPr="00D9454E">
        <w:t xml:space="preserve"> k </w:t>
      </w:r>
      <w:r w:rsidRPr="00D9454E">
        <w:t xml:space="preserve">České republice předložení </w:t>
      </w:r>
      <w:r w:rsidRPr="00B057D3">
        <w:rPr>
          <w:b/>
        </w:rPr>
        <w:t>výpisu</w:t>
      </w:r>
      <w:r w:rsidR="0060115D" w:rsidRPr="00B057D3">
        <w:rPr>
          <w:b/>
        </w:rPr>
        <w:t xml:space="preserve"> z </w:t>
      </w:r>
      <w:r w:rsidRPr="00B057D3">
        <w:rPr>
          <w:b/>
        </w:rPr>
        <w:t>obchodního rejstříku nebo jiné obdobné evidence</w:t>
      </w:r>
      <w:r w:rsidRPr="00D9454E">
        <w:t>, pokud jiný právní předpis zápis do takové evidence vyžaduje.</w:t>
      </w:r>
    </w:p>
    <w:p w14:paraId="360C8EE7" w14:textId="14E476D6" w:rsidR="0035531B" w:rsidRPr="00407AEA" w:rsidRDefault="0035531B" w:rsidP="00B057D3">
      <w:pPr>
        <w:pStyle w:val="Odrka1-1"/>
        <w:rPr>
          <w:rFonts w:ascii="Verdana" w:hAnsi="Verdana"/>
        </w:rPr>
      </w:pPr>
      <w:r w:rsidRPr="00D9454E">
        <w:t>Zadavatel požaduje předložení dokladu</w:t>
      </w:r>
      <w:r w:rsidR="00092CC9" w:rsidRPr="00D9454E">
        <w:t xml:space="preserve"> </w:t>
      </w:r>
      <w:r w:rsidR="00092CC9" w:rsidRPr="00B057D3">
        <w:rPr>
          <w:b/>
        </w:rPr>
        <w:t>o </w:t>
      </w:r>
      <w:r w:rsidRPr="00B057D3">
        <w:rPr>
          <w:b/>
        </w:rPr>
        <w:t>oprávnění</w:t>
      </w:r>
      <w:r w:rsidR="00BC6D2B" w:rsidRPr="00B057D3">
        <w:rPr>
          <w:b/>
        </w:rPr>
        <w:t xml:space="preserve"> k </w:t>
      </w:r>
      <w:r w:rsidRPr="00B057D3">
        <w:rPr>
          <w:b/>
        </w:rPr>
        <w:t>podnikání</w:t>
      </w:r>
      <w:r w:rsidRPr="00D9454E">
        <w:t xml:space="preserve"> podle jiných právních předpisů</w:t>
      </w:r>
      <w:r w:rsidR="00092CC9" w:rsidRPr="00D9454E">
        <w:t xml:space="preserve"> v </w:t>
      </w:r>
      <w:r w:rsidRPr="00D9454E">
        <w:t xml:space="preserve">rozsahu odpovídajícím předmětu veřejné zakázky, </w:t>
      </w:r>
      <w:r w:rsidR="001C027C" w:rsidRPr="00D9454E">
        <w:t xml:space="preserve">pokud jiné právní předpisy takové oprávnění vyžadují, </w:t>
      </w:r>
      <w:r w:rsidRPr="00D9454E">
        <w:t>zejména doklad prokazující příslušné živnostenské oprávnění. Dodavatel</w:t>
      </w:r>
      <w:r w:rsidR="00092CC9" w:rsidRPr="00D9454E">
        <w:t xml:space="preserve"> v </w:t>
      </w:r>
      <w:r w:rsidRPr="00D9454E">
        <w:t>souladu se zákonem č. 455/1991 Sb.,</w:t>
      </w:r>
      <w:r w:rsidR="00092CC9" w:rsidRPr="00D9454E">
        <w:t xml:space="preserve"> o </w:t>
      </w:r>
      <w:r w:rsidRPr="00D9454E">
        <w:t>živnostenském podnikání</w:t>
      </w:r>
      <w:r w:rsidR="004F5253" w:rsidRPr="00D9454E">
        <w:t xml:space="preserve"> (živnostenský zákon)</w:t>
      </w:r>
      <w:r w:rsidRPr="00D9454E">
        <w:t>, ve znění pozdějších předpisů</w:t>
      </w:r>
      <w:r w:rsidR="00087953" w:rsidRPr="00D9454E">
        <w:t xml:space="preserve"> (dále jen „</w:t>
      </w:r>
      <w:r w:rsidR="00087953" w:rsidRPr="008721F5">
        <w:rPr>
          <w:b/>
        </w:rPr>
        <w:t>živnostenský zákon</w:t>
      </w:r>
      <w:r w:rsidR="00087953" w:rsidRPr="00D9454E">
        <w:t>“)</w:t>
      </w:r>
      <w:r w:rsidRPr="00D9454E">
        <w:t>, prokazuje živnostenské oprávnění výpisem ze živnostenského rejstříku</w:t>
      </w:r>
      <w:r w:rsidR="00D67B12" w:rsidRPr="008721F5">
        <w:rPr>
          <w:rFonts w:ascii="Verdana" w:hAnsi="Verdana"/>
        </w:rPr>
        <w:t xml:space="preserve"> s údaji podle § 60 odst. 5 písm. a) b) nebo c) živnostenského zákona, případně do vydání výpisu stejnopisem ohlášení s prokázaným doručením živnostenskému úřadu, a to </w:t>
      </w:r>
      <w:r w:rsidR="00D67B12" w:rsidRPr="008721F5">
        <w:rPr>
          <w:rFonts w:ascii="Verdana" w:hAnsi="Verdana"/>
        </w:rPr>
        <w:br/>
        <w:t xml:space="preserve">i prostřednictvím kontaktního místa veřejné správy nebo pravomocným rozhodnutím </w:t>
      </w:r>
      <w:r w:rsidR="00D67B12" w:rsidRPr="008721F5">
        <w:rPr>
          <w:rFonts w:ascii="Verdana" w:hAnsi="Verdana"/>
        </w:rPr>
        <w:br/>
        <w:t xml:space="preserve">o udělení koncese. </w:t>
      </w:r>
    </w:p>
    <w:p w14:paraId="1AD314F4" w14:textId="77777777" w:rsidR="0035531B" w:rsidRPr="00D9454E" w:rsidRDefault="0035531B" w:rsidP="00B057D3">
      <w:pPr>
        <w:pStyle w:val="Textbezslovn"/>
        <w:ind w:left="1077"/>
      </w:pPr>
      <w:r w:rsidRPr="00D9454E">
        <w:t>Dodavatel doloží, že má</w:t>
      </w:r>
      <w:r w:rsidR="00BC6D2B" w:rsidRPr="00D9454E">
        <w:t xml:space="preserve"> k </w:t>
      </w:r>
      <w:r w:rsidRPr="00D9454E">
        <w:t xml:space="preserve">dispozici </w:t>
      </w:r>
      <w:r w:rsidR="00F10664" w:rsidRPr="00D9454E">
        <w:t xml:space="preserve">živnostenské </w:t>
      </w:r>
      <w:r w:rsidRPr="00D9454E">
        <w:t>oprávnění</w:t>
      </w:r>
      <w:r w:rsidR="00BC6D2B" w:rsidRPr="00D9454E">
        <w:t xml:space="preserve"> k </w:t>
      </w:r>
      <w:r w:rsidRPr="00D9454E">
        <w:t xml:space="preserve">podnikání pro následující činnosti: </w:t>
      </w:r>
    </w:p>
    <w:p w14:paraId="55A0FBDD" w14:textId="62929728" w:rsidR="007B592C" w:rsidRPr="00D9454E" w:rsidRDefault="001D6E71" w:rsidP="00667770">
      <w:pPr>
        <w:pStyle w:val="Odrka1-2-"/>
        <w:tabs>
          <w:tab w:val="clear" w:pos="1531"/>
        </w:tabs>
        <w:spacing w:after="0"/>
        <w:ind w:left="1985"/>
      </w:pPr>
      <w:r w:rsidRPr="00D9454E">
        <w:t>geologické práce</w:t>
      </w:r>
      <w:r w:rsidR="00667770">
        <w:t>,</w:t>
      </w:r>
    </w:p>
    <w:p w14:paraId="51E8929C" w14:textId="12F34BB9" w:rsidR="001303CE" w:rsidRDefault="001303CE" w:rsidP="00667770">
      <w:pPr>
        <w:pStyle w:val="Odrka1-2-"/>
        <w:tabs>
          <w:tab w:val="clear" w:pos="1531"/>
        </w:tabs>
        <w:spacing w:after="0"/>
        <w:ind w:left="1985"/>
      </w:pPr>
      <w:r w:rsidRPr="00D9454E">
        <w:t>výkon zeměměřických činností</w:t>
      </w:r>
      <w:r w:rsidR="00667770">
        <w:t>.</w:t>
      </w:r>
    </w:p>
    <w:p w14:paraId="1AACA0D2" w14:textId="77777777" w:rsidR="00667770" w:rsidRPr="00D9454E" w:rsidRDefault="00667770" w:rsidP="00B057D3">
      <w:pPr>
        <w:pStyle w:val="Odrka1-2-"/>
        <w:numPr>
          <w:ilvl w:val="0"/>
          <w:numId w:val="0"/>
        </w:numPr>
        <w:spacing w:after="0"/>
        <w:ind w:left="1985"/>
      </w:pPr>
    </w:p>
    <w:p w14:paraId="49AD27E5" w14:textId="4B584E7A" w:rsidR="0035531B" w:rsidRPr="00B057D3" w:rsidRDefault="0035531B" w:rsidP="00B057D3">
      <w:pPr>
        <w:pStyle w:val="Odrka1-1"/>
        <w:rPr>
          <w:b/>
        </w:rPr>
      </w:pPr>
      <w:r w:rsidRPr="00B057D3">
        <w:rPr>
          <w:b/>
        </w:rPr>
        <w:t>Odborná způsobilost:</w:t>
      </w:r>
    </w:p>
    <w:p w14:paraId="29F83B73" w14:textId="1369911F" w:rsidR="007E3940" w:rsidRPr="007E3940" w:rsidRDefault="007E3940" w:rsidP="007E3940">
      <w:pPr>
        <w:pStyle w:val="Odrka1-2-"/>
      </w:pPr>
      <w:r w:rsidRPr="007E3940">
        <w:t xml:space="preserve">Zadavatel požaduje předložení dokladu o autorizaci v rozsahu dle </w:t>
      </w:r>
      <w:r w:rsidRPr="00B057D3">
        <w:rPr>
          <w:b/>
        </w:rPr>
        <w:t xml:space="preserve">§ 5 odst. 3 písm. i) </w:t>
      </w:r>
      <w:r w:rsidR="001F124A" w:rsidRPr="00B057D3">
        <w:rPr>
          <w:b/>
        </w:rPr>
        <w:t>geotechnika</w:t>
      </w:r>
      <w:r w:rsidR="001F124A">
        <w:t xml:space="preserve"> </w:t>
      </w:r>
      <w:r w:rsidRPr="007E3940">
        <w:t>zákona č. 360/1992 Sb., o výkonu povolání autorizovaných architektů a o výkonu povolání autorizovaných inženýrů a techniků činných ve výstavbě, ve znění pozdějších předpisů.</w:t>
      </w:r>
    </w:p>
    <w:p w14:paraId="1E7A501C" w14:textId="77777777" w:rsidR="0022112B" w:rsidRPr="00BC6FD9" w:rsidRDefault="0022112B" w:rsidP="0022112B">
      <w:pPr>
        <w:pStyle w:val="Odrka1-2-"/>
      </w:pPr>
      <w:r w:rsidRPr="00BC6FD9">
        <w:t xml:space="preserve">Zadavatel požaduje předložení osvědčení o odborné způsobilosti podle </w:t>
      </w:r>
      <w:r w:rsidRPr="00B057D3">
        <w:rPr>
          <w:b/>
        </w:rPr>
        <w:t>§ 4 písm.</w:t>
      </w:r>
      <w:r w:rsidRPr="00BC6FD9">
        <w:t xml:space="preserve"> </w:t>
      </w:r>
      <w:r w:rsidRPr="00BC6FD9">
        <w:rPr>
          <w:b/>
        </w:rPr>
        <w:t>e)</w:t>
      </w:r>
      <w:r w:rsidRPr="00BC6FD9">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w:t>
      </w:r>
      <w:r w:rsidRPr="00B057D3">
        <w:rPr>
          <w:b/>
        </w:rPr>
        <w:t>§ 3 písm.</w:t>
      </w:r>
      <w:r w:rsidRPr="00BC6FD9">
        <w:t xml:space="preserve"> </w:t>
      </w:r>
      <w:r w:rsidRPr="00BC6FD9">
        <w:rPr>
          <w:rFonts w:eastAsia="Times New Roman" w:cs="Arial"/>
          <w:b/>
          <w:lang w:eastAsia="cs-CZ"/>
        </w:rPr>
        <w:t xml:space="preserve">f) </w:t>
      </w:r>
      <w:r w:rsidRPr="00BC6FD9">
        <w:rPr>
          <w:rFonts w:eastAsia="Times New Roman" w:cs="Arial"/>
          <w:lang w:eastAsia="cs-CZ"/>
        </w:rPr>
        <w:t>vrtání vrtů s délkou nad 30 m pro jiné účely než k činnostem uvedeným v § 2 a 3</w:t>
      </w:r>
      <w:r w:rsidRPr="00BC6FD9">
        <w:t>, zákona č. 61/1988 Sb., o hornické činnosti, výbušninách a o státní báňské správě, ve znění pozdějších předpisů.</w:t>
      </w:r>
    </w:p>
    <w:p w14:paraId="6584EAB3" w14:textId="799B6A73" w:rsidR="00BD5A0E" w:rsidRPr="002574AB" w:rsidRDefault="00BD5A0E" w:rsidP="00BD5A0E">
      <w:pPr>
        <w:pStyle w:val="Odrka1-2-"/>
      </w:pPr>
      <w:r w:rsidRPr="002574AB">
        <w:t xml:space="preserve">Zadavatel požaduje předložení osvědčení o odborné způsobilosti projektovat, provádět a vyhodnocovat geologické práce </w:t>
      </w:r>
      <w:r w:rsidRPr="002574AB">
        <w:rPr>
          <w:b/>
        </w:rPr>
        <w:t xml:space="preserve">v oboru </w:t>
      </w:r>
      <w:r w:rsidR="004B2760" w:rsidRPr="002574AB">
        <w:rPr>
          <w:b/>
        </w:rPr>
        <w:t xml:space="preserve">inženýrská </w:t>
      </w:r>
      <w:r w:rsidRPr="002574AB">
        <w:rPr>
          <w:b/>
        </w:rPr>
        <w:t>geologie</w:t>
      </w:r>
      <w:r w:rsidRPr="002574AB">
        <w:t xml:space="preserve"> podle ustanovení § 3 odst. 3 zákona č. 62/1988 Sb., o geologických pracích, ve znění pozdějších předpisů </w:t>
      </w:r>
      <w:r w:rsidR="00181760" w:rsidRPr="002574AB">
        <w:t>(dále jen „</w:t>
      </w:r>
      <w:r w:rsidR="00181760" w:rsidRPr="002574AB">
        <w:rPr>
          <w:b/>
        </w:rPr>
        <w:t>zákon o geologických pracích</w:t>
      </w:r>
      <w:r w:rsidR="00181760" w:rsidRPr="002574AB">
        <w:t xml:space="preserve">“) </w:t>
      </w:r>
      <w:r w:rsidRPr="002574AB">
        <w:t>a vyhlášky č. 206/2001 Sb., o osvědčení odborné způsobilosti projektovat, provádět a vyhodnocovat geologické práce.</w:t>
      </w:r>
    </w:p>
    <w:p w14:paraId="17CBDE67" w14:textId="56C317F5" w:rsidR="004B2760" w:rsidRDefault="004B2760" w:rsidP="004B2760">
      <w:pPr>
        <w:pStyle w:val="Odrka1-2-"/>
      </w:pPr>
      <w:r w:rsidRPr="002574AB">
        <w:t xml:space="preserve">Zadavatel požaduje předložení osvědčení o odborné způsobilosti projektovat, provádět a vyhodnocovat geologické práce </w:t>
      </w:r>
      <w:r w:rsidRPr="002574AB">
        <w:rPr>
          <w:b/>
        </w:rPr>
        <w:t>v oboru hydrogeologie</w:t>
      </w:r>
      <w:r w:rsidRPr="002574AB">
        <w:t xml:space="preserve"> podle ustanovení § 3 odst. 3 zákona o geologických pracích a vyhlášky č. 206/2001 Sb., o osvědčení odborné způsobilosti projektovat, provádět a vyhodnocovat geologické práce.</w:t>
      </w:r>
    </w:p>
    <w:p w14:paraId="157B0087" w14:textId="3B1845BE" w:rsidR="002574AB" w:rsidRPr="002574AB" w:rsidRDefault="002574AB" w:rsidP="00C773E8">
      <w:pPr>
        <w:pStyle w:val="Odrka1-2-"/>
      </w:pPr>
      <w:r w:rsidRPr="002574AB">
        <w:t xml:space="preserve">Zadavatel požaduje předložení osvědčení o odborné způsobilosti projektovat, provádět a vyhodnocovat geologické práce </w:t>
      </w:r>
      <w:r w:rsidRPr="002574AB">
        <w:rPr>
          <w:b/>
        </w:rPr>
        <w:t xml:space="preserve">v oboru </w:t>
      </w:r>
      <w:r>
        <w:rPr>
          <w:b/>
        </w:rPr>
        <w:t>geofyzika</w:t>
      </w:r>
      <w:r w:rsidRPr="002574AB">
        <w:t xml:space="preserve"> podle ustanovení § 3 odst. 3 zákona o geologických pracích a vyhlášky č. 206/2001 Sb., o osvědčení odborné způsobilosti projektovat, provádět a vyhodnocovat geologické práce.</w:t>
      </w:r>
    </w:p>
    <w:p w14:paraId="79C6FAD5" w14:textId="15FE44DC" w:rsidR="00FD1E5D" w:rsidRPr="00FD1E5D" w:rsidRDefault="00FD1E5D" w:rsidP="00FD1E5D">
      <w:pPr>
        <w:pStyle w:val="Odrka1-2-"/>
      </w:pPr>
      <w:r w:rsidRPr="00FD1E5D">
        <w:t xml:space="preserve">Zadavatel požaduje předložení autorizace pro ověřování výsledků zeměměřických činností v rozsahu dle </w:t>
      </w:r>
      <w:r w:rsidRPr="00FD1E5D">
        <w:rPr>
          <w:b/>
        </w:rPr>
        <w:t>§ 16f odst. 1 písm.</w:t>
      </w:r>
      <w:r w:rsidRPr="00FD1E5D">
        <w:t xml:space="preserve"> </w:t>
      </w:r>
      <w:r w:rsidRPr="00FD1E5D">
        <w:rPr>
          <w:b/>
        </w:rPr>
        <w:t xml:space="preserve">a) </w:t>
      </w:r>
      <w:r w:rsidRPr="00FD1E5D">
        <w:t>a</w:t>
      </w:r>
      <w:r w:rsidRPr="00FD1E5D">
        <w:rPr>
          <w:b/>
        </w:rPr>
        <w:t xml:space="preserve"> c)</w:t>
      </w:r>
      <w:r w:rsidRPr="00FD1E5D">
        <w:t xml:space="preserve"> zákona č.</w:t>
      </w:r>
      <w:r w:rsidR="00667770">
        <w:t> </w:t>
      </w:r>
      <w:r w:rsidRPr="00FD1E5D">
        <w:t>200/1994 Sb., o zeměměřictví a o změně a doplnění některých zákonů souvisejících s jeho zavedením, ve znění pozdějších předpisů (dále jen „</w:t>
      </w:r>
      <w:r w:rsidRPr="00FD1E5D">
        <w:rPr>
          <w:b/>
        </w:rPr>
        <w:t>zákon o zeměměřictví</w:t>
      </w:r>
      <w:r w:rsidRPr="00FD1E5D">
        <w:t>“).</w:t>
      </w:r>
    </w:p>
    <w:p w14:paraId="2D0AB946" w14:textId="0408522A" w:rsidR="00BD5A0E" w:rsidRPr="00B22327" w:rsidRDefault="00BD5A0E" w:rsidP="00BD5A0E">
      <w:pPr>
        <w:pStyle w:val="Odrka1-2-"/>
        <w:numPr>
          <w:ilvl w:val="0"/>
          <w:numId w:val="0"/>
        </w:numPr>
        <w:ind w:left="1077"/>
      </w:pPr>
      <w:r w:rsidRPr="00B22327">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4B838961" w:rsidR="00BD5A0E" w:rsidRDefault="00BD5A0E" w:rsidP="00BD5A0E">
      <w:pPr>
        <w:pStyle w:val="Odrka1-2-"/>
        <w:numPr>
          <w:ilvl w:val="0"/>
          <w:numId w:val="0"/>
        </w:numPr>
        <w:ind w:left="1077"/>
      </w:pPr>
      <w:r w:rsidRPr="00B057D3">
        <w:t>Doklady k prokázání profesní způsobilosti dodavatel v rámci nabídky nemusí předložit, pokud právní předpisy v zemi jeho sídla obdobnou profesní způsobilost nevyžadují.</w:t>
      </w:r>
    </w:p>
    <w:p w14:paraId="343D75A0" w14:textId="77777777" w:rsidR="00A15641" w:rsidRPr="006142CD" w:rsidRDefault="00A15641" w:rsidP="00B057D3">
      <w:pPr>
        <w:pStyle w:val="Odrka1-2-"/>
        <w:numPr>
          <w:ilvl w:val="0"/>
          <w:numId w:val="0"/>
        </w:numPr>
        <w:rPr>
          <w:color w:val="FF0000"/>
        </w:rPr>
      </w:pPr>
    </w:p>
    <w:p w14:paraId="34D64561" w14:textId="15CAEE90" w:rsidR="0035531B" w:rsidRPr="00B447D1" w:rsidRDefault="0035531B" w:rsidP="00392730">
      <w:pPr>
        <w:pStyle w:val="Text1-1"/>
        <w:rPr>
          <w:rStyle w:val="Tun9b"/>
        </w:rPr>
      </w:pPr>
      <w:r w:rsidRPr="00B447D1">
        <w:rPr>
          <w:rStyle w:val="Tun9b"/>
        </w:rPr>
        <w:t xml:space="preserve">Technická kvalifikace – </w:t>
      </w:r>
      <w:r w:rsidR="00392730" w:rsidRPr="00B447D1">
        <w:rPr>
          <w:rStyle w:val="Tun9b"/>
        </w:rPr>
        <w:t xml:space="preserve">seznam významných </w:t>
      </w:r>
      <w:r w:rsidR="00250B27" w:rsidRPr="00B447D1">
        <w:rPr>
          <w:rStyle w:val="Tun9b"/>
        </w:rPr>
        <w:t>služeb</w:t>
      </w:r>
      <w:r w:rsidRPr="00B447D1">
        <w:rPr>
          <w:rStyle w:val="Tun9b"/>
        </w:rPr>
        <w:t>:</w:t>
      </w:r>
    </w:p>
    <w:p w14:paraId="688025D2" w14:textId="6C2B9EE3" w:rsidR="007331FF" w:rsidRPr="00B447D1" w:rsidRDefault="007331FF" w:rsidP="007331FF">
      <w:pPr>
        <w:spacing w:after="120"/>
        <w:ind w:left="737"/>
        <w:jc w:val="both"/>
      </w:pPr>
      <w:r w:rsidRPr="00B447D1">
        <w:t xml:space="preserve">Zadavatel požaduje předložení seznamu ukončených významných </w:t>
      </w:r>
      <w:r w:rsidR="00F70AFF" w:rsidRPr="00B447D1">
        <w:t>služeb</w:t>
      </w:r>
      <w:r w:rsidRPr="00B447D1">
        <w:t xml:space="preserve"> poskytnutých dodavatelem </w:t>
      </w:r>
      <w:r w:rsidRPr="002D2FB3">
        <w:rPr>
          <w:b/>
        </w:rPr>
        <w:t xml:space="preserve">v posledních </w:t>
      </w:r>
      <w:r w:rsidR="00B447D1" w:rsidRPr="002D2FB3">
        <w:rPr>
          <w:b/>
        </w:rPr>
        <w:t>10</w:t>
      </w:r>
      <w:r w:rsidR="00083C72" w:rsidRPr="002D2FB3">
        <w:rPr>
          <w:b/>
        </w:rPr>
        <w:t xml:space="preserve"> </w:t>
      </w:r>
      <w:r w:rsidRPr="002D2FB3">
        <w:rPr>
          <w:b/>
        </w:rPr>
        <w:t>letech</w:t>
      </w:r>
      <w:r w:rsidRPr="00B447D1">
        <w:t xml:space="preserve"> před zahájením zadávacího řízení</w:t>
      </w:r>
      <w:r w:rsidRPr="00070026">
        <w:t xml:space="preserve">. </w:t>
      </w:r>
      <w:r w:rsidR="00020014" w:rsidRPr="00070026">
        <w:t>Pro odstranění pochybností zadavatel uvádí, že pro účely stanovení technické kvalifikace – seznamu významných služeb jsou dále v textu tohoto článku požadavky zadavatele označeny jako „významné služby“, ať již spočívaly v provedení služeb či případně stavebních prací.</w:t>
      </w:r>
    </w:p>
    <w:p w14:paraId="59838AAE" w14:textId="4094F54F" w:rsidR="00FE1300" w:rsidRPr="00A041BD" w:rsidRDefault="004B0397" w:rsidP="00FE1300">
      <w:pPr>
        <w:pStyle w:val="Textbezslovn"/>
      </w:pPr>
      <w:r w:rsidRPr="002D2FB3">
        <w:t xml:space="preserve">Dodavatel musí informacemi uvedenými v předloženém seznamu významných </w:t>
      </w:r>
      <w:r w:rsidR="00F70AFF" w:rsidRPr="002D2FB3">
        <w:t>služeb</w:t>
      </w:r>
      <w:r w:rsidRPr="002D2FB3">
        <w:t xml:space="preserve"> prokázat, že </w:t>
      </w:r>
      <w:r w:rsidRPr="007E64D5">
        <w:rPr>
          <w:b/>
        </w:rPr>
        <w:t>v uvedeném období poskytl</w:t>
      </w:r>
      <w:r w:rsidRPr="002D2FB3">
        <w:t xml:space="preserve"> </w:t>
      </w:r>
      <w:r w:rsidR="00197C78" w:rsidRPr="00197C78">
        <w:rPr>
          <w:b/>
        </w:rPr>
        <w:t>nejméně dvě</w:t>
      </w:r>
      <w:r w:rsidR="00197C78">
        <w:t xml:space="preserve"> </w:t>
      </w:r>
      <w:r w:rsidRPr="002D2FB3">
        <w:t xml:space="preserve">takové významné </w:t>
      </w:r>
      <w:r w:rsidR="00F70AFF" w:rsidRPr="002D2FB3">
        <w:t>služby</w:t>
      </w:r>
      <w:r w:rsidRPr="002D2FB3">
        <w:t xml:space="preserve">, </w:t>
      </w:r>
      <w:r w:rsidR="00197C78" w:rsidRPr="00197C78">
        <w:t xml:space="preserve">přičemž hodnota alespoň jedné </w:t>
      </w:r>
      <w:r w:rsidR="00197C78">
        <w:t xml:space="preserve">významné služby </w:t>
      </w:r>
      <w:r w:rsidR="00197C78" w:rsidRPr="00197C78">
        <w:t xml:space="preserve">musí, včetně případných poddodávek, činit </w:t>
      </w:r>
      <w:r w:rsidR="00197C78" w:rsidRPr="00D46DAD">
        <w:rPr>
          <w:b/>
        </w:rPr>
        <w:t>alespoň 30 mil. Kč bez DPH</w:t>
      </w:r>
      <w:r w:rsidR="00197C78">
        <w:t>,</w:t>
      </w:r>
      <w:r w:rsidR="00197C78" w:rsidRPr="00197C78">
        <w:t xml:space="preserve"> </w:t>
      </w:r>
      <w:r w:rsidRPr="002D2FB3">
        <w:t xml:space="preserve">jejichž předmětem byly </w:t>
      </w:r>
      <w:r w:rsidR="00FE1300">
        <w:t xml:space="preserve">minimálně </w:t>
      </w:r>
      <w:r w:rsidRPr="002D2FB3">
        <w:t>následující činnosti</w:t>
      </w:r>
      <w:r w:rsidR="00FE1300">
        <w:t xml:space="preserve"> </w:t>
      </w:r>
      <w:r w:rsidR="00FE1300" w:rsidRPr="00A041BD">
        <w:t>(umožněno dohromady i zvlášť pro jednotlivé zakázky):</w:t>
      </w:r>
    </w:p>
    <w:p w14:paraId="6D728A79" w14:textId="16934C34" w:rsidR="002D2FB3" w:rsidRPr="00D00C47" w:rsidRDefault="002D2FB3" w:rsidP="002D2FB3">
      <w:pPr>
        <w:pStyle w:val="Textbezslovn"/>
        <w:numPr>
          <w:ilvl w:val="2"/>
          <w:numId w:val="35"/>
        </w:numPr>
        <w:ind w:left="1985"/>
      </w:pPr>
      <w:bookmarkStart w:id="109" w:name="_Hlk118898329"/>
      <w:r w:rsidRPr="00D00C47">
        <w:t xml:space="preserve">jádrové vrtání v krystalických horninách </w:t>
      </w:r>
      <w:del w:id="110" w:author="vyznačené změny" w:date="2024-06-10T14:58:00Z" w16du:dateUtc="2024-06-10T12:58:00Z">
        <w:r w:rsidRPr="00D00C47">
          <w:delText>do hloubky</w:delText>
        </w:r>
      </w:del>
      <w:ins w:id="111" w:author="vyznačené změny" w:date="2024-06-10T14:58:00Z" w16du:dateUtc="2024-06-10T12:58:00Z">
        <w:r w:rsidR="00827C0B">
          <w:t>délk</w:t>
        </w:r>
        <w:r w:rsidR="00A807AD">
          <w:t>y</w:t>
        </w:r>
        <w:r w:rsidR="00827C0B">
          <w:t xml:space="preserve"> vrtu</w:t>
        </w:r>
      </w:ins>
      <w:r w:rsidRPr="00D00C47">
        <w:t xml:space="preserve"> min. 250 m</w:t>
      </w:r>
      <w:bookmarkEnd w:id="109"/>
      <w:r w:rsidRPr="00D00C47">
        <w:t>,</w:t>
      </w:r>
    </w:p>
    <w:p w14:paraId="5E3738FE" w14:textId="77777777" w:rsidR="002D2FB3" w:rsidRPr="00D00C47" w:rsidRDefault="002D2FB3" w:rsidP="002D2FB3">
      <w:pPr>
        <w:pStyle w:val="Textbezslovn"/>
        <w:numPr>
          <w:ilvl w:val="2"/>
          <w:numId w:val="35"/>
        </w:numPr>
        <w:ind w:left="1985"/>
      </w:pPr>
      <w:r w:rsidRPr="00D00C47">
        <w:t>provedení šikmých vrtů délky min. 250 m,</w:t>
      </w:r>
    </w:p>
    <w:p w14:paraId="07925DFD" w14:textId="2CAC6FA9" w:rsidR="002D2FB3" w:rsidRPr="00070026" w:rsidRDefault="002D2FB3" w:rsidP="002D2FB3">
      <w:pPr>
        <w:pStyle w:val="Textbezslovn"/>
        <w:numPr>
          <w:ilvl w:val="2"/>
          <w:numId w:val="35"/>
        </w:numPr>
        <w:ind w:left="1985"/>
      </w:pPr>
      <w:r w:rsidRPr="00070026">
        <w:t>realizace jádro</w:t>
      </w:r>
      <w:r w:rsidR="00513BDB" w:rsidRPr="00070026">
        <w:t xml:space="preserve">vých vrtů </w:t>
      </w:r>
      <w:r w:rsidR="00F364CE">
        <w:t>s </w:t>
      </w:r>
      <w:del w:id="112" w:author="vyznačené změny" w:date="2024-06-10T14:58:00Z" w16du:dateUtc="2024-06-10T12:58:00Z">
        <w:r w:rsidR="00F364CE">
          <w:delText xml:space="preserve">vrtným </w:delText>
        </w:r>
      </w:del>
      <w:r w:rsidR="00F364CE">
        <w:t>průměrem</w:t>
      </w:r>
      <w:r w:rsidR="00513BDB" w:rsidRPr="00070026">
        <w:t xml:space="preserve"> </w:t>
      </w:r>
      <w:ins w:id="113" w:author="vyznačené změny" w:date="2024-06-10T14:58:00Z" w16du:dateUtc="2024-06-10T12:58:00Z">
        <w:r w:rsidR="002629E0">
          <w:t xml:space="preserve">jádra </w:t>
        </w:r>
      </w:ins>
      <w:r w:rsidR="006F4E62">
        <w:t xml:space="preserve">minimálně </w:t>
      </w:r>
      <w:r w:rsidR="00513BDB" w:rsidRPr="00F364CE">
        <w:t xml:space="preserve">DN </w:t>
      </w:r>
      <w:del w:id="114" w:author="vyznačené změny" w:date="2024-06-10T14:58:00Z" w16du:dateUtc="2024-06-10T12:58:00Z">
        <w:r w:rsidR="00513BDB" w:rsidRPr="00B057D3">
          <w:delText>7</w:delText>
        </w:r>
        <w:r w:rsidR="00F364CE" w:rsidRPr="00B057D3">
          <w:delText>6</w:delText>
        </w:r>
      </w:del>
      <w:ins w:id="115" w:author="vyznačené změny" w:date="2024-06-10T14:58:00Z" w16du:dateUtc="2024-06-10T12:58:00Z">
        <w:r w:rsidR="00513BDB" w:rsidRPr="00B057D3">
          <w:t>7</w:t>
        </w:r>
        <w:r w:rsidR="00A62E43">
          <w:t>5</w:t>
        </w:r>
      </w:ins>
      <w:r w:rsidRPr="00B057D3">
        <w:t xml:space="preserve"> mm</w:t>
      </w:r>
      <w:r w:rsidRPr="00070026">
        <w:t>,</w:t>
      </w:r>
    </w:p>
    <w:p w14:paraId="152C741A" w14:textId="6E447F08" w:rsidR="002D2FB3" w:rsidRPr="00D00C47" w:rsidRDefault="002D2FB3" w:rsidP="002D2FB3">
      <w:pPr>
        <w:pStyle w:val="Textbezslovn"/>
        <w:numPr>
          <w:ilvl w:val="2"/>
          <w:numId w:val="35"/>
        </w:numPr>
        <w:ind w:left="1985"/>
      </w:pPr>
      <w:r w:rsidRPr="00D00C47">
        <w:t xml:space="preserve">hydrogeologický monitoring ve vrtech </w:t>
      </w:r>
      <w:del w:id="116" w:author="vyznačené změny" w:date="2024-06-10T14:58:00Z" w16du:dateUtc="2024-06-10T12:58:00Z">
        <w:r w:rsidRPr="00D00C47">
          <w:delText>hloubky</w:delText>
        </w:r>
      </w:del>
      <w:ins w:id="117" w:author="vyznačené změny" w:date="2024-06-10T14:58:00Z" w16du:dateUtc="2024-06-10T12:58:00Z">
        <w:r w:rsidR="00827C0B">
          <w:t>délky</w:t>
        </w:r>
      </w:ins>
      <w:r w:rsidRPr="00D00C47">
        <w:t xml:space="preserve"> min. 250 m,</w:t>
      </w:r>
    </w:p>
    <w:p w14:paraId="656EBDF8" w14:textId="0B9DF8DE" w:rsidR="002D2FB3" w:rsidRPr="00D00C47" w:rsidRDefault="002D2FB3" w:rsidP="002D2FB3">
      <w:pPr>
        <w:pStyle w:val="Textbezslovn"/>
        <w:numPr>
          <w:ilvl w:val="2"/>
          <w:numId w:val="35"/>
        </w:numPr>
        <w:ind w:left="1985"/>
      </w:pPr>
      <w:bookmarkStart w:id="118" w:name="_Hlk118898350"/>
      <w:r w:rsidRPr="00D00C47">
        <w:t xml:space="preserve">inženýrsko-geologický průzkum s celkovou hodnotou provedení inženýrsko-geologických prací min. 10 mil. Kč bez DPH v rámci jednotlivé </w:t>
      </w:r>
      <w:r w:rsidR="00026693" w:rsidRPr="00D00C47">
        <w:t>významné služby</w:t>
      </w:r>
      <w:r w:rsidRPr="00D00C47">
        <w:t>,</w:t>
      </w:r>
    </w:p>
    <w:bookmarkEnd w:id="118"/>
    <w:p w14:paraId="647AB998" w14:textId="5D1AD6B4" w:rsidR="002D2FB3" w:rsidRPr="00D00C47" w:rsidRDefault="002D2FB3" w:rsidP="002D2FB3">
      <w:pPr>
        <w:pStyle w:val="Textbezslovn"/>
        <w:numPr>
          <w:ilvl w:val="2"/>
          <w:numId w:val="35"/>
        </w:numPr>
        <w:ind w:left="1985"/>
      </w:pPr>
      <w:r w:rsidRPr="00D00C47">
        <w:t xml:space="preserve">hydrogeologický průzkum s celkovou hodnotou provedení hydrogeologických prací min. 3 mil. Kč bez DPH v rámci jednotlivé </w:t>
      </w:r>
      <w:r w:rsidR="00026693" w:rsidRPr="00D00C47">
        <w:t>významné služby,</w:t>
      </w:r>
    </w:p>
    <w:p w14:paraId="532EE8A4" w14:textId="54CA5189" w:rsidR="002D2FB3" w:rsidRPr="00D00C47" w:rsidRDefault="002D2FB3" w:rsidP="002D2FB3">
      <w:pPr>
        <w:pStyle w:val="Textbezslovn"/>
        <w:numPr>
          <w:ilvl w:val="2"/>
          <w:numId w:val="35"/>
        </w:numPr>
        <w:ind w:left="1985"/>
      </w:pPr>
      <w:r w:rsidRPr="00D00C47">
        <w:t xml:space="preserve">karotážní měření ve vrtech </w:t>
      </w:r>
      <w:del w:id="119" w:author="vyznačené změny" w:date="2024-06-10T14:58:00Z" w16du:dateUtc="2024-06-10T12:58:00Z">
        <w:r w:rsidRPr="00D00C47">
          <w:delText>hloubky</w:delText>
        </w:r>
      </w:del>
      <w:ins w:id="120" w:author="vyznačené změny" w:date="2024-06-10T14:58:00Z" w16du:dateUtc="2024-06-10T12:58:00Z">
        <w:r w:rsidR="00827C0B">
          <w:t>délky</w:t>
        </w:r>
      </w:ins>
      <w:r w:rsidRPr="00D00C47">
        <w:t xml:space="preserve"> min. 250 m.  </w:t>
      </w:r>
    </w:p>
    <w:p w14:paraId="40658163" w14:textId="1598A65D" w:rsidR="00E07F07" w:rsidRDefault="00E07F07" w:rsidP="007331FF">
      <w:pPr>
        <w:spacing w:after="120"/>
        <w:ind w:left="737"/>
        <w:jc w:val="both"/>
      </w:pPr>
      <w:bookmarkStart w:id="121" w:name="_Hlk115714167"/>
      <w:r w:rsidRPr="00E07F07">
        <w:t>Hodnotou významných služeb se pro účely posouzení splnění kritérií technické kvalifikace rozumí cena, za kterou dodavatel provedl předmětné služby; tato cena nebude upravována o míru inflace tak, aby odpovídala současným hodnotám služeb.</w:t>
      </w:r>
    </w:p>
    <w:p w14:paraId="489BD1E5" w14:textId="02F30723" w:rsidR="008C76F1" w:rsidRPr="00BD0919" w:rsidRDefault="008C76F1" w:rsidP="007331FF">
      <w:pPr>
        <w:spacing w:after="120"/>
        <w:ind w:left="737"/>
        <w:jc w:val="both"/>
      </w:pPr>
      <w:r w:rsidRPr="008C76F1">
        <w:t>Jako významnou službu nelze doložit samotné uzavření rámcové dohody s objednatelem, v takovém případě je třeba doložit konkrétní služby realizované dle dílčích smluv (objednávek) uzavřených na základě rámcové dohody.</w:t>
      </w:r>
    </w:p>
    <w:p w14:paraId="2CF69857" w14:textId="2B200AD9" w:rsidR="007331FF" w:rsidRPr="008C76F1" w:rsidRDefault="007331FF" w:rsidP="007331FF">
      <w:pPr>
        <w:spacing w:after="120"/>
        <w:ind w:left="737"/>
        <w:jc w:val="both"/>
      </w:pPr>
      <w:r w:rsidRPr="008C76F1">
        <w:t xml:space="preserve">Seznam významných </w:t>
      </w:r>
      <w:r w:rsidR="00F70AFF" w:rsidRPr="008C76F1">
        <w:t>služeb</w:t>
      </w:r>
      <w:r w:rsidRPr="008C76F1">
        <w:t xml:space="preserve"> bude předložen ve formě vzorového formuláře obsaženého v Příloze č. 4 těchto Pokynů</w:t>
      </w:r>
      <w:bookmarkEnd w:id="121"/>
      <w:r w:rsidRPr="008C76F1">
        <w:t xml:space="preserve">. V předloženém seznamu musí být uvedeny všechny požadované údaje, zejména název významné </w:t>
      </w:r>
      <w:r w:rsidR="00F70AFF" w:rsidRPr="008C76F1">
        <w:t>služby</w:t>
      </w:r>
      <w:r w:rsidRPr="008C76F1">
        <w:t xml:space="preserve">, předmět plnění s uvedením zadavatelem shora požadovaných údajů, cena, doba poskytnutí významné </w:t>
      </w:r>
      <w:r w:rsidR="00F70AFF" w:rsidRPr="008C76F1">
        <w:t>služby</w:t>
      </w:r>
      <w:r w:rsidRPr="008C76F1">
        <w:t xml:space="preserve">, identifikace objednatele a kontaktní údaje na osobu na straně objednatele, u níž je možné ověřit rozhodné skutečnosti ohledně realizované významné </w:t>
      </w:r>
      <w:r w:rsidR="00F70AFF" w:rsidRPr="008C76F1">
        <w:t>služby</w:t>
      </w:r>
      <w:r w:rsidRPr="008C76F1">
        <w:t>. Seznam musí být předložen i v případě, že byla objednatelem Správa železnic, státní organizace. Zadavatel si vyhrazuje právo ověřit správnost údajů uvedených v seznamu významných služeb.</w:t>
      </w:r>
    </w:p>
    <w:p w14:paraId="0B3F1DFF" w14:textId="70A6E9E1" w:rsidR="007331FF" w:rsidRPr="008C76F1" w:rsidRDefault="007331FF" w:rsidP="007331FF">
      <w:pPr>
        <w:spacing w:after="120"/>
        <w:ind w:left="737"/>
        <w:jc w:val="both"/>
      </w:pPr>
      <w:r w:rsidRPr="008C76F1">
        <w:t xml:space="preserve">Doba </w:t>
      </w:r>
      <w:r w:rsidR="008C76F1" w:rsidRPr="008C76F1">
        <w:t>10</w:t>
      </w:r>
      <w:r w:rsidR="00BD445B" w:rsidRPr="008C76F1">
        <w:t xml:space="preserve"> </w:t>
      </w:r>
      <w:r w:rsidR="00091B1F">
        <w:t xml:space="preserve">let </w:t>
      </w:r>
      <w:r w:rsidR="00EE7EE1">
        <w:t>před zahájením zadávacího řízení</w:t>
      </w:r>
      <w:del w:id="122" w:author="vyznačené změny" w:date="2024-06-10T14:58:00Z" w16du:dateUtc="2024-06-10T12:58:00Z">
        <w:r w:rsidR="00EE7EE1">
          <w:delText xml:space="preserve"> </w:delText>
        </w:r>
        <w:r w:rsidRPr="008C76F1">
          <w:delText>let</w:delText>
        </w:r>
      </w:del>
      <w:r w:rsidR="00EE7EE1">
        <w:t xml:space="preserve"> </w:t>
      </w:r>
      <w:r w:rsidRPr="008C76F1">
        <w:t xml:space="preserve">se považuje za splněnou, pokud byly významné </w:t>
      </w:r>
      <w:r w:rsidR="00F70AFF" w:rsidRPr="008C76F1">
        <w:t>služby</w:t>
      </w:r>
      <w:r w:rsidRPr="008C76F1">
        <w:t xml:space="preserve"> v průběhu této doby dokončeny a pro prokázání kvalifikace postačuje, aby požadované minimální hodnoty </w:t>
      </w:r>
      <w:r w:rsidR="002D3BBD" w:rsidRPr="008C76F1">
        <w:t xml:space="preserve">v rámci doložených </w:t>
      </w:r>
      <w:r w:rsidRPr="008C76F1">
        <w:t xml:space="preserve">významných </w:t>
      </w:r>
      <w:r w:rsidR="00F70AFF" w:rsidRPr="008C76F1">
        <w:t>služeb</w:t>
      </w:r>
      <w:r w:rsidRPr="008C76F1">
        <w:t xml:space="preserve"> </w:t>
      </w:r>
      <w:r w:rsidR="00AB69CE" w:rsidRPr="008C76F1">
        <w:t xml:space="preserve">byly </w:t>
      </w:r>
      <w:r w:rsidRPr="008C76F1">
        <w:t xml:space="preserve">dosaženy za celou dobu poskytování významných </w:t>
      </w:r>
      <w:r w:rsidR="00F70AFF" w:rsidRPr="008C76F1">
        <w:t>služeb</w:t>
      </w:r>
      <w:r w:rsidRPr="008C76F1">
        <w:t xml:space="preserve">, nikoliv pouze v průběhu posledních </w:t>
      </w:r>
      <w:r w:rsidR="00E07F07">
        <w:t>10</w:t>
      </w:r>
      <w:r w:rsidR="00BD445B" w:rsidRPr="008C76F1">
        <w:t xml:space="preserve"> </w:t>
      </w:r>
      <w:r w:rsidRPr="008C76F1">
        <w:t xml:space="preserve">let před zahájením zadávacího řízení. </w:t>
      </w:r>
    </w:p>
    <w:p w14:paraId="0F6E7D32" w14:textId="5363E7BC" w:rsidR="007331FF" w:rsidRPr="00E07F07" w:rsidRDefault="007331FF" w:rsidP="007331FF">
      <w:pPr>
        <w:spacing w:after="120"/>
        <w:ind w:left="737"/>
        <w:jc w:val="both"/>
      </w:pPr>
      <w:r w:rsidRPr="00E07F07">
        <w:t xml:space="preserve">V případě, že byla významná </w:t>
      </w:r>
      <w:r w:rsidR="00F70AFF" w:rsidRPr="00E07F07">
        <w:t>služba</w:t>
      </w:r>
      <w:r w:rsidRPr="00E07F07">
        <w:t>, resp. činnost součástí rozsáhlejšího plnění pro objednatele</w:t>
      </w:r>
      <w:r w:rsidR="00EF19B1" w:rsidRPr="00E07F07">
        <w:t>,</w:t>
      </w:r>
      <w:r w:rsidRPr="00E07F07">
        <w:t xml:space="preserve"> postačí, pokud je v uvedené době dokončeno plnění v rozsahu </w:t>
      </w:r>
      <w:r w:rsidR="00F3003E" w:rsidRPr="00E07F07">
        <w:t xml:space="preserve">požadované </w:t>
      </w:r>
      <w:r w:rsidRPr="00E07F07">
        <w:t xml:space="preserve">činnosti s tím, že </w:t>
      </w:r>
      <w:r w:rsidR="00F70AFF" w:rsidRPr="00E07F07">
        <w:t>služba</w:t>
      </w:r>
      <w:r w:rsidRPr="00E07F07">
        <w:t xml:space="preserve"> jako celek dokončena není; zároveň však platí, že nestačí (tj. nepovažuje se za plnění dokončené v požadované době), pokud je v posledních </w:t>
      </w:r>
      <w:r w:rsidR="00E07F07" w:rsidRPr="00E07F07">
        <w:t xml:space="preserve">10 </w:t>
      </w:r>
      <w:r w:rsidRPr="00E07F07">
        <w:t xml:space="preserve">letech dokončena </w:t>
      </w:r>
      <w:r w:rsidR="00F70AFF" w:rsidRPr="00E07F07">
        <w:t>služba</w:t>
      </w:r>
      <w:r w:rsidRPr="00E07F07">
        <w:t xml:space="preserve"> rozsáhlejšího plnění jako celek, avšak plnění v</w:t>
      </w:r>
      <w:r w:rsidR="00F3003E" w:rsidRPr="00E07F07">
        <w:t> </w:t>
      </w:r>
      <w:r w:rsidRPr="00E07F07">
        <w:t>rozsahu</w:t>
      </w:r>
      <w:r w:rsidR="00F3003E" w:rsidRPr="00E07F07">
        <w:t xml:space="preserve"> požadované</w:t>
      </w:r>
      <w:r w:rsidR="00810083" w:rsidRPr="00E07F07">
        <w:t xml:space="preserve"> </w:t>
      </w:r>
      <w:r w:rsidRPr="00E07F07">
        <w:t xml:space="preserve">činnosti bylo dokončeno dříve než před </w:t>
      </w:r>
      <w:r w:rsidR="00E07F07" w:rsidRPr="00E07F07">
        <w:t>10</w:t>
      </w:r>
      <w:r w:rsidR="00BD445B" w:rsidRPr="00E07F07">
        <w:t xml:space="preserve"> </w:t>
      </w:r>
      <w:r w:rsidRPr="00E07F07">
        <w:t xml:space="preserve">lety. Je-li </w:t>
      </w:r>
      <w:r w:rsidR="00F3003E" w:rsidRPr="00E07F07">
        <w:t xml:space="preserve">významná </w:t>
      </w:r>
      <w:r w:rsidR="00F70AFF" w:rsidRPr="00E07F07">
        <w:t>služba</w:t>
      </w:r>
      <w:r w:rsidRPr="00E07F07">
        <w:t xml:space="preserve"> součástí rozsáhlejšího plnění pro téhož dodavatele, je pro prokázání splnění kvalifikace relevantní pouze ta jeho část, která odpovídá zadavatelem stanovené minimální úrovni významné </w:t>
      </w:r>
      <w:r w:rsidR="00F304AC" w:rsidRPr="00E07F07">
        <w:t>služby</w:t>
      </w:r>
      <w:r w:rsidR="00F3003E" w:rsidRPr="00E07F07">
        <w:t xml:space="preserve">. </w:t>
      </w:r>
      <w:r w:rsidRPr="00E07F07">
        <w:t xml:space="preserve">Zadavatel upozorňuje, že z předloženého seznamu musí pro potřeby posouzení kvalifikace konkrétně vyplývat, jaká byla cena té části plnění, které obsahově odpovídá zadavatelem stanovené minimální úrovni významné </w:t>
      </w:r>
      <w:r w:rsidR="00F304AC" w:rsidRPr="00E07F07">
        <w:t>služby</w:t>
      </w:r>
      <w:r w:rsidRPr="00E07F07">
        <w:t>, a v jakém časovém období byly tyto konkrétní činnosti poskytovány.</w:t>
      </w:r>
    </w:p>
    <w:p w14:paraId="622AF9F0" w14:textId="7F73B15B" w:rsidR="007331FF" w:rsidRPr="00E07F07" w:rsidRDefault="007331FF" w:rsidP="007331FF">
      <w:pPr>
        <w:spacing w:after="120"/>
        <w:ind w:left="737"/>
        <w:jc w:val="both"/>
      </w:pPr>
      <w:r w:rsidRPr="00E07F07">
        <w:t xml:space="preserve">Dodavatel může použít k prokázání splnění kritéria kvalifikace týkajícího se požadavku na předložení seznamu </w:t>
      </w:r>
      <w:r w:rsidR="005D0F8C" w:rsidRPr="00E07F07">
        <w:t>významných služeb</w:t>
      </w:r>
      <w:r w:rsidRPr="00E07F07">
        <w:t xml:space="preserve"> i takové významné </w:t>
      </w:r>
      <w:r w:rsidR="005D0F8C" w:rsidRPr="00E07F07">
        <w:t>služby</w:t>
      </w:r>
      <w:r w:rsidRPr="00E07F07">
        <w:t>, které poskytl</w:t>
      </w:r>
    </w:p>
    <w:p w14:paraId="25C34671" w14:textId="1467F7C2" w:rsidR="007331FF" w:rsidRPr="00E07F07" w:rsidRDefault="007331FF" w:rsidP="007331FF">
      <w:pPr>
        <w:numPr>
          <w:ilvl w:val="0"/>
          <w:numId w:val="20"/>
        </w:numPr>
        <w:spacing w:after="0"/>
        <w:jc w:val="both"/>
      </w:pPr>
      <w:r w:rsidRPr="00E07F07">
        <w:t xml:space="preserve">společně s jinými dodavateli, a to v rozsahu, v jakém se na plnění </w:t>
      </w:r>
      <w:r w:rsidR="005D0F8C" w:rsidRPr="00E07F07">
        <w:t>služby</w:t>
      </w:r>
      <w:r w:rsidRPr="00E07F07">
        <w:t xml:space="preserve"> podílel, nebo</w:t>
      </w:r>
    </w:p>
    <w:p w14:paraId="4F721B8A" w14:textId="73987F27" w:rsidR="007331FF" w:rsidRPr="00E07F07" w:rsidRDefault="007331FF" w:rsidP="007331FF">
      <w:pPr>
        <w:numPr>
          <w:ilvl w:val="0"/>
          <w:numId w:val="20"/>
        </w:numPr>
        <w:spacing w:after="120"/>
        <w:jc w:val="both"/>
      </w:pPr>
      <w:r w:rsidRPr="00E07F07">
        <w:t xml:space="preserve">jako poddodavatel, a to v rozsahu, v jakém se na plnění </w:t>
      </w:r>
      <w:r w:rsidR="005D0F8C" w:rsidRPr="00E07F07">
        <w:t>služby</w:t>
      </w:r>
      <w:r w:rsidRPr="00E07F07">
        <w:t xml:space="preserve"> podílel.</w:t>
      </w:r>
    </w:p>
    <w:p w14:paraId="679769B4" w14:textId="68B2090E" w:rsidR="007331FF" w:rsidRPr="003C118C" w:rsidRDefault="007331FF" w:rsidP="007331FF">
      <w:pPr>
        <w:spacing w:after="120"/>
        <w:ind w:left="737"/>
        <w:jc w:val="both"/>
      </w:pPr>
      <w:r w:rsidRPr="003C118C">
        <w:t xml:space="preserve">Pokud se jiná osoba, prostřednictvím které účastník prokazuje část kvalifikace dle § 83 ZZVZ, v rámci prokazování poskytnutí významných </w:t>
      </w:r>
      <w:r w:rsidR="005D0F8C" w:rsidRPr="003C118C">
        <w:t>služeb</w:t>
      </w:r>
      <w:r w:rsidRPr="003C118C">
        <w:t xml:space="preserve"> prokáže stejnou </w:t>
      </w:r>
      <w:r w:rsidR="00F16036" w:rsidRPr="003C118C">
        <w:t>významnou</w:t>
      </w:r>
      <w:r w:rsidRPr="003C118C">
        <w:t xml:space="preserve"> </w:t>
      </w:r>
      <w:r w:rsidR="005D0F8C" w:rsidRPr="003C118C">
        <w:t>službou</w:t>
      </w:r>
      <w:r w:rsidRPr="003C118C">
        <w:t xml:space="preserve"> (s věcně a rozsahem stejným předmětem plnění) jako účastník (tj. na realizaci prokazované </w:t>
      </w:r>
      <w:r w:rsidR="00F16036" w:rsidRPr="003C118C">
        <w:t>významné</w:t>
      </w:r>
      <w:r w:rsidRPr="003C118C">
        <w:t xml:space="preserve"> </w:t>
      </w:r>
      <w:r w:rsidR="005D0F8C" w:rsidRPr="003C118C">
        <w:t>služby</w:t>
      </w:r>
      <w:r w:rsidRPr="003C118C">
        <w:t xml:space="preserve"> se dříve společně podíleli), bude tato </w:t>
      </w:r>
      <w:r w:rsidR="005D0F8C" w:rsidRPr="003C118C">
        <w:t>služba</w:t>
      </w:r>
      <w:r w:rsidRPr="003C118C">
        <w:t xml:space="preserve"> uznána pouze jednou. To platí obdobně i v případě, kdy by se stejnou </w:t>
      </w:r>
      <w:r w:rsidR="00F16036" w:rsidRPr="003C118C">
        <w:t>významnou</w:t>
      </w:r>
      <w:r w:rsidRPr="003C118C">
        <w:t xml:space="preserve"> </w:t>
      </w:r>
      <w:r w:rsidR="005D0F8C" w:rsidRPr="003C118C">
        <w:t>službou</w:t>
      </w:r>
      <w:r w:rsidRPr="003C118C">
        <w:t xml:space="preserve">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w:t>
      </w:r>
      <w:r w:rsidR="005D0F8C" w:rsidRPr="003C118C">
        <w:t>služby</w:t>
      </w:r>
      <w:r w:rsidRPr="003C118C">
        <w:t xml:space="preserve"> realizovali rozdílné části plnění samostatně naplňující definici významné </w:t>
      </w:r>
      <w:r w:rsidR="005D0F8C" w:rsidRPr="003C118C">
        <w:t>služby</w:t>
      </w:r>
      <w:r w:rsidRPr="003C118C">
        <w:t>.</w:t>
      </w:r>
    </w:p>
    <w:p w14:paraId="1F6835BB" w14:textId="3D527729" w:rsidR="007331FF" w:rsidRPr="006142CD" w:rsidRDefault="007331FF" w:rsidP="00B057D3">
      <w:pPr>
        <w:spacing w:after="120"/>
        <w:ind w:left="737"/>
        <w:jc w:val="both"/>
        <w:rPr>
          <w:rStyle w:val="Tun9b"/>
          <w:color w:val="FF0000"/>
        </w:rPr>
      </w:pPr>
      <w:r w:rsidRPr="003C118C">
        <w:t>Zadavatel pro účely prokázání technické kvalifikace</w:t>
      </w:r>
      <w:r w:rsidR="00C17043" w:rsidRPr="003C118C">
        <w:t xml:space="preserve"> – seznam významných služeb</w:t>
      </w:r>
      <w:r w:rsidRPr="003C118C">
        <w:t xml:space="preserve"> uzná zahraniční reference obdobných charakteristik, které budou srovnatelné z hlediska jejich věcného rozsahu a doby realizace s požadavky zadavatele na významné </w:t>
      </w:r>
      <w:r w:rsidR="005D0F8C" w:rsidRPr="003C118C">
        <w:t>služby</w:t>
      </w:r>
      <w:r w:rsidRPr="003C118C">
        <w:t>.</w:t>
      </w:r>
    </w:p>
    <w:p w14:paraId="79233B29" w14:textId="77777777" w:rsidR="0035531B" w:rsidRPr="00637F98" w:rsidRDefault="0035531B" w:rsidP="0035531B">
      <w:pPr>
        <w:pStyle w:val="Text1-1"/>
        <w:rPr>
          <w:rStyle w:val="Tun9b"/>
        </w:rPr>
      </w:pPr>
      <w:r w:rsidRPr="00637F98">
        <w:rPr>
          <w:rStyle w:val="Tun9b"/>
        </w:rPr>
        <w:t>Technická kvalifikace – seznam odborného personálu:</w:t>
      </w:r>
    </w:p>
    <w:p w14:paraId="570BB3F5" w14:textId="77777777" w:rsidR="007C64FB" w:rsidRDefault="009E1AEE" w:rsidP="009E1AEE">
      <w:pPr>
        <w:pStyle w:val="Textbezslovn"/>
      </w:pPr>
      <w:r w:rsidRPr="00637F98">
        <w:t xml:space="preserve">Zadavatel požaduje předložení seznamu odborného personálu dodavatele. </w:t>
      </w:r>
    </w:p>
    <w:p w14:paraId="57A1863C" w14:textId="2B4C562F" w:rsidR="009E1AEE" w:rsidRDefault="009E1AEE" w:rsidP="00407AEA">
      <w:pPr>
        <w:pStyle w:val="Textbezslovn"/>
      </w:pPr>
      <w:r w:rsidRPr="00637F98">
        <w:t>Pro každou osobu odborného personálu v níže uvedené funkci</w:t>
      </w:r>
      <w:r w:rsidR="00637F98" w:rsidRPr="00637F98">
        <w:t xml:space="preserve"> </w:t>
      </w:r>
      <w:r w:rsidRPr="00637F98">
        <w:t xml:space="preserve">může být za účelem splnění kvalifikace doložena pouze jedna osoba. </w:t>
      </w:r>
      <w:r w:rsidR="00637F98" w:rsidRPr="00637F98">
        <w:t xml:space="preserve">Jednotlivé požadavky na kvalifikační kritéria u každé jednotlivé funkce tedy nelze jakkoliv rozdělit mezi více fyzických osob, takže u téže funkce člena personálu nemůže být prokázáno splnění např. požadované praxe jednou osobou a pomocí jiné osoby odborná způsobilost. </w:t>
      </w:r>
    </w:p>
    <w:p w14:paraId="10A8A7C4" w14:textId="4E675945" w:rsidR="00637F98" w:rsidRDefault="00637F98" w:rsidP="009E1AEE">
      <w:pPr>
        <w:pStyle w:val="Textbezslovn"/>
      </w:pPr>
      <w:r w:rsidRPr="00637F98">
        <w:t>Dodavatel je oprávněn svěřit jedné fyzické osobě výkon maximálně dvou funkcí člena odborného personálu dodavatele za předpokladu, že tato osoba splňuje všechna kvalifikační kritéria požadovaná pro výkon těchto funkcí. Toto se nevztahuje na následující</w:t>
      </w:r>
      <w:r w:rsidR="00AD1B75">
        <w:t>ho</w:t>
      </w:r>
      <w:r w:rsidRPr="00637F98">
        <w:t xml:space="preserve"> člen</w:t>
      </w:r>
      <w:r w:rsidR="00AD1B75">
        <w:t>a</w:t>
      </w:r>
      <w:r w:rsidRPr="00637F98">
        <w:t xml:space="preserve"> odborného personálu:</w:t>
      </w:r>
      <w:r w:rsidR="000A44B0" w:rsidRPr="00B057D3">
        <w:rPr>
          <w:b/>
        </w:rPr>
        <w:t xml:space="preserve"> </w:t>
      </w:r>
      <w:r w:rsidR="00AD1B75">
        <w:rPr>
          <w:b/>
        </w:rPr>
        <w:t>V</w:t>
      </w:r>
      <w:r w:rsidRPr="00B057D3">
        <w:rPr>
          <w:b/>
        </w:rPr>
        <w:t>rtmistr</w:t>
      </w:r>
      <w:del w:id="123" w:author="vyznačené změny" w:date="2024-06-10T14:58:00Z" w16du:dateUtc="2024-06-10T12:58:00Z">
        <w:r w:rsidRPr="00B057D3">
          <w:rPr>
            <w:b/>
          </w:rPr>
          <w:delText xml:space="preserve"> (vedoucí vrtných skupin)</w:delText>
        </w:r>
        <w:r w:rsidRPr="00637F98">
          <w:delText>.</w:delText>
        </w:r>
      </w:del>
      <w:ins w:id="124" w:author="vyznačené změny" w:date="2024-06-10T14:58:00Z" w16du:dateUtc="2024-06-10T12:58:00Z">
        <w:r w:rsidRPr="00637F98">
          <w:t>.</w:t>
        </w:r>
      </w:ins>
      <w:r w:rsidRPr="00637F98">
        <w:t xml:space="preserve"> Výkon </w:t>
      </w:r>
      <w:r w:rsidR="00AD1B75">
        <w:t>funkce tohoto</w:t>
      </w:r>
      <w:r w:rsidRPr="00637F98">
        <w:t xml:space="preserve"> člen</w:t>
      </w:r>
      <w:r w:rsidR="00AD1B75">
        <w:t>a</w:t>
      </w:r>
      <w:r w:rsidRPr="00637F98">
        <w:t xml:space="preserve"> odborného personálu bud</w:t>
      </w:r>
      <w:r w:rsidR="00AD1B75">
        <w:t>e</w:t>
      </w:r>
      <w:r w:rsidRPr="00637F98">
        <w:t xml:space="preserve"> svěřen samostatn</w:t>
      </w:r>
      <w:r w:rsidR="00AD1B75">
        <w:t>é</w:t>
      </w:r>
      <w:r w:rsidRPr="00637F98">
        <w:t xml:space="preserve"> fyzick</w:t>
      </w:r>
      <w:r w:rsidR="00AD1B75">
        <w:t>é</w:t>
      </w:r>
      <w:r w:rsidRPr="00637F98">
        <w:t xml:space="preserve"> osob</w:t>
      </w:r>
      <w:r w:rsidR="00AD1B75">
        <w:t>ě</w:t>
      </w:r>
      <w:r w:rsidRPr="00637F98">
        <w:t xml:space="preserve"> a nem</w:t>
      </w:r>
      <w:r w:rsidR="00AD1B75">
        <w:t xml:space="preserve">ůže být </w:t>
      </w:r>
      <w:r w:rsidRPr="00637F98">
        <w:t>kombinován s výkon</w:t>
      </w:r>
      <w:r w:rsidR="00AD1B75">
        <w:t>em funkce</w:t>
      </w:r>
      <w:r w:rsidRPr="00637F98">
        <w:t xml:space="preserve"> dalších členů odborného personálu.</w:t>
      </w:r>
    </w:p>
    <w:p w14:paraId="4615BBBF" w14:textId="6DD881B5" w:rsidR="005A41E4" w:rsidRDefault="005A41E4" w:rsidP="00407AEA">
      <w:pPr>
        <w:pStyle w:val="Textbezslovn"/>
      </w:pPr>
      <w:r w:rsidRPr="00AD1B75">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jeho poddodavatelé nebo zaměstnanci jeho poddodavatelů</w:t>
      </w:r>
      <w:del w:id="125" w:author="vyznačené změny" w:date="2024-06-10T14:58:00Z" w16du:dateUtc="2024-06-10T12:58:00Z">
        <w:r w:rsidRPr="00AD1B75">
          <w:delText>, nevyplývá-li z čl. 9.3 těchto Pokynů jinak</w:delText>
        </w:r>
      </w:del>
      <w:r w:rsidRPr="00AD1B75">
        <w:t>.</w:t>
      </w:r>
    </w:p>
    <w:p w14:paraId="4E357D6D" w14:textId="5C5FA5B0" w:rsidR="00637F98" w:rsidRDefault="00637F98" w:rsidP="009E1AEE">
      <w:pPr>
        <w:pStyle w:val="Textbezslovn"/>
      </w:pPr>
      <w:r w:rsidRPr="00637F98">
        <w:t>Přílohou seznamu budou profesní životopisy každého člena odborného personálu a doklady k prokázání odborné způsobilosti. Pro plnění této veřejné zakázky musí mít dodavatel k dispozici odborný personál</w:t>
      </w:r>
      <w:r w:rsidR="005A41E4">
        <w:t>, k</w:t>
      </w:r>
      <w:r w:rsidRPr="00637F98">
        <w:t>terý splňuje následující podmínky (což musí vyplývat z dodavatelem předkládaných dokumentů):</w:t>
      </w:r>
    </w:p>
    <w:p w14:paraId="740A2564" w14:textId="77777777" w:rsidR="00DA48F0" w:rsidRDefault="00DA48F0" w:rsidP="009E1AEE">
      <w:pPr>
        <w:pStyle w:val="Textbezslovn"/>
      </w:pPr>
    </w:p>
    <w:tbl>
      <w:tblPr>
        <w:tblStyle w:val="Tabulka11"/>
        <w:tblW w:w="5000" w:type="pct"/>
        <w:tblInd w:w="-147" w:type="dxa"/>
        <w:tblLook w:val="06A0" w:firstRow="1" w:lastRow="0" w:firstColumn="1" w:lastColumn="0" w:noHBand="1" w:noVBand="1"/>
        <w:tblPrChange w:id="126" w:author="vyznačené změny" w:date="2024-06-10T14:58:00Z" w16du:dateUtc="2024-06-10T12:58:00Z">
          <w:tblPr>
            <w:tblStyle w:val="Tabulka11"/>
            <w:tblW w:w="5000" w:type="pct"/>
            <w:tblInd w:w="-147" w:type="dxa"/>
            <w:tblLook w:val="06A0" w:firstRow="1" w:lastRow="0" w:firstColumn="1" w:lastColumn="0" w:noHBand="1" w:noVBand="1"/>
          </w:tblPr>
        </w:tblPrChange>
      </w:tblPr>
      <w:tblGrid>
        <w:gridCol w:w="2552"/>
        <w:gridCol w:w="6140"/>
        <w:tblGridChange w:id="127">
          <w:tblGrid>
            <w:gridCol w:w="2552"/>
            <w:gridCol w:w="626"/>
            <w:gridCol w:w="5514"/>
          </w:tblGrid>
        </w:tblGridChange>
      </w:tblGrid>
      <w:tr w:rsidR="00DA48F0" w:rsidRPr="00FC1260" w14:paraId="34061E21" w14:textId="77777777" w:rsidTr="00460D0E">
        <w:trPr>
          <w:cnfStyle w:val="100000000000" w:firstRow="1" w:lastRow="0" w:firstColumn="0" w:lastColumn="0" w:oddVBand="0" w:evenVBand="0" w:oddHBand="0" w:evenHBand="0" w:firstRowFirstColumn="0" w:firstRowLastColumn="0" w:lastRowFirstColumn="0" w:lastRowLastColumn="0"/>
          <w:cantSplit/>
          <w:trHeight w:val="20"/>
          <w:trPrChange w:id="128" w:author="vyznačené změny" w:date="2024-06-10T14:58:00Z" w16du:dateUtc="2024-06-10T12:58:00Z">
            <w:trPr>
              <w:cantSplit/>
              <w:trHeight w:val="20"/>
            </w:trPr>
          </w:trPrChange>
        </w:trPr>
        <w:tc>
          <w:tcPr>
            <w:cnfStyle w:val="001000000000" w:firstRow="0" w:lastRow="0" w:firstColumn="1" w:lastColumn="0" w:oddVBand="0" w:evenVBand="0" w:oddHBand="0" w:evenHBand="0" w:firstRowFirstColumn="0" w:firstRowLastColumn="0" w:lastRowFirstColumn="0" w:lastRowLastColumn="0"/>
            <w:tcW w:w="1468" w:type="pct"/>
            <w:tcBorders>
              <w:top w:val="single" w:sz="4" w:space="0" w:color="auto"/>
              <w:left w:val="single" w:sz="4" w:space="0" w:color="auto"/>
              <w:bottom w:val="single" w:sz="4" w:space="0" w:color="auto"/>
              <w:right w:val="single" w:sz="4" w:space="0" w:color="auto"/>
            </w:tcBorders>
            <w:tcPrChange w:id="129" w:author="vyznačené změny" w:date="2024-06-10T14:58:00Z" w16du:dateUtc="2024-06-10T12:58:00Z">
              <w:tcPr>
                <w:tcW w:w="1828" w:type="pct"/>
                <w:gridSpan w:val="2"/>
                <w:tcBorders>
                  <w:top w:val="single" w:sz="4" w:space="0" w:color="auto"/>
                  <w:left w:val="single" w:sz="4" w:space="0" w:color="auto"/>
                  <w:bottom w:val="single" w:sz="4" w:space="0" w:color="auto"/>
                  <w:right w:val="single" w:sz="4" w:space="0" w:color="auto"/>
                </w:tcBorders>
              </w:tcPr>
            </w:tcPrChange>
          </w:tcPr>
          <w:p w14:paraId="6D1B535D" w14:textId="77777777" w:rsidR="00DA48F0" w:rsidRPr="00A05DF2" w:rsidRDefault="00DA48F0" w:rsidP="00A70189">
            <w:pPr>
              <w:keepNext/>
              <w:cnfStyle w:val="101000000000" w:firstRow="1" w:lastRow="0" w:firstColumn="1" w:lastColumn="0" w:oddVBand="0" w:evenVBand="0" w:oddHBand="0" w:evenHBand="0" w:firstRowFirstColumn="0" w:firstRowLastColumn="0" w:lastRowFirstColumn="0" w:lastRowLastColumn="0"/>
              <w:rPr>
                <w:rFonts w:ascii="Verdana" w:hAnsi="Verdana"/>
                <w:b/>
                <w:sz w:val="18"/>
              </w:rPr>
            </w:pPr>
            <w:r w:rsidRPr="00A05DF2">
              <w:rPr>
                <w:rFonts w:ascii="Verdana" w:hAnsi="Verdana"/>
                <w:b/>
                <w:sz w:val="18"/>
              </w:rPr>
              <w:t>Název pracovní pozice v odborném personálu</w:t>
            </w:r>
          </w:p>
        </w:tc>
        <w:tc>
          <w:tcPr>
            <w:tcW w:w="3532" w:type="pct"/>
            <w:tcBorders>
              <w:top w:val="single" w:sz="4" w:space="0" w:color="auto"/>
              <w:left w:val="single" w:sz="4" w:space="0" w:color="auto"/>
              <w:bottom w:val="single" w:sz="4" w:space="0" w:color="auto"/>
              <w:right w:val="single" w:sz="4" w:space="0" w:color="auto"/>
            </w:tcBorders>
            <w:tcPrChange w:id="130"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4C5A01DB" w14:textId="77777777" w:rsidR="00DA48F0" w:rsidRPr="00A05DF2" w:rsidRDefault="00DA48F0" w:rsidP="00460D0E">
            <w:pPr>
              <w:keepNext/>
              <w:jc w:val="both"/>
              <w:cnfStyle w:val="100000000000" w:firstRow="1" w:lastRow="0" w:firstColumn="0" w:lastColumn="0" w:oddVBand="0" w:evenVBand="0" w:oddHBand="0" w:evenHBand="0" w:firstRowFirstColumn="0" w:firstRowLastColumn="0" w:lastRowFirstColumn="0" w:lastRowLastColumn="0"/>
              <w:rPr>
                <w:rFonts w:ascii="Verdana" w:hAnsi="Verdana"/>
                <w:b/>
                <w:sz w:val="18"/>
              </w:rPr>
              <w:pPrChange w:id="131" w:author="vyznačené změny" w:date="2024-06-10T14:58:00Z" w16du:dateUtc="2024-06-10T12:58:00Z">
                <w:pPr>
                  <w:keepNext/>
                  <w:cnfStyle w:val="100000000000" w:firstRow="1" w:lastRow="0" w:firstColumn="0" w:lastColumn="0" w:oddVBand="0" w:evenVBand="0" w:oddHBand="0" w:evenHBand="0" w:firstRowFirstColumn="0" w:firstRowLastColumn="0" w:lastRowFirstColumn="0" w:lastRowLastColumn="0"/>
                </w:pPr>
              </w:pPrChange>
            </w:pPr>
            <w:r w:rsidRPr="00A05DF2">
              <w:rPr>
                <w:rFonts w:ascii="Verdana" w:hAnsi="Verdana"/>
                <w:b/>
                <w:sz w:val="18"/>
              </w:rPr>
              <w:t>Požadavky kladené na danou pracovní pozici</w:t>
            </w:r>
          </w:p>
        </w:tc>
      </w:tr>
      <w:tr w:rsidR="00E01A13" w:rsidRPr="00FC1260" w14:paraId="14486E4E" w14:textId="77777777" w:rsidTr="00460D0E">
        <w:trPr>
          <w:cantSplit/>
          <w:trHeight w:val="619"/>
          <w:trPrChange w:id="132" w:author="vyznačené změny" w:date="2024-06-10T14:58:00Z" w16du:dateUtc="2024-06-10T12:58:00Z">
            <w:trPr>
              <w:cantSplit/>
              <w:trHeight w:val="1179"/>
            </w:trPr>
          </w:trPrChange>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Change w:id="133" w:author="vyznačené změny" w:date="2024-06-10T14:58:00Z" w16du:dateUtc="2024-06-10T12:58:00Z">
              <w:tcPr>
                <w:tcW w:w="1828" w:type="pct"/>
                <w:gridSpan w:val="2"/>
                <w:vMerge w:val="restart"/>
                <w:tcBorders>
                  <w:top w:val="single" w:sz="4" w:space="0" w:color="auto"/>
                  <w:left w:val="single" w:sz="4" w:space="0" w:color="auto"/>
                  <w:bottom w:val="single" w:sz="4" w:space="0" w:color="auto"/>
                  <w:right w:val="single" w:sz="4" w:space="0" w:color="auto"/>
                </w:tcBorders>
              </w:tcPr>
            </w:tcPrChange>
          </w:tcPr>
          <w:p w14:paraId="50A26740" w14:textId="40B79E20" w:rsidR="00E01A13" w:rsidRPr="00A05DF2" w:rsidRDefault="00E01A13" w:rsidP="00A70189">
            <w:pPr>
              <w:shd w:val="clear" w:color="auto" w:fill="FFFFFF"/>
              <w:rPr>
                <w:rFonts w:ascii="Verdana" w:hAnsi="Verdana" w:cs="Calibri"/>
                <w:b/>
                <w:color w:val="FF0000"/>
                <w:sz w:val="18"/>
              </w:rPr>
            </w:pPr>
            <w:r w:rsidRPr="00CD1BBA">
              <w:rPr>
                <w:rFonts w:ascii="Verdana" w:hAnsi="Verdana" w:cs="Calibri"/>
                <w:b/>
                <w:sz w:val="18"/>
              </w:rPr>
              <w:t>Manažer realizačního týmu</w:t>
            </w:r>
          </w:p>
        </w:tc>
        <w:tc>
          <w:tcPr>
            <w:tcW w:w="3532" w:type="pct"/>
            <w:tcBorders>
              <w:top w:val="single" w:sz="4" w:space="0" w:color="auto"/>
              <w:left w:val="single" w:sz="4" w:space="0" w:color="auto"/>
              <w:bottom w:val="single" w:sz="4" w:space="0" w:color="auto"/>
              <w:right w:val="single" w:sz="4" w:space="0" w:color="auto"/>
            </w:tcBorders>
            <w:tcPrChange w:id="134"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4062CE4E" w14:textId="77777777" w:rsidR="00DA48F0" w:rsidRPr="00DE5368" w:rsidRDefault="00E01A13" w:rsidP="00637F98">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del w:id="135" w:author="vyznačené změny" w:date="2024-06-10T14:58:00Z" w16du:dateUtc="2024-06-10T12:58:00Z"/>
                <w:rFonts w:ascii="Verdana" w:hAnsi="Verdana" w:cs="Calibri"/>
                <w:sz w:val="18"/>
              </w:rPr>
            </w:pPr>
            <w:r w:rsidRPr="00B277BC">
              <w:rPr>
                <w:rFonts w:ascii="Verdana" w:hAnsi="Verdana" w:cs="Calibri"/>
                <w:sz w:val="18"/>
              </w:rPr>
              <w:t xml:space="preserve">Nejméně </w:t>
            </w:r>
            <w:del w:id="136" w:author="vyznačené změny" w:date="2024-06-10T14:58:00Z" w16du:dateUtc="2024-06-10T12:58:00Z">
              <w:r w:rsidR="00DA48F0" w:rsidRPr="00B277BC">
                <w:rPr>
                  <w:rFonts w:ascii="Verdana" w:hAnsi="Verdana" w:cs="Calibri"/>
                  <w:sz w:val="18"/>
                </w:rPr>
                <w:delText>10 let</w:delText>
              </w:r>
            </w:del>
            <w:ins w:id="137" w:author="vyznačené změny" w:date="2024-06-10T14:58:00Z" w16du:dateUtc="2024-06-10T12:58:00Z">
              <w:r>
                <w:rPr>
                  <w:rFonts w:ascii="Verdana" w:hAnsi="Verdana" w:cs="Calibri"/>
                  <w:sz w:val="18"/>
                </w:rPr>
                <w:t>60 měsíců</w:t>
              </w:r>
            </w:ins>
            <w:r w:rsidRPr="00B277BC">
              <w:rPr>
                <w:rFonts w:ascii="Verdana" w:hAnsi="Verdana" w:cs="Calibri"/>
                <w:sz w:val="18"/>
              </w:rPr>
              <w:t xml:space="preserve"> praxe v řízení týmu při realizaci zak</w:t>
            </w:r>
            <w:r>
              <w:rPr>
                <w:rFonts w:ascii="Verdana" w:hAnsi="Verdana" w:cs="Calibri"/>
                <w:sz w:val="18"/>
              </w:rPr>
              <w:t xml:space="preserve">ázky </w:t>
            </w:r>
            <w:del w:id="138" w:author="vyznačené změny" w:date="2024-06-10T14:58:00Z" w16du:dateUtc="2024-06-10T12:58:00Z">
              <w:r w:rsidR="00DA48F0">
                <w:rPr>
                  <w:rFonts w:ascii="Verdana" w:hAnsi="Verdana" w:cs="Calibri"/>
                  <w:sz w:val="18"/>
                </w:rPr>
                <w:delText xml:space="preserve">v </w:delText>
              </w:r>
              <w:r w:rsidR="00DA48F0" w:rsidRPr="00DE5368">
                <w:rPr>
                  <w:rFonts w:ascii="Verdana" w:hAnsi="Verdana" w:cs="Calibri"/>
                  <w:sz w:val="18"/>
                </w:rPr>
                <w:delText>oboru geologických prací.</w:delText>
              </w:r>
            </w:del>
          </w:p>
          <w:p w14:paraId="58962CFB" w14:textId="29914D85" w:rsidR="00E01A13" w:rsidRPr="00A05DF2" w:rsidRDefault="00DA48F0"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del w:id="139" w:author="vyznačené změny" w:date="2024-06-10T14:58:00Z" w16du:dateUtc="2024-06-10T12:58:00Z">
              <w:r w:rsidRPr="0081418E">
                <w:rPr>
                  <w:rFonts w:ascii="Verdana" w:hAnsi="Verdana" w:cs="Calibri"/>
                  <w:sz w:val="18"/>
                </w:rPr>
                <w:delText xml:space="preserve">Zadavatel požaduje tuto </w:delText>
              </w:r>
              <w:r>
                <w:rPr>
                  <w:rFonts w:ascii="Verdana" w:hAnsi="Verdana" w:cs="Calibri"/>
                  <w:sz w:val="18"/>
                </w:rPr>
                <w:delText>praxi</w:delText>
              </w:r>
              <w:r w:rsidRPr="0081418E">
                <w:rPr>
                  <w:rFonts w:ascii="Verdana" w:hAnsi="Verdana" w:cs="Calibri"/>
                  <w:sz w:val="18"/>
                </w:rPr>
                <w:delText xml:space="preserve"> za období max. posledních 15 let před zahájením </w:delText>
              </w:r>
              <w:r w:rsidR="00E137B2">
                <w:rPr>
                  <w:rFonts w:ascii="Verdana" w:hAnsi="Verdana" w:cs="Calibri"/>
                  <w:sz w:val="18"/>
                </w:rPr>
                <w:delText>zadávacího</w:delText>
              </w:r>
              <w:r w:rsidRPr="0081418E">
                <w:rPr>
                  <w:rFonts w:ascii="Verdana" w:hAnsi="Verdana" w:cs="Calibri"/>
                  <w:sz w:val="18"/>
                </w:rPr>
                <w:delText xml:space="preserve"> řízení</w:delText>
              </w:r>
            </w:del>
            <w:ins w:id="140" w:author="vyznačené změny" w:date="2024-06-10T14:58:00Z" w16du:dateUtc="2024-06-10T12:58:00Z">
              <w:r w:rsidR="00E01A13" w:rsidRPr="00F85F00">
                <w:rPr>
                  <w:rFonts w:ascii="Verdana" w:hAnsi="Verdana" w:cs="Calibri"/>
                  <w:sz w:val="18"/>
                </w:rPr>
                <w:t xml:space="preserve">geotechnického/ </w:t>
              </w:r>
              <w:r w:rsidR="007478A4" w:rsidRPr="00F85F00">
                <w:rPr>
                  <w:rFonts w:ascii="Verdana" w:hAnsi="Verdana" w:cs="Calibri"/>
                  <w:sz w:val="18"/>
                </w:rPr>
                <w:t>inženýrsko – geologického</w:t>
              </w:r>
              <w:r w:rsidR="00E01A13" w:rsidRPr="00F85F00">
                <w:rPr>
                  <w:rFonts w:ascii="Verdana" w:hAnsi="Verdana" w:cs="Calibri"/>
                  <w:sz w:val="18"/>
                </w:rPr>
                <w:t xml:space="preserve"> průzkumu</w:t>
              </w:r>
            </w:ins>
            <w:r w:rsidR="00E01A13" w:rsidRPr="00DE5368">
              <w:rPr>
                <w:rFonts w:ascii="Verdana" w:hAnsi="Verdana" w:cs="Calibri"/>
                <w:sz w:val="18"/>
              </w:rPr>
              <w:t>.</w:t>
            </w:r>
          </w:p>
        </w:tc>
      </w:tr>
      <w:tr w:rsidR="00E01A13" w:rsidRPr="00FC1260" w14:paraId="20888F60" w14:textId="77777777" w:rsidTr="00460D0E">
        <w:trPr>
          <w:cantSplit/>
          <w:trHeight w:val="995"/>
          <w:trPrChange w:id="141" w:author="vyznačené změny" w:date="2024-06-10T14:58:00Z" w16du:dateUtc="2024-06-10T12:58:00Z">
            <w:trPr>
              <w:cantSplit/>
              <w:trHeight w:val="2950"/>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Change w:id="142"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0D8007B1" w14:textId="77777777" w:rsidR="00E01A13" w:rsidRPr="00A05DF2" w:rsidRDefault="00E01A13" w:rsidP="00A70189">
            <w:pPr>
              <w:shd w:val="clear" w:color="auto" w:fill="FFFFFF"/>
              <w:rPr>
                <w:rFonts w:ascii="Verdana" w:hAnsi="Verdana" w:cs="Calibri"/>
                <w:b/>
                <w:color w:val="FF0000"/>
                <w:sz w:val="18"/>
              </w:rPr>
            </w:pPr>
          </w:p>
        </w:tc>
        <w:tc>
          <w:tcPr>
            <w:tcW w:w="3532" w:type="pct"/>
            <w:tcBorders>
              <w:top w:val="single" w:sz="4" w:space="0" w:color="auto"/>
              <w:left w:val="single" w:sz="4" w:space="0" w:color="auto"/>
              <w:bottom w:val="single" w:sz="4" w:space="0" w:color="auto"/>
              <w:right w:val="single" w:sz="4" w:space="0" w:color="auto"/>
            </w:tcBorders>
            <w:tcPrChange w:id="143"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559F41B0" w14:textId="50D0723C" w:rsidR="00E01A13" w:rsidRDefault="00E01A13"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106DB">
              <w:rPr>
                <w:rFonts w:ascii="Verdana" w:hAnsi="Verdana" w:cs="Calibri"/>
                <w:sz w:val="18"/>
              </w:rPr>
              <w:t>Odborná způsobilost podle § 3 odst. 3 zákona č. 62/1988 Sb., o geologických pracích a o Českém geologickém úřadu, ve znění pozdějších předpisů a vyhlášky č. 206/2001 Sb., o osvědčení odborné způsobilosti projektovat, provádět a vyhodnocovat geologické práce</w:t>
            </w:r>
            <w:r>
              <w:rPr>
                <w:rFonts w:ascii="Verdana" w:hAnsi="Verdana" w:cs="Calibri"/>
                <w:sz w:val="18"/>
              </w:rPr>
              <w:t xml:space="preserve"> v oboru inženýrská geologie</w:t>
            </w:r>
          </w:p>
          <w:p w14:paraId="060ED78E" w14:textId="52A14FDB" w:rsidR="00E01A13" w:rsidRDefault="00E01A13" w:rsidP="00A70189">
            <w:pPr>
              <w:shd w:val="clear" w:color="auto" w:fill="FFFFFF"/>
              <w:spacing w:after="120"/>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nebo</w:t>
            </w:r>
          </w:p>
          <w:p w14:paraId="03B3B738" w14:textId="5C6441C7" w:rsidR="00E01A13" w:rsidRPr="00B057D3" w:rsidRDefault="00E01A13"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cs="Calibri"/>
                <w:sz w:val="18"/>
              </w:rPr>
            </w:pPr>
            <w:r w:rsidRPr="00F92A2B">
              <w:rPr>
                <w:rFonts w:cs="Calibri"/>
                <w:sz w:val="18"/>
              </w:rPr>
              <w:t>autorizace v rozsahu dle § 5 odst. 3 písm. i) geotechnika zákona č. 360/199</w:t>
            </w:r>
            <w:r>
              <w:rPr>
                <w:rFonts w:cs="Calibri"/>
                <w:sz w:val="18"/>
              </w:rPr>
              <w:t>2</w:t>
            </w:r>
            <w:r w:rsidRPr="00F92A2B">
              <w:rPr>
                <w:rFonts w:cs="Calibri"/>
                <w:sz w:val="18"/>
              </w:rPr>
              <w:t xml:space="preserve"> Sb., o výkonu povolání autorizovaných architektů a o výkonu povolání autorizovaných inženýrů a techniků činných ve výstavbě, ve znění pozdějších předpisů.</w:t>
            </w:r>
          </w:p>
        </w:tc>
      </w:tr>
      <w:tr w:rsidR="0027089B" w:rsidRPr="00FC1260" w14:paraId="79E2A078" w14:textId="77777777" w:rsidTr="00460D0E">
        <w:trPr>
          <w:cantSplit/>
          <w:trHeight w:val="2211"/>
          <w:ins w:id="144"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
          <w:p w14:paraId="0E5F43E1" w14:textId="77777777" w:rsidR="0027089B" w:rsidRPr="00A05DF2" w:rsidRDefault="0027089B" w:rsidP="00A70189">
            <w:pPr>
              <w:shd w:val="clear" w:color="auto" w:fill="FFFFFF"/>
              <w:rPr>
                <w:ins w:id="145" w:author="vyznačené změny" w:date="2024-06-10T14:58:00Z" w16du:dateUtc="2024-06-10T12:58:00Z"/>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
          <w:p w14:paraId="77BBC788" w14:textId="2E2A549B" w:rsidR="0027089B" w:rsidRPr="004106DB" w:rsidRDefault="0027089B" w:rsidP="00460D0E">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ins w:id="146" w:author="vyznačené změny" w:date="2024-06-10T14:58:00Z" w16du:dateUtc="2024-06-10T12:58:00Z"/>
                <w:rFonts w:ascii="Verdana" w:hAnsi="Verdana" w:cs="Calibri"/>
              </w:rPr>
            </w:pPr>
            <w:ins w:id="147" w:author="vyznačené změny" w:date="2024-06-10T14:58:00Z" w16du:dateUtc="2024-06-10T12:58:00Z">
              <w:r w:rsidRPr="0081418E">
                <w:rPr>
                  <w:rFonts w:ascii="Verdana" w:hAnsi="Verdana" w:cs="Calibri"/>
                  <w:sz w:val="18"/>
                </w:rPr>
                <w:t xml:space="preserve">Zkušenost s plněním </w:t>
              </w:r>
              <w:r w:rsidRPr="00E01A13">
                <w:rPr>
                  <w:rFonts w:ascii="Verdana" w:hAnsi="Verdana" w:cs="Calibri"/>
                  <w:sz w:val="18"/>
                </w:rPr>
                <w:t xml:space="preserve">jedné zakázky při provádění geotechnického/ </w:t>
              </w:r>
              <w:r w:rsidR="007478A4" w:rsidRPr="00E01A13">
                <w:rPr>
                  <w:rFonts w:ascii="Verdana" w:hAnsi="Verdana" w:cs="Calibri"/>
                  <w:sz w:val="18"/>
                </w:rPr>
                <w:t>inženýrsko – geologického</w:t>
              </w:r>
              <w:r w:rsidRPr="00E01A13">
                <w:rPr>
                  <w:rFonts w:ascii="Verdana" w:hAnsi="Verdana" w:cs="Calibri"/>
                  <w:sz w:val="18"/>
                </w:rPr>
                <w:t xml:space="preserve"> průzkumu ve funkci vedoucího týmu (odpovědný hlavní projektový manažer nebo obdobné) po dobu alespoň 6 měsíců s hodnotou geotechnického/ </w:t>
              </w:r>
              <w:r w:rsidR="007478A4" w:rsidRPr="00E01A13">
                <w:rPr>
                  <w:rFonts w:ascii="Verdana" w:hAnsi="Verdana" w:cs="Calibri"/>
                  <w:sz w:val="18"/>
                </w:rPr>
                <w:t>inženýrsko – geologického</w:t>
              </w:r>
              <w:r w:rsidRPr="00E01A13">
                <w:rPr>
                  <w:rFonts w:ascii="Verdana" w:hAnsi="Verdana" w:cs="Calibri"/>
                  <w:sz w:val="18"/>
                </w:rPr>
                <w:t xml:space="preserve"> průzkumu v min. hodnotě 10 mil. Kč bez DPH (uvedená částka se vztahuje k hodnotě geotechnického/ </w:t>
              </w:r>
              <w:r w:rsidR="007478A4" w:rsidRPr="00E01A13">
                <w:rPr>
                  <w:rFonts w:ascii="Verdana" w:hAnsi="Verdana" w:cs="Calibri"/>
                  <w:sz w:val="18"/>
                </w:rPr>
                <w:t>inženýrsko – geologického</w:t>
              </w:r>
              <w:r w:rsidRPr="00E01A13">
                <w:rPr>
                  <w:rFonts w:ascii="Verdana" w:hAnsi="Verdana" w:cs="Calibri"/>
                  <w:sz w:val="18"/>
                </w:rPr>
                <w:t xml:space="preserve"> průzkumu, nikoli k hodnotě významné zakázky jako celku, pokud bylo předmětem zakázky více činností).</w:t>
              </w:r>
            </w:ins>
          </w:p>
        </w:tc>
      </w:tr>
      <w:tr w:rsidR="00ED018F" w:rsidRPr="00FC1260" w14:paraId="653FF72B" w14:textId="77777777" w:rsidTr="00460D0E">
        <w:trPr>
          <w:cantSplit/>
          <w:trPrChange w:id="148" w:author="vyznačené změny" w:date="2024-06-10T14:58:00Z" w16du:dateUtc="2024-06-10T12:58:00Z">
            <w:trPr>
              <w:cantSplit/>
            </w:trPr>
          </w:trPrChange>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Change w:id="149" w:author="vyznačené změny" w:date="2024-06-10T14:58:00Z" w16du:dateUtc="2024-06-10T12:58:00Z">
              <w:tcPr>
                <w:tcW w:w="1828" w:type="pct"/>
                <w:gridSpan w:val="2"/>
                <w:vMerge w:val="restart"/>
                <w:tcBorders>
                  <w:top w:val="single" w:sz="4" w:space="0" w:color="auto"/>
                  <w:left w:val="single" w:sz="4" w:space="0" w:color="auto"/>
                  <w:bottom w:val="single" w:sz="4" w:space="0" w:color="auto"/>
                  <w:right w:val="single" w:sz="4" w:space="0" w:color="auto"/>
                </w:tcBorders>
              </w:tcPr>
            </w:tcPrChange>
          </w:tcPr>
          <w:p w14:paraId="097BD6CA" w14:textId="623380F2" w:rsidR="00ED018F" w:rsidRPr="00A27913" w:rsidRDefault="00ED018F" w:rsidP="00A70189">
            <w:pPr>
              <w:shd w:val="clear" w:color="auto" w:fill="FFFFFF"/>
              <w:rPr>
                <w:rFonts w:ascii="Verdana" w:hAnsi="Verdana" w:cs="Calibri"/>
                <w:b/>
                <w:color w:val="FF0000"/>
                <w:sz w:val="18"/>
              </w:rPr>
            </w:pPr>
            <w:r w:rsidRPr="0081418E">
              <w:rPr>
                <w:rFonts w:ascii="Verdana" w:hAnsi="Verdana" w:cs="Calibri"/>
                <w:b/>
                <w:sz w:val="18"/>
              </w:rPr>
              <w:t xml:space="preserve">Specialista na inženýrskou geologii </w:t>
            </w:r>
          </w:p>
        </w:tc>
        <w:tc>
          <w:tcPr>
            <w:tcW w:w="3532" w:type="pct"/>
            <w:tcBorders>
              <w:top w:val="single" w:sz="4" w:space="0" w:color="auto"/>
              <w:left w:val="single" w:sz="4" w:space="0" w:color="auto"/>
              <w:bottom w:val="single" w:sz="4" w:space="0" w:color="auto"/>
              <w:right w:val="single" w:sz="4" w:space="0" w:color="auto"/>
            </w:tcBorders>
            <w:tcPrChange w:id="150"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6EEBC05F" w14:textId="77777777" w:rsidR="00ED018F" w:rsidRPr="005C07DD" w:rsidRDefault="00ED018F"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 </w:t>
            </w:r>
          </w:p>
        </w:tc>
      </w:tr>
      <w:tr w:rsidR="00ED018F" w:rsidRPr="00FC1260" w14:paraId="3B6D4FFF" w14:textId="77777777" w:rsidTr="00460D0E">
        <w:trPr>
          <w:cantSplit/>
          <w:trPrChange w:id="151" w:author="vyznačené změny" w:date="2024-06-10T14:58:00Z" w16du:dateUtc="2024-06-10T12:58:00Z">
            <w:trPr>
              <w:cantSplit/>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Change w:id="152"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51D65785" w14:textId="77777777" w:rsidR="00ED018F" w:rsidRPr="00A27913" w:rsidRDefault="00ED018F" w:rsidP="00A70189">
            <w:pPr>
              <w:shd w:val="clear" w:color="auto" w:fill="FFFFFF"/>
              <w:rPr>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Change w:id="153"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26E85E10" w14:textId="11AB60B0" w:rsidR="00ED018F" w:rsidRPr="005C07DD" w:rsidRDefault="00ED018F" w:rsidP="00A70189">
            <w:pPr>
              <w:numPr>
                <w:ilvl w:val="0"/>
                <w:numId w:val="37"/>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07DD">
              <w:rPr>
                <w:rFonts w:ascii="Verdana" w:hAnsi="Verdana" w:cs="Calibri"/>
                <w:sz w:val="18"/>
              </w:rPr>
              <w:t xml:space="preserve">Nejméně </w:t>
            </w:r>
            <w:del w:id="154" w:author="vyznačené změny" w:date="2024-06-10T14:58:00Z" w16du:dateUtc="2024-06-10T12:58:00Z">
              <w:r w:rsidR="00DA48F0" w:rsidRPr="005C07DD">
                <w:rPr>
                  <w:rFonts w:ascii="Verdana" w:hAnsi="Verdana" w:cs="Calibri"/>
                  <w:sz w:val="18"/>
                </w:rPr>
                <w:delText>10 let</w:delText>
              </w:r>
            </w:del>
            <w:ins w:id="155" w:author="vyznačené změny" w:date="2024-06-10T14:58:00Z" w16du:dateUtc="2024-06-10T12:58:00Z">
              <w:r>
                <w:rPr>
                  <w:rFonts w:ascii="Verdana" w:hAnsi="Verdana" w:cs="Calibri"/>
                  <w:sz w:val="18"/>
                </w:rPr>
                <w:t>60 měsíců</w:t>
              </w:r>
            </w:ins>
            <w:r w:rsidRPr="005C07DD">
              <w:rPr>
                <w:rFonts w:ascii="Verdana" w:hAnsi="Verdana" w:cs="Calibri"/>
                <w:sz w:val="18"/>
              </w:rPr>
              <w:t xml:space="preserve"> praxe v oboru své specializace (inženýrská geologie</w:t>
            </w:r>
            <w:del w:id="156" w:author="vyznačené změny" w:date="2024-06-10T14:58:00Z" w16du:dateUtc="2024-06-10T12:58:00Z">
              <w:r w:rsidR="00DA48F0" w:rsidRPr="005C07DD">
                <w:rPr>
                  <w:rFonts w:ascii="Verdana" w:hAnsi="Verdana" w:cs="Calibri"/>
                  <w:sz w:val="18"/>
                </w:rPr>
                <w:delText>), z toho nejméně 5 let s odbornou způsobilostí projektovat, provádět a vyhodnocovat geologické práce v oboru inženýrská geologie.</w:delText>
              </w:r>
            </w:del>
            <w:ins w:id="157" w:author="vyznačené změny" w:date="2024-06-10T14:58:00Z" w16du:dateUtc="2024-06-10T12:58:00Z">
              <w:r w:rsidRPr="005C07DD">
                <w:rPr>
                  <w:rFonts w:ascii="Verdana" w:hAnsi="Verdana" w:cs="Calibri"/>
                  <w:sz w:val="18"/>
                </w:rPr>
                <w:t>).</w:t>
              </w:r>
            </w:ins>
            <w:r w:rsidRPr="005C07DD">
              <w:rPr>
                <w:rFonts w:ascii="Verdana" w:hAnsi="Verdana" w:cs="Calibri"/>
                <w:sz w:val="18"/>
              </w:rPr>
              <w:t xml:space="preserve">  </w:t>
            </w:r>
          </w:p>
        </w:tc>
      </w:tr>
      <w:tr w:rsidR="00890166" w:rsidRPr="0081418E" w14:paraId="7B5A2CA5" w14:textId="77777777" w:rsidTr="00460D0E">
        <w:trPr>
          <w:cantSplit/>
          <w:trHeight w:val="1182"/>
          <w:trPrChange w:id="158" w:author="vyznačené změny" w:date="2024-06-10T14:58:00Z" w16du:dateUtc="2024-06-10T12:58:00Z">
            <w:trPr>
              <w:cantSplit/>
              <w:trHeight w:val="1785"/>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bottom w:val="single" w:sz="4" w:space="0" w:color="auto"/>
              <w:right w:val="single" w:sz="4" w:space="0" w:color="auto"/>
            </w:tcBorders>
            <w:tcPrChange w:id="159"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5FE11D97" w14:textId="77777777" w:rsidR="00890166" w:rsidRPr="00A27913" w:rsidRDefault="00890166" w:rsidP="00A70189">
            <w:pPr>
              <w:shd w:val="clear" w:color="auto" w:fill="FFFFFF"/>
              <w:rPr>
                <w:rFonts w:ascii="Verdana" w:hAnsi="Verdana" w:cs="Calibri"/>
                <w:b/>
                <w:color w:val="FF0000"/>
              </w:rPr>
            </w:pPr>
          </w:p>
        </w:tc>
        <w:tc>
          <w:tcPr>
            <w:tcW w:w="3532" w:type="pct"/>
            <w:tcBorders>
              <w:top w:val="single" w:sz="4" w:space="0" w:color="auto"/>
              <w:left w:val="single" w:sz="4" w:space="0" w:color="auto"/>
              <w:bottom w:val="single" w:sz="4" w:space="0" w:color="auto"/>
              <w:right w:val="single" w:sz="4" w:space="0" w:color="auto"/>
            </w:tcBorders>
            <w:tcPrChange w:id="160"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76A8EA45" w14:textId="77777777" w:rsidR="00DA48F0" w:rsidRPr="0081418E" w:rsidRDefault="00890166" w:rsidP="00637F98">
            <w:pPr>
              <w:numPr>
                <w:ilvl w:val="0"/>
                <w:numId w:val="38"/>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del w:id="161" w:author="vyznačené změny" w:date="2024-06-10T14:58:00Z" w16du:dateUtc="2024-06-10T12:58:00Z"/>
                <w:rFonts w:ascii="Verdana" w:hAnsi="Verdana" w:cs="Calibri"/>
                <w:sz w:val="18"/>
              </w:rPr>
            </w:pPr>
            <w:r w:rsidRPr="0081418E">
              <w:rPr>
                <w:rFonts w:ascii="Verdana" w:hAnsi="Verdana" w:cs="Calibri"/>
                <w:sz w:val="18"/>
              </w:rPr>
              <w:t xml:space="preserve">Zkušenost s plněním alespoň </w:t>
            </w:r>
            <w:r>
              <w:rPr>
                <w:rFonts w:ascii="Verdana" w:hAnsi="Verdana" w:cs="Calibri"/>
                <w:sz w:val="18"/>
              </w:rPr>
              <w:t>dvou</w:t>
            </w:r>
            <w:r w:rsidRPr="0081418E">
              <w:rPr>
                <w:rFonts w:ascii="Verdana" w:hAnsi="Verdana" w:cs="Calibri"/>
                <w:sz w:val="18"/>
              </w:rPr>
              <w:t xml:space="preserve"> zakáz</w:t>
            </w:r>
            <w:r>
              <w:rPr>
                <w:rFonts w:ascii="Verdana" w:hAnsi="Verdana" w:cs="Calibri"/>
                <w:sz w:val="18"/>
              </w:rPr>
              <w:t>ek</w:t>
            </w:r>
            <w:r w:rsidRPr="0081418E">
              <w:rPr>
                <w:rFonts w:ascii="Verdana" w:hAnsi="Verdana" w:cs="Calibri"/>
                <w:sz w:val="18"/>
              </w:rPr>
              <w:t xml:space="preserve"> na projektování, provádění či vyhodnocení geologického či geotechnického průzkumu pro ražené tunely s délkou nepřerušované ražené části tunelu nejméně </w:t>
            </w:r>
            <w:r>
              <w:rPr>
                <w:rFonts w:ascii="Verdana" w:hAnsi="Verdana" w:cs="Calibri"/>
                <w:sz w:val="18"/>
              </w:rPr>
              <w:t>2</w:t>
            </w:r>
            <w:r w:rsidRPr="0081418E">
              <w:rPr>
                <w:rFonts w:ascii="Verdana" w:hAnsi="Verdana" w:cs="Calibri"/>
                <w:sz w:val="18"/>
              </w:rPr>
              <w:t xml:space="preserve">00 m na pozici inženýrského geologa. </w:t>
            </w:r>
          </w:p>
          <w:p w14:paraId="5D575B65" w14:textId="49304AF5" w:rsidR="00890166" w:rsidRPr="0081418E" w:rsidRDefault="00DA48F0" w:rsidP="00F357F0">
            <w:pPr>
              <w:numPr>
                <w:ilvl w:val="0"/>
                <w:numId w:val="38"/>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del w:id="162" w:author="vyznačené změny" w:date="2024-06-10T14:58:00Z" w16du:dateUtc="2024-06-10T12:58:00Z">
              <w:r w:rsidRPr="0081418E">
                <w:rPr>
                  <w:rFonts w:ascii="Verdana" w:hAnsi="Verdana" w:cs="Calibri"/>
                  <w:sz w:val="18"/>
                </w:rPr>
                <w:delText xml:space="preserve">Zadavatel požaduje tuto zkušenost za období max. posledních 15 let před zahájením </w:delText>
              </w:r>
              <w:r w:rsidR="00E137B2">
                <w:rPr>
                  <w:rFonts w:ascii="Verdana" w:hAnsi="Verdana" w:cs="Calibri"/>
                  <w:sz w:val="18"/>
                </w:rPr>
                <w:delText>zadávacího</w:delText>
              </w:r>
              <w:r w:rsidRPr="0081418E">
                <w:rPr>
                  <w:rFonts w:ascii="Verdana" w:hAnsi="Verdana" w:cs="Calibri"/>
                  <w:sz w:val="18"/>
                </w:rPr>
                <w:delText xml:space="preserve"> řízení.</w:delText>
              </w:r>
            </w:del>
          </w:p>
        </w:tc>
      </w:tr>
      <w:tr w:rsidR="00DA48F0" w:rsidRPr="00C81018" w14:paraId="762F49D2" w14:textId="77777777" w:rsidTr="00460D0E">
        <w:trPr>
          <w:cantSplit/>
          <w:trHeight w:val="1185"/>
          <w:trPrChange w:id="163" w:author="vyznačené změny" w:date="2024-06-10T14:58:00Z" w16du:dateUtc="2024-06-10T12:58:00Z">
            <w:trPr>
              <w:cantSplit/>
              <w:trHeight w:val="20"/>
            </w:trPr>
          </w:trPrChange>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bottom w:val="single" w:sz="4" w:space="0" w:color="auto"/>
              <w:right w:val="single" w:sz="4" w:space="0" w:color="auto"/>
            </w:tcBorders>
            <w:tcPrChange w:id="164" w:author="vyznačené změny" w:date="2024-06-10T14:58:00Z" w16du:dateUtc="2024-06-10T12:58:00Z">
              <w:tcPr>
                <w:tcW w:w="1828" w:type="pct"/>
                <w:gridSpan w:val="2"/>
                <w:vMerge w:val="restart"/>
                <w:tcBorders>
                  <w:top w:val="single" w:sz="4" w:space="0" w:color="auto"/>
                  <w:left w:val="single" w:sz="4" w:space="0" w:color="auto"/>
                  <w:bottom w:val="single" w:sz="4" w:space="0" w:color="auto"/>
                  <w:right w:val="single" w:sz="4" w:space="0" w:color="auto"/>
                </w:tcBorders>
              </w:tcPr>
            </w:tcPrChange>
          </w:tcPr>
          <w:p w14:paraId="5215D654" w14:textId="77777777" w:rsidR="00DA48F0" w:rsidRPr="00A27913" w:rsidRDefault="00DA48F0" w:rsidP="00A70189">
            <w:pPr>
              <w:keepNext/>
              <w:shd w:val="clear" w:color="auto" w:fill="FFFFFF"/>
              <w:rPr>
                <w:rFonts w:ascii="Verdana" w:hAnsi="Verdana" w:cs="Calibri"/>
                <w:b/>
                <w:color w:val="FF0000"/>
                <w:sz w:val="18"/>
              </w:rPr>
            </w:pPr>
            <w:r w:rsidRPr="00C81018">
              <w:rPr>
                <w:rFonts w:ascii="Verdana" w:hAnsi="Verdana" w:cs="Calibri"/>
                <w:b/>
                <w:sz w:val="18"/>
              </w:rPr>
              <w:t>Specialista na hydrogeologii</w:t>
            </w:r>
          </w:p>
        </w:tc>
        <w:tc>
          <w:tcPr>
            <w:tcW w:w="3532" w:type="pct"/>
            <w:tcBorders>
              <w:top w:val="single" w:sz="4" w:space="0" w:color="auto"/>
              <w:left w:val="single" w:sz="4" w:space="0" w:color="auto"/>
              <w:bottom w:val="single" w:sz="4" w:space="0" w:color="auto"/>
              <w:right w:val="single" w:sz="4" w:space="0" w:color="auto"/>
            </w:tcBorders>
            <w:tcPrChange w:id="165"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2ACC2EE1" w14:textId="77777777" w:rsidR="00DA48F0" w:rsidRPr="003C61C1" w:rsidRDefault="00DA48F0" w:rsidP="00A70189">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C81018">
              <w:rPr>
                <w:rFonts w:ascii="Verdana" w:hAnsi="Verdana" w:cs="Calibri"/>
                <w:sz w:val="18"/>
              </w:rPr>
              <w:t>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t>
            </w:r>
          </w:p>
        </w:tc>
      </w:tr>
      <w:tr w:rsidR="00DA48F0" w:rsidRPr="00C81018" w14:paraId="0613879A" w14:textId="77777777" w:rsidTr="00460D0E">
        <w:trPr>
          <w:cantSplit/>
          <w:trHeight w:val="20"/>
          <w:trPrChange w:id="166" w:author="vyznačené změny" w:date="2024-06-10T14:58:00Z" w16du:dateUtc="2024-06-10T12:58:00Z">
            <w:trPr>
              <w:cantSplit/>
              <w:trHeight w:val="20"/>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Change w:id="167"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40786CCC" w14:textId="77777777" w:rsidR="00DA48F0" w:rsidRPr="00C81018" w:rsidRDefault="00DA48F0" w:rsidP="00A70189">
            <w:pPr>
              <w:keepNext/>
              <w:shd w:val="clear" w:color="auto" w:fill="FFFFFF"/>
              <w:rPr>
                <w:rFonts w:ascii="Verdana" w:hAnsi="Verdana" w:cs="Calibri"/>
                <w:b/>
              </w:rPr>
            </w:pPr>
          </w:p>
        </w:tc>
        <w:tc>
          <w:tcPr>
            <w:tcW w:w="3532" w:type="pct"/>
            <w:tcBorders>
              <w:top w:val="single" w:sz="4" w:space="0" w:color="auto"/>
              <w:left w:val="single" w:sz="4" w:space="0" w:color="auto"/>
              <w:bottom w:val="single" w:sz="4" w:space="0" w:color="auto"/>
              <w:right w:val="single" w:sz="4" w:space="0" w:color="auto"/>
            </w:tcBorders>
            <w:tcPrChange w:id="168"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66F2A792" w14:textId="09A207EF" w:rsidR="00DA48F0" w:rsidRPr="00C81018" w:rsidRDefault="00DA48F0" w:rsidP="00A70189">
            <w:pPr>
              <w:keepNext/>
              <w:numPr>
                <w:ilvl w:val="0"/>
                <w:numId w:val="37"/>
              </w:numPr>
              <w:shd w:val="clear" w:color="auto" w:fill="FFFFFF"/>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5C07DD">
              <w:rPr>
                <w:rFonts w:ascii="Verdana" w:hAnsi="Verdana" w:cs="Calibri"/>
                <w:sz w:val="18"/>
              </w:rPr>
              <w:t xml:space="preserve">Nejméně </w:t>
            </w:r>
            <w:del w:id="169" w:author="vyznačené změny" w:date="2024-06-10T14:58:00Z" w16du:dateUtc="2024-06-10T12:58:00Z">
              <w:r w:rsidRPr="005C07DD">
                <w:rPr>
                  <w:rFonts w:ascii="Verdana" w:hAnsi="Verdana" w:cs="Calibri"/>
                  <w:sz w:val="18"/>
                </w:rPr>
                <w:delText>10 let</w:delText>
              </w:r>
            </w:del>
            <w:ins w:id="170" w:author="vyznačené změny" w:date="2024-06-10T14:58:00Z" w16du:dateUtc="2024-06-10T12:58:00Z">
              <w:r w:rsidR="00A545A1">
                <w:rPr>
                  <w:rFonts w:ascii="Verdana" w:hAnsi="Verdana" w:cs="Calibri"/>
                  <w:sz w:val="18"/>
                </w:rPr>
                <w:t>60 měsíců</w:t>
              </w:r>
            </w:ins>
            <w:r w:rsidRPr="005C07DD">
              <w:rPr>
                <w:rFonts w:ascii="Verdana" w:hAnsi="Verdana" w:cs="Calibri"/>
                <w:sz w:val="18"/>
              </w:rPr>
              <w:t xml:space="preserve"> praxe v oboru své specializace (</w:t>
            </w:r>
            <w:r>
              <w:rPr>
                <w:rFonts w:ascii="Verdana" w:hAnsi="Verdana" w:cs="Calibri"/>
                <w:sz w:val="18"/>
              </w:rPr>
              <w:t>hydro</w:t>
            </w:r>
            <w:r w:rsidRPr="005C07DD">
              <w:rPr>
                <w:rFonts w:ascii="Verdana" w:hAnsi="Verdana" w:cs="Calibri"/>
                <w:sz w:val="18"/>
              </w:rPr>
              <w:t>geologie</w:t>
            </w:r>
            <w:del w:id="171" w:author="vyznačené změny" w:date="2024-06-10T14:58:00Z" w16du:dateUtc="2024-06-10T12:58:00Z">
              <w:r w:rsidRPr="005C07DD">
                <w:rPr>
                  <w:rFonts w:ascii="Verdana" w:hAnsi="Verdana" w:cs="Calibri"/>
                  <w:sz w:val="18"/>
                </w:rPr>
                <w:delText xml:space="preserve">), z toho nejméně 5 let s odbornou způsobilostí projektovat, provádět a vyhodnocovat geologické práce v oboru </w:delText>
              </w:r>
              <w:r>
                <w:rPr>
                  <w:rFonts w:ascii="Verdana" w:hAnsi="Verdana" w:cs="Calibri"/>
                  <w:sz w:val="18"/>
                </w:rPr>
                <w:delText>hydro</w:delText>
              </w:r>
              <w:r w:rsidRPr="005C07DD">
                <w:rPr>
                  <w:rFonts w:ascii="Verdana" w:hAnsi="Verdana" w:cs="Calibri"/>
                  <w:sz w:val="18"/>
                </w:rPr>
                <w:delText>geologie.</w:delText>
              </w:r>
            </w:del>
            <w:ins w:id="172" w:author="vyznačené změny" w:date="2024-06-10T14:58:00Z" w16du:dateUtc="2024-06-10T12:58:00Z">
              <w:r w:rsidRPr="005C07DD">
                <w:rPr>
                  <w:rFonts w:ascii="Verdana" w:hAnsi="Verdana" w:cs="Calibri"/>
                  <w:sz w:val="18"/>
                </w:rPr>
                <w:t>).</w:t>
              </w:r>
            </w:ins>
            <w:r w:rsidRPr="005C07DD">
              <w:rPr>
                <w:rFonts w:ascii="Verdana" w:hAnsi="Verdana" w:cs="Calibri"/>
                <w:sz w:val="18"/>
              </w:rPr>
              <w:t xml:space="preserve">  </w:t>
            </w:r>
          </w:p>
        </w:tc>
      </w:tr>
      <w:tr w:rsidR="00DA48F0" w:rsidRPr="00A81A20" w14:paraId="1AE07099" w14:textId="77777777" w:rsidTr="00460D0E">
        <w:trPr>
          <w:cantSplit/>
          <w:trHeight w:val="1617"/>
          <w:trPrChange w:id="173" w:author="vyznačené změny" w:date="2024-06-10T14:58:00Z" w16du:dateUtc="2024-06-10T12:58:00Z">
            <w:trPr>
              <w:cantSplit/>
              <w:trHeight w:val="2898"/>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Change w:id="174"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2CEBCA55" w14:textId="77777777" w:rsidR="00DA48F0" w:rsidRPr="00A27913" w:rsidRDefault="00DA48F0" w:rsidP="00A70189">
            <w:pPr>
              <w:shd w:val="clear" w:color="auto" w:fill="FFFFFF"/>
              <w:ind w:left="1414"/>
              <w:rPr>
                <w:rFonts w:ascii="Verdana" w:hAnsi="Verdana" w:cs="Calibri"/>
                <w:color w:val="FF0000"/>
              </w:rPr>
            </w:pPr>
          </w:p>
        </w:tc>
        <w:tc>
          <w:tcPr>
            <w:tcW w:w="3532" w:type="pct"/>
            <w:tcBorders>
              <w:top w:val="single" w:sz="4" w:space="0" w:color="auto"/>
              <w:left w:val="single" w:sz="4" w:space="0" w:color="auto"/>
              <w:bottom w:val="single" w:sz="4" w:space="0" w:color="auto"/>
              <w:right w:val="single" w:sz="4" w:space="0" w:color="auto"/>
            </w:tcBorders>
            <w:tcPrChange w:id="175"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6CBDFC3D" w14:textId="7FF9D1CA" w:rsidR="00DA48F0" w:rsidRPr="00A81A20" w:rsidRDefault="00DA48F0" w:rsidP="00F357F0">
            <w:pPr>
              <w:numPr>
                <w:ilvl w:val="0"/>
                <w:numId w:val="37"/>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Change w:id="176" w:author="vyznačené změny" w:date="2024-06-10T14:58:00Z" w16du:dateUtc="2024-06-10T12:58:00Z">
                <w:pPr>
                  <w:numPr>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pPr>
              </w:pPrChange>
            </w:pPr>
            <w:r w:rsidRPr="00A81A20">
              <w:rPr>
                <w:rFonts w:ascii="Verdana" w:hAnsi="Verdana" w:cs="Calibri"/>
                <w:sz w:val="18"/>
              </w:rPr>
              <w:t>Nejméně 2 zkušenosti se zpracováním hydrogeologického průzkumu vodních zdrojů pro hromadné zásobování obyvatelstva pitnou vodou.</w:t>
            </w:r>
            <w:ins w:id="177" w:author="vyznačené změny" w:date="2024-06-10T14:58:00Z" w16du:dateUtc="2024-06-10T12:58:00Z">
              <w:r w:rsidR="00624055">
                <w:rPr>
                  <w:rFonts w:ascii="Verdana" w:hAnsi="Verdana" w:cs="Calibri"/>
                  <w:sz w:val="18"/>
                </w:rPr>
                <w:t xml:space="preserve"> Hromadným zásobován</w:t>
              </w:r>
              <w:r w:rsidR="00875680">
                <w:rPr>
                  <w:rFonts w:ascii="Verdana" w:hAnsi="Verdana" w:cs="Calibri"/>
                  <w:sz w:val="18"/>
                </w:rPr>
                <w:t>ím</w:t>
              </w:r>
              <w:r w:rsidR="00624055">
                <w:rPr>
                  <w:rFonts w:ascii="Verdana" w:hAnsi="Verdana" w:cs="Calibri"/>
                  <w:sz w:val="18"/>
                </w:rPr>
                <w:t xml:space="preserve"> obyvatelstva pitnou vodou se rozumí zásobování vod</w:t>
              </w:r>
              <w:r w:rsidR="00875680">
                <w:rPr>
                  <w:rFonts w:ascii="Verdana" w:hAnsi="Verdana" w:cs="Calibri"/>
                  <w:sz w:val="18"/>
                </w:rPr>
                <w:t>o</w:t>
              </w:r>
              <w:r w:rsidR="00624055">
                <w:rPr>
                  <w:rFonts w:ascii="Verdana" w:hAnsi="Verdana" w:cs="Calibri"/>
                  <w:sz w:val="18"/>
                </w:rPr>
                <w:t>u z veřejného vodovodu nebo veřejné studny.</w:t>
              </w:r>
              <w:r w:rsidR="00A70189">
                <w:rPr>
                  <w:rFonts w:ascii="Verdana" w:hAnsi="Verdana" w:cs="Calibri"/>
                  <w:sz w:val="18"/>
                </w:rPr>
                <w:t xml:space="preserve"> </w:t>
              </w:r>
            </w:ins>
          </w:p>
          <w:p w14:paraId="28172076" w14:textId="77777777" w:rsidR="00DA48F0" w:rsidRPr="00A81A20" w:rsidRDefault="00DA48F0" w:rsidP="00637F98">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del w:id="178" w:author="vyznačené změny" w:date="2024-06-10T14:58:00Z" w16du:dateUtc="2024-06-10T12:58:00Z"/>
                <w:rFonts w:ascii="Verdana" w:hAnsi="Verdana" w:cs="Calibri"/>
              </w:rPr>
            </w:pPr>
            <w:del w:id="179" w:author="vyznačené změny" w:date="2024-06-10T14:58:00Z" w16du:dateUtc="2024-06-10T12:58:00Z">
              <w:r w:rsidRPr="00A81A20">
                <w:rPr>
                  <w:rFonts w:ascii="Verdana" w:hAnsi="Verdana" w:cs="Calibri"/>
                  <w:sz w:val="18"/>
                </w:rPr>
                <w:delText>Započitatelné jsou pouze zkušenosti získané jako držitel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hydrogeologie.</w:delText>
              </w:r>
            </w:del>
          </w:p>
          <w:p w14:paraId="5FD21E47" w14:textId="1A452806" w:rsidR="00DA48F0" w:rsidRPr="00E213F0" w:rsidRDefault="00DA48F0" w:rsidP="00F357F0">
            <w:pPr>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Change w:id="180" w:author="vyznačené změny" w:date="2024-06-10T14:58:00Z" w16du:dateUtc="2024-06-10T12:58:00Z">
                <w:pPr>
                  <w:numPr>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pPr>
              </w:pPrChange>
            </w:pPr>
            <w:del w:id="181" w:author="vyznačené změny" w:date="2024-06-10T14:58:00Z" w16du:dateUtc="2024-06-10T12:58:00Z">
              <w:r w:rsidRPr="00A81A20">
                <w:rPr>
                  <w:rFonts w:ascii="Verdana" w:hAnsi="Verdana" w:cs="Calibri"/>
                  <w:sz w:val="18"/>
                </w:rPr>
                <w:delText>Zadavatel požaduje t</w:delText>
              </w:r>
              <w:r>
                <w:rPr>
                  <w:rFonts w:ascii="Verdana" w:hAnsi="Verdana" w:cs="Calibri"/>
                  <w:sz w:val="18"/>
                </w:rPr>
                <w:delText>y</w:delText>
              </w:r>
              <w:r w:rsidRPr="00A81A20">
                <w:rPr>
                  <w:rFonts w:ascii="Verdana" w:hAnsi="Verdana" w:cs="Calibri"/>
                  <w:sz w:val="18"/>
                </w:rPr>
                <w:delText>to zkušenost</w:delText>
              </w:r>
              <w:r>
                <w:rPr>
                  <w:rFonts w:ascii="Verdana" w:hAnsi="Verdana" w:cs="Calibri"/>
                  <w:sz w:val="18"/>
                </w:rPr>
                <w:delText>i</w:delText>
              </w:r>
              <w:r w:rsidRPr="00A81A20">
                <w:rPr>
                  <w:rFonts w:ascii="Verdana" w:hAnsi="Verdana" w:cs="Calibri"/>
                  <w:sz w:val="18"/>
                </w:rPr>
                <w:delText xml:space="preserve"> za období max. posledních 15 let před zahájením </w:delText>
              </w:r>
              <w:r w:rsidR="00E137B2">
                <w:rPr>
                  <w:rFonts w:ascii="Verdana" w:hAnsi="Verdana" w:cs="Calibri"/>
                  <w:sz w:val="18"/>
                </w:rPr>
                <w:delText>zadávacího</w:delText>
              </w:r>
              <w:r w:rsidRPr="00A81A20">
                <w:rPr>
                  <w:rFonts w:ascii="Verdana" w:hAnsi="Verdana" w:cs="Calibri"/>
                  <w:sz w:val="18"/>
                </w:rPr>
                <w:delText xml:space="preserve"> řízení.</w:delText>
              </w:r>
            </w:del>
          </w:p>
        </w:tc>
      </w:tr>
      <w:tr w:rsidR="00DA48F0" w:rsidRPr="00C81018" w14:paraId="498D5ECB" w14:textId="77777777" w:rsidTr="00460D0E">
        <w:trPr>
          <w:cantSplit/>
          <w:trHeight w:val="1447"/>
          <w:trPrChange w:id="182" w:author="vyznačené změny" w:date="2024-06-10T14:58:00Z" w16du:dateUtc="2024-06-10T12:58:00Z">
            <w:trPr>
              <w:cantSplit/>
              <w:trHeight w:val="1922"/>
            </w:trPr>
          </w:trPrChange>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bottom w:val="single" w:sz="4" w:space="0" w:color="auto"/>
              <w:right w:val="single" w:sz="4" w:space="0" w:color="auto"/>
            </w:tcBorders>
            <w:tcPrChange w:id="183" w:author="vyznačené změny" w:date="2024-06-10T14:58:00Z" w16du:dateUtc="2024-06-10T12:58:00Z">
              <w:tcPr>
                <w:tcW w:w="1828" w:type="pct"/>
                <w:gridSpan w:val="2"/>
                <w:vMerge w:val="restart"/>
                <w:tcBorders>
                  <w:top w:val="single" w:sz="4" w:space="0" w:color="auto"/>
                  <w:left w:val="single" w:sz="4" w:space="0" w:color="auto"/>
                  <w:bottom w:val="single" w:sz="4" w:space="0" w:color="auto"/>
                  <w:right w:val="single" w:sz="4" w:space="0" w:color="auto"/>
                </w:tcBorders>
              </w:tcPr>
            </w:tcPrChange>
          </w:tcPr>
          <w:p w14:paraId="1F04F028" w14:textId="36551A54" w:rsidR="00DA48F0" w:rsidRPr="00A27913" w:rsidRDefault="00DA48F0" w:rsidP="00A70189">
            <w:pPr>
              <w:shd w:val="clear" w:color="auto" w:fill="FFFFFF"/>
              <w:rPr>
                <w:rFonts w:ascii="Verdana" w:hAnsi="Verdana" w:cs="Calibri"/>
                <w:color w:val="FF0000"/>
                <w:sz w:val="18"/>
              </w:rPr>
            </w:pPr>
            <w:r w:rsidRPr="00C81018">
              <w:rPr>
                <w:rFonts w:ascii="Verdana" w:hAnsi="Verdana" w:cs="Calibri"/>
                <w:b/>
                <w:sz w:val="18"/>
              </w:rPr>
              <w:t>Specialista na geofyziku</w:t>
            </w:r>
            <w:ins w:id="184" w:author="vyznačené změny" w:date="2024-06-10T14:58:00Z" w16du:dateUtc="2024-06-10T12:58:00Z">
              <w:r w:rsidR="00CE6FBA">
                <w:rPr>
                  <w:rFonts w:ascii="Verdana" w:hAnsi="Verdana" w:cs="Calibri"/>
                  <w:b/>
                  <w:sz w:val="18"/>
                </w:rPr>
                <w:t xml:space="preserve"> I</w:t>
              </w:r>
            </w:ins>
          </w:p>
        </w:tc>
        <w:tc>
          <w:tcPr>
            <w:tcW w:w="3532" w:type="pct"/>
            <w:tcBorders>
              <w:top w:val="single" w:sz="4" w:space="0" w:color="auto"/>
              <w:left w:val="single" w:sz="4" w:space="0" w:color="auto"/>
              <w:bottom w:val="single" w:sz="4" w:space="0" w:color="auto"/>
              <w:right w:val="single" w:sz="4" w:space="0" w:color="auto"/>
            </w:tcBorders>
            <w:tcPrChange w:id="185"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1B7DF0D8" w14:textId="77777777" w:rsidR="00DA48F0" w:rsidRPr="00D94AA2" w:rsidRDefault="00DA48F0"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4AA2">
              <w:rPr>
                <w:rFonts w:ascii="Verdana" w:hAnsi="Verdana" w:cs="Calibri"/>
                <w:sz w:val="18"/>
              </w:rPr>
              <w:t xml:space="preserve">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 oboru geofyzika. </w:t>
            </w:r>
          </w:p>
        </w:tc>
      </w:tr>
      <w:tr w:rsidR="00DA48F0" w:rsidRPr="00FC1260" w14:paraId="61536854" w14:textId="77777777" w:rsidTr="00460D0E">
        <w:trPr>
          <w:cantSplit/>
          <w:trHeight w:val="463"/>
          <w:trPrChange w:id="186" w:author="vyznačené změny" w:date="2024-06-10T14:58:00Z" w16du:dateUtc="2024-06-10T12:58:00Z">
            <w:trPr>
              <w:cantSplit/>
              <w:trHeight w:val="1610"/>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single" w:sz="4" w:space="0" w:color="auto"/>
              <w:right w:val="single" w:sz="4" w:space="0" w:color="auto"/>
            </w:tcBorders>
            <w:tcPrChange w:id="187" w:author="vyznačené změny" w:date="2024-06-10T14:58:00Z" w16du:dateUtc="2024-06-10T12:58:00Z">
              <w:tcPr>
                <w:tcW w:w="1828" w:type="pct"/>
                <w:gridSpan w:val="2"/>
                <w:vMerge/>
                <w:tcBorders>
                  <w:top w:val="single" w:sz="4" w:space="0" w:color="auto"/>
                  <w:left w:val="single" w:sz="4" w:space="0" w:color="auto"/>
                  <w:bottom w:val="single" w:sz="4" w:space="0" w:color="auto"/>
                  <w:right w:val="single" w:sz="4" w:space="0" w:color="auto"/>
                </w:tcBorders>
              </w:tcPr>
            </w:tcPrChange>
          </w:tcPr>
          <w:p w14:paraId="24E03DCA" w14:textId="77777777" w:rsidR="00DA48F0" w:rsidRPr="00A27913" w:rsidRDefault="00DA48F0" w:rsidP="00A70189">
            <w:pPr>
              <w:shd w:val="clear" w:color="auto" w:fill="FFFFFF"/>
              <w:ind w:left="1414"/>
              <w:rPr>
                <w:rFonts w:ascii="Verdana" w:hAnsi="Verdana" w:cs="Calibri"/>
                <w:color w:val="FF0000"/>
              </w:rPr>
            </w:pPr>
          </w:p>
        </w:tc>
        <w:tc>
          <w:tcPr>
            <w:tcW w:w="3532" w:type="pct"/>
            <w:tcBorders>
              <w:top w:val="single" w:sz="4" w:space="0" w:color="auto"/>
              <w:left w:val="single" w:sz="4" w:space="0" w:color="auto"/>
              <w:bottom w:val="single" w:sz="4" w:space="0" w:color="auto"/>
              <w:right w:val="single" w:sz="4" w:space="0" w:color="auto"/>
            </w:tcBorders>
            <w:tcPrChange w:id="188"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49AF3364" w14:textId="6BDD5531" w:rsidR="00DA48F0" w:rsidRPr="00D94AA2" w:rsidRDefault="00DA48F0"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4AA2">
              <w:rPr>
                <w:rFonts w:ascii="Verdana" w:hAnsi="Verdana" w:cs="Calibri"/>
                <w:sz w:val="18"/>
              </w:rPr>
              <w:t xml:space="preserve">Nejméně </w:t>
            </w:r>
            <w:del w:id="189" w:author="vyznačené změny" w:date="2024-06-10T14:58:00Z" w16du:dateUtc="2024-06-10T12:58:00Z">
              <w:r w:rsidRPr="00D94AA2">
                <w:rPr>
                  <w:rFonts w:ascii="Verdana" w:hAnsi="Verdana" w:cs="Calibri"/>
                  <w:sz w:val="18"/>
                </w:rPr>
                <w:delText>10 let</w:delText>
              </w:r>
            </w:del>
            <w:ins w:id="190" w:author="vyznačené změny" w:date="2024-06-10T14:58:00Z" w16du:dateUtc="2024-06-10T12:58:00Z">
              <w:r w:rsidR="00DD1AD6">
                <w:rPr>
                  <w:rFonts w:ascii="Verdana" w:hAnsi="Verdana" w:cs="Calibri"/>
                  <w:sz w:val="18"/>
                </w:rPr>
                <w:t>60 měsíců</w:t>
              </w:r>
            </w:ins>
            <w:r w:rsidRPr="00D94AA2">
              <w:rPr>
                <w:rFonts w:ascii="Verdana" w:hAnsi="Verdana" w:cs="Calibri"/>
                <w:sz w:val="18"/>
              </w:rPr>
              <w:t xml:space="preserve"> praxe v oboru geofyzika</w:t>
            </w:r>
            <w:del w:id="191" w:author="vyznačené změny" w:date="2024-06-10T14:58:00Z" w16du:dateUtc="2024-06-10T12:58:00Z">
              <w:r w:rsidRPr="00D94AA2">
                <w:rPr>
                  <w:rFonts w:ascii="Verdana" w:hAnsi="Verdana" w:cs="Calibri"/>
                  <w:sz w:val="18"/>
                </w:rPr>
                <w:delText>, z toho nejméně 5 let s odbornou způsobilostí projektovat, provádět a vyhodnocovat geologické práce v oboru geofyzika</w:delText>
              </w:r>
            </w:del>
            <w:r w:rsidRPr="00D94AA2">
              <w:rPr>
                <w:rFonts w:ascii="Verdana" w:hAnsi="Verdana" w:cs="Calibri"/>
                <w:sz w:val="18"/>
              </w:rPr>
              <w:t>.</w:t>
            </w:r>
          </w:p>
        </w:tc>
      </w:tr>
      <w:tr w:rsidR="000276D6" w:rsidRPr="00FC1260" w14:paraId="3714E876" w14:textId="77777777" w:rsidTr="00460D0E">
        <w:trPr>
          <w:cantSplit/>
          <w:trHeight w:val="1036"/>
          <w:ins w:id="192"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1468" w:type="pct"/>
            <w:vMerge/>
            <w:tcBorders>
              <w:top w:val="single" w:sz="4" w:space="0" w:color="auto"/>
              <w:left w:val="single" w:sz="4" w:space="0" w:color="auto"/>
              <w:bottom w:val="nil"/>
              <w:right w:val="single" w:sz="4" w:space="0" w:color="auto"/>
            </w:tcBorders>
          </w:tcPr>
          <w:p w14:paraId="55221458" w14:textId="77777777" w:rsidR="000276D6" w:rsidRPr="00A27913" w:rsidRDefault="000276D6" w:rsidP="007478A4">
            <w:pPr>
              <w:shd w:val="clear" w:color="auto" w:fill="FFFFFF"/>
              <w:ind w:left="1414"/>
              <w:rPr>
                <w:ins w:id="193" w:author="vyznačené změny" w:date="2024-06-10T14:58:00Z" w16du:dateUtc="2024-06-10T12:58:00Z"/>
                <w:rFonts w:ascii="Verdana" w:hAnsi="Verdana" w:cs="Calibri"/>
                <w:color w:val="FF0000"/>
                <w:sz w:val="18"/>
              </w:rPr>
            </w:pPr>
          </w:p>
        </w:tc>
        <w:tc>
          <w:tcPr>
            <w:tcW w:w="3532" w:type="pct"/>
            <w:vMerge w:val="restart"/>
            <w:tcBorders>
              <w:top w:val="single" w:sz="4" w:space="0" w:color="auto"/>
              <w:left w:val="single" w:sz="4" w:space="0" w:color="auto"/>
              <w:right w:val="single" w:sz="4" w:space="0" w:color="auto"/>
            </w:tcBorders>
          </w:tcPr>
          <w:p w14:paraId="11B3BAE0" w14:textId="2EA5A388" w:rsidR="000276D6" w:rsidRPr="00227494" w:rsidRDefault="000276D6" w:rsidP="00A70189">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ins w:id="194" w:author="vyznačené změny" w:date="2024-06-10T14:58:00Z" w16du:dateUtc="2024-06-10T12:58:00Z"/>
                <w:rFonts w:ascii="Verdana" w:hAnsi="Verdana" w:cs="Calibri"/>
                <w:sz w:val="18"/>
              </w:rPr>
            </w:pPr>
            <w:ins w:id="195" w:author="vyznačené změny" w:date="2024-06-10T14:58:00Z" w16du:dateUtc="2024-06-10T12:58:00Z">
              <w:r w:rsidRPr="008A4264">
                <w:rPr>
                  <w:rFonts w:ascii="Verdana" w:hAnsi="Verdana" w:cs="Calibri"/>
                  <w:sz w:val="18"/>
                </w:rPr>
                <w:t>Zkušenost s plněním alespoň jedné zakázky při provádění geofyzikálního průzkumu metodami povrchové geofyziky ve funkci specialista na geofyziku s hodnotou geofyzikálního průzkumu v min. hodnotě 0,3 mil. Kč bez DPH (uvedená částka se vztahuje k hodnotě geofyzikálního průzkumu, nikoli k hodnotě zakázky jako celku, pokud bylo předmětem zakázky více činností).</w:t>
              </w:r>
            </w:ins>
          </w:p>
        </w:tc>
      </w:tr>
      <w:tr w:rsidR="000276D6" w:rsidRPr="00FC1260" w14:paraId="4E1525E7" w14:textId="77777777" w:rsidTr="00460D0E">
        <w:trPr>
          <w:cantSplit/>
          <w:trHeight w:val="747"/>
          <w:ins w:id="196"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1468" w:type="pct"/>
            <w:tcBorders>
              <w:top w:val="nil"/>
              <w:left w:val="single" w:sz="4" w:space="0" w:color="auto"/>
              <w:bottom w:val="single" w:sz="4" w:space="0" w:color="auto"/>
              <w:right w:val="single" w:sz="4" w:space="0" w:color="auto"/>
            </w:tcBorders>
          </w:tcPr>
          <w:p w14:paraId="315DF345" w14:textId="32E5B2F6" w:rsidR="000276D6" w:rsidRPr="00A27913" w:rsidRDefault="000276D6" w:rsidP="00F357F0">
            <w:pPr>
              <w:shd w:val="clear" w:color="auto" w:fill="FFFFFF"/>
              <w:ind w:left="1414"/>
              <w:rPr>
                <w:ins w:id="197" w:author="vyznačené změny" w:date="2024-06-10T14:58:00Z" w16du:dateUtc="2024-06-10T12:58:00Z"/>
                <w:rFonts w:ascii="Verdana" w:hAnsi="Verdana" w:cs="Calibri"/>
                <w:color w:val="FF0000"/>
              </w:rPr>
            </w:pPr>
          </w:p>
        </w:tc>
        <w:tc>
          <w:tcPr>
            <w:tcW w:w="3532" w:type="pct"/>
            <w:vMerge/>
            <w:tcBorders>
              <w:left w:val="single" w:sz="4" w:space="0" w:color="auto"/>
              <w:bottom w:val="single" w:sz="4" w:space="0" w:color="auto"/>
              <w:right w:val="single" w:sz="4" w:space="0" w:color="auto"/>
            </w:tcBorders>
          </w:tcPr>
          <w:p w14:paraId="7C4A6BC4" w14:textId="77777777" w:rsidR="000276D6" w:rsidRPr="00D94AA2" w:rsidRDefault="000276D6" w:rsidP="007478A4">
            <w:p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ins w:id="198" w:author="vyznačené změny" w:date="2024-06-10T14:58:00Z" w16du:dateUtc="2024-06-10T12:58:00Z"/>
                <w:rFonts w:ascii="Verdana" w:hAnsi="Verdana" w:cs="Calibri"/>
              </w:rPr>
            </w:pPr>
          </w:p>
        </w:tc>
      </w:tr>
      <w:tr w:rsidR="00CE6FBA" w:rsidRPr="00FC1260" w14:paraId="5CF75F38" w14:textId="77777777" w:rsidTr="00460D0E">
        <w:trPr>
          <w:cantSplit/>
          <w:trHeight w:val="1036"/>
          <w:trPrChange w:id="199" w:author="vyznačené změny" w:date="2024-06-10T14:58:00Z" w16du:dateUtc="2024-06-10T12:58:00Z">
            <w:trPr>
              <w:cantSplit/>
              <w:trHeight w:val="1036"/>
            </w:trPr>
          </w:trPrChange>
        </w:trPr>
        <w:tc>
          <w:tcPr>
            <w:cnfStyle w:val="001000000000" w:firstRow="0" w:lastRow="0" w:firstColumn="1" w:lastColumn="0" w:oddVBand="0" w:evenVBand="0" w:oddHBand="0" w:evenHBand="0" w:firstRowFirstColumn="0" w:firstRowLastColumn="0" w:lastRowFirstColumn="0" w:lastRowLastColumn="0"/>
            <w:tcW w:w="1468" w:type="pct"/>
            <w:tcBorders>
              <w:top w:val="nil"/>
              <w:left w:val="single" w:sz="4" w:space="0" w:color="auto"/>
              <w:right w:val="single" w:sz="4" w:space="0" w:color="auto"/>
            </w:tcBorders>
            <w:cellMerge w:id="200" w:author="vyznačené změny" w:date="2024-06-10T14:58:00Z" w:vMergeOrig="cont" w:vMerge="rest"/>
            <w:tcPrChange w:id="201" w:author="vyznačené změny" w:date="2024-06-10T14:58:00Z" w16du:dateUtc="2024-06-10T12:58:00Z">
              <w:tcPr>
                <w:tcW w:w="1828" w:type="pct"/>
                <w:gridSpan w:val="2"/>
                <w:tcBorders>
                  <w:top w:val="single" w:sz="4" w:space="0" w:color="auto"/>
                  <w:left w:val="single" w:sz="4" w:space="0" w:color="auto"/>
                  <w:bottom w:val="nil"/>
                  <w:right w:val="single" w:sz="4" w:space="0" w:color="auto"/>
                </w:tcBorders>
                <w:cellMerge w:id="202" w:author="vyznačené změny" w:date="2024-06-10T14:58:00Z" w:vMergeOrig="cont" w:vMerge="rest"/>
              </w:tcPr>
            </w:tcPrChange>
          </w:tcPr>
          <w:p w14:paraId="5322ECD9" w14:textId="337F25AD" w:rsidR="00CE6FBA" w:rsidRDefault="00CE6FBA" w:rsidP="00A70189">
            <w:pPr>
              <w:shd w:val="clear" w:color="auto" w:fill="FFFFFF"/>
              <w:rPr>
                <w:rFonts w:ascii="Verdana" w:hAnsi="Verdana"/>
                <w:color w:val="FF0000"/>
                <w:rPrChange w:id="203" w:author="vyznačené změny" w:date="2024-06-10T14:58:00Z" w16du:dateUtc="2024-06-10T12:58:00Z">
                  <w:rPr>
                    <w:rFonts w:ascii="Verdana" w:hAnsi="Verdana"/>
                    <w:color w:val="FF0000"/>
                    <w:sz w:val="18"/>
                  </w:rPr>
                </w:rPrChange>
              </w:rPr>
              <w:pPrChange w:id="204" w:author="vyznačené změny" w:date="2024-06-10T14:58:00Z" w16du:dateUtc="2024-06-10T12:58:00Z">
                <w:pPr>
                  <w:shd w:val="clear" w:color="auto" w:fill="FFFFFF"/>
                  <w:ind w:left="1414"/>
                  <w:jc w:val="center"/>
                </w:pPr>
              </w:pPrChange>
            </w:pPr>
            <w:ins w:id="205" w:author="vyznačené změny" w:date="2024-06-10T14:58:00Z" w16du:dateUtc="2024-06-10T12:58:00Z">
              <w:r w:rsidRPr="00C81018">
                <w:rPr>
                  <w:rFonts w:ascii="Verdana" w:hAnsi="Verdana" w:cs="Calibri"/>
                  <w:b/>
                  <w:sz w:val="18"/>
                </w:rPr>
                <w:t>Specialista na geofyziku</w:t>
              </w:r>
              <w:r>
                <w:rPr>
                  <w:rFonts w:ascii="Verdana" w:hAnsi="Verdana" w:cs="Calibri"/>
                  <w:b/>
                  <w:sz w:val="18"/>
                </w:rPr>
                <w:t xml:space="preserve"> II</w:t>
              </w:r>
            </w:ins>
          </w:p>
        </w:tc>
        <w:tc>
          <w:tcPr>
            <w:tcW w:w="3532" w:type="pct"/>
            <w:tcBorders>
              <w:top w:val="nil"/>
              <w:left w:val="single" w:sz="4" w:space="0" w:color="auto"/>
              <w:bottom w:val="single" w:sz="4" w:space="0" w:color="auto"/>
              <w:right w:val="single" w:sz="4" w:space="0" w:color="auto"/>
            </w:tcBorders>
            <w:tcPrChange w:id="206" w:author="vyznačené změny" w:date="2024-06-10T14:58:00Z" w16du:dateUtc="2024-06-10T12:58:00Z">
              <w:tcPr>
                <w:tcW w:w="3172" w:type="pct"/>
                <w:tcBorders>
                  <w:top w:val="single" w:sz="4" w:space="0" w:color="auto"/>
                  <w:left w:val="single" w:sz="4" w:space="0" w:color="auto"/>
                  <w:bottom w:val="nil"/>
                  <w:right w:val="single" w:sz="4" w:space="0" w:color="auto"/>
                </w:tcBorders>
              </w:tcPr>
            </w:tcPrChange>
          </w:tcPr>
          <w:p w14:paraId="251A314A" w14:textId="77777777" w:rsidR="00DA48F0" w:rsidRPr="00D94AA2" w:rsidRDefault="00DA48F0" w:rsidP="00637F98">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del w:id="207" w:author="vyznačené změny" w:date="2024-06-10T14:58:00Z" w16du:dateUtc="2024-06-10T12:58:00Z"/>
                <w:rFonts w:ascii="Verdana" w:hAnsi="Verdana" w:cs="Calibri"/>
              </w:rPr>
            </w:pPr>
            <w:del w:id="208" w:author="vyznačené změny" w:date="2024-06-10T14:58:00Z" w16du:dateUtc="2024-06-10T12:58:00Z">
              <w:r w:rsidRPr="00D94AA2">
                <w:rPr>
                  <w:rFonts w:ascii="Verdana" w:hAnsi="Verdana" w:cs="Calibri"/>
                  <w:sz w:val="18"/>
                </w:rPr>
                <w:delText>Nejméně 2 zkušenosti s vypracováním geofyzikálního průzkumu.</w:delText>
              </w:r>
            </w:del>
          </w:p>
          <w:p w14:paraId="66B11671" w14:textId="77777777" w:rsidR="00DA48F0" w:rsidRPr="00D94AA2" w:rsidRDefault="00DA48F0" w:rsidP="00637F98">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del w:id="209" w:author="vyznačené změny" w:date="2024-06-10T14:58:00Z" w16du:dateUtc="2024-06-10T12:58:00Z"/>
                <w:rFonts w:ascii="Verdana" w:hAnsi="Verdana" w:cs="Calibri"/>
              </w:rPr>
            </w:pPr>
            <w:del w:id="210" w:author="vyznačené změny" w:date="2024-06-10T14:58:00Z" w16du:dateUtc="2024-06-10T12:58:00Z">
              <w:r w:rsidRPr="00D94AA2">
                <w:rPr>
                  <w:rFonts w:ascii="Verdana" w:hAnsi="Verdana" w:cs="Calibri"/>
                  <w:sz w:val="18"/>
                </w:rPr>
                <w:delText>Započitatelné jsou pouze zkušenosti získané jako držitel osvědčení</w:delText>
              </w:r>
            </w:del>
            <w:ins w:id="211" w:author="vyznačené změny" w:date="2024-06-10T14:58:00Z" w16du:dateUtc="2024-06-10T12:58:00Z">
              <w:r w:rsidR="00CE6FBA" w:rsidRPr="00D94AA2">
                <w:rPr>
                  <w:rFonts w:ascii="Verdana" w:hAnsi="Verdana" w:cs="Calibri"/>
                  <w:sz w:val="18"/>
                </w:rPr>
                <w:t>Osvědčení</w:t>
              </w:r>
            </w:ins>
            <w:r w:rsidR="00CE6FBA" w:rsidRPr="00D94AA2">
              <w:rPr>
                <w:rFonts w:ascii="Verdana" w:hAnsi="Verdana" w:cs="Calibri"/>
                <w:sz w:val="18"/>
              </w:rPr>
              <w:t xml:space="preserve"> o odborné způsobilosti podle §</w:t>
            </w:r>
            <w:del w:id="212" w:author="vyznačené změny" w:date="2024-06-10T14:58:00Z" w16du:dateUtc="2024-06-10T12:58:00Z">
              <w:r w:rsidRPr="00D94AA2">
                <w:rPr>
                  <w:rFonts w:ascii="Verdana" w:hAnsi="Verdana" w:cs="Calibri"/>
                  <w:sz w:val="18"/>
                </w:rPr>
                <w:delText xml:space="preserve"> </w:delText>
              </w:r>
            </w:del>
            <w:ins w:id="213" w:author="vyznačené změny" w:date="2024-06-10T14:58:00Z" w16du:dateUtc="2024-06-10T12:58:00Z">
              <w:r w:rsidR="00CE6FBA" w:rsidRPr="00D94AA2">
                <w:rPr>
                  <w:rFonts w:ascii="Verdana" w:hAnsi="Verdana" w:cs="Calibri"/>
                  <w:sz w:val="18"/>
                </w:rPr>
                <w:t> </w:t>
              </w:r>
            </w:ins>
            <w:r w:rsidR="00CE6FBA" w:rsidRPr="00D94AA2">
              <w:rPr>
                <w:rFonts w:ascii="Verdana" w:hAnsi="Verdana" w:cs="Calibri"/>
                <w:sz w:val="18"/>
              </w:rPr>
              <w:t>3 odst. 3 zákona č. 62/1988 Sb., o</w:t>
            </w:r>
            <w:del w:id="214" w:author="vyznačené změny" w:date="2024-06-10T14:58:00Z" w16du:dateUtc="2024-06-10T12:58:00Z">
              <w:r w:rsidRPr="00D94AA2">
                <w:rPr>
                  <w:rFonts w:ascii="Verdana" w:hAnsi="Verdana" w:cs="Calibri"/>
                  <w:sz w:val="18"/>
                </w:rPr>
                <w:delText> </w:delText>
              </w:r>
            </w:del>
            <w:ins w:id="215" w:author="vyznačené změny" w:date="2024-06-10T14:58:00Z" w16du:dateUtc="2024-06-10T12:58:00Z">
              <w:r w:rsidR="00CE6FBA" w:rsidRPr="00D94AA2">
                <w:rPr>
                  <w:rFonts w:ascii="Verdana" w:hAnsi="Verdana" w:cs="Calibri"/>
                  <w:sz w:val="18"/>
                </w:rPr>
                <w:t xml:space="preserve"> </w:t>
              </w:r>
            </w:ins>
            <w:r w:rsidR="00CE6FBA" w:rsidRPr="00D94AA2">
              <w:rPr>
                <w:rFonts w:ascii="Verdana" w:hAnsi="Verdana" w:cs="Calibri"/>
                <w:sz w:val="18"/>
              </w:rPr>
              <w:t>geologických pracích a o</w:t>
            </w:r>
            <w:del w:id="216" w:author="vyznačené změny" w:date="2024-06-10T14:58:00Z" w16du:dateUtc="2024-06-10T12:58:00Z">
              <w:r w:rsidRPr="00D94AA2">
                <w:rPr>
                  <w:rFonts w:ascii="Verdana" w:hAnsi="Verdana" w:cs="Calibri"/>
                  <w:sz w:val="18"/>
                </w:rPr>
                <w:delText xml:space="preserve"> </w:delText>
              </w:r>
            </w:del>
            <w:ins w:id="217" w:author="vyznačené změny" w:date="2024-06-10T14:58:00Z" w16du:dateUtc="2024-06-10T12:58:00Z">
              <w:r w:rsidR="00CE6FBA" w:rsidRPr="00D94AA2">
                <w:rPr>
                  <w:rFonts w:ascii="Verdana" w:hAnsi="Verdana" w:cs="Calibri"/>
                  <w:sz w:val="18"/>
                </w:rPr>
                <w:t> </w:t>
              </w:r>
            </w:ins>
            <w:r w:rsidR="00CE6FBA" w:rsidRPr="00D94AA2">
              <w:rPr>
                <w:rFonts w:ascii="Verdana" w:hAnsi="Verdana" w:cs="Calibri"/>
                <w:sz w:val="18"/>
              </w:rPr>
              <w:t>Českém geologickém úřadu, ve znění pozdějších předpisů, a vyhlášky č. 206/2001 Sb., o</w:t>
            </w:r>
            <w:del w:id="218" w:author="vyznačené změny" w:date="2024-06-10T14:58:00Z" w16du:dateUtc="2024-06-10T12:58:00Z">
              <w:r w:rsidRPr="00D94AA2">
                <w:rPr>
                  <w:rFonts w:ascii="Verdana" w:hAnsi="Verdana" w:cs="Calibri"/>
                  <w:sz w:val="18"/>
                </w:rPr>
                <w:delText> </w:delText>
              </w:r>
            </w:del>
            <w:ins w:id="219" w:author="vyznačené změny" w:date="2024-06-10T14:58:00Z" w16du:dateUtc="2024-06-10T12:58:00Z">
              <w:r w:rsidR="00CE6FBA" w:rsidRPr="00D94AA2">
                <w:rPr>
                  <w:rFonts w:ascii="Verdana" w:hAnsi="Verdana" w:cs="Calibri"/>
                  <w:sz w:val="18"/>
                </w:rPr>
                <w:t xml:space="preserve"> </w:t>
              </w:r>
            </w:ins>
            <w:r w:rsidR="00CE6FBA" w:rsidRPr="00D94AA2">
              <w:rPr>
                <w:rFonts w:ascii="Verdana" w:hAnsi="Verdana" w:cs="Calibri"/>
                <w:sz w:val="18"/>
              </w:rPr>
              <w:t>osvědčení odborné způsobilosti projektovat, provádět a vyhodnocovat geologické práce, v oboru geofyzika.</w:t>
            </w:r>
          </w:p>
          <w:p w14:paraId="7DE5338B" w14:textId="32B6E8FC" w:rsidR="00CE6FBA" w:rsidRPr="00D94AA2" w:rsidRDefault="00DA48F0"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rPrChange w:id="220" w:author="vyznačené změny" w:date="2024-06-10T14:58:00Z" w16du:dateUtc="2024-06-10T12:58:00Z">
                  <w:rPr>
                    <w:rFonts w:ascii="Verdana" w:hAnsi="Verdana"/>
                    <w:sz w:val="18"/>
                  </w:rPr>
                </w:rPrChange>
              </w:rPr>
              <w:pPrChange w:id="221" w:author="vyznačené změny" w:date="2024-06-10T14:58:00Z" w16du:dateUtc="2024-06-10T12:58:00Z">
                <w:pPr>
                  <w:numPr>
                    <w:numId w:val="37"/>
                  </w:numPr>
                  <w:shd w:val="clear" w:color="auto" w:fill="FFFFFF"/>
                  <w:ind w:left="360" w:hanging="360"/>
                  <w:contextualSpacing/>
                  <w:jc w:val="both"/>
                  <w:cnfStyle w:val="000000000000" w:firstRow="0" w:lastRow="0" w:firstColumn="0" w:lastColumn="0" w:oddVBand="0" w:evenVBand="0" w:oddHBand="0" w:evenHBand="0" w:firstRowFirstColumn="0" w:firstRowLastColumn="0" w:lastRowFirstColumn="0" w:lastRowLastColumn="0"/>
                </w:pPr>
              </w:pPrChange>
            </w:pPr>
            <w:del w:id="222" w:author="vyznačené změny" w:date="2024-06-10T14:58:00Z" w16du:dateUtc="2024-06-10T12:58:00Z">
              <w:r w:rsidRPr="00D94AA2">
                <w:rPr>
                  <w:rFonts w:ascii="Verdana" w:hAnsi="Verdana" w:cs="Calibri"/>
                  <w:sz w:val="18"/>
                </w:rPr>
                <w:delText>Zadavatel požaduje t</w:delText>
              </w:r>
              <w:r>
                <w:rPr>
                  <w:rFonts w:ascii="Verdana" w:hAnsi="Verdana" w:cs="Calibri"/>
                  <w:sz w:val="18"/>
                </w:rPr>
                <w:delText>y</w:delText>
              </w:r>
              <w:r w:rsidRPr="00D94AA2">
                <w:rPr>
                  <w:rFonts w:ascii="Verdana" w:hAnsi="Verdana" w:cs="Calibri"/>
                  <w:sz w:val="18"/>
                </w:rPr>
                <w:delText>to zkušenost</w:delText>
              </w:r>
              <w:r>
                <w:rPr>
                  <w:rFonts w:ascii="Verdana" w:hAnsi="Verdana" w:cs="Calibri"/>
                  <w:sz w:val="18"/>
                </w:rPr>
                <w:delText>i</w:delText>
              </w:r>
              <w:r w:rsidRPr="00D94AA2">
                <w:rPr>
                  <w:rFonts w:ascii="Verdana" w:hAnsi="Verdana" w:cs="Calibri"/>
                  <w:sz w:val="18"/>
                </w:rPr>
                <w:delText xml:space="preserve"> za období max. posledních 15 let před zahájením</w:delText>
              </w:r>
              <w:r w:rsidR="00E137B2">
                <w:rPr>
                  <w:rFonts w:ascii="Verdana" w:hAnsi="Verdana" w:cs="Calibri"/>
                  <w:sz w:val="18"/>
                </w:rPr>
                <w:delText xml:space="preserve"> zadávacího</w:delText>
              </w:r>
              <w:r w:rsidRPr="00D94AA2">
                <w:rPr>
                  <w:rFonts w:ascii="Verdana" w:hAnsi="Verdana" w:cs="Calibri"/>
                  <w:sz w:val="18"/>
                </w:rPr>
                <w:delText xml:space="preserve"> řízení.</w:delText>
              </w:r>
            </w:del>
          </w:p>
        </w:tc>
      </w:tr>
      <w:tr w:rsidR="00CE6FBA" w:rsidRPr="00FC1260" w14:paraId="0C6A3F10" w14:textId="77777777" w:rsidTr="00460D0E">
        <w:trPr>
          <w:cantSplit/>
          <w:trHeight w:val="452"/>
          <w:trPrChange w:id="223" w:author="vyznačené změny" w:date="2024-06-10T14:58:00Z" w16du:dateUtc="2024-06-10T12:58:00Z">
            <w:trPr>
              <w:cantSplit/>
              <w:trHeight w:val="1036"/>
            </w:trPr>
          </w:trPrChange>
        </w:trPr>
        <w:tc>
          <w:tcPr>
            <w:cnfStyle w:val="001000000000" w:firstRow="0" w:lastRow="0" w:firstColumn="1" w:lastColumn="0" w:oddVBand="0" w:evenVBand="0" w:oddHBand="0" w:evenHBand="0" w:firstRowFirstColumn="0" w:firstRowLastColumn="0" w:lastRowFirstColumn="0" w:lastRowLastColumn="0"/>
            <w:tcW w:w="1468" w:type="pct"/>
            <w:tcBorders>
              <w:left w:val="single" w:sz="4" w:space="0" w:color="auto"/>
              <w:right w:val="single" w:sz="4" w:space="0" w:color="auto"/>
            </w:tcBorders>
            <w:cellMerge w:id="224" w:author="vyznačené změny" w:date="2024-06-10T14:58:00Z" w:vMerge="cont"/>
            <w:tcPrChange w:id="225" w:author="vyznačené změny" w:date="2024-06-10T14:58:00Z" w16du:dateUtc="2024-06-10T12:58:00Z">
              <w:tcPr>
                <w:tcW w:w="1828" w:type="pct"/>
                <w:gridSpan w:val="2"/>
                <w:tcBorders>
                  <w:top w:val="nil"/>
                  <w:left w:val="single" w:sz="4" w:space="0" w:color="auto"/>
                  <w:bottom w:val="single" w:sz="4" w:space="0" w:color="auto"/>
                  <w:right w:val="single" w:sz="4" w:space="0" w:color="auto"/>
                </w:tcBorders>
                <w:cellMerge w:id="226" w:author="vyznačené změny" w:date="2024-06-10T14:58:00Z" w:vMerge="cont"/>
              </w:tcPr>
            </w:tcPrChange>
          </w:tcPr>
          <w:p w14:paraId="377E74AB" w14:textId="77777777" w:rsidR="00530367" w:rsidRDefault="00530367" w:rsidP="00C773E8">
            <w:pPr>
              <w:shd w:val="clear" w:color="auto" w:fill="FFFFFF"/>
              <w:ind w:left="1414"/>
              <w:jc w:val="center"/>
              <w:rPr>
                <w:del w:id="227" w:author="vyznačené změny" w:date="2024-06-10T14:58:00Z" w16du:dateUtc="2024-06-10T12:58:00Z"/>
                <w:rFonts w:ascii="Verdana" w:hAnsi="Verdana" w:cs="Calibri"/>
                <w:color w:val="FF0000"/>
              </w:rPr>
            </w:pPr>
          </w:p>
          <w:p w14:paraId="094EA827" w14:textId="77777777" w:rsidR="0064113F" w:rsidRDefault="0064113F" w:rsidP="00C773E8">
            <w:pPr>
              <w:shd w:val="clear" w:color="auto" w:fill="FFFFFF"/>
              <w:ind w:left="1414"/>
              <w:jc w:val="center"/>
              <w:rPr>
                <w:del w:id="228" w:author="vyznačené změny" w:date="2024-06-10T14:58:00Z" w16du:dateUtc="2024-06-10T12:58:00Z"/>
                <w:rFonts w:ascii="Verdana" w:hAnsi="Verdana" w:cs="Calibri"/>
                <w:color w:val="FF0000"/>
              </w:rPr>
            </w:pPr>
          </w:p>
          <w:p w14:paraId="2995A674" w14:textId="77777777" w:rsidR="0064113F" w:rsidRDefault="0064113F" w:rsidP="00C773E8">
            <w:pPr>
              <w:shd w:val="clear" w:color="auto" w:fill="FFFFFF"/>
              <w:ind w:left="1414"/>
              <w:jc w:val="center"/>
              <w:rPr>
                <w:del w:id="229" w:author="vyznačené změny" w:date="2024-06-10T14:58:00Z" w16du:dateUtc="2024-06-10T12:58:00Z"/>
                <w:rFonts w:ascii="Verdana" w:hAnsi="Verdana" w:cs="Calibri"/>
                <w:color w:val="FF0000"/>
              </w:rPr>
            </w:pPr>
          </w:p>
          <w:p w14:paraId="6D1F7226" w14:textId="77777777" w:rsidR="0064113F" w:rsidRDefault="0064113F" w:rsidP="00C773E8">
            <w:pPr>
              <w:shd w:val="clear" w:color="auto" w:fill="FFFFFF"/>
              <w:ind w:left="1414"/>
              <w:jc w:val="center"/>
              <w:rPr>
                <w:del w:id="230" w:author="vyznačené změny" w:date="2024-06-10T14:58:00Z" w16du:dateUtc="2024-06-10T12:58:00Z"/>
                <w:rFonts w:ascii="Verdana" w:hAnsi="Verdana" w:cs="Calibri"/>
                <w:color w:val="FF0000"/>
              </w:rPr>
            </w:pPr>
          </w:p>
          <w:p w14:paraId="6A6B1CFB" w14:textId="77777777" w:rsidR="0064113F" w:rsidRDefault="0064113F" w:rsidP="00C773E8">
            <w:pPr>
              <w:shd w:val="clear" w:color="auto" w:fill="FFFFFF"/>
              <w:ind w:left="1414"/>
              <w:jc w:val="center"/>
              <w:rPr>
                <w:del w:id="231" w:author="vyznačené změny" w:date="2024-06-10T14:58:00Z" w16du:dateUtc="2024-06-10T12:58:00Z"/>
                <w:rFonts w:ascii="Verdana" w:hAnsi="Verdana" w:cs="Calibri"/>
                <w:color w:val="FF0000"/>
              </w:rPr>
            </w:pPr>
          </w:p>
          <w:p w14:paraId="2A43A8B8" w14:textId="77777777" w:rsidR="0064113F" w:rsidRDefault="0064113F" w:rsidP="00C773E8">
            <w:pPr>
              <w:shd w:val="clear" w:color="auto" w:fill="FFFFFF"/>
              <w:ind w:left="1414"/>
              <w:jc w:val="center"/>
              <w:rPr>
                <w:del w:id="232" w:author="vyznačené změny" w:date="2024-06-10T14:58:00Z" w16du:dateUtc="2024-06-10T12:58:00Z"/>
                <w:rFonts w:ascii="Verdana" w:hAnsi="Verdana" w:cs="Calibri"/>
                <w:color w:val="FF0000"/>
              </w:rPr>
            </w:pPr>
          </w:p>
          <w:p w14:paraId="7D675665" w14:textId="77777777" w:rsidR="00CE6FBA" w:rsidRDefault="00CE6FBA" w:rsidP="007478A4">
            <w:pPr>
              <w:shd w:val="clear" w:color="auto" w:fill="FFFFFF"/>
              <w:ind w:left="1414"/>
              <w:rPr>
                <w:rFonts w:ascii="Verdana" w:hAnsi="Verdana" w:cs="Calibri"/>
                <w:color w:val="FF0000"/>
              </w:rPr>
              <w:pPrChange w:id="233" w:author="vyznačené změny" w:date="2024-06-10T14:58:00Z" w16du:dateUtc="2024-06-10T12:58:00Z">
                <w:pPr>
                  <w:shd w:val="clear" w:color="auto" w:fill="FFFFFF"/>
                  <w:ind w:left="1414"/>
                  <w:jc w:val="center"/>
                </w:pPr>
              </w:pPrChange>
            </w:pPr>
          </w:p>
        </w:tc>
        <w:tc>
          <w:tcPr>
            <w:tcW w:w="3532" w:type="pct"/>
            <w:tcBorders>
              <w:top w:val="nil"/>
              <w:left w:val="single" w:sz="4" w:space="0" w:color="auto"/>
              <w:bottom w:val="single" w:sz="4" w:space="0" w:color="auto"/>
              <w:right w:val="single" w:sz="4" w:space="0" w:color="auto"/>
            </w:tcBorders>
            <w:tcPrChange w:id="234" w:author="vyznačené změny" w:date="2024-06-10T14:58:00Z" w16du:dateUtc="2024-06-10T12:58:00Z">
              <w:tcPr>
                <w:tcW w:w="3172" w:type="pct"/>
                <w:tcBorders>
                  <w:top w:val="nil"/>
                  <w:left w:val="single" w:sz="4" w:space="0" w:color="auto"/>
                  <w:bottom w:val="single" w:sz="4" w:space="0" w:color="auto"/>
                  <w:right w:val="single" w:sz="4" w:space="0" w:color="auto"/>
                </w:tcBorders>
              </w:tcPr>
            </w:tcPrChange>
          </w:tcPr>
          <w:p w14:paraId="006A6325" w14:textId="1B7F1D4B" w:rsidR="00CE6FBA" w:rsidRPr="00D94AA2" w:rsidRDefault="00CE6FBA"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Change w:id="235" w:author="vyznačené změny" w:date="2024-06-10T14:58:00Z" w16du:dateUtc="2024-06-10T12:58:00Z">
                <w:pPr>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pPr>
              </w:pPrChange>
            </w:pPr>
            <w:ins w:id="236" w:author="vyznačené změny" w:date="2024-06-10T14:58:00Z" w16du:dateUtc="2024-06-10T12:58:00Z">
              <w:r w:rsidRPr="00D94AA2">
                <w:rPr>
                  <w:rFonts w:ascii="Verdana" w:hAnsi="Verdana" w:cs="Calibri"/>
                  <w:sz w:val="18"/>
                </w:rPr>
                <w:t xml:space="preserve">Nejméně </w:t>
              </w:r>
              <w:r>
                <w:rPr>
                  <w:rFonts w:ascii="Verdana" w:hAnsi="Verdana" w:cs="Calibri"/>
                  <w:sz w:val="18"/>
                </w:rPr>
                <w:t>60 měsíců</w:t>
              </w:r>
              <w:r w:rsidRPr="00D94AA2">
                <w:rPr>
                  <w:rFonts w:ascii="Verdana" w:hAnsi="Verdana" w:cs="Calibri"/>
                  <w:sz w:val="18"/>
                </w:rPr>
                <w:t xml:space="preserve"> praxe v oboru geofyzika.</w:t>
              </w:r>
            </w:ins>
          </w:p>
        </w:tc>
      </w:tr>
      <w:tr w:rsidR="00CE6FBA" w:rsidRPr="00FC1260" w14:paraId="409FA627" w14:textId="77777777" w:rsidTr="00460D0E">
        <w:trPr>
          <w:cantSplit/>
          <w:trHeight w:val="1036"/>
          <w:ins w:id="237"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1468" w:type="pct"/>
            <w:tcBorders>
              <w:left w:val="single" w:sz="4" w:space="0" w:color="auto"/>
              <w:bottom w:val="single" w:sz="4" w:space="0" w:color="auto"/>
              <w:right w:val="single" w:sz="4" w:space="0" w:color="auto"/>
            </w:tcBorders>
            <w:cellMerge w:id="238" w:author="vyznačené změny" w:date="2024-06-10T14:58:00Z" w:vMerge="cont"/>
          </w:tcPr>
          <w:p w14:paraId="02C9DA73" w14:textId="77777777" w:rsidR="00CE6FBA" w:rsidRDefault="00CE6FBA" w:rsidP="007478A4">
            <w:pPr>
              <w:shd w:val="clear" w:color="auto" w:fill="FFFFFF"/>
              <w:ind w:left="1414"/>
              <w:rPr>
                <w:ins w:id="239" w:author="vyznačené změny" w:date="2024-06-10T14:58:00Z" w16du:dateUtc="2024-06-10T12:58:00Z"/>
                <w:rFonts w:ascii="Verdana" w:hAnsi="Verdana" w:cs="Calibri"/>
                <w:color w:val="FF0000"/>
              </w:rPr>
            </w:pPr>
          </w:p>
        </w:tc>
        <w:tc>
          <w:tcPr>
            <w:tcW w:w="3532" w:type="pct"/>
            <w:tcBorders>
              <w:top w:val="nil"/>
              <w:left w:val="single" w:sz="4" w:space="0" w:color="auto"/>
              <w:bottom w:val="single" w:sz="4" w:space="0" w:color="auto"/>
              <w:right w:val="single" w:sz="4" w:space="0" w:color="auto"/>
            </w:tcBorders>
          </w:tcPr>
          <w:p w14:paraId="14CE1245" w14:textId="155A9B6E" w:rsidR="00CE6FBA" w:rsidRPr="008A4264" w:rsidRDefault="008A4264" w:rsidP="00A70189">
            <w:pPr>
              <w:numPr>
                <w:ilvl w:val="0"/>
                <w:numId w:val="37"/>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ins w:id="240" w:author="vyznačené změny" w:date="2024-06-10T14:58:00Z" w16du:dateUtc="2024-06-10T12:58:00Z"/>
                <w:rFonts w:ascii="Verdana" w:hAnsi="Verdana" w:cs="Calibri"/>
              </w:rPr>
            </w:pPr>
            <w:ins w:id="241" w:author="vyznačené změny" w:date="2024-06-10T14:58:00Z" w16du:dateUtc="2024-06-10T12:58:00Z">
              <w:r w:rsidRPr="008A4264">
                <w:rPr>
                  <w:rFonts w:ascii="Verdana" w:hAnsi="Verdana" w:cs="Calibri"/>
                  <w:sz w:val="18"/>
                </w:rPr>
                <w:t>Zkušenost s plněním alespoň jedné zakázky při provádění geofyzikálního průzkumu karotážními metodami ve funkci specialista na geofyziku s hodnotou geofyzikálního průzkumu v min. hodnotě 0,5 mil. Kč bez DPH (uvedená částka se vztahuje k hodnotě geofyzikálního průzkumu, nikoli k hodnotě zakázky jako celku, pokud bylo předmětem zakázky více činností).</w:t>
              </w:r>
            </w:ins>
          </w:p>
        </w:tc>
      </w:tr>
      <w:tr w:rsidR="00F72871" w:rsidRPr="00FC1260" w14:paraId="47AAB32E" w14:textId="77777777" w:rsidTr="00460D0E">
        <w:trPr>
          <w:cantSplit/>
          <w:trHeight w:val="20"/>
          <w:ins w:id="242"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1468" w:type="pct"/>
            <w:tcBorders>
              <w:top w:val="single" w:sz="4" w:space="0" w:color="auto"/>
              <w:left w:val="single" w:sz="4" w:space="0" w:color="auto"/>
              <w:bottom w:val="single" w:sz="4" w:space="0" w:color="auto"/>
              <w:right w:val="single" w:sz="4" w:space="0" w:color="auto"/>
            </w:tcBorders>
          </w:tcPr>
          <w:p w14:paraId="48812024" w14:textId="7A182197" w:rsidR="00F72871" w:rsidRPr="00F72871" w:rsidRDefault="00F72871" w:rsidP="00A70189">
            <w:pPr>
              <w:shd w:val="clear" w:color="auto" w:fill="FFFFFF"/>
              <w:rPr>
                <w:ins w:id="243" w:author="vyznačené změny" w:date="2024-06-10T14:58:00Z" w16du:dateUtc="2024-06-10T12:58:00Z"/>
                <w:rFonts w:ascii="Verdana" w:hAnsi="Verdana" w:cs="Calibri"/>
                <w:b/>
                <w:sz w:val="18"/>
              </w:rPr>
            </w:pPr>
            <w:ins w:id="244" w:author="vyznačené změny" w:date="2024-06-10T14:58:00Z" w16du:dateUtc="2024-06-10T12:58:00Z">
              <w:r w:rsidRPr="00F72871">
                <w:rPr>
                  <w:rFonts w:ascii="Verdana" w:hAnsi="Verdana" w:cs="Calibri"/>
                  <w:b/>
                  <w:sz w:val="18"/>
                </w:rPr>
                <w:t>Báňský projektant</w:t>
              </w:r>
            </w:ins>
          </w:p>
        </w:tc>
        <w:tc>
          <w:tcPr>
            <w:tcW w:w="3532" w:type="pct"/>
            <w:tcBorders>
              <w:top w:val="single" w:sz="4" w:space="0" w:color="auto"/>
              <w:left w:val="single" w:sz="4" w:space="0" w:color="auto"/>
              <w:bottom w:val="single" w:sz="4" w:space="0" w:color="auto"/>
              <w:right w:val="single" w:sz="4" w:space="0" w:color="auto"/>
            </w:tcBorders>
          </w:tcPr>
          <w:p w14:paraId="1CBADC86" w14:textId="431FEA63" w:rsidR="00F72871" w:rsidRPr="00E924D1" w:rsidRDefault="00E84C93" w:rsidP="00A70189">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ins w:id="245" w:author="vyznačené změny" w:date="2024-06-10T14:58:00Z" w16du:dateUtc="2024-06-10T12:58:00Z"/>
                <w:rFonts w:ascii="Verdana" w:hAnsi="Verdana" w:cs="Calibri"/>
              </w:rPr>
            </w:pPr>
            <w:ins w:id="246" w:author="vyznačené změny" w:date="2024-06-10T14:58:00Z" w16du:dateUtc="2024-06-10T12:58:00Z">
              <w:r>
                <w:rPr>
                  <w:rFonts w:ascii="Verdana" w:hAnsi="Verdana" w:cs="Calibri"/>
                  <w:sz w:val="18"/>
                </w:rPr>
                <w:t>O</w:t>
              </w:r>
              <w:r w:rsidR="00FD28E3" w:rsidRPr="00FD28E3">
                <w:rPr>
                  <w:rFonts w:ascii="Verdana" w:hAnsi="Verdana" w:cs="Calibri"/>
                  <w:sz w:val="18"/>
                </w:rPr>
                <w:t>svědčení pro činnost báňského projektanta dle zákona č. 61/1988 Sb. o hornické činnosti, výbušninách a o státní báňské správě</w:t>
              </w:r>
              <w:r w:rsidR="00FD28E3">
                <w:rPr>
                  <w:rFonts w:ascii="Verdana" w:hAnsi="Verdana" w:cs="Calibri"/>
                  <w:sz w:val="18"/>
                </w:rPr>
                <w:t>,</w:t>
              </w:r>
              <w:r w:rsidR="00FD28E3" w:rsidRPr="00FD28E3">
                <w:rPr>
                  <w:rFonts w:ascii="Verdana" w:hAnsi="Verdana" w:cs="Calibri"/>
                  <w:sz w:val="18"/>
                </w:rPr>
                <w:t xml:space="preserve"> ve znění pozdějších předpisů</w:t>
              </w:r>
              <w:r w:rsidR="00FD28E3">
                <w:rPr>
                  <w:rFonts w:ascii="Verdana" w:hAnsi="Verdana" w:cs="Calibri"/>
                  <w:sz w:val="18"/>
                </w:rPr>
                <w:t>,</w:t>
              </w:r>
              <w:r w:rsidR="00FD28E3" w:rsidRPr="00FD28E3">
                <w:rPr>
                  <w:rFonts w:ascii="Verdana" w:hAnsi="Verdana" w:cs="Calibri"/>
                  <w:sz w:val="18"/>
                </w:rPr>
                <w:t xml:space="preserve"> dle § 3 písm. f)</w:t>
              </w:r>
              <w:r w:rsidR="00FD28E3">
                <w:rPr>
                  <w:rFonts w:ascii="Verdana" w:hAnsi="Verdana" w:cs="Calibri"/>
                  <w:sz w:val="18"/>
                </w:rPr>
                <w:t>.</w:t>
              </w:r>
            </w:ins>
          </w:p>
        </w:tc>
      </w:tr>
      <w:tr w:rsidR="00EE4148" w:rsidRPr="00FC1260" w14:paraId="4EBB87D5" w14:textId="77777777" w:rsidTr="00460D0E">
        <w:trPr>
          <w:cantSplit/>
          <w:trHeight w:val="597"/>
          <w:trPrChange w:id="247" w:author="vyznačené změny" w:date="2024-06-10T14:58:00Z" w16du:dateUtc="2024-06-10T12:58:00Z">
            <w:trPr>
              <w:cantSplit/>
              <w:trHeight w:val="20"/>
            </w:trPr>
          </w:trPrChange>
        </w:trPr>
        <w:tc>
          <w:tcPr>
            <w:cnfStyle w:val="001000000000" w:firstRow="0" w:lastRow="0" w:firstColumn="1" w:lastColumn="0" w:oddVBand="0" w:evenVBand="0" w:oddHBand="0" w:evenHBand="0" w:firstRowFirstColumn="0" w:firstRowLastColumn="0" w:lastRowFirstColumn="0" w:lastRowLastColumn="0"/>
            <w:tcW w:w="1468" w:type="pct"/>
            <w:vMerge w:val="restart"/>
            <w:tcBorders>
              <w:top w:val="single" w:sz="4" w:space="0" w:color="auto"/>
              <w:left w:val="single" w:sz="4" w:space="0" w:color="auto"/>
              <w:right w:val="single" w:sz="4" w:space="0" w:color="auto"/>
            </w:tcBorders>
            <w:tcPrChange w:id="248" w:author="vyznačené změny" w:date="2024-06-10T14:58:00Z" w16du:dateUtc="2024-06-10T12:58:00Z">
              <w:tcPr>
                <w:tcW w:w="1828" w:type="pct"/>
                <w:gridSpan w:val="2"/>
                <w:vMerge w:val="restart"/>
                <w:tcBorders>
                  <w:top w:val="single" w:sz="4" w:space="0" w:color="auto"/>
                  <w:left w:val="single" w:sz="4" w:space="0" w:color="auto"/>
                  <w:right w:val="single" w:sz="4" w:space="0" w:color="auto"/>
                </w:tcBorders>
              </w:tcPr>
            </w:tcPrChange>
          </w:tcPr>
          <w:p w14:paraId="0568C640" w14:textId="7BA814D6" w:rsidR="00EE4148" w:rsidRPr="00F72871" w:rsidRDefault="00EE4148" w:rsidP="00A70189">
            <w:pPr>
              <w:shd w:val="clear" w:color="auto" w:fill="FFFFFF"/>
              <w:rPr>
                <w:rFonts w:ascii="Verdana" w:hAnsi="Verdana" w:cs="Calibri"/>
                <w:color w:val="FF0000"/>
              </w:rPr>
            </w:pPr>
          </w:p>
          <w:p w14:paraId="1F8A2B17" w14:textId="77777777" w:rsidR="00EE4148" w:rsidRPr="005A68C6" w:rsidRDefault="00EE4148" w:rsidP="00A70189">
            <w:pPr>
              <w:shd w:val="clear" w:color="auto" w:fill="FFFFFF"/>
              <w:rPr>
                <w:rFonts w:ascii="Verdana" w:hAnsi="Verdana" w:cs="Calibri"/>
                <w:b/>
                <w:sz w:val="18"/>
              </w:rPr>
            </w:pPr>
            <w:bookmarkStart w:id="249" w:name="_Hlk168245103"/>
            <w:r>
              <w:rPr>
                <w:rFonts w:ascii="Verdana" w:hAnsi="Verdana" w:cs="Calibri"/>
                <w:b/>
                <w:sz w:val="18"/>
              </w:rPr>
              <w:t>V</w:t>
            </w:r>
            <w:r w:rsidRPr="005A68C6">
              <w:rPr>
                <w:rFonts w:ascii="Verdana" w:hAnsi="Verdana" w:cs="Calibri"/>
                <w:b/>
                <w:sz w:val="18"/>
              </w:rPr>
              <w:t>rtmistr</w:t>
            </w:r>
          </w:p>
          <w:bookmarkEnd w:id="249"/>
          <w:p w14:paraId="00AC6507" w14:textId="77777777" w:rsidR="00E926E7" w:rsidRDefault="00E926E7" w:rsidP="00B057D3">
            <w:pPr>
              <w:shd w:val="clear" w:color="auto" w:fill="FFFFFF"/>
              <w:rPr>
                <w:del w:id="250" w:author="vyznačené změny" w:date="2024-06-10T14:58:00Z" w16du:dateUtc="2024-06-10T12:58:00Z"/>
                <w:rFonts w:ascii="Verdana" w:hAnsi="Verdana" w:cs="Calibri"/>
                <w:color w:val="FF0000"/>
              </w:rPr>
            </w:pPr>
            <w:del w:id="251" w:author="vyznačené změny" w:date="2024-06-10T14:58:00Z" w16du:dateUtc="2024-06-10T12:58:00Z">
              <w:r w:rsidRPr="005A68C6">
                <w:rPr>
                  <w:rFonts w:ascii="Verdana" w:hAnsi="Verdana" w:cs="Calibri"/>
                  <w:b/>
                  <w:sz w:val="18"/>
                  <w:lang w:val="en-US"/>
                </w:rPr>
                <w:delText>(</w:delText>
              </w:r>
              <w:r w:rsidRPr="005A68C6">
                <w:rPr>
                  <w:rFonts w:ascii="Verdana" w:hAnsi="Verdana" w:cs="Calibri"/>
                  <w:b/>
                  <w:sz w:val="18"/>
                </w:rPr>
                <w:delText>vedoucí vrtn</w:delText>
              </w:r>
              <w:r>
                <w:rPr>
                  <w:rFonts w:ascii="Verdana" w:hAnsi="Verdana" w:cs="Calibri"/>
                  <w:b/>
                  <w:sz w:val="18"/>
                </w:rPr>
                <w:delText>ých</w:delText>
              </w:r>
              <w:r w:rsidRPr="005A68C6">
                <w:rPr>
                  <w:rFonts w:ascii="Verdana" w:hAnsi="Verdana" w:cs="Calibri"/>
                  <w:b/>
                  <w:sz w:val="18"/>
                </w:rPr>
                <w:delText xml:space="preserve"> skupin)</w:delText>
              </w:r>
            </w:del>
          </w:p>
          <w:p w14:paraId="70AC6A46" w14:textId="77777777" w:rsidR="00E926E7" w:rsidRDefault="00E926E7" w:rsidP="00C773E8">
            <w:pPr>
              <w:rPr>
                <w:del w:id="252" w:author="vyznačené změny" w:date="2024-06-10T14:58:00Z" w16du:dateUtc="2024-06-10T12:58:00Z"/>
                <w:rFonts w:ascii="Verdana" w:hAnsi="Verdana" w:cs="Calibri"/>
              </w:rPr>
            </w:pPr>
          </w:p>
          <w:p w14:paraId="2175EA22" w14:textId="77777777" w:rsidR="00E926E7" w:rsidRDefault="00E926E7" w:rsidP="00C773E8">
            <w:pPr>
              <w:rPr>
                <w:del w:id="253" w:author="vyznačené změny" w:date="2024-06-10T14:58:00Z" w16du:dateUtc="2024-06-10T12:58:00Z"/>
                <w:rFonts w:ascii="Verdana" w:hAnsi="Verdana" w:cs="Calibri"/>
              </w:rPr>
            </w:pPr>
          </w:p>
          <w:p w14:paraId="43A3CC2E" w14:textId="77777777" w:rsidR="00E926E7" w:rsidRDefault="00E926E7" w:rsidP="00C773E8">
            <w:pPr>
              <w:rPr>
                <w:del w:id="254" w:author="vyznačené změny" w:date="2024-06-10T14:58:00Z" w16du:dateUtc="2024-06-10T12:58:00Z"/>
                <w:rFonts w:ascii="Verdana" w:hAnsi="Verdana" w:cs="Calibri"/>
              </w:rPr>
            </w:pPr>
          </w:p>
          <w:p w14:paraId="7DDCD287" w14:textId="77777777" w:rsidR="00E926E7" w:rsidRDefault="00E926E7" w:rsidP="00C773E8">
            <w:pPr>
              <w:rPr>
                <w:del w:id="255" w:author="vyznačené změny" w:date="2024-06-10T14:58:00Z" w16du:dateUtc="2024-06-10T12:58:00Z"/>
                <w:rFonts w:ascii="Verdana" w:hAnsi="Verdana" w:cs="Calibri"/>
              </w:rPr>
            </w:pPr>
          </w:p>
          <w:p w14:paraId="062B5D83" w14:textId="293896FF" w:rsidR="00EE4148" w:rsidRPr="00F72871" w:rsidRDefault="00EE4148" w:rsidP="00A70189">
            <w:pPr>
              <w:rPr>
                <w:rFonts w:ascii="Verdana" w:hAnsi="Verdana"/>
                <w:b/>
                <w:sz w:val="18"/>
                <w:rPrChange w:id="256" w:author="vyznačené změny" w:date="2024-06-10T14:58:00Z" w16du:dateUtc="2024-06-10T12:58:00Z">
                  <w:rPr>
                    <w:rFonts w:ascii="Verdana" w:hAnsi="Verdana"/>
                    <w:color w:val="FF0000"/>
                  </w:rPr>
                </w:rPrChange>
              </w:rPr>
            </w:pPr>
          </w:p>
        </w:tc>
        <w:tc>
          <w:tcPr>
            <w:tcW w:w="3532" w:type="pct"/>
            <w:tcBorders>
              <w:top w:val="single" w:sz="4" w:space="0" w:color="auto"/>
              <w:left w:val="single" w:sz="4" w:space="0" w:color="auto"/>
              <w:right w:val="single" w:sz="4" w:space="0" w:color="auto"/>
            </w:tcBorders>
            <w:tcPrChange w:id="257" w:author="vyznačené změny" w:date="2024-06-10T14:58:00Z" w16du:dateUtc="2024-06-10T12:58:00Z">
              <w:tcPr>
                <w:tcW w:w="3172" w:type="pct"/>
                <w:tcBorders>
                  <w:top w:val="single" w:sz="4" w:space="0" w:color="auto"/>
                  <w:left w:val="single" w:sz="4" w:space="0" w:color="auto"/>
                  <w:bottom w:val="nil"/>
                  <w:right w:val="single" w:sz="4" w:space="0" w:color="auto"/>
                </w:tcBorders>
              </w:tcPr>
            </w:tcPrChange>
          </w:tcPr>
          <w:p w14:paraId="6E5AFC5A" w14:textId="77777777" w:rsidR="00E926E7" w:rsidRPr="00D23A1F" w:rsidRDefault="00EE4148" w:rsidP="00637F98">
            <w:pPr>
              <w:numPr>
                <w:ilvl w:val="0"/>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del w:id="258" w:author="vyznačené změny" w:date="2024-06-10T14:58:00Z" w16du:dateUtc="2024-06-10T12:58:00Z"/>
                <w:rFonts w:ascii="Verdana" w:hAnsi="Verdana" w:cs="Calibri"/>
              </w:rPr>
            </w:pPr>
            <w:r w:rsidRPr="00E924D1">
              <w:rPr>
                <w:rFonts w:ascii="Verdana" w:hAnsi="Verdana" w:cs="Calibri"/>
                <w:sz w:val="18"/>
              </w:rPr>
              <w:t xml:space="preserve">Nejméně </w:t>
            </w:r>
            <w:del w:id="259" w:author="vyznačené změny" w:date="2024-06-10T14:58:00Z" w16du:dateUtc="2024-06-10T12:58:00Z">
              <w:r w:rsidR="00E926E7" w:rsidRPr="00E924D1">
                <w:rPr>
                  <w:rFonts w:ascii="Verdana" w:hAnsi="Verdana" w:cs="Calibri"/>
                  <w:sz w:val="18"/>
                </w:rPr>
                <w:delText>10 let</w:delText>
              </w:r>
            </w:del>
            <w:ins w:id="260" w:author="vyznačené změny" w:date="2024-06-10T14:58:00Z" w16du:dateUtc="2024-06-10T12:58:00Z">
              <w:r>
                <w:rPr>
                  <w:rFonts w:ascii="Verdana" w:hAnsi="Verdana" w:cs="Calibri"/>
                  <w:sz w:val="18"/>
                </w:rPr>
                <w:t>24 měsíců</w:t>
              </w:r>
            </w:ins>
            <w:r w:rsidRPr="00E924D1">
              <w:rPr>
                <w:rFonts w:ascii="Verdana" w:hAnsi="Verdana" w:cs="Calibri"/>
                <w:sz w:val="18"/>
              </w:rPr>
              <w:t xml:space="preserve"> praxe v </w:t>
            </w:r>
            <w:del w:id="261" w:author="vyznačené změny" w:date="2024-06-10T14:58:00Z" w16du:dateUtc="2024-06-10T12:58:00Z">
              <w:r w:rsidR="00E926E7" w:rsidRPr="00E924D1">
                <w:rPr>
                  <w:rFonts w:ascii="Verdana" w:hAnsi="Verdana" w:cs="Calibri"/>
                  <w:sz w:val="18"/>
                </w:rPr>
                <w:delText>geologickém terénním průzkumu.</w:delText>
              </w:r>
            </w:del>
          </w:p>
          <w:p w14:paraId="017A5FD8" w14:textId="33900288" w:rsidR="00EE4148" w:rsidRPr="00E924D1" w:rsidRDefault="00E926E7" w:rsidP="00A70189">
            <w:pPr>
              <w:numPr>
                <w:ilvl w:val="0"/>
                <w:numId w:val="37"/>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del w:id="262" w:author="vyznačené změny" w:date="2024-06-10T14:58:00Z" w16du:dateUtc="2024-06-10T12:58:00Z">
              <w:r w:rsidRPr="0081418E">
                <w:rPr>
                  <w:rFonts w:ascii="Verdana" w:hAnsi="Verdana" w:cs="Calibri"/>
                  <w:sz w:val="18"/>
                </w:rPr>
                <w:delText xml:space="preserve">Zadavatel požaduje tuto </w:delText>
              </w:r>
              <w:r>
                <w:rPr>
                  <w:rFonts w:ascii="Verdana" w:hAnsi="Verdana" w:cs="Calibri"/>
                  <w:sz w:val="18"/>
                </w:rPr>
                <w:delText>praxi</w:delText>
              </w:r>
              <w:r w:rsidRPr="0081418E">
                <w:rPr>
                  <w:rFonts w:ascii="Verdana" w:hAnsi="Verdana" w:cs="Calibri"/>
                  <w:sz w:val="18"/>
                </w:rPr>
                <w:delText xml:space="preserve"> za období max. posledních 15 let před zahájením </w:delText>
              </w:r>
              <w:r w:rsidR="008E37C9">
                <w:rPr>
                  <w:rFonts w:ascii="Verdana" w:hAnsi="Verdana" w:cs="Calibri"/>
                  <w:sz w:val="18"/>
                </w:rPr>
                <w:delText>zadávacího</w:delText>
              </w:r>
              <w:r w:rsidRPr="0081418E">
                <w:rPr>
                  <w:rFonts w:ascii="Verdana" w:hAnsi="Verdana" w:cs="Calibri"/>
                  <w:sz w:val="18"/>
                </w:rPr>
                <w:delText xml:space="preserve"> řízení</w:delText>
              </w:r>
            </w:del>
            <w:ins w:id="263" w:author="vyznačené změny" w:date="2024-06-10T14:58:00Z" w16du:dateUtc="2024-06-10T12:58:00Z">
              <w:r w:rsidR="00EE4148">
                <w:rPr>
                  <w:rFonts w:ascii="Verdana" w:hAnsi="Verdana" w:cs="Calibri"/>
                  <w:sz w:val="18"/>
                </w:rPr>
                <w:t>provádění vrtných prací na pozici vrtmistr</w:t>
              </w:r>
            </w:ins>
            <w:r w:rsidR="00EE4148" w:rsidRPr="00E924D1">
              <w:rPr>
                <w:rFonts w:ascii="Verdana" w:hAnsi="Verdana" w:cs="Calibri"/>
                <w:sz w:val="18"/>
              </w:rPr>
              <w:t>.</w:t>
            </w:r>
          </w:p>
        </w:tc>
      </w:tr>
      <w:tr w:rsidR="00EF68B3" w:rsidRPr="00FC1260" w14:paraId="101970D1" w14:textId="77777777" w:rsidTr="00460D0E">
        <w:trPr>
          <w:cantSplit/>
          <w:trHeight w:val="845"/>
          <w:trPrChange w:id="264" w:author="vyznačené změny" w:date="2024-06-10T14:58:00Z" w16du:dateUtc="2024-06-10T12:58:00Z">
            <w:trPr>
              <w:cantSplit/>
              <w:trHeight w:val="2529"/>
            </w:trPr>
          </w:trPrChange>
        </w:trPr>
        <w:tc>
          <w:tcPr>
            <w:cnfStyle w:val="001000000000" w:firstRow="0" w:lastRow="0" w:firstColumn="1" w:lastColumn="0" w:oddVBand="0" w:evenVBand="0" w:oddHBand="0" w:evenHBand="0" w:firstRowFirstColumn="0" w:firstRowLastColumn="0" w:lastRowFirstColumn="0" w:lastRowLastColumn="0"/>
            <w:tcW w:w="1468" w:type="pct"/>
            <w:vMerge/>
            <w:tcBorders>
              <w:left w:val="single" w:sz="4" w:space="0" w:color="auto"/>
              <w:right w:val="single" w:sz="4" w:space="0" w:color="auto"/>
            </w:tcBorders>
            <w:tcPrChange w:id="265" w:author="vyznačené změny" w:date="2024-06-10T14:58:00Z" w16du:dateUtc="2024-06-10T12:58:00Z">
              <w:tcPr>
                <w:tcW w:w="1828" w:type="pct"/>
                <w:gridSpan w:val="2"/>
                <w:vMerge/>
                <w:tcBorders>
                  <w:left w:val="single" w:sz="4" w:space="0" w:color="auto"/>
                  <w:bottom w:val="single" w:sz="4" w:space="0" w:color="auto"/>
                  <w:right w:val="single" w:sz="4" w:space="0" w:color="auto"/>
                </w:tcBorders>
              </w:tcPr>
            </w:tcPrChange>
          </w:tcPr>
          <w:p w14:paraId="0E657FEA" w14:textId="77777777" w:rsidR="00EF68B3" w:rsidRPr="001B0405" w:rsidRDefault="00EF68B3" w:rsidP="00A70189">
            <w:pPr>
              <w:rPr>
                <w:rFonts w:ascii="Verdana" w:hAnsi="Verdana" w:cs="Calibri"/>
              </w:rPr>
            </w:pPr>
          </w:p>
        </w:tc>
        <w:tc>
          <w:tcPr>
            <w:tcW w:w="3532" w:type="pct"/>
            <w:tcBorders>
              <w:top w:val="nil"/>
              <w:left w:val="single" w:sz="4" w:space="0" w:color="auto"/>
              <w:bottom w:val="single" w:sz="4" w:space="0" w:color="auto"/>
              <w:right w:val="single" w:sz="2" w:space="0" w:color="auto"/>
            </w:tcBorders>
            <w:tcPrChange w:id="266" w:author="vyznačené změny" w:date="2024-06-10T14:58:00Z" w16du:dateUtc="2024-06-10T12:58:00Z">
              <w:tcPr>
                <w:tcW w:w="3172" w:type="pct"/>
                <w:tcBorders>
                  <w:top w:val="nil"/>
                  <w:left w:val="single" w:sz="4" w:space="0" w:color="auto"/>
                  <w:bottom w:val="single" w:sz="4" w:space="0" w:color="auto"/>
                  <w:right w:val="single" w:sz="2" w:space="0" w:color="auto"/>
                </w:tcBorders>
              </w:tcPr>
            </w:tcPrChange>
          </w:tcPr>
          <w:p w14:paraId="2DDA58FA" w14:textId="77777777" w:rsidR="00E926E7" w:rsidRDefault="00595AE0" w:rsidP="0064113F">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del w:id="267" w:author="vyznačené změny" w:date="2024-06-10T14:58:00Z" w16du:dateUtc="2024-06-10T12:58:00Z"/>
                <w:rFonts w:ascii="Verdana" w:hAnsi="Verdana" w:cs="Calibri"/>
                <w:sz w:val="18"/>
              </w:rPr>
            </w:pPr>
            <w:r w:rsidRPr="00595AE0">
              <w:rPr>
                <w:rFonts w:ascii="Verdana" w:hAnsi="Verdana" w:cs="Calibri"/>
                <w:sz w:val="18"/>
              </w:rPr>
              <w:t>Nejméně dvě zkušenosti s</w:t>
            </w:r>
            <w:del w:id="268" w:author="vyznačené změny" w:date="2024-06-10T14:58:00Z" w16du:dateUtc="2024-06-10T12:58:00Z">
              <w:r w:rsidR="00E926E7" w:rsidRPr="00E37082">
                <w:rPr>
                  <w:rFonts w:ascii="Verdana" w:hAnsi="Verdana" w:cs="Calibri"/>
                  <w:sz w:val="18"/>
                </w:rPr>
                <w:delText> </w:delText>
              </w:r>
            </w:del>
            <w:ins w:id="269" w:author="vyznačené změny" w:date="2024-06-10T14:58:00Z" w16du:dateUtc="2024-06-10T12:58:00Z">
              <w:r w:rsidRPr="00595AE0">
                <w:rPr>
                  <w:rFonts w:ascii="Verdana" w:hAnsi="Verdana" w:cs="Calibri"/>
                  <w:sz w:val="18"/>
                </w:rPr>
                <w:t xml:space="preserve"> </w:t>
              </w:r>
            </w:ins>
            <w:r w:rsidRPr="00595AE0">
              <w:rPr>
                <w:rFonts w:ascii="Verdana" w:hAnsi="Verdana" w:cs="Calibri"/>
                <w:sz w:val="18"/>
              </w:rPr>
              <w:t>vedením vrtné skupiny v pozici vrtmistra při</w:t>
            </w:r>
            <w:r w:rsidRPr="00595AE0">
              <w:rPr>
                <w:rFonts w:ascii="Verdana" w:hAnsi="Verdana"/>
                <w:sz w:val="18"/>
                <w:rPrChange w:id="270" w:author="vyznačené změny" w:date="2024-06-10T14:58:00Z" w16du:dateUtc="2024-06-10T12:58:00Z">
                  <w:rPr>
                    <w:rFonts w:ascii="Verdana" w:hAnsi="Verdana"/>
                  </w:rPr>
                </w:rPrChange>
              </w:rPr>
              <w:t xml:space="preserve"> </w:t>
            </w:r>
            <w:r w:rsidRPr="00595AE0">
              <w:rPr>
                <w:rFonts w:ascii="Verdana" w:hAnsi="Verdana" w:cs="Calibri"/>
                <w:sz w:val="18"/>
              </w:rPr>
              <w:t xml:space="preserve">provádění geologického průzkumu s použitím vrtných prací </w:t>
            </w:r>
            <w:ins w:id="271" w:author="vyznačené změny" w:date="2024-06-10T14:58:00Z" w16du:dateUtc="2024-06-10T12:58:00Z">
              <w:r w:rsidR="005F46BA">
                <w:rPr>
                  <w:rFonts w:ascii="Verdana" w:hAnsi="Verdana" w:cs="Calibri"/>
                  <w:sz w:val="18"/>
                </w:rPr>
                <w:t xml:space="preserve">při realizaci svislých vrtů </w:t>
              </w:r>
            </w:ins>
            <w:r w:rsidRPr="00595AE0">
              <w:rPr>
                <w:rFonts w:ascii="Verdana" w:hAnsi="Verdana" w:cs="Calibri"/>
                <w:sz w:val="18"/>
              </w:rPr>
              <w:t xml:space="preserve">na jádro s min. </w:t>
            </w:r>
            <w:del w:id="272" w:author="vyznačené změny" w:date="2024-06-10T14:58:00Z" w16du:dateUtc="2024-06-10T12:58:00Z">
              <w:r w:rsidR="00E926E7" w:rsidRPr="00F26E4D">
                <w:rPr>
                  <w:rFonts w:ascii="Verdana" w:hAnsi="Verdana" w:cs="Calibri"/>
                  <w:sz w:val="18"/>
                </w:rPr>
                <w:delText>hloubkou 250 m v krystalických horninách.</w:delText>
              </w:r>
            </w:del>
          </w:p>
          <w:p w14:paraId="2C942A51" w14:textId="77777777" w:rsidR="00E926E7" w:rsidRPr="00F26E4D" w:rsidRDefault="00E926E7" w:rsidP="00C773E8">
            <w:pPr>
              <w:pStyle w:val="Odstavecseseznamem"/>
              <w:shd w:val="clear" w:color="auto" w:fill="FFFFFF"/>
              <w:spacing w:after="120"/>
              <w:ind w:left="357"/>
              <w:jc w:val="both"/>
              <w:cnfStyle w:val="000000000000" w:firstRow="0" w:lastRow="0" w:firstColumn="0" w:lastColumn="0" w:oddVBand="0" w:evenVBand="0" w:oddHBand="0" w:evenHBand="0" w:firstRowFirstColumn="0" w:firstRowLastColumn="0" w:lastRowFirstColumn="0" w:lastRowLastColumn="0"/>
              <w:rPr>
                <w:del w:id="273" w:author="vyznačené změny" w:date="2024-06-10T14:58:00Z" w16du:dateUtc="2024-06-10T12:58:00Z"/>
                <w:rFonts w:ascii="Verdana" w:hAnsi="Verdana" w:cs="Calibri"/>
                <w:sz w:val="18"/>
              </w:rPr>
            </w:pPr>
          </w:p>
          <w:p w14:paraId="7E036E75" w14:textId="77777777" w:rsidR="00E926E7" w:rsidRPr="00995C03" w:rsidRDefault="00E926E7" w:rsidP="00637F98">
            <w:pPr>
              <w:pStyle w:val="Odstavecseseznamem"/>
              <w:numPr>
                <w:ilvl w:val="0"/>
                <w:numId w:val="3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del w:id="274" w:author="vyznačené změny" w:date="2024-06-10T14:58:00Z" w16du:dateUtc="2024-06-10T12:58:00Z"/>
                <w:rFonts w:ascii="Verdana" w:hAnsi="Verdana" w:cs="Calibri"/>
                <w:sz w:val="18"/>
              </w:rPr>
            </w:pPr>
            <w:del w:id="275" w:author="vyznačené změny" w:date="2024-06-10T14:58:00Z" w16du:dateUtc="2024-06-10T12:58:00Z">
              <w:r w:rsidRPr="00F26E4D">
                <w:rPr>
                  <w:rFonts w:ascii="Verdana" w:hAnsi="Verdana" w:cs="Calibri"/>
                  <w:sz w:val="18"/>
                </w:rPr>
                <w:delText>Zkušenost s realizací šikmých vrtů do hloubky min.</w:delText>
              </w:r>
            </w:del>
            <w:ins w:id="276" w:author="vyznačené změny" w:date="2024-06-10T14:58:00Z" w16du:dateUtc="2024-06-10T12:58:00Z">
              <w:r w:rsidR="00595AE0" w:rsidRPr="00595AE0">
                <w:rPr>
                  <w:rFonts w:ascii="Verdana" w:hAnsi="Verdana" w:cs="Calibri"/>
                  <w:sz w:val="18"/>
                </w:rPr>
                <w:t>délkou</w:t>
              </w:r>
            </w:ins>
            <w:r w:rsidR="00595AE0" w:rsidRPr="00595AE0">
              <w:rPr>
                <w:rFonts w:ascii="Verdana" w:hAnsi="Verdana" w:cs="Calibri"/>
                <w:sz w:val="18"/>
              </w:rPr>
              <w:t xml:space="preserve"> 250 m bez ohledu na typ horninového prostředí</w:t>
            </w:r>
            <w:r w:rsidR="00EF68B3" w:rsidRPr="00F26E4D">
              <w:rPr>
                <w:rFonts w:ascii="Verdana" w:hAnsi="Verdana" w:cs="Calibri"/>
                <w:sz w:val="18"/>
              </w:rPr>
              <w:t>.</w:t>
            </w:r>
          </w:p>
          <w:p w14:paraId="66E8E802" w14:textId="64B1739D" w:rsidR="00EF68B3" w:rsidRPr="00E37082" w:rsidRDefault="00E926E7" w:rsidP="00A70189">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rPrChange w:id="277" w:author="vyznačené změny" w:date="2024-06-10T14:58:00Z" w16du:dateUtc="2024-06-10T12:58:00Z">
                  <w:rPr>
                    <w:rFonts w:ascii="Verdana" w:hAnsi="Verdana"/>
                    <w:sz w:val="18"/>
                  </w:rPr>
                </w:rPrChange>
              </w:rPr>
              <w:pPrChange w:id="278" w:author="vyznačené změny" w:date="2024-06-10T14:58:00Z" w16du:dateUtc="2024-06-10T12:58:00Z">
                <w:pPr>
                  <w:numPr>
                    <w:numId w:val="37"/>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pPr>
              </w:pPrChange>
            </w:pPr>
            <w:del w:id="279" w:author="vyznačené změny" w:date="2024-06-10T14:58:00Z" w16du:dateUtc="2024-06-10T12:58:00Z">
              <w:r w:rsidRPr="004D6B2A">
                <w:rPr>
                  <w:rFonts w:ascii="Verdana" w:hAnsi="Verdana" w:cs="Calibri"/>
                  <w:sz w:val="18"/>
                </w:rPr>
                <w:delText>Zadavatel požaduje t</w:delText>
              </w:r>
              <w:r>
                <w:rPr>
                  <w:rFonts w:ascii="Verdana" w:hAnsi="Verdana" w:cs="Calibri"/>
                  <w:sz w:val="18"/>
                </w:rPr>
                <w:delText>y</w:delText>
              </w:r>
              <w:r w:rsidRPr="004D6B2A">
                <w:rPr>
                  <w:rFonts w:ascii="Verdana" w:hAnsi="Verdana" w:cs="Calibri"/>
                  <w:sz w:val="18"/>
                </w:rPr>
                <w:delText>to zkušenost</w:delText>
              </w:r>
              <w:r>
                <w:rPr>
                  <w:rFonts w:ascii="Verdana" w:hAnsi="Verdana" w:cs="Calibri"/>
                  <w:sz w:val="18"/>
                </w:rPr>
                <w:delText>i</w:delText>
              </w:r>
              <w:r w:rsidRPr="004D6B2A">
                <w:rPr>
                  <w:rFonts w:ascii="Verdana" w:hAnsi="Verdana" w:cs="Calibri"/>
                  <w:sz w:val="18"/>
                </w:rPr>
                <w:delText xml:space="preserve"> za období max. posledních 15 let před zahájením </w:delText>
              </w:r>
              <w:r w:rsidR="00E137B2">
                <w:rPr>
                  <w:rFonts w:ascii="Verdana" w:hAnsi="Verdana" w:cs="Calibri"/>
                  <w:sz w:val="18"/>
                </w:rPr>
                <w:delText>zadávacího</w:delText>
              </w:r>
              <w:r w:rsidRPr="004D6B2A">
                <w:rPr>
                  <w:rFonts w:ascii="Verdana" w:hAnsi="Verdana" w:cs="Calibri"/>
                  <w:sz w:val="18"/>
                </w:rPr>
                <w:delText xml:space="preserve"> řízení.</w:delText>
              </w:r>
            </w:del>
          </w:p>
        </w:tc>
      </w:tr>
      <w:tr w:rsidR="00EF68B3" w:rsidRPr="00FC1260" w14:paraId="55821284" w14:textId="77777777" w:rsidTr="00460D0E">
        <w:trPr>
          <w:cantSplit/>
          <w:trHeight w:val="693"/>
          <w:trPrChange w:id="280" w:author="vyznačené změny" w:date="2024-06-10T14:58:00Z" w16du:dateUtc="2024-06-10T12:58:00Z">
            <w:trPr>
              <w:cantSplit/>
              <w:trHeight w:val="2000"/>
            </w:trPr>
          </w:trPrChange>
        </w:trPr>
        <w:tc>
          <w:tcPr>
            <w:cnfStyle w:val="001000000000" w:firstRow="0" w:lastRow="0" w:firstColumn="1" w:lastColumn="0" w:oddVBand="0" w:evenVBand="0" w:oddHBand="0" w:evenHBand="0" w:firstRowFirstColumn="0" w:firstRowLastColumn="0" w:lastRowFirstColumn="0" w:lastRowLastColumn="0"/>
            <w:tcW w:w="1468" w:type="pct"/>
            <w:tcBorders>
              <w:left w:val="single" w:sz="4" w:space="0" w:color="auto"/>
              <w:bottom w:val="single" w:sz="4" w:space="0" w:color="auto"/>
              <w:right w:val="single" w:sz="4" w:space="0" w:color="auto"/>
            </w:tcBorders>
            <w:cellMerge w:id="281" w:author="vyznačené změny" w:date="2024-06-10T14:58:00Z" w:vMerge="cont"/>
            <w:tcPrChange w:id="282" w:author="vyznačené změny" w:date="2024-06-10T14:58:00Z" w16du:dateUtc="2024-06-10T12:58:00Z">
              <w:tcPr>
                <w:tcW w:w="1828" w:type="pct"/>
                <w:gridSpan w:val="2"/>
                <w:tcBorders>
                  <w:top w:val="single" w:sz="4" w:space="0" w:color="auto"/>
                  <w:left w:val="single" w:sz="4" w:space="0" w:color="auto"/>
                  <w:bottom w:val="single" w:sz="4" w:space="0" w:color="auto"/>
                  <w:right w:val="single" w:sz="4" w:space="0" w:color="auto"/>
                </w:tcBorders>
                <w:cellMerge w:id="283" w:author="vyznačené změny" w:date="2024-06-10T14:58:00Z" w:vMerge="cont"/>
              </w:tcPr>
            </w:tcPrChange>
          </w:tcPr>
          <w:p w14:paraId="3B09BE78" w14:textId="227CF78C" w:rsidR="00EF68B3" w:rsidRPr="001B0405" w:rsidRDefault="00D108E0" w:rsidP="00A70189">
            <w:pPr>
              <w:rPr>
                <w:rFonts w:ascii="Verdana" w:hAnsi="Verdana"/>
                <w:rPrChange w:id="284" w:author="vyznačené změny" w:date="2024-06-10T14:58:00Z" w16du:dateUtc="2024-06-10T12:58:00Z">
                  <w:rPr>
                    <w:rFonts w:ascii="Verdana" w:hAnsi="Verdana"/>
                    <w:b/>
                    <w:sz w:val="18"/>
                  </w:rPr>
                </w:rPrChange>
              </w:rPr>
              <w:pPrChange w:id="285" w:author="vyznačené změny" w:date="2024-06-10T14:58:00Z" w16du:dateUtc="2024-06-10T12:58:00Z">
                <w:pPr>
                  <w:shd w:val="clear" w:color="auto" w:fill="FFFFFF"/>
                </w:pPr>
              </w:pPrChange>
            </w:pPr>
            <w:del w:id="286" w:author="vyznačené změny" w:date="2024-06-10T14:58:00Z" w16du:dateUtc="2024-06-10T12:58:00Z">
              <w:r w:rsidRPr="00C5768C">
                <w:rPr>
                  <w:rFonts w:ascii="Verdana" w:hAnsi="Verdana" w:cs="Calibri"/>
                  <w:b/>
                  <w:sz w:val="18"/>
                </w:rPr>
                <w:delText>Specialista pro geologickou službu</w:delText>
              </w:r>
            </w:del>
          </w:p>
        </w:tc>
        <w:tc>
          <w:tcPr>
            <w:tcW w:w="3532" w:type="pct"/>
            <w:tcBorders>
              <w:top w:val="nil"/>
              <w:left w:val="single" w:sz="4" w:space="0" w:color="auto"/>
              <w:bottom w:val="single" w:sz="4" w:space="0" w:color="auto"/>
              <w:right w:val="single" w:sz="2" w:space="0" w:color="auto"/>
            </w:tcBorders>
            <w:tcPrChange w:id="287" w:author="vyznačené změny" w:date="2024-06-10T14:58:00Z" w16du:dateUtc="2024-06-10T12:58:00Z">
              <w:tcPr>
                <w:tcW w:w="3172" w:type="pct"/>
                <w:tcBorders>
                  <w:top w:val="single" w:sz="4" w:space="0" w:color="auto"/>
                  <w:left w:val="single" w:sz="4" w:space="0" w:color="auto"/>
                  <w:bottom w:val="single" w:sz="4" w:space="0" w:color="auto"/>
                  <w:right w:val="single" w:sz="4" w:space="0" w:color="auto"/>
                </w:tcBorders>
              </w:tcPr>
            </w:tcPrChange>
          </w:tcPr>
          <w:p w14:paraId="2F317D1E" w14:textId="77777777" w:rsidR="00D108E0" w:rsidRPr="00C5768C" w:rsidRDefault="00D108E0" w:rsidP="00D108E0">
            <w:pPr>
              <w:pStyle w:val="Odstavecseseznamem"/>
              <w:numPr>
                <w:ilvl w:val="0"/>
                <w:numId w:val="37"/>
              </w:numPr>
              <w:cnfStyle w:val="000000000000" w:firstRow="0" w:lastRow="0" w:firstColumn="0" w:lastColumn="0" w:oddVBand="0" w:evenVBand="0" w:oddHBand="0" w:evenHBand="0" w:firstRowFirstColumn="0" w:firstRowLastColumn="0" w:lastRowFirstColumn="0" w:lastRowLastColumn="0"/>
              <w:rPr>
                <w:del w:id="288" w:author="vyznačené změny" w:date="2024-06-10T14:58:00Z" w16du:dateUtc="2024-06-10T12:58:00Z"/>
                <w:rFonts w:cs="Calibri"/>
                <w:sz w:val="18"/>
              </w:rPr>
            </w:pPr>
            <w:del w:id="289" w:author="vyznačené změny" w:date="2024-06-10T14:58:00Z" w16du:dateUtc="2024-06-10T12:58:00Z">
              <w:r w:rsidRPr="00C5768C">
                <w:rPr>
                  <w:rFonts w:cs="Calibri"/>
                  <w:sz w:val="18"/>
                </w:rPr>
                <w:delText>Odborná znalost geologické stavby krušnohorského krystalinika a teplicko-ústecké části podkrušnohorské pánve, která bude doložena:</w:delText>
              </w:r>
            </w:del>
          </w:p>
          <w:p w14:paraId="1899B7C6"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0" w:author="vyznačené změny" w:date="2024-06-10T14:58:00Z" w16du:dateUtc="2024-06-10T12:58:00Z"/>
                <w:rFonts w:cs="Calibri"/>
                <w:sz w:val="18"/>
              </w:rPr>
            </w:pPr>
          </w:p>
          <w:p w14:paraId="5C2BF288"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1" w:author="vyznačené změny" w:date="2024-06-10T14:58:00Z" w16du:dateUtc="2024-06-10T12:58:00Z"/>
                <w:rFonts w:cs="Calibri"/>
                <w:sz w:val="18"/>
              </w:rPr>
            </w:pPr>
            <w:del w:id="292" w:author="vyznačené změny" w:date="2024-06-10T14:58:00Z" w16du:dateUtc="2024-06-10T12:58:00Z">
              <w:r w:rsidRPr="00C5768C">
                <w:rPr>
                  <w:rFonts w:cs="Calibri"/>
                  <w:sz w:val="18"/>
                </w:rPr>
                <w:delText xml:space="preserve">alespoň jedním odborným článkem zaměřeným na danou oblast v oboru inženýrská geologie, který byl publikován  v impaktovaném časopise v období max. posledních 15 let </w:delText>
              </w:r>
              <w:r w:rsidRPr="00C5768C">
                <w:rPr>
                  <w:rFonts w:ascii="Verdana" w:hAnsi="Verdana" w:cs="Calibri"/>
                  <w:sz w:val="18"/>
                </w:rPr>
                <w:delText xml:space="preserve">před zahájením </w:delText>
              </w:r>
              <w:r w:rsidR="00E137B2">
                <w:rPr>
                  <w:rFonts w:ascii="Verdana" w:hAnsi="Verdana" w:cs="Calibri"/>
                  <w:sz w:val="18"/>
                </w:rPr>
                <w:delText>zadávacího</w:delText>
              </w:r>
              <w:r w:rsidRPr="00C5768C">
                <w:rPr>
                  <w:rFonts w:ascii="Verdana" w:hAnsi="Verdana" w:cs="Calibri"/>
                  <w:sz w:val="18"/>
                </w:rPr>
                <w:delText xml:space="preserve"> řízení.</w:delText>
              </w:r>
            </w:del>
          </w:p>
          <w:p w14:paraId="1D042FD0"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3" w:author="vyznačené změny" w:date="2024-06-10T14:58:00Z" w16du:dateUtc="2024-06-10T12:58:00Z"/>
                <w:rFonts w:cs="Calibri"/>
                <w:sz w:val="18"/>
              </w:rPr>
            </w:pPr>
          </w:p>
          <w:p w14:paraId="44AB0153"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4" w:author="vyznačené změny" w:date="2024-06-10T14:58:00Z" w16du:dateUtc="2024-06-10T12:58:00Z"/>
                <w:rFonts w:cs="Calibri"/>
                <w:sz w:val="18"/>
              </w:rPr>
            </w:pPr>
            <w:del w:id="295" w:author="vyznačené změny" w:date="2024-06-10T14:58:00Z" w16du:dateUtc="2024-06-10T12:58:00Z">
              <w:r w:rsidRPr="00C5768C">
                <w:rPr>
                  <w:rFonts w:cs="Calibri"/>
                  <w:sz w:val="18"/>
                </w:rPr>
                <w:delText xml:space="preserve">nebo </w:delText>
              </w:r>
            </w:del>
          </w:p>
          <w:p w14:paraId="6F5EA0EB"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6" w:author="vyznačené změny" w:date="2024-06-10T14:58:00Z" w16du:dateUtc="2024-06-10T12:58:00Z"/>
                <w:rFonts w:cs="Calibri"/>
                <w:sz w:val="18"/>
              </w:rPr>
            </w:pPr>
          </w:p>
          <w:p w14:paraId="1C505A6C" w14:textId="77777777" w:rsidR="00D108E0" w:rsidRPr="00C5768C" w:rsidRDefault="00D108E0" w:rsidP="00D108E0">
            <w:pPr>
              <w:pStyle w:val="Odstavecseseznamem"/>
              <w:ind w:left="360"/>
              <w:cnfStyle w:val="000000000000" w:firstRow="0" w:lastRow="0" w:firstColumn="0" w:lastColumn="0" w:oddVBand="0" w:evenVBand="0" w:oddHBand="0" w:evenHBand="0" w:firstRowFirstColumn="0" w:firstRowLastColumn="0" w:lastRowFirstColumn="0" w:lastRowLastColumn="0"/>
              <w:rPr>
                <w:del w:id="297" w:author="vyznačené změny" w:date="2024-06-10T14:58:00Z" w16du:dateUtc="2024-06-10T12:58:00Z"/>
                <w:rFonts w:cs="Calibri"/>
                <w:sz w:val="18"/>
              </w:rPr>
            </w:pPr>
            <w:del w:id="298" w:author="vyznačené změny" w:date="2024-06-10T14:58:00Z" w16du:dateUtc="2024-06-10T12:58:00Z">
              <w:r w:rsidRPr="00C5768C">
                <w:rPr>
                  <w:rFonts w:cs="Calibri"/>
                  <w:sz w:val="18"/>
                </w:rPr>
                <w:delText xml:space="preserve">alespoň jednou zkušeností s prováděním inženýrsko-geologického anebo geotechnického průzkumu v dané oblasti na pozici inženýrského geologa, popř. na pozici geotechnika, přičemž </w:delText>
              </w:r>
              <w:r w:rsidRPr="00C5768C">
                <w:rPr>
                  <w:rFonts w:ascii="Verdana" w:hAnsi="Verdana" w:cs="Calibri"/>
                  <w:sz w:val="18"/>
                </w:rPr>
                <w:delText>zadavatel požaduje tuto zkušenost za období max. po</w:delText>
              </w:r>
              <w:r w:rsidR="00E137B2">
                <w:rPr>
                  <w:rFonts w:ascii="Verdana" w:hAnsi="Verdana" w:cs="Calibri"/>
                  <w:sz w:val="18"/>
                </w:rPr>
                <w:delText>sledních 15 let před zahájením zadávacího</w:delText>
              </w:r>
              <w:r w:rsidRPr="00C5768C">
                <w:rPr>
                  <w:rFonts w:ascii="Verdana" w:hAnsi="Verdana" w:cs="Calibri"/>
                  <w:sz w:val="18"/>
                </w:rPr>
                <w:delText xml:space="preserve"> řízení.</w:delText>
              </w:r>
            </w:del>
          </w:p>
          <w:p w14:paraId="7FDCD270" w14:textId="6D34B6F3" w:rsidR="00EF68B3" w:rsidRPr="00E37082" w:rsidRDefault="00595AE0" w:rsidP="00A70189">
            <w:pPr>
              <w:pStyle w:val="Odstavecseseznamem"/>
              <w:numPr>
                <w:ilvl w:val="0"/>
                <w:numId w:val="3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rPrChange w:id="299" w:author="vyznačené změny" w:date="2024-06-10T14:58:00Z" w16du:dateUtc="2024-06-10T12:58:00Z">
                  <w:rPr>
                    <w:sz w:val="18"/>
                  </w:rPr>
                </w:rPrChange>
              </w:rPr>
              <w:pPrChange w:id="300" w:author="vyznačené změny" w:date="2024-06-10T14:58:00Z" w16du:dateUtc="2024-06-10T12:58:00Z">
                <w:pPr>
                  <w:cnfStyle w:val="000000000000" w:firstRow="0" w:lastRow="0" w:firstColumn="0" w:lastColumn="0" w:oddVBand="0" w:evenVBand="0" w:oddHBand="0" w:evenHBand="0" w:firstRowFirstColumn="0" w:firstRowLastColumn="0" w:lastRowFirstColumn="0" w:lastRowLastColumn="0"/>
                </w:pPr>
              </w:pPrChange>
            </w:pPr>
            <w:ins w:id="301" w:author="vyznačené změny" w:date="2024-06-10T14:58:00Z" w16du:dateUtc="2024-06-10T12:58:00Z">
              <w:r w:rsidRPr="00595AE0">
                <w:rPr>
                  <w:rFonts w:ascii="Verdana" w:hAnsi="Verdana" w:cs="Calibri"/>
                  <w:sz w:val="18"/>
                </w:rPr>
                <w:t xml:space="preserve">Zkušenost s realizací šikmých vrtů s použitím </w:t>
              </w:r>
              <w:r w:rsidR="005F46BA">
                <w:rPr>
                  <w:rFonts w:ascii="Verdana" w:hAnsi="Verdana" w:cs="Calibri"/>
                  <w:sz w:val="18"/>
                </w:rPr>
                <w:t xml:space="preserve">jádrového vrtání </w:t>
              </w:r>
              <w:r w:rsidRPr="00595AE0">
                <w:rPr>
                  <w:rFonts w:ascii="Verdana" w:hAnsi="Verdana" w:cs="Calibri"/>
                  <w:sz w:val="18"/>
                </w:rPr>
                <w:t>s min. délkou 250 m bez ohledu na typ horninového prostředí.</w:t>
              </w:r>
            </w:ins>
          </w:p>
        </w:tc>
      </w:tr>
    </w:tbl>
    <w:p w14:paraId="1952C9B0" w14:textId="1CCF0D14" w:rsidR="00637F98" w:rsidRPr="00637F98" w:rsidRDefault="00637F98" w:rsidP="009E1AEE">
      <w:pPr>
        <w:pStyle w:val="Textbezslovn"/>
      </w:pPr>
      <w:r w:rsidRPr="00637F98">
        <w:tab/>
      </w:r>
    </w:p>
    <w:p w14:paraId="15EFBBBB" w14:textId="6D333966" w:rsidR="003A49A6" w:rsidRDefault="003A49A6" w:rsidP="003A49A6">
      <w:pPr>
        <w:pStyle w:val="Textbezslovn"/>
      </w:pPr>
      <w:r w:rsidRPr="003A49A6">
        <w:t xml:space="preserve">Praxí s řízením týmu se u příslušného člena odborného personálu, u kterého je tato praxe požadována, rozumí činnost spočívající v řízení týmu v pozici </w:t>
      </w:r>
      <w:r>
        <w:t>dodavatele</w:t>
      </w:r>
      <w:r w:rsidRPr="003A49A6">
        <w:t xml:space="preserve"> ve funkci manažera či vedoucího týmu nebo v obdobné (případně jinak nazvané) funkci při řízení týmu v zahraničním prostředí, jež je z hlediska věcné náplně práce a odpovědnosti s funkcí manažera týmu či vedoucího týmu srovnatelná. Zkušenost s konkrétní činností se u příslušných členů týmu rozumí činnost obsahující uvedenou činnost. Praxí v konkrétním oboru se u příslušných členů týmu rozumí činnost spočívající ve výkonu odborné činnosti v uvedeném oboru. </w:t>
      </w:r>
    </w:p>
    <w:p w14:paraId="2B855C7B" w14:textId="64CD2BF8" w:rsidR="003E7BEB" w:rsidRPr="003A49A6" w:rsidRDefault="003A49A6" w:rsidP="003A49A6">
      <w:pPr>
        <w:pStyle w:val="Textbezslovn"/>
        <w:rPr>
          <w:ins w:id="302" w:author="vyznačené změny" w:date="2024-06-10T14:58:00Z" w16du:dateUtc="2024-06-10T12:58:00Z"/>
        </w:rPr>
      </w:pPr>
      <w:del w:id="303" w:author="vyznačené změny" w:date="2024-06-10T14:58:00Z" w16du:dateUtc="2024-06-10T12:58:00Z">
        <w:r w:rsidRPr="003A49A6">
          <w:delText>Zadavatel</w:delText>
        </w:r>
      </w:del>
      <w:ins w:id="304" w:author="vyznačené změny" w:date="2024-06-10T14:58:00Z" w16du:dateUtc="2024-06-10T12:58:00Z">
        <w:r w:rsidR="003E7BEB">
          <w:t xml:space="preserve">V případě požadavku na konkrétní minimální délku praxe </w:t>
        </w:r>
        <w:r w:rsidR="00364C25">
          <w:t xml:space="preserve">zadavatel uzná za měsíc, ve kterém praxe trvala i takový, kde daný člen odborného personálu požadované činnosti vykonával </w:t>
        </w:r>
        <w:r w:rsidR="00DC2941">
          <w:t>pouze část</w:t>
        </w:r>
        <w:r w:rsidR="00364C25">
          <w:t xml:space="preserve"> daného měsíce.</w:t>
        </w:r>
        <w:r w:rsidR="00A964EF">
          <w:t xml:space="preserve"> Praxe musí v součtu dosahovat vždy minimální požadované doby trvání, tato doba </w:t>
        </w:r>
        <w:r w:rsidR="008F25F1">
          <w:t xml:space="preserve">však </w:t>
        </w:r>
        <w:r w:rsidR="00A964EF">
          <w:t>nemusí být dosažena kontinuálně bez přerušení.</w:t>
        </w:r>
      </w:ins>
    </w:p>
    <w:p w14:paraId="43BA6FF0" w14:textId="2E1CAA34" w:rsidR="003A49A6" w:rsidRDefault="003E7BEB" w:rsidP="003A49A6">
      <w:pPr>
        <w:pStyle w:val="Textbezslovn"/>
      </w:pPr>
      <w:ins w:id="305" w:author="vyznačené změny" w:date="2024-06-10T14:58:00Z" w16du:dateUtc="2024-06-10T12:58:00Z">
        <w:r>
          <w:t>Pokud z</w:t>
        </w:r>
        <w:r w:rsidR="003A49A6" w:rsidRPr="003A49A6">
          <w:t>adavatel</w:t>
        </w:r>
      </w:ins>
      <w:r w:rsidR="003A49A6" w:rsidRPr="003A49A6">
        <w:t xml:space="preserve"> výše u jednotli</w:t>
      </w:r>
      <w:r w:rsidR="003A49A6">
        <w:t>vých členů odborného personálu dodavatele</w:t>
      </w:r>
      <w:r w:rsidR="003A49A6" w:rsidRPr="003A49A6">
        <w:t xml:space="preserve"> stanovil maximální lhůtu, za kterou budou uznány zkušenosti příslušných členů odborného personálu</w:t>
      </w:r>
      <w:del w:id="306" w:author="vyznačené změny" w:date="2024-06-10T14:58:00Z" w16du:dateUtc="2024-06-10T12:58:00Z">
        <w:r w:rsidR="003A49A6" w:rsidRPr="003A49A6">
          <w:delText>. V</w:delText>
        </w:r>
      </w:del>
      <w:ins w:id="307" w:author="vyznačené změny" w:date="2024-06-10T14:58:00Z" w16du:dateUtc="2024-06-10T12:58:00Z">
        <w:r w:rsidR="00617E77">
          <w:t>, v</w:t>
        </w:r>
      </w:ins>
      <w:r w:rsidR="003A49A6" w:rsidRPr="003A49A6">
        <w:t xml:space="preserve"> této lhůtě tyto zkušenosti musely být dokončeny (mohly však být zahájeny dříve)</w:t>
      </w:r>
      <w:r w:rsidR="00EE7EE1">
        <w:t xml:space="preserve">. </w:t>
      </w:r>
    </w:p>
    <w:p w14:paraId="138B6F63" w14:textId="77777777" w:rsidR="00EE4C85" w:rsidRDefault="009E1AEE" w:rsidP="009E1AEE">
      <w:pPr>
        <w:pStyle w:val="Textbezslovn"/>
      </w:pPr>
      <w:r w:rsidRPr="003A49A6">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w:t>
      </w:r>
      <w:r w:rsidR="00A47860" w:rsidRPr="003A49A6">
        <w:t xml:space="preserve"> v Příloze č. 6 těchto Pokynů</w:t>
      </w:r>
      <w:r w:rsidRPr="003A49A6">
        <w:t xml:space="preserve">. </w:t>
      </w:r>
    </w:p>
    <w:p w14:paraId="6735655C" w14:textId="77777777" w:rsidR="00EE4C85" w:rsidRDefault="009E1AEE" w:rsidP="009E1AEE">
      <w:pPr>
        <w:pStyle w:val="Textbezslovn"/>
      </w:pPr>
      <w:r w:rsidRPr="003A49A6">
        <w:t>V dokumentech předložených dodavatelem k prokázání technické kvalifikace dle čl. 8.5 těchto Pokynů musí být uvedeny veškeré informace nezbytné k posouzení splnění kvalifikace, a to v rozsahu údajů stanovených v Příloze č. 5 a 6 těchto Pokynů.</w:t>
      </w:r>
      <w:r w:rsidR="00D975DA">
        <w:t xml:space="preserve"> </w:t>
      </w:r>
    </w:p>
    <w:p w14:paraId="1CBA4FF4" w14:textId="77777777" w:rsidR="009E1AEE" w:rsidRPr="003A49A6" w:rsidRDefault="00D975DA" w:rsidP="009E1AEE">
      <w:pPr>
        <w:pStyle w:val="Textbezslovn"/>
        <w:rPr>
          <w:del w:id="308" w:author="vyznačené změny" w:date="2024-06-10T14:58:00Z" w16du:dateUtc="2024-06-10T12:58:00Z"/>
        </w:rPr>
      </w:pPr>
      <w:del w:id="309" w:author="vyznačené změny" w:date="2024-06-10T14:58:00Z" w16du:dateUtc="2024-06-10T12:58:00Z">
        <w:r w:rsidRPr="00BE11B3">
          <w:delText>Pokud dodavatel u člena týmu Specialita na geologickou službu bude prokazovat kvalifikaci odborným článkem zaměřeným na danou oblast</w:delText>
        </w:r>
        <w:r w:rsidR="00FB42D8" w:rsidRPr="00B057D3">
          <w:rPr>
            <w:rFonts w:cs="Calibri"/>
          </w:rPr>
          <w:delText xml:space="preserve"> v oboru inženýrská geologie, který byl</w:delText>
        </w:r>
        <w:r w:rsidRPr="00BE11B3">
          <w:delText xml:space="preserve"> publikov</w:delText>
        </w:r>
        <w:r w:rsidR="00FB42D8" w:rsidRPr="00B057D3">
          <w:delText>án</w:delText>
        </w:r>
        <w:r w:rsidRPr="00BE11B3">
          <w:delText xml:space="preserve"> v impaktovaném časopise, bude tento článek přiložen jako příloha profesního životopisu</w:delText>
        </w:r>
        <w:r w:rsidR="00CC0E85">
          <w:delText xml:space="preserve"> a dále </w:delText>
        </w:r>
        <w:r w:rsidR="001A2504">
          <w:delText>budou</w:delText>
        </w:r>
        <w:r w:rsidR="00CC0E85">
          <w:delText xml:space="preserve"> informace k publikovanému článku uv</w:delText>
        </w:r>
        <w:r w:rsidR="001A2504">
          <w:delText>edeny</w:delText>
        </w:r>
        <w:r w:rsidR="00CC0E85">
          <w:delText xml:space="preserve"> v </w:delText>
        </w:r>
        <w:r w:rsidR="00EE4C85">
          <w:delText>písmenu</w:delText>
        </w:r>
        <w:r w:rsidR="00CC0E85">
          <w:delText xml:space="preserve"> </w:delText>
        </w:r>
        <w:r w:rsidR="001A2504">
          <w:delText>m</w:delText>
        </w:r>
        <w:r w:rsidR="00CC0E85">
          <w:delText>) Přílohy č. 6 těchto Pokynů.</w:delText>
        </w:r>
      </w:del>
    </w:p>
    <w:p w14:paraId="4EFCE9FA" w14:textId="5CCFE3DB" w:rsidR="00525375" w:rsidRPr="003A49A6" w:rsidRDefault="00525375" w:rsidP="009E1AEE">
      <w:pPr>
        <w:pStyle w:val="Textbezslovn"/>
      </w:pPr>
      <w:r w:rsidRPr="003A49A6">
        <w:t xml:space="preserve">Zadavatel si vyhrazuje právo ověřit pravdivost údajů o zkušenostech členů </w:t>
      </w:r>
      <w:r w:rsidR="00AF0FA4" w:rsidRPr="003A49A6">
        <w:t xml:space="preserve">odborného </w:t>
      </w:r>
      <w:r w:rsidRPr="003A49A6">
        <w:t>personálu dodavatele, zejména, zda se na plnění konkrétních zakázek skutečně podíleli. Za tímto účelem požaduje zadavatel v profesním životopisu tohoto člena/těchto členů odborného personálu uvést informace a spojení na kontaktní osobu objednatele, pro něhož byla zakázka realizována.</w:t>
      </w:r>
    </w:p>
    <w:p w14:paraId="618208D9" w14:textId="76D16026" w:rsidR="009E1AEE" w:rsidRPr="003A49A6" w:rsidRDefault="009E1AEE" w:rsidP="009E1AEE">
      <w:pPr>
        <w:pStyle w:val="Textbezslovn"/>
      </w:pPr>
      <w:r w:rsidRPr="003A49A6">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5C1B07">
        <w:t>l</w:t>
      </w:r>
      <w:r w:rsidRPr="003A49A6">
        <w:t>). Nesplnění této podmínky může být důvodem pro vyloučení dodavatele ze zadávacího řízení.</w:t>
      </w:r>
    </w:p>
    <w:p w14:paraId="549A59D8" w14:textId="77777777" w:rsidR="009E1AEE" w:rsidRPr="003A49A6" w:rsidRDefault="009E1AEE" w:rsidP="009E1AEE">
      <w:pPr>
        <w:pStyle w:val="Textbezslovn"/>
      </w:pPr>
      <w:r w:rsidRPr="003A49A6">
        <w:t>V případě, že byla kvalifikace členů odborného personálu získána v zahraničí, prokazuje se v požadovaném rozsahu doklady vydanými podle právního řádu země, ve které byla získána.</w:t>
      </w:r>
    </w:p>
    <w:p w14:paraId="4075890A" w14:textId="0F57EDE7" w:rsidR="009E1AEE" w:rsidRDefault="009E1AEE" w:rsidP="009E1AEE">
      <w:pPr>
        <w:pStyle w:val="Textbezslovn"/>
      </w:pPr>
      <w:r w:rsidRPr="003A49A6">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rsidRPr="003A49A6">
        <w:t>ou</w:t>
      </w:r>
      <w:r w:rsidRPr="003A49A6">
        <w:t xml:space="preserve"> praxi, zkušenosti, odbornou způsobilost a požadavky na prevenci střetu zájmů.</w:t>
      </w:r>
    </w:p>
    <w:p w14:paraId="5C60C83F" w14:textId="77777777" w:rsidR="00667762" w:rsidRPr="00667762" w:rsidRDefault="00667762" w:rsidP="00667762">
      <w:pPr>
        <w:pStyle w:val="Text1-1"/>
        <w:rPr>
          <w:rStyle w:val="Tun9b"/>
        </w:rPr>
      </w:pPr>
      <w:r w:rsidRPr="00667762">
        <w:rPr>
          <w:rStyle w:val="Tun9b"/>
        </w:rPr>
        <w:t>Technická kvalifikace – požadovaný počet vrtných souprav</w:t>
      </w:r>
    </w:p>
    <w:p w14:paraId="398C065E" w14:textId="77777777" w:rsidR="00667762" w:rsidRDefault="00667762" w:rsidP="00667762">
      <w:pPr>
        <w:pStyle w:val="Text1-1"/>
        <w:numPr>
          <w:ilvl w:val="0"/>
          <w:numId w:val="0"/>
        </w:numPr>
        <w:ind w:left="737"/>
        <w:rPr>
          <w:rStyle w:val="Tun9b"/>
          <w:b w:val="0"/>
        </w:rPr>
      </w:pPr>
      <w:r w:rsidRPr="00A041BD">
        <w:rPr>
          <w:rStyle w:val="Tun9b"/>
          <w:b w:val="0"/>
        </w:rPr>
        <w:t>Zadavatel požaduje předložení přehledu technických zařízení, které bude mít dodavatel při plnění veřejné zakázky k dispozici. Z předloženého přehledu musí plynout, že dodavatel bude mít při plnění k dispozici následující zařízení:</w:t>
      </w:r>
    </w:p>
    <w:p w14:paraId="4BDD04E3" w14:textId="77777777" w:rsidR="00667762" w:rsidRPr="00B05B87" w:rsidRDefault="00667762" w:rsidP="00667762">
      <w:pPr>
        <w:pStyle w:val="Text1-1"/>
        <w:numPr>
          <w:ilvl w:val="0"/>
          <w:numId w:val="0"/>
        </w:numPr>
        <w:ind w:left="737"/>
        <w:rPr>
          <w:rStyle w:val="Tun9b"/>
          <w:b w:val="0"/>
        </w:rPr>
      </w:pPr>
      <w:r>
        <w:rPr>
          <w:rStyle w:val="Tun9b"/>
          <w:b w:val="0"/>
        </w:rPr>
        <w:t>M</w:t>
      </w:r>
      <w:r w:rsidRPr="00B05B87">
        <w:rPr>
          <w:rStyle w:val="Tun9b"/>
          <w:b w:val="0"/>
        </w:rPr>
        <w:t>inimálně 3 vrtné soupravy, z nichž budou:</w:t>
      </w:r>
    </w:p>
    <w:p w14:paraId="79114FE7" w14:textId="0B95179D" w:rsidR="00667762" w:rsidRPr="00B05B87" w:rsidRDefault="00667762" w:rsidP="00667762">
      <w:pPr>
        <w:pStyle w:val="Text1-1"/>
        <w:numPr>
          <w:ilvl w:val="0"/>
          <w:numId w:val="0"/>
        </w:numPr>
        <w:ind w:left="1134" w:hanging="142"/>
        <w:rPr>
          <w:rStyle w:val="Tun9b"/>
          <w:b w:val="0"/>
        </w:rPr>
      </w:pPr>
      <w:r>
        <w:rPr>
          <w:rStyle w:val="Tun9b"/>
          <w:b w:val="0"/>
        </w:rPr>
        <w:t xml:space="preserve">- </w:t>
      </w:r>
      <w:r w:rsidRPr="00B05B87">
        <w:rPr>
          <w:rStyle w:val="Tun9b"/>
          <w:b w:val="0"/>
        </w:rPr>
        <w:t xml:space="preserve">minimálně 2 vrtné soupravy pro hlubinné jádrové vrtání vrtů </w:t>
      </w:r>
      <w:del w:id="310" w:author="vyznačené změny" w:date="2024-06-10T14:58:00Z" w16du:dateUtc="2024-06-10T12:58:00Z">
        <w:r w:rsidRPr="00B05B87">
          <w:rPr>
            <w:rStyle w:val="Tun9b"/>
            <w:b w:val="0"/>
          </w:rPr>
          <w:delText>do hloubek 100</w:delText>
        </w:r>
      </w:del>
      <w:ins w:id="311" w:author="vyznačené změny" w:date="2024-06-10T14:58:00Z" w16du:dateUtc="2024-06-10T12:58:00Z">
        <w:r w:rsidR="00A075F3">
          <w:rPr>
            <w:rStyle w:val="Tun9b"/>
            <w:b w:val="0"/>
          </w:rPr>
          <w:t xml:space="preserve">minimálně </w:t>
        </w:r>
        <w:r w:rsidR="007D7EAC">
          <w:rPr>
            <w:rStyle w:val="Tun9b"/>
            <w:b w:val="0"/>
          </w:rPr>
          <w:t>délky</w:t>
        </w:r>
      </w:ins>
      <w:r w:rsidRPr="00B05B87">
        <w:rPr>
          <w:rStyle w:val="Tun9b"/>
          <w:b w:val="0"/>
        </w:rPr>
        <w:t xml:space="preserve"> až </w:t>
      </w:r>
      <w:del w:id="312" w:author="vyznačené změny" w:date="2024-06-10T14:58:00Z" w16du:dateUtc="2024-06-10T12:58:00Z">
        <w:r w:rsidRPr="00B05B87">
          <w:rPr>
            <w:rStyle w:val="Tun9b"/>
            <w:b w:val="0"/>
          </w:rPr>
          <w:delText>500</w:delText>
        </w:r>
      </w:del>
      <w:ins w:id="313" w:author="vyznačené změny" w:date="2024-06-10T14:58:00Z" w16du:dateUtc="2024-06-10T12:58:00Z">
        <w:r w:rsidR="00DF42A0">
          <w:rPr>
            <w:rStyle w:val="Tun9b"/>
            <w:b w:val="0"/>
          </w:rPr>
          <w:t>485</w:t>
        </w:r>
      </w:ins>
      <w:r w:rsidR="00DF42A0">
        <w:rPr>
          <w:rStyle w:val="Tun9b"/>
          <w:b w:val="0"/>
        </w:rPr>
        <w:t> </w:t>
      </w:r>
      <w:r w:rsidRPr="00B05B87">
        <w:rPr>
          <w:rStyle w:val="Tun9b"/>
          <w:b w:val="0"/>
        </w:rPr>
        <w:t>m</w:t>
      </w:r>
      <w:del w:id="314" w:author="vyznačené změny" w:date="2024-06-10T14:58:00Z" w16du:dateUtc="2024-06-10T12:58:00Z">
        <w:r w:rsidRPr="00B05B87">
          <w:rPr>
            <w:rStyle w:val="Tun9b"/>
            <w:b w:val="0"/>
          </w:rPr>
          <w:delText xml:space="preserve"> pod terénem,</w:delText>
        </w:r>
        <w:r w:rsidR="00B85CE0">
          <w:rPr>
            <w:rStyle w:val="Tun9b"/>
            <w:b w:val="0"/>
          </w:rPr>
          <w:delText xml:space="preserve"> </w:delText>
        </w:r>
        <w:r w:rsidR="00F364CE">
          <w:rPr>
            <w:rStyle w:val="Tun9b"/>
            <w:b w:val="0"/>
          </w:rPr>
          <w:delText>vrtný průměr min. 146 mm</w:delText>
        </w:r>
      </w:del>
      <w:r w:rsidRPr="00B05B87">
        <w:rPr>
          <w:rStyle w:val="Tun9b"/>
          <w:b w:val="0"/>
        </w:rPr>
        <w:t>,</w:t>
      </w:r>
      <w:r w:rsidR="00B85CE0">
        <w:rPr>
          <w:rStyle w:val="Tun9b"/>
          <w:b w:val="0"/>
        </w:rPr>
        <w:t xml:space="preserve"> </w:t>
      </w:r>
      <w:r w:rsidR="00F364CE">
        <w:rPr>
          <w:rStyle w:val="Tun9b"/>
          <w:b w:val="0"/>
        </w:rPr>
        <w:t xml:space="preserve">průměr jádra min. 100 mm. </w:t>
      </w:r>
    </w:p>
    <w:p w14:paraId="7D146B69" w14:textId="2E08F092" w:rsidR="00673C5E" w:rsidRDefault="00667762" w:rsidP="00B057D3">
      <w:pPr>
        <w:pStyle w:val="Text1-1"/>
        <w:numPr>
          <w:ilvl w:val="0"/>
          <w:numId w:val="0"/>
        </w:numPr>
        <w:ind w:left="1134" w:hanging="142"/>
        <w:rPr>
          <w:rStyle w:val="Tun9b"/>
          <w:b w:val="0"/>
        </w:rPr>
      </w:pPr>
      <w:r>
        <w:rPr>
          <w:rStyle w:val="Tun9b"/>
          <w:b w:val="0"/>
        </w:rPr>
        <w:t xml:space="preserve">- </w:t>
      </w:r>
      <w:r w:rsidRPr="00B05B87">
        <w:rPr>
          <w:rStyle w:val="Tun9b"/>
          <w:b w:val="0"/>
        </w:rPr>
        <w:t xml:space="preserve">minimálně 1 vrtná souprava pro jádrové vrtání vrtů </w:t>
      </w:r>
      <w:del w:id="315" w:author="vyznačené změny" w:date="2024-06-10T14:58:00Z" w16du:dateUtc="2024-06-10T12:58:00Z">
        <w:r w:rsidRPr="00B05B87">
          <w:rPr>
            <w:rStyle w:val="Tun9b"/>
            <w:b w:val="0"/>
          </w:rPr>
          <w:delText>do hloubek</w:delText>
        </w:r>
      </w:del>
      <w:ins w:id="316" w:author="vyznačené změny" w:date="2024-06-10T14:58:00Z" w16du:dateUtc="2024-06-10T12:58:00Z">
        <w:r w:rsidR="00F72418">
          <w:rPr>
            <w:rStyle w:val="Tun9b"/>
            <w:b w:val="0"/>
          </w:rPr>
          <w:t xml:space="preserve">minimálně </w:t>
        </w:r>
        <w:r w:rsidR="007D7EAC">
          <w:rPr>
            <w:rStyle w:val="Tun9b"/>
            <w:b w:val="0"/>
          </w:rPr>
          <w:t>délky</w:t>
        </w:r>
      </w:ins>
      <w:r w:rsidRPr="00B05B87">
        <w:rPr>
          <w:rStyle w:val="Tun9b"/>
          <w:b w:val="0"/>
        </w:rPr>
        <w:t xml:space="preserve"> až 100 m</w:t>
      </w:r>
      <w:del w:id="317" w:author="vyznačené změny" w:date="2024-06-10T14:58:00Z" w16du:dateUtc="2024-06-10T12:58:00Z">
        <w:r w:rsidRPr="00B05B87">
          <w:rPr>
            <w:rStyle w:val="Tun9b"/>
            <w:b w:val="0"/>
          </w:rPr>
          <w:delText xml:space="preserve"> pod terénem</w:delText>
        </w:r>
      </w:del>
      <w:ins w:id="318" w:author="vyznačené změny" w:date="2024-06-10T14:58:00Z" w16du:dateUtc="2024-06-10T12:58:00Z">
        <w:r w:rsidR="00996A7F">
          <w:rPr>
            <w:rStyle w:val="Tun9b"/>
            <w:b w:val="0"/>
          </w:rPr>
          <w:t>, průměr jádra min. 100 mm</w:t>
        </w:r>
      </w:ins>
      <w:r>
        <w:rPr>
          <w:rStyle w:val="Tun9b"/>
          <w:b w:val="0"/>
        </w:rPr>
        <w:t>.</w:t>
      </w:r>
    </w:p>
    <w:p w14:paraId="539685C4" w14:textId="7CB7AC2F" w:rsidR="00667762" w:rsidRPr="00A041BD" w:rsidRDefault="00667762" w:rsidP="00667762">
      <w:pPr>
        <w:pStyle w:val="Text1-1"/>
        <w:numPr>
          <w:ilvl w:val="0"/>
          <w:numId w:val="0"/>
        </w:numPr>
        <w:ind w:left="737"/>
        <w:rPr>
          <w:rStyle w:val="Tun9b"/>
          <w:b w:val="0"/>
        </w:rPr>
      </w:pPr>
      <w:r>
        <w:rPr>
          <w:rStyle w:val="Tun9b"/>
          <w:b w:val="0"/>
        </w:rPr>
        <w:t>D</w:t>
      </w:r>
      <w:r w:rsidRPr="003C45C1">
        <w:rPr>
          <w:rStyle w:val="Tun9b"/>
          <w:b w:val="0"/>
        </w:rPr>
        <w:t>odavatel prokáže splnění tohoto kvalifikačního kritéria předložením čestného prohlášení. Vzor čestného prohlášení tvoří Přílohu č. 11 t</w:t>
      </w:r>
      <w:r w:rsidR="007E66A5">
        <w:rPr>
          <w:rStyle w:val="Tun9b"/>
          <w:b w:val="0"/>
        </w:rPr>
        <w:t>ěchto Pokynů</w:t>
      </w:r>
      <w:r w:rsidRPr="003C45C1">
        <w:rPr>
          <w:rStyle w:val="Tun9b"/>
          <w:b w:val="0"/>
        </w:rPr>
        <w:t xml:space="preserve">. Čestné prohlášení musí být podepsáno osobou </w:t>
      </w:r>
      <w:r>
        <w:rPr>
          <w:rStyle w:val="Tun9b"/>
          <w:b w:val="0"/>
        </w:rPr>
        <w:t>oprávněnou jednat za dodavatele.</w:t>
      </w:r>
    </w:p>
    <w:p w14:paraId="781708BD" w14:textId="0A995328" w:rsidR="0035531B" w:rsidRPr="0075449B" w:rsidRDefault="0035531B" w:rsidP="0035531B">
      <w:pPr>
        <w:pStyle w:val="Text1-1"/>
        <w:rPr>
          <w:rStyle w:val="Tun9b"/>
        </w:rPr>
      </w:pPr>
      <w:r w:rsidRPr="0075449B">
        <w:rPr>
          <w:rStyle w:val="Tun9b"/>
        </w:rPr>
        <w:t>Požadavek na prokázání kvalifikace poddodavatele</w:t>
      </w:r>
    </w:p>
    <w:p w14:paraId="26B73F23" w14:textId="37735605" w:rsidR="0035531B" w:rsidRPr="0075449B" w:rsidRDefault="0035531B" w:rsidP="0006499F">
      <w:pPr>
        <w:pStyle w:val="Textbezslovn"/>
      </w:pPr>
      <w:r w:rsidRPr="0075449B">
        <w:t>Zadavatel požaduje, aby dodavatel</w:t>
      </w:r>
      <w:r w:rsidR="00BB4AF2" w:rsidRPr="0075449B">
        <w:t xml:space="preserve"> u </w:t>
      </w:r>
      <w:r w:rsidRPr="0075449B">
        <w:t>těch poddodavatelů, kteří jsou dodavateli při podání nabídky známi</w:t>
      </w:r>
      <w:r w:rsidR="00845C50" w:rsidRPr="0075449B">
        <w:t xml:space="preserve"> a</w:t>
      </w:r>
      <w:r w:rsidR="00BB4AF2" w:rsidRPr="0075449B">
        <w:t xml:space="preserve"> u </w:t>
      </w:r>
      <w:r w:rsidRPr="0075449B">
        <w:t>kterých dodavatel současně předpokládá (vyplněním příslušného údaje</w:t>
      </w:r>
      <w:r w:rsidR="00092CC9" w:rsidRPr="0075449B">
        <w:t xml:space="preserve"> v </w:t>
      </w:r>
      <w:r w:rsidRPr="0075449B">
        <w:t>Příloze č. 2 těchto Pokynů), že budou plnit alespoň 10 % finančního rozsahu plnění veřejné zakázky (v Příloze č. 2 těchto Pokynů vyjádřeno jako alespoň 10</w:t>
      </w:r>
      <w:r w:rsidR="00407AEA">
        <w:t> </w:t>
      </w:r>
      <w:r w:rsidRPr="0075449B">
        <w:t>% hodnoty poddodávky</w:t>
      </w:r>
      <w:r w:rsidR="0060115D" w:rsidRPr="0075449B">
        <w:t xml:space="preserve"> z </w:t>
      </w:r>
      <w:r w:rsidRPr="0075449B">
        <w:t>nabídkové ceny), předložil doklady prokazující:</w:t>
      </w:r>
    </w:p>
    <w:p w14:paraId="5EFDDA95" w14:textId="77777777" w:rsidR="0035531B" w:rsidRPr="0075449B" w:rsidRDefault="0035531B" w:rsidP="0006499F">
      <w:pPr>
        <w:pStyle w:val="Odrka1-1"/>
      </w:pPr>
      <w:r w:rsidRPr="0075449B">
        <w:t>základní způsobilost podle § 74 ZZVZ způsobem uvedeným</w:t>
      </w:r>
      <w:r w:rsidR="00092CC9" w:rsidRPr="0075449B">
        <w:t xml:space="preserve"> v </w:t>
      </w:r>
      <w:r w:rsidRPr="0075449B">
        <w:t>§ 75 ZZVZ či</w:t>
      </w:r>
      <w:r w:rsidR="00092CC9" w:rsidRPr="0075449B">
        <w:t xml:space="preserve"> v </w:t>
      </w:r>
      <w:r w:rsidRPr="0075449B">
        <w:t>§ 81 ZZVZ a</w:t>
      </w:r>
    </w:p>
    <w:p w14:paraId="4BB78129" w14:textId="77777777" w:rsidR="0035531B" w:rsidRPr="0075449B" w:rsidRDefault="0035531B" w:rsidP="0006499F">
      <w:pPr>
        <w:pStyle w:val="Odrka1-1"/>
      </w:pPr>
      <w:r w:rsidRPr="0075449B">
        <w:t>profesní způsobilost podle § 77 odst. 1 ZZVZ způsobem uvedeným</w:t>
      </w:r>
      <w:r w:rsidR="00092CC9" w:rsidRPr="0075449B">
        <w:t xml:space="preserve"> v </w:t>
      </w:r>
      <w:r w:rsidRPr="0075449B">
        <w:t>§ 77 odst. 1 ZZVZ či</w:t>
      </w:r>
      <w:r w:rsidR="00092CC9" w:rsidRPr="0075449B">
        <w:t xml:space="preserve"> v </w:t>
      </w:r>
      <w:r w:rsidRPr="0075449B">
        <w:t>§ 77 odst. 3 ZZVZ či</w:t>
      </w:r>
      <w:r w:rsidR="00092CC9" w:rsidRPr="0075449B">
        <w:t xml:space="preserve"> v </w:t>
      </w:r>
      <w:r w:rsidRPr="0075449B">
        <w:t>§ 81 ZZVZ.</w:t>
      </w:r>
    </w:p>
    <w:p w14:paraId="56A59D9E" w14:textId="77777777" w:rsidR="00D148BC" w:rsidRPr="0075449B" w:rsidRDefault="00D148BC" w:rsidP="00D148BC">
      <w:pPr>
        <w:pStyle w:val="Textbezslovn"/>
      </w:pPr>
      <w:r w:rsidRPr="0075449B">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Pr="0075449B" w:rsidRDefault="00D148BC" w:rsidP="00D148BC">
      <w:pPr>
        <w:pStyle w:val="Odrka1-1"/>
      </w:pPr>
      <w:r w:rsidRPr="0075449B">
        <w:t>základní způsobilost podle § 74 odst. 1 písm. a) ZZVZ včetně použití § 74 odst. 2 a 3 ZZVZ, a to způsobem uvedeným v § 75 odst. 1 písm. a) ZZVZ či v § 81 ZZVZ.</w:t>
      </w:r>
    </w:p>
    <w:p w14:paraId="5F3AF171" w14:textId="6A8A7505" w:rsidR="00D148BC" w:rsidRPr="0075449B" w:rsidRDefault="00D148BC" w:rsidP="00D148BC">
      <w:pPr>
        <w:pStyle w:val="Textbezslovn"/>
      </w:pPr>
      <w:r w:rsidRPr="0075449B">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1EC9665C" w:rsidR="0035531B" w:rsidRPr="0075449B" w:rsidRDefault="0035531B" w:rsidP="00D148BC">
      <w:pPr>
        <w:pStyle w:val="Textbezslovn"/>
      </w:pPr>
      <w:r w:rsidRPr="0075449B">
        <w:t>Zadavatel může požadovat nahrazení poddodavatele, který neprokáže splnění zadavatelem požadovaných kritérií způsobilosti dle požadavků shora</w:t>
      </w:r>
      <w:r w:rsidR="00092CC9" w:rsidRPr="0075449B">
        <w:t xml:space="preserve"> v </w:t>
      </w:r>
      <w:r w:rsidRPr="0075449B">
        <w:t>tomto článku nebo</w:t>
      </w:r>
      <w:r w:rsidR="00E479F4" w:rsidRPr="0075449B">
        <w:t xml:space="preserve"> v případě jeho nezpůsobilosti; důvody nezpůsobilosti se posuzují podle § 48 odst. 5 nebo 6 ZZVZ obdobně</w:t>
      </w:r>
      <w:r w:rsidRPr="0075449B">
        <w:t xml:space="preserve">. </w:t>
      </w:r>
    </w:p>
    <w:p w14:paraId="708A3C27" w14:textId="43A0B0DF" w:rsidR="0035531B" w:rsidRPr="0075449B" w:rsidRDefault="0035531B" w:rsidP="0006499F">
      <w:pPr>
        <w:pStyle w:val="Textbezslovn"/>
      </w:pPr>
      <w:r w:rsidRPr="0075449B">
        <w:t>Zadavatel výslovně upozorňuje, že pokud se jedná</w:t>
      </w:r>
      <w:r w:rsidR="00092CC9" w:rsidRPr="0075449B">
        <w:t xml:space="preserve"> o </w:t>
      </w:r>
      <w:r w:rsidRPr="0075449B">
        <w:t>§ 48 odst. 5 písm. d) ZZVZ, za důvod nezpůsobilosti bude považováno to, že se poddodavatel dopustil</w:t>
      </w:r>
      <w:r w:rsidR="00092CC9" w:rsidRPr="0075449B">
        <w:t xml:space="preserve"> v </w:t>
      </w:r>
      <w:r w:rsidRPr="0075449B">
        <w:t>posledních 3 letech od zahájení zadávacího řízení závažných nebo dlouhodobých pochybení při plnění dřívějšího smluvního vztahu se zadavatelem, nebo</w:t>
      </w:r>
      <w:r w:rsidR="00845C50" w:rsidRPr="0075449B">
        <w:t xml:space="preserve"> s </w:t>
      </w:r>
      <w:r w:rsidRPr="0075449B">
        <w:t>jiným (nikoli pouze veřejným) zadavatelem, která vedla</w:t>
      </w:r>
      <w:r w:rsidR="00BC6D2B" w:rsidRPr="0075449B">
        <w:t xml:space="preserve"> k </w:t>
      </w:r>
      <w:r w:rsidRPr="0075449B">
        <w:t xml:space="preserve">vzniku škody, předčasnému ukončení smluvního vztahu nebo jiným srovnatelným </w:t>
      </w:r>
      <w:r w:rsidR="005D1A7D" w:rsidRPr="0075449B">
        <w:t>právním skutečnostem</w:t>
      </w:r>
      <w:r w:rsidRPr="0075449B">
        <w:t>.</w:t>
      </w:r>
    </w:p>
    <w:p w14:paraId="0232A546" w14:textId="42A80B42" w:rsidR="0035531B" w:rsidRPr="0075449B" w:rsidRDefault="0035531B" w:rsidP="0006499F">
      <w:pPr>
        <w:pStyle w:val="Textbezslovn"/>
      </w:pPr>
      <w:r w:rsidRPr="0075449B">
        <w:t>Ve výše uveden</w:t>
      </w:r>
      <w:r w:rsidR="00D148BC" w:rsidRPr="0075449B">
        <w:t>ých</w:t>
      </w:r>
      <w:r w:rsidRPr="0075449B">
        <w:t xml:space="preserve"> případ</w:t>
      </w:r>
      <w:r w:rsidR="00D148BC" w:rsidRPr="0075449B">
        <w:t>ech</w:t>
      </w:r>
      <w:r w:rsidRPr="0075449B">
        <w:t xml:space="preserve"> musí dodavatel poddodavatele nahradit nejpozději do konce zadavatelem stanovené přiměřené lhůty. Tuto lhůtu může zadavatel prodloužit nebo prominout její zmeškání. Pokud nedojde</w:t>
      </w:r>
      <w:r w:rsidR="00BC6D2B" w:rsidRPr="0075449B">
        <w:t xml:space="preserve"> k </w:t>
      </w:r>
      <w:r w:rsidRPr="0075449B">
        <w:t>nahrazení poddodavatele</w:t>
      </w:r>
      <w:r w:rsidR="00845C50" w:rsidRPr="0075449B">
        <w:t xml:space="preserve"> a </w:t>
      </w:r>
      <w:r w:rsidRPr="0075449B">
        <w:t>zadávací řízení není do té doby ukončeno, zadavatel může účastníka zadávacího řízení vyloučit.</w:t>
      </w:r>
    </w:p>
    <w:p w14:paraId="6BFB20B4" w14:textId="77777777" w:rsidR="0035531B" w:rsidRPr="0075449B" w:rsidRDefault="0035531B" w:rsidP="0035531B">
      <w:pPr>
        <w:pStyle w:val="Text1-1"/>
        <w:rPr>
          <w:rStyle w:val="Tun9b"/>
        </w:rPr>
      </w:pPr>
      <w:r w:rsidRPr="0075449B">
        <w:rPr>
          <w:rStyle w:val="Tun9b"/>
        </w:rPr>
        <w:t>Obecně</w:t>
      </w:r>
      <w:r w:rsidR="00BC6D2B" w:rsidRPr="0075449B">
        <w:rPr>
          <w:rStyle w:val="Tun9b"/>
        </w:rPr>
        <w:t xml:space="preserve"> k </w:t>
      </w:r>
      <w:r w:rsidRPr="0075449B">
        <w:rPr>
          <w:rStyle w:val="Tun9b"/>
        </w:rPr>
        <w:t>prokazování splnění kvalifikace – doklady</w:t>
      </w:r>
      <w:r w:rsidR="00092CC9" w:rsidRPr="0075449B">
        <w:rPr>
          <w:rStyle w:val="Tun9b"/>
        </w:rPr>
        <w:t xml:space="preserve"> o </w:t>
      </w:r>
      <w:r w:rsidRPr="0075449B">
        <w:rPr>
          <w:rStyle w:val="Tun9b"/>
        </w:rPr>
        <w:t>kvalifikaci</w:t>
      </w:r>
    </w:p>
    <w:p w14:paraId="1C229507" w14:textId="2F689A09" w:rsidR="006C21E8" w:rsidRPr="0075449B" w:rsidRDefault="006C21E8" w:rsidP="006C21E8">
      <w:pPr>
        <w:pStyle w:val="Textbezslovn"/>
      </w:pPr>
      <w:r w:rsidRPr="0075449B">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rsidRPr="0075449B">
        <w:t xml:space="preserve">dodavatele </w:t>
      </w:r>
      <w:r w:rsidRPr="0075449B">
        <w:t xml:space="preserve">o prokázání jeho kvalifikace, a to i prostřednictvím jiné osoby, nahrazující doklady vydané orgány veřejné správy nebo třetími stranami na formuláři zpřístupněném v informačním systému e-Certis. </w:t>
      </w:r>
      <w:r w:rsidRPr="0075449B">
        <w:rPr>
          <w:b/>
        </w:rPr>
        <w:t xml:space="preserve">Dodavatel není oprávněn nahradit předložení požadovaných dokladů </w:t>
      </w:r>
      <w:r w:rsidR="00CB6AC6" w:rsidRPr="0075449B">
        <w:rPr>
          <w:rStyle w:val="Tun9b"/>
        </w:rPr>
        <w:t xml:space="preserve">písemným </w:t>
      </w:r>
      <w:r w:rsidRPr="0075449B">
        <w:rPr>
          <w:b/>
        </w:rPr>
        <w:t>čestným prohlášením, s výjimkou jednotného evropského osvědčení a postupu dle § 45 odst. 3 ZZVZ v případě, že se podle příslušného právního řádu požadovaný doklad nevydává.</w:t>
      </w:r>
      <w:r w:rsidRPr="0075449B">
        <w:t xml:space="preserve"> </w:t>
      </w:r>
    </w:p>
    <w:p w14:paraId="17F3C896" w14:textId="7092E954" w:rsidR="00711C16" w:rsidRPr="0075449B" w:rsidRDefault="006C21E8" w:rsidP="000724E2">
      <w:pPr>
        <w:pStyle w:val="Textbezslovn"/>
      </w:pPr>
      <w:r w:rsidRPr="0075449B">
        <w:t xml:space="preserve">Dodavatelé v nabídkách předkládají prosté kopie dokladů prokazujících splnění kvalifikace. </w:t>
      </w:r>
      <w:r w:rsidR="00916A2E" w:rsidRPr="0075449B">
        <w:t xml:space="preserve">Tím není dotčeno právo zadavatele požadovat předložení originálů nebo úředně ověřených kopií dokladů postupem dle § 46 odst. 1 ZZVZ. </w:t>
      </w:r>
      <w:r w:rsidRPr="0075449B">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Pr="0075449B" w:rsidRDefault="006C21E8" w:rsidP="006C21E8">
      <w:pPr>
        <w:pStyle w:val="Textbezslovn"/>
      </w:pPr>
      <w:r w:rsidRPr="0075449B">
        <w:t xml:space="preserve">Doklady prokazující základní způsobilost musí prokazovat splnění požadovaného kritéria způsobilosti nejpozději v době 3 měsíců přede dnem zahájení zadávacího řízení. </w:t>
      </w:r>
    </w:p>
    <w:p w14:paraId="3497939A" w14:textId="4F0E2AB5" w:rsidR="001A3D41" w:rsidRPr="0075449B" w:rsidRDefault="006C21E8" w:rsidP="000724E2">
      <w:pPr>
        <w:pStyle w:val="Textbezslovn"/>
      </w:pPr>
      <w:r w:rsidRPr="0075449B">
        <w:t xml:space="preserve">Doklady k prokázání profesní způsobilosti dodavatel v rámci nabídky nemusí předložit, pokud právní předpisy v zemi jeho sídla obdobnou profesní způsobilost nevyžadují. </w:t>
      </w:r>
    </w:p>
    <w:p w14:paraId="26DD08BD" w14:textId="77777777" w:rsidR="006C21E8" w:rsidRPr="0075449B" w:rsidRDefault="006C21E8" w:rsidP="006C21E8">
      <w:pPr>
        <w:pStyle w:val="Textbezslovn"/>
      </w:pPr>
      <w:r w:rsidRPr="0075449B">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Pr="0075449B" w:rsidRDefault="006C21E8" w:rsidP="006C21E8">
      <w:pPr>
        <w:pStyle w:val="Textbezslovn"/>
      </w:pPr>
      <w:r w:rsidRPr="0075449B">
        <w:t xml:space="preserve">V případě, že byla kvalifikace získaná v zahraničí, prokazuje se v požadovaném rozsahu doklady vydanými podle právního řádu země, ve které byla získána. </w:t>
      </w:r>
    </w:p>
    <w:p w14:paraId="3B0E3DDA" w14:textId="77777777" w:rsidR="006C21E8" w:rsidRPr="0075449B" w:rsidRDefault="006C21E8" w:rsidP="006C21E8">
      <w:pPr>
        <w:pStyle w:val="Textbezslovn"/>
      </w:pPr>
      <w:r w:rsidRPr="0075449B">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5414BF" w:rsidRDefault="006C21E8" w:rsidP="008E5D9D">
      <w:pPr>
        <w:pStyle w:val="Text1-1"/>
        <w:rPr>
          <w:b/>
        </w:rPr>
      </w:pPr>
      <w:r w:rsidRPr="005414BF">
        <w:rPr>
          <w:rStyle w:val="Tun9b"/>
        </w:rPr>
        <w:t>Prokazování</w:t>
      </w:r>
      <w:r w:rsidRPr="005414BF">
        <w:rPr>
          <w:b/>
        </w:rPr>
        <w:t xml:space="preserve"> odborné způsobilosti zahraničními osobami podle zvláštních právních předpisů:</w:t>
      </w:r>
    </w:p>
    <w:p w14:paraId="1FF6E7AB" w14:textId="61EBFFE7" w:rsidR="006C21E8" w:rsidRPr="005414BF" w:rsidRDefault="006C21E8" w:rsidP="006C21E8">
      <w:pPr>
        <w:pStyle w:val="Textbezslovn"/>
      </w:pPr>
      <w:r w:rsidRPr="005414BF">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rsidRPr="005414BF">
        <w:t xml:space="preserve">písemné </w:t>
      </w:r>
      <w:r w:rsidRPr="005414BF">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66D9809" w14:textId="2EADD526" w:rsidR="00886231" w:rsidRPr="00886231" w:rsidRDefault="00886231" w:rsidP="00886231">
      <w:pPr>
        <w:pStyle w:val="Odrka1-1"/>
      </w:pPr>
      <w:r>
        <w:t>I</w:t>
      </w:r>
      <w:r w:rsidRPr="00886231">
        <w:t>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C52FECF" w14:textId="77777777" w:rsidR="00987159" w:rsidRDefault="006C21E8" w:rsidP="006C21E8">
      <w:pPr>
        <w:pStyle w:val="Odrka1-1"/>
      </w:pPr>
      <w:r w:rsidRPr="005414BF">
        <w:t xml:space="preserve">Informace k doložení </w:t>
      </w:r>
      <w:r w:rsidR="00916A2E" w:rsidRPr="005414BF">
        <w:t xml:space="preserve">autorizace </w:t>
      </w:r>
      <w:r w:rsidRPr="005414BF">
        <w:t>pro ověřování výsledků zeměměřických činností v rozsahu dle §</w:t>
      </w:r>
      <w:r w:rsidR="00916A2E" w:rsidRPr="005414BF">
        <w:t xml:space="preserve"> 16f</w:t>
      </w:r>
      <w:r w:rsidRPr="005414BF">
        <w:t xml:space="preserve"> odst. 1 zákona o zeměměřictví zahraničními osobami: přeshraniční poskytování služeb v České republice je možné pouze na základě</w:t>
      </w:r>
      <w:r w:rsidR="00916A2E" w:rsidRPr="005414BF">
        <w:t xml:space="preserve"> autorizace</w:t>
      </w:r>
      <w:r w:rsidRPr="005414BF">
        <w:t xml:space="preserve">. </w:t>
      </w:r>
      <w:r w:rsidR="00916A2E" w:rsidRPr="005414BF">
        <w:t xml:space="preserve">Autorizaci </w:t>
      </w:r>
      <w:r w:rsidRPr="005414BF">
        <w:t xml:space="preserve">udělí </w:t>
      </w:r>
      <w:r w:rsidR="00916A2E" w:rsidRPr="005414BF">
        <w:t xml:space="preserve">Česká komora zeměměřičů </w:t>
      </w:r>
      <w:r w:rsidRPr="005414BF">
        <w:t xml:space="preserve">fyzické osobě, které uzná odbornou kvalifikaci a bezúhonnost podle zákona </w:t>
      </w:r>
      <w:r w:rsidR="00AD726D" w:rsidRPr="005414BF">
        <w:t xml:space="preserve">č. 18/2004 Sb., </w:t>
      </w:r>
      <w:r w:rsidRPr="005414BF">
        <w:t>o uznávání odborné kvalifikace</w:t>
      </w:r>
      <w:r w:rsidR="00926F1B" w:rsidRPr="005414BF">
        <w:t xml:space="preserve"> a jiné způsobilosti státních příslušníků členských států Evropské unie a některých příslušníků jiných států a o změně některých zákonů (zákon o uznávání odborné kvalifikace), ve znění pozdějších předpisů</w:t>
      </w:r>
      <w:r w:rsidR="00063C2A" w:rsidRPr="005414BF">
        <w:t xml:space="preserve"> (dále jen „</w:t>
      </w:r>
      <w:r w:rsidR="00063C2A" w:rsidRPr="005414BF">
        <w:rPr>
          <w:b/>
        </w:rPr>
        <w:t>zákon o uznávání odborné kvalifikace</w:t>
      </w:r>
      <w:r w:rsidR="00063C2A" w:rsidRPr="005414BF">
        <w:t>“)</w:t>
      </w:r>
      <w:r w:rsidR="00892AE6">
        <w:t xml:space="preserve"> </w:t>
      </w:r>
      <w:r w:rsidR="00916A2E" w:rsidRPr="005414BF">
        <w:t>a která složí předepsaný slib</w:t>
      </w:r>
      <w:r w:rsidRPr="005414BF">
        <w:t>. Doklady o splnění výše uvedených povinností dokládá vybraný dodavatel jako podmínku pro uzavření smlouvy.</w:t>
      </w:r>
    </w:p>
    <w:p w14:paraId="66155F3B" w14:textId="4C550B29" w:rsidR="006C21E8" w:rsidRPr="005414BF" w:rsidRDefault="00987159">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r>
        <w:t>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55D04F17" w14:textId="2801D1B4" w:rsidR="006C21E8" w:rsidRDefault="006C21E8" w:rsidP="006C21E8">
      <w:pPr>
        <w:pStyle w:val="Odrka1-1"/>
      </w:pPr>
      <w:r w:rsidRPr="005414BF">
        <w:t>Informace k doložení osvědčení o odborné způsobilosti podle § 3 odst. 3 zákona o geologických pracích, pro projektování, provádění a vyhodnocování geologických prací</w:t>
      </w:r>
      <w:r w:rsidR="00706D01">
        <w:t xml:space="preserve"> v oboru inženýrská geologie, hydrogeologie a geofyzika</w:t>
      </w:r>
      <w:r w:rsidRPr="005414BF">
        <w:t>:</w:t>
      </w:r>
      <w:del w:id="319" w:author="vyznačené změny" w:date="2024-06-10T14:58:00Z" w16du:dateUtc="2024-06-10T12:58:00Z">
        <w:r w:rsidR="00706D01">
          <w:delText xml:space="preserve"> </w:delText>
        </w:r>
      </w:del>
      <w:r w:rsidR="00706D01">
        <w:t xml:space="preserve"> </w:t>
      </w:r>
      <w:r w:rsidRPr="005414BF">
        <w:t xml:space="preserve">uvedená činnost je v České republice regulovanou činností a při posuzování odborné kvalifikace zahraničních osob se postupuje podle zákona </w:t>
      </w:r>
      <w:r w:rsidR="00B65E26" w:rsidRPr="005414BF">
        <w:t xml:space="preserve">o uznávání odborné kvalifikace. </w:t>
      </w:r>
      <w:r w:rsidRPr="005414BF">
        <w:t xml:space="preserve">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CE07DEA" w14:textId="0C9C01BA" w:rsidR="002E05B8" w:rsidRPr="005414BF" w:rsidRDefault="002E05B8" w:rsidP="00B057D3">
      <w:pPr>
        <w:pStyle w:val="Odrka1-1"/>
        <w:numPr>
          <w:ilvl w:val="0"/>
          <w:numId w:val="0"/>
        </w:numPr>
        <w:ind w:left="1077" w:hanging="340"/>
      </w:pPr>
    </w:p>
    <w:p w14:paraId="4E92737C" w14:textId="77777777" w:rsidR="0035531B" w:rsidRPr="00541619" w:rsidRDefault="0035531B" w:rsidP="0035531B">
      <w:pPr>
        <w:pStyle w:val="Text1-1"/>
        <w:rPr>
          <w:rStyle w:val="Tun9b"/>
        </w:rPr>
      </w:pPr>
      <w:r w:rsidRPr="00541619">
        <w:rPr>
          <w:rStyle w:val="Tun9b"/>
        </w:rPr>
        <w:t>Prokazování kvalifikace</w:t>
      </w:r>
      <w:r w:rsidR="00092CC9" w:rsidRPr="00541619">
        <w:rPr>
          <w:rStyle w:val="Tun9b"/>
        </w:rPr>
        <w:t xml:space="preserve"> v </w:t>
      </w:r>
      <w:r w:rsidRPr="00541619">
        <w:rPr>
          <w:rStyle w:val="Tun9b"/>
        </w:rPr>
        <w:t>případě společné účasti</w:t>
      </w:r>
      <w:r w:rsidR="00845C50" w:rsidRPr="00541619">
        <w:rPr>
          <w:rStyle w:val="Tun9b"/>
        </w:rPr>
        <w:t xml:space="preserve"> a </w:t>
      </w:r>
      <w:r w:rsidRPr="00541619">
        <w:rPr>
          <w:rStyle w:val="Tun9b"/>
        </w:rPr>
        <w:t>prostřednictvím jiných osob</w:t>
      </w:r>
    </w:p>
    <w:p w14:paraId="63654864" w14:textId="77777777" w:rsidR="0035531B" w:rsidRPr="00541619" w:rsidRDefault="0035531B" w:rsidP="0006499F">
      <w:pPr>
        <w:pStyle w:val="Textbezslovn"/>
      </w:pPr>
      <w:r w:rsidRPr="00541619">
        <w:t>V případě společné účasti dodavatelů prokazuje základní způsobilost</w:t>
      </w:r>
      <w:r w:rsidR="00845C50" w:rsidRPr="00541619">
        <w:t xml:space="preserve"> a </w:t>
      </w:r>
      <w:r w:rsidRPr="00541619">
        <w:t>profesní způsobilost podle § 77 odst. 1 ZZVZ každý ze společníků</w:t>
      </w:r>
      <w:r w:rsidR="00092CC9" w:rsidRPr="00541619">
        <w:t xml:space="preserve"> v </w:t>
      </w:r>
      <w:r w:rsidRPr="00541619">
        <w:t>plném rozsahu samostatně. Prokázání splnění ostatní kvalifikace musí prokázat všichni společníci společně.</w:t>
      </w:r>
    </w:p>
    <w:p w14:paraId="3F971732" w14:textId="2A87D839" w:rsidR="0035531B" w:rsidRPr="00541619" w:rsidRDefault="0031435A" w:rsidP="0006499F">
      <w:pPr>
        <w:pStyle w:val="Textbezslovn"/>
      </w:pPr>
      <w:r w:rsidRPr="00541619">
        <w:t xml:space="preserve">Dodavatel může technickou kvalifikaci nebo profesní způsobilost s výjimkou kritéria podle § 77 odst. 1 ZZVZ prokázat prostřednictvím jiných osob. </w:t>
      </w:r>
      <w:r w:rsidR="0035531B" w:rsidRPr="00541619">
        <w:t xml:space="preserve"> </w:t>
      </w:r>
      <w:r w:rsidR="00232412" w:rsidRPr="00541619">
        <w:t>Za jiné osoby považuje zadavatel jak poddodavatele, tak i osoby, které s dodavatelem tvoří koncern.</w:t>
      </w:r>
    </w:p>
    <w:p w14:paraId="22619E1A" w14:textId="77777777" w:rsidR="0035531B" w:rsidRPr="00541619" w:rsidRDefault="0035531B" w:rsidP="0006499F">
      <w:pPr>
        <w:pStyle w:val="Textbezslovn"/>
      </w:pPr>
      <w:r w:rsidRPr="00541619">
        <w:t>Dodavatel je</w:t>
      </w:r>
      <w:r w:rsidR="00092CC9" w:rsidRPr="00541619">
        <w:t xml:space="preserve"> v </w:t>
      </w:r>
      <w:r w:rsidRPr="00541619">
        <w:t>takovém případě povinen zadavateli předložit:</w:t>
      </w:r>
    </w:p>
    <w:p w14:paraId="15FB031F" w14:textId="1510B290" w:rsidR="0035531B" w:rsidRPr="00541619" w:rsidRDefault="0035531B" w:rsidP="0006499F">
      <w:pPr>
        <w:pStyle w:val="Odrka1-1"/>
      </w:pPr>
      <w:r w:rsidRPr="00541619">
        <w:t>doklady</w:t>
      </w:r>
      <w:r w:rsidR="00092CC9" w:rsidRPr="00541619">
        <w:t xml:space="preserve"> o </w:t>
      </w:r>
      <w:r w:rsidRPr="00541619">
        <w:t xml:space="preserve">splnění základní způsobilosti podle § 74 ZZVZ jinou </w:t>
      </w:r>
      <w:r w:rsidR="008E5D9D" w:rsidRPr="00541619">
        <w:t>o</w:t>
      </w:r>
      <w:r w:rsidRPr="00541619">
        <w:t>sobou,</w:t>
      </w:r>
    </w:p>
    <w:p w14:paraId="59B36E2A" w14:textId="77777777" w:rsidR="0035531B" w:rsidRPr="00541619" w:rsidRDefault="0035531B" w:rsidP="0006499F">
      <w:pPr>
        <w:pStyle w:val="Odrka1-1"/>
      </w:pPr>
      <w:r w:rsidRPr="00541619">
        <w:t xml:space="preserve">doklady prokazující splnění profesní způsobilosti podle § 77 odst. 1 ZZVZ jinou osobou, </w:t>
      </w:r>
    </w:p>
    <w:p w14:paraId="53961A0C" w14:textId="77777777" w:rsidR="0035531B" w:rsidRPr="00541619" w:rsidRDefault="0035531B" w:rsidP="0006499F">
      <w:pPr>
        <w:pStyle w:val="Odrka1-1"/>
      </w:pPr>
      <w:r w:rsidRPr="00541619">
        <w:t>doklady prokazující splnění chybějící části kvalifikace prostřednictvím jiné osoby a</w:t>
      </w:r>
    </w:p>
    <w:p w14:paraId="40722191" w14:textId="77474102" w:rsidR="0035531B" w:rsidRPr="00541619" w:rsidRDefault="00CB6AC6" w:rsidP="0006499F">
      <w:pPr>
        <w:pStyle w:val="Odrka1-1"/>
        <w:rPr>
          <w:rStyle w:val="Tun9b"/>
        </w:rPr>
      </w:pPr>
      <w:r w:rsidRPr="00541619">
        <w:rPr>
          <w:rStyle w:val="Tun9b"/>
        </w:rPr>
        <w:t xml:space="preserve">smlouvu nebo jinou osobou podepsané potvrzení o její existenci, jejímž obsahem je závazek jiné osoby </w:t>
      </w:r>
      <w:r w:rsidR="00BC6D2B" w:rsidRPr="00541619">
        <w:rPr>
          <w:rStyle w:val="Tun9b"/>
        </w:rPr>
        <w:t>k </w:t>
      </w:r>
      <w:r w:rsidR="0035531B" w:rsidRPr="00541619">
        <w:rPr>
          <w:rStyle w:val="Tun9b"/>
        </w:rPr>
        <w:t>poskytnutí plnění určeného</w:t>
      </w:r>
      <w:r w:rsidR="00BC6D2B" w:rsidRPr="00541619">
        <w:rPr>
          <w:rStyle w:val="Tun9b"/>
        </w:rPr>
        <w:t xml:space="preserve"> k </w:t>
      </w:r>
      <w:r w:rsidR="0035531B" w:rsidRPr="00541619">
        <w:rPr>
          <w:rStyle w:val="Tun9b"/>
        </w:rPr>
        <w:t>plnění veřejné zakázky nebo</w:t>
      </w:r>
      <w:r w:rsidR="00BC6D2B" w:rsidRPr="00541619">
        <w:rPr>
          <w:rStyle w:val="Tun9b"/>
        </w:rPr>
        <w:t xml:space="preserve"> k </w:t>
      </w:r>
      <w:r w:rsidR="0035531B" w:rsidRPr="00541619">
        <w:rPr>
          <w:rStyle w:val="Tun9b"/>
        </w:rPr>
        <w:t>poskytnutí věcí či práv,</w:t>
      </w:r>
      <w:r w:rsidR="00845C50" w:rsidRPr="00541619">
        <w:rPr>
          <w:rStyle w:val="Tun9b"/>
        </w:rPr>
        <w:t xml:space="preserve"> s </w:t>
      </w:r>
      <w:r w:rsidR="0035531B" w:rsidRPr="00541619">
        <w:rPr>
          <w:rStyle w:val="Tun9b"/>
        </w:rPr>
        <w:t>nimiž bude dodavatel oprávněn disponovat</w:t>
      </w:r>
      <w:r w:rsidR="00092CC9" w:rsidRPr="00541619">
        <w:rPr>
          <w:rStyle w:val="Tun9b"/>
        </w:rPr>
        <w:t xml:space="preserve"> </w:t>
      </w:r>
      <w:r w:rsidRPr="00541619">
        <w:rPr>
          <w:rStyle w:val="Tun9b"/>
        </w:rPr>
        <w:t xml:space="preserve">při </w:t>
      </w:r>
      <w:r w:rsidR="0035531B" w:rsidRPr="00541619">
        <w:rPr>
          <w:rStyle w:val="Tun9b"/>
        </w:rPr>
        <w:t>plnění veřejné zakázky,</w:t>
      </w:r>
      <w:r w:rsidR="00845C50" w:rsidRPr="00541619">
        <w:rPr>
          <w:rStyle w:val="Tun9b"/>
        </w:rPr>
        <w:t xml:space="preserve"> a</w:t>
      </w:r>
      <w:r w:rsidR="0006499F" w:rsidRPr="00541619">
        <w:rPr>
          <w:rStyle w:val="Tun9b"/>
        </w:rPr>
        <w:t xml:space="preserve"> </w:t>
      </w:r>
      <w:r w:rsidR="0035531B" w:rsidRPr="00541619">
        <w:rPr>
          <w:rStyle w:val="Tun9b"/>
        </w:rPr>
        <w:t>to alespoň</w:t>
      </w:r>
      <w:r w:rsidR="00092CC9" w:rsidRPr="00541619">
        <w:rPr>
          <w:rStyle w:val="Tun9b"/>
        </w:rPr>
        <w:t xml:space="preserve"> v </w:t>
      </w:r>
      <w:r w:rsidR="0035531B" w:rsidRPr="00541619">
        <w:rPr>
          <w:rStyle w:val="Tun9b"/>
        </w:rPr>
        <w:t>rozsahu,</w:t>
      </w:r>
      <w:r w:rsidR="00092CC9" w:rsidRPr="00541619">
        <w:rPr>
          <w:rStyle w:val="Tun9b"/>
        </w:rPr>
        <w:t xml:space="preserve"> v </w:t>
      </w:r>
      <w:r w:rsidR="0035531B" w:rsidRPr="00541619">
        <w:rPr>
          <w:rStyle w:val="Tun9b"/>
        </w:rPr>
        <w:t xml:space="preserve">jakém jiná osoba prokázala kvalifikaci za dodavatele. </w:t>
      </w:r>
    </w:p>
    <w:p w14:paraId="757E7E08" w14:textId="0395D2A1" w:rsidR="0035531B" w:rsidRPr="00541619" w:rsidRDefault="00CB6AC6" w:rsidP="0006499F">
      <w:pPr>
        <w:pStyle w:val="Odrka1-2-"/>
      </w:pPr>
      <w:r w:rsidRPr="00541619">
        <w:t xml:space="preserve">Smlouva nebo potvrzení o její existenci </w:t>
      </w:r>
      <w:r w:rsidR="0035531B" w:rsidRPr="00541619">
        <w:t xml:space="preserve">musí obsahovat </w:t>
      </w:r>
      <w:r w:rsidR="0035531B" w:rsidRPr="00541619">
        <w:rPr>
          <w:rStyle w:val="Tun9b"/>
        </w:rPr>
        <w:t>konkrétní specifikaci plnění</w:t>
      </w:r>
      <w:r w:rsidR="0035531B" w:rsidRPr="00541619">
        <w:t>, které jiná osoba dodavateli</w:t>
      </w:r>
      <w:r w:rsidR="00BC6D2B" w:rsidRPr="00541619">
        <w:t xml:space="preserve"> k </w:t>
      </w:r>
      <w:r w:rsidR="0035531B" w:rsidRPr="00541619">
        <w:t xml:space="preserve">plnění veřejné zakázky poskytne, nebo </w:t>
      </w:r>
      <w:r w:rsidR="0035531B" w:rsidRPr="00541619">
        <w:rPr>
          <w:rStyle w:val="Tun9b"/>
        </w:rPr>
        <w:t>konkrétní specifikaci věcí</w:t>
      </w:r>
      <w:r w:rsidR="0035531B" w:rsidRPr="00541619">
        <w:t xml:space="preserve"> či práv,</w:t>
      </w:r>
      <w:r w:rsidR="00845C50" w:rsidRPr="00541619">
        <w:t xml:space="preserve"> s </w:t>
      </w:r>
      <w:r w:rsidR="0035531B" w:rsidRPr="00541619">
        <w:t>nimiž bude dodavatel oprávněn disponovat</w:t>
      </w:r>
      <w:r w:rsidR="00092CC9" w:rsidRPr="00541619">
        <w:t xml:space="preserve"> v </w:t>
      </w:r>
      <w:r w:rsidR="0035531B" w:rsidRPr="00541619">
        <w:t>rámci plnění veřejné zakázky. Závazek musí být využitelný</w:t>
      </w:r>
      <w:r w:rsidR="00845C50" w:rsidRPr="00541619">
        <w:t xml:space="preserve"> a </w:t>
      </w:r>
      <w:r w:rsidR="0035531B" w:rsidRPr="00541619">
        <w:t>vymahatelný při vlastní realizaci veřejné zakázky,</w:t>
      </w:r>
      <w:r w:rsidR="00845C50" w:rsidRPr="00541619">
        <w:t xml:space="preserve"> a </w:t>
      </w:r>
      <w:r w:rsidR="0035531B" w:rsidRPr="00541619">
        <w:t>to</w:t>
      </w:r>
      <w:r w:rsidR="00092CC9" w:rsidRPr="00541619">
        <w:t xml:space="preserve"> v </w:t>
      </w:r>
      <w:r w:rsidR="0035531B" w:rsidRPr="00541619">
        <w:t>rozsahu,</w:t>
      </w:r>
      <w:r w:rsidR="00092CC9" w:rsidRPr="00541619">
        <w:t xml:space="preserve"> v </w:t>
      </w:r>
      <w:r w:rsidR="0035531B" w:rsidRPr="00541619">
        <w:t xml:space="preserve">jakém byla chybějící část kvalifikace dodavatele jinou osobou nahrazena. </w:t>
      </w:r>
    </w:p>
    <w:p w14:paraId="10B5E841" w14:textId="52BB52C1" w:rsidR="0035531B" w:rsidRPr="00541619" w:rsidRDefault="0035531B" w:rsidP="00A066DE">
      <w:pPr>
        <w:pStyle w:val="Odrka1-2-"/>
      </w:pPr>
      <w:r w:rsidRPr="00541619">
        <w:t xml:space="preserve">Požadavek ohledně </w:t>
      </w:r>
      <w:r w:rsidR="00CB6AC6" w:rsidRPr="00541619">
        <w:t xml:space="preserve">předložení smlouvy nebo potvrzení o její existenci, jejímž obsahem je závazek </w:t>
      </w:r>
      <w:r w:rsidRPr="00541619">
        <w:t>jiné osoby</w:t>
      </w:r>
      <w:r w:rsidR="00CB6AC6" w:rsidRPr="00541619">
        <w:t>,</w:t>
      </w:r>
      <w:r w:rsidRPr="00541619">
        <w:t xml:space="preserve"> je splněn, resp. poskytnutí plnění určeného</w:t>
      </w:r>
      <w:r w:rsidR="00BC6D2B" w:rsidRPr="00541619">
        <w:t xml:space="preserve"> k </w:t>
      </w:r>
      <w:r w:rsidRPr="00541619">
        <w:t>plnění veřejné zakázky nebo poskytnutí věcí nebo práv jinou osobou odpovídá rozsahu,</w:t>
      </w:r>
      <w:r w:rsidR="00092CC9" w:rsidRPr="00541619">
        <w:t xml:space="preserve"> v </w:t>
      </w:r>
      <w:r w:rsidRPr="00541619">
        <w:t>jakém tato osoba prokázala kvalifikaci za dodavatele, pokud</w:t>
      </w:r>
      <w:r w:rsidR="00CB6AC6" w:rsidRPr="00541619">
        <w:t xml:space="preserve"> z obsahu smlouvy nebo potvrzení o její existenci vyplývá závazek jiné osoby plnit veřejnou zakázku </w:t>
      </w:r>
      <w:r w:rsidR="00CB6AC6" w:rsidRPr="00541619">
        <w:rPr>
          <w:b/>
        </w:rPr>
        <w:t>společně a nerozdílně s dodavatelem</w:t>
      </w:r>
      <w:r w:rsidRPr="00541619">
        <w:t xml:space="preserve">. </w:t>
      </w:r>
      <w:r w:rsidR="00A066DE" w:rsidRPr="00541619">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541619">
        <w:rPr>
          <w:b/>
        </w:rPr>
        <w:t xml:space="preserve"> ze smlouvy nebo potvrzení o její existenci vyplývat závazek, že jiná osoba bude vykonávat</w:t>
      </w:r>
      <w:r w:rsidR="00666F2D" w:rsidRPr="00541619">
        <w:rPr>
          <w:b/>
        </w:rPr>
        <w:t xml:space="preserve"> služby</w:t>
      </w:r>
      <w:r w:rsidR="00CB6AC6" w:rsidRPr="00541619">
        <w:rPr>
          <w:b/>
        </w:rPr>
        <w:t>, ke kterým se prokazované kritérium kvalifikace vztahuje</w:t>
      </w:r>
      <w:r w:rsidRPr="00541619">
        <w:rPr>
          <w:rStyle w:val="Tun9b"/>
        </w:rPr>
        <w:t>.</w:t>
      </w:r>
      <w:r w:rsidRPr="00541619">
        <w:t xml:space="preserve"> </w:t>
      </w:r>
    </w:p>
    <w:p w14:paraId="2D9BB618" w14:textId="57FAFB49" w:rsidR="0035531B" w:rsidRPr="00541619" w:rsidRDefault="00CB6AC6" w:rsidP="0006499F">
      <w:pPr>
        <w:pStyle w:val="Textbezslovn"/>
      </w:pPr>
      <w:r w:rsidRPr="00541619">
        <w:t xml:space="preserve">Na kvalifikaci jiné osoby, jejímž prostřednictvím je prokazována kvalifikace, se vztahují pravidla stanovená ZZVZ nebo zadávacími podmínkami pro kvalifikaci dodavatele, za kterého je kvalifikace prokazována. </w:t>
      </w:r>
      <w:r w:rsidR="0035531B" w:rsidRPr="00541619">
        <w:t>Jiná osoba prokazuje základní způsobilost podle §</w:t>
      </w:r>
      <w:r w:rsidR="00706D01">
        <w:t> </w:t>
      </w:r>
      <w:r w:rsidR="0035531B" w:rsidRPr="00541619">
        <w:t>74 ZZVZ</w:t>
      </w:r>
      <w:r w:rsidR="00845C50" w:rsidRPr="00541619">
        <w:t xml:space="preserve"> a </w:t>
      </w:r>
      <w:r w:rsidR="0035531B" w:rsidRPr="00541619">
        <w:t xml:space="preserve">profesní způsobilost podle § 77 odst. 1 </w:t>
      </w:r>
      <w:r w:rsidR="00A017B2" w:rsidRPr="00541619">
        <w:t xml:space="preserve">ZZVZ </w:t>
      </w:r>
      <w:r w:rsidR="0035531B" w:rsidRPr="00541619">
        <w:t xml:space="preserve">obdobnými doklady, jež je povinen předložit dodavatel. </w:t>
      </w:r>
    </w:p>
    <w:p w14:paraId="49A57E33" w14:textId="77777777" w:rsidR="0035531B" w:rsidRPr="00541619" w:rsidRDefault="0035531B" w:rsidP="0006499F">
      <w:pPr>
        <w:pStyle w:val="Textbezslovn"/>
      </w:pPr>
      <w:r w:rsidRPr="00541619">
        <w:t>Dodavatel není oprávněn prostřednictvím jiné osoby prokázat splnění základní způsobilosti</w:t>
      </w:r>
      <w:r w:rsidR="00845C50" w:rsidRPr="00541619">
        <w:t xml:space="preserve"> a </w:t>
      </w:r>
      <w:r w:rsidRPr="00541619">
        <w:t>výpisu</w:t>
      </w:r>
      <w:r w:rsidR="0060115D" w:rsidRPr="00541619">
        <w:t xml:space="preserve"> z </w:t>
      </w:r>
      <w:r w:rsidRPr="00541619">
        <w:t>obchodního rejstříku nebo jiné obdobné evidence.</w:t>
      </w:r>
    </w:p>
    <w:p w14:paraId="68D6B6DD" w14:textId="77777777" w:rsidR="0035531B" w:rsidRPr="00541619" w:rsidRDefault="0035531B" w:rsidP="00EE1AA5">
      <w:pPr>
        <w:pStyle w:val="Textbezslovn"/>
        <w:rPr>
          <w:del w:id="320" w:author="vyznačené změny" w:date="2024-06-10T14:58:00Z" w16du:dateUtc="2024-06-10T12:58:00Z"/>
        </w:rPr>
      </w:pPr>
      <w:del w:id="321" w:author="vyznačené změny" w:date="2024-06-10T14:58:00Z" w16du:dateUtc="2024-06-10T12:58:00Z">
        <w:r w:rsidRPr="00541619">
          <w:delText>Dodavatel není oprávněn prokazovat splnění kvalifikace prostřednictvím poddodavatele</w:delText>
        </w:r>
        <w:r w:rsidR="00BB4AF2" w:rsidRPr="00541619">
          <w:delText xml:space="preserve"> u </w:delText>
        </w:r>
        <w:r w:rsidRPr="00541619">
          <w:delText>těch částí veřejné zakázky,</w:delText>
        </w:r>
        <w:r w:rsidR="00BB4AF2" w:rsidRPr="00541619">
          <w:delText xml:space="preserve"> u </w:delText>
        </w:r>
        <w:r w:rsidRPr="00541619">
          <w:delText xml:space="preserve">kterých si zadavatel vyhradil ve smyslu § 105 odst. 2  ZZVZ, že musí být plněny vlastními prostředky dodavatele. </w:delText>
        </w:r>
        <w:r w:rsidR="00A066DE" w:rsidRPr="00541619">
          <w:delText>Tyto části jsou podrobně specifikovány v čl. 9.3 těchto Pokynů. Toto omezení se nevztahuje na osoby, které s dodavatelem tvoří koncern</w:delText>
        </w:r>
        <w:r w:rsidR="00BE7CD3" w:rsidRPr="00541619">
          <w:delText xml:space="preserve"> (za splnění podmínek uvedených v čl. 9.3 těchto Pokynů)</w:delText>
        </w:r>
        <w:r w:rsidR="00A066DE" w:rsidRPr="00541619">
          <w:delText>. Jejich prostřednictvím dodavatel může za splnění ostatních podmínek dle § 83 ZZVZ prokazovat i tyto části kvalifikace</w:delText>
        </w:r>
        <w:r w:rsidRPr="00541619">
          <w:delText>.</w:delText>
        </w:r>
      </w:del>
    </w:p>
    <w:p w14:paraId="2FC20570" w14:textId="162BD31C" w:rsidR="00EE1AA5" w:rsidRPr="00541619" w:rsidRDefault="00EE1AA5" w:rsidP="00EE1AA5">
      <w:pPr>
        <w:pStyle w:val="Text1-1"/>
        <w:rPr>
          <w:b/>
        </w:rPr>
      </w:pPr>
      <w:r w:rsidRPr="00541619">
        <w:rPr>
          <w:rStyle w:val="Tun9b"/>
        </w:rPr>
        <w:t>Změny</w:t>
      </w:r>
      <w:r w:rsidRPr="00541619">
        <w:rPr>
          <w:b/>
        </w:rPr>
        <w:t xml:space="preserve"> v kvalifikaci</w:t>
      </w:r>
      <w:r w:rsidR="00167D12" w:rsidRPr="00541619">
        <w:rPr>
          <w:b/>
        </w:rPr>
        <w:t xml:space="preserve"> účastníka zadávacího řízení</w:t>
      </w:r>
    </w:p>
    <w:p w14:paraId="415759C0" w14:textId="53E0254A" w:rsidR="00EE1AA5" w:rsidRPr="00541619" w:rsidRDefault="00EE1AA5" w:rsidP="00EE1AA5">
      <w:pPr>
        <w:pStyle w:val="Textbezslovn"/>
      </w:pPr>
      <w:r w:rsidRPr="00541619">
        <w:t xml:space="preserve">Pokud po předložení dokladů nebo prohlášení </w:t>
      </w:r>
      <w:r w:rsidR="00772315" w:rsidRPr="00541619">
        <w:t xml:space="preserve">ke </w:t>
      </w:r>
      <w:r w:rsidRPr="00541619">
        <w:t>kvalifikaci dojde v průběhu zadávacího řízení ke změně kvalifikace</w:t>
      </w:r>
      <w:r w:rsidR="00167D12" w:rsidRPr="00541619">
        <w:t xml:space="preserve"> účastníka zadávacího řízení</w:t>
      </w:r>
      <w:r w:rsidRPr="00541619">
        <w:t xml:space="preserve">, je </w:t>
      </w:r>
      <w:r w:rsidR="00167D12" w:rsidRPr="00541619">
        <w:t xml:space="preserve">účastník zadávacího řízení </w:t>
      </w:r>
      <w:r w:rsidRPr="00541619">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Pr="00541619" w:rsidRDefault="00EE1AA5" w:rsidP="00EE1AA5">
      <w:pPr>
        <w:pStyle w:val="Textbezslovn"/>
        <w:spacing w:after="0"/>
      </w:pPr>
      <w:r w:rsidRPr="00541619">
        <w:t>a) podmínky kvalifikace jsou nadále splněny a</w:t>
      </w:r>
    </w:p>
    <w:p w14:paraId="59E3A27B" w14:textId="77777777" w:rsidR="00EE1AA5" w:rsidRPr="00541619" w:rsidRDefault="00EE1AA5" w:rsidP="00EE1AA5">
      <w:pPr>
        <w:pStyle w:val="Textbezslovn"/>
        <w:spacing w:after="0"/>
      </w:pPr>
      <w:r w:rsidRPr="00541619">
        <w:t>b) nedošlo k ovlivnění kritérií hodnocení nabídek.</w:t>
      </w:r>
    </w:p>
    <w:p w14:paraId="0CDD2F7D" w14:textId="77777777" w:rsidR="00EE1AA5" w:rsidRPr="00541619" w:rsidRDefault="00EE1AA5" w:rsidP="00EE1AA5">
      <w:pPr>
        <w:pStyle w:val="Textbezslovn"/>
        <w:spacing w:after="0"/>
      </w:pPr>
    </w:p>
    <w:p w14:paraId="7104E645" w14:textId="1C7389FB" w:rsidR="00EE1AA5" w:rsidRPr="00541619" w:rsidRDefault="00EE1AA5" w:rsidP="00EE1AA5">
      <w:pPr>
        <w:pStyle w:val="Textbezslovn"/>
      </w:pPr>
      <w:r w:rsidRPr="00541619">
        <w:t>Zadavatel může vyloučit účastníka zadávacího řízení, pokud prokáže, že účastník zadávacího řízení nesplnil povinnost podle předchozího odstavce.</w:t>
      </w:r>
    </w:p>
    <w:p w14:paraId="512D04B7" w14:textId="77777777" w:rsidR="0035531B" w:rsidRPr="00541619" w:rsidRDefault="0035531B" w:rsidP="00193D8F">
      <w:pPr>
        <w:pStyle w:val="Nadpis1-1"/>
      </w:pPr>
      <w:bookmarkStart w:id="322" w:name="_Toc163043988"/>
      <w:r w:rsidRPr="00541619">
        <w:t>DALŠÍ INFORMACE/DOKUMENTY PŘEDKLÁDANÉ DODAVATELEM</w:t>
      </w:r>
      <w:r w:rsidR="00092CC9" w:rsidRPr="00541619">
        <w:t xml:space="preserve"> v </w:t>
      </w:r>
      <w:r w:rsidRPr="00541619">
        <w:t>NABÍDCE</w:t>
      </w:r>
      <w:bookmarkEnd w:id="322"/>
    </w:p>
    <w:p w14:paraId="471ABF0B" w14:textId="77777777" w:rsidR="0035531B" w:rsidRPr="00541619" w:rsidRDefault="00A066DE" w:rsidP="00A066DE">
      <w:pPr>
        <w:pStyle w:val="Text1-1"/>
      </w:pPr>
      <w:r w:rsidRPr="00541619">
        <w:t>V rámci splnění dalších požadavků zadavatele na sestavení a podání nabídek musí všichni dodavatelé ve svých nabídkách předložit následující informace, dokumenty a doklady</w:t>
      </w:r>
      <w:r w:rsidR="0035531B" w:rsidRPr="00541619">
        <w:t>:</w:t>
      </w:r>
    </w:p>
    <w:p w14:paraId="681FD0C6" w14:textId="5286FAA2" w:rsidR="0035531B" w:rsidRPr="002F3390" w:rsidRDefault="00A066DE" w:rsidP="00A066DE">
      <w:pPr>
        <w:pStyle w:val="Odrka1-1"/>
      </w:pPr>
      <w:r w:rsidRPr="002F3390">
        <w:t xml:space="preserve">Dokument obsahující informace o dodavateli, včetně prohlášení o akceptaci vzorové Smlouvy o </w:t>
      </w:r>
      <w:r w:rsidR="0067224B" w:rsidRPr="002F3390">
        <w:t>dílo</w:t>
      </w:r>
      <w:r w:rsidRPr="002F3390">
        <w:t xml:space="preserve"> a jejích příloh. Tento dokument bude předložen ve formě formuláře obsaženého v Příloze č. 1 těchto Pokynů</w:t>
      </w:r>
      <w:r w:rsidR="0035531B" w:rsidRPr="002F3390">
        <w:t>.</w:t>
      </w:r>
      <w:r w:rsidR="008E5D9D" w:rsidRPr="002F3390">
        <w:t xml:space="preserve"> </w:t>
      </w:r>
      <w:r w:rsidR="005C36B9" w:rsidRPr="002F3390">
        <w:t>Zadavatel stanovuje zadávací podmínku, že nabídka účastníka zadávacího řízení musí být mj. i v souladu se zákonem č.</w:t>
      </w:r>
      <w:r w:rsidR="005006B3">
        <w:t> </w:t>
      </w:r>
      <w:r w:rsidR="005C36B9" w:rsidRPr="002F3390">
        <w:t>159/2006 Sb., o střetu zájmů, ve znění pozdějších předpisů (dále jen „</w:t>
      </w:r>
      <w:r w:rsidR="005C36B9" w:rsidRPr="002F3390">
        <w:rPr>
          <w:b/>
        </w:rPr>
        <w:t>zákon o střetu zájmů</w:t>
      </w:r>
      <w:r w:rsidR="005C36B9" w:rsidRPr="002F3390">
        <w:t xml:space="preserve">“) a zadavatel požaduje, aby dodavatel a každý jeho poddodavatel, prostřednictvím kterého prokazuje kvalifikaci, nebyli ve střetu zájmů dle § 4b zákona o střetu zájmů. Součástí formuláře </w:t>
      </w:r>
      <w:r w:rsidR="00262E14" w:rsidRPr="002F3390">
        <w:t xml:space="preserve">obsaženého v Příloze č. </w:t>
      </w:r>
      <w:r w:rsidR="005C36B9" w:rsidRPr="002F3390">
        <w:t xml:space="preserve">1 těchto Pokynů proto bude prohlášení ke střetu zájmů ve smyslu ustanovení § 4b zákona o střetu zájmů. </w:t>
      </w:r>
    </w:p>
    <w:p w14:paraId="27993C95" w14:textId="4F026519" w:rsidR="0035531B" w:rsidRPr="002F3390" w:rsidRDefault="00A066DE" w:rsidP="00A066DE">
      <w:pPr>
        <w:pStyle w:val="Odrka1-1"/>
      </w:pPr>
      <w:r w:rsidRPr="002F3390">
        <w:t>Seznam poddodavatelů, pokud jsou dodavateli známi, s uvedením těch částí veřejné zakázky, které bude každý z poddodavatelů plnit. Tyto informace budou předloženy ve formě formuláře obsaženého v Příloze č. 2 těchto Pokynů</w:t>
      </w:r>
      <w:r w:rsidR="00F83A04" w:rsidRPr="002F3390">
        <w:t xml:space="preserve"> (dále jen „</w:t>
      </w:r>
      <w:r w:rsidR="00F83A04" w:rsidRPr="002F3390">
        <w:rPr>
          <w:b/>
        </w:rPr>
        <w:t>Seznam poddodavatelů</w:t>
      </w:r>
      <w:r w:rsidR="00F83A04" w:rsidRPr="002F3390">
        <w:t>“)</w:t>
      </w:r>
      <w:r w:rsidRPr="002F3390">
        <w:t>.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w:t>
      </w:r>
      <w:r w:rsidR="00F83A04" w:rsidRPr="002F3390">
        <w:t> </w:t>
      </w:r>
      <w:r w:rsidRPr="002F3390">
        <w:t>Seznamu</w:t>
      </w:r>
      <w:r w:rsidR="00F83A04" w:rsidRPr="002F3390">
        <w:t xml:space="preserve"> poddodavatelů</w:t>
      </w:r>
      <w:r w:rsidRPr="002F3390">
        <w:t xml:space="preserve"> budou uvedeni i poddodavatelé – fyzické osoby, které jsou členy odborného personálu dodavatele. Za poddodavatele povinně uváděné v </w:t>
      </w:r>
      <w:r w:rsidR="00F83A04" w:rsidRPr="002F3390">
        <w:t xml:space="preserve">Seznamu </w:t>
      </w:r>
      <w:r w:rsidRPr="002F3390">
        <w:t>poddodavatelů zadavatel nepovažuje osoby tvořící s dodavatelem koncern</w:t>
      </w:r>
      <w:r w:rsidR="0035531B" w:rsidRPr="002F3390">
        <w:t>.</w:t>
      </w:r>
    </w:p>
    <w:p w14:paraId="3CB5F53F" w14:textId="10321946" w:rsidR="0035531B" w:rsidRPr="002F3390" w:rsidRDefault="00A066DE" w:rsidP="002D0C6E">
      <w:pPr>
        <w:pStyle w:val="Odrka1-1"/>
      </w:pPr>
      <w:r w:rsidRPr="002F3390">
        <w:t>Doklady za účelem hodnocení</w:t>
      </w:r>
      <w:r w:rsidR="00297E73" w:rsidRPr="002F3390">
        <w:t xml:space="preserve"> dílčího hodnotícího kritéria</w:t>
      </w:r>
      <w:r w:rsidR="002D0C6E">
        <w:t xml:space="preserve"> </w:t>
      </w:r>
      <w:del w:id="323" w:author="vyznačené změny" w:date="2024-06-10T14:58:00Z" w16du:dateUtc="2024-06-10T12:58:00Z">
        <w:r w:rsidR="002D0C6E" w:rsidRPr="002D0C6E">
          <w:delText>Referenční zakázky pro hodnocení</w:delText>
        </w:r>
      </w:del>
      <w:ins w:id="324" w:author="vyznačené změny" w:date="2024-06-10T14:58:00Z" w16du:dateUtc="2024-06-10T12:58:00Z">
        <w:r w:rsidR="000974F4">
          <w:t>Zkušenosti členů realizačního týmu</w:t>
        </w:r>
      </w:ins>
      <w:r w:rsidRPr="002F3390">
        <w:t xml:space="preserve">, tj. </w:t>
      </w:r>
      <w:r w:rsidR="002D0C6E">
        <w:t>s</w:t>
      </w:r>
      <w:r w:rsidR="001A72D0" w:rsidRPr="002F3390">
        <w:t>eznam předložený v nabídce ve formě obsažené v Příloze č. 9 těchto Pokynů včetně zadavatelem požadovaných dokladů</w:t>
      </w:r>
      <w:r w:rsidR="0094325D" w:rsidRPr="002F3390">
        <w:t>, jež mají být k tomuto seznamu přiloženy</w:t>
      </w:r>
      <w:r w:rsidR="004F5411" w:rsidRPr="002F3390">
        <w:t xml:space="preserve"> (požadavky jsou podrobně uvedeny v čl. 16 těchto Pokynů</w:t>
      </w:r>
      <w:r w:rsidR="00F77DC7" w:rsidRPr="002F3390">
        <w:t>)</w:t>
      </w:r>
      <w:r w:rsidR="0035531B" w:rsidRPr="002F3390">
        <w:t xml:space="preserve">. </w:t>
      </w:r>
    </w:p>
    <w:p w14:paraId="644F3FAE" w14:textId="3FD8DD16" w:rsidR="009B7E95" w:rsidRDefault="009B7E95" w:rsidP="00A066DE">
      <w:pPr>
        <w:pStyle w:val="Odrka1-1"/>
      </w:pPr>
      <w:r w:rsidRPr="002F3390">
        <w:t xml:space="preserve">Dodavatel je povinen předložit ve své nabídce čestné prohlášení </w:t>
      </w:r>
      <w:r w:rsidRPr="002F3390">
        <w:rPr>
          <w:lang w:eastAsia="cs-CZ"/>
        </w:rPr>
        <w:t xml:space="preserve">o splnění podmínek v souvislosti se </w:t>
      </w:r>
      <w:r w:rsidR="00EC1E58" w:rsidRPr="002F3390">
        <w:rPr>
          <w:lang w:eastAsia="cs-CZ"/>
        </w:rPr>
        <w:t xml:space="preserve">zákonem upravujícím provádění mezinárodních sankcí </w:t>
      </w:r>
      <w:r w:rsidRPr="002F3390">
        <w:t>zpracované ve formě formuláře dle Přílohy č. 10 těchto Pokynů.</w:t>
      </w:r>
    </w:p>
    <w:p w14:paraId="5275D2E8" w14:textId="0AC5B089" w:rsidR="002F3390" w:rsidRPr="002F3390" w:rsidRDefault="002F3390" w:rsidP="002F3390">
      <w:pPr>
        <w:pStyle w:val="Odrka1-1"/>
      </w:pPr>
      <w:r w:rsidRPr="002F3390">
        <w:t>Čestné prohlášení o počtu vrtných souprav ve formě formuláře dle Přílohy č.</w:t>
      </w:r>
      <w:r w:rsidR="00BD4057">
        <w:t> </w:t>
      </w:r>
      <w:r w:rsidRPr="002F3390">
        <w:t>11</w:t>
      </w:r>
      <w:r w:rsidR="00BD4057">
        <w:t> </w:t>
      </w:r>
      <w:r w:rsidRPr="002F3390">
        <w:t>t</w:t>
      </w:r>
      <w:r w:rsidR="00C32B79">
        <w:t>ěchto Pokynů</w:t>
      </w:r>
      <w:r w:rsidRPr="002F3390">
        <w:t>.</w:t>
      </w:r>
    </w:p>
    <w:p w14:paraId="0EF5D97C" w14:textId="77777777" w:rsidR="0035531B" w:rsidRPr="00FB6EC0" w:rsidRDefault="0035531B" w:rsidP="0035531B">
      <w:pPr>
        <w:pStyle w:val="Text1-1"/>
      </w:pPr>
      <w:r w:rsidRPr="00FB6EC0">
        <w:t>Podání nabídky společně několika dodavateli:</w:t>
      </w:r>
    </w:p>
    <w:p w14:paraId="08A520AC" w14:textId="2F0EE0F4" w:rsidR="00A066DE" w:rsidRPr="00FB6EC0" w:rsidRDefault="00A066DE" w:rsidP="00A066DE">
      <w:pPr>
        <w:pStyle w:val="Odrka1-1"/>
      </w:pPr>
      <w:r w:rsidRPr="00FB6EC0">
        <w:t>Podává-li nabídku více osob společně, zejména jako společnost ve smyslu ustanovení § 2716 a násl. zákona č. 89/2012 Sb., občanský zákoník, ve znění pozdějších předpisů</w:t>
      </w:r>
      <w:r w:rsidR="00CB3394" w:rsidRPr="00FB6EC0">
        <w:t xml:space="preserve"> (dále jen „</w:t>
      </w:r>
      <w:r w:rsidR="00CB3394" w:rsidRPr="00FB6EC0">
        <w:rPr>
          <w:b/>
        </w:rPr>
        <w:t>občanský zákoník</w:t>
      </w:r>
      <w:r w:rsidR="00CB3394" w:rsidRPr="00FB6EC0">
        <w:t>“)</w:t>
      </w:r>
      <w:r w:rsidRPr="00FB6EC0">
        <w:t>, případně jako jiné sdružení či seskupení dodavatelů (dále v textu těchto Pokynů pro dodavatele je takové seskupení dodavatelů obecně označováno zejména jako „</w:t>
      </w:r>
      <w:r w:rsidRPr="00FB6EC0">
        <w:rPr>
          <w:b/>
        </w:rPr>
        <w:t>společnost</w:t>
      </w:r>
      <w:r w:rsidRPr="00FB6EC0">
        <w:t>“ dodavatelů a člen takového seskupení jako „</w:t>
      </w:r>
      <w:r w:rsidRPr="00FB6EC0">
        <w:rPr>
          <w:b/>
        </w:rPr>
        <w:t>společník</w:t>
      </w:r>
      <w:r w:rsidRPr="00FB6EC0">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Pr="00FB6EC0" w:rsidRDefault="00A066DE" w:rsidP="00A066DE">
      <w:pPr>
        <w:pStyle w:val="Odrka1-1"/>
      </w:pPr>
      <w:r w:rsidRPr="00FB6EC0">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5D122E9E" w:rsidR="00A066DE" w:rsidRPr="00FB6EC0" w:rsidRDefault="00A066DE" w:rsidP="00D96356">
      <w:pPr>
        <w:pStyle w:val="Odrka1-1"/>
        <w:tabs>
          <w:tab w:val="clear" w:pos="1077"/>
        </w:tabs>
      </w:pPr>
      <w:r w:rsidRPr="00FB6EC0">
        <w:t xml:space="preserve">Jeden ze společníků bude ve výše uvedené smlouvě či jiném dokumentu uveden jako vedoucí společník (Vedoucí </w:t>
      </w:r>
      <w:r w:rsidR="001A0311" w:rsidRPr="00FB6EC0">
        <w:t>zhotovitel</w:t>
      </w:r>
      <w:r w:rsidRPr="00FB6EC0">
        <w:t xml:space="preserve"> ve smyslu Smlouvy o</w:t>
      </w:r>
      <w:r w:rsidR="005B5153" w:rsidRPr="00FB6EC0">
        <w:t xml:space="preserve"> </w:t>
      </w:r>
      <w:r w:rsidR="0067224B" w:rsidRPr="00FB6EC0">
        <w:t>dílo</w:t>
      </w:r>
      <w:r w:rsidRPr="00FB6EC0">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67224B" w:rsidRPr="00FB6EC0">
        <w:t>dílo</w:t>
      </w:r>
      <w:r w:rsidRPr="00FB6EC0">
        <w:t xml:space="preserve">). Vystavovat daňové </w:t>
      </w:r>
      <w:r w:rsidR="00892AE6" w:rsidRPr="00FB6EC0">
        <w:t>doklady – faktury</w:t>
      </w:r>
      <w:r w:rsidRPr="00FB6EC0">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67224B" w:rsidRPr="00FB6EC0">
        <w:t>dílo</w:t>
      </w:r>
      <w:r w:rsidRPr="00FB6EC0">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AC0ABC4" w14:textId="1FDC24E8" w:rsidR="002066C5" w:rsidRPr="007478A4" w:rsidRDefault="00A066DE" w:rsidP="007478A4">
      <w:pPr>
        <w:pStyle w:val="Odrka1-1"/>
        <w:rPr>
          <w:color w:val="FF0000"/>
          <w:rPrChange w:id="325" w:author="vyznačené změny" w:date="2024-06-10T14:58:00Z" w16du:dateUtc="2024-06-10T12:58:00Z">
            <w:rPr/>
          </w:rPrChange>
        </w:rPr>
      </w:pPr>
      <w:r w:rsidRPr="00FB6EC0">
        <w:rPr>
          <w:b/>
        </w:rPr>
        <w:t xml:space="preserve">Zadavatel doporučuje, aby za vedoucího účastníka byl označen dodavatel, pod jehož registrací bude nabídka v elektronickém nástroji E-ZAK podávána. Bez ohledu na to si však zadavatel vyhrazuje právo v průběhu </w:t>
      </w:r>
      <w:r w:rsidR="00D96356">
        <w:rPr>
          <w:b/>
        </w:rPr>
        <w:t>zadávacího</w:t>
      </w:r>
      <w:r w:rsidR="00D96356" w:rsidRPr="00FB6EC0">
        <w:rPr>
          <w:b/>
        </w:rPr>
        <w:t xml:space="preserve"> </w:t>
      </w:r>
      <w:r w:rsidRPr="00FB6EC0">
        <w:rPr>
          <w:b/>
        </w:rPr>
        <w:t>řízení komunikovat pouze s dodavatelem, pod jehož registrací byla nabídka podána.</w:t>
      </w:r>
      <w:r w:rsidRPr="00FB6EC0">
        <w:t xml:space="preserve"> Komunikace mezi zadavatelem a společníky, kteří podávají společnou nabídku, potom bude v takovém případě probíhat prostřednictvím tohoto společníka. Veškerá právní jednání budou považována za doručená okamžikem odeslání tomuto společníkovi</w:t>
      </w:r>
      <w:r w:rsidR="0035531B" w:rsidRPr="00FB6EC0">
        <w:t>.</w:t>
      </w:r>
    </w:p>
    <w:p w14:paraId="6D0055DD" w14:textId="77777777" w:rsidR="0035531B" w:rsidRPr="00FB6EC0" w:rsidRDefault="0035531B" w:rsidP="0035531B">
      <w:pPr>
        <w:pStyle w:val="Text1-1"/>
        <w:rPr>
          <w:del w:id="326" w:author="vyznačené změny" w:date="2024-06-10T14:58:00Z" w16du:dateUtc="2024-06-10T12:58:00Z"/>
          <w:rStyle w:val="Tun9b"/>
        </w:rPr>
      </w:pPr>
      <w:del w:id="327" w:author="vyznačené změny" w:date="2024-06-10T14:58:00Z" w16du:dateUtc="2024-06-10T12:58:00Z">
        <w:r w:rsidRPr="00FB6EC0">
          <w:rPr>
            <w:rStyle w:val="Tun9b"/>
          </w:rPr>
          <w:delText>Poddodavatelské omezení</w:delText>
        </w:r>
      </w:del>
    </w:p>
    <w:p w14:paraId="40EAEB68" w14:textId="77777777" w:rsidR="0035531B" w:rsidRDefault="00AD3565" w:rsidP="00AD3565">
      <w:pPr>
        <w:pStyle w:val="Odrka1-1"/>
        <w:rPr>
          <w:del w:id="328" w:author="vyznačené změny" w:date="2024-06-10T14:58:00Z" w16du:dateUtc="2024-06-10T12:58:00Z"/>
        </w:rPr>
      </w:pPr>
      <w:del w:id="329" w:author="vyznačené změny" w:date="2024-06-10T14:58:00Z" w16du:dateUtc="2024-06-10T12:58:00Z">
        <w:r w:rsidRPr="00FB6EC0">
          <w:delTex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delText>
        </w:r>
        <w:r w:rsidR="00E57E67" w:rsidRPr="00FB6EC0">
          <w:delText>tak</w:delText>
        </w:r>
        <w:r w:rsidRPr="00FB6EC0">
          <w:delText xml:space="preserve">že části plnění veřejné zakázky věcně odpovídající níže uvedeným oborům či činnostem musí být prováděny vlastními prostředky </w:delText>
        </w:r>
        <w:r w:rsidR="003014A0" w:rsidRPr="00FB6EC0">
          <w:delText xml:space="preserve">vybraného </w:delText>
        </w:r>
        <w:r w:rsidRPr="00FB6EC0">
          <w:delText>dodavatele</w:delText>
        </w:r>
        <w:r w:rsidR="0035531B" w:rsidRPr="00FB6EC0">
          <w:delText>:</w:delText>
        </w:r>
      </w:del>
    </w:p>
    <w:p w14:paraId="0F55D2D2" w14:textId="77777777" w:rsidR="00FB6EC0" w:rsidRPr="00442D30" w:rsidRDefault="00FB6EC0" w:rsidP="00B057D3">
      <w:pPr>
        <w:pStyle w:val="Odrka1-1"/>
        <w:numPr>
          <w:ilvl w:val="0"/>
          <w:numId w:val="49"/>
        </w:numPr>
        <w:tabs>
          <w:tab w:val="clear" w:pos="1077"/>
        </w:tabs>
        <w:ind w:left="1701"/>
        <w:rPr>
          <w:del w:id="330" w:author="vyznačené změny" w:date="2024-06-10T14:58:00Z" w16du:dateUtc="2024-06-10T12:58:00Z"/>
        </w:rPr>
      </w:pPr>
      <w:del w:id="331" w:author="vyznačené změny" w:date="2024-06-10T14:58:00Z" w16du:dateUtc="2024-06-10T12:58:00Z">
        <w:r w:rsidRPr="00442D30">
          <w:delText xml:space="preserve">Vrtání a odkryvné práce (skupina položek 1.1 a 1.2 dle </w:delText>
        </w:r>
        <w:r w:rsidR="004D3A6C" w:rsidRPr="00442D30">
          <w:delText>Rozpisu ceny</w:delText>
        </w:r>
        <w:r w:rsidRPr="00442D30">
          <w:delText>)</w:delText>
        </w:r>
        <w:r w:rsidR="00D96356">
          <w:delText>.</w:delText>
        </w:r>
      </w:del>
    </w:p>
    <w:p w14:paraId="6A857430" w14:textId="77777777" w:rsidR="0035531B" w:rsidRPr="00F23BE5" w:rsidRDefault="00EC1E58" w:rsidP="0094325D">
      <w:pPr>
        <w:pStyle w:val="Odrka1-1"/>
        <w:spacing w:before="240"/>
        <w:rPr>
          <w:del w:id="332" w:author="vyznačené změny" w:date="2024-06-10T14:58:00Z" w16du:dateUtc="2024-06-10T12:58:00Z"/>
        </w:rPr>
      </w:pPr>
      <w:del w:id="333" w:author="vyznačené změny" w:date="2024-06-10T14:58:00Z" w16du:dateUtc="2024-06-10T12:58:00Z">
        <w:r w:rsidRPr="00F23BE5">
          <w:delText xml:space="preserve">Za vybraného dodavatele se pro účely tohoto článku považuje i osoba, která je členem téhož koncernu jako účastník zadávacího řízení, jestliže tato osoba nepodala v témže zadávacím řízení nabídku samostatně nebo společně s jinými dodavateli a splňuje základní způsobilost podle § 74 ZZVZ. </w:delText>
        </w:r>
      </w:del>
    </w:p>
    <w:p w14:paraId="1CC75498" w14:textId="77777777" w:rsidR="009C7A23" w:rsidRPr="00D21BA2" w:rsidRDefault="009C7A23" w:rsidP="009C7A23">
      <w:pPr>
        <w:pStyle w:val="Odrka1-1"/>
        <w:rPr>
          <w:del w:id="334" w:author="vyznačené změny" w:date="2024-06-10T14:58:00Z" w16du:dateUtc="2024-06-10T12:58:00Z"/>
        </w:rPr>
      </w:pPr>
      <w:del w:id="335" w:author="vyznačené změny" w:date="2024-06-10T14:58:00Z" w16du:dateUtc="2024-06-10T12:58:00Z">
        <w:r w:rsidRPr="00D21BA2">
          <w:delText xml:space="preserve">Vlastními prostředky se rozumí, že </w:delText>
        </w:r>
        <w:r w:rsidR="00B124BE" w:rsidRPr="00D21BA2">
          <w:delText>dodavatel</w:delText>
        </w:r>
        <w:r w:rsidRPr="00D21BA2">
          <w:delText xml:space="preserve"> musí disponovat </w:delText>
        </w:r>
        <w:r w:rsidR="00D21BA2" w:rsidRPr="00D21BA2">
          <w:delText xml:space="preserve">stroji, zařízeními, materiály a </w:delText>
        </w:r>
        <w:r w:rsidRPr="00D21BA2">
          <w:delText>lidskými zdroji nezbytnými k</w:delText>
        </w:r>
        <w:r w:rsidR="002C4EE2" w:rsidRPr="00D21BA2">
          <w:delText> realizaci předmětu plnění</w:delText>
        </w:r>
        <w:r w:rsidRPr="00D21BA2">
          <w:delText xml:space="preserve">. Pod pojmem disponovat se pro účely tohoto článku rozumí, že </w:delText>
        </w:r>
        <w:r w:rsidR="00A8610D" w:rsidRPr="00D21BA2">
          <w:delText>dodavatel</w:delText>
        </w:r>
        <w:r w:rsidRPr="00D21BA2">
          <w:delText xml:space="preserve"> nebo osoby tvořící s ním koncern m</w:delText>
        </w:r>
        <w:r w:rsidR="00D21BA2" w:rsidRPr="00D21BA2">
          <w:delText>ají stroje, zařízení a materiály</w:delText>
        </w:r>
        <w:r w:rsidRPr="00D21BA2">
          <w:delText xml:space="preserve"> </w:delText>
        </w:r>
        <w:r w:rsidR="00D21BA2" w:rsidRPr="00D21BA2">
          <w:delText>ve vlastnictví nebo jsou oprávněni s</w:delText>
        </w:r>
        <w:r w:rsidR="00A54AE4">
          <w:delText> </w:delText>
        </w:r>
        <w:r w:rsidR="00D21BA2" w:rsidRPr="00D21BA2">
          <w:delText>n</w:delText>
        </w:r>
        <w:r w:rsidR="00A54AE4">
          <w:delText>í</w:delText>
        </w:r>
        <w:r w:rsidR="00D21BA2" w:rsidRPr="00D21BA2">
          <w:delText xml:space="preserve">m nakládat na základě jiného právního důvodu a </w:delText>
        </w:r>
        <w:r w:rsidRPr="00D21BA2">
          <w:delText xml:space="preserve">lidské zdroje </w:delText>
        </w:r>
        <w:r w:rsidR="00D21BA2" w:rsidRPr="00D21BA2">
          <w:delText xml:space="preserve">má dodavatel </w:delText>
        </w:r>
        <w:r w:rsidRPr="00D21BA2">
          <w:delText>z</w:delText>
        </w:r>
        <w:r w:rsidR="00A8610D" w:rsidRPr="00D21BA2">
          <w:delText xml:space="preserve">ajištěné osobami, které jsou k dodavateli nebo osobám tvořícím s dodavatelem </w:delText>
        </w:r>
        <w:r w:rsidRPr="00D21BA2">
          <w:delText>koncern v pracovněprávním vztahu. Za práce provedené vlastními prostředky se považují i práce provedené osobami, které společně s</w:delText>
        </w:r>
        <w:r w:rsidR="002C4EE2" w:rsidRPr="00D21BA2">
          <w:delText xml:space="preserve"> dodavatelem</w:delText>
        </w:r>
        <w:r w:rsidRPr="00D21BA2">
          <w:delText xml:space="preserve"> tvoří koncern ve smyslu §</w:delText>
        </w:r>
        <w:r w:rsidR="00D96356">
          <w:delText> </w:delText>
        </w:r>
        <w:r w:rsidRPr="00D21BA2">
          <w:delText>79 zákona č. 90/2012 Sb., o obchodních společnostech a družstvech (zákon o</w:delText>
        </w:r>
        <w:r w:rsidR="00D96356">
          <w:delText> </w:delText>
        </w:r>
        <w:r w:rsidRPr="00D21BA2">
          <w:delText>obchodních korporacích),</w:delText>
        </w:r>
        <w:r w:rsidR="00215CB6" w:rsidRPr="00D21BA2">
          <w:delText xml:space="preserve"> ve znění pozdějších předpisů,</w:delText>
        </w:r>
        <w:r w:rsidRPr="00D21BA2">
          <w:delText xml:space="preserve"> jestliže tyto osoby nepodaly v témže zadávacím řízení nabídku samostatně nebo společně s jinými dodavateli a splňují základní způsobilost podle § 74 ZZVZ. Příslušnost těchto osob ke koncernu musí </w:delText>
        </w:r>
        <w:r w:rsidR="00A8610D" w:rsidRPr="00D21BA2">
          <w:delText>dodavatel</w:delText>
        </w:r>
        <w:r w:rsidRPr="00D21BA2">
          <w:delText xml:space="preserve"> prokázat. Na osoby tvořící s</w:delText>
        </w:r>
        <w:r w:rsidR="002C4EE2" w:rsidRPr="00D21BA2">
          <w:delText xml:space="preserve"> dodavatelem</w:delText>
        </w:r>
        <w:r w:rsidRPr="00D21BA2">
          <w:delText xml:space="preserve"> koncern se přiměřeně vztahují povinnosti </w:delText>
        </w:r>
        <w:r w:rsidR="00A8610D" w:rsidRPr="00D21BA2">
          <w:delText>po</w:delText>
        </w:r>
        <w:r w:rsidRPr="00D21BA2">
          <w:delText xml:space="preserve">ddodavatelů a </w:delText>
        </w:r>
        <w:r w:rsidR="00A8610D" w:rsidRPr="00D21BA2">
          <w:delText>dodavatel</w:delText>
        </w:r>
        <w:r w:rsidRPr="00D21BA2">
          <w:delText xml:space="preserve"> je oprávněn užít při </w:delText>
        </w:r>
        <w:r w:rsidR="002C4EE2" w:rsidRPr="00D21BA2">
          <w:delText>realizaci předmětu plnění</w:delText>
        </w:r>
        <w:r w:rsidRPr="00D21BA2">
          <w:delText xml:space="preserve"> pouze těch členů koncernu, kteří se k plnění takovýchto povinností zaváží stejným způsobem, jako </w:delText>
        </w:r>
        <w:r w:rsidR="00A8610D" w:rsidRPr="00D21BA2">
          <w:delText>p</w:delText>
        </w:r>
        <w:r w:rsidRPr="00D21BA2">
          <w:delText>oddodavatelé.</w:delText>
        </w:r>
      </w:del>
    </w:p>
    <w:p w14:paraId="26050810" w14:textId="77777777" w:rsidR="0035531B" w:rsidRDefault="00CD1C73" w:rsidP="00CD1C73">
      <w:pPr>
        <w:pStyle w:val="Odrka1-1"/>
        <w:rPr>
          <w:del w:id="336" w:author="vyznačené změny" w:date="2024-06-10T14:58:00Z" w16du:dateUtc="2024-06-10T12:58:00Z"/>
        </w:rPr>
      </w:pPr>
      <w:del w:id="337" w:author="vyznačené změny" w:date="2024-06-10T14:58:00Z" w16du:dateUtc="2024-06-10T12:58:00Z">
        <w:r w:rsidRPr="00F25E48">
          <w:delText xml:space="preserve">Výše uvedené vyhrazené části plnění veřejné zakázky jsou tvořeny činnostmi, jejichž plnění má zásadní vliv na kvalitu a rozsah zadavatelem požadovaných prací, tj. zadavatel je považuje za zásadní z pohledu realizace veřejné zakázky. Protože osobou, zaručující ve vztahu k zadavateli naplnění koordinace profesí, je přímo </w:delText>
        </w:r>
        <w:r w:rsidR="00D01513" w:rsidRPr="00F25E48">
          <w:delText>dodavatel</w:delText>
        </w:r>
        <w:r w:rsidRPr="00F25E48">
          <w:delText xml:space="preserve"> (nikoliv jeho poddodavatel), požaduje zadavatel, aby plnění vyhrazené části zakázky nebylo plněno poddodavatelem, ale dodavatelem, vůči kterému může zadavatel na základě uzavřené </w:delText>
        </w:r>
        <w:r w:rsidR="006F2494" w:rsidRPr="00F25E48">
          <w:delText xml:space="preserve">Smlouvy </w:delText>
        </w:r>
        <w:r w:rsidRPr="00F25E48">
          <w:delText xml:space="preserve">o </w:delText>
        </w:r>
        <w:r w:rsidR="001A0311" w:rsidRPr="00F25E48">
          <w:delText>dílo</w:delText>
        </w:r>
        <w:r w:rsidRPr="00F25E48">
          <w:delText xml:space="preserve"> uplatňovat přímý vliv</w:delText>
        </w:r>
        <w:r w:rsidR="0035531B" w:rsidRPr="00F25E48">
          <w:delText>.</w:delText>
        </w:r>
      </w:del>
    </w:p>
    <w:p w14:paraId="2A13142C" w14:textId="77777777" w:rsidR="00F25E48" w:rsidRPr="00F25E48" w:rsidRDefault="00F25E48" w:rsidP="00F25E48">
      <w:pPr>
        <w:pStyle w:val="Odrka1-1"/>
        <w:rPr>
          <w:del w:id="338" w:author="vyznačené změny" w:date="2024-06-10T14:58:00Z" w16du:dateUtc="2024-06-10T12:58:00Z"/>
        </w:rPr>
      </w:pPr>
      <w:del w:id="339" w:author="vyznačené změny" w:date="2024-06-10T14:58:00Z" w16du:dateUtc="2024-06-10T12:58:00Z">
        <w:r w:rsidRPr="00F25E48">
          <w:delTex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následujících požadavků na prokázání kvalifikace tedy nesmí být postupem dle § 83 ZZVZ prokazováno prostřednictvím poddodavatele, resp. osoby, která nemůže plnit činnosti při plnění veřejné zakázky vyhrazené výše v tomto článku:</w:delText>
        </w:r>
      </w:del>
    </w:p>
    <w:p w14:paraId="38F9A4F7" w14:textId="77777777" w:rsidR="00BC2003" w:rsidRDefault="00BC2003" w:rsidP="00BC2003">
      <w:pPr>
        <w:pStyle w:val="Odrka1-2-"/>
        <w:spacing w:after="0"/>
        <w:rPr>
          <w:del w:id="340" w:author="vyznačené změny" w:date="2024-06-10T14:58:00Z" w16du:dateUtc="2024-06-10T12:58:00Z"/>
        </w:rPr>
      </w:pPr>
      <w:del w:id="341" w:author="vyznačené změny" w:date="2024-06-10T14:58:00Z" w16du:dateUtc="2024-06-10T12:58:00Z">
        <w:r w:rsidRPr="00BC2003">
          <w:delText>profesní způsobilost týkající se oprávnění k podnikání v rozsahu živnosti „Geologické práce“;</w:delText>
        </w:r>
      </w:del>
    </w:p>
    <w:p w14:paraId="5C3A6E6C" w14:textId="77777777" w:rsidR="00D75128" w:rsidRPr="00D75128" w:rsidRDefault="00D75128" w:rsidP="00D75128">
      <w:pPr>
        <w:pStyle w:val="Odrka1-2-"/>
        <w:rPr>
          <w:del w:id="342" w:author="vyznačené změny" w:date="2024-06-10T14:58:00Z" w16du:dateUtc="2024-06-10T12:58:00Z"/>
        </w:rPr>
      </w:pPr>
      <w:del w:id="343" w:author="vyznačené změny" w:date="2024-06-10T14:58:00Z" w16du:dateUtc="2024-06-10T12:58:00Z">
        <w:r>
          <w:delText xml:space="preserve">profesní způsobilost týkající se </w:delText>
        </w:r>
        <w:r w:rsidRPr="00D75128">
          <w:delText>předložení dokladu o autorizaci v rozsahu dle § 5 odst. 3 písm. i) ge</w:delText>
        </w:r>
        <w:r>
          <w:delText>otechnika zákona č. 360/1992 Sb</w:delText>
        </w:r>
        <w:r w:rsidRPr="00D75128">
          <w:delText>., o výkonu povolání autorizovaných architektů a o výkonu povolání autorizovaných inženýrů a techniků činných ve výstavb</w:delText>
        </w:r>
        <w:r>
          <w:delText>ě, ve znění pozdějších předpisů;</w:delText>
        </w:r>
      </w:del>
    </w:p>
    <w:p w14:paraId="48AB0524" w14:textId="77777777" w:rsidR="002D0C6E" w:rsidRPr="00173445" w:rsidRDefault="00BC1336" w:rsidP="002D0C6E">
      <w:pPr>
        <w:pStyle w:val="Odrka1-2-"/>
        <w:rPr>
          <w:del w:id="344" w:author="vyznačené změny" w:date="2024-06-10T14:58:00Z" w16du:dateUtc="2024-06-10T12:58:00Z"/>
        </w:rPr>
      </w:pPr>
      <w:del w:id="345" w:author="vyznačené změny" w:date="2024-06-10T14:58:00Z" w16du:dateUtc="2024-06-10T12:58:00Z">
        <w:r w:rsidRPr="00B057D3">
          <w:delText>odborná způsobilost</w:delText>
        </w:r>
        <w:r w:rsidR="002D0C6E" w:rsidRPr="00173445">
          <w:delText xml:space="preserve">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f) vrtání vrtů s délkou nad 30 m pro jiné účely než k činnostem uvedeným v § 2 a 3, zákona č. 61/1988 Sb., o hornické činnosti, výbušninách a o státní báňské správě, ve znění pozdějších předpisů.</w:delText>
        </w:r>
      </w:del>
    </w:p>
    <w:p w14:paraId="63F12319" w14:textId="77777777" w:rsidR="00BC2003" w:rsidRPr="00BC2003" w:rsidRDefault="00BC2003" w:rsidP="00BC2003">
      <w:pPr>
        <w:pStyle w:val="Odrka1-2-"/>
        <w:spacing w:after="0"/>
        <w:rPr>
          <w:del w:id="346" w:author="vyznačené změny" w:date="2024-06-10T14:58:00Z" w16du:dateUtc="2024-06-10T12:58:00Z"/>
        </w:rPr>
      </w:pPr>
      <w:del w:id="347" w:author="vyznačené změny" w:date="2024-06-10T14:58:00Z" w16du:dateUtc="2024-06-10T12:58:00Z">
        <w:r w:rsidRPr="00BC2003">
          <w:delText>odborná způsobilost podle § 3 odst. 3 zákona č. 62/1988 Sb., o geologických pracích a o Českém geologickém úřadu, ve znění pozdějších předpisů a vyhlášky č. 206/2001 Sb., o osvědčení odborné způsobilosti projektovat, provádět a vyhodnocovat geologické práce, v oboru inženýrská geologie;</w:delText>
        </w:r>
      </w:del>
    </w:p>
    <w:p w14:paraId="34DC5AF0" w14:textId="77777777" w:rsidR="00BC2003" w:rsidRPr="00BC2003" w:rsidRDefault="00BC2003" w:rsidP="00BC2003">
      <w:pPr>
        <w:pStyle w:val="Odrka1-2-"/>
        <w:spacing w:after="0"/>
        <w:rPr>
          <w:del w:id="348" w:author="vyznačené změny" w:date="2024-06-10T14:58:00Z" w16du:dateUtc="2024-06-10T12:58:00Z"/>
        </w:rPr>
      </w:pPr>
      <w:del w:id="349" w:author="vyznačené změny" w:date="2024-06-10T14:58:00Z" w16du:dateUtc="2024-06-10T12:58:00Z">
        <w:r w:rsidRPr="00BC2003">
          <w:delText>požadavek kritéria technické kvalifikace na doložení seznamem a osvědčením referenčních prací, jejichž předmětem byly minimálně tyto činnosti (umožněno dohromady i zvlášť pro jednotlivé zakázky):</w:delText>
        </w:r>
      </w:del>
    </w:p>
    <w:p w14:paraId="04996F66" w14:textId="77777777" w:rsidR="00BC2003" w:rsidRPr="00BC2003" w:rsidRDefault="00BC2003" w:rsidP="00BC2003">
      <w:pPr>
        <w:pStyle w:val="Odrka1-2-"/>
        <w:numPr>
          <w:ilvl w:val="0"/>
          <w:numId w:val="0"/>
        </w:numPr>
        <w:spacing w:after="0"/>
        <w:ind w:left="1531"/>
        <w:rPr>
          <w:del w:id="350" w:author="vyznačené změny" w:date="2024-06-10T14:58:00Z" w16du:dateUtc="2024-06-10T12:58:00Z"/>
          <w:color w:val="FF0000"/>
        </w:rPr>
      </w:pPr>
    </w:p>
    <w:p w14:paraId="7C9AE113" w14:textId="0D53571A" w:rsidR="00A209C2" w:rsidRDefault="00BC2003" w:rsidP="00465FDD">
      <w:pPr>
        <w:pStyle w:val="Text1-1"/>
        <w:rPr>
          <w:ins w:id="351" w:author="vyznačené změny" w:date="2024-06-10T14:58:00Z" w16du:dateUtc="2024-06-10T12:58:00Z"/>
        </w:rPr>
      </w:pPr>
      <w:del w:id="352" w:author="vyznačené změny" w:date="2024-06-10T14:58:00Z" w16du:dateUtc="2024-06-10T12:58:00Z">
        <w:r w:rsidRPr="004062BB">
          <w:delText xml:space="preserve">jádrové vrtání v krystalických horninách do hloubky min. </w:delText>
        </w:r>
      </w:del>
      <w:ins w:id="353" w:author="vyznačené změny" w:date="2024-06-10T14:58:00Z" w16du:dateUtc="2024-06-10T12:58:00Z">
        <w:r w:rsidR="00A209C2">
          <w:t>Neobsazeno</w:t>
        </w:r>
      </w:ins>
    </w:p>
    <w:p w14:paraId="07695958" w14:textId="77777777" w:rsidR="00BC2003" w:rsidRPr="004062BB" w:rsidRDefault="00BC2003" w:rsidP="00BC2003">
      <w:pPr>
        <w:pStyle w:val="Odrka1-1"/>
        <w:numPr>
          <w:ilvl w:val="0"/>
          <w:numId w:val="41"/>
        </w:numPr>
        <w:ind w:left="851" w:firstLine="698"/>
        <w:rPr>
          <w:del w:id="354" w:author="vyznačené změny" w:date="2024-06-10T14:58:00Z" w16du:dateUtc="2024-06-10T12:58:00Z"/>
        </w:rPr>
      </w:pPr>
      <w:del w:id="355" w:author="vyznačené změny" w:date="2024-06-10T14:58:00Z" w16du:dateUtc="2024-06-10T12:58:00Z">
        <w:r w:rsidRPr="004062BB">
          <w:delText>250 m,</w:delText>
        </w:r>
      </w:del>
    </w:p>
    <w:p w14:paraId="6F952D94" w14:textId="77777777" w:rsidR="00BC2003" w:rsidRPr="004062BB" w:rsidRDefault="00BC2003" w:rsidP="00BC2003">
      <w:pPr>
        <w:pStyle w:val="Odrka1-1"/>
        <w:numPr>
          <w:ilvl w:val="0"/>
          <w:numId w:val="41"/>
        </w:numPr>
        <w:ind w:left="851" w:firstLine="698"/>
        <w:rPr>
          <w:del w:id="356" w:author="vyznačené změny" w:date="2024-06-10T14:58:00Z" w16du:dateUtc="2024-06-10T12:58:00Z"/>
        </w:rPr>
      </w:pPr>
      <w:del w:id="357" w:author="vyznačené změny" w:date="2024-06-10T14:58:00Z" w16du:dateUtc="2024-06-10T12:58:00Z">
        <w:r w:rsidRPr="004062BB">
          <w:delText>provedení šikmých vrtů délky min. 250 m,</w:delText>
        </w:r>
      </w:del>
    </w:p>
    <w:p w14:paraId="490271D7" w14:textId="77777777" w:rsidR="00BC2003" w:rsidRPr="00B057D3" w:rsidRDefault="00BC2003" w:rsidP="00BC2003">
      <w:pPr>
        <w:pStyle w:val="Odrka1-1"/>
        <w:numPr>
          <w:ilvl w:val="0"/>
          <w:numId w:val="41"/>
        </w:numPr>
        <w:ind w:left="851" w:firstLine="698"/>
        <w:rPr>
          <w:del w:id="358" w:author="vyznačené změny" w:date="2024-06-10T14:58:00Z" w16du:dateUtc="2024-06-10T12:58:00Z"/>
        </w:rPr>
      </w:pPr>
      <w:del w:id="359" w:author="vyznačené změny" w:date="2024-06-10T14:58:00Z" w16du:dateUtc="2024-06-10T12:58:00Z">
        <w:r w:rsidRPr="00D771FD">
          <w:delText xml:space="preserve">realizace jádrových vrtů </w:delText>
        </w:r>
        <w:r w:rsidR="00F364CE" w:rsidRPr="00A305A5">
          <w:delText>s vrtným průměrem</w:delText>
        </w:r>
        <w:r w:rsidRPr="00A305A5">
          <w:delText xml:space="preserve"> </w:delText>
        </w:r>
        <w:r w:rsidR="00DF7382" w:rsidRPr="00A305A5">
          <w:delText xml:space="preserve">minimálně </w:delText>
        </w:r>
        <w:r w:rsidR="00513BDB" w:rsidRPr="00B057D3">
          <w:delText>7</w:delText>
        </w:r>
        <w:r w:rsidR="00F364CE" w:rsidRPr="00B057D3">
          <w:delText>6</w:delText>
        </w:r>
        <w:r w:rsidRPr="00B057D3">
          <w:delText xml:space="preserve"> mm,</w:delText>
        </w:r>
      </w:del>
    </w:p>
    <w:p w14:paraId="16F8C8AC" w14:textId="77777777" w:rsidR="003262B6" w:rsidRPr="004062BB" w:rsidRDefault="00BC2003" w:rsidP="00BC2003">
      <w:pPr>
        <w:pStyle w:val="Odrka1-1"/>
        <w:numPr>
          <w:ilvl w:val="0"/>
          <w:numId w:val="41"/>
        </w:numPr>
        <w:ind w:left="2127" w:hanging="578"/>
        <w:rPr>
          <w:del w:id="360" w:author="vyznačené změny" w:date="2024-06-10T14:58:00Z" w16du:dateUtc="2024-06-10T12:58:00Z"/>
        </w:rPr>
      </w:pPr>
      <w:del w:id="361" w:author="vyznačené změny" w:date="2024-06-10T14:58:00Z" w16du:dateUtc="2024-06-10T12:58:00Z">
        <w:r w:rsidRPr="004062BB">
          <w:delText>inženýrsko-geologický průzkum s celkovou hodnotou provedení inženýrsko-geologických prací min. 10 mil. Kč bez DPH v rámci jednotlivé zakázky</w:delText>
        </w:r>
        <w:r w:rsidR="004062BB">
          <w:delText>.</w:delText>
        </w:r>
      </w:del>
    </w:p>
    <w:p w14:paraId="61373810" w14:textId="77777777" w:rsidR="000C10E3" w:rsidRPr="000C10E3" w:rsidRDefault="000C10E3" w:rsidP="000C10E3">
      <w:pPr>
        <w:spacing w:after="60"/>
        <w:ind w:left="1418"/>
        <w:jc w:val="both"/>
        <w:rPr>
          <w:del w:id="362" w:author="vyznačené změny" w:date="2024-06-10T14:58:00Z" w16du:dateUtc="2024-06-10T12:58:00Z"/>
        </w:rPr>
      </w:pPr>
      <w:del w:id="363" w:author="vyznačené změny" w:date="2024-06-10T14:58:00Z" w16du:dateUtc="2024-06-10T12:58:00Z">
        <w:r w:rsidRPr="000C10E3">
          <w:delText>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delText>
        </w:r>
      </w:del>
    </w:p>
    <w:p w14:paraId="1E6EA5E4" w14:textId="77777777" w:rsidR="000C10E3" w:rsidRPr="000C10E3" w:rsidRDefault="000C10E3" w:rsidP="000C10E3">
      <w:pPr>
        <w:spacing w:after="60"/>
        <w:ind w:left="1437" w:hanging="19"/>
        <w:jc w:val="both"/>
        <w:rPr>
          <w:del w:id="364" w:author="vyznačené změny" w:date="2024-06-10T14:58:00Z" w16du:dateUtc="2024-06-10T12:58:00Z"/>
        </w:rPr>
      </w:pPr>
    </w:p>
    <w:p w14:paraId="15DEDAC5" w14:textId="77777777" w:rsidR="000C10E3" w:rsidRPr="000C10E3" w:rsidRDefault="000C10E3" w:rsidP="00A54AE4">
      <w:pPr>
        <w:numPr>
          <w:ilvl w:val="0"/>
          <w:numId w:val="46"/>
        </w:numPr>
        <w:spacing w:after="120"/>
        <w:jc w:val="both"/>
        <w:rPr>
          <w:del w:id="365" w:author="vyznačené změny" w:date="2024-06-10T14:58:00Z" w16du:dateUtc="2024-06-10T12:58:00Z"/>
        </w:rPr>
      </w:pPr>
      <w:del w:id="366" w:author="vyznačené změny" w:date="2024-06-10T14:58:00Z" w16du:dateUtc="2024-06-10T12:58:00Z">
        <w:r w:rsidRPr="000C10E3">
          <w:delText>požadavek kritéria technické kvalifikace na předložení seznamu odborného personálu dodavatele v rozsahu funkce</w:delText>
        </w:r>
      </w:del>
    </w:p>
    <w:p w14:paraId="217B8139" w14:textId="77777777" w:rsidR="000C10E3" w:rsidRPr="000C10E3" w:rsidRDefault="000C10E3" w:rsidP="00A54AE4">
      <w:pPr>
        <w:numPr>
          <w:ilvl w:val="1"/>
          <w:numId w:val="44"/>
        </w:numPr>
        <w:spacing w:after="60"/>
        <w:ind w:hanging="19"/>
        <w:rPr>
          <w:del w:id="367" w:author="vyznačené změny" w:date="2024-06-10T14:58:00Z" w16du:dateUtc="2024-06-10T12:58:00Z"/>
        </w:rPr>
      </w:pPr>
      <w:del w:id="368" w:author="vyznačené změny" w:date="2024-06-10T14:58:00Z" w16du:dateUtc="2024-06-10T12:58:00Z">
        <w:r w:rsidRPr="000C10E3">
          <w:delText>manažera realizačního týmu,</w:delText>
        </w:r>
      </w:del>
    </w:p>
    <w:p w14:paraId="1A193064" w14:textId="77777777" w:rsidR="000C10E3" w:rsidRDefault="000C10E3" w:rsidP="00A54AE4">
      <w:pPr>
        <w:numPr>
          <w:ilvl w:val="1"/>
          <w:numId w:val="44"/>
        </w:numPr>
        <w:spacing w:after="60"/>
        <w:ind w:hanging="19"/>
        <w:rPr>
          <w:del w:id="369" w:author="vyznačené změny" w:date="2024-06-10T14:58:00Z" w16du:dateUtc="2024-06-10T12:58:00Z"/>
        </w:rPr>
      </w:pPr>
      <w:del w:id="370" w:author="vyznačené změny" w:date="2024-06-10T14:58:00Z" w16du:dateUtc="2024-06-10T12:58:00Z">
        <w:r w:rsidRPr="000C10E3">
          <w:delText>vrtmistra (vedoucího vrtných skupin).</w:delText>
        </w:r>
      </w:del>
    </w:p>
    <w:p w14:paraId="53622725" w14:textId="77777777" w:rsidR="002066C5" w:rsidRPr="006142CD" w:rsidRDefault="002066C5" w:rsidP="00BC2003">
      <w:pPr>
        <w:pStyle w:val="Odstavecseseznamem"/>
        <w:spacing w:after="60"/>
        <w:ind w:left="2127" w:hanging="567"/>
        <w:jc w:val="both"/>
        <w:rPr>
          <w:del w:id="371" w:author="vyznačené změny" w:date="2024-06-10T14:58:00Z" w16du:dateUtc="2024-06-10T12:58:00Z"/>
          <w:color w:val="FF0000"/>
        </w:rPr>
      </w:pPr>
    </w:p>
    <w:p w14:paraId="2050D8AC" w14:textId="7784A6D5" w:rsidR="00BC6D2B" w:rsidRPr="00251549" w:rsidRDefault="00783087" w:rsidP="00465FDD">
      <w:pPr>
        <w:pStyle w:val="Text1-1"/>
      </w:pPr>
      <w:r w:rsidRPr="00251549">
        <w:t>Závazný n</w:t>
      </w:r>
      <w:r w:rsidR="00465FDD" w:rsidRPr="00251549">
        <w:t>ávrh smlouvy na plnění této veřejné zakázky</w:t>
      </w:r>
      <w:r w:rsidR="00BC6D2B" w:rsidRPr="00251549">
        <w:t>:</w:t>
      </w:r>
    </w:p>
    <w:p w14:paraId="5894FB40" w14:textId="74981A11" w:rsidR="00465FDD" w:rsidRPr="00251549" w:rsidRDefault="00465FDD" w:rsidP="00465FDD">
      <w:pPr>
        <w:pStyle w:val="Odrka1-1"/>
      </w:pPr>
      <w:r w:rsidRPr="00251549">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67224B" w:rsidRPr="00251549">
        <w:t>dílo</w:t>
      </w:r>
      <w:r w:rsidRPr="00251549">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3565F4">
        <w:t>žlutou</w:t>
      </w:r>
      <w:r w:rsidRPr="00251549">
        <w:t xml:space="preserve"> barvou), nebo není-li v těchto Pokynech uvedeno jinak. Návrh smlouvy nemusí být dodavatelem v nabídce podepsán. Do závazného vzoru smlouvy dodavatel doplní mj. následující skutečnosti (za dodržení dále stanovených instrukcí):</w:t>
      </w:r>
    </w:p>
    <w:p w14:paraId="77C63F50" w14:textId="1770D7BD" w:rsidR="001D657C" w:rsidRPr="00251549" w:rsidRDefault="00465FDD" w:rsidP="00A619CA">
      <w:pPr>
        <w:pStyle w:val="Odrka1-2-"/>
      </w:pPr>
      <w:r w:rsidRPr="00251549">
        <w:t xml:space="preserve">do těla závazného vzoru smlouvy </w:t>
      </w:r>
      <w:r w:rsidR="00547AD2" w:rsidRPr="00251549">
        <w:t xml:space="preserve">v </w:t>
      </w:r>
      <w:r w:rsidRPr="00251549">
        <w:t>čl.</w:t>
      </w:r>
      <w:r w:rsidR="008B0073" w:rsidRPr="00251549">
        <w:t xml:space="preserve"> 3 odst.</w:t>
      </w:r>
      <w:r w:rsidRPr="00251549">
        <w:t xml:space="preserve"> 3.</w:t>
      </w:r>
      <w:r w:rsidR="00833C5D" w:rsidRPr="00251549">
        <w:t>1</w:t>
      </w:r>
      <w:r w:rsidR="00A619CA" w:rsidRPr="00251549">
        <w:t xml:space="preserve"> </w:t>
      </w:r>
      <w:r w:rsidR="00BD4057">
        <w:t>C</w:t>
      </w:r>
      <w:r w:rsidR="0042080B" w:rsidRPr="00251549">
        <w:t xml:space="preserve">enu </w:t>
      </w:r>
      <w:r w:rsidR="00BD4057">
        <w:t>D</w:t>
      </w:r>
      <w:r w:rsidR="001D657C" w:rsidRPr="00251549">
        <w:t>íla v členění:</w:t>
      </w:r>
    </w:p>
    <w:p w14:paraId="14412E15" w14:textId="23CF946E" w:rsidR="001D657C" w:rsidRPr="00C90D72" w:rsidRDefault="00936200" w:rsidP="001D657C">
      <w:pPr>
        <w:pStyle w:val="Text1-1"/>
        <w:numPr>
          <w:ilvl w:val="0"/>
          <w:numId w:val="0"/>
        </w:numPr>
        <w:spacing w:after="0"/>
        <w:ind w:left="737" w:firstLine="823"/>
      </w:pPr>
      <w:r w:rsidRPr="00251549">
        <w:t xml:space="preserve">Cena </w:t>
      </w:r>
      <w:r w:rsidR="00BD4057">
        <w:t xml:space="preserve">Díla </w:t>
      </w:r>
      <w:r w:rsidRPr="00251549">
        <w:t>celkem</w:t>
      </w:r>
      <w:r w:rsidR="00BD4057">
        <w:t>,</w:t>
      </w:r>
      <w:r w:rsidRPr="00251549">
        <w:t xml:space="preserve"> bez DPH: </w:t>
      </w:r>
      <w:r w:rsidRPr="00251549">
        <w:tab/>
      </w:r>
      <w:r w:rsidR="001D657C" w:rsidRPr="00251549">
        <w:t xml:space="preserve"> </w:t>
      </w:r>
      <w:r w:rsidR="00C542F7">
        <w:tab/>
      </w:r>
      <w:r w:rsidR="001D657C" w:rsidRPr="00C90D72">
        <w:t>„[VLOŽÍ Zhotovitel]“ Kč</w:t>
      </w:r>
    </w:p>
    <w:p w14:paraId="23919E9E" w14:textId="38DD0B3C" w:rsidR="001D657C" w:rsidRPr="00C90D72" w:rsidRDefault="001D657C" w:rsidP="001D657C">
      <w:pPr>
        <w:pStyle w:val="Text1-1"/>
        <w:numPr>
          <w:ilvl w:val="0"/>
          <w:numId w:val="0"/>
        </w:numPr>
        <w:spacing w:after="0"/>
        <w:ind w:left="737" w:firstLine="823"/>
      </w:pPr>
      <w:r w:rsidRPr="00C90D72">
        <w:t>Výše DPH</w:t>
      </w:r>
      <w:r w:rsidR="00C90D72" w:rsidRPr="00C90D72">
        <w:t xml:space="preserve"> (základní sazba)</w:t>
      </w:r>
      <w:r w:rsidRPr="00C90D72">
        <w:t>:              „[VLOŽÍ Zhotovitel]“ Kč</w:t>
      </w:r>
    </w:p>
    <w:p w14:paraId="247ED5B6" w14:textId="1278B8AE" w:rsidR="001D657C" w:rsidRDefault="001D657C" w:rsidP="001D657C">
      <w:pPr>
        <w:pStyle w:val="Text1-1"/>
        <w:numPr>
          <w:ilvl w:val="0"/>
          <w:numId w:val="0"/>
        </w:numPr>
        <w:spacing w:after="0"/>
        <w:ind w:left="737" w:firstLine="823"/>
      </w:pPr>
      <w:r w:rsidRPr="00C90D72">
        <w:t xml:space="preserve">Cena </w:t>
      </w:r>
      <w:r w:rsidR="00BD4057" w:rsidRPr="00C90D72">
        <w:t xml:space="preserve">Díla </w:t>
      </w:r>
      <w:r w:rsidRPr="00C90D72">
        <w:t>celkem</w:t>
      </w:r>
      <w:r w:rsidR="00BD4057" w:rsidRPr="00C90D72">
        <w:t>,</w:t>
      </w:r>
      <w:r w:rsidRPr="00C90D72">
        <w:t xml:space="preserve"> s DPH:              </w:t>
      </w:r>
      <w:r w:rsidR="00C542F7" w:rsidRPr="00C90D72">
        <w:tab/>
      </w:r>
      <w:r w:rsidRPr="00C90D72">
        <w:t>„[VLOŽÍ Zhotovitel]“</w:t>
      </w:r>
      <w:r w:rsidRPr="00251549">
        <w:t xml:space="preserve"> Kč</w:t>
      </w:r>
    </w:p>
    <w:p w14:paraId="3C51A6C8" w14:textId="62F932D3" w:rsidR="00BD4057" w:rsidRDefault="00BD4057" w:rsidP="001D657C">
      <w:pPr>
        <w:pStyle w:val="Text1-1"/>
        <w:numPr>
          <w:ilvl w:val="0"/>
          <w:numId w:val="0"/>
        </w:numPr>
        <w:spacing w:after="0"/>
        <w:ind w:left="737" w:firstLine="823"/>
      </w:pPr>
    </w:p>
    <w:p w14:paraId="226F135D" w14:textId="77777777" w:rsidR="00BD4057" w:rsidRDefault="00BD4057" w:rsidP="00B057D3">
      <w:pPr>
        <w:pStyle w:val="Odstavecseseznamem"/>
        <w:spacing w:after="0" w:line="240" w:lineRule="auto"/>
        <w:ind w:left="1161" w:firstLine="370"/>
        <w:rPr>
          <w:highlight w:val="yellow"/>
        </w:rPr>
      </w:pPr>
      <w:r>
        <w:rPr>
          <w:rFonts w:asciiTheme="majorHAnsi" w:hAnsiTheme="majorHAnsi" w:cs="Calibri"/>
          <w:b/>
        </w:rPr>
        <w:t xml:space="preserve">slovy: </w:t>
      </w:r>
      <w:r w:rsidRPr="00B057D3">
        <w:t>„[VLOŽÍ Zhotovitel]“</w:t>
      </w:r>
    </w:p>
    <w:p w14:paraId="2851C3C4" w14:textId="77777777" w:rsidR="001D657C" w:rsidRPr="006142CD" w:rsidRDefault="001D657C" w:rsidP="00B057D3">
      <w:pPr>
        <w:pStyle w:val="Odrka1-2-"/>
        <w:numPr>
          <w:ilvl w:val="0"/>
          <w:numId w:val="0"/>
        </w:numPr>
        <w:rPr>
          <w:color w:val="FF0000"/>
        </w:rPr>
      </w:pPr>
    </w:p>
    <w:p w14:paraId="7CD6FE8B" w14:textId="777D6DCE" w:rsidR="00465FDD" w:rsidRPr="00251549" w:rsidRDefault="00465FDD" w:rsidP="00F348C0">
      <w:pPr>
        <w:pStyle w:val="Odrka1-2-"/>
      </w:pPr>
      <w:r w:rsidRPr="00251549">
        <w:t xml:space="preserve">do Přílohy č. </w:t>
      </w:r>
      <w:r w:rsidR="00E42F4B" w:rsidRPr="00251549">
        <w:t>3</w:t>
      </w:r>
      <w:r w:rsidRPr="00251549">
        <w:t xml:space="preserve"> závazného vzoru smlouvy </w:t>
      </w:r>
      <w:r w:rsidR="005C7272" w:rsidRPr="00251549">
        <w:t xml:space="preserve">oceněnou tabulku </w:t>
      </w:r>
      <w:r w:rsidR="003571FC" w:rsidRPr="00251549">
        <w:t xml:space="preserve">Rozpis </w:t>
      </w:r>
      <w:r w:rsidR="0042080B" w:rsidRPr="00251549">
        <w:t>ceny</w:t>
      </w:r>
      <w:r w:rsidR="003571FC" w:rsidRPr="00251549">
        <w:t>.</w:t>
      </w:r>
    </w:p>
    <w:p w14:paraId="082093BB" w14:textId="1304D19E" w:rsidR="00BD4057" w:rsidRDefault="00465FDD" w:rsidP="003571FC">
      <w:pPr>
        <w:pStyle w:val="Odrka1-3"/>
        <w:numPr>
          <w:ilvl w:val="0"/>
          <w:numId w:val="0"/>
        </w:numPr>
        <w:ind w:left="1531"/>
      </w:pPr>
      <w:r w:rsidRPr="00251549">
        <w:t xml:space="preserve">Zadavatel v této souvislosti a pro vyloučení veškerých pochybností výslovně uvádí, že </w:t>
      </w:r>
      <w:r w:rsidR="00B1000C" w:rsidRPr="00251549">
        <w:t xml:space="preserve">cena </w:t>
      </w:r>
      <w:r w:rsidR="005C7272" w:rsidRPr="00251549">
        <w:t>díla</w:t>
      </w:r>
      <w:r w:rsidRPr="00251549">
        <w:t xml:space="preserve"> ve smyslu těchto Pokynů vkládaná do této přílohy závazného vzoru smlouvy musí naprosto korespondovat s hodnotou </w:t>
      </w:r>
      <w:r w:rsidR="00B1000C" w:rsidRPr="00251549">
        <w:t xml:space="preserve">ceny </w:t>
      </w:r>
      <w:r w:rsidR="00165E28" w:rsidRPr="00251549">
        <w:t xml:space="preserve">díla </w:t>
      </w:r>
      <w:r w:rsidRPr="00251549">
        <w:t>ve smyslu těchto Pokynů vkládané do čl. 3.</w:t>
      </w:r>
      <w:r w:rsidR="00305A58" w:rsidRPr="00251549">
        <w:t>1</w:t>
      </w:r>
      <w:r w:rsidRPr="00251549">
        <w:t xml:space="preserve"> závazného vzoru smlouvy. </w:t>
      </w:r>
    </w:p>
    <w:p w14:paraId="3DAD0639" w14:textId="523CF8C6" w:rsidR="0035531B" w:rsidRPr="00251549" w:rsidRDefault="00465FDD" w:rsidP="00B057D3">
      <w:pPr>
        <w:pStyle w:val="Odrka1-1"/>
      </w:pPr>
      <w:r w:rsidRPr="00251549">
        <w:t>V případě nabídky podávané fyzickou a nikoliv právnickou osobou, jako dodavatelem, je dodavatel oprávněn upravit návrh smlouvy toliko s ohledem na tuto skutečnost</w:t>
      </w:r>
      <w:r w:rsidR="0035531B" w:rsidRPr="00251549">
        <w:t>.</w:t>
      </w:r>
    </w:p>
    <w:p w14:paraId="31D47C4B" w14:textId="77777777" w:rsidR="0035531B" w:rsidRPr="007B174F" w:rsidRDefault="0035531B" w:rsidP="00BC6D2B">
      <w:pPr>
        <w:pStyle w:val="Nadpis1-1"/>
      </w:pPr>
      <w:bookmarkStart w:id="372" w:name="_Toc163043989"/>
      <w:r w:rsidRPr="007B174F">
        <w:t>JAZYK NABÍDEK</w:t>
      </w:r>
      <w:r w:rsidR="008F0019" w:rsidRPr="007B174F">
        <w:t xml:space="preserve"> A KOMUNIKAČNÍ JAZYK</w:t>
      </w:r>
      <w:bookmarkEnd w:id="372"/>
    </w:p>
    <w:p w14:paraId="3FB11CF1" w14:textId="77777777" w:rsidR="00F348C0" w:rsidRPr="007B174F" w:rsidRDefault="00F348C0" w:rsidP="00F348C0">
      <w:pPr>
        <w:pStyle w:val="Text1-1"/>
      </w:pPr>
      <w:r w:rsidRPr="007B174F">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Pr="007B174F" w:rsidRDefault="00F348C0" w:rsidP="00F348C0">
      <w:pPr>
        <w:pStyle w:val="Text1-1"/>
      </w:pPr>
      <w:r w:rsidRPr="007B174F">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rsidRPr="007B174F">
        <w:t>ý</w:t>
      </w:r>
      <w:r w:rsidRPr="007B174F">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rsidRPr="007B174F">
        <w:t xml:space="preserve">písemným </w:t>
      </w:r>
      <w:r w:rsidRPr="007B174F">
        <w:t>čestným prohlášením</w:t>
      </w:r>
      <w:r w:rsidR="0035531B" w:rsidRPr="007B174F">
        <w:t>.</w:t>
      </w:r>
    </w:p>
    <w:p w14:paraId="67AC6C1C" w14:textId="77777777" w:rsidR="0035531B" w:rsidRPr="007B174F" w:rsidRDefault="0035531B" w:rsidP="00BC6D2B">
      <w:pPr>
        <w:pStyle w:val="Nadpis1-1"/>
      </w:pPr>
      <w:bookmarkStart w:id="373" w:name="_Toc163043990"/>
      <w:r w:rsidRPr="007B174F">
        <w:t>OBSAH</w:t>
      </w:r>
      <w:r w:rsidR="00845C50" w:rsidRPr="007B174F">
        <w:t xml:space="preserve"> a </w:t>
      </w:r>
      <w:r w:rsidRPr="007B174F">
        <w:t>PODÁVÁNÍ NABÍDEK</w:t>
      </w:r>
      <w:bookmarkEnd w:id="373"/>
    </w:p>
    <w:p w14:paraId="5CBC6A67" w14:textId="6A337771" w:rsidR="00F348C0" w:rsidRPr="007B174F" w:rsidRDefault="00F348C0" w:rsidP="00570157">
      <w:pPr>
        <w:pStyle w:val="Text1-1"/>
      </w:pPr>
      <w:r w:rsidRPr="007B174F">
        <w:t>Dodavatel může podat v zadávacím řízení jen jednu nabídku</w:t>
      </w:r>
      <w:r w:rsidR="00570157" w:rsidRPr="007B174F">
        <w:t xml:space="preserve"> </w:t>
      </w:r>
      <w:r w:rsidR="0049240D" w:rsidRPr="007B174F">
        <w:t xml:space="preserve">(samostatně nebo společně s dalšími dodavateli) </w:t>
      </w:r>
      <w:r w:rsidR="00570157" w:rsidRPr="007B174F">
        <w:t>pokrývající celý předmět veřejné zakázky. Dodavatel, který podal nabídku v zadávacím řízení, nesmí být současně osobou, jejímž prostřednictvím jiný dodavatel v tomtéž zadávacím řízení prokazuje kvalifikaci</w:t>
      </w:r>
      <w:r w:rsidRPr="007B174F">
        <w:t>. Nabídka musí být podána elektronicky prostřednictvím elektronického nástroje E-ZAK, který je profilem zadavatele, a to v českém jazyce s výjimkami uvedenými v článku 10 těchto Pokynů, resp. v souladu s § 45 odst. 3 ZZVZ. Zadavatel nepřipouští podání nabídky v listinné podobě ani v jiné elektronické formě mimo elektronický nástroj E-ZAK. Nabídku dodavatel doručí do konce lhůty pro podání nabídek stanovené v</w:t>
      </w:r>
      <w:r w:rsidR="003213B3" w:rsidRPr="007B174F">
        <w:t>e formuláři O</w:t>
      </w:r>
      <w:r w:rsidRPr="007B174F">
        <w:t xml:space="preserve">známení o zahájení zadávacího řízení – </w:t>
      </w:r>
      <w:r w:rsidR="001D657C" w:rsidRPr="007B174F">
        <w:t>sektorová veřejná zakázka</w:t>
      </w:r>
      <w:r w:rsidRPr="007B174F">
        <w:t xml:space="preserve">, a to prostřednictvím elektronického nástroje E-ZAK na níže uvedenou elektronickou adresu </w:t>
      </w:r>
      <w:hyperlink r:id="rId20" w:history="1">
        <w:r w:rsidR="007C1CD8" w:rsidRPr="007B174F">
          <w:rPr>
            <w:rStyle w:val="Hypertextovodkaz"/>
            <w:noProof w:val="0"/>
            <w:color w:val="auto"/>
          </w:rPr>
          <w:t>https://zakazky.spravazeleznic.cz/</w:t>
        </w:r>
      </w:hyperlink>
      <w:r w:rsidRPr="007B174F">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34AD167" w14:textId="4CCCC346" w:rsidR="00F348C0" w:rsidRPr="007B174F" w:rsidRDefault="00F348C0" w:rsidP="00A47DE5">
      <w:pPr>
        <w:pStyle w:val="Text1-1"/>
      </w:pPr>
      <w:r w:rsidRPr="007B174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7B174F">
          <w:rPr>
            <w:rStyle w:val="Hypertextovodkaz"/>
            <w:noProof w:val="0"/>
            <w:color w:val="auto"/>
          </w:rPr>
          <w:t>https://zakazky.spravazeleznic.cz/manual.html</w:t>
        </w:r>
      </w:hyperlink>
      <w:r w:rsidRPr="007B174F">
        <w:t xml:space="preserve">. Nabídka nemusí být opatřena elektronickým podpisem osoby oprávněné jednat za dodavatele. </w:t>
      </w:r>
      <w:r w:rsidR="0037744B" w:rsidRPr="007B174F">
        <w:t>Uznávaný e</w:t>
      </w:r>
      <w:r w:rsidRPr="007B174F">
        <w:t xml:space="preserve">lektronický podpis </w:t>
      </w:r>
      <w:r w:rsidR="0037744B" w:rsidRPr="007B174F">
        <w:t xml:space="preserve">založený na kvalifikovaném certifikátu </w:t>
      </w:r>
      <w:r w:rsidRPr="007B174F">
        <w:t>je vyžadován pouze při registraci dodavatele do elektronického nástroje</w:t>
      </w:r>
      <w:r w:rsidR="0037744B" w:rsidRPr="007B174F">
        <w:t xml:space="preserve"> zadavatele</w:t>
      </w:r>
      <w:r w:rsidRPr="007B174F">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7B174F">
        <w:t>Nabídka může obsahovat více dokumentů (souborů), jednotlivé d</w:t>
      </w:r>
      <w:r w:rsidRPr="007B174F">
        <w:t xml:space="preserve">okumenty musí být do systému E-ZAK vkládány jako jeden soubor </w:t>
      </w:r>
      <w:r w:rsidR="00EF47C8" w:rsidRPr="007B174F">
        <w:t xml:space="preserve">(ve formátech analogicky k § </w:t>
      </w:r>
      <w:r w:rsidR="00BA05ED" w:rsidRPr="007B174F">
        <w:t xml:space="preserve">11 </w:t>
      </w:r>
      <w:r w:rsidR="00EF47C8" w:rsidRPr="007B174F">
        <w:t>odst. 2 a 3 vyhl</w:t>
      </w:r>
      <w:r w:rsidR="00EB5C8C" w:rsidRPr="007B174F">
        <w:t xml:space="preserve">ášky </w:t>
      </w:r>
      <w:r w:rsidR="00EF47C8" w:rsidRPr="007B174F">
        <w:t xml:space="preserve">č. </w:t>
      </w:r>
      <w:r w:rsidR="00BA05ED" w:rsidRPr="007B174F">
        <w:t>345/2023</w:t>
      </w:r>
      <w:r w:rsidR="001F4682" w:rsidRPr="007B174F">
        <w:t xml:space="preserve"> </w:t>
      </w:r>
      <w:r w:rsidR="00EF47C8" w:rsidRPr="007B174F">
        <w:t>Sb.,</w:t>
      </w:r>
      <w:r w:rsidR="00EB5C8C" w:rsidRPr="007B174F">
        <w:t xml:space="preserve"> o uveřejňování formulářů pro účely zákona o zadávání veřejných zakázek a náležitostech profilu zadavatele,</w:t>
      </w:r>
      <w:r w:rsidR="00EF47C8" w:rsidRPr="007B174F">
        <w:t xml:space="preserve"> ve znění pozdějších předpisů) </w:t>
      </w:r>
      <w:r w:rsidRPr="007B174F">
        <w:t xml:space="preserve">nebo více souborů </w:t>
      </w:r>
      <w:r w:rsidR="0012178F" w:rsidRPr="007B174F">
        <w:t xml:space="preserve">zkomprimovaných </w:t>
      </w:r>
      <w:r w:rsidRPr="007B174F">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892AE6">
        <w:br/>
      </w:r>
      <w:r w:rsidR="00D21732" w:rsidRPr="007B174F">
        <w:t>50</w:t>
      </w:r>
      <w:r w:rsidR="00892AE6">
        <w:t xml:space="preserve"> </w:t>
      </w:r>
      <w:r w:rsidRPr="007B174F">
        <w:t>MB za jeden takový soubor, příp. zkomprimované soubory. Soubory většího rozsahu je nutno před jejich odesláním prostřednictvím E-ZAK vhodným způsobem rozdělit. Velikost samotné nabídky jako celku není nijak omezena.</w:t>
      </w:r>
    </w:p>
    <w:p w14:paraId="28502A0C" w14:textId="77777777" w:rsidR="0035531B" w:rsidRPr="007B174F" w:rsidRDefault="0035531B" w:rsidP="0035531B">
      <w:pPr>
        <w:pStyle w:val="Text1-1"/>
      </w:pPr>
      <w:r w:rsidRPr="007B174F">
        <w:t>Nabídka bude předložena</w:t>
      </w:r>
      <w:r w:rsidR="00092CC9" w:rsidRPr="007B174F">
        <w:t xml:space="preserve"> v </w:t>
      </w:r>
      <w:r w:rsidRPr="007B174F">
        <w:t>následující struktuře:</w:t>
      </w:r>
    </w:p>
    <w:p w14:paraId="2669C8BB" w14:textId="3AEA658D" w:rsidR="00F348C0" w:rsidRPr="007B174F" w:rsidRDefault="00F348C0" w:rsidP="00F348C0">
      <w:pPr>
        <w:pStyle w:val="Odrka1-1"/>
      </w:pPr>
      <w:r w:rsidRPr="007B174F">
        <w:t>Návrh Smlouvy o</w:t>
      </w:r>
      <w:r w:rsidR="0067224B" w:rsidRPr="007B174F">
        <w:t xml:space="preserve"> dílo</w:t>
      </w:r>
      <w:r w:rsidRPr="007B174F">
        <w:t xml:space="preserve"> na plnění této veřejné zakázky, zpracovaný dle instrukcí obsažených v těchto Pokynech, tedy doplněný co do jeho těla a co do jeho přílohy č.</w:t>
      </w:r>
      <w:r w:rsidR="004A1E42">
        <w:t> </w:t>
      </w:r>
      <w:r w:rsidR="00E42F4B" w:rsidRPr="007B174F">
        <w:t>3</w:t>
      </w:r>
      <w:r w:rsidRPr="007B174F">
        <w:t>, zbylé přílohy součástí návrhu smlouvy být nemusí, budou připojeny zadavatelem před podpisem smlouvy.</w:t>
      </w:r>
    </w:p>
    <w:p w14:paraId="43467484" w14:textId="790FEC48" w:rsidR="00F348C0" w:rsidRPr="007B174F" w:rsidRDefault="00F348C0" w:rsidP="00F348C0">
      <w:pPr>
        <w:pStyle w:val="Odrka1-1"/>
      </w:pPr>
      <w:r w:rsidRPr="007B174F">
        <w:t>Všeobecné informace o dodavateli včetně prohlášení o akceptaci zadávacích podmínek</w:t>
      </w:r>
      <w:r w:rsidR="00320B33" w:rsidRPr="007B174F">
        <w:t>, prohlášení k zakázaným dohodám</w:t>
      </w:r>
      <w:r w:rsidR="00BA3D9D" w:rsidRPr="007B174F">
        <w:t xml:space="preserve"> a</w:t>
      </w:r>
      <w:r w:rsidR="00320B33" w:rsidRPr="007B174F">
        <w:t xml:space="preserve"> prohlášení ke střetu zájmů </w:t>
      </w:r>
      <w:r w:rsidRPr="007B174F">
        <w:t>ve formě formuláře obsaženého v Příloze č. 1 těchto Pokynů.</w:t>
      </w:r>
    </w:p>
    <w:p w14:paraId="00F0C9D8" w14:textId="77777777" w:rsidR="00F348C0" w:rsidRPr="007B174F" w:rsidRDefault="00F348C0" w:rsidP="00F348C0">
      <w:pPr>
        <w:pStyle w:val="Odrka1-1"/>
      </w:pPr>
      <w:r w:rsidRPr="007B174F">
        <w:t>Plná moc, dohoda o plné moci či pověření, je-li tohoto dokumentu třeba.</w:t>
      </w:r>
    </w:p>
    <w:p w14:paraId="307C0770" w14:textId="77777777" w:rsidR="00F348C0" w:rsidRPr="007B174F" w:rsidRDefault="00F348C0" w:rsidP="00F348C0">
      <w:pPr>
        <w:pStyle w:val="Odrka1-1"/>
      </w:pPr>
      <w:r w:rsidRPr="007B174F">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Pr="007B174F" w:rsidRDefault="00F348C0" w:rsidP="00F348C0">
      <w:pPr>
        <w:pStyle w:val="Odrka1-1"/>
      </w:pPr>
      <w:r w:rsidRPr="007B174F">
        <w:t>Doklady prokazující splnění základní způsobilosti; čestné prohlášení může být poskytnuto ve formě formuláře obsaženého v Příloze č. 7 těchto Pokynů.</w:t>
      </w:r>
    </w:p>
    <w:p w14:paraId="31D1A704" w14:textId="77777777" w:rsidR="00F348C0" w:rsidRPr="007B174F" w:rsidRDefault="00F348C0" w:rsidP="00F348C0">
      <w:pPr>
        <w:pStyle w:val="Odrka1-1"/>
      </w:pPr>
      <w:r w:rsidRPr="007B174F">
        <w:t>Doklady prokazující splnění profesní způsobilosti.</w:t>
      </w:r>
    </w:p>
    <w:p w14:paraId="53012080" w14:textId="4CB8FFDB" w:rsidR="00F348C0" w:rsidRPr="007B174F" w:rsidRDefault="00F348C0" w:rsidP="00F348C0">
      <w:pPr>
        <w:pStyle w:val="Odrka1-1"/>
      </w:pPr>
      <w:r w:rsidRPr="007B174F">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Pr="007B174F" w:rsidRDefault="00F348C0" w:rsidP="00F348C0">
      <w:pPr>
        <w:pStyle w:val="Odrka1-1"/>
      </w:pPr>
      <w:r w:rsidRPr="007B174F">
        <w:t>Seznam jiných osob, jejichž prostřednictvím prokazuje dodavatel určitou část kvalifikace, ve formě formuláře obsaženého v Příloze č. 8 těchto Pokynů a doklady vztahující se k jiným osobám.</w:t>
      </w:r>
    </w:p>
    <w:p w14:paraId="1B24E880" w14:textId="77777777" w:rsidR="00F348C0" w:rsidRPr="007B174F" w:rsidRDefault="00F348C0" w:rsidP="00F348C0">
      <w:pPr>
        <w:pStyle w:val="Odrka1-1"/>
      </w:pPr>
      <w:r w:rsidRPr="007B174F">
        <w:t>Údaje o poddodavatelích ve formě formuláře obsaženého v Příloze č. 2 těchto Pokynů.</w:t>
      </w:r>
    </w:p>
    <w:p w14:paraId="71F83942" w14:textId="15ED7BC8" w:rsidR="00F348C0" w:rsidRPr="007B174F" w:rsidRDefault="00F348C0" w:rsidP="00F348C0">
      <w:pPr>
        <w:pStyle w:val="Odrka1-1"/>
      </w:pPr>
      <w:r w:rsidRPr="007B174F">
        <w:t>Doklady za účelem hodnocení</w:t>
      </w:r>
      <w:r w:rsidR="00573536" w:rsidRPr="007B174F">
        <w:t xml:space="preserve"> dílčího hodnotícího kritéria</w:t>
      </w:r>
      <w:r w:rsidR="00A24610">
        <w:t xml:space="preserve"> </w:t>
      </w:r>
      <w:del w:id="374" w:author="vyznačené změny" w:date="2024-06-10T14:58:00Z" w16du:dateUtc="2024-06-10T12:58:00Z">
        <w:r w:rsidR="00A24610">
          <w:delText>Referenční zakázky pro hodnocení</w:delText>
        </w:r>
      </w:del>
      <w:ins w:id="375" w:author="vyznačené změny" w:date="2024-06-10T14:58:00Z" w16du:dateUtc="2024-06-10T12:58:00Z">
        <w:r w:rsidR="006779D6">
          <w:t>Zkušenosti členů realizačního týmu</w:t>
        </w:r>
      </w:ins>
      <w:r w:rsidRPr="007B174F">
        <w:t>, tj.</w:t>
      </w:r>
      <w:r w:rsidR="00390C81" w:rsidRPr="007B174F">
        <w:t xml:space="preserve"> </w:t>
      </w:r>
      <w:r w:rsidR="00A24610">
        <w:t xml:space="preserve">seznam </w:t>
      </w:r>
      <w:r w:rsidR="00390C81" w:rsidRPr="007B174F">
        <w:t>předložený v nabídce ve formě obsažené v Příloze č. 9 těchto Pokynů včetně zadavatelem požadovaných dokladů</w:t>
      </w:r>
      <w:r w:rsidR="00851519" w:rsidRPr="007B174F">
        <w:t>, jež mají být k tomuto seznamu přiloženy</w:t>
      </w:r>
      <w:r w:rsidRPr="007B174F">
        <w:t>.</w:t>
      </w:r>
    </w:p>
    <w:p w14:paraId="2A4E9B0B" w14:textId="597CDB2D" w:rsidR="009B7E95" w:rsidRDefault="009B7E95" w:rsidP="00F348C0">
      <w:pPr>
        <w:pStyle w:val="Odrka1-1"/>
      </w:pPr>
      <w:r w:rsidRPr="007B174F">
        <w:rPr>
          <w:lang w:eastAsia="cs-CZ"/>
        </w:rPr>
        <w:t xml:space="preserve">Čestné prohlášení o splnění podmínek v souvislosti se </w:t>
      </w:r>
      <w:r w:rsidR="0037744B" w:rsidRPr="007B174F">
        <w:rPr>
          <w:lang w:eastAsia="cs-CZ"/>
        </w:rPr>
        <w:t xml:space="preserve">zákonem upravujícím provádění mezinárodních sankcí </w:t>
      </w:r>
      <w:r w:rsidRPr="007B174F">
        <w:t>zpracované ve formě formuláře obsaženého v </w:t>
      </w:r>
      <w:r w:rsidR="004A1E42">
        <w:t>P</w:t>
      </w:r>
      <w:r w:rsidRPr="007B174F">
        <w:t>říloze č. 10 těchto Pokynů.</w:t>
      </w:r>
    </w:p>
    <w:p w14:paraId="3E133651" w14:textId="77777777" w:rsidR="007B174F" w:rsidRPr="007B174F" w:rsidRDefault="007B174F" w:rsidP="007B174F">
      <w:pPr>
        <w:pStyle w:val="Odrka1-1"/>
      </w:pPr>
      <w:r w:rsidRPr="007B174F">
        <w:t>Čestné prohlášení o splnění podmínek v souvislosti s požadovaným počtem vrtných souprav ve formě formuláře obsaženého v Příloze č. 11 této Výzvy.</w:t>
      </w:r>
    </w:p>
    <w:p w14:paraId="62B50696" w14:textId="77777777" w:rsidR="0035531B" w:rsidRPr="007B174F" w:rsidRDefault="00F348C0" w:rsidP="00F348C0">
      <w:pPr>
        <w:pStyle w:val="Odrka1-1"/>
      </w:pPr>
      <w:r w:rsidRPr="007B174F">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7B174F">
        <w:t>.</w:t>
      </w:r>
    </w:p>
    <w:p w14:paraId="55CA9CDB" w14:textId="52B25B81" w:rsidR="00F348C0" w:rsidRPr="007B174F" w:rsidRDefault="00F348C0" w:rsidP="00F348C0">
      <w:pPr>
        <w:pStyle w:val="Text1-1"/>
      </w:pPr>
      <w:r w:rsidRPr="007B174F">
        <w:t xml:space="preserve">Nabídky podané po uplynutí lhůty pro podání nabídky nebo podané </w:t>
      </w:r>
      <w:r w:rsidR="009E0FC8" w:rsidRPr="007B174F">
        <w:t>jiným</w:t>
      </w:r>
      <w:del w:id="376" w:author="vyznačené změny" w:date="2024-06-10T14:58:00Z" w16du:dateUtc="2024-06-10T12:58:00Z">
        <w:r w:rsidRPr="007B174F">
          <w:delText>,</w:delText>
        </w:r>
      </w:del>
      <w:r w:rsidRPr="007B174F">
        <w:t xml:space="preserve"> než výše uvedeným způsobem, nebudou otevřeny a v průběhu zadávacího řízení se k nim nepřihlíží. </w:t>
      </w:r>
    </w:p>
    <w:p w14:paraId="58F05AC5" w14:textId="77777777" w:rsidR="00F348C0" w:rsidRPr="007B174F" w:rsidRDefault="00F348C0" w:rsidP="00F348C0">
      <w:pPr>
        <w:pStyle w:val="Text1-1"/>
      </w:pPr>
      <w:r w:rsidRPr="007B174F">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5200363" w:rsidR="0035531B" w:rsidRPr="007B174F" w:rsidRDefault="00F348C0" w:rsidP="00F348C0">
      <w:pPr>
        <w:pStyle w:val="Text1-1"/>
        <w:rPr>
          <w:rStyle w:val="Tun9b"/>
          <w:b w:val="0"/>
        </w:rPr>
      </w:pPr>
      <w:r w:rsidRPr="007B174F">
        <w:t>Všechny dokumenty nabídky, které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7B174F">
        <w:rPr>
          <w:rStyle w:val="Tun9b"/>
          <w:b w:val="0"/>
        </w:rPr>
        <w:t xml:space="preserve">. </w:t>
      </w:r>
    </w:p>
    <w:p w14:paraId="308A170A" w14:textId="77777777" w:rsidR="0035531B" w:rsidRPr="007B174F" w:rsidRDefault="0035531B" w:rsidP="007038DC">
      <w:pPr>
        <w:pStyle w:val="Nadpis1-1"/>
      </w:pPr>
      <w:bookmarkStart w:id="377" w:name="_Toc163043991"/>
      <w:r w:rsidRPr="007B174F">
        <w:t>POŽADAVKY NA ZPRACOVÁNÍ NABÍDKOVÉ CENY</w:t>
      </w:r>
      <w:bookmarkEnd w:id="377"/>
      <w:r w:rsidRPr="007B174F">
        <w:t xml:space="preserve"> </w:t>
      </w:r>
    </w:p>
    <w:p w14:paraId="3CA2B9B8" w14:textId="77777777" w:rsidR="00F348C0" w:rsidRPr="007B174F" w:rsidRDefault="00F348C0" w:rsidP="00F348C0">
      <w:pPr>
        <w:pStyle w:val="Text1-1"/>
      </w:pPr>
      <w:r w:rsidRPr="007B174F">
        <w:t>Nabídková cena bude pokrývat provedení všech prací nezbytných k řádnému provedení předmětu plnění této veřejné zakázky podle těchto Pokynů a zadávacích podmínek této veřejné zakázky jako celku.</w:t>
      </w:r>
    </w:p>
    <w:p w14:paraId="49BB8E93" w14:textId="5B529C1D" w:rsidR="00F348C0" w:rsidRPr="007B174F" w:rsidRDefault="00F348C0" w:rsidP="00F348C0">
      <w:pPr>
        <w:pStyle w:val="Text1-1"/>
      </w:pPr>
      <w:r w:rsidRPr="007B174F">
        <w:t xml:space="preserve">Nabídková cena bude ve smlouvě v čl. </w:t>
      </w:r>
      <w:r w:rsidR="008B0073" w:rsidRPr="007B174F">
        <w:t xml:space="preserve">3 odst. </w:t>
      </w:r>
      <w:r w:rsidRPr="007B174F">
        <w:t>3.</w:t>
      </w:r>
      <w:r w:rsidR="00E42F4B" w:rsidRPr="007B174F">
        <w:t>1</w:t>
      </w:r>
      <w:r w:rsidRPr="007B174F">
        <w:t xml:space="preserve"> uvedena následujícím způsobem:</w:t>
      </w:r>
    </w:p>
    <w:p w14:paraId="3B59893A" w14:textId="0107C22C" w:rsidR="00F348C0" w:rsidRPr="007B174F" w:rsidRDefault="00F348C0" w:rsidP="00F348C0">
      <w:pPr>
        <w:pStyle w:val="Text1-1"/>
        <w:numPr>
          <w:ilvl w:val="0"/>
          <w:numId w:val="0"/>
        </w:numPr>
        <w:spacing w:after="0"/>
        <w:ind w:left="737"/>
      </w:pPr>
      <w:r w:rsidRPr="007B174F">
        <w:t xml:space="preserve">Cena </w:t>
      </w:r>
      <w:r w:rsidR="00C90D72">
        <w:t xml:space="preserve">Díla </w:t>
      </w:r>
      <w:r w:rsidR="0042080B" w:rsidRPr="007B174F">
        <w:t>celkem</w:t>
      </w:r>
      <w:r w:rsidR="00C90D72">
        <w:t>,</w:t>
      </w:r>
      <w:r w:rsidR="0042080B" w:rsidRPr="007B174F">
        <w:t xml:space="preserve"> </w:t>
      </w:r>
      <w:r w:rsidRPr="007B174F">
        <w:t xml:space="preserve">bez DPH: </w:t>
      </w:r>
      <w:r w:rsidRPr="007B174F">
        <w:tab/>
      </w:r>
      <w:r w:rsidR="00C90D72">
        <w:tab/>
      </w:r>
      <w:r w:rsidR="00C90D72">
        <w:tab/>
      </w:r>
      <w:r w:rsidR="0067224B" w:rsidRPr="007B174F">
        <w:t>„[VLOŽÍ Zhotovitel]“</w:t>
      </w:r>
      <w:r w:rsidR="001D657C" w:rsidRPr="007B174F">
        <w:t xml:space="preserve"> </w:t>
      </w:r>
      <w:r w:rsidRPr="007B174F">
        <w:t>Kč</w:t>
      </w:r>
    </w:p>
    <w:p w14:paraId="5CB90AA2" w14:textId="25F123D1" w:rsidR="00EA206F" w:rsidRPr="007B174F" w:rsidRDefault="00EA206F" w:rsidP="00F348C0">
      <w:pPr>
        <w:pStyle w:val="Text1-1"/>
        <w:numPr>
          <w:ilvl w:val="0"/>
          <w:numId w:val="0"/>
        </w:numPr>
        <w:spacing w:after="0"/>
        <w:ind w:left="737"/>
      </w:pPr>
      <w:r w:rsidRPr="007B174F">
        <w:t>Výše DPH</w:t>
      </w:r>
      <w:r w:rsidR="00C90D72">
        <w:t xml:space="preserve"> (základní sazba)</w:t>
      </w:r>
      <w:r w:rsidRPr="007B174F">
        <w:t>:</w:t>
      </w:r>
      <w:r w:rsidR="00AD7B15" w:rsidRPr="007B174F">
        <w:t xml:space="preserve">                           </w:t>
      </w:r>
      <w:r w:rsidR="0067224B" w:rsidRPr="007B174F">
        <w:t>„[VLOŽÍ Zhotovitel]“</w:t>
      </w:r>
      <w:r w:rsidR="00AD7B15" w:rsidRPr="007B174F">
        <w:t xml:space="preserve"> Kč</w:t>
      </w:r>
    </w:p>
    <w:p w14:paraId="12988ECA" w14:textId="3D6AA5EB" w:rsidR="00AD7B15" w:rsidRPr="007B174F" w:rsidRDefault="00AD7B15" w:rsidP="00F348C0">
      <w:pPr>
        <w:pStyle w:val="Text1-1"/>
        <w:numPr>
          <w:ilvl w:val="0"/>
          <w:numId w:val="0"/>
        </w:numPr>
        <w:spacing w:after="0"/>
        <w:ind w:left="737"/>
      </w:pPr>
      <w:r w:rsidRPr="007B174F">
        <w:t xml:space="preserve">Cena </w:t>
      </w:r>
      <w:r w:rsidR="00C90D72">
        <w:t xml:space="preserve">Díla </w:t>
      </w:r>
      <w:r w:rsidRPr="007B174F">
        <w:t>celkem</w:t>
      </w:r>
      <w:r w:rsidR="00C90D72">
        <w:t>,</w:t>
      </w:r>
      <w:r w:rsidRPr="007B174F">
        <w:t xml:space="preserve"> s DPH:               </w:t>
      </w:r>
      <w:r w:rsidR="00C90D72">
        <w:tab/>
      </w:r>
      <w:r w:rsidR="00C90D72">
        <w:tab/>
      </w:r>
      <w:r w:rsidR="0067224B" w:rsidRPr="007B174F">
        <w:t>„[VLOŽÍ Zhotovitel]“</w:t>
      </w:r>
      <w:r w:rsidRPr="007B174F">
        <w:t xml:space="preserve"> Kč</w:t>
      </w:r>
    </w:p>
    <w:p w14:paraId="502A7B6C" w14:textId="77777777" w:rsidR="00C90D72" w:rsidRDefault="00C90D72" w:rsidP="00C90D72">
      <w:pPr>
        <w:pStyle w:val="Odstavecseseznamem"/>
        <w:spacing w:after="0" w:line="240" w:lineRule="auto"/>
        <w:ind w:left="680" w:firstLine="29"/>
        <w:rPr>
          <w:rFonts w:asciiTheme="majorHAnsi" w:hAnsiTheme="majorHAnsi" w:cs="Calibri"/>
          <w:b/>
        </w:rPr>
      </w:pPr>
    </w:p>
    <w:p w14:paraId="7EFD4447" w14:textId="60F5C8F0" w:rsidR="00C90D72" w:rsidRDefault="00C90D72" w:rsidP="00C90D72">
      <w:pPr>
        <w:pStyle w:val="Odstavecseseznamem"/>
        <w:spacing w:after="0" w:line="240" w:lineRule="auto"/>
        <w:ind w:left="680" w:firstLine="29"/>
        <w:rPr>
          <w:highlight w:val="yellow"/>
        </w:rPr>
      </w:pPr>
      <w:r>
        <w:rPr>
          <w:rFonts w:asciiTheme="majorHAnsi" w:hAnsiTheme="majorHAnsi" w:cs="Calibri"/>
          <w:b/>
        </w:rPr>
        <w:t xml:space="preserve">slovy: </w:t>
      </w:r>
      <w:r w:rsidRPr="00B057D3">
        <w:t>„[VLOŽÍ Zhotovitel]“</w:t>
      </w:r>
    </w:p>
    <w:p w14:paraId="0B613851" w14:textId="48D747E2" w:rsidR="0035531B" w:rsidRPr="007B174F" w:rsidRDefault="00F348C0" w:rsidP="00F348C0">
      <w:pPr>
        <w:pStyle w:val="Text1-1"/>
        <w:numPr>
          <w:ilvl w:val="0"/>
          <w:numId w:val="0"/>
        </w:numPr>
        <w:spacing w:before="240"/>
        <w:ind w:left="737"/>
      </w:pPr>
      <w:r w:rsidRPr="007B174F">
        <w:t xml:space="preserve">Cena </w:t>
      </w:r>
      <w:r w:rsidR="00C90D72">
        <w:t xml:space="preserve">Díla </w:t>
      </w:r>
      <w:r w:rsidR="008A214C" w:rsidRPr="007B174F">
        <w:t xml:space="preserve">celkem </w:t>
      </w:r>
      <w:r w:rsidRPr="007B174F">
        <w:t>bez DPH vkládaná ve smyslu těchto Pokynů do č</w:t>
      </w:r>
      <w:r w:rsidR="00DF7581" w:rsidRPr="007B174F">
        <w:t>l.</w:t>
      </w:r>
      <w:r w:rsidR="008B0073" w:rsidRPr="007B174F">
        <w:t xml:space="preserve"> 3 odst.</w:t>
      </w:r>
      <w:r w:rsidR="00DF7581" w:rsidRPr="007B174F">
        <w:t xml:space="preserve"> 3.</w:t>
      </w:r>
      <w:r w:rsidR="00E42F4B" w:rsidRPr="007B174F">
        <w:t>1</w:t>
      </w:r>
      <w:r w:rsidR="00DF7581" w:rsidRPr="007B174F">
        <w:t xml:space="preserve"> závazného vzoru smlouvy </w:t>
      </w:r>
      <w:r w:rsidRPr="007B174F">
        <w:t xml:space="preserve">bude předmětem hodnocení v rámci ekonomické výhodnosti nabídky. Podrobný rozpis ceny bude proveden v Příloze č. </w:t>
      </w:r>
      <w:r w:rsidR="00B71189" w:rsidRPr="007B174F">
        <w:t>3</w:t>
      </w:r>
      <w:r w:rsidRPr="007B174F">
        <w:t xml:space="preserve"> závazného vzoru smlouvy s názvem Rozpis </w:t>
      </w:r>
      <w:r w:rsidR="008A214C" w:rsidRPr="007B174F">
        <w:t>c</w:t>
      </w:r>
      <w:r w:rsidRPr="007B174F">
        <w:t>eny</w:t>
      </w:r>
      <w:r w:rsidR="00B07FF6" w:rsidRPr="007B174F">
        <w:t>. D</w:t>
      </w:r>
      <w:r w:rsidRPr="007B174F">
        <w:t>odavatel je povinen vyplnit jednotlivé položky ve smyslu jednotkové ceny</w:t>
      </w:r>
      <w:r w:rsidR="007B174F">
        <w:t xml:space="preserve">. </w:t>
      </w:r>
    </w:p>
    <w:p w14:paraId="67612CD6" w14:textId="1BF7C793" w:rsidR="00312F17" w:rsidRPr="002A7AD9" w:rsidRDefault="00312F17" w:rsidP="00312F17">
      <w:pPr>
        <w:pStyle w:val="Nadpis1-1"/>
      </w:pPr>
      <w:bookmarkStart w:id="378" w:name="_Toc156826567"/>
      <w:bookmarkStart w:id="379" w:name="_Toc163043992"/>
      <w:r w:rsidRPr="002A7AD9">
        <w:t>VARIANTY NABÍDKY</w:t>
      </w:r>
      <w:bookmarkEnd w:id="378"/>
      <w:bookmarkEnd w:id="379"/>
    </w:p>
    <w:p w14:paraId="587B4682" w14:textId="1BCB6B0E" w:rsidR="002F1669" w:rsidRPr="002A7AD9" w:rsidRDefault="002F1669" w:rsidP="003714DA">
      <w:pPr>
        <w:pStyle w:val="Text1-1"/>
        <w:spacing w:after="0"/>
      </w:pPr>
      <w:r w:rsidRPr="002A7AD9">
        <w:t xml:space="preserve">Zadavatel nepřipouští předložení varianty nabídky. </w:t>
      </w:r>
    </w:p>
    <w:p w14:paraId="1B0A04D8" w14:textId="364814A1" w:rsidR="0035531B" w:rsidRPr="002A7AD9" w:rsidRDefault="0035531B" w:rsidP="007038DC">
      <w:pPr>
        <w:pStyle w:val="Nadpis1-1"/>
      </w:pPr>
      <w:bookmarkStart w:id="380" w:name="_Toc163043993"/>
      <w:r w:rsidRPr="002A7AD9">
        <w:t>OTEVÍRÁNÍ NABÍDEK</w:t>
      </w:r>
      <w:bookmarkEnd w:id="380"/>
      <w:r w:rsidRPr="002A7AD9">
        <w:t xml:space="preserve"> </w:t>
      </w:r>
    </w:p>
    <w:p w14:paraId="6A688292" w14:textId="77777777" w:rsidR="0035531B" w:rsidRPr="002A7AD9" w:rsidRDefault="0035531B" w:rsidP="0035531B">
      <w:pPr>
        <w:pStyle w:val="Text1-1"/>
      </w:pPr>
      <w:r w:rsidRPr="002A7AD9">
        <w:t>Otevírání nabídek</w:t>
      </w:r>
      <w:r w:rsidR="00092CC9" w:rsidRPr="002A7AD9">
        <w:t xml:space="preserve"> v </w:t>
      </w:r>
      <w:r w:rsidRPr="002A7AD9">
        <w:t>elektronické podobě bude probíhat</w:t>
      </w:r>
      <w:r w:rsidR="00092CC9" w:rsidRPr="002A7AD9">
        <w:t xml:space="preserve"> v </w:t>
      </w:r>
      <w:r w:rsidRPr="002A7AD9">
        <w:t xml:space="preserve">souladu se ZZVZ bez účasti veřejnosti, resp. dodavatelů. </w:t>
      </w:r>
    </w:p>
    <w:p w14:paraId="46660C68" w14:textId="77777777" w:rsidR="0035531B" w:rsidRPr="002A7AD9" w:rsidRDefault="0035531B" w:rsidP="007038DC">
      <w:pPr>
        <w:pStyle w:val="Nadpis1-1"/>
      </w:pPr>
      <w:bookmarkStart w:id="381" w:name="_Toc163043994"/>
      <w:r w:rsidRPr="002A7AD9">
        <w:t>POSOUZENÍ SPLNĚNÍ PODMÍNEK ÚČASTI</w:t>
      </w:r>
      <w:bookmarkEnd w:id="381"/>
    </w:p>
    <w:p w14:paraId="53F6C4CD" w14:textId="23612DCF" w:rsidR="00F348C0" w:rsidRPr="002A7AD9" w:rsidRDefault="00F348C0" w:rsidP="00F348C0">
      <w:pPr>
        <w:pStyle w:val="Text1-1"/>
      </w:pPr>
      <w:r w:rsidRPr="002A7AD9">
        <w:t xml:space="preserve">Zadavatel je oprávněn ověřovat věrohodnost </w:t>
      </w:r>
      <w:r w:rsidR="0037744B" w:rsidRPr="002A7AD9">
        <w:t xml:space="preserve">účastníkem </w:t>
      </w:r>
      <w:r w:rsidRPr="002A7AD9">
        <w:t>poskytnutých údajů a dokladů a rovněž si je i sám opatřovat</w:t>
      </w:r>
      <w:r w:rsidR="0037744B" w:rsidRPr="002A7AD9">
        <w:t>, pokud nejde o údaje a doklady, které budou hodnoceny podle kritérií hodnocení</w:t>
      </w:r>
      <w:r w:rsidRPr="002A7AD9">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A960EB" w:rsidRPr="002A7AD9">
        <w:t>.</w:t>
      </w:r>
    </w:p>
    <w:p w14:paraId="3CE8D034" w14:textId="77777777" w:rsidR="00F348C0" w:rsidRPr="005B2A33" w:rsidRDefault="00F348C0" w:rsidP="00F348C0">
      <w:pPr>
        <w:pStyle w:val="Text1-1"/>
      </w:pPr>
      <w:r w:rsidRPr="002A7AD9">
        <w:t xml:space="preserve">Předmětem posouzení bude i posouzení výše nabídkových cen ve vztahu k předmětu veřejné zakázky. Bude-li to nezbytné a potřebné vzhledem k výši nabídkových cen, </w:t>
      </w:r>
      <w:r w:rsidRPr="005B2A33">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6227145F" w:rsidR="0035531B" w:rsidRPr="005B2A33" w:rsidRDefault="00F348C0" w:rsidP="00F348C0">
      <w:pPr>
        <w:pStyle w:val="Text1-1"/>
      </w:pPr>
      <w:r w:rsidRPr="005B2A33">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w:t>
      </w:r>
      <w:r w:rsidR="00072807" w:rsidRPr="005B2A33">
        <w:t>právním skutečnostem</w:t>
      </w:r>
      <w:r w:rsidR="0035531B" w:rsidRPr="005B2A33">
        <w:t>.</w:t>
      </w:r>
    </w:p>
    <w:p w14:paraId="64FFEB40" w14:textId="77777777" w:rsidR="0035531B" w:rsidRPr="005B2A33" w:rsidRDefault="0035531B" w:rsidP="007038DC">
      <w:pPr>
        <w:pStyle w:val="Nadpis1-1"/>
      </w:pPr>
      <w:bookmarkStart w:id="382" w:name="_Toc163043995"/>
      <w:r w:rsidRPr="005B2A33">
        <w:t>HODNOCENÍ NABÍDEK</w:t>
      </w:r>
      <w:bookmarkEnd w:id="382"/>
    </w:p>
    <w:p w14:paraId="48F0F5ED" w14:textId="7A3D2BDC" w:rsidR="00804D39" w:rsidRDefault="00804D39" w:rsidP="00804D39">
      <w:pPr>
        <w:pStyle w:val="Text1-1"/>
        <w:spacing w:after="0"/>
      </w:pPr>
      <w:r w:rsidRPr="005B2A33">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7C8A13E" w14:textId="77777777" w:rsidR="00DF12E9" w:rsidRPr="005B2A33" w:rsidRDefault="00DF12E9" w:rsidP="00DF12E9">
      <w:pPr>
        <w:pStyle w:val="Text1-1"/>
        <w:numPr>
          <w:ilvl w:val="0"/>
          <w:numId w:val="0"/>
        </w:numPr>
        <w:spacing w:after="0"/>
        <w:ind w:left="737"/>
      </w:pPr>
    </w:p>
    <w:p w14:paraId="5F1772B7" w14:textId="77777777" w:rsidR="00804D39" w:rsidRPr="005B2A33"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6142CD" w:rsidRPr="005B2A33"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2198CCB8" w14:textId="77777777" w:rsidR="00804D39" w:rsidRPr="005B2A33" w:rsidRDefault="00804D39" w:rsidP="00631EAA">
            <w:pPr>
              <w:pStyle w:val="Textbezslovn"/>
              <w:ind w:left="0"/>
              <w:jc w:val="left"/>
              <w:rPr>
                <w:b/>
                <w:sz w:val="16"/>
                <w:szCs w:val="16"/>
              </w:rPr>
            </w:pPr>
            <w:r w:rsidRPr="005B2A33">
              <w:rPr>
                <w:b/>
                <w:sz w:val="16"/>
                <w:szCs w:val="16"/>
              </w:rPr>
              <w:t>Dílčí hodnotící kritérium</w:t>
            </w:r>
          </w:p>
        </w:tc>
        <w:tc>
          <w:tcPr>
            <w:tcW w:w="4111" w:type="dxa"/>
          </w:tcPr>
          <w:p w14:paraId="7DF27A71" w14:textId="77777777" w:rsidR="00804D39" w:rsidRPr="005B2A33"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5B2A33">
              <w:rPr>
                <w:b/>
                <w:sz w:val="16"/>
                <w:szCs w:val="16"/>
              </w:rPr>
              <w:t>Váha kritéria v celkovém hodnocení</w:t>
            </w:r>
          </w:p>
        </w:tc>
      </w:tr>
      <w:tr w:rsidR="0071784E" w:rsidRPr="005B2A33"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5B2A33" w:rsidRDefault="00804D39" w:rsidP="00631EAA">
            <w:pPr>
              <w:rPr>
                <w:sz w:val="16"/>
                <w:szCs w:val="16"/>
              </w:rPr>
            </w:pPr>
            <w:r w:rsidRPr="005B2A33">
              <w:rPr>
                <w:sz w:val="16"/>
                <w:szCs w:val="16"/>
              </w:rPr>
              <w:t>Nabídková cena</w:t>
            </w:r>
          </w:p>
        </w:tc>
        <w:tc>
          <w:tcPr>
            <w:tcW w:w="4111" w:type="dxa"/>
            <w:tcBorders>
              <w:bottom w:val="single" w:sz="2" w:space="0" w:color="auto"/>
            </w:tcBorders>
          </w:tcPr>
          <w:p w14:paraId="304C187E" w14:textId="7B482713" w:rsidR="00804D39" w:rsidRPr="00AB45FA" w:rsidRDefault="00594EA6"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w:t>
            </w:r>
            <w:r w:rsidR="00804D39" w:rsidRPr="00B057D3">
              <w:rPr>
                <w:sz w:val="16"/>
                <w:szCs w:val="16"/>
              </w:rPr>
              <w:t>0 %</w:t>
            </w:r>
          </w:p>
        </w:tc>
      </w:tr>
      <w:tr w:rsidR="0071784E" w:rsidRPr="005B2A33"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D515ACB" w14:textId="1F6D5861" w:rsidR="001B3595" w:rsidRPr="005B2A33" w:rsidRDefault="001B3595" w:rsidP="0071784E">
            <w:pPr>
              <w:rPr>
                <w:b w:val="0"/>
                <w:sz w:val="16"/>
                <w:szCs w:val="16"/>
              </w:rPr>
            </w:pPr>
            <w:del w:id="383" w:author="vyznačené změny" w:date="2024-06-10T14:58:00Z" w16du:dateUtc="2024-06-10T12:58:00Z">
              <w:r>
                <w:rPr>
                  <w:b w:val="0"/>
                  <w:sz w:val="16"/>
                  <w:szCs w:val="16"/>
                </w:rPr>
                <w:delText>Referenční zakázky pro hodnocení</w:delText>
              </w:r>
            </w:del>
            <w:ins w:id="384" w:author="vyznačené změny" w:date="2024-06-10T14:58:00Z" w16du:dateUtc="2024-06-10T12:58:00Z">
              <w:r w:rsidR="0074417B">
                <w:rPr>
                  <w:b w:val="0"/>
                  <w:sz w:val="16"/>
                  <w:szCs w:val="16"/>
                </w:rPr>
                <w:t>Zkušenosti členů realizačního týmu</w:t>
              </w:r>
            </w:ins>
          </w:p>
        </w:tc>
        <w:tc>
          <w:tcPr>
            <w:tcW w:w="4111" w:type="dxa"/>
            <w:shd w:val="clear" w:color="auto" w:fill="auto"/>
          </w:tcPr>
          <w:p w14:paraId="2514F3FE" w14:textId="721E8147" w:rsidR="00804D39" w:rsidRPr="00DF12E9" w:rsidRDefault="00594EA6" w:rsidP="00804D39">
            <w:pPr>
              <w:jc w:val="center"/>
              <w:cnfStyle w:val="010000000000" w:firstRow="0" w:lastRow="1" w:firstColumn="0" w:lastColumn="0" w:oddVBand="0" w:evenVBand="0" w:oddHBand="0" w:evenHBand="0" w:firstRowFirstColumn="0" w:firstRowLastColumn="0" w:lastRowFirstColumn="0" w:lastRowLastColumn="0"/>
              <w:rPr>
                <w:b w:val="0"/>
                <w:bCs/>
                <w:sz w:val="16"/>
                <w:szCs w:val="16"/>
              </w:rPr>
            </w:pPr>
            <w:r>
              <w:rPr>
                <w:b w:val="0"/>
                <w:bCs/>
                <w:sz w:val="16"/>
                <w:szCs w:val="16"/>
              </w:rPr>
              <w:t>4</w:t>
            </w:r>
            <w:r w:rsidR="00804D39" w:rsidRPr="00DF12E9">
              <w:rPr>
                <w:b w:val="0"/>
                <w:bCs/>
                <w:sz w:val="16"/>
                <w:szCs w:val="16"/>
              </w:rPr>
              <w:t>0 %</w:t>
            </w:r>
          </w:p>
        </w:tc>
      </w:tr>
    </w:tbl>
    <w:p w14:paraId="67CAD4E5" w14:textId="77777777" w:rsidR="00804D39" w:rsidRPr="006142CD" w:rsidRDefault="00804D39" w:rsidP="003A2C23">
      <w:pPr>
        <w:pStyle w:val="Text1-1"/>
        <w:numPr>
          <w:ilvl w:val="0"/>
          <w:numId w:val="0"/>
        </w:numPr>
        <w:ind w:left="737"/>
        <w:rPr>
          <w:color w:val="FF0000"/>
        </w:rPr>
      </w:pPr>
    </w:p>
    <w:p w14:paraId="6B5637CB" w14:textId="34BC03A9" w:rsidR="003A2C23" w:rsidRPr="00A53AF7" w:rsidRDefault="003A2C23" w:rsidP="003A2C23">
      <w:pPr>
        <w:pStyle w:val="Text1-1"/>
        <w:numPr>
          <w:ilvl w:val="0"/>
          <w:numId w:val="0"/>
        </w:numPr>
        <w:ind w:left="737"/>
      </w:pPr>
      <w:r w:rsidRPr="00A53AF7">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7C4250" w:rsidRPr="00A53AF7">
        <w:t>.</w:t>
      </w:r>
    </w:p>
    <w:p w14:paraId="65A76872" w14:textId="77777777" w:rsidR="003A2C23" w:rsidRPr="00A53AF7" w:rsidRDefault="003A2C23" w:rsidP="003A2C23">
      <w:pPr>
        <w:pStyle w:val="Text1-1"/>
        <w:rPr>
          <w:b/>
        </w:rPr>
      </w:pPr>
      <w:r w:rsidRPr="00A53AF7">
        <w:rPr>
          <w:b/>
        </w:rPr>
        <w:t>Nabídková cena</w:t>
      </w:r>
    </w:p>
    <w:p w14:paraId="625EC770" w14:textId="37CA5ED2" w:rsidR="003A2C23" w:rsidRPr="00A53AF7" w:rsidRDefault="003A2C23" w:rsidP="003A2C23">
      <w:pPr>
        <w:pStyle w:val="Text1-1"/>
        <w:numPr>
          <w:ilvl w:val="0"/>
          <w:numId w:val="0"/>
        </w:numPr>
        <w:ind w:left="737"/>
      </w:pPr>
      <w:r w:rsidRPr="00A53AF7">
        <w:t xml:space="preserve">Nejprve bude hodnoceno dílčí hodnotící kritérium Nabídková cena. Bude hodnocena celková nabídková cena v číselné hodnotě bez DPH uvedená účastníkem zadávacího řízení ve smyslu těchto Pokynů v čl. </w:t>
      </w:r>
      <w:r w:rsidR="008B0073" w:rsidRPr="00A53AF7">
        <w:t xml:space="preserve">3 odst. </w:t>
      </w:r>
      <w:r w:rsidRPr="00A53AF7">
        <w:t>3.</w:t>
      </w:r>
      <w:r w:rsidR="003714DA" w:rsidRPr="00A53AF7">
        <w:t>1</w:t>
      </w:r>
      <w:r w:rsidRPr="00A53AF7">
        <w:t xml:space="preserve"> závazného vzoru </w:t>
      </w:r>
      <w:r w:rsidR="00C0551C" w:rsidRPr="00A53AF7">
        <w:t xml:space="preserve">smlouvy jako </w:t>
      </w:r>
      <w:r w:rsidR="00C90D72">
        <w:t>C</w:t>
      </w:r>
      <w:r w:rsidR="00B1000C" w:rsidRPr="00A53AF7">
        <w:t>ena</w:t>
      </w:r>
      <w:r w:rsidR="00C90D72">
        <w:t xml:space="preserve"> Díla</w:t>
      </w:r>
      <w:r w:rsidR="00B01134" w:rsidRPr="00A53AF7">
        <w:t xml:space="preserve"> celkem</w:t>
      </w:r>
      <w:r w:rsidR="00C0551C" w:rsidRPr="00A53AF7">
        <w:t xml:space="preserve"> bez DPH. </w:t>
      </w:r>
      <w:r w:rsidRPr="00A53AF7">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A53AF7" w:rsidRDefault="00631F69" w:rsidP="00631F69">
      <w:pPr>
        <w:pStyle w:val="Text1-1"/>
        <w:numPr>
          <w:ilvl w:val="0"/>
          <w:numId w:val="0"/>
        </w:numPr>
        <w:spacing w:after="0" w:line="240" w:lineRule="auto"/>
        <w:ind w:left="1446" w:firstLine="681"/>
      </w:pPr>
      <w:r w:rsidRPr="00A53AF7">
        <w:t xml:space="preserve">  </w:t>
      </w:r>
      <w:r w:rsidR="003A2C23" w:rsidRPr="00A53AF7">
        <w:t xml:space="preserve">výše nejnižší nabídkové ceny ze všech nabídek </w:t>
      </w:r>
    </w:p>
    <w:p w14:paraId="0965C44C" w14:textId="202EC97B" w:rsidR="003A2C23" w:rsidRPr="00A53AF7" w:rsidRDefault="003A2C23" w:rsidP="00B77110">
      <w:pPr>
        <w:pStyle w:val="Text1-1"/>
        <w:numPr>
          <w:ilvl w:val="0"/>
          <w:numId w:val="0"/>
        </w:numPr>
        <w:spacing w:line="240" w:lineRule="auto"/>
        <w:ind w:left="737"/>
        <w:jc w:val="center"/>
        <w:rPr>
          <w:u w:val="single"/>
        </w:rPr>
      </w:pPr>
      <w:r w:rsidRPr="00A53AF7">
        <w:rPr>
          <w:u w:val="single"/>
        </w:rPr>
        <w:t>_________</w:t>
      </w:r>
      <w:r w:rsidR="00631F69" w:rsidRPr="00A53AF7">
        <w:rPr>
          <w:u w:val="single"/>
        </w:rPr>
        <w:t>_______________________________</w:t>
      </w:r>
      <w:r w:rsidR="00631F69" w:rsidRPr="00A53AF7">
        <w:t xml:space="preserve">    x 100</w:t>
      </w:r>
    </w:p>
    <w:p w14:paraId="202843AB" w14:textId="2C77B01A" w:rsidR="003A2C23" w:rsidRPr="00A53AF7" w:rsidRDefault="00631F69" w:rsidP="00631F69">
      <w:pPr>
        <w:pStyle w:val="Text1-1"/>
        <w:numPr>
          <w:ilvl w:val="0"/>
          <w:numId w:val="0"/>
        </w:numPr>
        <w:spacing w:line="240" w:lineRule="auto"/>
        <w:ind w:left="1446" w:firstLine="681"/>
      </w:pPr>
      <w:r w:rsidRPr="00A53AF7">
        <w:t xml:space="preserve">   </w:t>
      </w:r>
      <w:r w:rsidR="003A2C23" w:rsidRPr="00A53AF7">
        <w:t>výše nabídkové ceny hodnocené nabídky</w:t>
      </w:r>
    </w:p>
    <w:p w14:paraId="43B8C978" w14:textId="4F6E5386" w:rsidR="003A2C23" w:rsidRDefault="003A2C23" w:rsidP="00B77110">
      <w:pPr>
        <w:pStyle w:val="Text1-1"/>
        <w:numPr>
          <w:ilvl w:val="0"/>
          <w:numId w:val="0"/>
        </w:numPr>
        <w:spacing w:before="240"/>
        <w:ind w:left="737"/>
      </w:pPr>
      <w:r w:rsidRPr="00A53AF7">
        <w:t xml:space="preserve">Takto získaný počet bodů bude vynásoben koeficientem </w:t>
      </w:r>
      <w:r w:rsidRPr="00B057D3">
        <w:t>0,</w:t>
      </w:r>
      <w:r w:rsidR="00594EA6">
        <w:t>6</w:t>
      </w:r>
      <w:r w:rsidRPr="00B057D3">
        <w:t>0</w:t>
      </w:r>
      <w:r w:rsidRPr="00A53AF7">
        <w:t xml:space="preserve"> (tj. váhou dílčího hodnotícího kritéria Nabídková cena) a následně matematicky zaokrouhlen na dvě desetinná místa. </w:t>
      </w:r>
    </w:p>
    <w:p w14:paraId="40E44606" w14:textId="77777777" w:rsidR="003A2C23" w:rsidRPr="000218A3" w:rsidRDefault="001B3595" w:rsidP="003A2C23">
      <w:pPr>
        <w:pStyle w:val="Text1-1"/>
        <w:rPr>
          <w:del w:id="385" w:author="vyznačené změny" w:date="2024-06-10T14:58:00Z" w16du:dateUtc="2024-06-10T12:58:00Z"/>
          <w:b/>
        </w:rPr>
      </w:pPr>
      <w:del w:id="386" w:author="vyznačené změny" w:date="2024-06-10T14:58:00Z" w16du:dateUtc="2024-06-10T12:58:00Z">
        <w:r>
          <w:rPr>
            <w:b/>
          </w:rPr>
          <w:delText>Referenční zakázky pro hodnocení</w:delText>
        </w:r>
      </w:del>
    </w:p>
    <w:p w14:paraId="71FF0F49" w14:textId="77777777" w:rsidR="007478A4" w:rsidRPr="00A53AF7" w:rsidRDefault="007478A4" w:rsidP="00B77110">
      <w:pPr>
        <w:pStyle w:val="Text1-1"/>
        <w:numPr>
          <w:ilvl w:val="0"/>
          <w:numId w:val="0"/>
        </w:numPr>
        <w:spacing w:before="240"/>
        <w:ind w:left="737"/>
        <w:rPr>
          <w:ins w:id="387" w:author="vyznačené změny" w:date="2024-06-10T14:58:00Z" w16du:dateUtc="2024-06-10T12:58:00Z"/>
        </w:rPr>
      </w:pPr>
    </w:p>
    <w:p w14:paraId="2315CBF9" w14:textId="747EEC10" w:rsidR="003A2C23" w:rsidRPr="000218A3" w:rsidRDefault="000974F4" w:rsidP="003A2C23">
      <w:pPr>
        <w:pStyle w:val="Text1-1"/>
        <w:rPr>
          <w:ins w:id="388" w:author="vyznačené změny" w:date="2024-06-10T14:58:00Z" w16du:dateUtc="2024-06-10T12:58:00Z"/>
          <w:b/>
        </w:rPr>
      </w:pPr>
      <w:ins w:id="389" w:author="vyznačené změny" w:date="2024-06-10T14:58:00Z" w16du:dateUtc="2024-06-10T12:58:00Z">
        <w:r>
          <w:rPr>
            <w:b/>
          </w:rPr>
          <w:t>Zkušenosti členů realizačního týmu</w:t>
        </w:r>
      </w:ins>
    </w:p>
    <w:p w14:paraId="163EDEF5" w14:textId="602C9BA2" w:rsidR="003A2C23" w:rsidRPr="000218A3" w:rsidRDefault="003A2C23" w:rsidP="003A2C23">
      <w:pPr>
        <w:pStyle w:val="Text1-1"/>
        <w:numPr>
          <w:ilvl w:val="0"/>
          <w:numId w:val="0"/>
        </w:numPr>
        <w:ind w:left="737"/>
      </w:pPr>
      <w:r w:rsidRPr="000218A3">
        <w:t xml:space="preserve">Předmětem hodnocení nabídek v rámci dílčího hodnotícího kritéria </w:t>
      </w:r>
      <w:del w:id="390" w:author="vyznačené změny" w:date="2024-06-10T14:58:00Z" w16du:dateUtc="2024-06-10T12:58:00Z">
        <w:r w:rsidR="00E779B7">
          <w:delText>Referenční zakázky pro hodnocení</w:delText>
        </w:r>
      </w:del>
      <w:ins w:id="391" w:author="vyznačené změny" w:date="2024-06-10T14:58:00Z" w16du:dateUtc="2024-06-10T12:58:00Z">
        <w:r w:rsidR="006A7D1F">
          <w:t>Zkušenosti členů realizačního týmu</w:t>
        </w:r>
      </w:ins>
      <w:r w:rsidRPr="000218A3">
        <w:t xml:space="preserve"> bude míra splnění parametrů uvedených v tabulce níže v tomto článku</w:t>
      </w:r>
      <w:ins w:id="392" w:author="vyznačené změny" w:date="2024-06-10T14:58:00Z" w16du:dateUtc="2024-06-10T12:58:00Z">
        <w:r w:rsidR="006A7D1F">
          <w:t xml:space="preserve"> u vybraných členů realizačního týmu</w:t>
        </w:r>
      </w:ins>
      <w:r w:rsidRPr="000218A3">
        <w:t xml:space="preserve">, a to </w:t>
      </w:r>
      <w:r w:rsidRPr="00E3060F">
        <w:rPr>
          <w:b/>
        </w:rPr>
        <w:t xml:space="preserve">parametrů nad rámec minimální úrovně </w:t>
      </w:r>
      <w:r w:rsidR="00D80A93" w:rsidRPr="00B057D3">
        <w:rPr>
          <w:b/>
        </w:rPr>
        <w:t xml:space="preserve">technické kvalifikace – </w:t>
      </w:r>
      <w:del w:id="393" w:author="vyznačené změny" w:date="2024-06-10T14:58:00Z" w16du:dateUtc="2024-06-10T12:58:00Z">
        <w:r w:rsidR="00D80A93" w:rsidRPr="00B057D3">
          <w:rPr>
            <w:b/>
          </w:rPr>
          <w:delText>seznamu významných služeb</w:delText>
        </w:r>
      </w:del>
      <w:ins w:id="394" w:author="vyznačené změny" w:date="2024-06-10T14:58:00Z" w16du:dateUtc="2024-06-10T12:58:00Z">
        <w:r w:rsidR="007943D5" w:rsidRPr="007943D5">
          <w:rPr>
            <w:b/>
          </w:rPr>
          <w:t>seznam odborného personálu</w:t>
        </w:r>
      </w:ins>
      <w:r w:rsidR="00D80A93">
        <w:t xml:space="preserve"> </w:t>
      </w:r>
      <w:r w:rsidRPr="000218A3">
        <w:t>stanovené v čl. 8.</w:t>
      </w:r>
      <w:del w:id="395" w:author="vyznačené změny" w:date="2024-06-10T14:58:00Z" w16du:dateUtc="2024-06-10T12:58:00Z">
        <w:r w:rsidR="003565F4">
          <w:delText>4</w:delText>
        </w:r>
      </w:del>
      <w:ins w:id="396" w:author="vyznačené změny" w:date="2024-06-10T14:58:00Z" w16du:dateUtc="2024-06-10T12:58:00Z">
        <w:r w:rsidR="007943D5">
          <w:t>5</w:t>
        </w:r>
      </w:ins>
      <w:r w:rsidRPr="000218A3">
        <w:t xml:space="preserve"> těchto Pokynů. </w:t>
      </w:r>
    </w:p>
    <w:p w14:paraId="6BE6CA9F" w14:textId="5643C1C4" w:rsidR="00941491" w:rsidRPr="00B057D3" w:rsidRDefault="00941491" w:rsidP="00941491">
      <w:pPr>
        <w:pStyle w:val="Text1-1"/>
        <w:numPr>
          <w:ilvl w:val="0"/>
          <w:numId w:val="0"/>
        </w:numPr>
        <w:ind w:left="737"/>
        <w:rPr>
          <w:b/>
        </w:rPr>
      </w:pPr>
      <w:r w:rsidRPr="00B057D3">
        <w:rPr>
          <w:b/>
        </w:rPr>
        <w:t>Zadavatel s ohledem na § 46 odst. 2 ZZVZ upozorňuje, že údaje, které mají být předmětem hodnocení nabídek, nelze po uplynutí lhůty pro podání nabídek měnit či doplňovat</w:t>
      </w:r>
      <w:r w:rsidR="001A3F53" w:rsidRPr="00B057D3">
        <w:rPr>
          <w:b/>
        </w:rPr>
        <w:t xml:space="preserve"> a v případě, kdy podaná nabídka nebude obsahovat všechny údaje, informace a doklady nezbytné pro hodnocení, nebude moci být posouzena jako splňující hodnotící kritéria stanovená zadavatelem.</w:t>
      </w:r>
    </w:p>
    <w:p w14:paraId="0FF81573" w14:textId="014CF2DF" w:rsidR="00941491" w:rsidRPr="009431D0" w:rsidRDefault="00941491" w:rsidP="00941491">
      <w:pPr>
        <w:pStyle w:val="Text1-1"/>
        <w:numPr>
          <w:ilvl w:val="0"/>
          <w:numId w:val="0"/>
        </w:numPr>
        <w:ind w:left="737"/>
      </w:pPr>
      <w:r w:rsidRPr="004706F5">
        <w:t>Hodnocení v rámci tohoto dílčího hodnotícího kritéria bude provedeno na základě posouzení údajů uvedených</w:t>
      </w:r>
      <w:r w:rsidR="00A11D38" w:rsidRPr="00A11D38">
        <w:t xml:space="preserve"> </w:t>
      </w:r>
      <w:r w:rsidR="00A11D38">
        <w:t>v</w:t>
      </w:r>
      <w:ins w:id="397" w:author="vyznačené změny" w:date="2024-06-10T14:58:00Z" w16du:dateUtc="2024-06-10T12:58:00Z">
        <w:r w:rsidR="00A11D38">
          <w:t xml:space="preserve"> Seznamu zkušeností hodnocených členů </w:t>
        </w:r>
        <w:r w:rsidR="00375E68">
          <w:t>realizačního týmu</w:t>
        </w:r>
        <w:r w:rsidR="00A11D38">
          <w:t xml:space="preserve"> předložených v nabídce ve formě obsažené</w:t>
        </w:r>
        <w:r w:rsidRPr="004706F5">
          <w:t xml:space="preserve"> v</w:t>
        </w:r>
      </w:ins>
      <w:r w:rsidR="00DC7085">
        <w:t> </w:t>
      </w:r>
      <w:r w:rsidR="00DC7085" w:rsidRPr="009431D0">
        <w:t>Příloze č. 9 těchto Pokynů</w:t>
      </w:r>
      <w:del w:id="398" w:author="vyznačené změny" w:date="2024-06-10T14:58:00Z" w16du:dateUtc="2024-06-10T12:58:00Z">
        <w:r w:rsidR="00DC7085" w:rsidRPr="009431D0">
          <w:delText xml:space="preserve"> </w:delText>
        </w:r>
        <w:r w:rsidR="00DC7085">
          <w:delText>s názvem Referenční zakázky pro hodnocení</w:delText>
        </w:r>
        <w:r w:rsidR="009431D0">
          <w:delText xml:space="preserve"> </w:delText>
        </w:r>
        <w:r w:rsidRPr="004706F5">
          <w:delText>předložen</w:delText>
        </w:r>
        <w:r w:rsidR="000218A3" w:rsidRPr="004706F5">
          <w:delText>é</w:delText>
        </w:r>
        <w:r w:rsidRPr="004706F5">
          <w:delText xml:space="preserve"> v nabídce</w:delText>
        </w:r>
      </w:del>
      <w:ins w:id="399" w:author="vyznačené změny" w:date="2024-06-10T14:58:00Z" w16du:dateUtc="2024-06-10T12:58:00Z">
        <w:r w:rsidR="00A11D38">
          <w:t>,</w:t>
        </w:r>
      </w:ins>
      <w:r w:rsidR="00DC7085" w:rsidRPr="009431D0">
        <w:rPr>
          <w:rPrChange w:id="400" w:author="vyznačené změny" w:date="2024-06-10T14:58:00Z" w16du:dateUtc="2024-06-10T12:58:00Z">
            <w:rPr>
              <w:color w:val="FF0000"/>
            </w:rPr>
          </w:rPrChange>
        </w:rPr>
        <w:t xml:space="preserve"> </w:t>
      </w:r>
      <w:r w:rsidRPr="009431D0">
        <w:t>včetně</w:t>
      </w:r>
      <w:r w:rsidR="003E611F" w:rsidRPr="009431D0">
        <w:t xml:space="preserve"> </w:t>
      </w:r>
      <w:r w:rsidR="00771B61" w:rsidRPr="009431D0">
        <w:t xml:space="preserve">zadavatelem </w:t>
      </w:r>
      <w:r w:rsidR="003E611F" w:rsidRPr="009431D0">
        <w:t>požadovaných dokladů</w:t>
      </w:r>
      <w:r w:rsidR="00485575" w:rsidRPr="009431D0">
        <w:t>, jež mají být k</w:t>
      </w:r>
      <w:r w:rsidR="00121926">
        <w:t xml:space="preserve"> této Příloze č. 9 </w:t>
      </w:r>
      <w:r w:rsidR="00485575" w:rsidRPr="009431D0">
        <w:t>přiloženy</w:t>
      </w:r>
      <w:r w:rsidRPr="009431D0">
        <w:t>. Zadavatel bude hodnotit výhradně ty</w:t>
      </w:r>
      <w:r w:rsidR="00121926">
        <w:t xml:space="preserve"> </w:t>
      </w:r>
      <w:del w:id="401" w:author="vyznačené změny" w:date="2024-06-10T14:58:00Z" w16du:dateUtc="2024-06-10T12:58:00Z">
        <w:r w:rsidR="00121926" w:rsidRPr="00B057D3">
          <w:delText>zakázky</w:delText>
        </w:r>
        <w:r w:rsidR="00121926">
          <w:delText xml:space="preserve"> </w:delText>
        </w:r>
        <w:r w:rsidR="00DA33A5">
          <w:delText>(dále jen „</w:delText>
        </w:r>
        <w:r w:rsidR="00DA33A5" w:rsidRPr="00B057D3">
          <w:rPr>
            <w:b/>
          </w:rPr>
          <w:delText>referenční zakázky</w:delText>
        </w:r>
        <w:r w:rsidR="00DA33A5">
          <w:delText>“)</w:delText>
        </w:r>
        <w:r w:rsidRPr="009431D0">
          <w:delText>,</w:delText>
        </w:r>
      </w:del>
      <w:ins w:id="402" w:author="vyznačené změny" w:date="2024-06-10T14:58:00Z" w16du:dateUtc="2024-06-10T12:58:00Z">
        <w:r w:rsidR="00391C48">
          <w:t>zkušenosti</w:t>
        </w:r>
        <w:r w:rsidR="00C72D4A">
          <w:t xml:space="preserve"> s referenčními zakázkami</w:t>
        </w:r>
        <w:r w:rsidRPr="009431D0">
          <w:t>,</w:t>
        </w:r>
      </w:ins>
      <w:r w:rsidRPr="009431D0">
        <w:t xml:space="preserve"> které budou </w:t>
      </w:r>
      <w:ins w:id="403" w:author="vyznačené změny" w:date="2024-06-10T14:58:00Z" w16du:dateUtc="2024-06-10T12:58:00Z">
        <w:r w:rsidR="00C72D4A">
          <w:t xml:space="preserve">v Seznamu zkušeností hodnocených členů </w:t>
        </w:r>
        <w:r w:rsidR="00375E68">
          <w:t>realizačního týmu</w:t>
        </w:r>
        <w:r w:rsidR="00C72D4A">
          <w:t xml:space="preserve"> </w:t>
        </w:r>
      </w:ins>
      <w:r w:rsidR="00C72D4A">
        <w:t xml:space="preserve">uvedeny </w:t>
      </w:r>
      <w:del w:id="404" w:author="vyznačené změny" w:date="2024-06-10T14:58:00Z" w16du:dateUtc="2024-06-10T12:58:00Z">
        <w:r w:rsidR="00121926">
          <w:delText>v Příloze č. 9</w:delText>
        </w:r>
        <w:r w:rsidR="003665BD">
          <w:delText xml:space="preserve"> těchto Pokynů</w:delText>
        </w:r>
        <w:r w:rsidR="00121926">
          <w:delText>.</w:delText>
        </w:r>
      </w:del>
      <w:ins w:id="405" w:author="vyznačené změny" w:date="2024-06-10T14:58:00Z" w16du:dateUtc="2024-06-10T12:58:00Z">
        <w:r w:rsidR="00C72D4A">
          <w:t>jako údaje uvedené za účelem hodnocení nad rámec požadované kvalifikace</w:t>
        </w:r>
        <w:r w:rsidR="00121926">
          <w:t>.</w:t>
        </w:r>
      </w:ins>
      <w:r w:rsidR="00121926">
        <w:t xml:space="preserve"> </w:t>
      </w:r>
      <w:r w:rsidR="00C72D4A">
        <w:t xml:space="preserve">Zadavatel přidělí každé nabídce počet bodů v závislosti na </w:t>
      </w:r>
      <w:del w:id="406" w:author="vyznačené změny" w:date="2024-06-10T14:58:00Z" w16du:dateUtc="2024-06-10T12:58:00Z">
        <w:r w:rsidR="008B4DAF" w:rsidRPr="008B4DAF">
          <w:delText xml:space="preserve">počtu doložených </w:delText>
        </w:r>
        <w:r w:rsidR="00121926">
          <w:delText>referenčních zakázek</w:delText>
        </w:r>
        <w:r w:rsidR="008B4DAF" w:rsidRPr="009431D0">
          <w:delText xml:space="preserve">.  Jednotlivé </w:delText>
        </w:r>
        <w:r w:rsidR="00121926">
          <w:delText>referenční zakázky</w:delText>
        </w:r>
      </w:del>
      <w:ins w:id="407" w:author="vyznačené změny" w:date="2024-06-10T14:58:00Z" w16du:dateUtc="2024-06-10T12:58:00Z">
        <w:r w:rsidR="00C72D4A">
          <w:t xml:space="preserve">prokázaných zkušenostech s referenčními zakázkami u vybraných členů </w:t>
        </w:r>
        <w:r w:rsidR="00375E68">
          <w:t>realizačního týmu</w:t>
        </w:r>
        <w:r w:rsidR="00C72D4A">
          <w:t xml:space="preserve"> dodavatele. Jednotliví členové </w:t>
        </w:r>
        <w:r w:rsidR="00375E68">
          <w:t>realizačního týmu</w:t>
        </w:r>
        <w:r w:rsidR="00C72D4A">
          <w:t xml:space="preserve"> dodavatele určení dodavatelem k hodnocení</w:t>
        </w:r>
      </w:ins>
      <w:r w:rsidR="00C72D4A">
        <w:t xml:space="preserve"> </w:t>
      </w:r>
      <w:r w:rsidRPr="009431D0">
        <w:t>budou v rámci tohoto hodnotícího kritéria získávat body dle následující tabulky:</w:t>
      </w:r>
    </w:p>
    <w:p w14:paraId="000E12AF" w14:textId="77777777" w:rsidR="00941491" w:rsidRDefault="00941491" w:rsidP="00B77110">
      <w:pPr>
        <w:pStyle w:val="Text1-1"/>
        <w:numPr>
          <w:ilvl w:val="0"/>
          <w:numId w:val="0"/>
        </w:numPr>
        <w:spacing w:after="0"/>
        <w:ind w:left="737"/>
        <w:rPr>
          <w:del w:id="408" w:author="vyznačené změny" w:date="2024-06-10T14:58:00Z" w16du:dateUtc="2024-06-10T12:58:00Z"/>
        </w:rPr>
      </w:pPr>
    </w:p>
    <w:p w14:paraId="36EF637F" w14:textId="77777777" w:rsidR="00E305D7" w:rsidRPr="009431D0" w:rsidRDefault="00E305D7" w:rsidP="00B77110">
      <w:pPr>
        <w:pStyle w:val="Text1-1"/>
        <w:numPr>
          <w:ilvl w:val="0"/>
          <w:numId w:val="0"/>
        </w:numPr>
        <w:spacing w:after="0"/>
        <w:ind w:left="737"/>
        <w:rPr>
          <w:del w:id="409" w:author="vyznačené změny" w:date="2024-06-10T14:58:00Z" w16du:dateUtc="2024-06-10T12:58:00Z"/>
        </w:rPr>
      </w:pPr>
    </w:p>
    <w:p w14:paraId="427AA221" w14:textId="77777777" w:rsidR="00B77110" w:rsidRPr="006142CD" w:rsidRDefault="00B77110" w:rsidP="00B77110">
      <w:pPr>
        <w:pStyle w:val="Text1-1"/>
        <w:numPr>
          <w:ilvl w:val="0"/>
          <w:numId w:val="0"/>
        </w:numPr>
        <w:spacing w:after="0"/>
        <w:ind w:left="737"/>
        <w:rPr>
          <w:color w:val="FF0000"/>
        </w:rPr>
      </w:pPr>
    </w:p>
    <w:tbl>
      <w:tblPr>
        <w:tblW w:w="0" w:type="auto"/>
        <w:tblCellMar>
          <w:left w:w="70" w:type="dxa"/>
          <w:right w:w="70" w:type="dxa"/>
        </w:tblCellMar>
        <w:tblLook w:val="04A0" w:firstRow="1" w:lastRow="0" w:firstColumn="1" w:lastColumn="0" w:noHBand="0" w:noVBand="1"/>
      </w:tblPr>
      <w:tblGrid>
        <w:gridCol w:w="1980"/>
        <w:gridCol w:w="3507"/>
        <w:gridCol w:w="1312"/>
        <w:gridCol w:w="1893"/>
        <w:tblGridChange w:id="410">
          <w:tblGrid>
            <w:gridCol w:w="1980"/>
            <w:gridCol w:w="3507"/>
            <w:gridCol w:w="1312"/>
            <w:gridCol w:w="1893"/>
          </w:tblGrid>
        </w:tblGridChange>
      </w:tblGrid>
      <w:tr w:rsidR="00416F03" w:rsidRPr="006142CD" w14:paraId="547702D2"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cellIns w:id="411" w:author="vyznačené změny" w:date="2024-06-10T14:58:00Z"/>
          </w:tcPr>
          <w:p w14:paraId="54FF14C3" w14:textId="328AE756" w:rsidR="00375E68" w:rsidRPr="009431D0" w:rsidRDefault="00375E68" w:rsidP="00F357F0">
            <w:pPr>
              <w:spacing w:after="0"/>
              <w:rPr>
                <w:rFonts w:cs="Arial"/>
                <w:b/>
                <w:bCs/>
              </w:rPr>
            </w:pPr>
            <w:ins w:id="412" w:author="vyznačené změny" w:date="2024-06-10T14:58:00Z" w16du:dateUtc="2024-06-10T12:58:00Z">
              <w:r w:rsidRPr="00B77110">
                <w:rPr>
                  <w:rFonts w:cs="Arial"/>
                  <w:b/>
                  <w:bCs/>
                </w:rPr>
                <w:t xml:space="preserve">Člen </w:t>
              </w:r>
              <w:r>
                <w:rPr>
                  <w:rFonts w:cs="Arial"/>
                  <w:b/>
                  <w:bCs/>
                </w:rPr>
                <w:t>realizačního týmu</w:t>
              </w:r>
              <w:r w:rsidRPr="00B77110">
                <w:rPr>
                  <w:rFonts w:cs="Arial"/>
                  <w:b/>
                  <w:bCs/>
                </w:rPr>
                <w:t xml:space="preserve"> dodavatele</w:t>
              </w:r>
            </w:ins>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31015" w14:textId="77777777" w:rsidR="004550AD" w:rsidRPr="009431D0" w:rsidRDefault="004550AD" w:rsidP="00631EAA">
            <w:pPr>
              <w:rPr>
                <w:del w:id="413" w:author="vyznačené změny" w:date="2024-06-10T14:58:00Z" w16du:dateUtc="2024-06-10T12:58:00Z"/>
                <w:rFonts w:cs="Arial"/>
                <w:b/>
                <w:bCs/>
              </w:rPr>
            </w:pPr>
          </w:p>
          <w:p w14:paraId="637A3CFA" w14:textId="4345798A" w:rsidR="00375E68" w:rsidRPr="009431D0" w:rsidRDefault="00375E68" w:rsidP="00F357F0">
            <w:pPr>
              <w:spacing w:after="0"/>
              <w:rPr>
                <w:rFonts w:cs="Arial"/>
                <w:b/>
                <w:bCs/>
              </w:rPr>
              <w:pPrChange w:id="414" w:author="vyznačené změny" w:date="2024-06-10T14:58:00Z" w16du:dateUtc="2024-06-10T12:58:00Z">
                <w:pPr/>
              </w:pPrChange>
            </w:pPr>
            <w:r w:rsidRPr="009431D0">
              <w:rPr>
                <w:rFonts w:cs="Arial"/>
                <w:b/>
                <w:bCs/>
              </w:rPr>
              <w:t>Bodovaná kritéria</w:t>
            </w:r>
            <w:r>
              <w:rPr>
                <w:rFonts w:cs="Arial"/>
                <w:b/>
                <w:bCs/>
              </w:rPr>
              <w:t xml:space="preserve"> u </w:t>
            </w:r>
            <w:del w:id="415" w:author="vyznačené změny" w:date="2024-06-10T14:58:00Z" w16du:dateUtc="2024-06-10T12:58:00Z">
              <w:r w:rsidR="004550AD">
                <w:rPr>
                  <w:rFonts w:cs="Arial"/>
                  <w:b/>
                  <w:bCs/>
                </w:rPr>
                <w:delText>referenční</w:delText>
              </w:r>
              <w:r w:rsidR="004F2E61">
                <w:rPr>
                  <w:rFonts w:cs="Arial"/>
                  <w:b/>
                  <w:bCs/>
                </w:rPr>
                <w:delText>ch</w:delText>
              </w:r>
              <w:r w:rsidR="004550AD">
                <w:rPr>
                  <w:rFonts w:cs="Arial"/>
                  <w:b/>
                  <w:bCs/>
                </w:rPr>
                <w:delText xml:space="preserve"> zakáz</w:delText>
              </w:r>
              <w:r w:rsidR="004F2E61">
                <w:rPr>
                  <w:rFonts w:cs="Arial"/>
                  <w:b/>
                  <w:bCs/>
                </w:rPr>
                <w:delText>ek</w:delText>
              </w:r>
            </w:del>
            <w:ins w:id="416" w:author="vyznačené změny" w:date="2024-06-10T14:58:00Z" w16du:dateUtc="2024-06-10T12:58:00Z">
              <w:r w:rsidR="00926AC9">
                <w:rPr>
                  <w:rFonts w:cs="Arial"/>
                  <w:b/>
                  <w:bCs/>
                </w:rPr>
                <w:t>zkušeností členů realizačního týmu</w:t>
              </w:r>
            </w:ins>
            <w:r>
              <w:rPr>
                <w:rFonts w:cs="Arial"/>
                <w:b/>
                <w:bCs/>
              </w:rPr>
              <w:t xml:space="preserve"> pro hodnocení uvedených dodavatelem v Příloze č.</w:t>
            </w:r>
            <w:del w:id="417" w:author="vyznačené změny" w:date="2024-06-10T14:58:00Z" w16du:dateUtc="2024-06-10T12:58:00Z">
              <w:r w:rsidR="004550AD">
                <w:rPr>
                  <w:rFonts w:cs="Arial"/>
                  <w:b/>
                  <w:bCs/>
                </w:rPr>
                <w:delText xml:space="preserve"> </w:delText>
              </w:r>
            </w:del>
            <w:ins w:id="418" w:author="vyznačené změny" w:date="2024-06-10T14:58:00Z" w16du:dateUtc="2024-06-10T12:58:00Z">
              <w:r w:rsidR="00926AC9">
                <w:rPr>
                  <w:rFonts w:cs="Arial"/>
                  <w:b/>
                  <w:bCs/>
                </w:rPr>
                <w:t> </w:t>
              </w:r>
            </w:ins>
            <w:r>
              <w:rPr>
                <w:rFonts w:cs="Arial"/>
                <w:b/>
                <w:bCs/>
              </w:rPr>
              <w:t>9 Pokynů</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14:paraId="5B548C68" w14:textId="77777777" w:rsidR="004550AD" w:rsidRPr="009431D0" w:rsidRDefault="004550AD" w:rsidP="00631EAA">
            <w:pPr>
              <w:rPr>
                <w:del w:id="419" w:author="vyznačené změny" w:date="2024-06-10T14:58:00Z" w16du:dateUtc="2024-06-10T12:58:00Z"/>
                <w:rFonts w:cs="Arial"/>
                <w:b/>
                <w:bCs/>
              </w:rPr>
            </w:pPr>
          </w:p>
          <w:p w14:paraId="16B6D5D7" w14:textId="77777777" w:rsidR="00375E68" w:rsidRPr="009431D0" w:rsidRDefault="00375E68" w:rsidP="00F357F0">
            <w:pPr>
              <w:spacing w:after="0"/>
              <w:rPr>
                <w:rFonts w:cs="Arial"/>
                <w:b/>
                <w:bCs/>
              </w:rPr>
              <w:pPrChange w:id="420" w:author="vyznačené změny" w:date="2024-06-10T14:58:00Z" w16du:dateUtc="2024-06-10T12:58:00Z">
                <w:pPr/>
              </w:pPrChange>
            </w:pPr>
            <w:r w:rsidRPr="009431D0">
              <w:rPr>
                <w:rFonts w:cs="Arial"/>
                <w:b/>
                <w:bCs/>
              </w:rPr>
              <w:t xml:space="preserve">Počet bodů </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14:paraId="559B537D" w14:textId="77777777" w:rsidR="004550AD" w:rsidRPr="009431D0" w:rsidRDefault="004550AD" w:rsidP="00631EAA">
            <w:pPr>
              <w:rPr>
                <w:del w:id="421" w:author="vyznačené změny" w:date="2024-06-10T14:58:00Z" w16du:dateUtc="2024-06-10T12:58:00Z"/>
                <w:rFonts w:cs="Arial"/>
                <w:b/>
                <w:bCs/>
              </w:rPr>
            </w:pPr>
          </w:p>
          <w:p w14:paraId="5FEE4FC4" w14:textId="42DEB6DB" w:rsidR="00375E68" w:rsidRPr="009431D0" w:rsidRDefault="00375E68" w:rsidP="00F357F0">
            <w:pPr>
              <w:spacing w:after="0"/>
              <w:rPr>
                <w:rFonts w:cs="Arial"/>
                <w:bCs/>
              </w:rPr>
              <w:pPrChange w:id="422" w:author="vyznačené změny" w:date="2024-06-10T14:58:00Z" w16du:dateUtc="2024-06-10T12:58:00Z">
                <w:pPr/>
              </w:pPrChange>
            </w:pPr>
            <w:r w:rsidRPr="009431D0">
              <w:rPr>
                <w:rFonts w:cs="Arial"/>
                <w:b/>
                <w:bCs/>
              </w:rPr>
              <w:t>Maximální bodové ohodnocení</w:t>
            </w:r>
            <w:r w:rsidRPr="009431D0">
              <w:rPr>
                <w:rFonts w:cs="Arial"/>
                <w:bCs/>
              </w:rPr>
              <w:t xml:space="preserve"> (</w:t>
            </w:r>
            <w:del w:id="423" w:author="vyznačené změny" w:date="2024-06-10T14:58:00Z" w16du:dateUtc="2024-06-10T12:58:00Z">
              <w:r w:rsidR="004550AD">
                <w:rPr>
                  <w:rFonts w:cs="Arial"/>
                  <w:bCs/>
                </w:rPr>
                <w:delText>referenční zakázky</w:delText>
              </w:r>
            </w:del>
            <w:ins w:id="424" w:author="vyznačené změny" w:date="2024-06-10T14:58:00Z" w16du:dateUtc="2024-06-10T12:58:00Z">
              <w:r w:rsidR="004942A1">
                <w:rPr>
                  <w:rFonts w:cs="Arial"/>
                  <w:bCs/>
                </w:rPr>
                <w:t>zkušenosti</w:t>
              </w:r>
            </w:ins>
            <w:r>
              <w:rPr>
                <w:rFonts w:cs="Arial"/>
                <w:bCs/>
              </w:rPr>
              <w:t xml:space="preserve"> </w:t>
            </w:r>
            <w:r w:rsidRPr="009431D0">
              <w:rPr>
                <w:rFonts w:cs="Arial"/>
                <w:bCs/>
              </w:rPr>
              <w:t>nad rámec maxima již nejsou hodnoceny)</w:t>
            </w:r>
          </w:p>
        </w:tc>
      </w:tr>
      <w:tr w:rsidR="00363A6E" w:rsidRPr="006142CD" w14:paraId="5B2EEC2C" w14:textId="77777777" w:rsidTr="00F357F0">
        <w:trPr>
          <w:trHeight w:val="20"/>
          <w:ins w:id="425" w:author="vyznačené změny" w:date="2024-06-10T14:58:00Z" w16du:dateUtc="2024-06-10T12:58:00Z"/>
        </w:trPr>
        <w:tc>
          <w:tcPr>
            <w:tcW w:w="1980" w:type="dxa"/>
            <w:tcBorders>
              <w:top w:val="single" w:sz="4" w:space="0" w:color="auto"/>
              <w:left w:val="single" w:sz="4" w:space="0" w:color="auto"/>
              <w:bottom w:val="single" w:sz="4" w:space="0" w:color="auto"/>
              <w:right w:val="single" w:sz="4" w:space="0" w:color="auto"/>
            </w:tcBorders>
            <w:vAlign w:val="center"/>
          </w:tcPr>
          <w:p w14:paraId="49B0ADEA" w14:textId="3E0D8853" w:rsidR="00232E9A" w:rsidRDefault="00232E9A" w:rsidP="00F357F0">
            <w:pPr>
              <w:spacing w:after="0"/>
              <w:rPr>
                <w:ins w:id="426" w:author="vyznačené změny" w:date="2024-06-10T14:58:00Z" w16du:dateUtc="2024-06-10T12:58:00Z"/>
              </w:rPr>
            </w:pPr>
            <w:ins w:id="427" w:author="vyznačené změny" w:date="2024-06-10T14:58:00Z" w16du:dateUtc="2024-06-10T12:58:00Z">
              <w:r>
                <w:t>Manažer realizačního týmu</w:t>
              </w:r>
            </w:ins>
          </w:p>
          <w:p w14:paraId="1A0CC233" w14:textId="77777777" w:rsidR="00232E9A" w:rsidRDefault="00232E9A" w:rsidP="00F357F0">
            <w:pPr>
              <w:spacing w:after="0"/>
              <w:rPr>
                <w:ins w:id="428" w:author="vyznačené změny" w:date="2024-06-10T14:58:00Z" w16du:dateUtc="2024-06-10T12:58:00Z"/>
              </w:rPr>
            </w:pPr>
            <w:ins w:id="429" w:author="vyznačené změny" w:date="2024-06-10T14:58:00Z" w16du:dateUtc="2024-06-10T12:58:00Z">
              <w:r>
                <w:t>nebo</w:t>
              </w:r>
            </w:ins>
          </w:p>
          <w:p w14:paraId="184B6DA9" w14:textId="294B9ED3" w:rsidR="00232E9A" w:rsidRDefault="00232E9A" w:rsidP="00F357F0">
            <w:pPr>
              <w:spacing w:after="0"/>
              <w:rPr>
                <w:ins w:id="430" w:author="vyznačené změny" w:date="2024-06-10T14:58:00Z" w16du:dateUtc="2024-06-10T12:58:00Z"/>
              </w:rPr>
            </w:pPr>
            <w:ins w:id="431" w:author="vyznačené změny" w:date="2024-06-10T14:58:00Z" w16du:dateUtc="2024-06-10T12:58:00Z">
              <w:r>
                <w:t xml:space="preserve">Specialista na inženýrskou geologii </w:t>
              </w:r>
            </w:ins>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20BAB274" w14:textId="40ACEE32" w:rsidR="00232E9A" w:rsidRPr="00AD3B02" w:rsidRDefault="00232E9A" w:rsidP="00F357F0">
            <w:pPr>
              <w:spacing w:after="0"/>
              <w:rPr>
                <w:ins w:id="432" w:author="vyznačené změny" w:date="2024-06-10T14:58:00Z" w16du:dateUtc="2024-06-10T12:58:00Z"/>
                <w:rFonts w:cs="Arial"/>
                <w:bCs/>
                <w:highlight w:val="green"/>
              </w:rPr>
            </w:pPr>
            <w:ins w:id="433" w:author="vyznačené změny" w:date="2024-06-10T14:58:00Z" w16du:dateUtc="2024-06-10T12:58:00Z">
              <w:r>
                <w:t xml:space="preserve">Zkušenost nad rámec kvalifikace s prováděním inženýrsko-geologického anebo geotechnického průzkumu v horninovém prostředí </w:t>
              </w:r>
              <w:r w:rsidRPr="003D7B99">
                <w:t xml:space="preserve">krystalinika </w:t>
              </w:r>
              <w:r>
                <w:t>zahrnující jádrové vrtání v</w:t>
              </w:r>
              <w:r w:rsidR="00363A6E">
                <w:t> </w:t>
              </w:r>
              <w:r>
                <w:t>délce</w:t>
              </w:r>
              <w:r w:rsidR="00363A6E">
                <w:t xml:space="preserve"> vrtu</w:t>
              </w:r>
              <w:r>
                <w:t xml:space="preserve"> min. 250 m</w:t>
              </w:r>
            </w:ins>
          </w:p>
        </w:tc>
        <w:tc>
          <w:tcPr>
            <w:tcW w:w="1312" w:type="dxa"/>
            <w:tcBorders>
              <w:top w:val="single" w:sz="4" w:space="0" w:color="auto"/>
              <w:left w:val="nil"/>
              <w:bottom w:val="single" w:sz="4" w:space="0" w:color="auto"/>
              <w:right w:val="single" w:sz="4" w:space="0" w:color="auto"/>
            </w:tcBorders>
            <w:shd w:val="clear" w:color="auto" w:fill="auto"/>
            <w:vAlign w:val="center"/>
          </w:tcPr>
          <w:p w14:paraId="355CDF9D" w14:textId="77777777" w:rsidR="00232E9A" w:rsidRPr="002934E7" w:rsidRDefault="00232E9A" w:rsidP="00F357F0">
            <w:pPr>
              <w:spacing w:after="0"/>
              <w:rPr>
                <w:ins w:id="434" w:author="vyznačené změny" w:date="2024-06-10T14:58:00Z" w16du:dateUtc="2024-06-10T12:58:00Z"/>
                <w:rFonts w:cs="Arial"/>
                <w:bCs/>
              </w:rPr>
            </w:pPr>
            <w:ins w:id="435" w:author="vyznačené změny" w:date="2024-06-10T14:58:00Z" w16du:dateUtc="2024-06-10T12:58:00Z">
              <w:r w:rsidRPr="002934E7">
                <w:rPr>
                  <w:rFonts w:cs="Arial"/>
                  <w:bCs/>
                </w:rPr>
                <w:t xml:space="preserve">10 </w:t>
              </w:r>
              <w:r>
                <w:rPr>
                  <w:rFonts w:cs="Arial"/>
                  <w:bCs/>
                </w:rPr>
                <w:t xml:space="preserve">bodů </w:t>
              </w:r>
              <w:r w:rsidRPr="002934E7">
                <w:rPr>
                  <w:rFonts w:cs="Arial"/>
                  <w:bCs/>
                </w:rPr>
                <w:t xml:space="preserve">za každou </w:t>
              </w:r>
              <w:r>
                <w:rPr>
                  <w:rFonts w:cs="Arial"/>
                  <w:bCs/>
                </w:rPr>
                <w:t xml:space="preserve">zakázku, se kterou bude doložena zkušenost </w:t>
              </w:r>
            </w:ins>
          </w:p>
        </w:tc>
        <w:tc>
          <w:tcPr>
            <w:tcW w:w="1893" w:type="dxa"/>
            <w:tcBorders>
              <w:top w:val="single" w:sz="4" w:space="0" w:color="auto"/>
              <w:left w:val="nil"/>
              <w:bottom w:val="single" w:sz="4" w:space="0" w:color="auto"/>
              <w:right w:val="single" w:sz="4" w:space="0" w:color="auto"/>
            </w:tcBorders>
            <w:shd w:val="clear" w:color="auto" w:fill="auto"/>
            <w:vAlign w:val="center"/>
            <w:hideMark/>
          </w:tcPr>
          <w:p w14:paraId="46FB4AD9" w14:textId="77777777" w:rsidR="00232E9A" w:rsidRPr="002934E7" w:rsidRDefault="00232E9A" w:rsidP="00F357F0">
            <w:pPr>
              <w:spacing w:after="0"/>
              <w:rPr>
                <w:ins w:id="436" w:author="vyznačené změny" w:date="2024-06-10T14:58:00Z" w16du:dateUtc="2024-06-10T12:58:00Z"/>
                <w:rFonts w:cs="Arial"/>
                <w:bCs/>
              </w:rPr>
            </w:pPr>
            <w:ins w:id="437" w:author="vyznačené změny" w:date="2024-06-10T14:58:00Z" w16du:dateUtc="2024-06-10T12:58:00Z">
              <w:r>
                <w:rPr>
                  <w:rFonts w:cs="Arial"/>
                  <w:bCs/>
                </w:rPr>
                <w:t>10</w:t>
              </w:r>
            </w:ins>
          </w:p>
        </w:tc>
      </w:tr>
      <w:tr w:rsidR="00363A6E" w:rsidRPr="006142CD" w14:paraId="01C3BE82" w14:textId="77777777" w:rsidTr="00F357F0">
        <w:trPr>
          <w:trHeight w:val="20"/>
          <w:ins w:id="438" w:author="vyznačené změny" w:date="2024-06-10T14:58:00Z" w16du:dateUtc="2024-06-10T12:58:00Z"/>
        </w:trPr>
        <w:tc>
          <w:tcPr>
            <w:tcW w:w="1980" w:type="dxa"/>
            <w:tcBorders>
              <w:top w:val="single" w:sz="4" w:space="0" w:color="auto"/>
              <w:left w:val="single" w:sz="4" w:space="0" w:color="auto"/>
              <w:bottom w:val="single" w:sz="4" w:space="0" w:color="auto"/>
              <w:right w:val="single" w:sz="4" w:space="0" w:color="auto"/>
            </w:tcBorders>
            <w:vAlign w:val="center"/>
          </w:tcPr>
          <w:p w14:paraId="68C63BA3" w14:textId="3CEB68EE" w:rsidR="00281E1B" w:rsidRDefault="00281E1B" w:rsidP="00F357F0">
            <w:pPr>
              <w:spacing w:after="0"/>
              <w:rPr>
                <w:ins w:id="439" w:author="vyznačené změny" w:date="2024-06-10T14:58:00Z" w16du:dateUtc="2024-06-10T12:58:00Z"/>
              </w:rPr>
            </w:pPr>
            <w:ins w:id="440" w:author="vyznačené změny" w:date="2024-06-10T14:58:00Z" w16du:dateUtc="2024-06-10T12:58:00Z">
              <w:r>
                <w:t>Manažer realizačního týmu</w:t>
              </w:r>
            </w:ins>
          </w:p>
          <w:p w14:paraId="17EABAB4" w14:textId="77777777" w:rsidR="00281E1B" w:rsidRDefault="00281E1B" w:rsidP="00F357F0">
            <w:pPr>
              <w:spacing w:after="0"/>
              <w:rPr>
                <w:ins w:id="441" w:author="vyznačené změny" w:date="2024-06-10T14:58:00Z" w16du:dateUtc="2024-06-10T12:58:00Z"/>
              </w:rPr>
            </w:pPr>
            <w:ins w:id="442" w:author="vyznačené změny" w:date="2024-06-10T14:58:00Z" w16du:dateUtc="2024-06-10T12:58:00Z">
              <w:r>
                <w:t>nebo</w:t>
              </w:r>
            </w:ins>
          </w:p>
          <w:p w14:paraId="1F93F19A" w14:textId="2CE96C56" w:rsidR="00232E9A" w:rsidRDefault="00281E1B" w:rsidP="00F357F0">
            <w:pPr>
              <w:spacing w:after="0"/>
              <w:rPr>
                <w:ins w:id="443" w:author="vyznačené změny" w:date="2024-06-10T14:58:00Z" w16du:dateUtc="2024-06-10T12:58:00Z"/>
              </w:rPr>
            </w:pPr>
            <w:ins w:id="444" w:author="vyznačené změny" w:date="2024-06-10T14:58:00Z" w16du:dateUtc="2024-06-10T12:58:00Z">
              <w:r>
                <w:t xml:space="preserve">Specialista na inženýrskou geologii </w:t>
              </w:r>
            </w:ins>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09A85F11" w14:textId="29C03934" w:rsidR="00232E9A" w:rsidRDefault="00281E1B" w:rsidP="00F357F0">
            <w:pPr>
              <w:spacing w:after="0"/>
              <w:rPr>
                <w:ins w:id="445" w:author="vyznačené změny" w:date="2024-06-10T14:58:00Z" w16du:dateUtc="2024-06-10T12:58:00Z"/>
              </w:rPr>
            </w:pPr>
            <w:ins w:id="446" w:author="vyznačené změny" w:date="2024-06-10T14:58:00Z" w16du:dateUtc="2024-06-10T12:58:00Z">
              <w:r>
                <w:t xml:space="preserve">Zkušenost nad rámec kvalifikace s prováděním inženýrsko-geologického anebo geotechnického průzkumu v horninovém prostředí </w:t>
              </w:r>
              <w:r w:rsidRPr="00281E1B">
                <w:t xml:space="preserve">pánevních sedimentů </w:t>
              </w:r>
              <w:r>
                <w:t xml:space="preserve">zahrnující jádrové vrtání v délce </w:t>
              </w:r>
              <w:r w:rsidR="00363A6E">
                <w:t xml:space="preserve">vrtu </w:t>
              </w:r>
              <w:r>
                <w:t>min. 75 m</w:t>
              </w:r>
            </w:ins>
          </w:p>
        </w:tc>
        <w:tc>
          <w:tcPr>
            <w:tcW w:w="1312" w:type="dxa"/>
            <w:tcBorders>
              <w:top w:val="single" w:sz="4" w:space="0" w:color="auto"/>
              <w:left w:val="nil"/>
              <w:bottom w:val="single" w:sz="4" w:space="0" w:color="auto"/>
              <w:right w:val="single" w:sz="4" w:space="0" w:color="auto"/>
            </w:tcBorders>
            <w:shd w:val="clear" w:color="auto" w:fill="auto"/>
            <w:vAlign w:val="center"/>
          </w:tcPr>
          <w:p w14:paraId="1B53B28B" w14:textId="298C137B" w:rsidR="00232E9A" w:rsidRPr="002934E7" w:rsidRDefault="00281E1B" w:rsidP="00F357F0">
            <w:pPr>
              <w:spacing w:after="0"/>
              <w:rPr>
                <w:ins w:id="447" w:author="vyznačené změny" w:date="2024-06-10T14:58:00Z" w16du:dateUtc="2024-06-10T12:58:00Z"/>
                <w:rFonts w:cs="Arial"/>
                <w:bCs/>
              </w:rPr>
            </w:pPr>
            <w:ins w:id="448" w:author="vyznačené změny" w:date="2024-06-10T14:58:00Z" w16du:dateUtc="2024-06-10T12:58:00Z">
              <w:r w:rsidRPr="002934E7">
                <w:rPr>
                  <w:rFonts w:cs="Arial"/>
                  <w:bCs/>
                </w:rPr>
                <w:t xml:space="preserve">10 </w:t>
              </w:r>
              <w:r>
                <w:rPr>
                  <w:rFonts w:cs="Arial"/>
                  <w:bCs/>
                </w:rPr>
                <w:t xml:space="preserve">bodů </w:t>
              </w:r>
              <w:r w:rsidRPr="002934E7">
                <w:rPr>
                  <w:rFonts w:cs="Arial"/>
                  <w:bCs/>
                </w:rPr>
                <w:t xml:space="preserve">za každou </w:t>
              </w:r>
              <w:r>
                <w:rPr>
                  <w:rFonts w:cs="Arial"/>
                  <w:bCs/>
                </w:rPr>
                <w:t>zakázku, se kterou bude doložena zkušenost</w:t>
              </w:r>
            </w:ins>
          </w:p>
        </w:tc>
        <w:tc>
          <w:tcPr>
            <w:tcW w:w="1893" w:type="dxa"/>
            <w:tcBorders>
              <w:top w:val="single" w:sz="4" w:space="0" w:color="auto"/>
              <w:left w:val="nil"/>
              <w:bottom w:val="single" w:sz="4" w:space="0" w:color="auto"/>
              <w:right w:val="single" w:sz="4" w:space="0" w:color="auto"/>
            </w:tcBorders>
            <w:shd w:val="clear" w:color="auto" w:fill="auto"/>
            <w:vAlign w:val="center"/>
          </w:tcPr>
          <w:p w14:paraId="74F54E24" w14:textId="648A9EC2" w:rsidR="00232E9A" w:rsidDel="00D63310" w:rsidRDefault="00281E1B" w:rsidP="00F357F0">
            <w:pPr>
              <w:spacing w:after="0"/>
              <w:rPr>
                <w:ins w:id="449" w:author="vyznačené změny" w:date="2024-06-10T14:58:00Z" w16du:dateUtc="2024-06-10T12:58:00Z"/>
                <w:rFonts w:cs="Arial"/>
                <w:bCs/>
              </w:rPr>
            </w:pPr>
            <w:ins w:id="450" w:author="vyznačené změny" w:date="2024-06-10T14:58:00Z" w16du:dateUtc="2024-06-10T12:58:00Z">
              <w:r>
                <w:rPr>
                  <w:rFonts w:cs="Arial"/>
                  <w:bCs/>
                </w:rPr>
                <w:t>10</w:t>
              </w:r>
            </w:ins>
          </w:p>
        </w:tc>
      </w:tr>
      <w:tr w:rsidR="00416F03" w:rsidRPr="006142CD" w14:paraId="7B747228" w14:textId="77777777" w:rsidTr="00F357F0">
        <w:trPr>
          <w:trHeight w:val="20"/>
        </w:trPr>
        <w:tc>
          <w:tcPr>
            <w:tcW w:w="1980" w:type="dxa"/>
            <w:tcBorders>
              <w:top w:val="single" w:sz="4" w:space="0" w:color="auto"/>
              <w:left w:val="single" w:sz="4" w:space="0" w:color="auto"/>
              <w:bottom w:val="single" w:sz="4" w:space="0" w:color="auto"/>
              <w:right w:val="single" w:sz="4" w:space="0" w:color="auto"/>
            </w:tcBorders>
            <w:vAlign w:val="center"/>
            <w:cellIns w:id="451" w:author="vyznačené změny" w:date="2024-06-10T14:58:00Z"/>
          </w:tcPr>
          <w:p w14:paraId="39ACD352" w14:textId="7782A47D" w:rsidR="00584144" w:rsidRDefault="00584144" w:rsidP="00F357F0">
            <w:pPr>
              <w:spacing w:after="0"/>
            </w:pPr>
            <w:ins w:id="452" w:author="vyznačené změny" w:date="2024-06-10T14:58:00Z" w16du:dateUtc="2024-06-10T12:58:00Z">
              <w:r>
                <w:t xml:space="preserve">Manažer realizačního týmu </w:t>
              </w:r>
            </w:ins>
          </w:p>
        </w:tc>
        <w:tc>
          <w:tcPr>
            <w:tcW w:w="3507" w:type="dxa"/>
            <w:tcBorders>
              <w:top w:val="single" w:sz="4" w:space="0" w:color="auto"/>
              <w:left w:val="single" w:sz="4" w:space="0" w:color="auto"/>
              <w:bottom w:val="single" w:sz="4" w:space="0" w:color="auto"/>
              <w:right w:val="single" w:sz="4" w:space="0" w:color="auto"/>
            </w:tcBorders>
            <w:shd w:val="clear" w:color="auto" w:fill="auto"/>
            <w:vAlign w:val="center"/>
          </w:tcPr>
          <w:p w14:paraId="7519BE3B" w14:textId="77777777" w:rsidR="004550AD" w:rsidRDefault="004550AD" w:rsidP="003570FB">
            <w:pPr>
              <w:jc w:val="both"/>
              <w:rPr>
                <w:del w:id="453" w:author="vyznačené změny" w:date="2024-06-10T14:58:00Z" w16du:dateUtc="2024-06-10T12:58:00Z"/>
              </w:rPr>
            </w:pPr>
          </w:p>
          <w:p w14:paraId="77A3D2FE" w14:textId="77777777" w:rsidR="004550AD" w:rsidRDefault="004550AD" w:rsidP="001853C2">
            <w:pPr>
              <w:jc w:val="both"/>
              <w:rPr>
                <w:del w:id="454" w:author="vyznačené změny" w:date="2024-06-10T14:58:00Z" w16du:dateUtc="2024-06-10T12:58:00Z"/>
              </w:rPr>
            </w:pPr>
            <w:del w:id="455" w:author="vyznačené změny" w:date="2024-06-10T14:58:00Z" w16du:dateUtc="2024-06-10T12:58:00Z">
              <w:r w:rsidRPr="009431D0">
                <w:delText xml:space="preserve">Realizace </w:delText>
              </w:r>
              <w:r>
                <w:delText>jádrového vrtu/</w:delText>
              </w:r>
              <w:r w:rsidRPr="009431D0">
                <w:delText xml:space="preserve">jádrových vrtů </w:delText>
              </w:r>
              <w:r w:rsidRPr="009431D0">
                <w:rPr>
                  <w:b/>
                </w:rPr>
                <w:delText xml:space="preserve">s odběrem jádra </w:delText>
              </w:r>
              <w:r w:rsidRPr="00121926">
                <w:rPr>
                  <w:b/>
                </w:rPr>
                <w:delText>minimálně D</w:delText>
              </w:r>
              <w:r w:rsidRPr="009431D0">
                <w:rPr>
                  <w:b/>
                </w:rPr>
                <w:delText xml:space="preserve">N 100 mm </w:delText>
              </w:r>
              <w:r>
                <w:rPr>
                  <w:b/>
                </w:rPr>
                <w:delText xml:space="preserve"> </w:delText>
              </w:r>
              <w:r w:rsidRPr="009431D0">
                <w:rPr>
                  <w:b/>
                </w:rPr>
                <w:delText>s minimální hloubkou vrtu 100 m</w:delText>
              </w:r>
              <w:r w:rsidRPr="009431D0">
                <w:delText xml:space="preserve"> v rámci </w:delText>
              </w:r>
              <w:r>
                <w:delText xml:space="preserve">referenční zakázky </w:delText>
              </w:r>
              <w:r w:rsidRPr="009431D0">
                <w:delText xml:space="preserve">poskytnuté dodavatelem </w:delText>
              </w:r>
              <w:r w:rsidRPr="009431D0">
                <w:rPr>
                  <w:b/>
                </w:rPr>
                <w:delText>v posledních 10 letech</w:delText>
              </w:r>
              <w:r w:rsidRPr="009431D0">
                <w:delText xml:space="preserve"> před zahájením zadávacího řízení.</w:delText>
              </w:r>
            </w:del>
          </w:p>
          <w:p w14:paraId="3633BECA" w14:textId="62E25A53" w:rsidR="00584144" w:rsidRDefault="004550AD" w:rsidP="00F357F0">
            <w:pPr>
              <w:spacing w:after="0"/>
              <w:rPr>
                <w:rPrChange w:id="456" w:author="vyznačené změny" w:date="2024-06-10T14:58:00Z" w16du:dateUtc="2024-06-10T12:58:00Z">
                  <w:rPr>
                    <w:highlight w:val="green"/>
                  </w:rPr>
                </w:rPrChange>
              </w:rPr>
              <w:pPrChange w:id="457" w:author="vyznačené změny" w:date="2024-06-10T14:58:00Z" w16du:dateUtc="2024-06-10T12:58:00Z">
                <w:pPr>
                  <w:jc w:val="both"/>
                </w:pPr>
              </w:pPrChange>
            </w:pPr>
            <w:del w:id="458" w:author="vyznačené změny" w:date="2024-06-10T14:58:00Z" w16du:dateUtc="2024-06-10T12:58:00Z">
              <w:r>
                <w:delText xml:space="preserve">Referenční zakázka </w:delText>
              </w:r>
              <w:r w:rsidRPr="00B057D3">
                <w:rPr>
                  <w:b/>
                </w:rPr>
                <w:delText>musí být realizována dodavatelem</w:delText>
              </w:r>
              <w:r>
                <w:delText xml:space="preserve"> a nelze ji doložit prostřednictvím poddodavatele.</w:delText>
              </w:r>
            </w:del>
            <w:ins w:id="459" w:author="vyznačené změny" w:date="2024-06-10T14:58:00Z" w16du:dateUtc="2024-06-10T12:58:00Z">
              <w:r w:rsidR="00A171BF" w:rsidRPr="00A171BF">
                <w:t xml:space="preserve">Zkušenost nad rámec kvalifikace </w:t>
              </w:r>
              <w:r w:rsidR="00A171BF">
                <w:t>s</w:t>
              </w:r>
              <w:r w:rsidR="00A171BF" w:rsidRPr="00A171BF">
                <w:t xml:space="preserve"> provádění</w:t>
              </w:r>
              <w:r w:rsidR="00A171BF">
                <w:t>m</w:t>
              </w:r>
              <w:r w:rsidR="00A171BF" w:rsidRPr="00A171BF">
                <w:t xml:space="preserve"> inženýrsko-geologického anebo geotechnického průzkumu ve funkci vedoucího týmu (odpovědný hlavní projektový manažer nebo obdobné) po dobu alespoň 6 měsíců s hodnotou inženýrsko-geologického anebo geotechnického průzkumu v min. 10 mil. Kč bez DPH (uvedená částka se vztahuje k hodnotě inženýrsko-geologického anebo geotechnického průzkumu, nikoli k hodnotě zakázky jako celku, pokud bylo předmětem zakázky více činností)</w:t>
              </w:r>
            </w:ins>
          </w:p>
        </w:tc>
        <w:tc>
          <w:tcPr>
            <w:tcW w:w="1312" w:type="dxa"/>
            <w:tcBorders>
              <w:top w:val="single" w:sz="4" w:space="0" w:color="auto"/>
              <w:left w:val="nil"/>
              <w:bottom w:val="single" w:sz="4" w:space="0" w:color="auto"/>
              <w:right w:val="single" w:sz="4" w:space="0" w:color="auto"/>
            </w:tcBorders>
            <w:shd w:val="clear" w:color="auto" w:fill="auto"/>
            <w:vAlign w:val="center"/>
          </w:tcPr>
          <w:p w14:paraId="20B00C54" w14:textId="77777777" w:rsidR="004550AD" w:rsidRDefault="004550AD" w:rsidP="00631EAA">
            <w:pPr>
              <w:rPr>
                <w:del w:id="460" w:author="vyznačené změny" w:date="2024-06-10T14:58:00Z" w16du:dateUtc="2024-06-10T12:58:00Z"/>
                <w:rFonts w:cs="Arial"/>
                <w:bCs/>
              </w:rPr>
            </w:pPr>
          </w:p>
          <w:p w14:paraId="7A2B2897" w14:textId="4D841978" w:rsidR="00584144" w:rsidRPr="002934E7" w:rsidRDefault="00584144" w:rsidP="00F357F0">
            <w:pPr>
              <w:spacing w:after="0"/>
              <w:rPr>
                <w:rFonts w:cs="Arial"/>
                <w:bCs/>
              </w:rPr>
              <w:pPrChange w:id="461" w:author="vyznačené změny" w:date="2024-06-10T14:58:00Z" w16du:dateUtc="2024-06-10T12:58:00Z">
                <w:pPr/>
              </w:pPrChange>
            </w:pPr>
            <w:r w:rsidRPr="002934E7">
              <w:rPr>
                <w:rFonts w:cs="Arial"/>
                <w:bCs/>
              </w:rPr>
              <w:t xml:space="preserve">10 </w:t>
            </w:r>
            <w:r>
              <w:rPr>
                <w:rFonts w:cs="Arial"/>
                <w:bCs/>
              </w:rPr>
              <w:t xml:space="preserve">bodů </w:t>
            </w:r>
            <w:r w:rsidRPr="002934E7">
              <w:rPr>
                <w:rFonts w:cs="Arial"/>
                <w:bCs/>
              </w:rPr>
              <w:t xml:space="preserve">za každou </w:t>
            </w:r>
            <w:del w:id="462" w:author="vyznačené změny" w:date="2024-06-10T14:58:00Z" w16du:dateUtc="2024-06-10T12:58:00Z">
              <w:r w:rsidR="004550AD">
                <w:rPr>
                  <w:rFonts w:cs="Arial"/>
                  <w:bCs/>
                </w:rPr>
                <w:delText xml:space="preserve">referenční </w:delText>
              </w:r>
            </w:del>
            <w:r>
              <w:rPr>
                <w:rFonts w:cs="Arial"/>
                <w:bCs/>
              </w:rPr>
              <w:t>zakázku</w:t>
            </w:r>
            <w:del w:id="463" w:author="vyznačené změny" w:date="2024-06-10T14:58:00Z" w16du:dateUtc="2024-06-10T12:58:00Z">
              <w:r w:rsidR="004550AD">
                <w:rPr>
                  <w:rFonts w:cs="Arial"/>
                  <w:bCs/>
                </w:rPr>
                <w:delText xml:space="preserve"> </w:delText>
              </w:r>
              <w:r w:rsidR="004550AD" w:rsidRPr="002934E7">
                <w:rPr>
                  <w:rFonts w:cs="Arial"/>
                  <w:bCs/>
                </w:rPr>
                <w:delText xml:space="preserve">realizovanou dodavatelem </w:delText>
              </w:r>
            </w:del>
            <w:ins w:id="464" w:author="vyznačené změny" w:date="2024-06-10T14:58:00Z" w16du:dateUtc="2024-06-10T12:58:00Z">
              <w:r>
                <w:rPr>
                  <w:rFonts w:cs="Arial"/>
                  <w:bCs/>
                </w:rPr>
                <w:t>, se kterou bude doložena zkušenost</w:t>
              </w:r>
            </w:ins>
          </w:p>
        </w:tc>
        <w:tc>
          <w:tcPr>
            <w:tcW w:w="1893" w:type="dxa"/>
            <w:tcBorders>
              <w:top w:val="single" w:sz="4" w:space="0" w:color="auto"/>
              <w:left w:val="nil"/>
              <w:bottom w:val="single" w:sz="4" w:space="0" w:color="auto"/>
              <w:right w:val="single" w:sz="4" w:space="0" w:color="auto"/>
            </w:tcBorders>
            <w:shd w:val="clear" w:color="auto" w:fill="auto"/>
            <w:vAlign w:val="center"/>
          </w:tcPr>
          <w:p w14:paraId="5FD1E3C3" w14:textId="77777777" w:rsidR="004550AD" w:rsidRDefault="004550AD" w:rsidP="00D148BC">
            <w:pPr>
              <w:rPr>
                <w:del w:id="465" w:author="vyznačené změny" w:date="2024-06-10T14:58:00Z" w16du:dateUtc="2024-06-10T12:58:00Z"/>
                <w:rFonts w:cs="Arial"/>
                <w:bCs/>
              </w:rPr>
            </w:pPr>
          </w:p>
          <w:p w14:paraId="64C1278F" w14:textId="121BA182" w:rsidR="00584144" w:rsidDel="00D63310" w:rsidRDefault="004550AD" w:rsidP="00F357F0">
            <w:pPr>
              <w:spacing w:after="0"/>
              <w:rPr>
                <w:rFonts w:cs="Arial"/>
                <w:bCs/>
              </w:rPr>
              <w:pPrChange w:id="466" w:author="vyznačené změny" w:date="2024-06-10T14:58:00Z" w16du:dateUtc="2024-06-10T12:58:00Z">
                <w:pPr/>
              </w:pPrChange>
            </w:pPr>
            <w:del w:id="467" w:author="vyznačené změny" w:date="2024-06-10T14:58:00Z" w16du:dateUtc="2024-06-10T12:58:00Z">
              <w:r>
                <w:rPr>
                  <w:rFonts w:cs="Arial"/>
                  <w:bCs/>
                </w:rPr>
                <w:delText xml:space="preserve">   </w:delText>
              </w:r>
              <w:r w:rsidR="00594EA6">
                <w:rPr>
                  <w:rFonts w:cs="Arial"/>
                  <w:bCs/>
                </w:rPr>
                <w:delText>4</w:delText>
              </w:r>
              <w:r>
                <w:rPr>
                  <w:rFonts w:cs="Arial"/>
                  <w:bCs/>
                </w:rPr>
                <w:delText>0</w:delText>
              </w:r>
            </w:del>
            <w:ins w:id="468" w:author="vyznačené změny" w:date="2024-06-10T14:58:00Z" w16du:dateUtc="2024-06-10T12:58:00Z">
              <w:r w:rsidR="00A171BF">
                <w:rPr>
                  <w:rFonts w:cs="Arial"/>
                  <w:bCs/>
                </w:rPr>
                <w:t>2</w:t>
              </w:r>
              <w:r w:rsidR="00584144">
                <w:rPr>
                  <w:rFonts w:cs="Arial"/>
                  <w:bCs/>
                </w:rPr>
                <w:t>0</w:t>
              </w:r>
            </w:ins>
          </w:p>
        </w:tc>
      </w:tr>
    </w:tbl>
    <w:p w14:paraId="2758685F" w14:textId="77777777" w:rsidR="00B77110" w:rsidRPr="006142CD" w:rsidRDefault="00B77110" w:rsidP="00B77110">
      <w:pPr>
        <w:pStyle w:val="Odstavecseseznamem"/>
        <w:ind w:left="1418"/>
        <w:jc w:val="both"/>
        <w:rPr>
          <w:rFonts w:ascii="Calibri" w:hAnsi="Calibri" w:cs="Calibri"/>
          <w:color w:val="FF0000"/>
          <w:sz w:val="20"/>
          <w:szCs w:val="20"/>
        </w:rPr>
      </w:pPr>
    </w:p>
    <w:p w14:paraId="0D563176" w14:textId="490FC0C2" w:rsidR="00A80B49" w:rsidRPr="00B057D3" w:rsidRDefault="00A80B49" w:rsidP="00A80B49">
      <w:pPr>
        <w:pStyle w:val="Text1-1"/>
        <w:numPr>
          <w:ilvl w:val="0"/>
          <w:numId w:val="0"/>
        </w:numPr>
        <w:ind w:left="737"/>
      </w:pPr>
      <w:r w:rsidRPr="00B057D3">
        <w:t>Pokud není v tomto článku specificky uvedeno jinak, platí definice pojmů a pravidla uvedená v čl. 8.</w:t>
      </w:r>
      <w:del w:id="469" w:author="vyznačené změny" w:date="2024-06-10T14:58:00Z" w16du:dateUtc="2024-06-10T12:58:00Z">
        <w:r w:rsidR="000843C3" w:rsidRPr="00B057D3">
          <w:delText>4</w:delText>
        </w:r>
      </w:del>
      <w:ins w:id="470" w:author="vyznačené změny" w:date="2024-06-10T14:58:00Z" w16du:dateUtc="2024-06-10T12:58:00Z">
        <w:r w:rsidR="0044473C">
          <w:t>5</w:t>
        </w:r>
      </w:ins>
      <w:r w:rsidR="007E6B85" w:rsidRPr="00B057D3">
        <w:t xml:space="preserve"> </w:t>
      </w:r>
      <w:r w:rsidRPr="00B057D3">
        <w:t>těchto Pokynů.</w:t>
      </w:r>
    </w:p>
    <w:p w14:paraId="1E964451" w14:textId="1304BB2A" w:rsidR="002D2C3D" w:rsidRDefault="002D2C3D" w:rsidP="00B77110">
      <w:pPr>
        <w:pStyle w:val="Text1-1"/>
        <w:numPr>
          <w:ilvl w:val="0"/>
          <w:numId w:val="0"/>
        </w:numPr>
        <w:ind w:left="737"/>
        <w:rPr>
          <w:ins w:id="471" w:author="vyznačené změny" w:date="2024-06-10T14:58:00Z" w16du:dateUtc="2024-06-10T12:58:00Z"/>
          <w:bCs/>
        </w:rPr>
      </w:pPr>
      <w:ins w:id="472" w:author="vyznačené změny" w:date="2024-06-10T14:58:00Z" w16du:dateUtc="2024-06-10T12:58:00Z">
        <w:r w:rsidRPr="002D2C3D">
          <w:rPr>
            <w:bCs/>
          </w:rPr>
          <w:t xml:space="preserve">Dodavatel může u každé funkce člena </w:t>
        </w:r>
        <w:r>
          <w:rPr>
            <w:bCs/>
          </w:rPr>
          <w:t>realizačního týmu</w:t>
        </w:r>
        <w:r w:rsidRPr="002D2C3D">
          <w:rPr>
            <w:bCs/>
          </w:rPr>
          <w:t xml:space="preserve"> určit pouze jednu osobu, kterou má být prokazována technická kvalifikace dle čl. 8.5 těchto Pokynů. Tato osoba bude u vybraných (výše v tabulce uvedených) členů </w:t>
        </w:r>
        <w:r>
          <w:rPr>
            <w:bCs/>
          </w:rPr>
          <w:t xml:space="preserve">realizačního týmu </w:t>
        </w:r>
        <w:r w:rsidRPr="002D2C3D">
          <w:rPr>
            <w:bCs/>
          </w:rPr>
          <w:t xml:space="preserve">současně i hodnocena (s výjimkou případu uvedeného níže, kdy dodavatel určil jednu fyzickou osobu pro více funkcí člena odborného personálu). Pokud by však dodavatel u těchto vybraných (výše v tabulce uvedených) osob, jež mají být hodnoceny, přesto určil pro funkci člena </w:t>
        </w:r>
        <w:r>
          <w:rPr>
            <w:bCs/>
          </w:rPr>
          <w:t xml:space="preserve">realizačního týmu </w:t>
        </w:r>
        <w:r w:rsidRPr="002D2C3D">
          <w:rPr>
            <w:bCs/>
          </w:rPr>
          <w:t xml:space="preserve">za účelem prokázání splnění technické kvalifikace dle čl. 8.5 těchto Pokynů více než jednu osobu, nebude nabídka dodavatele ve vztahu k žádné z těchto konkrétních osob navržených na danou funkci v rámci hodnotícího kritéria </w:t>
        </w:r>
        <w:r>
          <w:rPr>
            <w:bCs/>
          </w:rPr>
          <w:t xml:space="preserve">Zkušenosti členů realizačního týmu </w:t>
        </w:r>
        <w:r w:rsidRPr="002D2C3D">
          <w:rPr>
            <w:bCs/>
          </w:rPr>
          <w:t xml:space="preserve">hodnocena (resp. dostane 0 bodů). </w:t>
        </w:r>
      </w:ins>
    </w:p>
    <w:p w14:paraId="472013BE" w14:textId="6409B29D" w:rsidR="002D2C3D" w:rsidRPr="002D2C3D" w:rsidRDefault="002D2C3D" w:rsidP="00B77110">
      <w:pPr>
        <w:pStyle w:val="Text1-1"/>
        <w:numPr>
          <w:ilvl w:val="0"/>
          <w:numId w:val="0"/>
        </w:numPr>
        <w:ind w:left="737"/>
        <w:rPr>
          <w:ins w:id="473" w:author="vyznačené změny" w:date="2024-06-10T14:58:00Z" w16du:dateUtc="2024-06-10T12:58:00Z"/>
          <w:bCs/>
        </w:rPr>
      </w:pPr>
      <w:ins w:id="474" w:author="vyznačené změny" w:date="2024-06-10T14:58:00Z" w16du:dateUtc="2024-06-10T12:58:00Z">
        <w:r w:rsidRPr="002D2C3D">
          <w:rPr>
            <w:bCs/>
          </w:rPr>
          <w:t xml:space="preserve">Dodavatel je oprávněn svěřit jedné fyzické osobě výkon </w:t>
        </w:r>
        <w:r w:rsidR="00463BBB">
          <w:rPr>
            <w:bCs/>
          </w:rPr>
          <w:t>více</w:t>
        </w:r>
        <w:r w:rsidRPr="002D2C3D">
          <w:rPr>
            <w:bCs/>
          </w:rPr>
          <w:t xml:space="preserve"> funkcí člena </w:t>
        </w:r>
        <w:r w:rsidR="00463BBB">
          <w:rPr>
            <w:bCs/>
          </w:rPr>
          <w:t xml:space="preserve">realizačního týmu </w:t>
        </w:r>
        <w:r w:rsidRPr="002D2C3D">
          <w:rPr>
            <w:bCs/>
          </w:rPr>
          <w:t xml:space="preserve">a touto jednou fyzickou osobou prokazovat splnění kvalifikace ve vztahu k více funkcím člena </w:t>
        </w:r>
        <w:r w:rsidR="00463BBB">
          <w:rPr>
            <w:bCs/>
          </w:rPr>
          <w:t xml:space="preserve">realizačního týmu </w:t>
        </w:r>
        <w:r w:rsidRPr="002D2C3D">
          <w:rPr>
            <w:bCs/>
          </w:rPr>
          <w:t xml:space="preserve">za předpokladu, že tato osoba splňuje všechna kvalifikační kritéria požadovaná na výkon těchto funkcí. Určí-li dodavatel jednu fyzickou osobou pro více funkcí člena </w:t>
        </w:r>
        <w:r w:rsidR="00463BBB">
          <w:rPr>
            <w:bCs/>
          </w:rPr>
          <w:t>realizačního týmu</w:t>
        </w:r>
        <w:r w:rsidRPr="002D2C3D">
          <w:rPr>
            <w:bCs/>
          </w:rPr>
          <w:t xml:space="preserve">, může být tato osoba předmětem hodnocení </w:t>
        </w:r>
        <w:r w:rsidR="00463BBB">
          <w:rPr>
            <w:bCs/>
          </w:rPr>
          <w:t>u všech</w:t>
        </w:r>
        <w:r w:rsidRPr="002D2C3D">
          <w:rPr>
            <w:bCs/>
          </w:rPr>
          <w:t xml:space="preserve"> funkcí, kter</w:t>
        </w:r>
        <w:r w:rsidR="00463BBB">
          <w:rPr>
            <w:bCs/>
          </w:rPr>
          <w:t>é</w:t>
        </w:r>
        <w:r w:rsidRPr="002D2C3D">
          <w:rPr>
            <w:bCs/>
          </w:rPr>
          <w:t xml:space="preserve"> má zastávat.</w:t>
        </w:r>
      </w:ins>
    </w:p>
    <w:p w14:paraId="35706D88" w14:textId="401D3F02" w:rsidR="00B77110" w:rsidRPr="00B057D3" w:rsidRDefault="00B77110" w:rsidP="00B77110">
      <w:pPr>
        <w:pStyle w:val="Text1-1"/>
        <w:numPr>
          <w:ilvl w:val="0"/>
          <w:numId w:val="0"/>
        </w:numPr>
        <w:ind w:left="737"/>
      </w:pPr>
      <w:r w:rsidRPr="00B057D3">
        <w:rPr>
          <w:b/>
        </w:rPr>
        <w:t xml:space="preserve">Dodavatel </w:t>
      </w:r>
      <w:r w:rsidR="00132F84" w:rsidRPr="00B057D3">
        <w:rPr>
          <w:b/>
        </w:rPr>
        <w:t>ne</w:t>
      </w:r>
      <w:r w:rsidRPr="00B057D3">
        <w:rPr>
          <w:b/>
        </w:rPr>
        <w:t xml:space="preserve">může </w:t>
      </w:r>
      <w:r w:rsidR="00190E4F" w:rsidRPr="00B057D3">
        <w:rPr>
          <w:b/>
        </w:rPr>
        <w:t xml:space="preserve">doložit významnou službu </w:t>
      </w:r>
      <w:ins w:id="475" w:author="vyznačené změny" w:date="2024-06-10T14:58:00Z" w16du:dateUtc="2024-06-10T12:58:00Z">
        <w:r w:rsidR="00677556">
          <w:rPr>
            <w:b/>
          </w:rPr>
          <w:t xml:space="preserve">nebo zkušenost </w:t>
        </w:r>
      </w:ins>
      <w:r w:rsidR="00190E4F" w:rsidRPr="00B057D3">
        <w:rPr>
          <w:b/>
        </w:rPr>
        <w:t xml:space="preserve">pro účely kvalifikace, která </w:t>
      </w:r>
      <w:r w:rsidR="00DA33A5" w:rsidRPr="00B057D3">
        <w:rPr>
          <w:b/>
        </w:rPr>
        <w:t xml:space="preserve">bude následně i hodnocena jako </w:t>
      </w:r>
      <w:del w:id="476" w:author="vyznačené změny" w:date="2024-06-10T14:58:00Z" w16du:dateUtc="2024-06-10T12:58:00Z">
        <w:r w:rsidR="00DA33A5" w:rsidRPr="00B057D3">
          <w:rPr>
            <w:b/>
          </w:rPr>
          <w:delText>referenční zakázka</w:delText>
        </w:r>
      </w:del>
      <w:ins w:id="477" w:author="vyznačené změny" w:date="2024-06-10T14:58:00Z" w16du:dateUtc="2024-06-10T12:58:00Z">
        <w:r w:rsidR="00677556">
          <w:rPr>
            <w:b/>
          </w:rPr>
          <w:t>zkušenost člena realizačního týmu</w:t>
        </w:r>
      </w:ins>
      <w:r w:rsidR="00DA33A5" w:rsidRPr="00B057D3">
        <w:rPr>
          <w:b/>
        </w:rPr>
        <w:t xml:space="preserve"> pro hodnocení.</w:t>
      </w:r>
      <w:r w:rsidR="00B574D2">
        <w:t xml:space="preserve"> </w:t>
      </w:r>
      <w:r w:rsidR="00286968" w:rsidRPr="00286968">
        <w:t xml:space="preserve">Pokud by však dodavatel </w:t>
      </w:r>
      <w:r w:rsidR="00286968">
        <w:t xml:space="preserve">jako </w:t>
      </w:r>
      <w:del w:id="478" w:author="vyznačené změny" w:date="2024-06-10T14:58:00Z" w16du:dateUtc="2024-06-10T12:58:00Z">
        <w:r w:rsidR="00286968">
          <w:delText>referenční zakázku</w:delText>
        </w:r>
      </w:del>
      <w:ins w:id="479" w:author="vyznačené změny" w:date="2024-06-10T14:58:00Z" w16du:dateUtc="2024-06-10T12:58:00Z">
        <w:r w:rsidR="00677556">
          <w:t>zkušeno</w:t>
        </w:r>
        <w:r w:rsidR="002D2C3D">
          <w:t>s</w:t>
        </w:r>
        <w:r w:rsidR="00677556">
          <w:t>t</w:t>
        </w:r>
      </w:ins>
      <w:r w:rsidR="00286968" w:rsidRPr="00286968">
        <w:t>, jež m</w:t>
      </w:r>
      <w:r w:rsidR="00286968">
        <w:t xml:space="preserve">á </w:t>
      </w:r>
      <w:r w:rsidR="00286968" w:rsidRPr="00286968">
        <w:t>být hodnocen</w:t>
      </w:r>
      <w:r w:rsidR="00286968">
        <w:t xml:space="preserve">a, přesto uvedl v Příloze č. 9 těchto Pokynů zakázku, která je zároveň uvedena </w:t>
      </w:r>
      <w:del w:id="480" w:author="vyznačené změny" w:date="2024-06-10T14:58:00Z" w16du:dateUtc="2024-06-10T12:58:00Z">
        <w:r w:rsidR="00286968">
          <w:delText>v Seznamu významných služeb</w:delText>
        </w:r>
      </w:del>
      <w:ins w:id="481" w:author="vyznačené změny" w:date="2024-06-10T14:58:00Z" w16du:dateUtc="2024-06-10T12:58:00Z">
        <w:r w:rsidR="00E63FCE">
          <w:t>významná služba nebo zkušenost člena realizačního týmu</w:t>
        </w:r>
      </w:ins>
      <w:r w:rsidR="00E63FCE">
        <w:t xml:space="preserve"> </w:t>
      </w:r>
      <w:r w:rsidR="00286968" w:rsidRPr="00286968">
        <w:t>za účelem prokázání splnění technické kvalifikace dle čl. 8.</w:t>
      </w:r>
      <w:del w:id="482" w:author="vyznačené změny" w:date="2024-06-10T14:58:00Z" w16du:dateUtc="2024-06-10T12:58:00Z">
        <w:r w:rsidR="00286968">
          <w:delText>4</w:delText>
        </w:r>
      </w:del>
      <w:ins w:id="483" w:author="vyznačené změny" w:date="2024-06-10T14:58:00Z" w16du:dateUtc="2024-06-10T12:58:00Z">
        <w:r w:rsidR="00412490">
          <w:t>5</w:t>
        </w:r>
      </w:ins>
      <w:r w:rsidR="00286968">
        <w:t xml:space="preserve"> těchto Pokynů</w:t>
      </w:r>
      <w:r w:rsidR="00286968" w:rsidRPr="00286968">
        <w:t xml:space="preserve">, nebude nabídka dodavatele ve vztahu k žádné z těchto konkrétních </w:t>
      </w:r>
      <w:del w:id="484" w:author="vyznačené změny" w:date="2024-06-10T14:58:00Z" w16du:dateUtc="2024-06-10T12:58:00Z">
        <w:r w:rsidR="00286968">
          <w:delText>referenčních zakázek</w:delText>
        </w:r>
      </w:del>
      <w:ins w:id="485" w:author="vyznačené změny" w:date="2024-06-10T14:58:00Z" w16du:dateUtc="2024-06-10T12:58:00Z">
        <w:r w:rsidR="00E63FCE">
          <w:t>zkušeností</w:t>
        </w:r>
      </w:ins>
      <w:r w:rsidR="00286968">
        <w:t xml:space="preserve"> </w:t>
      </w:r>
      <w:r w:rsidR="00286968" w:rsidRPr="00286968">
        <w:t>v rámci hodnotícího kritéria dle čl. 16.3 těchto Pokynů hodnocena (resp. dostane</w:t>
      </w:r>
      <w:ins w:id="486" w:author="vyznačené změny" w:date="2024-06-10T14:58:00Z" w16du:dateUtc="2024-06-10T12:58:00Z">
        <w:r w:rsidR="00286968" w:rsidRPr="00286968">
          <w:t xml:space="preserve"> </w:t>
        </w:r>
        <w:r w:rsidR="00412490">
          <w:t xml:space="preserve">za takovou </w:t>
        </w:r>
        <w:r w:rsidR="00E63FCE">
          <w:t>zkušenost</w:t>
        </w:r>
      </w:ins>
      <w:r w:rsidR="00412490">
        <w:t xml:space="preserve"> </w:t>
      </w:r>
      <w:r w:rsidR="00286968" w:rsidRPr="00286968">
        <w:t>0 bodů).</w:t>
      </w:r>
    </w:p>
    <w:p w14:paraId="49A7EC05" w14:textId="50F89D81" w:rsidR="00CC481B" w:rsidRPr="00241D2C" w:rsidRDefault="00CC481B" w:rsidP="00B77110">
      <w:pPr>
        <w:pStyle w:val="Text1-1"/>
        <w:numPr>
          <w:ilvl w:val="0"/>
          <w:numId w:val="0"/>
        </w:numPr>
        <w:ind w:left="737"/>
      </w:pPr>
      <w:r w:rsidRPr="00CC481B">
        <w:t xml:space="preserve">Jako </w:t>
      </w:r>
      <w:del w:id="487" w:author="vyznačené změny" w:date="2024-06-10T14:58:00Z" w16du:dateUtc="2024-06-10T12:58:00Z">
        <w:r>
          <w:delText>referenční zakázku</w:delText>
        </w:r>
      </w:del>
      <w:ins w:id="488" w:author="vyznačené změny" w:date="2024-06-10T14:58:00Z" w16du:dateUtc="2024-06-10T12:58:00Z">
        <w:r w:rsidR="00C675E7">
          <w:t>zkušenost</w:t>
        </w:r>
      </w:ins>
      <w:r w:rsidRPr="00CC481B">
        <w:t xml:space="preserve"> nelze doložit samotné uzavření rámcové dohody s objednatelem, v takovém případě je třeba doložit konkrétní </w:t>
      </w:r>
      <w:del w:id="489" w:author="vyznačené změny" w:date="2024-06-10T14:58:00Z" w16du:dateUtc="2024-06-10T12:58:00Z">
        <w:r>
          <w:delText xml:space="preserve">referenční </w:delText>
        </w:r>
      </w:del>
      <w:r>
        <w:t xml:space="preserve">zakázky </w:t>
      </w:r>
      <w:r w:rsidRPr="00CC481B">
        <w:t>realizované dle dílčích smluv (objednávek) uzavřených na základě rámcové dohody.</w:t>
      </w:r>
    </w:p>
    <w:p w14:paraId="6CBF3AFF" w14:textId="77777777" w:rsidR="00B77110" w:rsidRPr="006142CD" w:rsidRDefault="00B77110" w:rsidP="00B77110">
      <w:pPr>
        <w:pStyle w:val="Text1-1"/>
        <w:numPr>
          <w:ilvl w:val="0"/>
          <w:numId w:val="0"/>
        </w:numPr>
        <w:ind w:left="737"/>
        <w:rPr>
          <w:del w:id="490" w:author="vyznačené změny" w:date="2024-06-10T14:58:00Z" w16du:dateUtc="2024-06-10T12:58:00Z"/>
          <w:color w:val="FF0000"/>
        </w:rPr>
      </w:pPr>
      <w:del w:id="491" w:author="vyznačené změny" w:date="2024-06-10T14:58:00Z" w16du:dateUtc="2024-06-10T12:58:00Z">
        <w:r w:rsidRPr="001C2719">
          <w:delText xml:space="preserve">Doba </w:delText>
        </w:r>
        <w:r w:rsidR="003544C9" w:rsidRPr="001C2719">
          <w:delText>10</w:delText>
        </w:r>
        <w:r w:rsidR="00607D9C" w:rsidRPr="001C2719">
          <w:delText xml:space="preserve"> </w:delText>
        </w:r>
        <w:r w:rsidRPr="001C2719">
          <w:delText xml:space="preserve">let u </w:delText>
        </w:r>
        <w:r w:rsidR="00B157F1">
          <w:delText xml:space="preserve">referenčních zakázek </w:delText>
        </w:r>
        <w:r w:rsidRPr="001C2719">
          <w:delText xml:space="preserve">uvedených výše </w:delText>
        </w:r>
        <w:r w:rsidR="00B157F1">
          <w:delText xml:space="preserve">v Příloze č. 9 těchto </w:delText>
        </w:r>
        <w:r w:rsidR="00C20785">
          <w:delText>P</w:delText>
        </w:r>
        <w:r w:rsidR="00B157F1">
          <w:delText xml:space="preserve">okynů </w:delText>
        </w:r>
        <w:r w:rsidRPr="00C4537F">
          <w:delText xml:space="preserve">se považuje za splněnou, pokud byla </w:delText>
        </w:r>
        <w:r w:rsidR="00B157F1" w:rsidRPr="00C4537F">
          <w:delText xml:space="preserve">referenční zakázka </w:delText>
        </w:r>
        <w:r w:rsidR="008A5E06" w:rsidRPr="00C4537F">
          <w:delText xml:space="preserve">odpovídající zadavatelem stanovené </w:delText>
        </w:r>
        <w:r w:rsidR="005446A9" w:rsidRPr="00C4537F">
          <w:delText xml:space="preserve">definici hodnocené </w:delText>
        </w:r>
        <w:r w:rsidR="00B157F1" w:rsidRPr="00C4537F">
          <w:delText>referenční zakázky</w:delText>
        </w:r>
        <w:r w:rsidR="005446A9" w:rsidRPr="00C4537F">
          <w:delText xml:space="preserve"> </w:delText>
        </w:r>
        <w:r w:rsidR="001B6474" w:rsidRPr="00C4537F">
          <w:delText xml:space="preserve">dokončena </w:delText>
        </w:r>
        <w:r w:rsidRPr="00C4537F">
          <w:delText xml:space="preserve">v průběhu této doby </w:delText>
        </w:r>
        <w:r w:rsidR="001B6474" w:rsidRPr="00C4537F">
          <w:delText xml:space="preserve">nebo kdykoli po zahájení zadávacího řízení až do </w:delText>
        </w:r>
        <w:r w:rsidR="00026001" w:rsidRPr="00C4537F">
          <w:delText>lhůty</w:delText>
        </w:r>
        <w:r w:rsidR="001B6474" w:rsidRPr="00C4537F">
          <w:delText xml:space="preserve"> p</w:delText>
        </w:r>
        <w:r w:rsidR="0090370B" w:rsidRPr="00C4537F">
          <w:delText>r</w:delText>
        </w:r>
        <w:r w:rsidR="001B6474" w:rsidRPr="00C4537F">
          <w:delText xml:space="preserve">o podání nabídek </w:delText>
        </w:r>
        <w:r w:rsidR="005B3E86" w:rsidRPr="00C4537F">
          <w:delText xml:space="preserve">a postačuje, aby požadované minimální </w:delText>
        </w:r>
        <w:r w:rsidR="00DA735F" w:rsidRPr="00C4537F">
          <w:delText>parametry</w:delText>
        </w:r>
        <w:r w:rsidR="005B3E86" w:rsidRPr="00C4537F">
          <w:delText xml:space="preserve"> </w:delText>
        </w:r>
        <w:r w:rsidR="00B157F1" w:rsidRPr="00C4537F">
          <w:delText xml:space="preserve">referenční zakázky </w:delText>
        </w:r>
        <w:r w:rsidR="005B3E86" w:rsidRPr="00C4537F">
          <w:delText xml:space="preserve">byly dosaženy za celou dobu jejího poskytování, nikoliv pouze v průběhu posledních </w:delText>
        </w:r>
        <w:r w:rsidR="003544C9" w:rsidRPr="00C4537F">
          <w:delText xml:space="preserve">10 </w:delText>
        </w:r>
        <w:r w:rsidR="005B3E86" w:rsidRPr="00C4537F">
          <w:delText>let před zahájením zadávacího řízení</w:delText>
        </w:r>
        <w:r w:rsidRPr="00C4537F">
          <w:delText xml:space="preserve">. V případě, že byla </w:delText>
        </w:r>
        <w:r w:rsidR="00B157F1" w:rsidRPr="00C4537F">
          <w:delText xml:space="preserve">referenční zakázka </w:delText>
        </w:r>
        <w:r w:rsidRPr="00C4537F">
          <w:delText>součástí rozsáhlejšíh</w:delText>
        </w:r>
        <w:r w:rsidR="000528CF" w:rsidRPr="00C4537F">
          <w:delText xml:space="preserve">o plnění pro objednatele, </w:delText>
        </w:r>
        <w:r w:rsidRPr="00C4537F">
          <w:delText xml:space="preserve">postačí, pokud je v uvedené době dokončeno plnění </w:delText>
        </w:r>
        <w:r w:rsidR="005446A9" w:rsidRPr="00C4537F">
          <w:delText>naplňující definici</w:delText>
        </w:r>
        <w:r w:rsidR="005446A9" w:rsidRPr="001C2719">
          <w:delText xml:space="preserve"> hodnocené </w:delText>
        </w:r>
        <w:r w:rsidR="00B157F1">
          <w:delText>referenční zakázky</w:delText>
        </w:r>
        <w:r w:rsidR="000528CF" w:rsidRPr="001C2719">
          <w:rPr>
            <w:rFonts w:cs="Arial"/>
            <w:bCs/>
          </w:rPr>
          <w:delText xml:space="preserve"> </w:delText>
        </w:r>
        <w:r w:rsidR="001C2719" w:rsidRPr="001C2719">
          <w:delText xml:space="preserve">s tím, že </w:delText>
        </w:r>
        <w:r w:rsidR="00B157F1">
          <w:delText xml:space="preserve">zakázka jako celek </w:delText>
        </w:r>
        <w:r w:rsidRPr="001C2719">
          <w:delText>jako celek (tj. ohledně dalších činností</w:delText>
        </w:r>
        <w:r w:rsidR="00766C2B" w:rsidRPr="001C2719">
          <w:delText xml:space="preserve"> tvořících předmět plnění</w:delText>
        </w:r>
        <w:r w:rsidRPr="001C2719">
          <w:delText xml:space="preserve">) dokončena není; zároveň však platí, že nestačí, </w:delText>
        </w:r>
        <w:r w:rsidR="005B3E86" w:rsidRPr="001C2719">
          <w:delText xml:space="preserve">(tj. nepovažuje se za plnění dokončené v požadované době) </w:delText>
        </w:r>
        <w:r w:rsidRPr="001C2719">
          <w:delText xml:space="preserve">pokud je v posledních </w:delText>
        </w:r>
        <w:r w:rsidR="001C2719" w:rsidRPr="001C2719">
          <w:delText xml:space="preserve">10 </w:delText>
        </w:r>
        <w:r w:rsidRPr="001C2719">
          <w:delText xml:space="preserve">letech dokončena </w:delText>
        </w:r>
        <w:r w:rsidR="00B157F1">
          <w:delText xml:space="preserve">zakázka </w:delText>
        </w:r>
        <w:r w:rsidRPr="001C2719">
          <w:delText xml:space="preserve">rozsáhlejšího plnění jako celek, avšak plnění </w:delText>
        </w:r>
        <w:r w:rsidR="005446A9" w:rsidRPr="001C2719">
          <w:delText xml:space="preserve">naplňující definici hodnocené </w:delText>
        </w:r>
        <w:r w:rsidR="00B157F1">
          <w:delText xml:space="preserve">referenční zakázky </w:delText>
        </w:r>
        <w:r w:rsidRPr="001C2719">
          <w:delText xml:space="preserve">bylo dokončeno dříve než před </w:delText>
        </w:r>
        <w:r w:rsidR="003544C9" w:rsidRPr="001C2719">
          <w:delText xml:space="preserve">10 </w:delText>
        </w:r>
        <w:r w:rsidRPr="001C2719">
          <w:delText xml:space="preserve">lety. </w:delText>
        </w:r>
        <w:r w:rsidR="001C2719" w:rsidRPr="001C2719">
          <w:delText xml:space="preserve">Je-li </w:delText>
        </w:r>
        <w:r w:rsidR="00B157F1">
          <w:delText xml:space="preserve">zakázka jako celek </w:delText>
        </w:r>
        <w:r w:rsidR="009F3B3B" w:rsidRPr="001C2719">
          <w:delText>součástí rozsáhlejšího plnění pro téhož dodavatele, je pro hodnocení relevantní pouze ta jeho část, která odpovídá zadavatelem stanovené definic</w:delText>
        </w:r>
        <w:r w:rsidR="002D5CDA" w:rsidRPr="001C2719">
          <w:delText>i</w:delText>
        </w:r>
        <w:r w:rsidR="009F3B3B" w:rsidRPr="001C2719">
          <w:delText xml:space="preserve"> hodnocené</w:delText>
        </w:r>
        <w:r w:rsidR="00B157F1">
          <w:delText xml:space="preserve"> referenční zakázky</w:delText>
        </w:r>
        <w:r w:rsidR="009F3B3B" w:rsidRPr="001C2719">
          <w:delText xml:space="preserve">. </w:delText>
        </w:r>
      </w:del>
    </w:p>
    <w:p w14:paraId="702DE435" w14:textId="4C784887" w:rsidR="00B77110" w:rsidRDefault="003E611F" w:rsidP="00B77110">
      <w:pPr>
        <w:pStyle w:val="Text1-1"/>
        <w:numPr>
          <w:ilvl w:val="0"/>
          <w:numId w:val="0"/>
        </w:numPr>
        <w:ind w:left="737"/>
      </w:pPr>
      <w:r w:rsidRPr="00B057D3">
        <w:rPr>
          <w:b/>
        </w:rPr>
        <w:t xml:space="preserve">Dodavatel je povinen připojit k Příloze č. 9 těchto Pokynů s názvem </w:t>
      </w:r>
      <w:del w:id="492" w:author="vyznačené změny" w:date="2024-06-10T14:58:00Z" w16du:dateUtc="2024-06-10T12:58:00Z">
        <w:r w:rsidR="00582A5A" w:rsidRPr="00B057D3">
          <w:rPr>
            <w:b/>
          </w:rPr>
          <w:delText>Referenční zakázky pro hodnocení</w:delText>
        </w:r>
      </w:del>
      <w:ins w:id="493" w:author="vyznačené změny" w:date="2024-06-10T14:58:00Z" w16du:dateUtc="2024-06-10T12:58:00Z">
        <w:r w:rsidR="00415A08">
          <w:rPr>
            <w:b/>
          </w:rPr>
          <w:t>Zkušenosti členů realizačního týmu</w:t>
        </w:r>
      </w:ins>
      <w:r w:rsidR="00582A5A" w:rsidRPr="00B057D3">
        <w:rPr>
          <w:b/>
        </w:rPr>
        <w:t xml:space="preserve"> </w:t>
      </w:r>
      <w:r w:rsidRPr="00B057D3">
        <w:rPr>
          <w:b/>
        </w:rPr>
        <w:t xml:space="preserve">doklady, </w:t>
      </w:r>
      <w:r w:rsidR="00415A08" w:rsidRPr="00415A08">
        <w:rPr>
          <w:b/>
        </w:rPr>
        <w:t xml:space="preserve">kterými dodavatel </w:t>
      </w:r>
      <w:del w:id="494" w:author="vyznačené změny" w:date="2024-06-10T14:58:00Z" w16du:dateUtc="2024-06-10T12:58:00Z">
        <w:r w:rsidR="00472ED5" w:rsidRPr="00B057D3">
          <w:rPr>
            <w:b/>
          </w:rPr>
          <w:delText>do</w:delText>
        </w:r>
        <w:r w:rsidRPr="00B057D3">
          <w:rPr>
            <w:b/>
          </w:rPr>
          <w:delText>lož</w:delText>
        </w:r>
        <w:r w:rsidR="00D84201" w:rsidRPr="00B057D3">
          <w:rPr>
            <w:b/>
          </w:rPr>
          <w:delText>í</w:delText>
        </w:r>
        <w:r w:rsidR="00B157F1" w:rsidRPr="00B057D3">
          <w:rPr>
            <w:b/>
          </w:rPr>
          <w:delText>, že skutečn</w:delText>
        </w:r>
        <w:r w:rsidR="00593099" w:rsidRPr="008C16F3">
          <w:rPr>
            <w:b/>
          </w:rPr>
          <w:delText>ě realizoval referenční zakázky</w:delText>
        </w:r>
      </w:del>
      <w:ins w:id="495" w:author="vyznačené změny" w:date="2024-06-10T14:58:00Z" w16du:dateUtc="2024-06-10T12:58:00Z">
        <w:r w:rsidR="00415A08" w:rsidRPr="00415A08">
          <w:rPr>
            <w:b/>
          </w:rPr>
          <w:t>může doložit zkušenosti hodnocených členů odborného personálu s plněním zakázek</w:t>
        </w:r>
      </w:ins>
      <w:r w:rsidR="00415A08" w:rsidRPr="00415A08">
        <w:rPr>
          <w:b/>
        </w:rPr>
        <w:t>, jež jsou v</w:t>
      </w:r>
      <w:del w:id="496" w:author="vyznačené změny" w:date="2024-06-10T14:58:00Z" w16du:dateUtc="2024-06-10T12:58:00Z">
        <w:r w:rsidR="00B157F1" w:rsidRPr="00B057D3">
          <w:rPr>
            <w:b/>
          </w:rPr>
          <w:delText> Příloze č. 9</w:delText>
        </w:r>
      </w:del>
      <w:ins w:id="497" w:author="vyznačené změny" w:date="2024-06-10T14:58:00Z" w16du:dateUtc="2024-06-10T12:58:00Z">
        <w:r w:rsidR="00415A08" w:rsidRPr="00415A08">
          <w:rPr>
            <w:b/>
          </w:rPr>
          <w:t xml:space="preserve"> seznamu</w:t>
        </w:r>
      </w:ins>
      <w:r w:rsidR="00415A08" w:rsidRPr="00415A08">
        <w:rPr>
          <w:b/>
        </w:rPr>
        <w:t xml:space="preserve"> uvedeny pro účely hodnocení, přičemž z</w:t>
      </w:r>
      <w:del w:id="498" w:author="vyznačené změny" w:date="2024-06-10T14:58:00Z" w16du:dateUtc="2024-06-10T12:58:00Z">
        <w:r w:rsidR="00406084" w:rsidRPr="00B057D3">
          <w:rPr>
            <w:b/>
          </w:rPr>
          <w:delText> </w:delText>
        </w:r>
      </w:del>
      <w:ins w:id="499" w:author="vyznačené změny" w:date="2024-06-10T14:58:00Z" w16du:dateUtc="2024-06-10T12:58:00Z">
        <w:r w:rsidR="00415A08" w:rsidRPr="00415A08">
          <w:rPr>
            <w:b/>
          </w:rPr>
          <w:t xml:space="preserve"> </w:t>
        </w:r>
      </w:ins>
      <w:r w:rsidR="00415A08" w:rsidRPr="00415A08">
        <w:rPr>
          <w:b/>
        </w:rPr>
        <w:t xml:space="preserve">dokladů musí vyplývat naplnění požadovaných parametrů (například </w:t>
      </w:r>
      <w:del w:id="500" w:author="vyznačené změny" w:date="2024-06-10T14:58:00Z" w16du:dateUtc="2024-06-10T12:58:00Z">
        <w:r w:rsidR="00DD4DE2" w:rsidRPr="00B057D3">
          <w:rPr>
            <w:b/>
          </w:rPr>
          <w:delText xml:space="preserve">technická zpráva vrtných prací, </w:delText>
        </w:r>
      </w:del>
      <w:r w:rsidR="00415A08" w:rsidRPr="00415A08">
        <w:rPr>
          <w:b/>
        </w:rPr>
        <w:t xml:space="preserve">smlouva na plnění </w:t>
      </w:r>
      <w:del w:id="501" w:author="vyznačené změny" w:date="2024-06-10T14:58:00Z" w16du:dateUtc="2024-06-10T12:58:00Z">
        <w:r w:rsidR="00B157F1" w:rsidRPr="00B057D3">
          <w:rPr>
            <w:b/>
          </w:rPr>
          <w:delText xml:space="preserve">referenční </w:delText>
        </w:r>
      </w:del>
      <w:r w:rsidR="00415A08" w:rsidRPr="00415A08">
        <w:rPr>
          <w:b/>
        </w:rPr>
        <w:t xml:space="preserve">zakázky, osvědčení objednatele, </w:t>
      </w:r>
      <w:ins w:id="502" w:author="vyznačené změny" w:date="2024-06-10T14:58:00Z" w16du:dateUtc="2024-06-10T12:58:00Z">
        <w:r w:rsidR="00415A08" w:rsidRPr="00415A08">
          <w:rPr>
            <w:b/>
          </w:rPr>
          <w:t xml:space="preserve">úvodní strana dokumentace s popisovým polem, </w:t>
        </w:r>
      </w:ins>
      <w:r w:rsidR="00415A08" w:rsidRPr="00415A08">
        <w:rPr>
          <w:b/>
        </w:rPr>
        <w:t>protokol o provedení díla</w:t>
      </w:r>
      <w:ins w:id="503" w:author="vyznačené změny" w:date="2024-06-10T14:58:00Z" w16du:dateUtc="2024-06-10T12:58:00Z">
        <w:r w:rsidR="00415A08" w:rsidRPr="00415A08">
          <w:rPr>
            <w:b/>
          </w:rPr>
          <w:t>, deník autorizované osoby, ve smyslu autorizačního zákona, ve kterém je každá autorizovaná osoba povinna vést chronologický seznam dokumentů opatřených autorizačním razítkem</w:t>
        </w:r>
      </w:ins>
      <w:r w:rsidR="00415A08" w:rsidRPr="00415A08">
        <w:rPr>
          <w:b/>
        </w:rPr>
        <w:t xml:space="preserve"> či jiný alternativní doklad).</w:t>
      </w:r>
      <w:r w:rsidRPr="00B057D3">
        <w:t xml:space="preserve"> </w:t>
      </w:r>
      <w:r w:rsidR="00B77110" w:rsidRPr="00B057D3">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B057D3">
        <w:t>Za tímto účelem požaduje zadavatel v Příloze č. 9 těchto Pokynů s názvem</w:t>
      </w:r>
      <w:r w:rsidR="00580BF5" w:rsidRPr="006142CD">
        <w:rPr>
          <w:color w:val="FF0000"/>
        </w:rPr>
        <w:t xml:space="preserve"> </w:t>
      </w:r>
      <w:del w:id="504" w:author="vyznačené změny" w:date="2024-06-10T14:58:00Z" w16du:dateUtc="2024-06-10T12:58:00Z">
        <w:r w:rsidR="00B157F1" w:rsidRPr="00B057D3">
          <w:delText xml:space="preserve">Referenční zakázky </w:delText>
        </w:r>
        <w:r w:rsidR="00582A5A">
          <w:delText>pro hodnocení</w:delText>
        </w:r>
      </w:del>
      <w:ins w:id="505" w:author="vyznačené změny" w:date="2024-06-10T14:58:00Z" w16du:dateUtc="2024-06-10T12:58:00Z">
        <w:r w:rsidR="00F030B8">
          <w:t>Zkušenosti členů realizačního týmu</w:t>
        </w:r>
      </w:ins>
      <w:r w:rsidR="00F030B8">
        <w:t xml:space="preserve"> </w:t>
      </w:r>
      <w:r w:rsidR="00580BF5" w:rsidRPr="00B057D3">
        <w:t xml:space="preserve">uvést informace a spojení na kontaktní osobu objednatele, pro něhož byla </w:t>
      </w:r>
      <w:del w:id="506" w:author="vyznačené změny" w:date="2024-06-10T14:58:00Z" w16du:dateUtc="2024-06-10T12:58:00Z">
        <w:r w:rsidR="00B157F1" w:rsidRPr="00B057D3">
          <w:delText xml:space="preserve">referenční </w:delText>
        </w:r>
      </w:del>
      <w:r w:rsidR="00580BF5" w:rsidRPr="00B057D3">
        <w:t>zakázka realizována.</w:t>
      </w:r>
      <w:r w:rsidR="00580BF5" w:rsidRPr="00B057D3" w:rsidDel="001D1D78">
        <w:t xml:space="preserve"> </w:t>
      </w:r>
      <w:r w:rsidR="00580BF5" w:rsidRPr="00B057D3">
        <w:t xml:space="preserve">Pokud </w:t>
      </w:r>
      <w:r w:rsidR="00526554" w:rsidRPr="00B057D3">
        <w:t>zadavatel zjistí, že d</w:t>
      </w:r>
      <w:r w:rsidR="00580BF5" w:rsidRPr="00B057D3">
        <w:t>odavatel předlož</w:t>
      </w:r>
      <w:r w:rsidR="00526554" w:rsidRPr="00B057D3">
        <w:t>il</w:t>
      </w:r>
      <w:r w:rsidR="00580BF5" w:rsidRPr="00B057D3">
        <w:t xml:space="preserve"> v nabídce za účelem hodnocení údaje či informace, které neodpovídají skutečnosti, nebude nabídka dodavatele ve vztahu k takové konkrétní informaci či údaji v rámci hodnotícího kritéria hodnocena (resp. dostane 0 bodů).</w:t>
      </w:r>
    </w:p>
    <w:p w14:paraId="39240F95" w14:textId="77777777" w:rsidR="007478A4" w:rsidRDefault="007478A4" w:rsidP="00B77110">
      <w:pPr>
        <w:pStyle w:val="Text1-1"/>
        <w:numPr>
          <w:ilvl w:val="0"/>
          <w:numId w:val="0"/>
        </w:numPr>
        <w:ind w:left="737"/>
        <w:rPr>
          <w:ins w:id="507" w:author="vyznačené změny" w:date="2024-06-10T14:58:00Z" w16du:dateUtc="2024-06-10T12:58:00Z"/>
        </w:rPr>
      </w:pPr>
    </w:p>
    <w:p w14:paraId="22AE0DBA" w14:textId="77777777" w:rsidR="007478A4" w:rsidRPr="00B057D3" w:rsidRDefault="007478A4" w:rsidP="00B77110">
      <w:pPr>
        <w:pStyle w:val="Text1-1"/>
        <w:numPr>
          <w:ilvl w:val="0"/>
          <w:numId w:val="0"/>
        </w:numPr>
        <w:ind w:left="737"/>
        <w:rPr>
          <w:ins w:id="508" w:author="vyznačené změny" w:date="2024-06-10T14:58:00Z" w16du:dateUtc="2024-06-10T12:58:00Z"/>
        </w:rPr>
      </w:pPr>
    </w:p>
    <w:p w14:paraId="2B98AE88" w14:textId="77777777" w:rsidR="00B77110" w:rsidRPr="009F6B23" w:rsidRDefault="00B77110" w:rsidP="00B77110">
      <w:pPr>
        <w:pStyle w:val="Text1-1"/>
        <w:numPr>
          <w:ilvl w:val="0"/>
          <w:numId w:val="0"/>
        </w:numPr>
        <w:ind w:left="737"/>
        <w:rPr>
          <w:b/>
        </w:rPr>
      </w:pPr>
      <w:r w:rsidRPr="009F6B23">
        <w:rPr>
          <w:b/>
        </w:rPr>
        <w:t>Výpočet hodnocení dílčího hodnotícího kritéria:</w:t>
      </w:r>
    </w:p>
    <w:p w14:paraId="1B6C52D4" w14:textId="7660EC37" w:rsidR="00B77110" w:rsidRPr="009F6B23" w:rsidRDefault="00B77110" w:rsidP="00B77110">
      <w:pPr>
        <w:pStyle w:val="Text1-1"/>
        <w:numPr>
          <w:ilvl w:val="0"/>
          <w:numId w:val="0"/>
        </w:numPr>
        <w:ind w:left="737"/>
      </w:pPr>
      <w:r w:rsidRPr="009F6B23">
        <w:t xml:space="preserve">Přidělování bodů v rámci dílčího hodnotícího kritéria </w:t>
      </w:r>
      <w:del w:id="509" w:author="vyznačené změny" w:date="2024-06-10T14:58:00Z" w16du:dateUtc="2024-06-10T12:58:00Z">
        <w:r w:rsidR="00920CEB">
          <w:delText>Referenční zakázky pro hodnocení</w:delText>
        </w:r>
      </w:del>
      <w:ins w:id="510" w:author="vyznačené změny" w:date="2024-06-10T14:58:00Z" w16du:dateUtc="2024-06-10T12:58:00Z">
        <w:r w:rsidR="00963783">
          <w:t>Zkušenosti členů realizačního týmu</w:t>
        </w:r>
      </w:ins>
      <w:r w:rsidR="00920CEB">
        <w:t xml:space="preserve"> </w:t>
      </w:r>
      <w:r w:rsidRPr="009F6B23">
        <w:t xml:space="preserve">bude probíhat tak, že zadavatel přidělí body dle výše uvedené tabulky. Počet bodů </w:t>
      </w:r>
      <w:r w:rsidR="009F6B23" w:rsidRPr="009F6B23">
        <w:t xml:space="preserve">za doložené a hodnocené </w:t>
      </w:r>
      <w:del w:id="511" w:author="vyznačené změny" w:date="2024-06-10T14:58:00Z" w16du:dateUtc="2024-06-10T12:58:00Z">
        <w:r w:rsidR="00920CEB">
          <w:delText>referenční zakázky</w:delText>
        </w:r>
      </w:del>
      <w:ins w:id="512" w:author="vyznačené změny" w:date="2024-06-10T14:58:00Z" w16du:dateUtc="2024-06-10T12:58:00Z">
        <w:r w:rsidR="00963783">
          <w:t>zkušenosti</w:t>
        </w:r>
      </w:ins>
      <w:r w:rsidR="00920CEB">
        <w:t xml:space="preserve"> </w:t>
      </w:r>
      <w:r w:rsidRPr="009F6B23">
        <w:t>bude dán součtem bodů jednotlivých hodnocených</w:t>
      </w:r>
      <w:r w:rsidR="00920CEB">
        <w:t xml:space="preserve"> </w:t>
      </w:r>
      <w:del w:id="513" w:author="vyznačené změny" w:date="2024-06-10T14:58:00Z" w16du:dateUtc="2024-06-10T12:58:00Z">
        <w:r w:rsidR="00920CEB">
          <w:delText xml:space="preserve">referenčních </w:delText>
        </w:r>
        <w:r w:rsidR="00920CEB" w:rsidRPr="00920CEB">
          <w:delText>zakázek</w:delText>
        </w:r>
      </w:del>
      <w:ins w:id="514" w:author="vyznačené změny" w:date="2024-06-10T14:58:00Z" w16du:dateUtc="2024-06-10T12:58:00Z">
        <w:r w:rsidR="00963783">
          <w:t>zkušeností</w:t>
        </w:r>
      </w:ins>
      <w:r w:rsidRPr="00B057D3">
        <w:t xml:space="preserve">. </w:t>
      </w:r>
      <w:r w:rsidRPr="009F6B23">
        <w:t>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Pr="009F6B23" w:rsidRDefault="00B77110" w:rsidP="00631F69">
      <w:pPr>
        <w:pStyle w:val="Text1-1"/>
        <w:numPr>
          <w:ilvl w:val="0"/>
          <w:numId w:val="0"/>
        </w:numPr>
        <w:spacing w:after="0"/>
        <w:ind w:left="2155" w:firstLine="681"/>
      </w:pPr>
      <w:r w:rsidRPr="009F6B23">
        <w:t xml:space="preserve">bodové hodnocení hodnocené nabídky </w:t>
      </w:r>
      <w:r w:rsidR="00631F69" w:rsidRPr="009F6B23">
        <w:t xml:space="preserve">         </w:t>
      </w:r>
    </w:p>
    <w:p w14:paraId="42EA0ABB" w14:textId="0065E6DB" w:rsidR="00B77110" w:rsidRPr="009F6B23" w:rsidRDefault="00B77110" w:rsidP="00B77110">
      <w:pPr>
        <w:pStyle w:val="Text1-1"/>
        <w:numPr>
          <w:ilvl w:val="0"/>
          <w:numId w:val="0"/>
        </w:numPr>
        <w:ind w:left="737"/>
        <w:jc w:val="center"/>
      </w:pPr>
      <w:r w:rsidRPr="009F6B23">
        <w:t>__________________________</w:t>
      </w:r>
      <w:r w:rsidR="00631F69" w:rsidRPr="009F6B23">
        <w:t>__________    x 100</w:t>
      </w:r>
    </w:p>
    <w:p w14:paraId="27AA7782" w14:textId="77777777" w:rsidR="00B77110" w:rsidRPr="009F6B23" w:rsidRDefault="00B77110" w:rsidP="00631F69">
      <w:pPr>
        <w:pStyle w:val="Text1-1"/>
        <w:numPr>
          <w:ilvl w:val="0"/>
          <w:numId w:val="0"/>
        </w:numPr>
        <w:ind w:left="2155" w:firstLine="681"/>
      </w:pPr>
      <w:r w:rsidRPr="009F6B23">
        <w:t>bodové hodnocení nejlepší nabídky</w:t>
      </w:r>
    </w:p>
    <w:p w14:paraId="51B78C52" w14:textId="58074BF9" w:rsidR="00B77110" w:rsidRPr="009F6B23" w:rsidRDefault="00B77110" w:rsidP="00B77110">
      <w:pPr>
        <w:pStyle w:val="Text1-1"/>
        <w:numPr>
          <w:ilvl w:val="0"/>
          <w:numId w:val="0"/>
        </w:numPr>
        <w:ind w:left="737"/>
      </w:pPr>
      <w:r w:rsidRPr="009F6B23">
        <w:t xml:space="preserve">Takto získaný počet bodů bude vynásoben koeficientem </w:t>
      </w:r>
      <w:r w:rsidR="00DF1FCF" w:rsidRPr="00B057D3">
        <w:t>0,</w:t>
      </w:r>
      <w:r w:rsidR="00594EA6">
        <w:t>4</w:t>
      </w:r>
      <w:r w:rsidRPr="00B057D3">
        <w:t>0</w:t>
      </w:r>
      <w:r w:rsidRPr="00DF1FCF">
        <w:t xml:space="preserve"> </w:t>
      </w:r>
      <w:r w:rsidRPr="009F6B23">
        <w:t xml:space="preserve">(tj. váhou dílčího hodnotícího kritéria </w:t>
      </w:r>
      <w:r w:rsidR="003565F4" w:rsidRPr="003565F4">
        <w:t>Referenční zakázky pro hodnocení</w:t>
      </w:r>
      <w:r w:rsidRPr="009F6B23">
        <w:t>) a následně matematicky zaokrouhlen na dvě desetinná místa.</w:t>
      </w:r>
    </w:p>
    <w:p w14:paraId="098EF451" w14:textId="77777777" w:rsidR="00B77110" w:rsidRPr="005F4F31" w:rsidRDefault="00B77110" w:rsidP="00B77110">
      <w:pPr>
        <w:pStyle w:val="Text1-1"/>
        <w:rPr>
          <w:b/>
        </w:rPr>
      </w:pPr>
      <w:r w:rsidRPr="005F4F31">
        <w:rPr>
          <w:b/>
        </w:rPr>
        <w:t>Celkové hodnocení</w:t>
      </w:r>
    </w:p>
    <w:p w14:paraId="4C3F88B0" w14:textId="448DCD1A" w:rsidR="00B77110" w:rsidRPr="005F4F31" w:rsidRDefault="00B77110" w:rsidP="00B77110">
      <w:pPr>
        <w:pStyle w:val="Text1-1"/>
        <w:numPr>
          <w:ilvl w:val="0"/>
          <w:numId w:val="0"/>
        </w:numPr>
        <w:ind w:left="737"/>
      </w:pPr>
      <w:r w:rsidRPr="005F4F31">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5F4F31">
        <w:t xml:space="preserve"> </w:t>
      </w:r>
      <w:r w:rsidR="005B3E86" w:rsidRPr="005F4F31">
        <w:t xml:space="preserve">Pokud dvě či více nabídek dosáhnou stejné bodové hodnoty představující celkové hodnocení nabídky, pak </w:t>
      </w:r>
      <w:r w:rsidR="005B43BE" w:rsidRPr="005F4F31">
        <w:t xml:space="preserve">výhodnější, resp. </w:t>
      </w:r>
      <w:r w:rsidR="005B3E86" w:rsidRPr="005F4F31">
        <w:t xml:space="preserve">nejvýhodnější nabídkou bude ta, která </w:t>
      </w:r>
      <w:r w:rsidR="005B43BE" w:rsidRPr="005F4F31">
        <w:t xml:space="preserve">bude </w:t>
      </w:r>
      <w:r w:rsidR="005B3E86" w:rsidRPr="005F4F31">
        <w:t>obsah</w:t>
      </w:r>
      <w:r w:rsidR="005B43BE" w:rsidRPr="005F4F31">
        <w:t>ovat</w:t>
      </w:r>
      <w:r w:rsidR="005B3E86" w:rsidRPr="005F4F31">
        <w:t xml:space="preserve"> </w:t>
      </w:r>
      <w:r w:rsidR="005B43BE" w:rsidRPr="005F4F31">
        <w:t xml:space="preserve">nižší, resp. </w:t>
      </w:r>
      <w:r w:rsidR="005B3E86" w:rsidRPr="005F4F31">
        <w:t>nejnižší nabídkovou cenu.</w:t>
      </w:r>
    </w:p>
    <w:p w14:paraId="3C6BA9CB" w14:textId="77777777" w:rsidR="0035531B" w:rsidRPr="005F4F31" w:rsidRDefault="0035531B" w:rsidP="007038DC">
      <w:pPr>
        <w:pStyle w:val="Nadpis1-1"/>
      </w:pPr>
      <w:bookmarkStart w:id="515" w:name="_Toc163043996"/>
      <w:r w:rsidRPr="005F4F31">
        <w:t>ZRUŠENÍ ZADÁVACÍHO ŘÍZENÍ</w:t>
      </w:r>
      <w:bookmarkEnd w:id="515"/>
    </w:p>
    <w:p w14:paraId="095DB321" w14:textId="77777777" w:rsidR="0035531B" w:rsidRPr="005F4F31" w:rsidRDefault="0035531B" w:rsidP="0035531B">
      <w:pPr>
        <w:pStyle w:val="Text1-1"/>
      </w:pPr>
      <w:r w:rsidRPr="005F4F31">
        <w:t>Důvody pro zrušení zadávacího řízení této veřejné zakázky upravuje § 127 ZZVZ.</w:t>
      </w:r>
    </w:p>
    <w:p w14:paraId="6AADBF6B" w14:textId="5708C53D" w:rsidR="0035531B" w:rsidRPr="005F4F31" w:rsidRDefault="00B77110" w:rsidP="00B77110">
      <w:pPr>
        <w:pStyle w:val="Text1-1"/>
      </w:pPr>
      <w:r w:rsidRPr="005F4F31">
        <w:t>V souladu s § 170 ZZVZ si zadavatel vyhrazuje právo zrušit zadávací řízení této veřejné zakázky i bez naplnění důvodů podle § 127 ZZVZ kdykoliv před uzavřením smlouvy na plnění této veřejné zakázky</w:t>
      </w:r>
      <w:r w:rsidR="0035531B" w:rsidRPr="005F4F31">
        <w:t>.</w:t>
      </w:r>
    </w:p>
    <w:p w14:paraId="2695622F" w14:textId="77777777" w:rsidR="0035531B" w:rsidRPr="005F4F31" w:rsidRDefault="0035531B" w:rsidP="007038DC">
      <w:pPr>
        <w:pStyle w:val="Nadpis1-1"/>
      </w:pPr>
      <w:bookmarkStart w:id="516" w:name="_Toc163043997"/>
      <w:r w:rsidRPr="005F4F31">
        <w:t>UZAVŘENÍ SMLOUVY</w:t>
      </w:r>
      <w:bookmarkEnd w:id="516"/>
    </w:p>
    <w:p w14:paraId="4BE477A5" w14:textId="0B1F0184" w:rsidR="0035531B" w:rsidRPr="005F4F31" w:rsidRDefault="00B77110" w:rsidP="00B77110">
      <w:pPr>
        <w:pStyle w:val="Text1-1"/>
      </w:pPr>
      <w:r w:rsidRPr="005F4F31">
        <w:t xml:space="preserve">Uzavření </w:t>
      </w:r>
      <w:r w:rsidR="002D5903" w:rsidRPr="005F4F31">
        <w:t xml:space="preserve">smlouvy </w:t>
      </w:r>
      <w:r w:rsidRPr="005F4F31">
        <w:t xml:space="preserve">s vybraným dodavatelem upravuje § 124 ZZVZ. Smlouva bude uzavřena písemně v souladu s nabídkou vybraného dodavatele a v podobě uvedené v Dílu 2 této zadávací dokumentace s názvem Smlouva o </w:t>
      </w:r>
      <w:r w:rsidR="00B94D5B" w:rsidRPr="005F4F31">
        <w:t>dílo</w:t>
      </w:r>
      <w:r w:rsidRPr="005F4F31">
        <w:t xml:space="preserve">. </w:t>
      </w:r>
      <w:r w:rsidR="0035531B" w:rsidRPr="005F4F31">
        <w:t xml:space="preserve"> </w:t>
      </w:r>
    </w:p>
    <w:p w14:paraId="16CED53A" w14:textId="63DCA4ED" w:rsidR="0035531B" w:rsidRPr="005F4F31" w:rsidRDefault="00572F04" w:rsidP="00A47DE5">
      <w:pPr>
        <w:pStyle w:val="Text1-1"/>
      </w:pPr>
      <w:r w:rsidRPr="005F4F31">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5F4F31">
          <w:rPr>
            <w:rStyle w:val="Hypertextovodkaz"/>
            <w:noProof w:val="0"/>
            <w:color w:val="auto"/>
          </w:rPr>
          <w:t>https://zakazky.spravazeleznic.cz/</w:t>
        </w:r>
      </w:hyperlink>
      <w:r w:rsidRPr="005F4F31">
        <w:t>, případně jinou formou písemné elektronické komunikace (zadavatel preferuje komunikaci prostřednictvím elektronického nástroje E-ZAK) dokumenty uvedené v článku 18.3 a případně i v článku 18.4</w:t>
      </w:r>
      <w:r w:rsidR="008217CE" w:rsidRPr="005F4F31">
        <w:t xml:space="preserve"> až </w:t>
      </w:r>
      <w:r w:rsidR="00BE22EE" w:rsidRPr="005F4F31">
        <w:t>18.9</w:t>
      </w:r>
      <w:r w:rsidRPr="005F4F31">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rsidRPr="005F4F31">
        <w:t xml:space="preserve">Bez ohledu na výše uvedené si však zadavatel vyhrazuje možnost v případě potřeby postupovat v souladu s § 123 odst. 2 ZZVZ. Pokud vybraný dodavatel odmítne uzavřít smlouvu nebo zadavateli neposkytne řádnou součinnost k jejímu uzavření </w:t>
      </w:r>
      <w:r w:rsidRPr="005F4F31">
        <w:t>(</w:t>
      </w:r>
      <w:r w:rsidR="00A965D3" w:rsidRPr="005F4F31">
        <w:t xml:space="preserve">např. nepředloží některý </w:t>
      </w:r>
      <w:r w:rsidRPr="005F4F31">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BE22EE" w:rsidRPr="005F4F31">
        <w:rPr>
          <w:rStyle w:val="Tun9b"/>
          <w:b w:val="0"/>
        </w:rPr>
        <w:t xml:space="preserve">Zadavatel je oprávněn v písemné výzvě určit další doklady, které je vybraný dodavatel povinen předložit v souladu s § 122 odst. 4 ZZVZ. </w:t>
      </w:r>
      <w:r w:rsidRPr="005F4F31">
        <w:t>Zadavatel upozorňuje, že je vázán § 211</w:t>
      </w:r>
      <w:r w:rsidR="007B6F67" w:rsidRPr="005F4F31">
        <w:t xml:space="preserve"> </w:t>
      </w:r>
      <w:r w:rsidR="00A965D3" w:rsidRPr="005F4F31">
        <w:t>ZZVZ</w:t>
      </w:r>
      <w:r w:rsidRPr="005F4F31">
        <w:t xml:space="preserve"> stanovujícím povinnost písemné elektronické komunikace mezi zadavatelem a dodavatelem, která se vztahuje na veškeré předkládané doklady, včetně dokladů předkládaných vybraným dodavatelem na základě výzvy dle §</w:t>
      </w:r>
      <w:r w:rsidR="00C20785">
        <w:t> </w:t>
      </w:r>
      <w:r w:rsidRPr="005F4F31">
        <w:t xml:space="preserve">122 </w:t>
      </w:r>
      <w:r w:rsidR="00A965D3" w:rsidRPr="005F4F31">
        <w:t>ZZVZ</w:t>
      </w:r>
      <w:r w:rsidRPr="005F4F31">
        <w:t xml:space="preserve">. </w:t>
      </w:r>
      <w:r w:rsidR="00A965D3" w:rsidRPr="005F4F31">
        <w:rPr>
          <w:rStyle w:val="Tun9b"/>
          <w:b w:val="0"/>
        </w:rPr>
        <w:t xml:space="preserve">Pokud je požadován </w:t>
      </w:r>
      <w:r w:rsidR="00A965D3" w:rsidRPr="005F4F31">
        <w:t>o</w:t>
      </w:r>
      <w:r w:rsidRPr="005F4F31">
        <w:t>riginál nebo úředně ověřená kopie dokladu</w:t>
      </w:r>
      <w:r w:rsidR="00A965D3" w:rsidRPr="005F4F31">
        <w:t>,</w:t>
      </w:r>
      <w:r w:rsidRPr="005F4F3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w:t>
      </w:r>
      <w:r w:rsidR="00C20785">
        <w:t> </w:t>
      </w:r>
      <w:r w:rsidRPr="005F4F31">
        <w:t>300/2008 Sb., o elektronických úkonech a autorizované konverzi dokumentů, ve znění pozdějších předpisů</w:t>
      </w:r>
      <w:r w:rsidR="0035531B" w:rsidRPr="005F4F31">
        <w:t>.</w:t>
      </w:r>
    </w:p>
    <w:p w14:paraId="17D6D535" w14:textId="77777777" w:rsidR="00572F04" w:rsidRPr="005F4F31" w:rsidRDefault="00572F04" w:rsidP="00572F04">
      <w:pPr>
        <w:pStyle w:val="Text1-1"/>
      </w:pPr>
      <w:r w:rsidRPr="005F4F31">
        <w:t>Vybraný dodavatel je povinen na základě písemné výzvy jako podmínku pro uzavření smlouvy poskytnout zadavateli řádnou součinnost, která spočívá zejména v předložení následujících dokumentů:</w:t>
      </w:r>
    </w:p>
    <w:p w14:paraId="7003A483" w14:textId="55F7FD50" w:rsidR="00A965D3" w:rsidRPr="005F4F31" w:rsidRDefault="00A965D3" w:rsidP="00572F04">
      <w:pPr>
        <w:pStyle w:val="Odrka1-1"/>
      </w:pPr>
      <w:r w:rsidRPr="005F4F31">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5C6F47E" w:rsidR="00572F04" w:rsidRDefault="00572F04" w:rsidP="00572F04">
      <w:pPr>
        <w:pStyle w:val="Odrka1-1"/>
      </w:pPr>
      <w:r w:rsidRPr="003B2275">
        <w:t xml:space="preserve">originálu bankovní </w:t>
      </w:r>
      <w:r w:rsidR="00D6027A" w:rsidRPr="003B2275">
        <w:t xml:space="preserve">nebo pojistné </w:t>
      </w:r>
      <w:r w:rsidRPr="003B2275">
        <w:t xml:space="preserve">záruky </w:t>
      </w:r>
      <w:r w:rsidR="008B0073" w:rsidRPr="003B2275">
        <w:t xml:space="preserve">za provedení díla </w:t>
      </w:r>
      <w:r w:rsidRPr="003B2275">
        <w:t>ve výši stanovené v čl.</w:t>
      </w:r>
      <w:r w:rsidR="008B0073" w:rsidRPr="003B2275">
        <w:t xml:space="preserve"> 3 odst.</w:t>
      </w:r>
      <w:r w:rsidRPr="003B2275">
        <w:t xml:space="preserve"> </w:t>
      </w:r>
      <w:r w:rsidR="001D6A9D" w:rsidRPr="003B2275">
        <w:t>3.2</w:t>
      </w:r>
      <w:r w:rsidRPr="003B2275">
        <w:t xml:space="preserve"> Smlouvy </w:t>
      </w:r>
      <w:r w:rsidR="008B0073" w:rsidRPr="003B2275">
        <w:t xml:space="preserve">o dílo </w:t>
      </w:r>
      <w:r w:rsidRPr="003B2275">
        <w:t xml:space="preserve">a splňující požadavky stanovené v </w:t>
      </w:r>
      <w:r w:rsidR="008B0073" w:rsidRPr="003B2275">
        <w:t>čl.</w:t>
      </w:r>
      <w:r w:rsidR="00F6626A" w:rsidRPr="003B2275">
        <w:t xml:space="preserve"> </w:t>
      </w:r>
      <w:r w:rsidR="001D6A9D" w:rsidRPr="003B2275">
        <w:t>8 Smlouvy</w:t>
      </w:r>
      <w:r w:rsidR="00F87183" w:rsidRPr="003B2275">
        <w:t xml:space="preserve"> o dílo</w:t>
      </w:r>
      <w:r w:rsidRPr="003B2275">
        <w:t xml:space="preserve">; bankovní </w:t>
      </w:r>
      <w:r w:rsidR="00D6027A" w:rsidRPr="003B2275">
        <w:t xml:space="preserve">nebo pojistnou </w:t>
      </w:r>
      <w:r w:rsidRPr="003B2275">
        <w:t>záruku vybraný dodavatel předloží až po uplynutí lhůty ve smyslu § 246 ZZVZ, ve které zadavatel nesmí uzavřít smlouvu;</w:t>
      </w:r>
    </w:p>
    <w:p w14:paraId="58552670" w14:textId="2F635718" w:rsidR="00F97FF9" w:rsidRPr="003B2275" w:rsidRDefault="00F97FF9" w:rsidP="00572F04">
      <w:pPr>
        <w:pStyle w:val="Odrka1-1"/>
      </w:pPr>
      <w:r>
        <w:t>vybraným dodavatelem vyplněnou P</w:t>
      </w:r>
      <w:r w:rsidR="00C32A5E">
        <w:t xml:space="preserve">řílohu č. </w:t>
      </w:r>
      <w:r>
        <w:t>4 S</w:t>
      </w:r>
      <w:r w:rsidR="00C32A5E">
        <w:t>mlouvy</w:t>
      </w:r>
      <w:r>
        <w:t xml:space="preserve"> o dílo s názvem poddodavatelů, a to ve formátu umožňujícím editaci;</w:t>
      </w:r>
    </w:p>
    <w:p w14:paraId="2DFAF334" w14:textId="078AECBD" w:rsidR="00572F04" w:rsidRPr="003B2275" w:rsidRDefault="00572F04" w:rsidP="00572F04">
      <w:pPr>
        <w:pStyle w:val="Odrka1-1"/>
      </w:pPr>
      <w:r w:rsidRPr="003B2275">
        <w:t xml:space="preserve">kopií </w:t>
      </w:r>
      <w:r w:rsidR="00A965D3" w:rsidRPr="003B2275">
        <w:t xml:space="preserve">smluv </w:t>
      </w:r>
      <w:r w:rsidR="00EC2AAB" w:rsidRPr="003B2275">
        <w:t xml:space="preserve">s poddodavateli </w:t>
      </w:r>
      <w:r w:rsidR="00A965D3" w:rsidRPr="003B2275">
        <w:t xml:space="preserve">nebo poddodavateli podepsaných potvrzení o jejich existenci nebo </w:t>
      </w:r>
      <w:r w:rsidRPr="003B2275">
        <w:t xml:space="preserve">písemných závazků poddodavatelů uvedených v Příloze č. </w:t>
      </w:r>
      <w:r w:rsidR="00C357DE" w:rsidRPr="003B2275">
        <w:t>2 těchto Pokynů</w:t>
      </w:r>
      <w:r w:rsidRPr="003B2275">
        <w:t xml:space="preserve">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C357DE" w:rsidRPr="003B2275">
        <w:t>2 těchto Pokynů</w:t>
      </w:r>
      <w:r w:rsidR="00DA7607" w:rsidRPr="003B2275">
        <w:t xml:space="preserve"> </w:t>
      </w:r>
      <w:r w:rsidRPr="003B2275">
        <w:t>souhlasí se svým budoucím zapojením do plnění předmětu veřejné zakázky a jsou připraveni své konkrétně specifikované plnění poskytnout.</w:t>
      </w:r>
    </w:p>
    <w:p w14:paraId="6382CB08" w14:textId="13ED2C9C" w:rsidR="0035531B" w:rsidRPr="003B2275" w:rsidRDefault="00572F04" w:rsidP="007038DC">
      <w:pPr>
        <w:pStyle w:val="Textbezslovn"/>
      </w:pPr>
      <w:r w:rsidRPr="003B2275">
        <w:t xml:space="preserve">Zadavatel upřesňuje, že pokud bude </w:t>
      </w:r>
      <w:r w:rsidR="00A965D3" w:rsidRPr="003B2275">
        <w:t xml:space="preserve">některý doklad </w:t>
      </w:r>
      <w:r w:rsidRPr="003B2275">
        <w:t>doložen již v nabídce nebo v průběhu zadávacího řízení, zadavatel k jeho předkládání nebude vybraného dodavatele vyzývat</w:t>
      </w:r>
      <w:r w:rsidR="0035531B" w:rsidRPr="003B2275">
        <w:t>.</w:t>
      </w:r>
    </w:p>
    <w:p w14:paraId="61C89307" w14:textId="77777777" w:rsidR="003831C7" w:rsidRPr="003B2275" w:rsidRDefault="003831C7" w:rsidP="001165C4">
      <w:pPr>
        <w:pStyle w:val="Text1-1"/>
      </w:pPr>
      <w:r w:rsidRPr="003B2275">
        <w:t>U vybraného dodavatele, je-li českou právnickou osobou, zadavatel zjistí údaje o jeho skutečném majiteli podle zákona upravujícího evidenci skutečných majitelů (dále jen "</w:t>
      </w:r>
      <w:r w:rsidRPr="003B2275">
        <w:rPr>
          <w:b/>
        </w:rPr>
        <w:t>skutečný majitel</w:t>
      </w:r>
      <w:r w:rsidRPr="003B2275">
        <w:t>") z evidence skutečných majitelů podle téhož zákona (dále jen "</w:t>
      </w:r>
      <w:r w:rsidRPr="003B2275">
        <w:rPr>
          <w:b/>
        </w:rPr>
        <w:t>evidence skutečných majitelů</w:t>
      </w:r>
      <w:r w:rsidRPr="003B2275">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Pr="003B2275" w:rsidRDefault="003831C7" w:rsidP="003831C7">
      <w:pPr>
        <w:pStyle w:val="Textbezslovn"/>
      </w:pPr>
      <w:r w:rsidRPr="003B2275">
        <w:t xml:space="preserve">a) ke sdělení identifikačních údajů všech osob, které jsou jeho skutečným majitelem, a </w:t>
      </w:r>
    </w:p>
    <w:p w14:paraId="0C843E45" w14:textId="77777777" w:rsidR="003831C7" w:rsidRPr="003B2275" w:rsidRDefault="003831C7" w:rsidP="003831C7">
      <w:pPr>
        <w:pStyle w:val="Textbezslovn"/>
      </w:pPr>
      <w:r w:rsidRPr="003B2275">
        <w:t xml:space="preserve">b) k předložení dokladů, z nichž vyplývá vztah všech osob podle předchozího písmene a) k dodavateli; těmito doklady jsou zejména: </w:t>
      </w:r>
    </w:p>
    <w:p w14:paraId="48559616" w14:textId="77777777" w:rsidR="003831C7" w:rsidRPr="003B2275" w:rsidRDefault="003831C7" w:rsidP="003831C7">
      <w:pPr>
        <w:pStyle w:val="Odrka1-2-"/>
      </w:pPr>
      <w:r w:rsidRPr="003B2275">
        <w:t xml:space="preserve">výpis ze zahraniční evidence obdobné veřejnému rejstříku, </w:t>
      </w:r>
    </w:p>
    <w:p w14:paraId="166BAC9A" w14:textId="77777777" w:rsidR="003831C7" w:rsidRPr="003B2275" w:rsidRDefault="003831C7" w:rsidP="003831C7">
      <w:pPr>
        <w:pStyle w:val="Odrka1-2-"/>
      </w:pPr>
      <w:r w:rsidRPr="003B2275">
        <w:t xml:space="preserve">seznam akcionářů, </w:t>
      </w:r>
    </w:p>
    <w:p w14:paraId="3BC944EC" w14:textId="77777777" w:rsidR="003831C7" w:rsidRPr="003B2275" w:rsidRDefault="003831C7" w:rsidP="003831C7">
      <w:pPr>
        <w:pStyle w:val="Odrka1-2-"/>
      </w:pPr>
      <w:r w:rsidRPr="003B2275">
        <w:t xml:space="preserve">rozhodnutí statutárního orgánu o vyplacení podílu na zisku, </w:t>
      </w:r>
    </w:p>
    <w:p w14:paraId="3365D552" w14:textId="77777777" w:rsidR="003831C7" w:rsidRPr="003B2275" w:rsidRDefault="003831C7" w:rsidP="003831C7">
      <w:pPr>
        <w:pStyle w:val="Odrka1-2-"/>
      </w:pPr>
      <w:r w:rsidRPr="003B2275">
        <w:t>společenská smlouva, zakladatelská listina nebo stanovy.</w:t>
      </w:r>
    </w:p>
    <w:p w14:paraId="6B72BE25" w14:textId="4BF7CB1B" w:rsidR="003831C7" w:rsidRPr="003B2275" w:rsidRDefault="003831C7" w:rsidP="003831C7">
      <w:pPr>
        <w:pStyle w:val="Textbezslovn"/>
      </w:pPr>
      <w:r w:rsidRPr="003B2275">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357F4702" w:rsidR="008217CE" w:rsidRPr="003B2275" w:rsidRDefault="00C56B64" w:rsidP="00572F04">
      <w:pPr>
        <w:pStyle w:val="Text1-1"/>
      </w:pPr>
      <w:r w:rsidRPr="003B2275">
        <w:t>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r w:rsidR="008217CE" w:rsidRPr="003B2275">
        <w:t>.</w:t>
      </w:r>
    </w:p>
    <w:p w14:paraId="6C5ADE2A" w14:textId="36096E0C" w:rsidR="0035531B" w:rsidRPr="003B2275" w:rsidRDefault="00572F04" w:rsidP="00572F04">
      <w:pPr>
        <w:pStyle w:val="Text1-1"/>
      </w:pPr>
      <w:r w:rsidRPr="003B2275">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3B2275">
        <w:t>.</w:t>
      </w:r>
    </w:p>
    <w:p w14:paraId="7509EAA4" w14:textId="26E0467F" w:rsidR="0035531B" w:rsidRPr="003B2275" w:rsidRDefault="00572F04" w:rsidP="00572F04">
      <w:pPr>
        <w:pStyle w:val="Text1-1"/>
      </w:pPr>
      <w:r w:rsidRPr="003B2275">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3B2275">
        <w:t xml:space="preserve">. </w:t>
      </w:r>
    </w:p>
    <w:p w14:paraId="04FD3A2D" w14:textId="3B5615F6" w:rsidR="009B7E95" w:rsidRPr="003B2275" w:rsidRDefault="009B7E95" w:rsidP="00572F04">
      <w:pPr>
        <w:pStyle w:val="Text1-1"/>
      </w:pPr>
      <w:r w:rsidRPr="003B2275">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w:t>
      </w:r>
      <w:r w:rsidR="00F04920" w:rsidRPr="003B2275">
        <w:t xml:space="preserve"> mezinárodní sankce, zákaz zadání veřejné zakázky</w:t>
      </w:r>
      <w:r w:rsidRPr="003B2275">
        <w:t>).</w:t>
      </w:r>
    </w:p>
    <w:p w14:paraId="04CC2A7D" w14:textId="4C9E6A1A" w:rsidR="00BE22EE" w:rsidRPr="003B2275" w:rsidRDefault="00BE22EE" w:rsidP="00572F04">
      <w:pPr>
        <w:pStyle w:val="Text1-1"/>
      </w:pPr>
      <w:r w:rsidRPr="003B2275">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4E70C5">
        <w:t>10</w:t>
      </w:r>
      <w:r w:rsidRPr="003B2275">
        <w:t xml:space="preserve"> těchto Pokynů ve vztahu k této jiné osobě.</w:t>
      </w:r>
    </w:p>
    <w:p w14:paraId="187B794F" w14:textId="77777777" w:rsidR="0035531B" w:rsidRPr="003B2275" w:rsidRDefault="0035531B" w:rsidP="00B77C6D">
      <w:pPr>
        <w:pStyle w:val="Nadpis1-1"/>
      </w:pPr>
      <w:bookmarkStart w:id="517" w:name="_Toc163043998"/>
      <w:r w:rsidRPr="003B2275">
        <w:t>OCHRANA INFORMACÍ</w:t>
      </w:r>
      <w:bookmarkEnd w:id="517"/>
    </w:p>
    <w:p w14:paraId="53E99C8C" w14:textId="77777777" w:rsidR="00572F04" w:rsidRPr="003B2275" w:rsidRDefault="00572F04" w:rsidP="00572F04">
      <w:pPr>
        <w:pStyle w:val="Text1-1"/>
      </w:pPr>
      <w:r w:rsidRPr="003B2275">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Pr="003B2275" w:rsidRDefault="00572F04" w:rsidP="00572F04">
      <w:pPr>
        <w:pStyle w:val="Text1-1"/>
      </w:pPr>
      <w:r w:rsidRPr="003B2275">
        <w:t>Účastník zadávacího řízení není oprávněn dovolávat se následně ochrany těch informací, které jako důvěrné či jako obchodní tajemství ve své nabídce neoznačil.</w:t>
      </w:r>
    </w:p>
    <w:p w14:paraId="629F1E85" w14:textId="081A9E22" w:rsidR="00763948" w:rsidRPr="00B057D3" w:rsidRDefault="00572F04" w:rsidP="00B057D3">
      <w:pPr>
        <w:pStyle w:val="Text1-1"/>
        <w:rPr>
          <w:b/>
        </w:rPr>
      </w:pPr>
      <w:r w:rsidRPr="003B2275">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3B2275">
        <w:t>.</w:t>
      </w:r>
      <w:bookmarkStart w:id="518" w:name="_Toc59538672"/>
      <w:bookmarkStart w:id="519" w:name="_Toc61510465"/>
    </w:p>
    <w:p w14:paraId="0691F53C" w14:textId="7240924F" w:rsidR="00DD0D3C" w:rsidRDefault="00763948" w:rsidP="00B057D3">
      <w:pPr>
        <w:pStyle w:val="Nadpis1-1"/>
        <w:spacing w:before="0" w:line="360" w:lineRule="auto"/>
        <w:jc w:val="both"/>
      </w:pPr>
      <w:bookmarkStart w:id="520" w:name="_Toc163043999"/>
      <w:r>
        <w:t>NEOBSAZENO</w:t>
      </w:r>
      <w:bookmarkEnd w:id="520"/>
    </w:p>
    <w:p w14:paraId="3E653746" w14:textId="664D76B7" w:rsidR="00763948" w:rsidRPr="00763948" w:rsidRDefault="00423AD4" w:rsidP="00B057D3">
      <w:pPr>
        <w:pStyle w:val="Nadpis1-1"/>
        <w:spacing w:before="0"/>
        <w:jc w:val="both"/>
      </w:pPr>
      <w:bookmarkStart w:id="521" w:name="_Toc163026397"/>
      <w:bookmarkStart w:id="522" w:name="_Toc163044000"/>
      <w:bookmarkEnd w:id="521"/>
      <w:r w:rsidRPr="003B2275">
        <w:t>SOCIÁLNĚ A ENVIRO</w:t>
      </w:r>
      <w:r w:rsidR="007C1CD8" w:rsidRPr="003B2275">
        <w:t>N</w:t>
      </w:r>
      <w:r w:rsidRPr="003B2275">
        <w:t>MENTÁLNĚ ODPOVĚDNÉ ZADÁVÁNÍ, INOVACE</w:t>
      </w:r>
      <w:bookmarkEnd w:id="518"/>
      <w:bookmarkEnd w:id="519"/>
      <w:bookmarkEnd w:id="522"/>
    </w:p>
    <w:p w14:paraId="3A388A57" w14:textId="00313068" w:rsidR="00423AD4" w:rsidRPr="003B2275" w:rsidRDefault="00423AD4" w:rsidP="00423AD4">
      <w:pPr>
        <w:pStyle w:val="Text1-1"/>
      </w:pPr>
      <w:r w:rsidRPr="003B227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3B2275">
        <w:rPr>
          <w:b/>
        </w:rPr>
        <w:t>odpovědné zadávání</w:t>
      </w:r>
      <w:r w:rsidRPr="003B2275">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763948">
        <w:t> </w:t>
      </w:r>
      <w:r w:rsidRPr="003B2275">
        <w:t>320/</w:t>
      </w:r>
      <w:r w:rsidR="00DB6399" w:rsidRPr="003B2275">
        <w:t xml:space="preserve">2001 </w:t>
      </w:r>
      <w:r w:rsidRPr="003B2275">
        <w:t>Sb. o finanční kontrole ve veřejné správě</w:t>
      </w:r>
      <w:r w:rsidR="00D15EE0" w:rsidRPr="003B2275">
        <w:t xml:space="preserve"> a o změně některých zákonů (zákon o finanční kontrole), ve znění pozdějších předpisů.</w:t>
      </w:r>
    </w:p>
    <w:p w14:paraId="261FFB7B" w14:textId="77777777" w:rsidR="00423AD4" w:rsidRPr="003B2275" w:rsidRDefault="00423AD4" w:rsidP="00423AD4">
      <w:pPr>
        <w:pStyle w:val="Text1-1"/>
      </w:pPr>
      <w:r w:rsidRPr="003B2275">
        <w:t>Zadavatel aplikuje v zadávacím řízení níže uvedené prvky odpovědného zadávání:</w:t>
      </w:r>
    </w:p>
    <w:p w14:paraId="33FF694A" w14:textId="44902D74" w:rsidR="00423AD4" w:rsidRPr="003B2275" w:rsidRDefault="00423AD4" w:rsidP="00423AD4">
      <w:pPr>
        <w:pStyle w:val="Odrka1-1"/>
      </w:pPr>
      <w:r w:rsidRPr="003B2275">
        <w:t>rovnocenné platební podmínky</w:t>
      </w:r>
      <w:r w:rsidR="008217CE" w:rsidRPr="003B2275">
        <w:t xml:space="preserve"> v rámci dodavatelského řetězce</w:t>
      </w:r>
      <w:r w:rsidR="00763948">
        <w:t>;</w:t>
      </w:r>
    </w:p>
    <w:p w14:paraId="6876F9EC" w14:textId="55D43AD9" w:rsidR="00423AD4" w:rsidRPr="003B2275" w:rsidRDefault="00423AD4" w:rsidP="00423AD4">
      <w:pPr>
        <w:pStyle w:val="Odrka1-1"/>
      </w:pPr>
      <w:r w:rsidRPr="003B2275">
        <w:t xml:space="preserve">porady </w:t>
      </w:r>
      <w:r w:rsidR="00302811" w:rsidRPr="003B2275">
        <w:t xml:space="preserve">a jednání </w:t>
      </w:r>
      <w:r w:rsidRPr="003B2275">
        <w:t>veden</w:t>
      </w:r>
      <w:r w:rsidR="00302811" w:rsidRPr="003B2275">
        <w:t>á</w:t>
      </w:r>
      <w:r w:rsidRPr="003B2275">
        <w:t xml:space="preserve"> primárně distančním způsobem</w:t>
      </w:r>
      <w:r w:rsidR="00763948">
        <w:t>;</w:t>
      </w:r>
    </w:p>
    <w:p w14:paraId="375EBBDC" w14:textId="77B1BE06" w:rsidR="00423AD4" w:rsidRPr="003B2275" w:rsidRDefault="008217CE" w:rsidP="00423AD4">
      <w:pPr>
        <w:pStyle w:val="Odrka1-1"/>
      </w:pPr>
      <w:r w:rsidRPr="003B2275">
        <w:t>studentské exkurze</w:t>
      </w:r>
      <w:r w:rsidR="00763948">
        <w:t>.</w:t>
      </w:r>
    </w:p>
    <w:p w14:paraId="23D25BD6" w14:textId="0A28144D" w:rsidR="00423AD4" w:rsidRPr="003B2275" w:rsidRDefault="00423AD4" w:rsidP="006A6DF0">
      <w:pPr>
        <w:pStyle w:val="Text1-1"/>
      </w:pPr>
      <w:r w:rsidRPr="003B2275">
        <w:t>Výše uvedené prvky odpovědného zadávání a povinnosti dodavatele s nimi spojené zadavatel stanovil v</w:t>
      </w:r>
      <w:r w:rsidR="00980909" w:rsidRPr="003B2275">
        <w:t xml:space="preserve"> </w:t>
      </w:r>
      <w:r w:rsidRPr="003B2275">
        <w:t xml:space="preserve">ustanoveních článku </w:t>
      </w:r>
      <w:r w:rsidR="003544C9" w:rsidRPr="003B2275">
        <w:t>7.9</w:t>
      </w:r>
      <w:r w:rsidR="002779F3" w:rsidRPr="003B2275">
        <w:t xml:space="preserve"> </w:t>
      </w:r>
      <w:r w:rsidRPr="003B2275">
        <w:t>závazného vzoru smlouvy, který je dílem 2 zadávací dokumentace</w:t>
      </w:r>
      <w:r w:rsidR="00980909" w:rsidRPr="003B2275">
        <w:t>.</w:t>
      </w:r>
    </w:p>
    <w:p w14:paraId="7FD7782A" w14:textId="6A8C2FA1" w:rsidR="004D33A0" w:rsidRPr="003B2275" w:rsidRDefault="004D33A0" w:rsidP="004D33A0">
      <w:pPr>
        <w:pStyle w:val="Nadpis1-1"/>
        <w:jc w:val="both"/>
      </w:pPr>
      <w:bookmarkStart w:id="523" w:name="_Toc102380477"/>
      <w:bookmarkStart w:id="524" w:name="_Toc103683200"/>
      <w:bookmarkStart w:id="525" w:name="_Toc103932243"/>
      <w:bookmarkStart w:id="526" w:name="_Toc163044001"/>
      <w:r w:rsidRPr="003B2275">
        <w:t xml:space="preserve">Další zadávací podmínky v návaznosti na </w:t>
      </w:r>
      <w:bookmarkEnd w:id="523"/>
      <w:bookmarkEnd w:id="524"/>
      <w:bookmarkEnd w:id="525"/>
      <w:r w:rsidR="00CC7F60" w:rsidRPr="003B2275">
        <w:t>MEZINÁRODNÍ sankce, zákaz zadání veřejné zakázky</w:t>
      </w:r>
      <w:bookmarkEnd w:id="526"/>
    </w:p>
    <w:p w14:paraId="02388F5D" w14:textId="1F5F6318" w:rsidR="00CC7F60" w:rsidRPr="003B2275" w:rsidRDefault="00CC7F60" w:rsidP="00D42474">
      <w:pPr>
        <w:pStyle w:val="Text1-1"/>
      </w:pPr>
      <w:r w:rsidRPr="003B2275">
        <w:t>Zadavatel v tomto řízení postupuje v souladu s § 48a ZZVZ.</w:t>
      </w:r>
      <w:r w:rsidR="00A965D3" w:rsidRPr="003B2275">
        <w:t xml:space="preserve"> Zadavatel nezadá veřejnou zakázku účastníku zadávacího řízení, pokud je to v rozporu s mezinárodními sankcemi podle zákona upravujícího provádění mezinárodních sankcí.</w:t>
      </w:r>
    </w:p>
    <w:p w14:paraId="31DFEF48" w14:textId="29BAB31B" w:rsidR="00D42474" w:rsidRPr="003B2275" w:rsidRDefault="00D42474" w:rsidP="00D42474">
      <w:pPr>
        <w:pStyle w:val="Text1-1"/>
      </w:pPr>
      <w:r w:rsidRPr="003B2275">
        <w:t>Dle článku 5k nařízení Rady (EU) č. 833/2014 ze dne 31. července 2014 o omezujících opatřeních vzhledem k činnostem Ruska destabilizujícím situaci na Ukrajině, ve znění pozdějších předpisů</w:t>
      </w:r>
      <w:r w:rsidRPr="003B2275">
        <w:rPr>
          <w:rStyle w:val="Znakapoznpodarou"/>
        </w:rPr>
        <w:footnoteReference w:id="2"/>
      </w:r>
      <w:r w:rsidRPr="003B2275">
        <w:t xml:space="preserve"> (dále jen „</w:t>
      </w:r>
      <w:r w:rsidRPr="003B2275">
        <w:rPr>
          <w:b/>
        </w:rPr>
        <w:t>Nařízení č. 833/2014</w:t>
      </w:r>
      <w:r w:rsidRPr="003B2275">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CC7F60" w:rsidRPr="003B2275">
        <w:t xml:space="preserve">článku </w:t>
      </w:r>
      <w:r w:rsidRPr="003B2275">
        <w:t xml:space="preserve">7 </w:t>
      </w:r>
      <w:r w:rsidR="00CC7F60" w:rsidRPr="003B2275">
        <w:t xml:space="preserve">písm. a) až d), </w:t>
      </w:r>
      <w:r w:rsidR="00382B96" w:rsidRPr="003B2275">
        <w:t xml:space="preserve">čl. </w:t>
      </w:r>
      <w:r w:rsidRPr="003B2275">
        <w:t xml:space="preserve">8, čl. 10 písm. b) až f) a písm. h) až j) směrnice 2014/24/EU, </w:t>
      </w:r>
      <w:r w:rsidR="00382B96" w:rsidRPr="003B2275">
        <w:t xml:space="preserve">čl. </w:t>
      </w:r>
      <w:r w:rsidRPr="003B2275">
        <w:t>18, čl. 21 písm. b) až e) a písm. g</w:t>
      </w:r>
      <w:r w:rsidR="00CC7F60" w:rsidRPr="003B2275">
        <w:t>)</w:t>
      </w:r>
      <w:r w:rsidRPr="003B2275">
        <w:t xml:space="preserve"> až i), </w:t>
      </w:r>
      <w:r w:rsidR="00382B96" w:rsidRPr="003B2275">
        <w:t xml:space="preserve">čl. </w:t>
      </w:r>
      <w:r w:rsidRPr="003B2275">
        <w:t>29 a 30 směrnice 2014/25/EU a čl. 13 písm. a) až d), f) až h) a j) směrnice 2009/81/EC</w:t>
      </w:r>
      <w:r w:rsidR="00CC7F60" w:rsidRPr="003B2275">
        <w:t xml:space="preserve"> a hlavy VII na</w:t>
      </w:r>
      <w:r w:rsidR="00CC7F60" w:rsidRPr="003B2275">
        <w:rPr>
          <w:rFonts w:hint="eastAsia"/>
        </w:rPr>
        <w:t>ří</w:t>
      </w:r>
      <w:r w:rsidR="00CC7F60" w:rsidRPr="003B2275">
        <w:t>zení Evropského parlamentu a Rady (EU, Euratom) 2018/1046 následujícím osobám, subjekt</w:t>
      </w:r>
      <w:r w:rsidR="00CC7F60" w:rsidRPr="003B2275">
        <w:rPr>
          <w:rFonts w:hint="eastAsia"/>
        </w:rPr>
        <w:t>ů</w:t>
      </w:r>
      <w:r w:rsidR="00CC7F60" w:rsidRPr="003B2275">
        <w:t>m nebo orgán</w:t>
      </w:r>
      <w:r w:rsidR="00CC7F60" w:rsidRPr="003B2275">
        <w:rPr>
          <w:rFonts w:hint="eastAsia"/>
        </w:rPr>
        <w:t>ů</w:t>
      </w:r>
      <w:r w:rsidR="00CC7F60" w:rsidRPr="003B2275">
        <w:t>m, nebo pokra</w:t>
      </w:r>
      <w:r w:rsidR="00CC7F60" w:rsidRPr="003B2275">
        <w:rPr>
          <w:rFonts w:hint="eastAsia"/>
        </w:rPr>
        <w:t>č</w:t>
      </w:r>
      <w:r w:rsidR="00CC7F60" w:rsidRPr="003B2275">
        <w:t>ovat v jejich pln</w:t>
      </w:r>
      <w:r w:rsidR="00CC7F60" w:rsidRPr="003B2275">
        <w:rPr>
          <w:rFonts w:hint="eastAsia"/>
        </w:rPr>
        <w:t>ě</w:t>
      </w:r>
      <w:r w:rsidR="00CC7F60" w:rsidRPr="003B2275">
        <w:t>ní s následujícími osobami, subjekty a orgány</w:t>
      </w:r>
      <w:r w:rsidRPr="003B2275">
        <w:t>:</w:t>
      </w:r>
    </w:p>
    <w:p w14:paraId="76EB6FF3" w14:textId="1800CBD2" w:rsidR="00D42474" w:rsidRPr="003B2275" w:rsidRDefault="00CC7F60" w:rsidP="00E17B90">
      <w:pPr>
        <w:pStyle w:val="Text1-1"/>
        <w:numPr>
          <w:ilvl w:val="0"/>
          <w:numId w:val="18"/>
        </w:numPr>
      </w:pPr>
      <w:r w:rsidRPr="003B2275">
        <w:t>jakýkoli ruský státní příslušník, fyzická osoba s bydlištěm v Rusku nebo právnická osoba, subjekt či orgán usazené v Rusku</w:t>
      </w:r>
      <w:r w:rsidR="00D42474" w:rsidRPr="003B2275">
        <w:t>,</w:t>
      </w:r>
    </w:p>
    <w:p w14:paraId="4132B277" w14:textId="65B8C065" w:rsidR="00D42474" w:rsidRPr="003B2275" w:rsidRDefault="00D42474" w:rsidP="00E17B90">
      <w:pPr>
        <w:pStyle w:val="Text1-1"/>
        <w:numPr>
          <w:ilvl w:val="0"/>
          <w:numId w:val="18"/>
        </w:numPr>
        <w:spacing w:before="120"/>
      </w:pPr>
      <w:r w:rsidRPr="003B2275">
        <w:t>právnick</w:t>
      </w:r>
      <w:r w:rsidR="00CC7F60" w:rsidRPr="003B2275">
        <w:t>á</w:t>
      </w:r>
      <w:r w:rsidRPr="003B2275">
        <w:t xml:space="preserve"> osob</w:t>
      </w:r>
      <w:r w:rsidR="00CC7F60" w:rsidRPr="003B2275">
        <w:t>a</w:t>
      </w:r>
      <w:r w:rsidRPr="003B2275">
        <w:t>, subjekt nebo orgán, které jsou z více než 50 % přímo či nepřímo vlastněny některým ze subjektů uvedených v písmeni a) tohoto odstavce, nebo</w:t>
      </w:r>
    </w:p>
    <w:p w14:paraId="50F55C5E" w14:textId="28158DB6" w:rsidR="00D42474" w:rsidRPr="003B2275" w:rsidRDefault="00D42474" w:rsidP="00E17B90">
      <w:pPr>
        <w:pStyle w:val="Text1-1"/>
        <w:numPr>
          <w:ilvl w:val="0"/>
          <w:numId w:val="18"/>
        </w:numPr>
      </w:pPr>
      <w:r w:rsidRPr="003B2275">
        <w:t>fyzick</w:t>
      </w:r>
      <w:r w:rsidR="00CC7F60" w:rsidRPr="003B2275">
        <w:t>á</w:t>
      </w:r>
      <w:r w:rsidRPr="003B2275">
        <w:t xml:space="preserve"> nebo právnick</w:t>
      </w:r>
      <w:r w:rsidR="00CC7F60" w:rsidRPr="003B2275">
        <w:t>á</w:t>
      </w:r>
      <w:r w:rsidRPr="003B2275">
        <w:t xml:space="preserve"> osob</w:t>
      </w:r>
      <w:r w:rsidR="00CC7F60" w:rsidRPr="003B2275">
        <w:t>a</w:t>
      </w:r>
      <w:r w:rsidRPr="003B2275">
        <w:t>, subjekt nebo orgán, které jednají jménem nebo na pokyn některého ze subjektů uvedených v písmeni a) nebo b) tohoto odstavce,</w:t>
      </w:r>
    </w:p>
    <w:p w14:paraId="6FE55385" w14:textId="5DEA4878" w:rsidR="00D42474" w:rsidRPr="003B2275" w:rsidRDefault="00D42474" w:rsidP="00D42474">
      <w:pPr>
        <w:pStyle w:val="Text1-1"/>
        <w:numPr>
          <w:ilvl w:val="0"/>
          <w:numId w:val="0"/>
        </w:numPr>
        <w:ind w:left="737"/>
      </w:pPr>
      <w:r w:rsidRPr="003B2275">
        <w:t>včetně subdodavatelů, dodavatelů nebo subjektů, jejichž způsobilost je využívána ve smyslu směrnic o zadávání veřejných zakázek, pokud představují více než 10 % hodnoty zakázky.</w:t>
      </w:r>
    </w:p>
    <w:p w14:paraId="4BC1F932" w14:textId="7A1AC624" w:rsidR="00D42474" w:rsidRPr="003B2275" w:rsidRDefault="00D42474" w:rsidP="00D42474">
      <w:pPr>
        <w:pStyle w:val="Text1-1"/>
      </w:pPr>
      <w:r w:rsidRPr="003B2275">
        <w:t xml:space="preserve">Zadavatel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xml:space="preserve">, ani žádný z jeho poddodavatelů nebo jiných osob, jejichž způsobilost je využívána ve smyslu směrnic o zadávání veřejných zakázek, </w:t>
      </w:r>
      <w:r w:rsidRPr="003B2275">
        <w:rPr>
          <w:rFonts w:eastAsia="Verdana" w:cstheme="majorBidi"/>
          <w:noProof/>
          <w:szCs w:val="26"/>
        </w:rPr>
        <w:t>nebyli</w:t>
      </w:r>
      <w:r w:rsidRPr="003B2275">
        <w:t xml:space="preserve"> osobami dle </w:t>
      </w:r>
      <w:r w:rsidR="0011680E" w:rsidRPr="003B2275">
        <w:t xml:space="preserve">předchozího odstavce </w:t>
      </w:r>
      <w:r w:rsidRPr="003B2275">
        <w:t xml:space="preserve">tohoto článku a </w:t>
      </w:r>
      <w:r w:rsidRPr="003B2275">
        <w:rPr>
          <w:rFonts w:eastAsia="Verdana" w:cstheme="majorBidi"/>
          <w:noProof/>
          <w:szCs w:val="26"/>
        </w:rPr>
        <w:t>Nařízení č.</w:t>
      </w:r>
      <w:r w:rsidR="00763948">
        <w:rPr>
          <w:rFonts w:eastAsia="Verdana" w:cstheme="majorBidi"/>
          <w:noProof/>
          <w:szCs w:val="26"/>
        </w:rPr>
        <w:t> </w:t>
      </w:r>
      <w:r w:rsidRPr="003B2275">
        <w:rPr>
          <w:rFonts w:eastAsia="Verdana" w:cstheme="majorBidi"/>
          <w:noProof/>
          <w:szCs w:val="26"/>
        </w:rPr>
        <w:t>833/2014.</w:t>
      </w:r>
    </w:p>
    <w:p w14:paraId="6B81D1F2" w14:textId="77777777" w:rsidR="00D42474" w:rsidRPr="003B2275" w:rsidRDefault="00D42474" w:rsidP="00D42474">
      <w:pPr>
        <w:pStyle w:val="Text1-1"/>
      </w:pPr>
      <w:r w:rsidRPr="003B2275">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3B2275">
        <w:t>(dále jen „</w:t>
      </w:r>
      <w:r w:rsidRPr="003B2275">
        <w:rPr>
          <w:rFonts w:eastAsia="Verdana" w:cstheme="majorBidi"/>
          <w:b/>
          <w:noProof/>
          <w:szCs w:val="26"/>
        </w:rPr>
        <w:t>Nařízení</w:t>
      </w:r>
      <w:r w:rsidRPr="003B2275">
        <w:rPr>
          <w:b/>
        </w:rPr>
        <w:t xml:space="preserve"> </w:t>
      </w:r>
      <w:r w:rsidRPr="003B2275">
        <w:rPr>
          <w:rFonts w:eastAsia="Verdana" w:cstheme="majorBidi"/>
          <w:b/>
          <w:noProof/>
          <w:szCs w:val="26"/>
        </w:rPr>
        <w:t>č. 269/2014</w:t>
      </w:r>
      <w:r w:rsidRPr="003B2275">
        <w:rPr>
          <w:rFonts w:eastAsia="Verdana" w:cstheme="majorBidi"/>
          <w:noProof/>
          <w:szCs w:val="26"/>
        </w:rPr>
        <w:t>“</w:t>
      </w:r>
      <w:r w:rsidRPr="003B2275">
        <w:t>), a</w:t>
      </w:r>
      <w:r w:rsidRPr="003B2275">
        <w:rPr>
          <w:b/>
        </w:rPr>
        <w:t xml:space="preserve"> </w:t>
      </w:r>
      <w:r w:rsidRPr="003B2275">
        <w:t>dalších prováděcích předpisů k tomuto Nařízení č. 269/2014 (tzv. sankční seznamy)</w:t>
      </w:r>
      <w:r w:rsidRPr="003B2275">
        <w:rPr>
          <w:rStyle w:val="Znakapoznpodarou"/>
        </w:rPr>
        <w:footnoteReference w:id="3"/>
      </w:r>
      <w:r w:rsidRPr="003B2275">
        <w:t xml:space="preserve">, </w:t>
      </w:r>
      <w:r w:rsidRPr="003B2275">
        <w:rPr>
          <w:rFonts w:eastAsia="Verdana" w:cstheme="majorBidi"/>
          <w:noProof/>
          <w:szCs w:val="26"/>
        </w:rPr>
        <w:t xml:space="preserve">nesmějí být žádné finanční prostředky ani hospodářské zdroje </w:t>
      </w:r>
      <w:r w:rsidRPr="003B2275">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3B2275">
        <w:rPr>
          <w:rFonts w:eastAsia="Verdana" w:cstheme="majorBidi"/>
          <w:noProof/>
          <w:szCs w:val="26"/>
        </w:rPr>
        <w:t>„</w:t>
      </w:r>
      <w:r w:rsidRPr="003B2275">
        <w:rPr>
          <w:rFonts w:eastAsia="Verdana" w:cstheme="majorBidi"/>
          <w:b/>
          <w:noProof/>
          <w:szCs w:val="26"/>
        </w:rPr>
        <w:t>Osoby vedené na sankčních seznamech</w:t>
      </w:r>
      <w:r w:rsidRPr="003B2275">
        <w:rPr>
          <w:rFonts w:eastAsia="Verdana" w:cstheme="majorBidi"/>
          <w:noProof/>
          <w:szCs w:val="26"/>
        </w:rPr>
        <w:t>“</w:t>
      </w:r>
      <w:r w:rsidRPr="003B2275">
        <w:t>).</w:t>
      </w:r>
    </w:p>
    <w:p w14:paraId="6E60287F" w14:textId="77777777" w:rsidR="00D42474" w:rsidRPr="003B2275" w:rsidRDefault="00D42474" w:rsidP="00D42474">
      <w:pPr>
        <w:pStyle w:val="Text1-1"/>
      </w:pPr>
      <w:r w:rsidRPr="003B2275">
        <w:t xml:space="preserve">Zadavatel dále požaduje, aby účastník </w:t>
      </w:r>
      <w:r w:rsidRPr="003B2275">
        <w:rPr>
          <w:rFonts w:eastAsia="Times New Roman" w:cs="Times New Roman"/>
          <w:lang w:eastAsia="cs-CZ"/>
        </w:rPr>
        <w:t>sám jakožto dodavatel, případně dodavatelé v jeho rámci sdružení za účelem účasti v zadávacím řízení</w:t>
      </w:r>
      <w:r w:rsidRPr="003B2275">
        <w:t>, ani žádný z jeho poddodavatelů nebo jiných osob, jejichž způsobilost je využívána ve smyslu směrnic o zadávání veřejných zakázek, nebyli Osobami vedenými na sankčních seznamech.</w:t>
      </w:r>
    </w:p>
    <w:p w14:paraId="79FE8C71" w14:textId="70305467" w:rsidR="00D42474" w:rsidRPr="003B2275" w:rsidRDefault="00D42474" w:rsidP="00D42474">
      <w:pPr>
        <w:pStyle w:val="Text1-1"/>
      </w:pPr>
      <w:r w:rsidRPr="003B2275">
        <w:t xml:space="preserve">Splnění zadávacích podmínek stanovených zadavatelem dle tohoto článku prokáže účastník předložením čestného prohlášení, jehož vzorové znění je </w:t>
      </w:r>
      <w:r w:rsidR="00763948">
        <w:t>P</w:t>
      </w:r>
      <w:r w:rsidRPr="003B2275">
        <w:t>řílohou č. 10 těchto Pokynů, ve své nabídce.</w:t>
      </w:r>
    </w:p>
    <w:p w14:paraId="355EB214" w14:textId="77777777" w:rsidR="00D42474" w:rsidRPr="003B2275" w:rsidRDefault="00D42474" w:rsidP="00D42474">
      <w:pPr>
        <w:pStyle w:val="Text1-1"/>
      </w:pPr>
      <w:r w:rsidRPr="003B2275">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31DBAF4F" w14:textId="5FF895AE" w:rsidR="004D33A0" w:rsidRPr="003B2275" w:rsidRDefault="00D42474" w:rsidP="00D42474">
      <w:pPr>
        <w:pStyle w:val="Text1-1"/>
      </w:pPr>
      <w:r w:rsidRPr="003B2275">
        <w:t xml:space="preserve">V případě postupu </w:t>
      </w:r>
      <w:r w:rsidR="0011680E" w:rsidRPr="003B2275">
        <w:t xml:space="preserve">vybraného dodavatele </w:t>
      </w:r>
      <w:r w:rsidRPr="003B2275">
        <w:t xml:space="preserve">v rozporu s tímto článkem bude </w:t>
      </w:r>
      <w:r w:rsidR="0011680E" w:rsidRPr="003B2275">
        <w:t xml:space="preserve">vybraný dodavatel </w:t>
      </w:r>
      <w:r w:rsidRPr="003B2275">
        <w:t>vyloučen ze zadávacího řízení.</w:t>
      </w:r>
    </w:p>
    <w:p w14:paraId="5751B585" w14:textId="5F169177" w:rsidR="0035531B" w:rsidRPr="003B2275" w:rsidRDefault="0035531B" w:rsidP="00564DDD">
      <w:pPr>
        <w:pStyle w:val="Nadpis1-1"/>
      </w:pPr>
      <w:bookmarkStart w:id="527" w:name="_Toc163044002"/>
      <w:r w:rsidRPr="003B2275">
        <w:t>PŘÍLOHY TĚCHTO POKYNŮ</w:t>
      </w:r>
      <w:bookmarkEnd w:id="527"/>
    </w:p>
    <w:p w14:paraId="74AD9B6F" w14:textId="77777777" w:rsidR="0035531B" w:rsidRPr="003B2275" w:rsidRDefault="0035531B" w:rsidP="00564DDD">
      <w:pPr>
        <w:pStyle w:val="Textbezslovn"/>
        <w:tabs>
          <w:tab w:val="left" w:pos="2127"/>
        </w:tabs>
        <w:spacing w:after="0"/>
        <w:ind w:left="2127" w:hanging="1390"/>
      </w:pPr>
      <w:r w:rsidRPr="003B2275">
        <w:t>Příloha č. 1</w:t>
      </w:r>
      <w:r w:rsidRPr="003B2275">
        <w:tab/>
        <w:t>Všeobecné informace</w:t>
      </w:r>
      <w:r w:rsidR="00092CC9" w:rsidRPr="003B2275">
        <w:t xml:space="preserve"> o </w:t>
      </w:r>
      <w:r w:rsidRPr="003B2275">
        <w:t xml:space="preserve">dodavateli </w:t>
      </w:r>
    </w:p>
    <w:p w14:paraId="4330F5A6" w14:textId="77777777" w:rsidR="0035531B" w:rsidRPr="003B2275" w:rsidRDefault="0035531B" w:rsidP="00564DDD">
      <w:pPr>
        <w:pStyle w:val="Textbezslovn"/>
        <w:tabs>
          <w:tab w:val="left" w:pos="2127"/>
        </w:tabs>
        <w:spacing w:after="0"/>
        <w:ind w:left="2127" w:hanging="1390"/>
      </w:pPr>
      <w:r w:rsidRPr="003B2275">
        <w:t>Příloha č. 2</w:t>
      </w:r>
      <w:r w:rsidRPr="003B2275">
        <w:tab/>
        <w:t>Seznam poddodavatelů</w:t>
      </w:r>
    </w:p>
    <w:p w14:paraId="484CB2C0" w14:textId="77777777" w:rsidR="0035531B" w:rsidRPr="003B2275" w:rsidRDefault="0035531B" w:rsidP="00564DDD">
      <w:pPr>
        <w:pStyle w:val="Textbezslovn"/>
        <w:tabs>
          <w:tab w:val="left" w:pos="2127"/>
        </w:tabs>
        <w:spacing w:after="0"/>
        <w:ind w:left="2127" w:hanging="1390"/>
      </w:pPr>
      <w:r w:rsidRPr="003B2275">
        <w:t xml:space="preserve">Příloha č. 3 </w:t>
      </w:r>
      <w:r w:rsidRPr="003B2275">
        <w:tab/>
        <w:t>Údaje</w:t>
      </w:r>
      <w:r w:rsidR="00092CC9" w:rsidRPr="003B2275">
        <w:t xml:space="preserve"> o </w:t>
      </w:r>
      <w:r w:rsidRPr="003B2275">
        <w:t>společnosti dodavatelů podávajících nabídku společně</w:t>
      </w:r>
    </w:p>
    <w:p w14:paraId="41725A99" w14:textId="77777777" w:rsidR="0035531B" w:rsidRPr="003B2275" w:rsidRDefault="0035531B" w:rsidP="00564DDD">
      <w:pPr>
        <w:pStyle w:val="Textbezslovn"/>
        <w:tabs>
          <w:tab w:val="left" w:pos="2127"/>
        </w:tabs>
        <w:spacing w:after="0"/>
        <w:ind w:left="2127" w:hanging="1390"/>
      </w:pPr>
      <w:r w:rsidRPr="003B2275">
        <w:t>Příloha č. 4</w:t>
      </w:r>
      <w:r w:rsidRPr="003B2275">
        <w:tab/>
        <w:t xml:space="preserve">Seznam </w:t>
      </w:r>
      <w:r w:rsidR="00572F04" w:rsidRPr="003B2275">
        <w:t>významných služeb</w:t>
      </w:r>
    </w:p>
    <w:p w14:paraId="5B0A7A2B" w14:textId="77777777" w:rsidR="0035531B" w:rsidRPr="003B2275" w:rsidRDefault="0035531B" w:rsidP="00564DDD">
      <w:pPr>
        <w:pStyle w:val="Textbezslovn"/>
        <w:tabs>
          <w:tab w:val="left" w:pos="2127"/>
        </w:tabs>
        <w:spacing w:after="0"/>
        <w:ind w:left="2127" w:hanging="1390"/>
      </w:pPr>
      <w:r w:rsidRPr="003B2275">
        <w:t xml:space="preserve">Příloha č. 5 </w:t>
      </w:r>
      <w:r w:rsidRPr="003B2275">
        <w:tab/>
        <w:t xml:space="preserve">Seznam odborného personálu dodavatele </w:t>
      </w:r>
    </w:p>
    <w:p w14:paraId="3BFDB49D" w14:textId="77777777" w:rsidR="0035531B" w:rsidRPr="003B2275" w:rsidRDefault="0035531B" w:rsidP="00564DDD">
      <w:pPr>
        <w:pStyle w:val="Textbezslovn"/>
        <w:tabs>
          <w:tab w:val="left" w:pos="2127"/>
        </w:tabs>
        <w:spacing w:after="0"/>
        <w:ind w:left="2127" w:hanging="1390"/>
      </w:pPr>
      <w:r w:rsidRPr="003B2275">
        <w:t>Příloha č. 6</w:t>
      </w:r>
      <w:r w:rsidRPr="003B2275">
        <w:tab/>
        <w:t>Vzor profesního životopisu</w:t>
      </w:r>
    </w:p>
    <w:p w14:paraId="0F06C195" w14:textId="77777777" w:rsidR="0035531B" w:rsidRPr="003B2275" w:rsidRDefault="0035531B" w:rsidP="00564DDD">
      <w:pPr>
        <w:pStyle w:val="Textbezslovn"/>
        <w:tabs>
          <w:tab w:val="left" w:pos="2127"/>
        </w:tabs>
        <w:spacing w:after="0"/>
        <w:ind w:left="2127" w:hanging="1390"/>
      </w:pPr>
      <w:r w:rsidRPr="003B2275">
        <w:t>Příloha č. 7</w:t>
      </w:r>
      <w:r w:rsidRPr="003B2275">
        <w:tab/>
        <w:t>Vzor čestného prohlášení</w:t>
      </w:r>
      <w:r w:rsidR="00092CC9" w:rsidRPr="003B2275">
        <w:t xml:space="preserve"> o </w:t>
      </w:r>
      <w:r w:rsidRPr="003B2275">
        <w:t>splnění části základní způsobilosti</w:t>
      </w:r>
    </w:p>
    <w:p w14:paraId="113D1CBE" w14:textId="6FAF1CD7" w:rsidR="0035531B" w:rsidRPr="003B2275" w:rsidRDefault="0035531B" w:rsidP="00564DDD">
      <w:pPr>
        <w:pStyle w:val="Textbezslovn"/>
        <w:tabs>
          <w:tab w:val="left" w:pos="2127"/>
        </w:tabs>
        <w:spacing w:after="0"/>
        <w:ind w:left="2127" w:hanging="1390"/>
      </w:pPr>
      <w:r w:rsidRPr="003B2275">
        <w:t>Příloha č. 8</w:t>
      </w:r>
      <w:r w:rsidRPr="003B2275">
        <w:tab/>
        <w:t>Seznam jiných osob</w:t>
      </w:r>
      <w:r w:rsidR="00BC6D2B" w:rsidRPr="003B2275">
        <w:t xml:space="preserve"> k </w:t>
      </w:r>
      <w:r w:rsidRPr="003B2275">
        <w:t>prokázání kvalifikace</w:t>
      </w:r>
    </w:p>
    <w:p w14:paraId="2BF26030" w14:textId="7F52F72F" w:rsidR="001744FD" w:rsidRPr="00B057D3" w:rsidRDefault="001744FD" w:rsidP="00564DDD">
      <w:pPr>
        <w:pStyle w:val="Textbezslovn"/>
        <w:tabs>
          <w:tab w:val="left" w:pos="2127"/>
        </w:tabs>
        <w:spacing w:after="0"/>
        <w:ind w:left="2127" w:hanging="1390"/>
      </w:pPr>
      <w:r w:rsidRPr="00B057D3">
        <w:t xml:space="preserve">Příloha č. </w:t>
      </w:r>
      <w:del w:id="528" w:author="vyznačené změny" w:date="2024-06-10T14:58:00Z" w16du:dateUtc="2024-06-10T12:58:00Z">
        <w:r w:rsidRPr="00B057D3">
          <w:delText>9</w:delText>
        </w:r>
        <w:r w:rsidRPr="00B057D3">
          <w:tab/>
        </w:r>
        <w:r w:rsidR="00582A5A" w:rsidRPr="00B057D3">
          <w:delText xml:space="preserve">Referenční zakázky </w:delText>
        </w:r>
        <w:r w:rsidR="00B928B4">
          <w:delText>pro hodnocení</w:delText>
        </w:r>
      </w:del>
      <w:ins w:id="529" w:author="vyznačené změny" w:date="2024-06-10T14:58:00Z" w16du:dateUtc="2024-06-10T12:58:00Z">
        <w:r w:rsidRPr="00B057D3">
          <w:t>9</w:t>
        </w:r>
        <w:r w:rsidRPr="00B057D3">
          <w:tab/>
        </w:r>
        <w:r w:rsidR="000974F4">
          <w:t>Zkušenosti členů realizačního týmu</w:t>
        </w:r>
      </w:ins>
    </w:p>
    <w:p w14:paraId="2E2B7E54" w14:textId="1227F201" w:rsidR="00D42474" w:rsidRPr="00582A5A" w:rsidRDefault="00D42474" w:rsidP="00D42474">
      <w:pPr>
        <w:pStyle w:val="Textbezslovn"/>
        <w:tabs>
          <w:tab w:val="left" w:pos="2127"/>
        </w:tabs>
        <w:spacing w:after="0"/>
        <w:ind w:left="2127" w:hanging="1390"/>
        <w:rPr>
          <w:lang w:eastAsia="cs-CZ"/>
        </w:rPr>
      </w:pPr>
      <w:r w:rsidRPr="00582A5A">
        <w:t>Příloha č. 10</w:t>
      </w:r>
      <w:r w:rsidRPr="00582A5A">
        <w:tab/>
      </w:r>
      <w:r w:rsidRPr="00582A5A">
        <w:rPr>
          <w:lang w:eastAsia="cs-CZ"/>
        </w:rPr>
        <w:t xml:space="preserve">Čestné prohlášení o splnění podmínek v souvislosti s </w:t>
      </w:r>
      <w:r w:rsidR="00A965D3" w:rsidRPr="00582A5A">
        <w:rPr>
          <w:lang w:eastAsia="cs-CZ"/>
        </w:rPr>
        <w:t>mezinárodní</w:t>
      </w:r>
      <w:r w:rsidR="00B05C90">
        <w:rPr>
          <w:lang w:eastAsia="cs-CZ"/>
        </w:rPr>
        <w:t>mi</w:t>
      </w:r>
      <w:r w:rsidR="00A965D3" w:rsidRPr="00582A5A">
        <w:rPr>
          <w:lang w:eastAsia="cs-CZ"/>
        </w:rPr>
        <w:t xml:space="preserve"> sankc</w:t>
      </w:r>
      <w:r w:rsidR="00B05C90">
        <w:rPr>
          <w:lang w:eastAsia="cs-CZ"/>
        </w:rPr>
        <w:t>emi</w:t>
      </w:r>
    </w:p>
    <w:p w14:paraId="141370D5" w14:textId="77777777" w:rsidR="00FE7BE1" w:rsidRPr="003B2275" w:rsidRDefault="00FE7BE1" w:rsidP="00FE7BE1">
      <w:pPr>
        <w:pStyle w:val="Textbezslovn"/>
        <w:spacing w:after="0"/>
      </w:pPr>
      <w:r w:rsidRPr="003B2275">
        <w:t>Příloha č. 11</w:t>
      </w:r>
      <w:r w:rsidRPr="003B2275">
        <w:tab/>
        <w:t xml:space="preserve">Čestné prohlášení o splnění podmínek v souvislosti s požadovaným            </w:t>
      </w:r>
    </w:p>
    <w:p w14:paraId="6ABD8DD3" w14:textId="00BE9043" w:rsidR="00FE7BE1" w:rsidRPr="003B2275" w:rsidRDefault="00FE7BE1" w:rsidP="00FE7BE1">
      <w:pPr>
        <w:pStyle w:val="Textbezslovn"/>
        <w:spacing w:after="0"/>
      </w:pPr>
      <w:r w:rsidRPr="003B2275">
        <w:t xml:space="preserve">                      počtem vrtných souprav</w:t>
      </w:r>
    </w:p>
    <w:p w14:paraId="04F6C50D" w14:textId="77777777" w:rsidR="00FE7BE1" w:rsidRPr="003B2275" w:rsidRDefault="00FE7BE1" w:rsidP="00FE7BE1">
      <w:pPr>
        <w:pStyle w:val="Textbezslovn"/>
        <w:tabs>
          <w:tab w:val="left" w:pos="2127"/>
        </w:tabs>
        <w:ind w:left="2127" w:hanging="1390"/>
      </w:pPr>
    </w:p>
    <w:p w14:paraId="5EB4023E" w14:textId="77777777" w:rsidR="00763948" w:rsidRDefault="00763948" w:rsidP="00564DDD">
      <w:pPr>
        <w:pStyle w:val="Textbezslovn"/>
        <w:spacing w:after="0"/>
      </w:pPr>
    </w:p>
    <w:p w14:paraId="54885EBE" w14:textId="77777777" w:rsidR="00763948" w:rsidRDefault="00763948" w:rsidP="00564DDD">
      <w:pPr>
        <w:pStyle w:val="Textbezslovn"/>
        <w:spacing w:after="0"/>
      </w:pPr>
    </w:p>
    <w:p w14:paraId="755E5B25" w14:textId="74A0B68E" w:rsidR="0065255A" w:rsidRPr="00B057D3" w:rsidRDefault="00763948" w:rsidP="00564DDD">
      <w:pPr>
        <w:pStyle w:val="Textbezslovn"/>
        <w:spacing w:after="0"/>
      </w:pPr>
      <w:r w:rsidRPr="00B057D3">
        <w:t>V Praze</w:t>
      </w:r>
    </w:p>
    <w:p w14:paraId="4521A5DE" w14:textId="77777777" w:rsidR="00615108" w:rsidRPr="006142CD" w:rsidRDefault="00615108" w:rsidP="00564DDD">
      <w:pPr>
        <w:pStyle w:val="Textbezslovn"/>
        <w:spacing w:after="0"/>
        <w:rPr>
          <w:color w:val="FF0000"/>
        </w:rPr>
      </w:pPr>
    </w:p>
    <w:p w14:paraId="4B70BB06" w14:textId="22693817" w:rsidR="0035531B" w:rsidRDefault="0035531B" w:rsidP="00564DDD">
      <w:pPr>
        <w:pStyle w:val="Textbezslovn"/>
        <w:spacing w:after="0"/>
        <w:rPr>
          <w:color w:val="FF0000"/>
        </w:rPr>
      </w:pPr>
    </w:p>
    <w:p w14:paraId="39999E33" w14:textId="1AC930C3" w:rsidR="00763948" w:rsidRDefault="00763948" w:rsidP="00564DDD">
      <w:pPr>
        <w:pStyle w:val="Textbezslovn"/>
        <w:spacing w:after="0"/>
        <w:rPr>
          <w:color w:val="FF0000"/>
        </w:rPr>
      </w:pPr>
    </w:p>
    <w:p w14:paraId="33607199" w14:textId="77777777" w:rsidR="00763948" w:rsidRPr="006142CD" w:rsidRDefault="00763948" w:rsidP="00564DDD">
      <w:pPr>
        <w:pStyle w:val="Textbezslovn"/>
        <w:spacing w:after="0"/>
        <w:rPr>
          <w:color w:val="FF0000"/>
        </w:rPr>
      </w:pPr>
    </w:p>
    <w:p w14:paraId="3EC3AEB8" w14:textId="77777777" w:rsidR="0035531B" w:rsidRPr="00F02347" w:rsidRDefault="0035531B" w:rsidP="00564DDD">
      <w:pPr>
        <w:pStyle w:val="Textbezslovn"/>
        <w:spacing w:after="0"/>
      </w:pPr>
      <w:r w:rsidRPr="00F02347">
        <w:t>…………………………………………….</w:t>
      </w:r>
    </w:p>
    <w:p w14:paraId="12EB263B" w14:textId="77777777" w:rsidR="00F02347" w:rsidRPr="00F02347" w:rsidRDefault="00F02347" w:rsidP="00F02347">
      <w:pPr>
        <w:spacing w:after="0"/>
        <w:ind w:left="737"/>
        <w:jc w:val="both"/>
        <w:rPr>
          <w:rFonts w:eastAsia="MS Mincho" w:cs="Calibri"/>
          <w:b/>
        </w:rPr>
      </w:pPr>
      <w:r w:rsidRPr="00F02347">
        <w:rPr>
          <w:rFonts w:eastAsia="MS Mincho" w:cs="Calibri"/>
          <w:b/>
        </w:rPr>
        <w:t>Ing. Mojmír Nejezchleb</w:t>
      </w:r>
    </w:p>
    <w:p w14:paraId="6226590F" w14:textId="77777777" w:rsidR="00F02347" w:rsidRPr="00F02347" w:rsidRDefault="00F02347" w:rsidP="00F02347">
      <w:pPr>
        <w:spacing w:after="0"/>
        <w:ind w:left="737"/>
        <w:jc w:val="both"/>
        <w:rPr>
          <w:rFonts w:eastAsia="MS Mincho" w:cs="Calibri"/>
        </w:rPr>
      </w:pPr>
      <w:r w:rsidRPr="00F02347">
        <w:rPr>
          <w:rFonts w:eastAsia="MS Mincho" w:cs="Calibri"/>
        </w:rPr>
        <w:t>náměstek generálního ředitele pro modernizaci dráhy</w:t>
      </w:r>
    </w:p>
    <w:p w14:paraId="7433740E" w14:textId="77777777" w:rsidR="00F02347" w:rsidRPr="00F02347" w:rsidRDefault="00F02347" w:rsidP="00F02347">
      <w:pPr>
        <w:spacing w:after="0"/>
        <w:ind w:left="737"/>
        <w:jc w:val="both"/>
        <w:rPr>
          <w:rFonts w:eastAsia="MS Mincho" w:cs="Calibri"/>
        </w:rPr>
      </w:pPr>
      <w:r w:rsidRPr="00F02347">
        <w:rPr>
          <w:rFonts w:eastAsia="MS Mincho" w:cs="Calibri"/>
        </w:rPr>
        <w:t>Správa železnic, státní organizace</w:t>
      </w:r>
    </w:p>
    <w:p w14:paraId="0C4A8D88" w14:textId="77777777" w:rsidR="00CE6059" w:rsidRDefault="00CE6059" w:rsidP="00FE4333">
      <w:pPr>
        <w:pStyle w:val="Nadpisbezsl1-1"/>
        <w:sectPr w:rsidR="00CE6059" w:rsidSect="008A6DC8">
          <w:headerReference w:type="default" r:id="rId23"/>
          <w:footerReference w:type="default" r:id="rId24"/>
          <w:headerReference w:type="first" r:id="rId25"/>
          <w:footerReference w:type="first" r:id="rId26"/>
          <w:pgSz w:w="11906" w:h="16838" w:code="9"/>
          <w:pgMar w:top="993" w:right="1134" w:bottom="1843" w:left="2070" w:header="595" w:footer="624" w:gutter="0"/>
          <w:cols w:space="708"/>
          <w:titlePg/>
          <w:docGrid w:linePitch="360"/>
        </w:sectPr>
      </w:pPr>
      <w:bookmarkStart w:id="530" w:name="_Hlk159921930"/>
    </w:p>
    <w:p w14:paraId="4BB57F52" w14:textId="244BD581" w:rsidR="0035531B" w:rsidRPr="00615108" w:rsidRDefault="0035531B" w:rsidP="00FE4333">
      <w:pPr>
        <w:pStyle w:val="Nadpisbezsl1-1"/>
      </w:pPr>
      <w:r w:rsidRPr="00615108">
        <w:t xml:space="preserve">Příloha č. 1 </w:t>
      </w:r>
    </w:p>
    <w:p w14:paraId="0CE2377F" w14:textId="77777777" w:rsidR="0035531B" w:rsidRPr="00615108" w:rsidRDefault="0035531B" w:rsidP="00FE4333">
      <w:pPr>
        <w:pStyle w:val="Nadpisbezsl1-2"/>
        <w:rPr>
          <w:rStyle w:val="Tun9b"/>
          <w:b/>
        </w:rPr>
      </w:pPr>
      <w:r w:rsidRPr="00615108">
        <w:rPr>
          <w:rStyle w:val="Tun9b"/>
          <w:b/>
        </w:rPr>
        <w:t>Všeobecné informace</w:t>
      </w:r>
      <w:r w:rsidR="00092CC9" w:rsidRPr="00615108">
        <w:rPr>
          <w:rStyle w:val="Tun9b"/>
          <w:b/>
        </w:rPr>
        <w:t xml:space="preserve"> o </w:t>
      </w:r>
      <w:r w:rsidRPr="00615108">
        <w:rPr>
          <w:rStyle w:val="Tun9b"/>
          <w:b/>
        </w:rPr>
        <w:t xml:space="preserve">dodavateli </w:t>
      </w:r>
    </w:p>
    <w:p w14:paraId="5D77BA48" w14:textId="77777777" w:rsidR="00AB1063" w:rsidRPr="00615108" w:rsidRDefault="00AB1063" w:rsidP="00454716">
      <w:pPr>
        <w:pStyle w:val="Textbezslovn"/>
        <w:ind w:left="28"/>
      </w:pPr>
    </w:p>
    <w:p w14:paraId="5532505E" w14:textId="173BD5D7" w:rsidR="0035531B" w:rsidRPr="00615108" w:rsidRDefault="0035531B" w:rsidP="00454716">
      <w:pPr>
        <w:pStyle w:val="Textbezslovn"/>
        <w:ind w:left="28"/>
      </w:pPr>
      <w:r w:rsidRPr="00615108">
        <w:t xml:space="preserve">Obchodní firma </w:t>
      </w:r>
      <w:r w:rsidR="009660AD" w:rsidRPr="00615108">
        <w:t>/jméno a příjmení</w:t>
      </w:r>
      <w:r w:rsidR="009660AD" w:rsidRPr="00615108">
        <w:rPr>
          <w:rStyle w:val="Znakapoznpodarou"/>
        </w:rPr>
        <w:footnoteReference w:id="4"/>
      </w:r>
      <w:r w:rsidR="009660AD" w:rsidRPr="00615108">
        <w:t xml:space="preserve">  </w:t>
      </w:r>
      <w:r w:rsidRPr="00615108">
        <w:t>[</w:t>
      </w:r>
      <w:r w:rsidRPr="00615108">
        <w:rPr>
          <w:b/>
          <w:highlight w:val="yellow"/>
        </w:rPr>
        <w:t>DOPLNÍ DODAVATEL</w:t>
      </w:r>
      <w:r w:rsidRPr="00615108">
        <w:t>]</w:t>
      </w:r>
    </w:p>
    <w:p w14:paraId="06421BCA" w14:textId="77777777" w:rsidR="0035531B" w:rsidRPr="00615108" w:rsidRDefault="0035531B" w:rsidP="00454716">
      <w:pPr>
        <w:pStyle w:val="Textbezslovn"/>
        <w:ind w:left="28"/>
      </w:pPr>
      <w:r w:rsidRPr="00615108">
        <w:t>Sídlo [</w:t>
      </w:r>
      <w:r w:rsidRPr="00615108">
        <w:rPr>
          <w:highlight w:val="yellow"/>
        </w:rPr>
        <w:t>DOPLNÍ DODAVATEL</w:t>
      </w:r>
      <w:r w:rsidRPr="00615108">
        <w:t>]</w:t>
      </w:r>
    </w:p>
    <w:p w14:paraId="3130CE9A" w14:textId="77777777" w:rsidR="0035531B" w:rsidRPr="00615108" w:rsidRDefault="0035531B" w:rsidP="00454716">
      <w:pPr>
        <w:pStyle w:val="Textbezslovn"/>
        <w:ind w:left="28"/>
      </w:pPr>
      <w:r w:rsidRPr="00615108">
        <w:t>IČO: [</w:t>
      </w:r>
      <w:r w:rsidRPr="00615108">
        <w:rPr>
          <w:highlight w:val="yellow"/>
        </w:rPr>
        <w:t>DOPLNÍ DODAVATEL</w:t>
      </w:r>
      <w:r w:rsidRPr="00615108">
        <w:t>] DIČ: [</w:t>
      </w:r>
      <w:r w:rsidRPr="00615108">
        <w:rPr>
          <w:highlight w:val="yellow"/>
        </w:rPr>
        <w:t>DOPLNÍ DODAVATEL</w:t>
      </w:r>
      <w:r w:rsidRPr="00615108">
        <w:t>]</w:t>
      </w:r>
    </w:p>
    <w:p w14:paraId="3872C8F5" w14:textId="77777777" w:rsidR="0035531B" w:rsidRPr="00615108" w:rsidRDefault="0035531B" w:rsidP="00454716">
      <w:pPr>
        <w:pStyle w:val="Textbezslovn"/>
        <w:ind w:left="28"/>
      </w:pPr>
      <w:r w:rsidRPr="00615108">
        <w:t>Právní forma [</w:t>
      </w:r>
      <w:r w:rsidRPr="00615108">
        <w:rPr>
          <w:highlight w:val="yellow"/>
        </w:rPr>
        <w:t>DOPLNÍ DODAVATEL</w:t>
      </w:r>
      <w:r w:rsidRPr="00615108">
        <w:t>]</w:t>
      </w:r>
    </w:p>
    <w:p w14:paraId="26941EC5" w14:textId="77777777" w:rsidR="0035531B" w:rsidRPr="00615108" w:rsidRDefault="0035531B" w:rsidP="00454716">
      <w:pPr>
        <w:pStyle w:val="Textbezslovn"/>
        <w:ind w:left="28"/>
      </w:pPr>
      <w:r w:rsidRPr="00615108">
        <w:t>Státní příslušnost (země registrace) dodavatele [</w:t>
      </w:r>
      <w:r w:rsidRPr="00615108">
        <w:rPr>
          <w:highlight w:val="yellow"/>
        </w:rPr>
        <w:t>DOPLNÍ DODAVATEL</w:t>
      </w:r>
      <w:r w:rsidRPr="00615108">
        <w:t>]</w:t>
      </w:r>
    </w:p>
    <w:p w14:paraId="1B6D3526" w14:textId="77777777" w:rsidR="0035531B" w:rsidRPr="00615108" w:rsidRDefault="0035531B" w:rsidP="00454716">
      <w:pPr>
        <w:pStyle w:val="Textbezslovn"/>
        <w:ind w:left="28"/>
      </w:pPr>
      <w:r w:rsidRPr="00615108">
        <w:t>Podrobnosti registrace [</w:t>
      </w:r>
      <w:r w:rsidRPr="00615108">
        <w:rPr>
          <w:highlight w:val="yellow"/>
        </w:rPr>
        <w:t>DOPLNÍ DODAVATEL</w:t>
      </w:r>
      <w:r w:rsidRPr="00615108">
        <w:t>]</w:t>
      </w:r>
    </w:p>
    <w:p w14:paraId="479CB484" w14:textId="77777777" w:rsidR="0035531B" w:rsidRPr="00615108" w:rsidRDefault="0035531B" w:rsidP="00454716">
      <w:pPr>
        <w:pStyle w:val="Textbezslovn"/>
        <w:ind w:left="28"/>
      </w:pPr>
      <w:r w:rsidRPr="00615108">
        <w:t xml:space="preserve">Počet let působení jako dodavatel: </w:t>
      </w:r>
    </w:p>
    <w:p w14:paraId="61C61141" w14:textId="77777777" w:rsidR="0035531B" w:rsidRPr="00615108" w:rsidRDefault="0035531B" w:rsidP="00D37B14">
      <w:pPr>
        <w:pStyle w:val="Odrka1-1"/>
        <w:tabs>
          <w:tab w:val="clear" w:pos="1077"/>
          <w:tab w:val="num" w:pos="1560"/>
        </w:tabs>
      </w:pPr>
      <w:r w:rsidRPr="00615108">
        <w:t>ve vlastní zemi [</w:t>
      </w:r>
      <w:r w:rsidRPr="00615108">
        <w:rPr>
          <w:highlight w:val="yellow"/>
        </w:rPr>
        <w:t>DOPLNÍ DODAVATEL</w:t>
      </w:r>
      <w:r w:rsidRPr="00615108">
        <w:t>]</w:t>
      </w:r>
    </w:p>
    <w:p w14:paraId="0690DAA3" w14:textId="77777777" w:rsidR="0035531B" w:rsidRPr="00615108" w:rsidRDefault="0035531B" w:rsidP="00564DDD">
      <w:pPr>
        <w:pStyle w:val="Odrka1-1"/>
      </w:pPr>
      <w:r w:rsidRPr="00615108">
        <w:t>v zahraničí [</w:t>
      </w:r>
      <w:r w:rsidRPr="00615108">
        <w:rPr>
          <w:highlight w:val="yellow"/>
        </w:rPr>
        <w:t>DOPLNÍ DODAVATEL</w:t>
      </w:r>
      <w:r w:rsidRPr="00615108">
        <w:t>]</w:t>
      </w:r>
    </w:p>
    <w:p w14:paraId="7E204187" w14:textId="77777777" w:rsidR="0035531B" w:rsidRPr="00615108" w:rsidRDefault="0035531B" w:rsidP="00D37B14">
      <w:pPr>
        <w:pStyle w:val="Textbezslovn"/>
        <w:ind w:left="0"/>
      </w:pPr>
      <w:r w:rsidRPr="00615108">
        <w:t>Dodavatel níže uvede informaci, zda je malým nebo středním podnikem ve smyslu Doporučení Komise 2003/361/ES ze dne 6. května 2003. Malým podnikem je podnik, který zaměstnává méně než 50 osob</w:t>
      </w:r>
      <w:r w:rsidR="00845C50" w:rsidRPr="00615108">
        <w:t xml:space="preserve"> a </w:t>
      </w:r>
      <w:r w:rsidRPr="00615108">
        <w:t>jehož roční obrat, případně celková roční bilanční suma, nepřevyšuje (korunový ekvivalent) 10 milionů EUR. Středním podnikem je podnik, který zaměstnává méně než 250 zaměstnanců</w:t>
      </w:r>
      <w:r w:rsidR="00845C50" w:rsidRPr="00615108">
        <w:t xml:space="preserve"> a </w:t>
      </w:r>
      <w:r w:rsidRPr="00615108">
        <w:t>jehož roční obrat nepřevyšuje (korunový ekvivalent) 50 milionů EUR nebo případně celková roční bilanční suma nepřevyšuje (korunový ekvivalent) 43 milionů EUR.</w:t>
      </w:r>
    </w:p>
    <w:p w14:paraId="3C546DF6" w14:textId="296257F6" w:rsidR="0035531B" w:rsidRPr="00615108" w:rsidRDefault="007D5A8D" w:rsidP="002403A6">
      <w:pPr>
        <w:pStyle w:val="Textbezslovn"/>
        <w:ind w:left="0"/>
      </w:pPr>
      <w:r w:rsidRPr="00615108">
        <w:t>Dodavatel je malým / středním / jiným podnikem [</w:t>
      </w:r>
      <w:r w:rsidRPr="00615108">
        <w:rPr>
          <w:highlight w:val="yellow"/>
        </w:rPr>
        <w:t>ZVOLÍ DODAVATEL</w:t>
      </w:r>
      <w:r w:rsidRPr="00615108">
        <w:t xml:space="preserve">] </w:t>
      </w:r>
    </w:p>
    <w:p w14:paraId="0E0B427F" w14:textId="0801035E" w:rsidR="006A540D" w:rsidRPr="00615108" w:rsidRDefault="006A540D" w:rsidP="002403A6">
      <w:pPr>
        <w:pStyle w:val="Textbezslovn"/>
        <w:ind w:left="0"/>
      </w:pPr>
      <w:r w:rsidRPr="00615108">
        <w:t xml:space="preserve">Řádně jsme se seznámili se zněním zadávacích podmínek veřejné zakázky s názvem </w:t>
      </w:r>
      <w:ins w:id="531" w:author="vyznačené změny" w:date="2024-06-10T14:58:00Z" w16du:dateUtc="2024-06-10T12:58:00Z">
        <w:r w:rsidR="00D346A6" w:rsidRPr="00D346A6">
          <w:rPr>
            <w:b/>
            <w:bCs/>
          </w:rPr>
          <w:t>„</w:t>
        </w:r>
      </w:ins>
      <w:r w:rsidR="00511B6B" w:rsidRPr="00511B6B">
        <w:rPr>
          <w:b/>
        </w:rPr>
        <w:t xml:space="preserve">RS4 úsek Ústí nad Labem – státní hranice CZ/SRN“; realizace </w:t>
      </w:r>
      <w:r w:rsidR="00DD4DE2">
        <w:rPr>
          <w:b/>
        </w:rPr>
        <w:t>geologického průzkumu</w:t>
      </w:r>
      <w:r w:rsidR="00511B6B" w:rsidRPr="00511B6B">
        <w:rPr>
          <w:b/>
        </w:rPr>
        <w:t xml:space="preserve"> pro Krušnohorský tunel</w:t>
      </w:r>
      <w:r w:rsidR="00E15807">
        <w:rPr>
          <w:b/>
        </w:rPr>
        <w:t xml:space="preserve"> </w:t>
      </w:r>
      <w:r w:rsidRPr="00615108">
        <w:t xml:space="preserve">a podáním této nabídky akceptujeme vzorovou Smlouvu o </w:t>
      </w:r>
      <w:r w:rsidR="00B94D5B" w:rsidRPr="00615108">
        <w:t>dílo</w:t>
      </w:r>
      <w:r w:rsidRPr="00615108">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3E6AEEE0" w:rsidR="0079069D" w:rsidRPr="00615108" w:rsidRDefault="0079069D" w:rsidP="006A540D">
      <w:pPr>
        <w:pStyle w:val="Textbezslovn"/>
        <w:ind w:left="0"/>
      </w:pPr>
      <w:r w:rsidRPr="00615108">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rsidRPr="00615108">
        <w:t xml:space="preserve">, ani </w:t>
      </w:r>
      <w:r w:rsidR="001A7901" w:rsidRPr="00615108">
        <w:rPr>
          <w:rFonts w:ascii="Verdana" w:hAnsi="Verdana"/>
        </w:rPr>
        <w:t xml:space="preserve">nepřipravoval části nabídek, které mají být hodnoceny podle kritérií hodnocení, ve vzájemné shodě s jiným účastníkem téhož zadávacího řízení, s nímž je spojenou osobou podle zákona </w:t>
      </w:r>
      <w:r w:rsidR="00554CC2" w:rsidRPr="00615108">
        <w:rPr>
          <w:rFonts w:ascii="Verdana" w:hAnsi="Verdana"/>
        </w:rPr>
        <w:t xml:space="preserve">č. 586/1992 Sb., </w:t>
      </w:r>
      <w:r w:rsidR="001A7901" w:rsidRPr="00615108">
        <w:rPr>
          <w:rFonts w:ascii="Verdana" w:hAnsi="Verdana"/>
        </w:rPr>
        <w:t>o daních z</w:t>
      </w:r>
      <w:r w:rsidR="00554CC2" w:rsidRPr="00615108">
        <w:rPr>
          <w:rFonts w:ascii="Verdana" w:hAnsi="Verdana"/>
        </w:rPr>
        <w:t> </w:t>
      </w:r>
      <w:r w:rsidR="001A7901" w:rsidRPr="00615108">
        <w:rPr>
          <w:rFonts w:ascii="Verdana" w:hAnsi="Verdana"/>
        </w:rPr>
        <w:t>příjmů</w:t>
      </w:r>
      <w:r w:rsidR="00554CC2" w:rsidRPr="00615108">
        <w:rPr>
          <w:rFonts w:ascii="Verdana" w:hAnsi="Verdana"/>
        </w:rPr>
        <w:t>, ve znění pozdějších předpisů</w:t>
      </w:r>
      <w:r w:rsidRPr="00615108">
        <w:t xml:space="preserve">.  </w:t>
      </w:r>
    </w:p>
    <w:p w14:paraId="6D7CE15B" w14:textId="77777777" w:rsidR="007C1CD8" w:rsidRPr="00615108" w:rsidRDefault="007C1CD8" w:rsidP="007C1CD8">
      <w:pPr>
        <w:pStyle w:val="Textbezslovn"/>
        <w:ind w:left="0"/>
      </w:pPr>
      <w:r w:rsidRPr="00615108">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191E97B" w14:textId="36C740ED" w:rsidR="008217CE" w:rsidRPr="00615108" w:rsidRDefault="008217CE" w:rsidP="007C1CD8">
      <w:pPr>
        <w:pStyle w:val="Textbezslovn"/>
        <w:ind w:left="0"/>
      </w:pPr>
      <w:r w:rsidRPr="00615108">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00FC2872" w14:textId="6491D8C3" w:rsidR="00564DDD" w:rsidRPr="00615108" w:rsidRDefault="001A7901" w:rsidP="007C1CD8">
      <w:pPr>
        <w:pStyle w:val="Textbezslovn"/>
        <w:ind w:left="0"/>
      </w:pPr>
      <w:r w:rsidRPr="00615108">
        <w:t>Dodavatel si je vědom všech právních důsledků, které pro něj mohou vyplývat z nepravdivosti zde uvedených údajů a skutečností.</w:t>
      </w:r>
      <w:r w:rsidR="00564DDD" w:rsidRPr="00615108">
        <w:br w:type="page"/>
      </w:r>
    </w:p>
    <w:p w14:paraId="64A84E31" w14:textId="77777777" w:rsidR="0035531B" w:rsidRPr="00615108" w:rsidRDefault="0035531B" w:rsidP="00FE4333">
      <w:pPr>
        <w:pStyle w:val="Nadpisbezsl1-1"/>
      </w:pPr>
      <w:r w:rsidRPr="00615108">
        <w:t>Příloha č. 2</w:t>
      </w:r>
    </w:p>
    <w:p w14:paraId="27CC9129" w14:textId="77777777" w:rsidR="0035531B" w:rsidRPr="00615108" w:rsidRDefault="0035531B" w:rsidP="00FE4333">
      <w:pPr>
        <w:pStyle w:val="Nadpisbezsl1-2"/>
        <w:rPr>
          <w:rStyle w:val="Tun9b"/>
          <w:b/>
        </w:rPr>
      </w:pPr>
      <w:r w:rsidRPr="00615108">
        <w:rPr>
          <w:rStyle w:val="Tun9b"/>
          <w:b/>
        </w:rPr>
        <w:t>Seznam poddodavatelů</w:t>
      </w:r>
    </w:p>
    <w:p w14:paraId="6DE98B4A" w14:textId="77777777" w:rsidR="00AB1063" w:rsidRPr="00615108" w:rsidRDefault="00AB1063" w:rsidP="00564DDD">
      <w:pPr>
        <w:pStyle w:val="Textbezslovn"/>
      </w:pPr>
    </w:p>
    <w:p w14:paraId="339174F8" w14:textId="77777777" w:rsidR="0035531B" w:rsidRPr="00615108" w:rsidRDefault="0035531B" w:rsidP="00454716">
      <w:pPr>
        <w:pStyle w:val="Textbezslovn"/>
        <w:ind w:left="0"/>
      </w:pPr>
      <w:r w:rsidRPr="00615108">
        <w:t>Jestliže dodavatel uvažuje zadat poddodavateli plnění části veřejné zakázky, uvede následující údaje:</w:t>
      </w:r>
    </w:p>
    <w:p w14:paraId="6E4114E6" w14:textId="77777777" w:rsidR="0035531B" w:rsidRPr="00615108"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6142CD" w:rsidRPr="00615108"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615108" w:rsidRDefault="00564DDD" w:rsidP="00307641">
            <w:pPr>
              <w:rPr>
                <w:b/>
                <w:sz w:val="16"/>
                <w:szCs w:val="16"/>
              </w:rPr>
            </w:pPr>
            <w:r w:rsidRPr="00615108">
              <w:rPr>
                <w:b/>
                <w:sz w:val="16"/>
                <w:szCs w:val="16"/>
              </w:rPr>
              <w:t>Obchodní firma/název/ jméno a příjmení, sídlo poddodavatele, IČO</w:t>
            </w:r>
          </w:p>
        </w:tc>
        <w:tc>
          <w:tcPr>
            <w:tcW w:w="3969" w:type="dxa"/>
          </w:tcPr>
          <w:p w14:paraId="0DEC4A4D" w14:textId="77777777" w:rsidR="00564DDD" w:rsidRPr="00615108"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Věcný popis části plnění uvažovaného zadat poddodavateli</w:t>
            </w:r>
          </w:p>
        </w:tc>
        <w:tc>
          <w:tcPr>
            <w:tcW w:w="2242" w:type="dxa"/>
          </w:tcPr>
          <w:p w14:paraId="3CEB27C4" w14:textId="77777777" w:rsidR="00564DDD" w:rsidRPr="00615108"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15108">
              <w:rPr>
                <w:b/>
                <w:sz w:val="16"/>
                <w:szCs w:val="16"/>
              </w:rPr>
              <w:t>Hodnota poddodávky v % z </w:t>
            </w:r>
            <w:r w:rsidR="006A540D" w:rsidRPr="00615108">
              <w:rPr>
                <w:b/>
                <w:sz w:val="16"/>
                <w:szCs w:val="16"/>
              </w:rPr>
              <w:t xml:space="preserve">celkové </w:t>
            </w:r>
            <w:r w:rsidRPr="00615108">
              <w:rPr>
                <w:b/>
                <w:sz w:val="16"/>
                <w:szCs w:val="16"/>
              </w:rPr>
              <w:t>nabídkové ceny</w:t>
            </w:r>
          </w:p>
        </w:tc>
      </w:tr>
      <w:tr w:rsidR="006142CD" w:rsidRPr="00615108"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536775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458DA28B"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4C70D1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134DD7B8"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F61EDA9"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AE740D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3193ABEA"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09370AE6"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7BF957A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27A56F07"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615108" w:rsidRDefault="00454716" w:rsidP="00307641">
            <w:pPr>
              <w:rPr>
                <w:sz w:val="16"/>
                <w:szCs w:val="16"/>
                <w:highlight w:val="yellow"/>
              </w:rPr>
            </w:pPr>
            <w:r w:rsidRPr="00615108">
              <w:rPr>
                <w:sz w:val="16"/>
                <w:szCs w:val="16"/>
                <w:highlight w:val="yellow"/>
              </w:rPr>
              <w:t>[DOPLNÍ DODAVATEL]</w:t>
            </w:r>
          </w:p>
        </w:tc>
        <w:tc>
          <w:tcPr>
            <w:tcW w:w="3969" w:type="dxa"/>
          </w:tcPr>
          <w:p w14:paraId="4E1FD20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35C8EF45"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57A17D4F"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6951290C"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615108" w:rsidRDefault="00454716">
            <w:pPr>
              <w:rPr>
                <w:sz w:val="16"/>
                <w:szCs w:val="16"/>
                <w:highlight w:val="yellow"/>
              </w:rPr>
            </w:pPr>
            <w:r w:rsidRPr="00615108">
              <w:rPr>
                <w:sz w:val="16"/>
                <w:szCs w:val="16"/>
                <w:highlight w:val="yellow"/>
              </w:rPr>
              <w:t>[DOPLNÍ DODAVATEL]</w:t>
            </w:r>
          </w:p>
        </w:tc>
        <w:tc>
          <w:tcPr>
            <w:tcW w:w="3969" w:type="dxa"/>
          </w:tcPr>
          <w:p w14:paraId="70296544"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c>
          <w:tcPr>
            <w:tcW w:w="2242" w:type="dxa"/>
          </w:tcPr>
          <w:p w14:paraId="7F1ED3BE" w14:textId="77777777" w:rsidR="00454716" w:rsidRPr="00615108"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15108">
              <w:rPr>
                <w:sz w:val="16"/>
                <w:szCs w:val="16"/>
                <w:highlight w:val="yellow"/>
              </w:rPr>
              <w:t>[DOPLNÍ DODAVATEL]</w:t>
            </w:r>
          </w:p>
        </w:tc>
      </w:tr>
      <w:tr w:rsidR="006142CD" w:rsidRPr="00615108"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615108" w:rsidRDefault="00454716" w:rsidP="00454716">
            <w:pPr>
              <w:rPr>
                <w:sz w:val="16"/>
                <w:szCs w:val="16"/>
              </w:rPr>
            </w:pPr>
            <w:r w:rsidRPr="00615108">
              <w:rPr>
                <w:sz w:val="16"/>
                <w:szCs w:val="16"/>
              </w:rPr>
              <w:t>Celkem %</w:t>
            </w:r>
          </w:p>
        </w:tc>
        <w:tc>
          <w:tcPr>
            <w:tcW w:w="3969" w:type="dxa"/>
          </w:tcPr>
          <w:p w14:paraId="71B56275" w14:textId="77777777" w:rsidR="00564DDD" w:rsidRPr="00615108"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615108"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615108">
              <w:rPr>
                <w:sz w:val="16"/>
                <w:szCs w:val="16"/>
              </w:rPr>
              <w:t>[</w:t>
            </w:r>
            <w:r w:rsidRPr="00615108">
              <w:rPr>
                <w:sz w:val="16"/>
                <w:szCs w:val="16"/>
                <w:highlight w:val="yellow"/>
              </w:rPr>
              <w:t>DOPLNÍ DODAVATEL</w:t>
            </w:r>
            <w:r w:rsidRPr="00615108">
              <w:rPr>
                <w:sz w:val="16"/>
                <w:szCs w:val="16"/>
              </w:rPr>
              <w:t>]</w:t>
            </w:r>
          </w:p>
        </w:tc>
      </w:tr>
    </w:tbl>
    <w:p w14:paraId="2409F7C4" w14:textId="77777777" w:rsidR="0035531B" w:rsidRPr="006142CD" w:rsidRDefault="0035531B" w:rsidP="00454716">
      <w:pPr>
        <w:pStyle w:val="Textbezslovn"/>
        <w:rPr>
          <w:color w:val="FF0000"/>
        </w:rPr>
      </w:pPr>
    </w:p>
    <w:p w14:paraId="2D72D014" w14:textId="77777777" w:rsidR="00454716" w:rsidRPr="006142CD" w:rsidRDefault="00454716" w:rsidP="00454716">
      <w:pPr>
        <w:pStyle w:val="Textbezslovn"/>
        <w:rPr>
          <w:color w:val="FF0000"/>
        </w:rPr>
      </w:pPr>
      <w:r w:rsidRPr="006142CD">
        <w:rPr>
          <w:color w:val="FF0000"/>
        </w:rPr>
        <w:br w:type="page"/>
      </w:r>
    </w:p>
    <w:p w14:paraId="28A559BF" w14:textId="77777777" w:rsidR="0035531B" w:rsidRPr="006E3CD9" w:rsidRDefault="0035531B" w:rsidP="00FE4333">
      <w:pPr>
        <w:pStyle w:val="Nadpisbezsl1-1"/>
      </w:pPr>
      <w:r w:rsidRPr="006E3CD9">
        <w:t xml:space="preserve">Příloha č. 3 </w:t>
      </w:r>
    </w:p>
    <w:p w14:paraId="6A70BCFD" w14:textId="77777777" w:rsidR="0035531B" w:rsidRPr="006E3CD9" w:rsidRDefault="0035531B" w:rsidP="00FE4333">
      <w:pPr>
        <w:pStyle w:val="Nadpisbezsl1-2"/>
      </w:pPr>
      <w:r w:rsidRPr="006E3CD9">
        <w:t>Údaje</w:t>
      </w:r>
      <w:r w:rsidR="00092CC9" w:rsidRPr="006E3CD9">
        <w:t xml:space="preserve"> o </w:t>
      </w:r>
      <w:r w:rsidRPr="006E3CD9">
        <w:t>společnosti dodavatelů</w:t>
      </w:r>
      <w:r w:rsidR="00454716" w:rsidRPr="006E3CD9">
        <w:t xml:space="preserve"> </w:t>
      </w:r>
      <w:r w:rsidRPr="006E3CD9">
        <w:t>podávajících nabídku společně</w:t>
      </w:r>
    </w:p>
    <w:p w14:paraId="020F367E" w14:textId="77777777" w:rsidR="0035531B" w:rsidRPr="006E3CD9" w:rsidRDefault="0035531B" w:rsidP="00454716">
      <w:pPr>
        <w:pStyle w:val="Textbezslovn"/>
        <w:ind w:left="0"/>
      </w:pPr>
    </w:p>
    <w:p w14:paraId="1CAA2790" w14:textId="77777777" w:rsidR="0035531B" w:rsidRPr="006E3CD9" w:rsidRDefault="0035531B" w:rsidP="00454716">
      <w:pPr>
        <w:pStyle w:val="Textbezslovn"/>
        <w:ind w:left="0"/>
      </w:pPr>
      <w:r w:rsidRPr="006E3CD9">
        <w:t>Jméno nebo název společnosti/sdružení/seskupení: [</w:t>
      </w:r>
      <w:r w:rsidRPr="006E3CD9">
        <w:rPr>
          <w:b/>
          <w:highlight w:val="yellow"/>
        </w:rPr>
        <w:t>DOPLNÍ DODAVATEL</w:t>
      </w:r>
      <w:r w:rsidRPr="006E3CD9">
        <w:t>]</w:t>
      </w:r>
    </w:p>
    <w:p w14:paraId="46BC8419" w14:textId="77777777" w:rsidR="0035531B" w:rsidRPr="006E3CD9" w:rsidRDefault="0035531B" w:rsidP="00454716">
      <w:pPr>
        <w:pStyle w:val="Textbezslovn"/>
        <w:ind w:left="0"/>
      </w:pPr>
    </w:p>
    <w:p w14:paraId="49249A2F" w14:textId="77777777" w:rsidR="0035531B" w:rsidRPr="006E3CD9" w:rsidRDefault="0035531B" w:rsidP="00454716">
      <w:pPr>
        <w:pStyle w:val="Textbezslovn"/>
        <w:ind w:left="0"/>
        <w:rPr>
          <w:rStyle w:val="Tun9b"/>
        </w:rPr>
      </w:pPr>
      <w:r w:rsidRPr="006E3CD9">
        <w:rPr>
          <w:rStyle w:val="Tun9b"/>
        </w:rPr>
        <w:t>Identifikační údaje vedoucího společníka:</w:t>
      </w:r>
    </w:p>
    <w:p w14:paraId="1C3BD485" w14:textId="1B8AA562" w:rsidR="0035531B" w:rsidRPr="006E3CD9" w:rsidRDefault="0035531B" w:rsidP="00454716">
      <w:pPr>
        <w:pStyle w:val="Textbezslovn"/>
        <w:ind w:left="0"/>
      </w:pPr>
      <w:r w:rsidRPr="006E3CD9">
        <w:t>Obchodní firma</w:t>
      </w:r>
      <w:r w:rsidR="007C4ABB" w:rsidRPr="006E3CD9">
        <w:t xml:space="preserve"> </w:t>
      </w:r>
      <w:r w:rsidR="00EA417D" w:rsidRPr="006E3CD9">
        <w:t>/jméno a příjmení</w:t>
      </w:r>
      <w:r w:rsidR="00660587" w:rsidRPr="006E3CD9">
        <w:rPr>
          <w:rStyle w:val="Znakapoznpodarou"/>
        </w:rPr>
        <w:footnoteReference w:id="5"/>
      </w:r>
      <w:r w:rsidRPr="006E3CD9">
        <w:t xml:space="preserve"> [</w:t>
      </w:r>
      <w:r w:rsidRPr="006E3CD9">
        <w:rPr>
          <w:b/>
          <w:highlight w:val="yellow"/>
        </w:rPr>
        <w:t>DOPLNÍ DODAVATEL</w:t>
      </w:r>
      <w:r w:rsidRPr="006E3CD9">
        <w:t>]</w:t>
      </w:r>
    </w:p>
    <w:p w14:paraId="3E54A4D2" w14:textId="77777777" w:rsidR="0035531B" w:rsidRPr="006E3CD9" w:rsidRDefault="0035531B" w:rsidP="00454716">
      <w:pPr>
        <w:pStyle w:val="Textbezslovn"/>
        <w:ind w:left="0"/>
      </w:pPr>
      <w:r w:rsidRPr="006E3CD9">
        <w:t>Sídlo [</w:t>
      </w:r>
      <w:r w:rsidRPr="006E3CD9">
        <w:rPr>
          <w:highlight w:val="yellow"/>
        </w:rPr>
        <w:t>DOPLNÍ DODAVATEL</w:t>
      </w:r>
      <w:r w:rsidRPr="006E3CD9">
        <w:t>]</w:t>
      </w:r>
    </w:p>
    <w:p w14:paraId="5043D019" w14:textId="77777777" w:rsidR="0035531B" w:rsidRPr="006E3CD9" w:rsidRDefault="0035531B" w:rsidP="00454716">
      <w:pPr>
        <w:pStyle w:val="Textbezslovn"/>
        <w:ind w:left="0"/>
      </w:pPr>
      <w:r w:rsidRPr="006E3CD9">
        <w:t>Právní forma [</w:t>
      </w:r>
      <w:r w:rsidRPr="006E3CD9">
        <w:rPr>
          <w:highlight w:val="yellow"/>
        </w:rPr>
        <w:t>DOPLNÍ DODAVATEL</w:t>
      </w:r>
      <w:r w:rsidRPr="006E3CD9">
        <w:t>]</w:t>
      </w:r>
    </w:p>
    <w:p w14:paraId="549337AE" w14:textId="77777777" w:rsidR="0035531B" w:rsidRPr="006E3CD9" w:rsidRDefault="0035531B" w:rsidP="00454716">
      <w:pPr>
        <w:pStyle w:val="Textbezslovn"/>
        <w:ind w:left="0"/>
      </w:pPr>
      <w:r w:rsidRPr="006E3CD9">
        <w:t>IČO [</w:t>
      </w:r>
      <w:r w:rsidRPr="006E3CD9">
        <w:rPr>
          <w:highlight w:val="yellow"/>
        </w:rPr>
        <w:t>DOPLNÍ DODAVATEL</w:t>
      </w:r>
      <w:r w:rsidRPr="006E3CD9">
        <w:t>]</w:t>
      </w:r>
    </w:p>
    <w:p w14:paraId="2ECBFDEE" w14:textId="77777777" w:rsidR="0035531B" w:rsidRPr="006E3CD9" w:rsidRDefault="0035531B" w:rsidP="00454716">
      <w:pPr>
        <w:pStyle w:val="Textbezslovn"/>
        <w:ind w:left="0"/>
      </w:pPr>
    </w:p>
    <w:p w14:paraId="62D966A1" w14:textId="25D1ABA3" w:rsidR="0035531B" w:rsidRPr="006E3CD9" w:rsidRDefault="0035531B" w:rsidP="00454716">
      <w:pPr>
        <w:pStyle w:val="Textbezslovn"/>
        <w:ind w:left="0"/>
      </w:pPr>
      <w:r w:rsidRPr="006E3CD9">
        <w:rPr>
          <w:rStyle w:val="Tun9b"/>
        </w:rPr>
        <w:t>Identifikační údaje</w:t>
      </w:r>
      <w:r w:rsidRPr="006E3CD9">
        <w:t xml:space="preserve"> (obchodní firma</w:t>
      </w:r>
      <w:r w:rsidR="007C4ABB" w:rsidRPr="006E3CD9">
        <w:t xml:space="preserve"> </w:t>
      </w:r>
      <w:r w:rsidR="00EA417D" w:rsidRPr="006E3CD9">
        <w:t>/jméno a příjmení</w:t>
      </w:r>
      <w:r w:rsidRPr="006E3CD9">
        <w:t xml:space="preserve">, sídlo, právní forma, IČO) </w:t>
      </w:r>
      <w:r w:rsidRPr="006E3CD9">
        <w:rPr>
          <w:rStyle w:val="Tun9b"/>
        </w:rPr>
        <w:t>ostatních společníků</w:t>
      </w:r>
      <w:r w:rsidRPr="006E3CD9">
        <w:t xml:space="preserve"> (členů společnosti/sdružení/seskupení):</w:t>
      </w:r>
    </w:p>
    <w:p w14:paraId="49432027" w14:textId="77777777" w:rsidR="0035531B" w:rsidRPr="006E3CD9" w:rsidRDefault="0035531B" w:rsidP="00454716">
      <w:pPr>
        <w:pStyle w:val="Odstavec1-2i"/>
      </w:pPr>
      <w:r w:rsidRPr="006E3CD9">
        <w:t>[</w:t>
      </w:r>
      <w:r w:rsidRPr="006E3CD9">
        <w:rPr>
          <w:highlight w:val="yellow"/>
        </w:rPr>
        <w:t>DOPLNÍ DODAVATEL</w:t>
      </w:r>
      <w:r w:rsidRPr="006E3CD9">
        <w:t>]</w:t>
      </w:r>
    </w:p>
    <w:p w14:paraId="2F356710" w14:textId="77777777" w:rsidR="0035531B" w:rsidRPr="006E3CD9" w:rsidRDefault="0035531B" w:rsidP="00454716">
      <w:pPr>
        <w:pStyle w:val="Odstavec1-2i"/>
      </w:pPr>
      <w:r w:rsidRPr="006E3CD9">
        <w:t>[</w:t>
      </w:r>
      <w:r w:rsidRPr="006E3CD9">
        <w:rPr>
          <w:highlight w:val="yellow"/>
        </w:rPr>
        <w:t>DOPLNÍ DODAVATEL</w:t>
      </w:r>
      <w:r w:rsidRPr="006E3CD9">
        <w:t>]</w:t>
      </w:r>
    </w:p>
    <w:p w14:paraId="2EBFA40F" w14:textId="77777777" w:rsidR="0035531B" w:rsidRPr="006E3CD9" w:rsidRDefault="0035531B" w:rsidP="00454716">
      <w:pPr>
        <w:pStyle w:val="Odstavec1-2i"/>
      </w:pPr>
      <w:r w:rsidRPr="006E3CD9">
        <w:t>[</w:t>
      </w:r>
      <w:r w:rsidRPr="006E3CD9">
        <w:rPr>
          <w:highlight w:val="yellow"/>
        </w:rPr>
        <w:t>DOPLNÍ DODAVATEL</w:t>
      </w:r>
      <w:r w:rsidRPr="006E3CD9">
        <w:t>]</w:t>
      </w:r>
    </w:p>
    <w:p w14:paraId="0905A5B9" w14:textId="77777777" w:rsidR="0035531B" w:rsidRPr="006E3CD9" w:rsidRDefault="0035531B" w:rsidP="00454716">
      <w:pPr>
        <w:pStyle w:val="Odstavec1-2i"/>
      </w:pPr>
      <w:r w:rsidRPr="006E3CD9">
        <w:t>atd.</w:t>
      </w:r>
    </w:p>
    <w:p w14:paraId="38B36E9E" w14:textId="77777777" w:rsidR="0035531B" w:rsidRPr="006E3CD9" w:rsidRDefault="0035531B" w:rsidP="00454716">
      <w:pPr>
        <w:pStyle w:val="Textbezslovn"/>
        <w:ind w:left="0"/>
      </w:pPr>
    </w:p>
    <w:p w14:paraId="56A77704" w14:textId="77777777" w:rsidR="0035531B" w:rsidRPr="006E3CD9" w:rsidRDefault="0035531B" w:rsidP="00454716">
      <w:pPr>
        <w:pStyle w:val="Textbezslovn"/>
        <w:ind w:left="0"/>
      </w:pPr>
      <w:r w:rsidRPr="006E3CD9">
        <w:t>Podíl jednotlivých společníků na zakázce:</w:t>
      </w:r>
    </w:p>
    <w:tbl>
      <w:tblPr>
        <w:tblStyle w:val="Mkatabulky"/>
        <w:tblW w:w="0" w:type="auto"/>
        <w:tblLook w:val="04E0" w:firstRow="1" w:lastRow="1" w:firstColumn="1" w:lastColumn="0" w:noHBand="0" w:noVBand="1"/>
      </w:tblPr>
      <w:tblGrid>
        <w:gridCol w:w="3623"/>
        <w:gridCol w:w="4253"/>
      </w:tblGrid>
      <w:tr w:rsidR="006142CD" w:rsidRPr="006E3CD9"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6E3CD9" w:rsidRDefault="005E6218" w:rsidP="00EA417D">
            <w:pPr>
              <w:rPr>
                <w:b/>
                <w:sz w:val="16"/>
                <w:szCs w:val="16"/>
              </w:rPr>
            </w:pPr>
            <w:r w:rsidRPr="006E3CD9">
              <w:rPr>
                <w:b/>
                <w:sz w:val="16"/>
                <w:szCs w:val="16"/>
              </w:rPr>
              <w:t>Obchodní firma/</w:t>
            </w:r>
            <w:r w:rsidR="00EA417D" w:rsidRPr="006E3CD9">
              <w:rPr>
                <w:b/>
                <w:sz w:val="16"/>
                <w:szCs w:val="16"/>
              </w:rPr>
              <w:t>jméno a příjmení</w:t>
            </w:r>
            <w:r w:rsidRPr="006E3CD9">
              <w:rPr>
                <w:b/>
                <w:sz w:val="16"/>
                <w:szCs w:val="16"/>
              </w:rPr>
              <w:t xml:space="preserve"> společníka</w:t>
            </w:r>
          </w:p>
        </w:tc>
        <w:tc>
          <w:tcPr>
            <w:tcW w:w="4253" w:type="dxa"/>
          </w:tcPr>
          <w:p w14:paraId="677A95D7" w14:textId="77777777" w:rsidR="005E6218" w:rsidRPr="006E3CD9"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E3CD9">
              <w:rPr>
                <w:b/>
                <w:sz w:val="16"/>
                <w:szCs w:val="16"/>
              </w:rPr>
              <w:t xml:space="preserve">Předpokládaný podíl na zakázce v % z celkového objemu (celkové nabídkové ceny) veřejné zakázky </w:t>
            </w:r>
          </w:p>
        </w:tc>
      </w:tr>
      <w:tr w:rsidR="006142CD" w:rsidRPr="006E3CD9"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163ED507"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56EF046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Pr>
          <w:p w14:paraId="7375526D"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4E8E9ED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6E3CD9" w:rsidRDefault="005E6218" w:rsidP="00307641">
            <w:pPr>
              <w:rPr>
                <w:sz w:val="16"/>
                <w:szCs w:val="16"/>
                <w:highlight w:val="yellow"/>
              </w:rPr>
            </w:pPr>
            <w:r w:rsidRPr="006E3CD9">
              <w:rPr>
                <w:sz w:val="16"/>
                <w:szCs w:val="16"/>
                <w:highlight w:val="yellow"/>
              </w:rPr>
              <w:t>[DOPLNÍ DODAVATEL]</w:t>
            </w:r>
          </w:p>
        </w:tc>
        <w:tc>
          <w:tcPr>
            <w:tcW w:w="4253" w:type="dxa"/>
            <w:tcBorders>
              <w:bottom w:val="single" w:sz="2" w:space="0" w:color="auto"/>
            </w:tcBorders>
          </w:tcPr>
          <w:p w14:paraId="70EA5C71" w14:textId="77777777" w:rsidR="005E6218" w:rsidRPr="006E3CD9"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6E3CD9">
              <w:rPr>
                <w:sz w:val="16"/>
                <w:szCs w:val="16"/>
                <w:highlight w:val="yellow"/>
              </w:rPr>
              <w:t>[DOPLNÍ DODAVATEL]</w:t>
            </w:r>
          </w:p>
        </w:tc>
      </w:tr>
      <w:tr w:rsidR="006142CD" w:rsidRPr="006E3CD9"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6E3CD9" w:rsidRDefault="005E6218" w:rsidP="00307641">
            <w:pPr>
              <w:rPr>
                <w:b w:val="0"/>
                <w:sz w:val="16"/>
                <w:szCs w:val="16"/>
                <w:highlight w:val="yellow"/>
              </w:rPr>
            </w:pPr>
            <w:r w:rsidRPr="006E3CD9">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6E3CD9"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6E3CD9">
              <w:rPr>
                <w:b w:val="0"/>
                <w:sz w:val="16"/>
                <w:szCs w:val="16"/>
                <w:highlight w:val="yellow"/>
              </w:rPr>
              <w:t>[DOPLNÍ DODAVATEL]</w:t>
            </w:r>
          </w:p>
        </w:tc>
      </w:tr>
    </w:tbl>
    <w:p w14:paraId="574FA6B1" w14:textId="77777777" w:rsidR="0035531B" w:rsidRPr="006E3CD9" w:rsidRDefault="0035531B" w:rsidP="00454716">
      <w:pPr>
        <w:pStyle w:val="Textbezslovn"/>
        <w:ind w:left="0"/>
      </w:pPr>
    </w:p>
    <w:p w14:paraId="25BAB2A3" w14:textId="77777777" w:rsidR="0035531B" w:rsidRPr="006E3CD9" w:rsidRDefault="0035531B" w:rsidP="00454716">
      <w:pPr>
        <w:pStyle w:val="Textbezslovn"/>
        <w:ind w:left="0"/>
      </w:pPr>
    </w:p>
    <w:p w14:paraId="0663E4FF" w14:textId="77777777" w:rsidR="0035531B" w:rsidRPr="006E3CD9" w:rsidRDefault="0035531B" w:rsidP="00454716">
      <w:pPr>
        <w:pStyle w:val="Textbezslovn"/>
        <w:ind w:left="0"/>
      </w:pPr>
      <w:r w:rsidRPr="006E3CD9">
        <w:t>Informace</w:t>
      </w:r>
      <w:r w:rsidR="00092CC9" w:rsidRPr="006E3CD9">
        <w:t xml:space="preserve"> o </w:t>
      </w:r>
      <w:r w:rsidRPr="006E3CD9">
        <w:t>rozdělení odpovědnosti za plnění veřejné zakázky: [</w:t>
      </w:r>
      <w:r w:rsidRPr="006E3CD9">
        <w:rPr>
          <w:highlight w:val="yellow"/>
        </w:rPr>
        <w:t>DOPLNÍ DODAVATEL</w:t>
      </w:r>
      <w:r w:rsidRPr="006E3CD9">
        <w:t xml:space="preserve">] </w:t>
      </w:r>
    </w:p>
    <w:p w14:paraId="4154AC94" w14:textId="77777777" w:rsidR="0035531B" w:rsidRPr="006E3CD9" w:rsidRDefault="00B035B6" w:rsidP="00452F69">
      <w:pPr>
        <w:pStyle w:val="Doplujcdaje"/>
        <w:jc w:val="both"/>
        <w:rPr>
          <w:sz w:val="16"/>
          <w:szCs w:val="16"/>
        </w:rPr>
      </w:pPr>
      <w:r w:rsidRPr="006E3CD9">
        <w:rPr>
          <w:b/>
          <w:sz w:val="16"/>
          <w:szCs w:val="16"/>
        </w:rPr>
        <w:t>P</w:t>
      </w:r>
      <w:r w:rsidR="0035531B" w:rsidRPr="006E3CD9">
        <w:rPr>
          <w:b/>
          <w:sz w:val="16"/>
          <w:szCs w:val="16"/>
        </w:rPr>
        <w:t>ozn.</w:t>
      </w:r>
      <w:r w:rsidRPr="006E3CD9">
        <w:rPr>
          <w:b/>
          <w:sz w:val="16"/>
          <w:szCs w:val="16"/>
        </w:rPr>
        <w:t xml:space="preserve"> zadavatele</w:t>
      </w:r>
      <w:r w:rsidR="0035531B" w:rsidRPr="006E3CD9">
        <w:rPr>
          <w:b/>
          <w:sz w:val="16"/>
          <w:szCs w:val="16"/>
        </w:rPr>
        <w:t>:</w:t>
      </w:r>
      <w:r w:rsidR="0035531B" w:rsidRPr="006E3CD9">
        <w:rPr>
          <w:sz w:val="16"/>
          <w:szCs w:val="16"/>
        </w:rPr>
        <w:t xml:space="preserve"> </w:t>
      </w:r>
      <w:r w:rsidR="005E6218" w:rsidRPr="006E3CD9">
        <w:rPr>
          <w:sz w:val="16"/>
          <w:szCs w:val="16"/>
        </w:rPr>
        <w:t>zadavatel požaduje, aby odpovědnost nesli všichni dodavatelé podávající společnou nabídku společně a nerozdílně</w:t>
      </w:r>
      <w:r w:rsidRPr="006E3CD9">
        <w:rPr>
          <w:sz w:val="16"/>
          <w:szCs w:val="16"/>
        </w:rPr>
        <w:t>.</w:t>
      </w:r>
    </w:p>
    <w:p w14:paraId="686D8E78" w14:textId="77777777" w:rsidR="0035531B" w:rsidRPr="006E3CD9" w:rsidRDefault="0035531B" w:rsidP="00454716">
      <w:pPr>
        <w:pStyle w:val="Textbezslovn"/>
        <w:ind w:left="0"/>
      </w:pPr>
    </w:p>
    <w:p w14:paraId="4DFF703A" w14:textId="77777777" w:rsidR="0035531B" w:rsidRPr="006E3CD9" w:rsidRDefault="0035531B" w:rsidP="00454716">
      <w:pPr>
        <w:pStyle w:val="Textbezslovn"/>
        <w:ind w:left="0"/>
      </w:pPr>
    </w:p>
    <w:p w14:paraId="5B814AB8" w14:textId="77777777" w:rsidR="0035531B" w:rsidRPr="006E3CD9" w:rsidRDefault="0035531B" w:rsidP="00454716">
      <w:pPr>
        <w:pStyle w:val="Textbezslovn"/>
        <w:ind w:left="0"/>
      </w:pPr>
      <w:r w:rsidRPr="006E3CD9">
        <w:rPr>
          <w:rStyle w:val="Tun9b"/>
        </w:rPr>
        <w:t>Příloha:</w:t>
      </w:r>
      <w:r w:rsidRPr="006E3CD9">
        <w:t xml:space="preserve">  Smlouva</w:t>
      </w:r>
      <w:r w:rsidR="00092CC9" w:rsidRPr="006E3CD9">
        <w:t xml:space="preserve"> o </w:t>
      </w:r>
      <w:r w:rsidRPr="006E3CD9">
        <w:t>vzniku společnosti/sdružení/seskupení, příp. jiný dokument</w:t>
      </w:r>
    </w:p>
    <w:p w14:paraId="0A1C5308" w14:textId="77777777" w:rsidR="0035531B" w:rsidRPr="006E3CD9" w:rsidRDefault="0035531B" w:rsidP="00454716">
      <w:pPr>
        <w:pStyle w:val="Textbezslovn"/>
        <w:ind w:left="0"/>
      </w:pPr>
    </w:p>
    <w:p w14:paraId="7BAA19BE" w14:textId="77777777" w:rsidR="0035531B" w:rsidRPr="006E3CD9" w:rsidRDefault="0035531B" w:rsidP="00454716">
      <w:pPr>
        <w:pStyle w:val="Textbezslovn"/>
        <w:ind w:left="0"/>
      </w:pPr>
    </w:p>
    <w:p w14:paraId="47AA84EF" w14:textId="77777777" w:rsidR="00454716" w:rsidRPr="006E3CD9" w:rsidRDefault="00454716" w:rsidP="00454716">
      <w:pPr>
        <w:pStyle w:val="Textbezslovn"/>
        <w:ind w:left="0"/>
      </w:pPr>
      <w:r w:rsidRPr="006E3CD9">
        <w:br w:type="page"/>
      </w:r>
    </w:p>
    <w:p w14:paraId="73BAA8DA" w14:textId="77777777" w:rsidR="0035531B" w:rsidRPr="00B70D9F" w:rsidRDefault="0035531B" w:rsidP="00FE4333">
      <w:pPr>
        <w:pStyle w:val="Nadpisbezsl1-1"/>
      </w:pPr>
      <w:r w:rsidRPr="00B70D9F">
        <w:t>Příloha č. 4</w:t>
      </w:r>
    </w:p>
    <w:p w14:paraId="42BCE3A1" w14:textId="0B85DC3A" w:rsidR="002D5F95" w:rsidRPr="00B70D9F" w:rsidRDefault="0035531B" w:rsidP="00B25451">
      <w:pPr>
        <w:pStyle w:val="Nadpisbezsl1-2"/>
      </w:pPr>
      <w:r w:rsidRPr="00B70D9F">
        <w:t xml:space="preserve">Seznam </w:t>
      </w:r>
      <w:r w:rsidR="00B25451" w:rsidRPr="00B70D9F">
        <w:t xml:space="preserve">významných </w:t>
      </w:r>
      <w:r w:rsidR="009F371C" w:rsidRPr="00B70D9F">
        <w:t>služeb</w:t>
      </w:r>
    </w:p>
    <w:tbl>
      <w:tblPr>
        <w:tblStyle w:val="Mkatabulky"/>
        <w:tblW w:w="0" w:type="auto"/>
        <w:tblLayout w:type="fixed"/>
        <w:tblLook w:val="04E0" w:firstRow="1" w:lastRow="1" w:firstColumn="1" w:lastColumn="0" w:noHBand="0" w:noVBand="1"/>
      </w:tblPr>
      <w:tblGrid>
        <w:gridCol w:w="1340"/>
        <w:gridCol w:w="1496"/>
        <w:gridCol w:w="1628"/>
        <w:gridCol w:w="1438"/>
        <w:gridCol w:w="1246"/>
        <w:gridCol w:w="1554"/>
      </w:tblGrid>
      <w:tr w:rsidR="00B70D9F" w:rsidRPr="00B70D9F" w14:paraId="7BC67C3C" w14:textId="77777777" w:rsidTr="00DA7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14:paraId="6375803C" w14:textId="295E5F3C" w:rsidR="002D5F95" w:rsidRPr="00B70D9F" w:rsidRDefault="00F72D09" w:rsidP="00631EAA">
            <w:pPr>
              <w:rPr>
                <w:b/>
                <w:sz w:val="16"/>
                <w:szCs w:val="16"/>
              </w:rPr>
            </w:pPr>
            <w:r w:rsidRPr="00B70D9F">
              <w:rPr>
                <w:b/>
              </w:rPr>
              <w:t xml:space="preserve">Název významné </w:t>
            </w:r>
            <w:r w:rsidR="009F371C" w:rsidRPr="00B70D9F">
              <w:rPr>
                <w:b/>
              </w:rPr>
              <w:t>služby</w:t>
            </w:r>
          </w:p>
        </w:tc>
        <w:tc>
          <w:tcPr>
            <w:tcW w:w="1496" w:type="dxa"/>
          </w:tcPr>
          <w:p w14:paraId="2DC57B74" w14:textId="4DC39614"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Objednatel významné </w:t>
            </w:r>
            <w:r w:rsidR="009F371C" w:rsidRPr="00B70D9F">
              <w:rPr>
                <w:b/>
              </w:rPr>
              <w:t xml:space="preserve">služby </w:t>
            </w:r>
            <w:r w:rsidRPr="00B70D9F">
              <w:rPr>
                <w:b/>
              </w:rPr>
              <w:t>(obchodní firma/název a sídlo) a kontaktní osoba objednatele (jméno, tel., email)</w:t>
            </w:r>
          </w:p>
        </w:tc>
        <w:tc>
          <w:tcPr>
            <w:tcW w:w="1628" w:type="dxa"/>
          </w:tcPr>
          <w:p w14:paraId="0C1DDC13" w14:textId="5ADAC62B" w:rsidR="002D5F95" w:rsidRPr="00B70D9F" w:rsidRDefault="002D5F95" w:rsidP="009F371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 xml:space="preserve">Předmět plnění významné </w:t>
            </w:r>
            <w:r w:rsidR="009F371C" w:rsidRPr="00B70D9F">
              <w:rPr>
                <w:b/>
              </w:rPr>
              <w:t>služby</w:t>
            </w:r>
            <w:r w:rsidRPr="00B70D9F">
              <w:rPr>
                <w:b/>
              </w:rPr>
              <w:t xml:space="preserve"> (popis věcného rozsahu - v detailu potřebném pro ověření splnění požadavků) </w:t>
            </w:r>
          </w:p>
        </w:tc>
        <w:tc>
          <w:tcPr>
            <w:tcW w:w="1438" w:type="dxa"/>
          </w:tcPr>
          <w:p w14:paraId="70906A97" w14:textId="26469047"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Termín plnění dle smlouvy</w:t>
            </w:r>
            <w:r w:rsidR="00F72D09" w:rsidRPr="00B70D9F">
              <w:rPr>
                <w:b/>
              </w:rPr>
              <w:t xml:space="preserve">/ doba dokončení významné </w:t>
            </w:r>
            <w:r w:rsidR="009F371C" w:rsidRPr="00B70D9F">
              <w:rPr>
                <w:b/>
              </w:rPr>
              <w:t>služby</w:t>
            </w:r>
          </w:p>
          <w:p w14:paraId="76609050" w14:textId="77777777" w:rsidR="004065AC"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w:t>
            </w:r>
            <w:r w:rsidR="004065AC" w:rsidRPr="00B70D9F">
              <w:rPr>
                <w:b/>
              </w:rPr>
              <w:t>den/</w:t>
            </w:r>
            <w:r w:rsidRPr="00B70D9F">
              <w:rPr>
                <w:b/>
              </w:rPr>
              <w:t>měsíc/</w:t>
            </w:r>
          </w:p>
          <w:p w14:paraId="6F560AB4" w14:textId="26145DD6" w:rsidR="002D5F95" w:rsidRPr="00B70D9F"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B70D9F">
              <w:rPr>
                <w:b/>
              </w:rPr>
              <w:t>rok)</w:t>
            </w:r>
          </w:p>
          <w:p w14:paraId="52E5924D" w14:textId="38E9C141" w:rsidR="0079069D" w:rsidRPr="00B70D9F"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46" w:type="dxa"/>
          </w:tcPr>
          <w:p w14:paraId="4C2A7800" w14:textId="77777777" w:rsidR="002D5F95" w:rsidRPr="00B70D9F"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70D9F">
              <w:rPr>
                <w:b/>
              </w:rPr>
              <w:t>Dodavatel*</w:t>
            </w:r>
          </w:p>
        </w:tc>
        <w:tc>
          <w:tcPr>
            <w:tcW w:w="1554" w:type="dxa"/>
          </w:tcPr>
          <w:p w14:paraId="144A84A6" w14:textId="4BA101D2" w:rsidR="002D5F95" w:rsidRPr="00B70D9F" w:rsidRDefault="00F72D09" w:rsidP="00631EAA">
            <w:pPr>
              <w:jc w:val="center"/>
              <w:cnfStyle w:val="100000000000" w:firstRow="1" w:lastRow="0" w:firstColumn="0" w:lastColumn="0" w:oddVBand="0" w:evenVBand="0" w:oddHBand="0" w:evenHBand="0" w:firstRowFirstColumn="0" w:firstRowLastColumn="0" w:lastRowFirstColumn="0" w:lastRowLastColumn="0"/>
              <w:rPr>
                <w:b/>
              </w:rPr>
            </w:pPr>
            <w:r w:rsidRPr="00B70D9F">
              <w:rPr>
                <w:b/>
              </w:rPr>
              <w:t xml:space="preserve">Cena významné </w:t>
            </w:r>
            <w:r w:rsidR="009F371C" w:rsidRPr="00B70D9F">
              <w:rPr>
                <w:b/>
              </w:rPr>
              <w:t>služby</w:t>
            </w:r>
            <w:r w:rsidR="002D5F95" w:rsidRPr="00B70D9F">
              <w:rPr>
                <w:b/>
              </w:rPr>
              <w:t xml:space="preserve">, kterou dodavatel poskytl** za posledních </w:t>
            </w:r>
            <w:r w:rsidR="00CC1E00">
              <w:rPr>
                <w:b/>
              </w:rPr>
              <w:t>10</w:t>
            </w:r>
            <w:r w:rsidR="002D5F95" w:rsidRPr="00B70D9F">
              <w:rPr>
                <w:b/>
              </w:rPr>
              <w:t xml:space="preserve"> let v Kč*** bez DPH</w:t>
            </w:r>
          </w:p>
          <w:p w14:paraId="09CF9652" w14:textId="365BCB88" w:rsidR="0079069D" w:rsidRPr="00B70D9F"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B70D9F" w:rsidRPr="00B70D9F" w14:paraId="660CF15F"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08990FB3"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2FBE9E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4549B66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37E8A70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735D78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63EBBF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4C7E3E30" w14:textId="77777777" w:rsidTr="00DA7607">
        <w:tc>
          <w:tcPr>
            <w:cnfStyle w:val="001000000000" w:firstRow="0" w:lastRow="0" w:firstColumn="1" w:lastColumn="0" w:oddVBand="0" w:evenVBand="0" w:oddHBand="0" w:evenHBand="0" w:firstRowFirstColumn="0" w:firstRowLastColumn="0" w:lastRowFirstColumn="0" w:lastRowLastColumn="0"/>
            <w:tcW w:w="1340" w:type="dxa"/>
          </w:tcPr>
          <w:p w14:paraId="1994A454"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Pr>
          <w:p w14:paraId="7670E3A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Pr>
          <w:p w14:paraId="63DBA11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Pr>
          <w:p w14:paraId="7BC0CF24"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Pr>
          <w:p w14:paraId="2ED790B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Pr>
          <w:p w14:paraId="1ED7810B"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6734DF9D"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2224A44F"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72C0419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54A218D9"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69A01D90"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E9B0A4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5CE563DC"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32A786B0"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72736B11"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50DF4DA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21B20D68"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46B9022F"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42958FC7"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7EB9A2CD"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54BB450E" w14:textId="77777777" w:rsidTr="00DA7607">
        <w:tc>
          <w:tcPr>
            <w:cnfStyle w:val="001000000000" w:firstRow="0" w:lastRow="0" w:firstColumn="1" w:lastColumn="0" w:oddVBand="0" w:evenVBand="0" w:oddHBand="0" w:evenHBand="0" w:firstRowFirstColumn="0" w:firstRowLastColumn="0" w:lastRowFirstColumn="0" w:lastRowLastColumn="0"/>
            <w:tcW w:w="1340" w:type="dxa"/>
            <w:tcBorders>
              <w:bottom w:val="single" w:sz="2" w:space="0" w:color="auto"/>
            </w:tcBorders>
          </w:tcPr>
          <w:p w14:paraId="5FE6DD49" w14:textId="77777777" w:rsidR="002D5F95" w:rsidRPr="00B70D9F" w:rsidRDefault="002D5F95" w:rsidP="00631EAA">
            <w:pPr>
              <w:rPr>
                <w:sz w:val="16"/>
                <w:szCs w:val="16"/>
                <w:highlight w:val="yellow"/>
              </w:rPr>
            </w:pPr>
            <w:r w:rsidRPr="00B70D9F">
              <w:rPr>
                <w:sz w:val="16"/>
                <w:szCs w:val="16"/>
                <w:highlight w:val="yellow"/>
              </w:rPr>
              <w:t>[DOPLNÍ DODAVATEL]</w:t>
            </w:r>
          </w:p>
        </w:tc>
        <w:tc>
          <w:tcPr>
            <w:tcW w:w="1496" w:type="dxa"/>
            <w:tcBorders>
              <w:bottom w:val="single" w:sz="2" w:space="0" w:color="auto"/>
            </w:tcBorders>
          </w:tcPr>
          <w:p w14:paraId="36C42112"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628" w:type="dxa"/>
            <w:tcBorders>
              <w:bottom w:val="single" w:sz="2" w:space="0" w:color="auto"/>
            </w:tcBorders>
          </w:tcPr>
          <w:p w14:paraId="1D358A6E"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438" w:type="dxa"/>
            <w:tcBorders>
              <w:bottom w:val="single" w:sz="2" w:space="0" w:color="auto"/>
            </w:tcBorders>
          </w:tcPr>
          <w:p w14:paraId="2A0C5E1A"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246" w:type="dxa"/>
            <w:tcBorders>
              <w:bottom w:val="single" w:sz="2" w:space="0" w:color="auto"/>
            </w:tcBorders>
          </w:tcPr>
          <w:p w14:paraId="3782D181"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c>
          <w:tcPr>
            <w:tcW w:w="1554" w:type="dxa"/>
            <w:tcBorders>
              <w:bottom w:val="single" w:sz="2" w:space="0" w:color="auto"/>
            </w:tcBorders>
          </w:tcPr>
          <w:p w14:paraId="30AC1556" w14:textId="77777777" w:rsidR="002D5F95" w:rsidRPr="00B70D9F"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70D9F">
              <w:rPr>
                <w:sz w:val="16"/>
                <w:szCs w:val="16"/>
                <w:highlight w:val="yellow"/>
              </w:rPr>
              <w:t>[DOPLNÍ DODAVATEL]</w:t>
            </w:r>
          </w:p>
        </w:tc>
      </w:tr>
      <w:tr w:rsidR="00B70D9F" w:rsidRPr="00B70D9F" w14:paraId="1EFC6438" w14:textId="77777777" w:rsidTr="00DA760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Borders>
              <w:top w:val="single" w:sz="2" w:space="0" w:color="auto"/>
            </w:tcBorders>
            <w:shd w:val="clear" w:color="auto" w:fill="auto"/>
          </w:tcPr>
          <w:p w14:paraId="2F55087F" w14:textId="77777777" w:rsidR="002D5F95" w:rsidRPr="00B70D9F" w:rsidRDefault="002D5F95" w:rsidP="00631EAA">
            <w:pPr>
              <w:rPr>
                <w:b w:val="0"/>
                <w:sz w:val="16"/>
                <w:szCs w:val="16"/>
                <w:highlight w:val="yellow"/>
              </w:rPr>
            </w:pPr>
            <w:r w:rsidRPr="00B70D9F">
              <w:rPr>
                <w:b w:val="0"/>
                <w:sz w:val="16"/>
                <w:szCs w:val="16"/>
                <w:highlight w:val="yellow"/>
              </w:rPr>
              <w:t>[DOPLNÍ DODAVATEL]</w:t>
            </w:r>
          </w:p>
        </w:tc>
        <w:tc>
          <w:tcPr>
            <w:tcW w:w="1496" w:type="dxa"/>
            <w:tcBorders>
              <w:top w:val="single" w:sz="2" w:space="0" w:color="auto"/>
            </w:tcBorders>
            <w:shd w:val="clear" w:color="auto" w:fill="auto"/>
          </w:tcPr>
          <w:p w14:paraId="6C33C4E1"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628" w:type="dxa"/>
            <w:tcBorders>
              <w:top w:val="single" w:sz="2" w:space="0" w:color="auto"/>
            </w:tcBorders>
            <w:shd w:val="clear" w:color="auto" w:fill="auto"/>
          </w:tcPr>
          <w:p w14:paraId="1914D64A"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438" w:type="dxa"/>
            <w:tcBorders>
              <w:top w:val="single" w:sz="2" w:space="0" w:color="auto"/>
            </w:tcBorders>
            <w:shd w:val="clear" w:color="auto" w:fill="auto"/>
          </w:tcPr>
          <w:p w14:paraId="4F6D93BF"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246" w:type="dxa"/>
            <w:tcBorders>
              <w:top w:val="single" w:sz="2" w:space="0" w:color="auto"/>
            </w:tcBorders>
            <w:shd w:val="clear" w:color="auto" w:fill="auto"/>
          </w:tcPr>
          <w:p w14:paraId="39C9EF70"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c>
          <w:tcPr>
            <w:tcW w:w="1554" w:type="dxa"/>
            <w:tcBorders>
              <w:top w:val="single" w:sz="2" w:space="0" w:color="auto"/>
            </w:tcBorders>
            <w:shd w:val="clear" w:color="auto" w:fill="auto"/>
          </w:tcPr>
          <w:p w14:paraId="12F3687E" w14:textId="77777777" w:rsidR="002D5F95" w:rsidRPr="00B70D9F"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70D9F">
              <w:rPr>
                <w:b w:val="0"/>
                <w:sz w:val="16"/>
                <w:szCs w:val="16"/>
                <w:highlight w:val="yellow"/>
              </w:rPr>
              <w:t>[DOPLNÍ DODAVATEL]</w:t>
            </w:r>
          </w:p>
        </w:tc>
      </w:tr>
    </w:tbl>
    <w:p w14:paraId="539D85E5" w14:textId="77777777" w:rsidR="002D5F95" w:rsidRPr="00B70D9F" w:rsidRDefault="002D5F95" w:rsidP="002D5F95">
      <w:pPr>
        <w:pStyle w:val="Textbezslovn"/>
        <w:ind w:left="0"/>
      </w:pPr>
    </w:p>
    <w:p w14:paraId="5D267BF4" w14:textId="038861D3" w:rsidR="0035531B" w:rsidRPr="00B70D9F" w:rsidRDefault="0035531B" w:rsidP="00AD792A">
      <w:pPr>
        <w:pStyle w:val="Textbezslovn"/>
        <w:ind w:left="0"/>
      </w:pPr>
      <w:r w:rsidRPr="00B70D9F">
        <w:rPr>
          <w:b/>
        </w:rPr>
        <w:t>*</w:t>
      </w:r>
      <w:r w:rsidR="00AD792A" w:rsidRPr="00B70D9F">
        <w:t xml:space="preserve"> </w:t>
      </w:r>
      <w:r w:rsidRPr="00B70D9F">
        <w:t>V příslušném sloupci dodavatel</w:t>
      </w:r>
      <w:r w:rsidR="00BC6D2B" w:rsidRPr="00B70D9F">
        <w:t xml:space="preserve"> k </w:t>
      </w:r>
      <w:r w:rsidRPr="00B70D9F">
        <w:t xml:space="preserve">jednotlivým </w:t>
      </w:r>
      <w:r w:rsidR="009F371C" w:rsidRPr="00B70D9F">
        <w:t>službám</w:t>
      </w:r>
      <w:r w:rsidR="00AA0492" w:rsidRPr="00B70D9F">
        <w:t xml:space="preserve"> </w:t>
      </w:r>
      <w:r w:rsidRPr="00B70D9F">
        <w:t>doplní:</w:t>
      </w:r>
    </w:p>
    <w:p w14:paraId="286E30B6" w14:textId="221D7CD9" w:rsidR="0035531B" w:rsidRPr="00B70D9F" w:rsidRDefault="0035531B" w:rsidP="00AD792A">
      <w:pPr>
        <w:pStyle w:val="Textbezslovn"/>
        <w:tabs>
          <w:tab w:val="left" w:pos="1560"/>
        </w:tabs>
        <w:spacing w:after="0"/>
        <w:ind w:left="1560" w:hanging="851"/>
      </w:pPr>
      <w:r w:rsidRPr="00B70D9F">
        <w:rPr>
          <w:b/>
        </w:rPr>
        <w:t xml:space="preserve">D - </w:t>
      </w:r>
      <w:r w:rsidR="00AD792A" w:rsidRPr="00B70D9F">
        <w:rPr>
          <w:b/>
        </w:rPr>
        <w:tab/>
      </w:r>
      <w:r w:rsidRPr="00B70D9F">
        <w:t xml:space="preserve">pokud předmět </w:t>
      </w:r>
      <w:r w:rsidR="009F371C" w:rsidRPr="00B70D9F">
        <w:t>služby</w:t>
      </w:r>
      <w:r w:rsidRPr="00B70D9F">
        <w:t xml:space="preserve"> realizoval jako dodavatel samostatně, nebo</w:t>
      </w:r>
    </w:p>
    <w:p w14:paraId="264F6D44" w14:textId="604B5637" w:rsidR="0035531B" w:rsidRPr="00B70D9F" w:rsidRDefault="0035531B" w:rsidP="00AD792A">
      <w:pPr>
        <w:pStyle w:val="Textbezslovn"/>
        <w:tabs>
          <w:tab w:val="left" w:pos="1560"/>
        </w:tabs>
        <w:spacing w:after="0"/>
        <w:ind w:left="1560" w:hanging="851"/>
      </w:pPr>
      <w:r w:rsidRPr="00B70D9F">
        <w:rPr>
          <w:b/>
        </w:rPr>
        <w:t xml:space="preserve">SPOL - </w:t>
      </w:r>
      <w:r w:rsidR="00AD792A" w:rsidRPr="00B70D9F">
        <w:rPr>
          <w:b/>
        </w:rPr>
        <w:tab/>
      </w:r>
      <w:r w:rsidRPr="00B70D9F">
        <w:t xml:space="preserve">pokud předmět </w:t>
      </w:r>
      <w:r w:rsidR="009F371C" w:rsidRPr="00B70D9F">
        <w:t>služby</w:t>
      </w:r>
      <w:r w:rsidRPr="00B70D9F">
        <w:t xml:space="preserve"> realizoval jako společník společnosti nebo účastník sdružení či seskupení více dodavatelů, nebo</w:t>
      </w:r>
    </w:p>
    <w:p w14:paraId="501F978E" w14:textId="77777777" w:rsidR="0035531B" w:rsidRPr="00B70D9F" w:rsidRDefault="0035531B" w:rsidP="00AD792A">
      <w:pPr>
        <w:pStyle w:val="Textbezslovn"/>
        <w:tabs>
          <w:tab w:val="left" w:pos="1560"/>
        </w:tabs>
        <w:ind w:left="1560" w:hanging="851"/>
      </w:pPr>
      <w:r w:rsidRPr="00B70D9F">
        <w:rPr>
          <w:b/>
        </w:rPr>
        <w:t xml:space="preserve">P - </w:t>
      </w:r>
      <w:r w:rsidR="00AD792A" w:rsidRPr="00B70D9F">
        <w:rPr>
          <w:b/>
        </w:rPr>
        <w:tab/>
      </w:r>
      <w:r w:rsidRPr="00B70D9F">
        <w:t>pokud byl poddodavatelem jiného dodavatele.</w:t>
      </w:r>
    </w:p>
    <w:p w14:paraId="6705F1DC" w14:textId="78095DC4" w:rsidR="0035531B" w:rsidRPr="00B70D9F" w:rsidRDefault="0035531B" w:rsidP="00AD792A">
      <w:pPr>
        <w:pStyle w:val="Textbezslovn"/>
        <w:ind w:left="0"/>
      </w:pPr>
      <w:r w:rsidRPr="00B70D9F">
        <w:rPr>
          <w:b/>
        </w:rPr>
        <w:t>**</w:t>
      </w:r>
      <w:r w:rsidR="00AD792A" w:rsidRPr="00B70D9F">
        <w:t xml:space="preserve"> </w:t>
      </w:r>
      <w:r w:rsidRPr="00B70D9F">
        <w:t>Dodavatel může použít</w:t>
      </w:r>
      <w:r w:rsidR="00BC6D2B" w:rsidRPr="00B70D9F">
        <w:t xml:space="preserve"> k </w:t>
      </w:r>
      <w:r w:rsidRPr="00B70D9F">
        <w:t xml:space="preserve">prokázání splnění kritéria kvalifikace týkajícího se požadavku na předložení seznamu referenčních </w:t>
      </w:r>
      <w:r w:rsidR="009F371C" w:rsidRPr="00B70D9F">
        <w:t>služeb</w:t>
      </w:r>
      <w:r w:rsidRPr="00B70D9F">
        <w:t xml:space="preserve"> i takové </w:t>
      </w:r>
      <w:r w:rsidR="002D5F95" w:rsidRPr="00B70D9F">
        <w:t xml:space="preserve">významné </w:t>
      </w:r>
      <w:r w:rsidR="009F371C" w:rsidRPr="00B70D9F">
        <w:t>služby</w:t>
      </w:r>
      <w:r w:rsidRPr="00B70D9F">
        <w:t>, které poskytl:</w:t>
      </w:r>
    </w:p>
    <w:p w14:paraId="6A1C6581" w14:textId="1A5F299B" w:rsidR="0035531B" w:rsidRPr="00B70D9F" w:rsidRDefault="0035531B" w:rsidP="00E17B90">
      <w:pPr>
        <w:pStyle w:val="Odstavec1-1a"/>
        <w:numPr>
          <w:ilvl w:val="0"/>
          <w:numId w:val="15"/>
        </w:numPr>
        <w:spacing w:after="0"/>
      </w:pPr>
      <w:r w:rsidRPr="00B70D9F">
        <w:t>společně</w:t>
      </w:r>
      <w:r w:rsidR="00845C50" w:rsidRPr="00B70D9F">
        <w:t xml:space="preserve"> s </w:t>
      </w:r>
      <w:r w:rsidRPr="00B70D9F">
        <w:t>jinými dodavateli,</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podílel, nebo</w:t>
      </w:r>
    </w:p>
    <w:p w14:paraId="64CC1406" w14:textId="4FCBED75" w:rsidR="002036F6" w:rsidRPr="00B70D9F" w:rsidRDefault="0035531B" w:rsidP="00E17B90">
      <w:pPr>
        <w:pStyle w:val="Odstavec1-1a"/>
        <w:numPr>
          <w:ilvl w:val="0"/>
          <w:numId w:val="15"/>
        </w:numPr>
        <w:spacing w:after="0"/>
      </w:pPr>
      <w:r w:rsidRPr="00B70D9F">
        <w:t>jako poddodavatel,</w:t>
      </w:r>
      <w:r w:rsidR="00845C50" w:rsidRPr="00B70D9F">
        <w:t xml:space="preserve"> a </w:t>
      </w:r>
      <w:r w:rsidRPr="00B70D9F">
        <w:t>to</w:t>
      </w:r>
      <w:r w:rsidR="00092CC9" w:rsidRPr="00B70D9F">
        <w:t xml:space="preserve"> v </w:t>
      </w:r>
      <w:r w:rsidRPr="00B70D9F">
        <w:t>rozsahu,</w:t>
      </w:r>
      <w:r w:rsidR="00092CC9" w:rsidRPr="00B70D9F">
        <w:t xml:space="preserve"> v </w:t>
      </w:r>
      <w:r w:rsidRPr="00B70D9F">
        <w:t xml:space="preserve">jakém se na plnění </w:t>
      </w:r>
      <w:r w:rsidR="009F371C" w:rsidRPr="00B70D9F">
        <w:t>služby</w:t>
      </w:r>
      <w:r w:rsidRPr="00B70D9F">
        <w:t xml:space="preserve"> podíle</w:t>
      </w:r>
      <w:r w:rsidR="002036F6" w:rsidRPr="00B70D9F">
        <w:t>l</w:t>
      </w:r>
      <w:r w:rsidRPr="00B70D9F">
        <w:t>.</w:t>
      </w:r>
    </w:p>
    <w:p w14:paraId="5E6EE4DF" w14:textId="4B4302B7" w:rsidR="0035531B" w:rsidRPr="00B70D9F" w:rsidRDefault="0035531B" w:rsidP="002036F6">
      <w:pPr>
        <w:pStyle w:val="Odstavec1-1a"/>
        <w:spacing w:after="0"/>
        <w:ind w:left="1077"/>
      </w:pPr>
      <w:r w:rsidRPr="00B70D9F">
        <w:t xml:space="preserve"> </w:t>
      </w:r>
    </w:p>
    <w:p w14:paraId="5F4F2523" w14:textId="025DB2C5" w:rsidR="0035531B" w:rsidRPr="00B70D9F" w:rsidRDefault="0035531B" w:rsidP="00AD792A">
      <w:pPr>
        <w:pStyle w:val="Textbezslovn"/>
        <w:ind w:left="0"/>
      </w:pPr>
      <w:r w:rsidRPr="00B70D9F">
        <w:rPr>
          <w:b/>
        </w:rPr>
        <w:t>***</w:t>
      </w:r>
      <w:r w:rsidR="00EE3C5F" w:rsidRPr="00B70D9F">
        <w:t xml:space="preserve"> </w:t>
      </w:r>
      <w:r w:rsidRPr="00B70D9F">
        <w:t xml:space="preserve">V případě </w:t>
      </w:r>
      <w:r w:rsidR="009F371C" w:rsidRPr="00B70D9F">
        <w:t>služeb</w:t>
      </w:r>
      <w:r w:rsidRPr="00B70D9F">
        <w:t xml:space="preserve"> plněných</w:t>
      </w:r>
      <w:r w:rsidR="00092CC9" w:rsidRPr="00B70D9F">
        <w:t xml:space="preserve"> v </w:t>
      </w:r>
      <w:r w:rsidRPr="00B70D9F">
        <w:t>zahraničí nebo</w:t>
      </w:r>
      <w:r w:rsidR="00092CC9" w:rsidRPr="00B70D9F">
        <w:t xml:space="preserve"> v </w:t>
      </w:r>
      <w:r w:rsidRPr="00B70D9F">
        <w:t>cizí měně dodavatel uvede ekvivalent ceny</w:t>
      </w:r>
      <w:r w:rsidR="00092CC9" w:rsidRPr="00B70D9F">
        <w:t xml:space="preserve"> v </w:t>
      </w:r>
      <w:r w:rsidRPr="00B70D9F">
        <w:t>Kč. Pro přepočet</w:t>
      </w:r>
      <w:r w:rsidR="0060115D" w:rsidRPr="00B70D9F">
        <w:t xml:space="preserve"> z </w:t>
      </w:r>
      <w:r w:rsidRPr="00B70D9F">
        <w:t xml:space="preserve">cizí měny na CZK použije průměrný </w:t>
      </w:r>
      <w:r w:rsidR="00AC6613" w:rsidRPr="00B70D9F">
        <w:t xml:space="preserve">měsíční </w:t>
      </w:r>
      <w:r w:rsidRPr="00B70D9F">
        <w:t>kurz devizového trhu příslušné měny</w:t>
      </w:r>
      <w:r w:rsidR="00BC6D2B" w:rsidRPr="00B70D9F">
        <w:t xml:space="preserve"> k </w:t>
      </w:r>
      <w:r w:rsidRPr="00B70D9F">
        <w:t>CZK stanovený</w:t>
      </w:r>
      <w:r w:rsidR="00845C50" w:rsidRPr="00B70D9F">
        <w:t xml:space="preserve"> a </w:t>
      </w:r>
      <w:r w:rsidRPr="00B70D9F">
        <w:t xml:space="preserve">zveřejněný ČNB </w:t>
      </w:r>
      <w:r w:rsidR="00285F49" w:rsidRPr="00B70D9F">
        <w:t xml:space="preserve">za měsíc, ve kterém bylo plnění referenční </w:t>
      </w:r>
      <w:r w:rsidR="009F371C" w:rsidRPr="00B70D9F">
        <w:t>služby</w:t>
      </w:r>
      <w:r w:rsidR="00285F49" w:rsidRPr="00B70D9F">
        <w:t xml:space="preserve"> dokončeno</w:t>
      </w:r>
      <w:r w:rsidRPr="00B70D9F">
        <w:t>.</w:t>
      </w:r>
    </w:p>
    <w:p w14:paraId="7A509FA8" w14:textId="77777777" w:rsidR="0035531B" w:rsidRPr="006142CD" w:rsidRDefault="0035531B" w:rsidP="00EE3C5F">
      <w:pPr>
        <w:pStyle w:val="Textbezslovn"/>
        <w:rPr>
          <w:color w:val="FF0000"/>
        </w:rPr>
      </w:pPr>
    </w:p>
    <w:p w14:paraId="0209D81C" w14:textId="77777777" w:rsidR="0035531B" w:rsidRPr="006142CD" w:rsidRDefault="0035531B" w:rsidP="00EE3C5F">
      <w:pPr>
        <w:pStyle w:val="Textbezslovn"/>
        <w:rPr>
          <w:color w:val="FF0000"/>
        </w:rPr>
      </w:pPr>
    </w:p>
    <w:p w14:paraId="4EB46930" w14:textId="77777777" w:rsidR="00EE3C5F" w:rsidRPr="006142CD" w:rsidRDefault="00EE3C5F">
      <w:pPr>
        <w:rPr>
          <w:color w:val="FF0000"/>
        </w:rPr>
      </w:pPr>
      <w:r w:rsidRPr="006142CD">
        <w:rPr>
          <w:color w:val="FF0000"/>
        </w:rPr>
        <w:br w:type="page"/>
      </w:r>
    </w:p>
    <w:p w14:paraId="7A34270F" w14:textId="77777777" w:rsidR="0035531B" w:rsidRPr="009E5B13" w:rsidRDefault="0035531B" w:rsidP="00FE4333">
      <w:pPr>
        <w:pStyle w:val="Nadpisbezsl1-1"/>
      </w:pPr>
      <w:r w:rsidRPr="009E5B13">
        <w:t>Příloha č. 5</w:t>
      </w:r>
    </w:p>
    <w:p w14:paraId="3DCB6C60" w14:textId="77777777" w:rsidR="0035531B" w:rsidRPr="009E5B13" w:rsidRDefault="0035531B" w:rsidP="00FE4333">
      <w:pPr>
        <w:pStyle w:val="Nadpisbezsl1-2"/>
      </w:pPr>
      <w:r w:rsidRPr="009E5B13">
        <w:t>Seznam odborného personálu dodavatele</w:t>
      </w:r>
    </w:p>
    <w:p w14:paraId="40097784" w14:textId="77777777" w:rsidR="00AB1063" w:rsidRPr="009E5B13" w:rsidRDefault="00AB1063" w:rsidP="00EE3C5F">
      <w:pPr>
        <w:pStyle w:val="Textbezslovn"/>
      </w:pPr>
    </w:p>
    <w:p w14:paraId="463AD839" w14:textId="711994A1" w:rsidR="00631EAA" w:rsidRPr="009E5B13" w:rsidRDefault="00631EAA" w:rsidP="00631EAA">
      <w:pPr>
        <w:pStyle w:val="Textbezslovn"/>
        <w:ind w:left="0"/>
      </w:pPr>
      <w:r w:rsidRPr="009E5B13">
        <w:t xml:space="preserve">V tomto seznamu dodavatel uvádí osoby za účelem prokázání kvalifikace. </w:t>
      </w:r>
    </w:p>
    <w:p w14:paraId="5A85D14E" w14:textId="77777777" w:rsidR="00631EAA" w:rsidRPr="009E5B13" w:rsidRDefault="00631EAA" w:rsidP="00631EAA">
      <w:pPr>
        <w:pStyle w:val="Textbezslovn"/>
        <w:ind w:left="0"/>
      </w:pPr>
    </w:p>
    <w:tbl>
      <w:tblPr>
        <w:tblStyle w:val="Mkatabulky"/>
        <w:tblW w:w="8789" w:type="dxa"/>
        <w:tblLayout w:type="fixed"/>
        <w:tblLook w:val="04E0" w:firstRow="1" w:lastRow="1" w:firstColumn="1" w:lastColumn="0" w:noHBand="0" w:noVBand="1"/>
      </w:tblPr>
      <w:tblGrid>
        <w:gridCol w:w="1775"/>
        <w:gridCol w:w="1775"/>
        <w:gridCol w:w="3254"/>
        <w:gridCol w:w="1985"/>
      </w:tblGrid>
      <w:tr w:rsidR="006142CD" w:rsidRPr="009E5B13" w14:paraId="6A6021EF" w14:textId="77777777" w:rsidTr="007D3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Pr="009E5B13" w:rsidRDefault="00AC6613" w:rsidP="00A40426">
            <w:pPr>
              <w:rPr>
                <w:b/>
                <w:sz w:val="16"/>
                <w:szCs w:val="16"/>
              </w:rPr>
            </w:pPr>
            <w:r w:rsidRPr="009E5B13">
              <w:rPr>
                <w:b/>
                <w:sz w:val="16"/>
                <w:szCs w:val="16"/>
              </w:rPr>
              <w:t>Funkce</w:t>
            </w:r>
          </w:p>
          <w:p w14:paraId="5ABB8BEE" w14:textId="5CAD8290" w:rsidR="00AC6613" w:rsidRPr="009E5B13" w:rsidRDefault="00AC6613" w:rsidP="00A40426">
            <w:pPr>
              <w:rPr>
                <w:b/>
                <w:sz w:val="16"/>
                <w:szCs w:val="16"/>
              </w:rPr>
            </w:pPr>
            <w:r w:rsidRPr="009E5B13">
              <w:rPr>
                <w:b/>
                <w:sz w:val="16"/>
                <w:szCs w:val="16"/>
              </w:rPr>
              <w:t>Jméno a příjmení</w:t>
            </w:r>
          </w:p>
        </w:tc>
        <w:tc>
          <w:tcPr>
            <w:tcW w:w="1775" w:type="dxa"/>
          </w:tcPr>
          <w:p w14:paraId="17C4EBEC"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Léta praxe</w:t>
            </w:r>
          </w:p>
          <w:p w14:paraId="789B7FA4"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v oboru požadovaném pro</w:t>
            </w:r>
          </w:p>
          <w:p w14:paraId="007CBEA7"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pro splnění kvalifikace</w:t>
            </w:r>
          </w:p>
        </w:tc>
        <w:tc>
          <w:tcPr>
            <w:tcW w:w="3254" w:type="dxa"/>
          </w:tcPr>
          <w:p w14:paraId="4CAABAC0"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Zkušenost s plněním zakázek*</w:t>
            </w:r>
          </w:p>
          <w:p w14:paraId="4CCB266D" w14:textId="77777777" w:rsidR="00AC6613" w:rsidRPr="009E5B13"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(pouze název zakázky, další podrobnosti uvést v životopisu)</w:t>
            </w:r>
          </w:p>
        </w:tc>
        <w:tc>
          <w:tcPr>
            <w:tcW w:w="1985" w:type="dxa"/>
          </w:tcPr>
          <w:p w14:paraId="288DFE43" w14:textId="77777777" w:rsidR="00AC6613" w:rsidRPr="009E5B13"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9E5B13">
              <w:rPr>
                <w:b/>
                <w:sz w:val="16"/>
                <w:szCs w:val="16"/>
              </w:rPr>
              <w:t>Uveďte, v jakém vztahu k dodavateli osoba je</w:t>
            </w:r>
          </w:p>
        </w:tc>
      </w:tr>
      <w:tr w:rsidR="006142CD" w:rsidRPr="009E5B13" w14:paraId="6077F5BF"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C218833"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7D72B5A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34B009E2"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5C7DB8A" w14:textId="77777777" w:rsidTr="007D36DB">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Pr>
          <w:p w14:paraId="002660E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Pr>
          <w:p w14:paraId="5B60E2E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Pr>
          <w:p w14:paraId="2EED6EFE"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398EB1A8"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4E327CC"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597A9FDD"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5053CA8F"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5E2A8D30"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2E6741D6"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4A55885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4E5CEE30"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05101AA2" w14:textId="77777777" w:rsidTr="007D36D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9E5B13" w:rsidRDefault="00AC6613" w:rsidP="00EE3C5F">
            <w:pPr>
              <w:rPr>
                <w:sz w:val="16"/>
                <w:szCs w:val="16"/>
                <w:highlight w:val="yellow"/>
              </w:rPr>
            </w:pPr>
            <w:r w:rsidRPr="009E5B13">
              <w:rPr>
                <w:sz w:val="16"/>
                <w:szCs w:val="16"/>
                <w:highlight w:val="yellow"/>
              </w:rPr>
              <w:t>[DOPLNÍ DODAVATEL]</w:t>
            </w:r>
          </w:p>
        </w:tc>
        <w:tc>
          <w:tcPr>
            <w:tcW w:w="1775" w:type="dxa"/>
            <w:tcBorders>
              <w:bottom w:val="single" w:sz="2" w:space="0" w:color="auto"/>
            </w:tcBorders>
          </w:tcPr>
          <w:p w14:paraId="4FEC0A3A"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3254" w:type="dxa"/>
            <w:tcBorders>
              <w:bottom w:val="single" w:sz="2" w:space="0" w:color="auto"/>
            </w:tcBorders>
          </w:tcPr>
          <w:p w14:paraId="2D512E69"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c>
          <w:tcPr>
            <w:tcW w:w="1985" w:type="dxa"/>
            <w:tcBorders>
              <w:bottom w:val="single" w:sz="2" w:space="0" w:color="auto"/>
            </w:tcBorders>
          </w:tcPr>
          <w:p w14:paraId="1E6E35BB" w14:textId="77777777" w:rsidR="00AC6613" w:rsidRPr="009E5B13"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273F8EEB" w14:textId="77777777" w:rsidTr="007D36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9E5B13" w:rsidRDefault="00AC6613" w:rsidP="00EE3C5F">
            <w:pPr>
              <w:rPr>
                <w:b w:val="0"/>
                <w:sz w:val="16"/>
                <w:szCs w:val="16"/>
                <w:highlight w:val="yellow"/>
              </w:rPr>
            </w:pPr>
            <w:r w:rsidRPr="009E5B13">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3254" w:type="dxa"/>
            <w:tcBorders>
              <w:top w:val="single" w:sz="2" w:space="0" w:color="auto"/>
            </w:tcBorders>
            <w:shd w:val="clear" w:color="auto" w:fill="auto"/>
          </w:tcPr>
          <w:p w14:paraId="2BE9BE17"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c>
          <w:tcPr>
            <w:tcW w:w="1985" w:type="dxa"/>
            <w:tcBorders>
              <w:top w:val="single" w:sz="2" w:space="0" w:color="auto"/>
            </w:tcBorders>
            <w:shd w:val="clear" w:color="auto" w:fill="auto"/>
          </w:tcPr>
          <w:p w14:paraId="412E45FB" w14:textId="77777777" w:rsidR="00AC6613" w:rsidRPr="009E5B13"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4C5A93F4" w14:textId="77777777" w:rsidR="00EE3C5F" w:rsidRPr="009E5B13" w:rsidRDefault="00EE3C5F" w:rsidP="00EE3C5F">
      <w:pPr>
        <w:pStyle w:val="Textbezslovn"/>
      </w:pPr>
    </w:p>
    <w:p w14:paraId="49EAD587" w14:textId="55593628" w:rsidR="00EE3C5F" w:rsidRPr="009E5B13" w:rsidRDefault="0035531B" w:rsidP="007E6155">
      <w:pPr>
        <w:pStyle w:val="Textbezslovn"/>
        <w:ind w:left="0"/>
      </w:pPr>
      <w:r w:rsidRPr="009E5B13">
        <w:rPr>
          <w:b/>
        </w:rPr>
        <w:t>*</w:t>
      </w:r>
      <w:r w:rsidR="00EE3C5F" w:rsidRPr="009E5B13">
        <w:t xml:space="preserve"> </w:t>
      </w:r>
      <w:r w:rsidR="007E6155" w:rsidRPr="009E5B13">
        <w:t xml:space="preserve">V příslušném sloupci dodavatel doplní údaj o zkušenosti pouze u těch osob, u kterých je zkušenost požadována dle čl. 8.5 těchto Pokynů pro účely prokázání kvalifikace. U ostatních osob </w:t>
      </w:r>
      <w:r w:rsidR="005671DF" w:rsidRPr="009E5B13">
        <w:t xml:space="preserve">se </w:t>
      </w:r>
      <w:r w:rsidR="007E6155" w:rsidRPr="009E5B13">
        <w:t>tento sloupec proškrtne, nevyplní nebo jinak označí, že se netýká.</w:t>
      </w:r>
    </w:p>
    <w:p w14:paraId="510E665F" w14:textId="77777777" w:rsidR="0035531B" w:rsidRPr="009E5B13" w:rsidRDefault="0035531B" w:rsidP="00EE3C5F">
      <w:pPr>
        <w:pStyle w:val="Textbezslovn"/>
      </w:pPr>
    </w:p>
    <w:p w14:paraId="307A2B8C" w14:textId="77777777" w:rsidR="00EE3C5F" w:rsidRPr="006142CD" w:rsidRDefault="00EE3C5F">
      <w:pPr>
        <w:rPr>
          <w:color w:val="FF0000"/>
        </w:rPr>
      </w:pPr>
      <w:r w:rsidRPr="006142CD">
        <w:rPr>
          <w:color w:val="FF0000"/>
        </w:rPr>
        <w:br w:type="page"/>
      </w:r>
    </w:p>
    <w:p w14:paraId="59E555F3" w14:textId="77777777" w:rsidR="0035531B" w:rsidRPr="009E5B13" w:rsidRDefault="0035531B" w:rsidP="00FE4333">
      <w:pPr>
        <w:pStyle w:val="Nadpisbezsl1-1"/>
      </w:pPr>
      <w:r w:rsidRPr="009E5B13">
        <w:t>Příloha č. 6</w:t>
      </w:r>
    </w:p>
    <w:p w14:paraId="4E1F3F0B" w14:textId="77777777" w:rsidR="0035531B" w:rsidRPr="009E5B13" w:rsidRDefault="0035531B" w:rsidP="00FE4333">
      <w:pPr>
        <w:pStyle w:val="Nadpisbezsl1-2"/>
      </w:pPr>
      <w:r w:rsidRPr="009E5B13">
        <w:t>Vzor profesního životopisu</w:t>
      </w:r>
    </w:p>
    <w:p w14:paraId="1FC254D3" w14:textId="77777777" w:rsidR="0035531B" w:rsidRPr="009E5B13" w:rsidRDefault="0035531B" w:rsidP="00474F4D">
      <w:pPr>
        <w:pStyle w:val="Textbezslovn"/>
        <w:ind w:left="0"/>
      </w:pPr>
    </w:p>
    <w:p w14:paraId="7D3CF598" w14:textId="77777777" w:rsidR="0035531B" w:rsidRPr="009E5B13" w:rsidRDefault="0035531B" w:rsidP="00474F4D">
      <w:pPr>
        <w:pStyle w:val="Textbezslovn"/>
        <w:ind w:left="0"/>
      </w:pPr>
      <w:r w:rsidRPr="009E5B13">
        <w:t xml:space="preserve">Předpokládaná </w:t>
      </w:r>
      <w:r w:rsidRPr="009E5B13">
        <w:rPr>
          <w:b/>
        </w:rPr>
        <w:t>funkce</w:t>
      </w:r>
      <w:r w:rsidRPr="009E5B13">
        <w:t xml:space="preserve"> ze seznamu odborného personálu dodavatele: [</w:t>
      </w:r>
      <w:r w:rsidRPr="009E5B13">
        <w:rPr>
          <w:b/>
          <w:highlight w:val="yellow"/>
        </w:rPr>
        <w:t>DOPLNÍ DODAVATEL</w:t>
      </w:r>
      <w:r w:rsidRPr="009E5B13">
        <w:t>]</w:t>
      </w:r>
    </w:p>
    <w:p w14:paraId="26A6CB58" w14:textId="77777777" w:rsidR="00564BCA" w:rsidRPr="009E5B13" w:rsidRDefault="00543F07" w:rsidP="00543F07">
      <w:pPr>
        <w:pStyle w:val="Doplujcdaje"/>
        <w:jc w:val="both"/>
        <w:rPr>
          <w:sz w:val="16"/>
          <w:szCs w:val="16"/>
        </w:rPr>
      </w:pPr>
      <w:r w:rsidRPr="009E5B13">
        <w:rPr>
          <w:b/>
          <w:sz w:val="16"/>
          <w:szCs w:val="16"/>
        </w:rPr>
        <w:t>Pozn. zadavatele:</w:t>
      </w:r>
      <w:r w:rsidRPr="009E5B13">
        <w:rPr>
          <w:sz w:val="16"/>
          <w:szCs w:val="16"/>
        </w:rPr>
        <w:t xml:space="preserve"> </w:t>
      </w:r>
      <w:r w:rsidR="00564BCA" w:rsidRPr="009E5B13">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9E5B13" w:rsidRDefault="00543F07" w:rsidP="00543F07">
      <w:pPr>
        <w:pStyle w:val="Doplujcdaje"/>
        <w:jc w:val="both"/>
      </w:pPr>
    </w:p>
    <w:p w14:paraId="687742DF" w14:textId="77777777" w:rsidR="00543F07" w:rsidRPr="009E5B13" w:rsidRDefault="00543F07" w:rsidP="00543F07">
      <w:pPr>
        <w:pStyle w:val="Doplujcdaje"/>
        <w:ind w:left="360"/>
        <w:jc w:val="both"/>
      </w:pPr>
    </w:p>
    <w:p w14:paraId="424D48BE" w14:textId="77777777" w:rsidR="0035531B" w:rsidRPr="009E5B13" w:rsidRDefault="0035531B" w:rsidP="00E17B90">
      <w:pPr>
        <w:pStyle w:val="Odstavec1-1a"/>
        <w:numPr>
          <w:ilvl w:val="0"/>
          <w:numId w:val="10"/>
        </w:numPr>
      </w:pPr>
      <w:r w:rsidRPr="009E5B13">
        <w:t>Příjmení: [</w:t>
      </w:r>
      <w:r w:rsidRPr="009E5B13">
        <w:rPr>
          <w:b/>
          <w:highlight w:val="yellow"/>
        </w:rPr>
        <w:t>DOPLNÍ DODAVATEL</w:t>
      </w:r>
      <w:r w:rsidRPr="009E5B13">
        <w:t>]</w:t>
      </w:r>
    </w:p>
    <w:p w14:paraId="29EC71CC" w14:textId="77777777" w:rsidR="0035531B" w:rsidRPr="009E5B13" w:rsidRDefault="0035531B" w:rsidP="00E17B90">
      <w:pPr>
        <w:pStyle w:val="Odstavec1-1a"/>
        <w:numPr>
          <w:ilvl w:val="0"/>
          <w:numId w:val="10"/>
        </w:numPr>
      </w:pPr>
      <w:r w:rsidRPr="009E5B13">
        <w:t>Jméno: [</w:t>
      </w:r>
      <w:r w:rsidRPr="009E5B13">
        <w:rPr>
          <w:b/>
          <w:highlight w:val="yellow"/>
        </w:rPr>
        <w:t>DOPLNÍ DODAVATEL</w:t>
      </w:r>
      <w:r w:rsidRPr="009E5B13">
        <w:t>]</w:t>
      </w:r>
    </w:p>
    <w:p w14:paraId="6ED6719A" w14:textId="77777777" w:rsidR="0035531B" w:rsidRPr="009E5B13" w:rsidRDefault="0035531B" w:rsidP="00E17B90">
      <w:pPr>
        <w:pStyle w:val="Odstavec1-1a"/>
        <w:numPr>
          <w:ilvl w:val="0"/>
          <w:numId w:val="10"/>
        </w:numPr>
      </w:pPr>
      <w:r w:rsidRPr="009E5B13">
        <w:t>Datum narození: [</w:t>
      </w:r>
      <w:r w:rsidRPr="009E5B13">
        <w:rPr>
          <w:highlight w:val="yellow"/>
        </w:rPr>
        <w:t>DOPLNÍ DODAVATEL</w:t>
      </w:r>
      <w:r w:rsidRPr="009E5B13">
        <w:t>]</w:t>
      </w:r>
    </w:p>
    <w:p w14:paraId="33D120A0" w14:textId="4E81B37F" w:rsidR="0035531B" w:rsidRPr="009E5B13" w:rsidRDefault="0035531B" w:rsidP="00E17B90">
      <w:pPr>
        <w:pStyle w:val="Odstavec1-1a"/>
        <w:numPr>
          <w:ilvl w:val="0"/>
          <w:numId w:val="10"/>
        </w:numPr>
      </w:pPr>
      <w:r w:rsidRPr="009E5B13">
        <w:t>Kontaktní pracovní adresa (včetně pracovní tel</w:t>
      </w:r>
      <w:r w:rsidR="00C11744" w:rsidRPr="009E5B13">
        <w:t>.</w:t>
      </w:r>
      <w:r w:rsidRPr="009E5B13">
        <w:t>/e-mail): [</w:t>
      </w:r>
      <w:r w:rsidRPr="009E5B13">
        <w:rPr>
          <w:highlight w:val="yellow"/>
        </w:rPr>
        <w:t>DOPLNÍ DODAVATEL</w:t>
      </w:r>
      <w:r w:rsidRPr="009E5B13">
        <w:t>]</w:t>
      </w:r>
    </w:p>
    <w:p w14:paraId="78DD6161" w14:textId="0893EB70" w:rsidR="0035531B" w:rsidRPr="009E5B13" w:rsidRDefault="0035531B" w:rsidP="00E17B90">
      <w:pPr>
        <w:pStyle w:val="Odstavec1-1a"/>
        <w:numPr>
          <w:ilvl w:val="0"/>
          <w:numId w:val="10"/>
        </w:numPr>
      </w:pPr>
      <w:r w:rsidRPr="009E5B13">
        <w:t>Nejvyšší dosažené vzdělání:</w:t>
      </w:r>
      <w:r w:rsidR="00285F49" w:rsidRPr="009E5B13">
        <w:t xml:space="preserve"> [</w:t>
      </w:r>
      <w:r w:rsidR="00285F49" w:rsidRPr="009E5B13">
        <w:rPr>
          <w:highlight w:val="yellow"/>
        </w:rPr>
        <w:t>DOPLNÍ DODAVATEL</w:t>
      </w:r>
      <w:r w:rsidR="00285F49" w:rsidRPr="009E5B13">
        <w:t>]</w:t>
      </w:r>
    </w:p>
    <w:p w14:paraId="73B559FF" w14:textId="77777777" w:rsidR="0035531B" w:rsidRPr="009E5B13" w:rsidRDefault="0035531B" w:rsidP="00E17B90">
      <w:pPr>
        <w:pStyle w:val="Odstavec1-1a"/>
        <w:numPr>
          <w:ilvl w:val="0"/>
          <w:numId w:val="10"/>
        </w:numPr>
      </w:pPr>
      <w:r w:rsidRPr="009E5B13">
        <w:t>Členství</w:t>
      </w:r>
      <w:r w:rsidR="00092CC9" w:rsidRPr="009E5B13">
        <w:t xml:space="preserve"> v </w:t>
      </w:r>
      <w:r w:rsidRPr="009E5B13">
        <w:t>profesních organizacích: [</w:t>
      </w:r>
      <w:r w:rsidRPr="009E5B13">
        <w:rPr>
          <w:highlight w:val="yellow"/>
        </w:rPr>
        <w:t>DOPLNÍ DODAVATEL</w:t>
      </w:r>
      <w:r w:rsidRPr="009E5B13">
        <w:t>]</w:t>
      </w:r>
    </w:p>
    <w:p w14:paraId="0F4A8207" w14:textId="77777777" w:rsidR="0035531B" w:rsidRPr="009E5B13" w:rsidRDefault="0035531B" w:rsidP="00E17B90">
      <w:pPr>
        <w:pStyle w:val="Odstavec1-1a"/>
        <w:numPr>
          <w:ilvl w:val="0"/>
          <w:numId w:val="10"/>
        </w:numPr>
      </w:pPr>
      <w:r w:rsidRPr="009E5B13">
        <w:t>Jiné znalosti (např. práce na PC apod.): [</w:t>
      </w:r>
      <w:r w:rsidRPr="009E5B13">
        <w:rPr>
          <w:highlight w:val="yellow"/>
        </w:rPr>
        <w:t>DOPLNÍ DODAVATEL</w:t>
      </w:r>
      <w:r w:rsidRPr="009E5B13">
        <w:t>]</w:t>
      </w:r>
      <w:r w:rsidRPr="009E5B13">
        <w:tab/>
      </w:r>
    </w:p>
    <w:p w14:paraId="386AF9B8" w14:textId="77777777" w:rsidR="0035531B" w:rsidRPr="009E5B13" w:rsidRDefault="0035531B" w:rsidP="00E17B90">
      <w:pPr>
        <w:pStyle w:val="Odstavec1-1a"/>
        <w:numPr>
          <w:ilvl w:val="0"/>
          <w:numId w:val="10"/>
        </w:numPr>
      </w:pPr>
      <w:r w:rsidRPr="009E5B13">
        <w:t>Současná funkce/pracovní pozice včetně zaměstnavatele</w:t>
      </w:r>
      <w:r w:rsidR="00845C50" w:rsidRPr="009E5B13">
        <w:t xml:space="preserve"> a </w:t>
      </w:r>
      <w:r w:rsidRPr="009E5B13">
        <w:t>vztahu</w:t>
      </w:r>
      <w:r w:rsidR="00BC6D2B" w:rsidRPr="009E5B13">
        <w:t xml:space="preserve"> k </w:t>
      </w:r>
      <w:r w:rsidRPr="009E5B13">
        <w:t>zaměstnavateli, příp. uvést OSVČ či jinak dle skutečného stavu: [</w:t>
      </w:r>
      <w:r w:rsidRPr="009E5B13">
        <w:rPr>
          <w:highlight w:val="yellow"/>
        </w:rPr>
        <w:t>DOPLNÍ DODAVATEL</w:t>
      </w:r>
      <w:r w:rsidRPr="009E5B13">
        <w:t>]</w:t>
      </w:r>
    </w:p>
    <w:p w14:paraId="7AFAE401" w14:textId="77777777" w:rsidR="0035531B" w:rsidRPr="009E5B13" w:rsidRDefault="0035531B" w:rsidP="002036F6">
      <w:pPr>
        <w:pStyle w:val="Doplujcdaje"/>
        <w:ind w:left="1077"/>
        <w:jc w:val="both"/>
        <w:rPr>
          <w:sz w:val="16"/>
          <w:szCs w:val="16"/>
        </w:rPr>
      </w:pPr>
      <w:r w:rsidRPr="009E5B13">
        <w:rPr>
          <w:b/>
          <w:sz w:val="16"/>
          <w:szCs w:val="16"/>
        </w:rPr>
        <w:t>Pozn.</w:t>
      </w:r>
      <w:r w:rsidR="001950C2" w:rsidRPr="009E5B13">
        <w:rPr>
          <w:b/>
          <w:sz w:val="16"/>
          <w:szCs w:val="16"/>
        </w:rPr>
        <w:t xml:space="preserve"> zadavatele</w:t>
      </w:r>
      <w:r w:rsidRPr="009E5B13">
        <w:rPr>
          <w:b/>
          <w:sz w:val="16"/>
          <w:szCs w:val="16"/>
        </w:rPr>
        <w:t>:</w:t>
      </w:r>
      <w:r w:rsidRPr="009E5B13">
        <w:rPr>
          <w:sz w:val="16"/>
          <w:szCs w:val="16"/>
        </w:rPr>
        <w:t xml:space="preserve"> Dodavatel uvede některou</w:t>
      </w:r>
      <w:r w:rsidR="0060115D" w:rsidRPr="009E5B13">
        <w:rPr>
          <w:sz w:val="16"/>
          <w:szCs w:val="16"/>
        </w:rPr>
        <w:t xml:space="preserve"> z </w:t>
      </w:r>
      <w:r w:rsidRPr="009E5B13">
        <w:rPr>
          <w:sz w:val="16"/>
          <w:szCs w:val="16"/>
        </w:rPr>
        <w:t>následujících alternativ: pracovní poměr na plný úvazek, pracovní poměr na částečný úvazek, dohoda</w:t>
      </w:r>
      <w:r w:rsidR="00092CC9" w:rsidRPr="009E5B13">
        <w:rPr>
          <w:sz w:val="16"/>
          <w:szCs w:val="16"/>
        </w:rPr>
        <w:t xml:space="preserve"> o </w:t>
      </w:r>
      <w:r w:rsidRPr="009E5B13">
        <w:rPr>
          <w:sz w:val="16"/>
          <w:szCs w:val="16"/>
        </w:rPr>
        <w:t>pracovní činnosti, dohoda</w:t>
      </w:r>
      <w:r w:rsidR="00092CC9" w:rsidRPr="009E5B13">
        <w:rPr>
          <w:sz w:val="16"/>
          <w:szCs w:val="16"/>
        </w:rPr>
        <w:t xml:space="preserve"> o </w:t>
      </w:r>
      <w:r w:rsidRPr="009E5B13">
        <w:rPr>
          <w:sz w:val="16"/>
          <w:szCs w:val="16"/>
        </w:rPr>
        <w:t>provedení práce, člen statutárního orgánu, OSVČ, příp. další možnost. Pro vyloučení pochybností zadavatel uvádí, že pokud je dokládaná osoba OSVČ</w:t>
      </w:r>
      <w:r w:rsidR="00845C50" w:rsidRPr="009E5B13">
        <w:rPr>
          <w:sz w:val="16"/>
          <w:szCs w:val="16"/>
        </w:rPr>
        <w:t xml:space="preserve"> a </w:t>
      </w:r>
      <w:r w:rsidRPr="009E5B13">
        <w:rPr>
          <w:sz w:val="16"/>
          <w:szCs w:val="16"/>
        </w:rPr>
        <w:t>zároveň není současně dodavatelem nebo není vůči dodavateli</w:t>
      </w:r>
      <w:r w:rsidR="00092CC9" w:rsidRPr="009E5B13">
        <w:rPr>
          <w:sz w:val="16"/>
          <w:szCs w:val="16"/>
        </w:rPr>
        <w:t xml:space="preserve"> v </w:t>
      </w:r>
      <w:r w:rsidRPr="009E5B13">
        <w:rPr>
          <w:sz w:val="16"/>
          <w:szCs w:val="16"/>
        </w:rPr>
        <w:t>pracovním či obdobném poměru, bude považována za jinou osobu ve smyslu § 83 zákona č. 134/2016 Sb.,</w:t>
      </w:r>
      <w:r w:rsidR="00092CC9" w:rsidRPr="009E5B13">
        <w:rPr>
          <w:sz w:val="16"/>
          <w:szCs w:val="16"/>
        </w:rPr>
        <w:t xml:space="preserve"> o </w:t>
      </w:r>
      <w:r w:rsidRPr="009E5B13">
        <w:rPr>
          <w:sz w:val="16"/>
          <w:szCs w:val="16"/>
        </w:rPr>
        <w:t>zadávání veřejných zakázek, ve znění pozdějších předpisů, se všemi důsledky</w:t>
      </w:r>
      <w:r w:rsidR="0060115D" w:rsidRPr="009E5B13">
        <w:rPr>
          <w:sz w:val="16"/>
          <w:szCs w:val="16"/>
        </w:rPr>
        <w:t xml:space="preserve"> z </w:t>
      </w:r>
      <w:r w:rsidRPr="009E5B13">
        <w:rPr>
          <w:sz w:val="16"/>
          <w:szCs w:val="16"/>
        </w:rPr>
        <w:t>toho vyplývajícími, nikoliv za zaměstnance či za osobu</w:t>
      </w:r>
      <w:r w:rsidR="00092CC9" w:rsidRPr="009E5B13">
        <w:rPr>
          <w:sz w:val="16"/>
          <w:szCs w:val="16"/>
        </w:rPr>
        <w:t xml:space="preserve"> v </w:t>
      </w:r>
      <w:r w:rsidRPr="009E5B13">
        <w:rPr>
          <w:sz w:val="16"/>
          <w:szCs w:val="16"/>
        </w:rPr>
        <w:t>obdobném postavení.</w:t>
      </w:r>
    </w:p>
    <w:p w14:paraId="0609E43E" w14:textId="77777777" w:rsidR="0035531B" w:rsidRPr="009E5B13" w:rsidRDefault="0035531B" w:rsidP="00474F4D">
      <w:pPr>
        <w:pStyle w:val="Textbezslovn"/>
        <w:ind w:left="0"/>
      </w:pPr>
    </w:p>
    <w:p w14:paraId="4485C4F6" w14:textId="77777777" w:rsidR="0035531B" w:rsidRPr="009E5B13" w:rsidRDefault="0035531B" w:rsidP="00E17B90">
      <w:pPr>
        <w:pStyle w:val="Odstavec1-1a"/>
        <w:numPr>
          <w:ilvl w:val="0"/>
          <w:numId w:val="10"/>
        </w:numPr>
      </w:pPr>
      <w:r w:rsidRPr="009E5B13">
        <w:t>Hlavní kvalifikace: [</w:t>
      </w:r>
      <w:r w:rsidRPr="009E5B13">
        <w:rPr>
          <w:highlight w:val="yellow"/>
        </w:rPr>
        <w:t>DOPLNÍ DODAVATEL</w:t>
      </w:r>
      <w:r w:rsidRPr="009E5B13">
        <w:t>]</w:t>
      </w:r>
    </w:p>
    <w:p w14:paraId="5AE1F22C" w14:textId="77777777" w:rsidR="0035531B" w:rsidRPr="009E5B13" w:rsidRDefault="0035531B" w:rsidP="00E17B90">
      <w:pPr>
        <w:pStyle w:val="Odstavec1-1a"/>
        <w:numPr>
          <w:ilvl w:val="0"/>
          <w:numId w:val="10"/>
        </w:numPr>
      </w:pPr>
      <w:r w:rsidRPr="009E5B13">
        <w:rPr>
          <w:b/>
        </w:rPr>
        <w:t>Praxe</w:t>
      </w:r>
      <w:r w:rsidRPr="009E5B13">
        <w:t xml:space="preserve"> pro účely </w:t>
      </w:r>
      <w:r w:rsidRPr="009E5B13">
        <w:rPr>
          <w:b/>
        </w:rPr>
        <w:t>prokázání kvalifikace</w:t>
      </w:r>
      <w:r w:rsidR="00307641" w:rsidRPr="009E5B13">
        <w:rPr>
          <w:rStyle w:val="Znakapoznpodarou"/>
        </w:rPr>
        <w:footnoteReference w:id="6"/>
      </w:r>
      <w:r w:rsidRPr="009E5B13">
        <w:t>:</w:t>
      </w:r>
    </w:p>
    <w:p w14:paraId="291475E6" w14:textId="77777777" w:rsidR="00327047" w:rsidRPr="009E5B13"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9E5B13"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2CE1B3FF" w:rsidR="00452F69" w:rsidRPr="009E5B13" w:rsidRDefault="00452F69" w:rsidP="00452F69">
            <w:pPr>
              <w:rPr>
                <w:sz w:val="16"/>
                <w:szCs w:val="16"/>
              </w:rPr>
            </w:pPr>
            <w:del w:id="532" w:author="vyznačené změny" w:date="2024-06-10T14:58:00Z" w16du:dateUtc="2024-06-10T12:58:00Z">
              <w:r w:rsidRPr="009E5B13">
                <w:rPr>
                  <w:sz w:val="16"/>
                  <w:szCs w:val="16"/>
                </w:rPr>
                <w:delText>Roky</w:delText>
              </w:r>
            </w:del>
            <w:ins w:id="533" w:author="vyznačené změny" w:date="2024-06-10T14:58:00Z" w16du:dateUtc="2024-06-10T12:58:00Z">
              <w:r w:rsidR="00DF65AE">
                <w:rPr>
                  <w:sz w:val="16"/>
                  <w:szCs w:val="16"/>
                </w:rPr>
                <w:t>Měsíce</w:t>
              </w:r>
            </w:ins>
            <w:r w:rsidR="00DF65AE" w:rsidRPr="009E5B13">
              <w:rPr>
                <w:sz w:val="16"/>
                <w:szCs w:val="16"/>
              </w:rPr>
              <w:t xml:space="preserve"> </w:t>
            </w:r>
            <w:r w:rsidRPr="009E5B13">
              <w:rPr>
                <w:sz w:val="16"/>
                <w:szCs w:val="16"/>
              </w:rPr>
              <w:t>odborné praxe celkem</w:t>
            </w:r>
          </w:p>
        </w:tc>
        <w:tc>
          <w:tcPr>
            <w:tcW w:w="2835" w:type="dxa"/>
            <w:tcBorders>
              <w:bottom w:val="single" w:sz="2" w:space="0" w:color="auto"/>
            </w:tcBorders>
            <w:shd w:val="clear" w:color="auto" w:fill="auto"/>
          </w:tcPr>
          <w:p w14:paraId="27C05E7F" w14:textId="77777777" w:rsidR="00452F69" w:rsidRPr="009E5B13"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9E5B13">
              <w:rPr>
                <w:sz w:val="16"/>
                <w:szCs w:val="16"/>
                <w:highlight w:val="yellow"/>
              </w:rPr>
              <w:t>[DOPLNÍ DODAVATEL]</w:t>
            </w:r>
          </w:p>
        </w:tc>
      </w:tr>
      <w:tr w:rsidR="006142CD" w:rsidRPr="009E5B13"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9E5B13" w:rsidRDefault="00452F69" w:rsidP="00307641">
            <w:pPr>
              <w:rPr>
                <w:sz w:val="16"/>
                <w:szCs w:val="16"/>
              </w:rPr>
            </w:pPr>
            <w:r w:rsidRPr="009E5B13">
              <w:rPr>
                <w:sz w:val="16"/>
                <w:szCs w:val="16"/>
              </w:rPr>
              <w:t xml:space="preserve">Délka od (měsíc/rok) </w:t>
            </w:r>
            <w:r w:rsidR="00543F07" w:rsidRPr="009E5B13">
              <w:rPr>
                <w:sz w:val="16"/>
                <w:szCs w:val="16"/>
              </w:rPr>
              <w:t xml:space="preserve">- </w:t>
            </w:r>
            <w:r w:rsidRPr="009E5B13">
              <w:rPr>
                <w:sz w:val="16"/>
                <w:szCs w:val="16"/>
              </w:rPr>
              <w:t>do (měsíc/rok) včetně</w:t>
            </w:r>
          </w:p>
        </w:tc>
        <w:tc>
          <w:tcPr>
            <w:tcW w:w="2835" w:type="dxa"/>
            <w:tcBorders>
              <w:top w:val="single" w:sz="2" w:space="0" w:color="auto"/>
            </w:tcBorders>
          </w:tcPr>
          <w:p w14:paraId="4010DEC9"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9E5B13" w:rsidRDefault="00452F69" w:rsidP="00307641">
            <w:pPr>
              <w:rPr>
                <w:sz w:val="16"/>
                <w:szCs w:val="16"/>
              </w:rPr>
            </w:pPr>
            <w:r w:rsidRPr="009E5B13">
              <w:rPr>
                <w:sz w:val="16"/>
                <w:szCs w:val="16"/>
              </w:rPr>
              <w:t>Místo výkonu praxe</w:t>
            </w:r>
          </w:p>
        </w:tc>
        <w:tc>
          <w:tcPr>
            <w:tcW w:w="2835" w:type="dxa"/>
            <w:tcBorders>
              <w:top w:val="single" w:sz="2" w:space="0" w:color="auto"/>
            </w:tcBorders>
          </w:tcPr>
          <w:p w14:paraId="08F5EDC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9E5B13" w:rsidRDefault="00452F69" w:rsidP="00307641">
            <w:pPr>
              <w:rPr>
                <w:sz w:val="16"/>
                <w:szCs w:val="16"/>
              </w:rPr>
            </w:pPr>
            <w:r w:rsidRPr="009E5B13">
              <w:rPr>
                <w:sz w:val="16"/>
                <w:szCs w:val="16"/>
              </w:rPr>
              <w:t>Zaměstnavatel (obch. firma/název a sídlo) / OSVČ</w:t>
            </w:r>
            <w:r w:rsidRPr="009E5B13">
              <w:rPr>
                <w:sz w:val="16"/>
                <w:szCs w:val="16"/>
              </w:rPr>
              <w:tab/>
            </w:r>
          </w:p>
        </w:tc>
        <w:tc>
          <w:tcPr>
            <w:tcW w:w="2835" w:type="dxa"/>
            <w:tcBorders>
              <w:top w:val="single" w:sz="2" w:space="0" w:color="auto"/>
            </w:tcBorders>
          </w:tcPr>
          <w:p w14:paraId="54671C41"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9E5B13" w:rsidRDefault="00452F69" w:rsidP="00307641">
            <w:pPr>
              <w:rPr>
                <w:sz w:val="16"/>
                <w:szCs w:val="16"/>
              </w:rPr>
            </w:pPr>
            <w:r w:rsidRPr="009E5B13">
              <w:rPr>
                <w:sz w:val="16"/>
                <w:szCs w:val="16"/>
              </w:rPr>
              <w:t>Funkce/pracovní pozice</w:t>
            </w:r>
          </w:p>
        </w:tc>
        <w:tc>
          <w:tcPr>
            <w:tcW w:w="2835" w:type="dxa"/>
            <w:tcBorders>
              <w:top w:val="single" w:sz="2" w:space="0" w:color="auto"/>
            </w:tcBorders>
          </w:tcPr>
          <w:p w14:paraId="553C1696" w14:textId="77777777" w:rsidR="00452F69" w:rsidRPr="009E5B13"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04014ED8" w:rsidR="00452F69" w:rsidRPr="009E5B13" w:rsidRDefault="00452F69" w:rsidP="00173A8F">
            <w:pPr>
              <w:rPr>
                <w:b w:val="0"/>
                <w:sz w:val="16"/>
                <w:szCs w:val="16"/>
              </w:rPr>
            </w:pPr>
            <w:r w:rsidRPr="009E5B13">
              <w:rPr>
                <w:b w:val="0"/>
                <w:sz w:val="16"/>
                <w:szCs w:val="16"/>
              </w:rPr>
              <w:t>Popis pracovních činností/náplň praxe</w:t>
            </w:r>
            <w:r w:rsidR="0079069D" w:rsidRPr="009E5B13">
              <w:rPr>
                <w:b w:val="0"/>
                <w:sz w:val="16"/>
                <w:szCs w:val="16"/>
              </w:rPr>
              <w:t xml:space="preserve"> </w:t>
            </w:r>
            <w:r w:rsidR="00173A8F" w:rsidRPr="009E5B13">
              <w:rPr>
                <w:b w:val="0"/>
                <w:sz w:val="16"/>
                <w:szCs w:val="16"/>
              </w:rPr>
              <w:t>- v detailu potřebném pro ověření splnění požadavků</w:t>
            </w:r>
          </w:p>
        </w:tc>
        <w:tc>
          <w:tcPr>
            <w:tcW w:w="2835" w:type="dxa"/>
            <w:tcBorders>
              <w:top w:val="single" w:sz="2" w:space="0" w:color="auto"/>
            </w:tcBorders>
            <w:shd w:val="clear" w:color="auto" w:fill="auto"/>
          </w:tcPr>
          <w:p w14:paraId="346673C7" w14:textId="77777777" w:rsidR="00452F69" w:rsidRPr="009E5B13"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62693CEB" w14:textId="77777777" w:rsidR="00452F69" w:rsidRPr="009E5B13" w:rsidRDefault="00452F69" w:rsidP="00474F4D">
      <w:pPr>
        <w:pStyle w:val="Textbezslovn"/>
        <w:ind w:left="0"/>
      </w:pPr>
    </w:p>
    <w:p w14:paraId="7A52FEA0" w14:textId="77777777" w:rsidR="0035531B" w:rsidRPr="009E5B13" w:rsidRDefault="0035531B" w:rsidP="00E17B90">
      <w:pPr>
        <w:pStyle w:val="Odstavec1-1a"/>
        <w:numPr>
          <w:ilvl w:val="0"/>
          <w:numId w:val="10"/>
        </w:numPr>
      </w:pPr>
      <w:r w:rsidRPr="009E5B13">
        <w:t>Jazykové znalosti (včetně úrovně): [</w:t>
      </w:r>
      <w:r w:rsidRPr="009E5B13">
        <w:rPr>
          <w:highlight w:val="yellow"/>
        </w:rPr>
        <w:t>DOPLNÍ DODAVATEL</w:t>
      </w:r>
      <w:r w:rsidRPr="009E5B13">
        <w:t>]</w:t>
      </w:r>
    </w:p>
    <w:p w14:paraId="5CFF389C" w14:textId="77777777" w:rsidR="0035531B" w:rsidRPr="009E5B13" w:rsidRDefault="0035531B" w:rsidP="00E17B90">
      <w:pPr>
        <w:pStyle w:val="Odstavec1-1a"/>
        <w:numPr>
          <w:ilvl w:val="0"/>
          <w:numId w:val="10"/>
        </w:numPr>
      </w:pPr>
      <w:r w:rsidRPr="009E5B13">
        <w:t>Osoba je / není [</w:t>
      </w:r>
      <w:r w:rsidRPr="009E5B13">
        <w:rPr>
          <w:highlight w:val="yellow"/>
        </w:rPr>
        <w:t>DOPLNÍ DODAVATEL</w:t>
      </w:r>
      <w:r w:rsidRPr="009E5B13">
        <w:t>] současně zaměstnancem zadavatele.</w:t>
      </w:r>
    </w:p>
    <w:p w14:paraId="462B9582" w14:textId="77777777" w:rsidR="0035531B" w:rsidRPr="009E5B13" w:rsidRDefault="0035531B" w:rsidP="00E17B90">
      <w:pPr>
        <w:pStyle w:val="Odstavec1-1a"/>
        <w:numPr>
          <w:ilvl w:val="0"/>
          <w:numId w:val="10"/>
        </w:numPr>
      </w:pPr>
      <w:r w:rsidRPr="009E5B13">
        <w:t>Publikace</w:t>
      </w:r>
      <w:r w:rsidR="00845C50" w:rsidRPr="009E5B13">
        <w:t xml:space="preserve"> a </w:t>
      </w:r>
      <w:r w:rsidRPr="009E5B13">
        <w:t>školení: [</w:t>
      </w:r>
      <w:r w:rsidRPr="009E5B13">
        <w:rPr>
          <w:highlight w:val="yellow"/>
        </w:rPr>
        <w:t>DOPLNÍ DODAVATEL</w:t>
      </w:r>
      <w:r w:rsidRPr="009E5B13">
        <w:t>]</w:t>
      </w:r>
    </w:p>
    <w:p w14:paraId="11137818" w14:textId="11ACCD26" w:rsidR="0035531B" w:rsidRPr="009E5B13" w:rsidRDefault="00543F07" w:rsidP="00E17B90">
      <w:pPr>
        <w:pStyle w:val="Odstavec1-1a"/>
        <w:numPr>
          <w:ilvl w:val="0"/>
          <w:numId w:val="10"/>
        </w:numPr>
      </w:pPr>
      <w:r w:rsidRPr="009E5B13">
        <w:rPr>
          <w:b/>
        </w:rPr>
        <w:t xml:space="preserve">Zkušenosti </w:t>
      </w:r>
      <w:r w:rsidRPr="009E5B13">
        <w:t xml:space="preserve">s plněním zakázek u </w:t>
      </w:r>
      <w:r w:rsidR="009E5B13">
        <w:t>těch členů odborného personálu, u kterých je taková zkušenost požadována</w:t>
      </w:r>
      <w:r w:rsidR="009E5B13" w:rsidRPr="009E5B13">
        <w:rPr>
          <w:b/>
        </w:rPr>
        <w:t xml:space="preserve"> </w:t>
      </w:r>
      <w:r w:rsidRPr="009E5B13">
        <w:rPr>
          <w:b/>
        </w:rPr>
        <w:t xml:space="preserve">za účelem prokázání kvalifikace </w:t>
      </w:r>
      <w:r w:rsidRPr="009E5B13">
        <w:t>(u ostatních osob se tabulka proškrtne nebo nevyplní)</w:t>
      </w:r>
      <w:r w:rsidR="00307641" w:rsidRPr="009E5B13">
        <w:rPr>
          <w:rStyle w:val="Znakapoznpodarou"/>
        </w:rPr>
        <w:footnoteReference w:id="7"/>
      </w:r>
      <w:r w:rsidR="0035531B" w:rsidRPr="009E5B13">
        <w:t>:</w:t>
      </w:r>
    </w:p>
    <w:p w14:paraId="32F2D85B" w14:textId="77777777" w:rsidR="00327047" w:rsidRPr="006142CD" w:rsidRDefault="00327047" w:rsidP="00327047">
      <w:pPr>
        <w:pStyle w:val="Odstavec1-1a"/>
        <w:spacing w:after="0"/>
        <w:ind w:left="1077"/>
        <w:rPr>
          <w:color w:val="FF0000"/>
        </w:rPr>
      </w:pPr>
    </w:p>
    <w:tbl>
      <w:tblPr>
        <w:tblStyle w:val="Mkatabulky"/>
        <w:tblW w:w="7654" w:type="dxa"/>
        <w:tblInd w:w="1072" w:type="dxa"/>
        <w:tblLayout w:type="fixed"/>
        <w:tblLook w:val="04E0" w:firstRow="1" w:lastRow="1" w:firstColumn="1" w:lastColumn="0" w:noHBand="0" w:noVBand="1"/>
      </w:tblPr>
      <w:tblGrid>
        <w:gridCol w:w="4819"/>
        <w:gridCol w:w="2835"/>
      </w:tblGrid>
      <w:tr w:rsidR="006142CD" w:rsidRPr="006142CD"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9E5B13" w:rsidRDefault="00452F69" w:rsidP="00543F07">
            <w:pPr>
              <w:rPr>
                <w:sz w:val="16"/>
                <w:szCs w:val="16"/>
              </w:rPr>
            </w:pPr>
            <w:r w:rsidRPr="009E5B13">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B057D3"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04DC883C" w:rsidR="00452F69" w:rsidRPr="009E5B13" w:rsidRDefault="00543F07" w:rsidP="00D463DE">
            <w:pPr>
              <w:rPr>
                <w:sz w:val="16"/>
                <w:szCs w:val="16"/>
              </w:rPr>
            </w:pPr>
            <w:r w:rsidRPr="009E5B13">
              <w:rPr>
                <w:sz w:val="16"/>
                <w:szCs w:val="16"/>
              </w:rPr>
              <w:t>Popis předmětu plnění zakázky - v detailu potřebném pro ověření splnění požadavků</w:t>
            </w:r>
            <w:r w:rsidR="0079069D" w:rsidRPr="009E5B13">
              <w:rPr>
                <w:sz w:val="16"/>
                <w:szCs w:val="16"/>
              </w:rPr>
              <w:t xml:space="preserve"> </w:t>
            </w:r>
          </w:p>
        </w:tc>
        <w:tc>
          <w:tcPr>
            <w:tcW w:w="2835" w:type="dxa"/>
            <w:tcBorders>
              <w:top w:val="single" w:sz="2" w:space="0" w:color="auto"/>
            </w:tcBorders>
          </w:tcPr>
          <w:p w14:paraId="04ACA428"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21AA2B73" w:rsidR="00C6339C" w:rsidRPr="009E5B13" w:rsidRDefault="00C6339C" w:rsidP="00D463DE">
            <w:pPr>
              <w:rPr>
                <w:sz w:val="16"/>
                <w:szCs w:val="16"/>
              </w:rPr>
            </w:pPr>
            <w:r w:rsidRPr="009E5B13">
              <w:rPr>
                <w:sz w:val="16"/>
                <w:szCs w:val="16"/>
              </w:rPr>
              <w:t>Cena zakázky v Kč bez DPH, resp. té části plnění zakázky</w:t>
            </w:r>
            <w:r w:rsidR="00246193" w:rsidRPr="009E5B13">
              <w:rPr>
                <w:sz w:val="16"/>
                <w:szCs w:val="16"/>
              </w:rPr>
              <w:t>,</w:t>
            </w:r>
            <w:r w:rsidR="0033063F" w:rsidRPr="009E5B13">
              <w:rPr>
                <w:sz w:val="16"/>
                <w:szCs w:val="16"/>
              </w:rPr>
              <w:t xml:space="preserve"> </w:t>
            </w:r>
            <w:r w:rsidRPr="009E5B13">
              <w:rPr>
                <w:sz w:val="16"/>
                <w:szCs w:val="16"/>
              </w:rPr>
              <w:t>která v případě zakázky na více</w:t>
            </w:r>
            <w:r w:rsidR="009660AD" w:rsidRPr="009E5B13">
              <w:rPr>
                <w:sz w:val="16"/>
                <w:szCs w:val="16"/>
              </w:rPr>
              <w:t xml:space="preserve"> činností </w:t>
            </w:r>
            <w:r w:rsidRPr="009E5B13">
              <w:rPr>
                <w:sz w:val="16"/>
                <w:szCs w:val="16"/>
              </w:rPr>
              <w:t xml:space="preserve">obsahově odpovídá zadavatelem stanovené </w:t>
            </w:r>
            <w:r w:rsidR="00E33B76" w:rsidRPr="009E5B13">
              <w:rPr>
                <w:sz w:val="16"/>
                <w:szCs w:val="16"/>
              </w:rPr>
              <w:t>definici</w:t>
            </w:r>
            <w:r w:rsidRPr="009E5B13">
              <w:rPr>
                <w:sz w:val="16"/>
                <w:szCs w:val="16"/>
              </w:rPr>
              <w:t xml:space="preserve"> požadované </w:t>
            </w:r>
            <w:r w:rsidR="00E33B76" w:rsidRPr="009E5B13">
              <w:rPr>
                <w:sz w:val="16"/>
                <w:szCs w:val="16"/>
              </w:rPr>
              <w:t>zkušenosti</w:t>
            </w:r>
          </w:p>
        </w:tc>
        <w:tc>
          <w:tcPr>
            <w:tcW w:w="2835" w:type="dxa"/>
            <w:tcBorders>
              <w:top w:val="single" w:sz="2" w:space="0" w:color="auto"/>
            </w:tcBorders>
          </w:tcPr>
          <w:p w14:paraId="3F917C25" w14:textId="2F129516" w:rsidR="00C6339C" w:rsidRPr="00B057D3"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9E5B13" w:rsidRDefault="00543F07" w:rsidP="00307641">
            <w:pPr>
              <w:rPr>
                <w:sz w:val="16"/>
                <w:szCs w:val="16"/>
              </w:rPr>
            </w:pPr>
            <w:r w:rsidRPr="009E5B13">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9E5B13" w:rsidRDefault="001114C3" w:rsidP="00307641">
            <w:pPr>
              <w:rPr>
                <w:sz w:val="16"/>
                <w:szCs w:val="16"/>
              </w:rPr>
            </w:pPr>
            <w:r w:rsidRPr="009E5B13">
              <w:rPr>
                <w:sz w:val="16"/>
                <w:szCs w:val="16"/>
              </w:rPr>
              <w:t>Zhotovitel zakázky (obch. firma/název, sídlo, IČO)</w:t>
            </w:r>
          </w:p>
        </w:tc>
        <w:tc>
          <w:tcPr>
            <w:tcW w:w="2835" w:type="dxa"/>
            <w:tcBorders>
              <w:top w:val="single" w:sz="2" w:space="0" w:color="auto"/>
            </w:tcBorders>
          </w:tcPr>
          <w:p w14:paraId="2E09DA25" w14:textId="3C11DE43" w:rsidR="001114C3" w:rsidRPr="00B057D3"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B057D3">
              <w:rPr>
                <w:sz w:val="16"/>
                <w:szCs w:val="16"/>
                <w:highlight w:val="yellow"/>
              </w:rPr>
              <w:t>[DOPLNÍ DODAVATEL]</w:t>
            </w:r>
          </w:p>
        </w:tc>
      </w:tr>
      <w:tr w:rsidR="006142CD" w:rsidRPr="006142CD"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B8794F1" w:rsidR="00452F69" w:rsidRPr="009E5B13" w:rsidRDefault="00543F07" w:rsidP="00D463DE">
            <w:pPr>
              <w:rPr>
                <w:sz w:val="16"/>
                <w:szCs w:val="16"/>
              </w:rPr>
            </w:pPr>
            <w:r w:rsidRPr="009E5B13">
              <w:rPr>
                <w:sz w:val="16"/>
                <w:szCs w:val="16"/>
              </w:rPr>
              <w:t>Termín dokončení zakázky, resp. té části plnění zakázky, kter</w:t>
            </w:r>
            <w:r w:rsidR="007C4ABB" w:rsidRPr="009E5B13">
              <w:rPr>
                <w:sz w:val="16"/>
                <w:szCs w:val="16"/>
              </w:rPr>
              <w:t>á</w:t>
            </w:r>
            <w:r w:rsidRPr="009E5B13">
              <w:rPr>
                <w:sz w:val="16"/>
                <w:szCs w:val="16"/>
              </w:rPr>
              <w:t xml:space="preserve"> </w:t>
            </w:r>
            <w:r w:rsidR="00C6339C" w:rsidRPr="009E5B13">
              <w:rPr>
                <w:sz w:val="16"/>
                <w:szCs w:val="16"/>
              </w:rPr>
              <w:t xml:space="preserve">v případě zakázky na více </w:t>
            </w:r>
            <w:r w:rsidR="009660AD" w:rsidRPr="009E5B13">
              <w:rPr>
                <w:sz w:val="16"/>
                <w:szCs w:val="16"/>
              </w:rPr>
              <w:t xml:space="preserve">činností </w:t>
            </w:r>
            <w:r w:rsidRPr="009E5B13">
              <w:rPr>
                <w:sz w:val="16"/>
                <w:szCs w:val="16"/>
              </w:rPr>
              <w:t xml:space="preserve">obsahově odpovídá zadavatelem stanovené </w:t>
            </w:r>
            <w:r w:rsidR="00E33B76" w:rsidRPr="009E5B13">
              <w:rPr>
                <w:sz w:val="16"/>
                <w:szCs w:val="16"/>
              </w:rPr>
              <w:t xml:space="preserve">definici </w:t>
            </w:r>
            <w:r w:rsidRPr="009E5B13">
              <w:rPr>
                <w:sz w:val="16"/>
                <w:szCs w:val="16"/>
              </w:rPr>
              <w:t xml:space="preserve">požadované </w:t>
            </w:r>
            <w:r w:rsidR="00E33B76" w:rsidRPr="009E5B13">
              <w:rPr>
                <w:sz w:val="16"/>
                <w:szCs w:val="16"/>
              </w:rPr>
              <w:t xml:space="preserve">zkušenosti </w:t>
            </w:r>
          </w:p>
        </w:tc>
        <w:tc>
          <w:tcPr>
            <w:tcW w:w="2835" w:type="dxa"/>
            <w:tcBorders>
              <w:top w:val="single" w:sz="2" w:space="0" w:color="auto"/>
            </w:tcBorders>
          </w:tcPr>
          <w:p w14:paraId="79A7C4CE" w14:textId="77777777" w:rsidR="00452F69" w:rsidRPr="00B057D3"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B057D3">
              <w:rPr>
                <w:sz w:val="16"/>
                <w:szCs w:val="16"/>
                <w:highlight w:val="yellow"/>
              </w:rPr>
              <w:t>[DOPLNÍ DODAVATEL]</w:t>
            </w:r>
          </w:p>
        </w:tc>
      </w:tr>
      <w:tr w:rsidR="006142CD" w:rsidRPr="006142CD" w14:paraId="6AA7D15E" w14:textId="77777777" w:rsidTr="006349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9E5B13" w:rsidRDefault="0079069D" w:rsidP="00E33B76">
            <w:pPr>
              <w:rPr>
                <w:b w:val="0"/>
                <w:sz w:val="16"/>
                <w:szCs w:val="16"/>
              </w:rPr>
            </w:pPr>
            <w:r w:rsidRPr="009E5B13">
              <w:rPr>
                <w:b w:val="0"/>
                <w:sz w:val="16"/>
                <w:szCs w:val="16"/>
              </w:rPr>
              <w:t>Vykonávaná funkce/pozice a p</w:t>
            </w:r>
            <w:r w:rsidR="00543F07" w:rsidRPr="009E5B13">
              <w:rPr>
                <w:b w:val="0"/>
                <w:sz w:val="16"/>
                <w:szCs w:val="16"/>
              </w:rPr>
              <w:t>opis pracovních činností vykonávaných členem odb</w:t>
            </w:r>
            <w:r w:rsidR="00E33B76" w:rsidRPr="009E5B13">
              <w:rPr>
                <w:b w:val="0"/>
                <w:sz w:val="16"/>
                <w:szCs w:val="16"/>
              </w:rPr>
              <w:t>orného</w:t>
            </w:r>
            <w:r w:rsidR="00543F07" w:rsidRPr="009E5B13">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B057D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B057D3">
              <w:rPr>
                <w:sz w:val="16"/>
                <w:szCs w:val="16"/>
                <w:highlight w:val="yellow"/>
              </w:rPr>
              <w:t>[DOPLNÍ DODAVATEL]</w:t>
            </w:r>
          </w:p>
        </w:tc>
      </w:tr>
    </w:tbl>
    <w:p w14:paraId="5C17F673" w14:textId="77777777" w:rsidR="0035531B" w:rsidRPr="006142CD" w:rsidRDefault="0035531B" w:rsidP="00474F4D">
      <w:pPr>
        <w:pStyle w:val="Textbezslovn"/>
        <w:ind w:left="0"/>
        <w:rPr>
          <w:color w:val="FF0000"/>
        </w:rPr>
      </w:pPr>
    </w:p>
    <w:p w14:paraId="1E567558" w14:textId="66078991" w:rsidR="0035531B" w:rsidRPr="009E5B13" w:rsidRDefault="0035531B" w:rsidP="00E17B90">
      <w:pPr>
        <w:pStyle w:val="Odstavec1-1a"/>
        <w:numPr>
          <w:ilvl w:val="0"/>
          <w:numId w:val="10"/>
        </w:numPr>
      </w:pPr>
      <w:r w:rsidRPr="009E5B13">
        <w:rPr>
          <w:b/>
        </w:rPr>
        <w:t>Odborná způsobilost</w:t>
      </w:r>
      <w:r w:rsidRPr="009E5B13">
        <w:t xml:space="preserve"> podle zvláštních právních předpisů: oprávnění</w:t>
      </w:r>
      <w:r w:rsidR="00BC6D2B" w:rsidRPr="009E5B13">
        <w:t xml:space="preserve"> k </w:t>
      </w:r>
      <w:r w:rsidRPr="009E5B13">
        <w:t>výkonu vybraných činností ve</w:t>
      </w:r>
      <w:r w:rsidR="001D6DBE">
        <w:t xml:space="preserve"> výstavbě</w:t>
      </w:r>
      <w:r w:rsidRPr="009E5B13">
        <w:t xml:space="preserve"> či jiná odborná způsobilost: </w:t>
      </w:r>
      <w:r w:rsidRPr="009E5B13">
        <w:rPr>
          <w:highlight w:val="yellow"/>
        </w:rPr>
        <w:t>[informace DOPLNÍ DODAVATEL</w:t>
      </w:r>
      <w:r w:rsidR="00BB4AF2" w:rsidRPr="009E5B13">
        <w:rPr>
          <w:highlight w:val="yellow"/>
        </w:rPr>
        <w:t xml:space="preserve"> u </w:t>
      </w:r>
      <w:r w:rsidRPr="009E5B13">
        <w:rPr>
          <w:highlight w:val="yellow"/>
        </w:rPr>
        <w:t>těch osob,</w:t>
      </w:r>
      <w:r w:rsidR="00BB4AF2" w:rsidRPr="009E5B13">
        <w:rPr>
          <w:highlight w:val="yellow"/>
        </w:rPr>
        <w:t xml:space="preserve"> u </w:t>
      </w:r>
      <w:r w:rsidRPr="009E5B13">
        <w:rPr>
          <w:highlight w:val="yellow"/>
        </w:rPr>
        <w:t>kterých je odborná způsobilost požadována]</w:t>
      </w:r>
    </w:p>
    <w:p w14:paraId="77462259" w14:textId="77777777" w:rsidR="0035531B" w:rsidRPr="009E5B13" w:rsidRDefault="0035531B" w:rsidP="00E17B90">
      <w:pPr>
        <w:pStyle w:val="Odstavec1-1a"/>
        <w:numPr>
          <w:ilvl w:val="0"/>
          <w:numId w:val="10"/>
        </w:numPr>
      </w:pPr>
      <w:r w:rsidRPr="009E5B13">
        <w:t>Jiné informace (dle uvážení dodavatele): [</w:t>
      </w:r>
      <w:r w:rsidRPr="009E5B13">
        <w:rPr>
          <w:highlight w:val="yellow"/>
        </w:rPr>
        <w:t>DOPLNÍ DODAVATEL</w:t>
      </w:r>
      <w:r w:rsidRPr="009E5B13">
        <w:t>]</w:t>
      </w:r>
    </w:p>
    <w:p w14:paraId="7568DA43" w14:textId="77777777" w:rsidR="0042061D" w:rsidRPr="009E5B13" w:rsidRDefault="0042061D" w:rsidP="0042061D">
      <w:pPr>
        <w:pStyle w:val="Textbezslovn"/>
        <w:ind w:left="0"/>
      </w:pPr>
    </w:p>
    <w:p w14:paraId="528A3546" w14:textId="77777777" w:rsidR="0042061D" w:rsidRPr="009E5B13" w:rsidRDefault="000E48A0" w:rsidP="000E48A0">
      <w:pPr>
        <w:pStyle w:val="Textbezslovn"/>
        <w:rPr>
          <w:b/>
        </w:rPr>
      </w:pPr>
      <w:r w:rsidRPr="009E5B13">
        <w:rPr>
          <w:b/>
        </w:rPr>
        <w:t xml:space="preserve">Přílohy: </w:t>
      </w:r>
      <w:r w:rsidRPr="009E5B13">
        <w:rPr>
          <w:b/>
        </w:rPr>
        <w:tab/>
      </w:r>
    </w:p>
    <w:p w14:paraId="4D1D555B" w14:textId="77777777" w:rsidR="000E48A0" w:rsidRPr="009E5B13" w:rsidRDefault="000E48A0" w:rsidP="00E17B90">
      <w:pPr>
        <w:pStyle w:val="Textbezslovn"/>
        <w:numPr>
          <w:ilvl w:val="0"/>
          <w:numId w:val="12"/>
        </w:numPr>
        <w:tabs>
          <w:tab w:val="num" w:pos="2971"/>
        </w:tabs>
        <w:rPr>
          <w:b/>
        </w:rPr>
      </w:pPr>
      <w:r w:rsidRPr="009E5B13">
        <w:rPr>
          <w:b/>
        </w:rPr>
        <w:t>doklady o odborné způsobilosti členů odborného personálu, u kterých jsou požadovány</w:t>
      </w:r>
    </w:p>
    <w:p w14:paraId="0412AECC" w14:textId="20E077A3" w:rsidR="002036F6" w:rsidRPr="009E5B13" w:rsidRDefault="002036F6">
      <w:r w:rsidRPr="009E5B13">
        <w:br w:type="page"/>
      </w:r>
    </w:p>
    <w:p w14:paraId="5E5A7B89" w14:textId="77777777" w:rsidR="0035531B" w:rsidRPr="006142CD" w:rsidRDefault="0035531B" w:rsidP="00474F4D">
      <w:pPr>
        <w:pStyle w:val="Textbezslovn"/>
        <w:ind w:left="0"/>
        <w:rPr>
          <w:color w:val="FF0000"/>
        </w:rPr>
      </w:pPr>
    </w:p>
    <w:p w14:paraId="32AA98A7" w14:textId="77777777" w:rsidR="0035531B" w:rsidRPr="009E5B13" w:rsidRDefault="0035531B" w:rsidP="00FE4333">
      <w:pPr>
        <w:pStyle w:val="Nadpisbezsl1-1"/>
      </w:pPr>
      <w:r w:rsidRPr="009E5B13">
        <w:t>Příloha č. 7</w:t>
      </w:r>
    </w:p>
    <w:p w14:paraId="55AF0493" w14:textId="77777777" w:rsidR="0035531B" w:rsidRPr="009E5B13" w:rsidRDefault="0035531B" w:rsidP="00FE4333">
      <w:pPr>
        <w:pStyle w:val="Nadpisbezsl1-2"/>
      </w:pPr>
      <w:r w:rsidRPr="009E5B13">
        <w:t>Vzor čestného prohlášení</w:t>
      </w:r>
      <w:r w:rsidR="00092CC9" w:rsidRPr="009E5B13">
        <w:t xml:space="preserve"> o </w:t>
      </w:r>
      <w:r w:rsidRPr="009E5B13">
        <w:t>splnění části základní způsobilosti</w:t>
      </w:r>
    </w:p>
    <w:p w14:paraId="364F674D" w14:textId="77777777" w:rsidR="00AB1063" w:rsidRPr="009E5B13" w:rsidRDefault="00AB1063" w:rsidP="00452F69">
      <w:pPr>
        <w:pStyle w:val="Textbezslovn"/>
      </w:pPr>
    </w:p>
    <w:p w14:paraId="1F3ABE08" w14:textId="77777777" w:rsidR="0035531B" w:rsidRPr="009E5B13" w:rsidRDefault="0035531B" w:rsidP="00452F69">
      <w:pPr>
        <w:pStyle w:val="Textbezslovn"/>
        <w:ind w:left="0"/>
        <w:rPr>
          <w:rStyle w:val="Tun9b"/>
          <w:b w:val="0"/>
        </w:rPr>
      </w:pPr>
      <w:r w:rsidRPr="009E5B13">
        <w:rPr>
          <w:rStyle w:val="Tun9b"/>
        </w:rPr>
        <w:t>Čestné prohlášení</w:t>
      </w:r>
    </w:p>
    <w:p w14:paraId="2B98F034" w14:textId="77777777" w:rsidR="0035531B" w:rsidRPr="009E5B13" w:rsidRDefault="0035531B" w:rsidP="00452F69">
      <w:pPr>
        <w:pStyle w:val="Textbezslovn"/>
        <w:ind w:left="0"/>
      </w:pPr>
      <w:r w:rsidRPr="009E5B13">
        <w:t>obchodní firma / jméno</w:t>
      </w:r>
      <w:r w:rsidR="00845C50" w:rsidRPr="009E5B13">
        <w:t xml:space="preserve"> a </w:t>
      </w:r>
      <w:r w:rsidRPr="009E5B13">
        <w:t>příjmení</w:t>
      </w:r>
      <w:r w:rsidR="00307641" w:rsidRPr="009E5B13">
        <w:rPr>
          <w:rStyle w:val="Znakapoznpodarou"/>
        </w:rPr>
        <w:footnoteReference w:id="8"/>
      </w:r>
      <w:r w:rsidRPr="009E5B13">
        <w:t xml:space="preserve">  [</w:t>
      </w:r>
      <w:r w:rsidRPr="009E5B13">
        <w:rPr>
          <w:b/>
          <w:highlight w:val="yellow"/>
        </w:rPr>
        <w:t>DOPLNÍ DODAVATEL</w:t>
      </w:r>
      <w:r w:rsidRPr="009E5B13">
        <w:t>]</w:t>
      </w:r>
    </w:p>
    <w:p w14:paraId="2543D6AE" w14:textId="77777777" w:rsidR="0035531B" w:rsidRPr="009E5B13" w:rsidRDefault="0035531B" w:rsidP="00452F69">
      <w:pPr>
        <w:pStyle w:val="Textbezslovn"/>
        <w:ind w:left="0"/>
      </w:pPr>
      <w:r w:rsidRPr="009E5B13">
        <w:t>se sídlem [</w:t>
      </w:r>
      <w:r w:rsidRPr="009E5B13">
        <w:rPr>
          <w:highlight w:val="yellow"/>
        </w:rPr>
        <w:t>DOPLNÍ DODAVATEL</w:t>
      </w:r>
      <w:r w:rsidRPr="009E5B13">
        <w:t>]</w:t>
      </w:r>
    </w:p>
    <w:p w14:paraId="368F983E" w14:textId="77777777" w:rsidR="0035531B" w:rsidRPr="009E5B13" w:rsidRDefault="0035531B" w:rsidP="00452F69">
      <w:pPr>
        <w:pStyle w:val="Textbezslovn"/>
        <w:ind w:left="0"/>
      </w:pPr>
      <w:r w:rsidRPr="009E5B13">
        <w:t>IČO: [</w:t>
      </w:r>
      <w:r w:rsidRPr="009E5B13">
        <w:rPr>
          <w:highlight w:val="yellow"/>
        </w:rPr>
        <w:t>DOPLNÍ DODAVATEL</w:t>
      </w:r>
      <w:r w:rsidRPr="009E5B13">
        <w:t>]</w:t>
      </w:r>
    </w:p>
    <w:p w14:paraId="3DD063DB" w14:textId="77777777" w:rsidR="0035531B" w:rsidRPr="009E5B13" w:rsidRDefault="0035531B" w:rsidP="00452F69">
      <w:pPr>
        <w:pStyle w:val="Textbezslovn"/>
        <w:ind w:left="0"/>
      </w:pPr>
      <w:r w:rsidRPr="009E5B13">
        <w:t>společnost zapsaná</w:t>
      </w:r>
      <w:r w:rsidR="00092CC9" w:rsidRPr="009E5B13">
        <w:t xml:space="preserve"> v </w:t>
      </w:r>
      <w:r w:rsidRPr="009E5B13">
        <w:t>obchodním rejstříku vedeném [</w:t>
      </w:r>
      <w:r w:rsidRPr="009E5B13">
        <w:rPr>
          <w:highlight w:val="yellow"/>
        </w:rPr>
        <w:t>DOPLNÍ DODAVATEL</w:t>
      </w:r>
      <w:r w:rsidRPr="009E5B13">
        <w:t>],</w:t>
      </w:r>
    </w:p>
    <w:p w14:paraId="7E93A085" w14:textId="77777777" w:rsidR="0035531B" w:rsidRPr="009E5B13" w:rsidRDefault="0035531B" w:rsidP="00452F69">
      <w:pPr>
        <w:pStyle w:val="Textbezslovn"/>
        <w:ind w:left="0"/>
      </w:pPr>
      <w:r w:rsidRPr="009E5B13">
        <w:t>spisová značka [</w:t>
      </w:r>
      <w:r w:rsidRPr="009E5B13">
        <w:rPr>
          <w:highlight w:val="yellow"/>
        </w:rPr>
        <w:t>DOPLNÍ DODAVATEL</w:t>
      </w:r>
      <w:r w:rsidRPr="009E5B13">
        <w:t>]</w:t>
      </w:r>
    </w:p>
    <w:p w14:paraId="008217F7" w14:textId="77777777" w:rsidR="0035531B" w:rsidRPr="009E5B13" w:rsidRDefault="0035531B" w:rsidP="00452F69">
      <w:pPr>
        <w:pStyle w:val="Textbezslovn"/>
        <w:ind w:left="0"/>
      </w:pPr>
      <w:r w:rsidRPr="009E5B13">
        <w:t>zastoupená [</w:t>
      </w:r>
      <w:r w:rsidRPr="009E5B13">
        <w:rPr>
          <w:highlight w:val="yellow"/>
        </w:rPr>
        <w:t>DOPLNÍ DODAVATEL</w:t>
      </w:r>
      <w:r w:rsidRPr="009E5B13">
        <w:t>]</w:t>
      </w:r>
    </w:p>
    <w:p w14:paraId="19DE05C5" w14:textId="77777777" w:rsidR="0035531B" w:rsidRPr="009E5B13" w:rsidRDefault="0035531B" w:rsidP="00452F69">
      <w:pPr>
        <w:pStyle w:val="Textbezslovn"/>
        <w:ind w:left="0"/>
      </w:pPr>
      <w:r w:rsidRPr="009E5B13">
        <w:rPr>
          <w:b/>
        </w:rPr>
        <w:t>čestně prohlašuje</w:t>
      </w:r>
      <w:r w:rsidRPr="009E5B13">
        <w:t>, že:</w:t>
      </w:r>
    </w:p>
    <w:p w14:paraId="75902264" w14:textId="77777777" w:rsidR="0035531B" w:rsidRPr="009E5B13" w:rsidRDefault="0035531B" w:rsidP="00B61530">
      <w:pPr>
        <w:pStyle w:val="Odrka1-1"/>
      </w:pPr>
      <w:r w:rsidRPr="009E5B13">
        <w:t>nemá</w:t>
      </w:r>
      <w:r w:rsidR="00092CC9" w:rsidRPr="009E5B13">
        <w:t xml:space="preserve"> v </w:t>
      </w:r>
      <w:r w:rsidRPr="009E5B13">
        <w:t>České republice</w:t>
      </w:r>
      <w:r w:rsidR="00092CC9" w:rsidRPr="009E5B13">
        <w:t xml:space="preserve"> v </w:t>
      </w:r>
      <w:r w:rsidRPr="009E5B13">
        <w:t xml:space="preserve">evidenci daní zachycen splatný daňový nedoplatek ve vztahu ke spotřební dani, </w:t>
      </w:r>
    </w:p>
    <w:p w14:paraId="35845B24" w14:textId="77777777" w:rsidR="0035531B" w:rsidRPr="009E5B13" w:rsidRDefault="0035531B" w:rsidP="00B61530">
      <w:pPr>
        <w:pStyle w:val="Odrka1-1"/>
      </w:pPr>
      <w:r w:rsidRPr="009E5B13">
        <w:t>nemá</w:t>
      </w:r>
      <w:r w:rsidR="00092CC9" w:rsidRPr="009E5B13">
        <w:t xml:space="preserve"> v </w:t>
      </w:r>
      <w:r w:rsidRPr="009E5B13">
        <w:t>České republice splatný nedoplatek na pojistném nebo na penále na veřejné zdravotní pojištění.</w:t>
      </w:r>
    </w:p>
    <w:p w14:paraId="31A9393D" w14:textId="77777777" w:rsidR="0035531B" w:rsidRPr="009E5B13" w:rsidRDefault="0035531B" w:rsidP="00307641">
      <w:pPr>
        <w:pStyle w:val="Doplujcdaje"/>
        <w:jc w:val="both"/>
        <w:rPr>
          <w:sz w:val="16"/>
          <w:szCs w:val="16"/>
        </w:rPr>
      </w:pPr>
      <w:r w:rsidRPr="009E5B13">
        <w:rPr>
          <w:b/>
          <w:sz w:val="16"/>
          <w:szCs w:val="16"/>
        </w:rPr>
        <w:t>Pozn. zadavatele:</w:t>
      </w:r>
      <w:r w:rsidR="00092CC9" w:rsidRPr="009E5B13">
        <w:rPr>
          <w:b/>
          <w:sz w:val="16"/>
          <w:szCs w:val="16"/>
        </w:rPr>
        <w:t xml:space="preserve"> </w:t>
      </w:r>
      <w:r w:rsidR="00092CC9" w:rsidRPr="009E5B13">
        <w:rPr>
          <w:sz w:val="16"/>
          <w:szCs w:val="16"/>
        </w:rPr>
        <w:t>v </w:t>
      </w:r>
      <w:r w:rsidRPr="009E5B13">
        <w:rPr>
          <w:sz w:val="16"/>
          <w:szCs w:val="16"/>
        </w:rPr>
        <w:t>případě, že dodavatel není zapsán</w:t>
      </w:r>
      <w:r w:rsidR="00092CC9" w:rsidRPr="009E5B13">
        <w:rPr>
          <w:sz w:val="16"/>
          <w:szCs w:val="16"/>
        </w:rPr>
        <w:t xml:space="preserve"> v </w:t>
      </w:r>
      <w:r w:rsidRPr="009E5B13">
        <w:rPr>
          <w:sz w:val="16"/>
          <w:szCs w:val="16"/>
        </w:rPr>
        <w:t>obchodním rejstříku, je třeba, aby toto prohlášení doplnil</w:t>
      </w:r>
      <w:r w:rsidR="00092CC9" w:rsidRPr="009E5B13">
        <w:rPr>
          <w:sz w:val="16"/>
          <w:szCs w:val="16"/>
        </w:rPr>
        <w:t xml:space="preserve"> o </w:t>
      </w:r>
      <w:r w:rsidRPr="009E5B13">
        <w:rPr>
          <w:sz w:val="16"/>
          <w:szCs w:val="16"/>
        </w:rPr>
        <w:t>další bod dle § 74 odst. 1 písm. e) zákona č. 134/2016 Sb.,</w:t>
      </w:r>
      <w:r w:rsidR="00092CC9" w:rsidRPr="009E5B13">
        <w:rPr>
          <w:sz w:val="16"/>
          <w:szCs w:val="16"/>
        </w:rPr>
        <w:t xml:space="preserve"> o </w:t>
      </w:r>
      <w:r w:rsidRPr="009E5B13">
        <w:rPr>
          <w:sz w:val="16"/>
          <w:szCs w:val="16"/>
        </w:rPr>
        <w:t>zadávání veřejných zakázek, ve znění pozdějších předpisů.</w:t>
      </w:r>
    </w:p>
    <w:p w14:paraId="4405A5BD" w14:textId="77777777" w:rsidR="00D139AC" w:rsidRPr="009E5B13" w:rsidRDefault="00D139AC" w:rsidP="00307641">
      <w:pPr>
        <w:pStyle w:val="Doplujcdaje"/>
        <w:jc w:val="both"/>
        <w:rPr>
          <w:sz w:val="16"/>
          <w:szCs w:val="16"/>
        </w:rPr>
      </w:pPr>
    </w:p>
    <w:p w14:paraId="27B40F90" w14:textId="77777777" w:rsidR="0035531B" w:rsidRPr="009E5B13" w:rsidRDefault="0035531B" w:rsidP="00307641">
      <w:pPr>
        <w:pStyle w:val="Doplujcdaje"/>
        <w:jc w:val="both"/>
        <w:rPr>
          <w:b/>
          <w:sz w:val="16"/>
          <w:szCs w:val="16"/>
        </w:rPr>
      </w:pPr>
      <w:r w:rsidRPr="009E5B13">
        <w:rPr>
          <w:b/>
          <w:sz w:val="16"/>
          <w:szCs w:val="16"/>
        </w:rPr>
        <w:t xml:space="preserve">Pozn. zadavatele: </w:t>
      </w:r>
      <w:r w:rsidRPr="009E5B13">
        <w:rPr>
          <w:sz w:val="16"/>
          <w:szCs w:val="16"/>
        </w:rPr>
        <w:t>zahraniční dodavatel se sídlem mimo ČR doplní toto prohlášení ve vztahu</w:t>
      </w:r>
      <w:r w:rsidR="00BC6D2B" w:rsidRPr="009E5B13">
        <w:rPr>
          <w:sz w:val="16"/>
          <w:szCs w:val="16"/>
        </w:rPr>
        <w:t xml:space="preserve"> k </w:t>
      </w:r>
      <w:r w:rsidRPr="009E5B13">
        <w:rPr>
          <w:sz w:val="16"/>
          <w:szCs w:val="16"/>
        </w:rPr>
        <w:t>zemi svého sídla, pokud se</w:t>
      </w:r>
      <w:r w:rsidR="00092CC9" w:rsidRPr="009E5B13">
        <w:rPr>
          <w:sz w:val="16"/>
          <w:szCs w:val="16"/>
        </w:rPr>
        <w:t xml:space="preserve"> v </w:t>
      </w:r>
      <w:r w:rsidRPr="009E5B13">
        <w:rPr>
          <w:sz w:val="16"/>
          <w:szCs w:val="16"/>
        </w:rPr>
        <w:t>zemi jeho sídla příslušná skutečnost neprokazuje dokladem vydaným podle právního řádu země jeho sídla (kvalifikace získaná</w:t>
      </w:r>
      <w:r w:rsidR="00092CC9" w:rsidRPr="009E5B13">
        <w:rPr>
          <w:sz w:val="16"/>
          <w:szCs w:val="16"/>
        </w:rPr>
        <w:t xml:space="preserve"> v </w:t>
      </w:r>
      <w:r w:rsidRPr="009E5B13">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9E5B13">
        <w:rPr>
          <w:b/>
          <w:sz w:val="16"/>
          <w:szCs w:val="16"/>
        </w:rPr>
        <w:t xml:space="preserve"> </w:t>
      </w:r>
    </w:p>
    <w:p w14:paraId="41C5E13A" w14:textId="77777777" w:rsidR="0035531B" w:rsidRPr="009E5B13" w:rsidRDefault="0035531B" w:rsidP="00307641">
      <w:pPr>
        <w:pStyle w:val="Textbezslovn"/>
        <w:ind w:left="0"/>
      </w:pPr>
    </w:p>
    <w:p w14:paraId="5F5E46B5" w14:textId="77777777" w:rsidR="00307641" w:rsidRPr="009E5B13" w:rsidRDefault="00307641" w:rsidP="00307641">
      <w:pPr>
        <w:pStyle w:val="Textbezslovn"/>
        <w:ind w:left="0"/>
      </w:pPr>
    </w:p>
    <w:p w14:paraId="3ECB8963" w14:textId="77777777" w:rsidR="0035531B" w:rsidRPr="009E5B13" w:rsidRDefault="0035531B" w:rsidP="00307641">
      <w:pPr>
        <w:pStyle w:val="Textbezslovn"/>
        <w:ind w:left="0"/>
      </w:pPr>
      <w:r w:rsidRPr="009E5B13">
        <w:t>V [</w:t>
      </w:r>
      <w:r w:rsidRPr="009E5B13">
        <w:rPr>
          <w:highlight w:val="yellow"/>
        </w:rPr>
        <w:t>DOPLNÍ DODAVATEL</w:t>
      </w:r>
      <w:r w:rsidRPr="009E5B13">
        <w:t xml:space="preserve">] </w:t>
      </w:r>
      <w:r w:rsidR="008C65BC" w:rsidRPr="009E5B13">
        <w:t>d</w:t>
      </w:r>
      <w:r w:rsidRPr="009E5B13">
        <w:t>ne [</w:t>
      </w:r>
      <w:r w:rsidRPr="009E5B13">
        <w:rPr>
          <w:highlight w:val="yellow"/>
        </w:rPr>
        <w:t>DOPLNÍ DODAVATEL]</w:t>
      </w:r>
    </w:p>
    <w:p w14:paraId="21626991" w14:textId="77777777" w:rsidR="0035531B" w:rsidRPr="009E5B13" w:rsidRDefault="0035531B" w:rsidP="00307641">
      <w:pPr>
        <w:pStyle w:val="Textbezslovn"/>
        <w:ind w:left="0"/>
      </w:pPr>
    </w:p>
    <w:p w14:paraId="5778A7E8" w14:textId="77777777" w:rsidR="0035531B" w:rsidRPr="009E5B13" w:rsidRDefault="0035531B" w:rsidP="00307641">
      <w:pPr>
        <w:pStyle w:val="Textbezslovn"/>
        <w:ind w:left="0"/>
      </w:pPr>
      <w:r w:rsidRPr="009E5B13">
        <w:t>Podpis osoby oprávněné jednat za dodavatele:</w:t>
      </w:r>
    </w:p>
    <w:p w14:paraId="4ACE4D04" w14:textId="77777777" w:rsidR="0035531B" w:rsidRPr="009E5B13" w:rsidRDefault="0035531B" w:rsidP="00307641">
      <w:pPr>
        <w:pStyle w:val="Textbezslovn"/>
        <w:ind w:left="0"/>
      </w:pPr>
    </w:p>
    <w:p w14:paraId="676D7535" w14:textId="77777777" w:rsidR="00307641" w:rsidRPr="009E5B13" w:rsidRDefault="00307641" w:rsidP="00307641">
      <w:pPr>
        <w:pStyle w:val="Textbezslovn"/>
        <w:ind w:left="0"/>
      </w:pPr>
    </w:p>
    <w:p w14:paraId="6D365B87" w14:textId="77777777" w:rsidR="00307641" w:rsidRPr="009E5B13" w:rsidRDefault="0035531B" w:rsidP="00307641">
      <w:pPr>
        <w:pStyle w:val="Textbezslovn"/>
        <w:ind w:left="0"/>
      </w:pPr>
      <w:r w:rsidRPr="009E5B13">
        <w:t>Jméno</w:t>
      </w:r>
      <w:r w:rsidR="00307641" w:rsidRPr="009E5B13">
        <w:t>: ______________________</w:t>
      </w:r>
    </w:p>
    <w:p w14:paraId="59622BC0" w14:textId="77777777" w:rsidR="0035531B" w:rsidRPr="009E5B13" w:rsidRDefault="0035531B" w:rsidP="00307641">
      <w:pPr>
        <w:pStyle w:val="Textbezslovn"/>
        <w:ind w:left="0"/>
      </w:pPr>
      <w:r w:rsidRPr="009E5B13">
        <w:tab/>
      </w:r>
    </w:p>
    <w:p w14:paraId="26353932" w14:textId="77777777" w:rsidR="00307641" w:rsidRPr="009E5B13" w:rsidRDefault="00307641" w:rsidP="00307641">
      <w:pPr>
        <w:pStyle w:val="Textbezslovn"/>
        <w:ind w:left="0"/>
      </w:pPr>
    </w:p>
    <w:p w14:paraId="62E001D6" w14:textId="77777777" w:rsidR="0035531B" w:rsidRPr="009E5B13" w:rsidRDefault="0035531B" w:rsidP="00307641">
      <w:pPr>
        <w:pStyle w:val="Textbezslovn"/>
        <w:ind w:left="0"/>
      </w:pPr>
      <w:r w:rsidRPr="009E5B13">
        <w:t>Podp</w:t>
      </w:r>
      <w:r w:rsidR="00307641" w:rsidRPr="009E5B13">
        <w:t>is: ______________________</w:t>
      </w:r>
    </w:p>
    <w:p w14:paraId="46B3644E" w14:textId="77777777" w:rsidR="0035531B" w:rsidRPr="009E5B13" w:rsidRDefault="0035531B" w:rsidP="00307641">
      <w:pPr>
        <w:pStyle w:val="Textbezslovn"/>
        <w:ind w:left="0"/>
      </w:pPr>
      <w:r w:rsidRPr="009E5B13">
        <w:t xml:space="preserve"> </w:t>
      </w:r>
    </w:p>
    <w:p w14:paraId="6B1BDDF3" w14:textId="77777777" w:rsidR="00EE3C5F" w:rsidRPr="006142CD" w:rsidRDefault="00EE3C5F" w:rsidP="00452F69">
      <w:pPr>
        <w:pStyle w:val="Textbezslovn"/>
        <w:rPr>
          <w:color w:val="FF0000"/>
        </w:rPr>
      </w:pPr>
      <w:r w:rsidRPr="006142CD">
        <w:rPr>
          <w:color w:val="FF0000"/>
        </w:rPr>
        <w:br w:type="page"/>
      </w:r>
    </w:p>
    <w:p w14:paraId="271E9669" w14:textId="77777777" w:rsidR="0035531B" w:rsidRPr="009E5B13" w:rsidRDefault="0035531B" w:rsidP="00FE4333">
      <w:pPr>
        <w:pStyle w:val="Nadpisbezsl1-1"/>
      </w:pPr>
      <w:r w:rsidRPr="009E5B13">
        <w:t>Příloha č. 8</w:t>
      </w:r>
    </w:p>
    <w:p w14:paraId="5B7CF99C" w14:textId="77777777" w:rsidR="0035531B" w:rsidRPr="009E5B13" w:rsidRDefault="0035531B" w:rsidP="001E651D">
      <w:pPr>
        <w:pStyle w:val="Nadpisbezsl1-2"/>
      </w:pPr>
      <w:r w:rsidRPr="009E5B13">
        <w:t>Seznam jiných osob</w:t>
      </w:r>
      <w:r w:rsidR="00BC6D2B" w:rsidRPr="009E5B13">
        <w:t xml:space="preserve"> k </w:t>
      </w:r>
      <w:r w:rsidRPr="009E5B13">
        <w:t>prokázání kvalifikace</w:t>
      </w:r>
    </w:p>
    <w:p w14:paraId="6480A9BD" w14:textId="77777777" w:rsidR="00AB1063" w:rsidRPr="009E5B13" w:rsidRDefault="00AB1063" w:rsidP="00307641">
      <w:pPr>
        <w:pStyle w:val="Textbezslovn"/>
      </w:pPr>
    </w:p>
    <w:p w14:paraId="36FCB038" w14:textId="007DE7B2" w:rsidR="0035531B" w:rsidRPr="009E5B13" w:rsidRDefault="00327047" w:rsidP="00307641">
      <w:pPr>
        <w:pStyle w:val="Textbezslovn"/>
        <w:ind w:left="0"/>
      </w:pPr>
      <w:r w:rsidRPr="009E5B13">
        <w:t>V souladu s požadavky § 83 odst. 1 zákona č. 134/2016 Sb., o zadávání veřejných zakázek, ve znění pozdějších předpisů, dodavatel uvede seznam jiných osob, jejichž prostřednictvím prokazuje kvalifikac</w:t>
      </w:r>
      <w:r w:rsidR="007C4FE0" w:rsidRPr="009E5B13">
        <w:t>i</w:t>
      </w:r>
      <w:r w:rsidRPr="009E5B13">
        <w:t xml:space="preserve">, a u nichž dokládá </w:t>
      </w:r>
      <w:r w:rsidR="007C4FE0" w:rsidRPr="009E5B13">
        <w:t xml:space="preserve">smlouvu nebo jinou osobou podepsané potvrzení o její existenci, jejímž obsahem je závazek </w:t>
      </w:r>
      <w:r w:rsidRPr="009E5B13">
        <w:t xml:space="preserve">jiné osoby k poskytnutí plnění určeného k plnění veřejné zakázky nebo k poskytnutí věcí nebo práv, s nimiž bude dodavatel oprávněn disponovat </w:t>
      </w:r>
      <w:r w:rsidR="007C4FE0" w:rsidRPr="009E5B13">
        <w:t>při</w:t>
      </w:r>
      <w:r w:rsidRPr="009E5B13">
        <w:t xml:space="preserve"> plnění veřejné zakázky, a to alespoň v rozsahu, v jakém jiná osoba prokázala kvalifikaci za dodavatele</w:t>
      </w:r>
      <w:r w:rsidR="0035531B" w:rsidRPr="009E5B13">
        <w:t xml:space="preserve">. </w:t>
      </w:r>
    </w:p>
    <w:p w14:paraId="17013827" w14:textId="77777777" w:rsidR="00307641" w:rsidRPr="009E5B13"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6142CD" w:rsidRPr="009E5B13"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Pr="009E5B13" w:rsidRDefault="00307641" w:rsidP="00307641">
            <w:pPr>
              <w:pStyle w:val="Textbezslovn"/>
              <w:ind w:left="0"/>
              <w:jc w:val="left"/>
              <w:rPr>
                <w:b/>
                <w:sz w:val="16"/>
                <w:szCs w:val="16"/>
              </w:rPr>
            </w:pPr>
            <w:r w:rsidRPr="009E5B13">
              <w:rPr>
                <w:b/>
                <w:sz w:val="16"/>
                <w:szCs w:val="16"/>
              </w:rPr>
              <w:t>Obchodní firma/název/jméno a příjmení</w:t>
            </w:r>
          </w:p>
          <w:p w14:paraId="24D3E18C" w14:textId="058C987F" w:rsidR="00307641" w:rsidRPr="009E5B13" w:rsidRDefault="00307641" w:rsidP="00307641">
            <w:pPr>
              <w:pStyle w:val="Textbezslovn"/>
              <w:ind w:left="0"/>
              <w:jc w:val="left"/>
              <w:rPr>
                <w:b/>
                <w:sz w:val="16"/>
                <w:szCs w:val="16"/>
              </w:rPr>
            </w:pPr>
            <w:r w:rsidRPr="009E5B13">
              <w:rPr>
                <w:b/>
                <w:sz w:val="16"/>
                <w:szCs w:val="16"/>
              </w:rPr>
              <w:t>sídlo, IČO</w:t>
            </w:r>
          </w:p>
        </w:tc>
        <w:tc>
          <w:tcPr>
            <w:tcW w:w="4111" w:type="dxa"/>
            <w:tcBorders>
              <w:bottom w:val="single" w:sz="2" w:space="0" w:color="auto"/>
            </w:tcBorders>
          </w:tcPr>
          <w:p w14:paraId="6F80863B" w14:textId="77777777" w:rsidR="00307641" w:rsidRPr="009E5B13"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E5B13">
              <w:rPr>
                <w:b/>
                <w:sz w:val="16"/>
                <w:szCs w:val="16"/>
              </w:rPr>
              <w:t>Prokazovaná část kvalifikace</w:t>
            </w:r>
          </w:p>
        </w:tc>
      </w:tr>
      <w:tr w:rsidR="006142CD" w:rsidRPr="009E5B13"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7773DCF1"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52FE925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DAC10A2"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D8EF03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345F674"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6D3E7FA5"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10F9BF43"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9E5B13" w:rsidRDefault="00307641" w:rsidP="00307641">
            <w:pPr>
              <w:rPr>
                <w:sz w:val="16"/>
                <w:szCs w:val="16"/>
              </w:rPr>
            </w:pPr>
            <w:r w:rsidRPr="009E5B13">
              <w:rPr>
                <w:sz w:val="16"/>
                <w:szCs w:val="16"/>
                <w:highlight w:val="yellow"/>
              </w:rPr>
              <w:t>[DOPLNÍ DODAVATEL]</w:t>
            </w:r>
          </w:p>
        </w:tc>
        <w:tc>
          <w:tcPr>
            <w:tcW w:w="4111" w:type="dxa"/>
            <w:tcBorders>
              <w:top w:val="single" w:sz="2" w:space="0" w:color="auto"/>
            </w:tcBorders>
          </w:tcPr>
          <w:p w14:paraId="3AF32E48" w14:textId="77777777" w:rsidR="00307641" w:rsidRPr="009E5B13"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9E5B13">
              <w:rPr>
                <w:sz w:val="16"/>
                <w:szCs w:val="16"/>
                <w:highlight w:val="yellow"/>
              </w:rPr>
              <w:t>[DOPLNÍ DODAVATEL]</w:t>
            </w:r>
          </w:p>
        </w:tc>
      </w:tr>
      <w:tr w:rsidR="006142CD" w:rsidRPr="009E5B13"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9E5B13" w:rsidRDefault="00307641" w:rsidP="00307641">
            <w:pPr>
              <w:rPr>
                <w:b w:val="0"/>
                <w:sz w:val="16"/>
                <w:szCs w:val="16"/>
                <w:highlight w:val="yellow"/>
              </w:rPr>
            </w:pPr>
            <w:r w:rsidRPr="009E5B13">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9E5B13"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9E5B13">
              <w:rPr>
                <w:b w:val="0"/>
                <w:sz w:val="16"/>
                <w:szCs w:val="16"/>
                <w:highlight w:val="yellow"/>
              </w:rPr>
              <w:t>[DOPLNÍ DODAVATEL]</w:t>
            </w:r>
          </w:p>
        </w:tc>
      </w:tr>
    </w:tbl>
    <w:p w14:paraId="7C6E4F66" w14:textId="77777777" w:rsidR="00142B91" w:rsidRPr="009E5B13" w:rsidRDefault="00142B91"/>
    <w:p w14:paraId="7870C537" w14:textId="77777777" w:rsidR="00696E3D" w:rsidRPr="009E5B13" w:rsidRDefault="00696E3D">
      <w:pPr>
        <w:rPr>
          <w:rFonts w:asciiTheme="majorHAnsi" w:hAnsiTheme="majorHAnsi"/>
          <w:b/>
          <w:caps/>
          <w:sz w:val="22"/>
        </w:rPr>
      </w:pPr>
      <w:r w:rsidRPr="009E5B13">
        <w:br w:type="page"/>
      </w:r>
    </w:p>
    <w:p w14:paraId="4ECA4820" w14:textId="59B10DF1" w:rsidR="00BA1CFD" w:rsidRPr="0047012E" w:rsidRDefault="00BA1CFD" w:rsidP="00BA1CFD">
      <w:pPr>
        <w:pStyle w:val="Nadpisbezsl1-1"/>
      </w:pPr>
      <w:r w:rsidRPr="0047012E">
        <w:t>Příloha č. 9</w:t>
      </w:r>
    </w:p>
    <w:p w14:paraId="69C30318" w14:textId="77777777" w:rsidR="00BA1CFD" w:rsidRPr="0047012E" w:rsidRDefault="002F0296" w:rsidP="00BA1CFD">
      <w:pPr>
        <w:pStyle w:val="Textbezslovn"/>
        <w:ind w:left="0"/>
        <w:rPr>
          <w:del w:id="534" w:author="vyznačené změny" w:date="2024-06-10T14:58:00Z" w16du:dateUtc="2024-06-10T12:58:00Z"/>
          <w:b/>
          <w:sz w:val="20"/>
          <w:szCs w:val="20"/>
        </w:rPr>
      </w:pPr>
      <w:del w:id="535" w:author="vyznačené změny" w:date="2024-06-10T14:58:00Z" w16du:dateUtc="2024-06-10T12:58:00Z">
        <w:r>
          <w:rPr>
            <w:b/>
            <w:sz w:val="20"/>
            <w:szCs w:val="20"/>
          </w:rPr>
          <w:delText>Referenč</w:delText>
        </w:r>
        <w:r w:rsidR="001A00EA">
          <w:rPr>
            <w:b/>
            <w:sz w:val="20"/>
            <w:szCs w:val="20"/>
          </w:rPr>
          <w:delText>n</w:delText>
        </w:r>
        <w:r>
          <w:rPr>
            <w:b/>
            <w:sz w:val="20"/>
            <w:szCs w:val="20"/>
          </w:rPr>
          <w:delText>í zakázky pro hodnocení</w:delText>
        </w:r>
      </w:del>
    </w:p>
    <w:p w14:paraId="795A982A" w14:textId="77777777" w:rsidR="00D006F4" w:rsidRPr="006142CD" w:rsidRDefault="00D006F4" w:rsidP="00BA1CFD">
      <w:pPr>
        <w:pStyle w:val="Textbezslovn"/>
        <w:ind w:left="0"/>
        <w:rPr>
          <w:del w:id="536" w:author="vyznačené změny" w:date="2024-06-10T14:58:00Z" w16du:dateUtc="2024-06-10T12:58:00Z"/>
          <w:color w:val="FF0000"/>
        </w:rPr>
      </w:pPr>
    </w:p>
    <w:p w14:paraId="7BA6D866" w14:textId="24970AA9" w:rsidR="00BA1CFD" w:rsidRPr="0047012E" w:rsidRDefault="0056656A" w:rsidP="00BA1CFD">
      <w:pPr>
        <w:pStyle w:val="Textbezslovn"/>
        <w:ind w:left="0"/>
        <w:rPr>
          <w:ins w:id="537" w:author="vyznačené změny" w:date="2024-06-10T14:58:00Z" w16du:dateUtc="2024-06-10T12:58:00Z"/>
          <w:b/>
          <w:sz w:val="20"/>
          <w:szCs w:val="20"/>
        </w:rPr>
      </w:pPr>
      <w:ins w:id="538" w:author="vyznačené změny" w:date="2024-06-10T14:58:00Z" w16du:dateUtc="2024-06-10T12:58:00Z">
        <w:r>
          <w:rPr>
            <w:b/>
            <w:sz w:val="20"/>
            <w:szCs w:val="20"/>
          </w:rPr>
          <w:t>Zkušenosti členů realizačního týmu</w:t>
        </w:r>
      </w:ins>
    </w:p>
    <w:p w14:paraId="56801BF7" w14:textId="15FFE816" w:rsidR="00D006F4" w:rsidRPr="006142CD" w:rsidRDefault="00D006F4" w:rsidP="00BA1CFD">
      <w:pPr>
        <w:pStyle w:val="Textbezslovn"/>
        <w:ind w:left="0"/>
        <w:rPr>
          <w:ins w:id="539" w:author="vyznačené změny" w:date="2024-06-10T14:58:00Z" w16du:dateUtc="2024-06-10T12:58:00Z"/>
          <w:color w:val="FF0000"/>
        </w:rPr>
      </w:pPr>
    </w:p>
    <w:p w14:paraId="472A63B1" w14:textId="1D4F350B" w:rsidR="007151D0" w:rsidRDefault="007151D0" w:rsidP="007151D0">
      <w:pPr>
        <w:pStyle w:val="Textbezslovn"/>
        <w:ind w:left="0"/>
        <w:rPr>
          <w:ins w:id="540" w:author="vyznačené změny" w:date="2024-06-10T14:58:00Z" w16du:dateUtc="2024-06-10T12:58:00Z"/>
        </w:rPr>
      </w:pPr>
      <w:ins w:id="541" w:author="vyznačené změny" w:date="2024-06-10T14:58:00Z" w16du:dateUtc="2024-06-10T12:58:00Z">
        <w:r>
          <w:rPr>
            <w:b/>
          </w:rPr>
          <w:t>F</w:t>
        </w:r>
        <w:r w:rsidRPr="00474F4D">
          <w:rPr>
            <w:b/>
          </w:rPr>
          <w:t>unkce</w:t>
        </w:r>
        <w:r>
          <w:t xml:space="preserve"> ze seznamu členů realizačního týmu: [</w:t>
        </w:r>
        <w:r w:rsidRPr="00DE6A35">
          <w:rPr>
            <w:b/>
            <w:highlight w:val="yellow"/>
          </w:rPr>
          <w:t>DOPLNÍ DODAVATEL</w:t>
        </w:r>
        <w:r>
          <w:t>]</w:t>
        </w:r>
      </w:ins>
    </w:p>
    <w:p w14:paraId="6B753554" w14:textId="77777777" w:rsidR="007151D0" w:rsidRDefault="007151D0" w:rsidP="007151D0">
      <w:pPr>
        <w:pStyle w:val="Odstavec1-1a"/>
        <w:rPr>
          <w:ins w:id="542" w:author="vyznačené změny" w:date="2024-06-10T14:58:00Z" w16du:dateUtc="2024-06-10T12:58:00Z"/>
        </w:rPr>
      </w:pPr>
      <w:ins w:id="543" w:author="vyznačené změny" w:date="2024-06-10T14:58:00Z" w16du:dateUtc="2024-06-10T12:58:00Z">
        <w:r w:rsidRPr="0090773F">
          <w:rPr>
            <w:b/>
          </w:rPr>
          <w:t>Příjmení</w:t>
        </w:r>
        <w:r>
          <w:t>: [</w:t>
        </w:r>
        <w:r w:rsidRPr="0090773F">
          <w:rPr>
            <w:b/>
            <w:highlight w:val="yellow"/>
          </w:rPr>
          <w:t>DOPLNÍ DODAVATEL</w:t>
        </w:r>
        <w:r>
          <w:t>]</w:t>
        </w:r>
      </w:ins>
    </w:p>
    <w:p w14:paraId="0A8BC9B6" w14:textId="77777777" w:rsidR="007151D0" w:rsidRDefault="007151D0" w:rsidP="007151D0">
      <w:pPr>
        <w:pStyle w:val="Odstavec1-1a"/>
        <w:rPr>
          <w:ins w:id="544" w:author="vyznačené změny" w:date="2024-06-10T14:58:00Z" w16du:dateUtc="2024-06-10T12:58:00Z"/>
        </w:rPr>
      </w:pPr>
      <w:ins w:id="545" w:author="vyznačené změny" w:date="2024-06-10T14:58:00Z" w16du:dateUtc="2024-06-10T12:58:00Z">
        <w:r w:rsidRPr="00D006F4">
          <w:rPr>
            <w:b/>
          </w:rPr>
          <w:t>Jméno</w:t>
        </w:r>
        <w:r>
          <w:t>: [</w:t>
        </w:r>
        <w:r w:rsidRPr="00DE6A35">
          <w:rPr>
            <w:b/>
            <w:highlight w:val="yellow"/>
          </w:rPr>
          <w:t>DOPLNÍ DODAVATEL</w:t>
        </w:r>
        <w:r>
          <w:t>]</w:t>
        </w:r>
      </w:ins>
    </w:p>
    <w:p w14:paraId="2FC5F7B3" w14:textId="77777777" w:rsidR="007151D0" w:rsidRDefault="007151D0" w:rsidP="007151D0">
      <w:pPr>
        <w:pStyle w:val="Odstavec1-1a"/>
        <w:rPr>
          <w:ins w:id="546" w:author="vyznačené změny" w:date="2024-06-10T14:58:00Z" w16du:dateUtc="2024-06-10T12:58:00Z"/>
        </w:rPr>
      </w:pPr>
      <w:ins w:id="547" w:author="vyznačené změny" w:date="2024-06-10T14:58:00Z" w16du:dateUtc="2024-06-10T12:58:00Z">
        <w:r>
          <w:t>Datum narození: [</w:t>
        </w:r>
        <w:r w:rsidRPr="00833899">
          <w:rPr>
            <w:highlight w:val="yellow"/>
          </w:rPr>
          <w:t>DOPLNÍ DODAVATEL</w:t>
        </w:r>
        <w:r>
          <w:t>]</w:t>
        </w:r>
      </w:ins>
    </w:p>
    <w:p w14:paraId="58BC6ACA" w14:textId="61CCC9E7" w:rsidR="007151D0" w:rsidRPr="000E48A0" w:rsidRDefault="007151D0" w:rsidP="007151D0">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 xml:space="preserve">u těch </w:t>
      </w:r>
      <w:del w:id="548" w:author="vyznačené změny" w:date="2024-06-10T14:58:00Z" w16du:dateUtc="2024-06-10T12:58:00Z">
        <w:r w:rsidR="002F0296" w:rsidRPr="00B057D3">
          <w:rPr>
            <w:b/>
          </w:rPr>
          <w:delText xml:space="preserve">referenčních </w:delText>
        </w:r>
        <w:r w:rsidR="00B70D9F" w:rsidRPr="00B057D3">
          <w:rPr>
            <w:b/>
          </w:rPr>
          <w:delText xml:space="preserve">zakázek, které </w:delText>
        </w:r>
      </w:del>
      <w:ins w:id="549" w:author="vyznačené změny" w:date="2024-06-10T14:58:00Z" w16du:dateUtc="2024-06-10T12:58:00Z">
        <w:r w:rsidR="00FF2F31">
          <w:rPr>
            <w:b/>
          </w:rPr>
          <w:t>členů realizačního týmu</w:t>
        </w:r>
        <w:r w:rsidRPr="000E48A0">
          <w:rPr>
            <w:b/>
          </w:rPr>
          <w:t xml:space="preserve">, kteří </w:t>
        </w:r>
      </w:ins>
      <w:r w:rsidRPr="000E48A0">
        <w:rPr>
          <w:b/>
        </w:rPr>
        <w:t xml:space="preserve">mají být </w:t>
      </w:r>
      <w:del w:id="550" w:author="vyznačené změny" w:date="2024-06-10T14:58:00Z" w16du:dateUtc="2024-06-10T12:58:00Z">
        <w:r w:rsidR="00B70D9F" w:rsidRPr="00B057D3">
          <w:rPr>
            <w:b/>
          </w:rPr>
          <w:delText>hodnoceny.</w:delText>
        </w:r>
      </w:del>
      <w:ins w:id="551" w:author="vyznačené změny" w:date="2024-06-10T14:58:00Z" w16du:dateUtc="2024-06-10T12:58:00Z">
        <w:r w:rsidRPr="000E48A0">
          <w:rPr>
            <w:b/>
          </w:rPr>
          <w:t xml:space="preserve">hodnoceni. </w:t>
        </w:r>
        <w:r w:rsidRPr="00294DE2">
          <w:t xml:space="preserve">V případě, že člen </w:t>
        </w:r>
        <w:r w:rsidR="00FF2F31">
          <w:t>realizačního týmu</w:t>
        </w:r>
        <w:r w:rsidRPr="00294DE2">
          <w:t>,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w:t>
        </w:r>
      </w:ins>
      <w:r w:rsidRPr="00294DE2">
        <w:rPr>
          <w:rPrChange w:id="552" w:author="vyznačené změny" w:date="2024-06-10T14:58:00Z" w16du:dateUtc="2024-06-10T12:58:00Z">
            <w:rPr>
              <w:b/>
            </w:rPr>
          </w:rPrChange>
        </w:rPr>
        <w:t xml:space="preserve"> </w:t>
      </w:r>
      <w:r w:rsidRPr="00294DE2">
        <w:t xml:space="preserve">Bližší informace k hodnocení – viz čl. 16.3 Pokynů pro dodavatele. </w:t>
      </w:r>
    </w:p>
    <w:p w14:paraId="4F599C47" w14:textId="77777777" w:rsidR="007151D0" w:rsidRDefault="007151D0" w:rsidP="007151D0">
      <w:pPr>
        <w:pStyle w:val="Odstavec1-1a"/>
        <w:spacing w:after="0"/>
        <w:ind w:left="1077"/>
        <w:rPr>
          <w:b/>
          <w:rPrChange w:id="553" w:author="vyznačené změny" w:date="2024-06-10T14:58:00Z" w16du:dateUtc="2024-06-10T12:58:00Z">
            <w:rPr>
              <w:b/>
              <w:color w:val="FF0000"/>
            </w:rPr>
          </w:rPrChange>
        </w:rPr>
        <w:pPrChange w:id="554" w:author="vyznačené změny" w:date="2024-06-10T14:58:00Z" w16du:dateUtc="2024-06-10T12:58:00Z">
          <w:pPr>
            <w:pStyle w:val="Odstavec1-1a"/>
            <w:spacing w:after="0"/>
          </w:pPr>
        </w:pPrChange>
      </w:pPr>
    </w:p>
    <w:p w14:paraId="3BCD21EA" w14:textId="77777777" w:rsidR="007151D0" w:rsidRDefault="007151D0" w:rsidP="007151D0">
      <w:pPr>
        <w:pStyle w:val="Odstavec1-1a"/>
        <w:rPr>
          <w:ins w:id="555" w:author="vyznačené změny" w:date="2024-06-10T14:58:00Z" w16du:dateUtc="2024-06-10T12:58:00Z"/>
        </w:rPr>
      </w:pPr>
      <w:ins w:id="556" w:author="vyznačené změny" w:date="2024-06-10T14:58:00Z" w16du:dateUtc="2024-06-10T12:58:00Z">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ins>
    </w:p>
    <w:p w14:paraId="479AEAD8" w14:textId="77777777" w:rsidR="007151D0" w:rsidRDefault="007151D0" w:rsidP="007151D0">
      <w:pPr>
        <w:pStyle w:val="Odstavec1-1a"/>
        <w:spacing w:after="0"/>
        <w:ind w:left="1077"/>
        <w:rPr>
          <w:ins w:id="558" w:author="vyznačené změny" w:date="2024-06-10T14:58:00Z" w16du:dateUtc="2024-06-10T12:58:00Z"/>
        </w:rPr>
      </w:pPr>
    </w:p>
    <w:tbl>
      <w:tblPr>
        <w:tblStyle w:val="Mkatabulky"/>
        <w:tblW w:w="8584" w:type="dxa"/>
        <w:tblInd w:w="142" w:type="dxa"/>
        <w:tblLayout w:type="fixed"/>
        <w:tblLook w:val="04E0" w:firstRow="1" w:lastRow="1" w:firstColumn="1" w:lastColumn="0" w:noHBand="0" w:noVBand="1"/>
      </w:tblPr>
      <w:tblGrid>
        <w:gridCol w:w="727"/>
        <w:gridCol w:w="916"/>
        <w:gridCol w:w="2648"/>
        <w:gridCol w:w="1356"/>
        <w:gridCol w:w="979"/>
        <w:gridCol w:w="916"/>
        <w:gridCol w:w="1042"/>
        <w:tblGridChange w:id="559">
          <w:tblGrid>
            <w:gridCol w:w="142"/>
            <w:gridCol w:w="727"/>
            <w:gridCol w:w="549"/>
            <w:gridCol w:w="367"/>
            <w:gridCol w:w="1476"/>
            <w:gridCol w:w="1172"/>
            <w:gridCol w:w="812"/>
            <w:gridCol w:w="544"/>
            <w:gridCol w:w="1299"/>
            <w:gridCol w:w="1638"/>
            <w:gridCol w:w="488"/>
          </w:tblGrid>
        </w:tblGridChange>
      </w:tblGrid>
      <w:tr w:rsidR="007151D0" w:rsidRPr="00833899" w14:paraId="091CD2F4" w14:textId="77777777" w:rsidTr="00CF3CA3">
        <w:trPr>
          <w:cnfStyle w:val="100000000000" w:firstRow="1" w:lastRow="0" w:firstColumn="0" w:lastColumn="0" w:oddVBand="0" w:evenVBand="0" w:oddHBand="0" w:evenHBand="0" w:firstRowFirstColumn="0" w:firstRowLastColumn="0" w:lastRowFirstColumn="0" w:lastRowLastColumn="0"/>
          <w:ins w:id="560" w:author="vyznačené změny" w:date="2024-06-10T14:58:00Z" w16du:dateUtc="2024-06-10T12:58:00Z"/>
        </w:trPr>
        <w:tc>
          <w:tcPr>
            <w:cnfStyle w:val="001000000000" w:firstRow="0" w:lastRow="0" w:firstColumn="1" w:lastColumn="0" w:oddVBand="0" w:evenVBand="0" w:oddHBand="0" w:evenHBand="0" w:firstRowFirstColumn="0" w:firstRowLastColumn="0" w:lastRowFirstColumn="0" w:lastRowLastColumn="0"/>
            <w:tcW w:w="5749" w:type="dxa"/>
            <w:gridSpan w:val="3"/>
            <w:tcBorders>
              <w:bottom w:val="single" w:sz="2" w:space="0" w:color="auto"/>
            </w:tcBorders>
            <w:shd w:val="clear" w:color="auto" w:fill="auto"/>
          </w:tcPr>
          <w:p w14:paraId="1D303C55" w14:textId="77777777" w:rsidR="007151D0" w:rsidRPr="00833899" w:rsidRDefault="007151D0" w:rsidP="00CF3CA3">
            <w:pPr>
              <w:rPr>
                <w:ins w:id="561" w:author="vyznačené změny" w:date="2024-06-10T14:58:00Z" w16du:dateUtc="2024-06-10T12:58:00Z"/>
                <w:sz w:val="16"/>
                <w:szCs w:val="16"/>
              </w:rPr>
            </w:pPr>
            <w:ins w:id="562" w:author="vyznačené změny" w:date="2024-06-10T14:58:00Z" w16du:dateUtc="2024-06-10T12:58:00Z">
              <w:r w:rsidRPr="00833899">
                <w:rPr>
                  <w:sz w:val="16"/>
                  <w:szCs w:val="16"/>
                </w:rPr>
                <w:t xml:space="preserve">Název zakázky </w:t>
              </w:r>
            </w:ins>
          </w:p>
        </w:tc>
        <w:tc>
          <w:tcPr>
            <w:tcW w:w="2835" w:type="dxa"/>
            <w:gridSpan w:val="4"/>
            <w:tcBorders>
              <w:bottom w:val="single" w:sz="2" w:space="0" w:color="auto"/>
            </w:tcBorders>
            <w:shd w:val="clear" w:color="auto" w:fill="auto"/>
          </w:tcPr>
          <w:p w14:paraId="5E8756E1" w14:textId="77777777" w:rsidR="007151D0" w:rsidRPr="00833899" w:rsidRDefault="007151D0" w:rsidP="00CF3CA3">
            <w:pPr>
              <w:cnfStyle w:val="100000000000" w:firstRow="1" w:lastRow="0" w:firstColumn="0" w:lastColumn="0" w:oddVBand="0" w:evenVBand="0" w:oddHBand="0" w:evenHBand="0" w:firstRowFirstColumn="0" w:firstRowLastColumn="0" w:lastRowFirstColumn="0" w:lastRowLastColumn="0"/>
              <w:rPr>
                <w:ins w:id="563" w:author="vyznačené změny" w:date="2024-06-10T14:58:00Z" w16du:dateUtc="2024-06-10T12:58:00Z"/>
                <w:sz w:val="16"/>
                <w:szCs w:val="16"/>
                <w:highlight w:val="yellow"/>
              </w:rPr>
            </w:pPr>
            <w:moveToRangeStart w:id="564" w:author="vyznačené změny" w:date="2024-06-10T14:58:00Z" w:name="move168923900"/>
            <w:moveTo w:id="565" w:author="vyznačené změny" w:date="2024-06-10T14:58:00Z" w16du:dateUtc="2024-06-10T12:58:00Z">
              <w:r w:rsidRPr="00833899">
                <w:rPr>
                  <w:sz w:val="16"/>
                  <w:szCs w:val="16"/>
                  <w:highlight w:val="yellow"/>
                </w:rPr>
                <w:t>[DOPLNÍ DODAVATEL]</w:t>
              </w:r>
            </w:moveTo>
            <w:moveToRangeEnd w:id="564"/>
          </w:p>
        </w:tc>
      </w:tr>
      <w:tr w:rsidR="007151D0" w:rsidRPr="00833899" w14:paraId="214F029E" w14:textId="65E4B51A" w:rsidTr="00CF3CA3">
        <w:tblPrEx>
          <w:tblW w:w="8584" w:type="dxa"/>
          <w:tblInd w:w="142" w:type="dxa"/>
          <w:tblLayout w:type="fixed"/>
          <w:tblLook w:val="04E0" w:firstRow="1" w:lastRow="1" w:firstColumn="1" w:lastColumn="0" w:noHBand="0" w:noVBand="1"/>
          <w:tblPrExChange w:id="566" w:author="vyznačené změny" w:date="2024-06-10T14:58:00Z" w16du:dateUtc="2024-06-10T12:58:00Z">
            <w:tblPrEx>
              <w:tblW w:w="9214" w:type="dxa"/>
              <w:tblLayout w:type="fixed"/>
              <w:tblLook w:val="04E0" w:firstRow="1" w:lastRow="1" w:firstColumn="1" w:lastColumn="0" w:noHBand="0" w:noVBand="1"/>
            </w:tblPrEx>
          </w:tblPrExChange>
        </w:tblPrEx>
        <w:tc>
          <w:tcPr>
            <w:cnfStyle w:val="001000000000" w:firstRow="0" w:lastRow="0" w:firstColumn="1" w:lastColumn="0" w:oddVBand="0" w:evenVBand="0" w:oddHBand="0" w:evenHBand="0" w:firstRowFirstColumn="0" w:firstRowLastColumn="0" w:lastRowFirstColumn="0" w:lastRowLastColumn="0"/>
            <w:tcW w:w="1418" w:type="dxa"/>
            <w:tcBorders>
              <w:top w:val="single" w:sz="2" w:space="0" w:color="auto"/>
              <w:left w:val="nil"/>
              <w:bottom w:val="nil"/>
              <w:right w:val="single" w:sz="2" w:space="0" w:color="auto"/>
              <w:tl2br w:val="nil"/>
              <w:tr2bl w:val="nil"/>
            </w:tcBorders>
            <w:shd w:val="clear" w:color="auto" w:fill="F2F2F2" w:themeFill="background1" w:themeFillShade="F2"/>
            <w:cellDel w:id="567" w:author="vyznačené změny" w:date="2024-06-10T14:58:00Z"/>
            <w:tcPrChange w:id="568" w:author="vyznačené změny" w:date="2024-06-10T14:58:00Z" w16du:dateUtc="2024-06-10T12:58:00Z">
              <w:tcPr>
                <w:tcW w:w="1418" w:type="dxa"/>
                <w:gridSpan w:val="3"/>
                <w:cellDel w:id="569" w:author="vyznačené změny" w:date="2024-06-10T14:58:00Z"/>
              </w:tcPr>
            </w:tcPrChange>
          </w:tcPr>
          <w:p w14:paraId="2A87FC3C" w14:textId="28F19928" w:rsidR="00F47A17" w:rsidRPr="00B057D3" w:rsidRDefault="00F47A17" w:rsidP="00C773E8">
            <w:pPr>
              <w:rPr>
                <w:b/>
              </w:rPr>
            </w:pPr>
            <w:del w:id="570" w:author="vyznačené změny" w:date="2024-06-10T14:58:00Z" w16du:dateUtc="2024-06-10T12:58:00Z">
              <w:r w:rsidRPr="00B057D3">
                <w:rPr>
                  <w:b/>
                </w:rPr>
                <w:delText>Název</w:delText>
              </w:r>
              <w:r w:rsidR="00A06F09" w:rsidRPr="00B057D3">
                <w:rPr>
                  <w:b/>
                </w:rPr>
                <w:delText xml:space="preserve"> referenční zakázky</w:delText>
              </w:r>
            </w:del>
          </w:p>
        </w:tc>
        <w:tc>
          <w:tcPr>
            <w:tcW w:w="1843" w:type="dxa"/>
            <w:tcBorders>
              <w:top w:val="single" w:sz="2" w:space="0" w:color="auto"/>
              <w:left w:val="single" w:sz="2" w:space="0" w:color="auto"/>
              <w:bottom w:val="nil"/>
              <w:right w:val="single" w:sz="2" w:space="0" w:color="auto"/>
              <w:tl2br w:val="nil"/>
              <w:tr2bl w:val="nil"/>
            </w:tcBorders>
            <w:shd w:val="clear" w:color="auto" w:fill="F2F2F2" w:themeFill="background1" w:themeFillShade="F2"/>
            <w:cellDel w:id="571" w:author="vyznačené změny" w:date="2024-06-10T14:58:00Z"/>
            <w:tcPrChange w:id="572" w:author="vyznačené změny" w:date="2024-06-10T14:58:00Z" w16du:dateUtc="2024-06-10T12:58:00Z">
              <w:tcPr>
                <w:tcW w:w="1843" w:type="dxa"/>
                <w:gridSpan w:val="2"/>
                <w:cellDel w:id="573" w:author="vyznačené změny" w:date="2024-06-10T14:58:00Z"/>
              </w:tcPr>
            </w:tcPrChange>
          </w:tcPr>
          <w:p w14:paraId="3DE45D6B" w14:textId="578D61FB" w:rsidR="00F47A17" w:rsidRPr="00B057D3" w:rsidRDefault="00F47A17">
            <w:pPr>
              <w:jc w:val="center"/>
              <w:cnfStyle w:val="000000000000" w:firstRow="0" w:lastRow="0" w:firstColumn="0" w:lastColumn="0" w:oddVBand="0" w:evenVBand="0" w:oddHBand="0" w:evenHBand="0" w:firstRowFirstColumn="0" w:firstRowLastColumn="0" w:lastRowFirstColumn="0" w:lastRowLastColumn="0"/>
              <w:rPr>
                <w:b/>
              </w:rPr>
            </w:pPr>
            <w:del w:id="574" w:author="vyznačené změny" w:date="2024-06-10T14:58:00Z" w16du:dateUtc="2024-06-10T12:58:00Z">
              <w:r w:rsidRPr="00B057D3">
                <w:rPr>
                  <w:b/>
                </w:rPr>
                <w:delText xml:space="preserve">Objednatel </w:delText>
              </w:r>
              <w:r w:rsidR="00A06F09" w:rsidRPr="00B057D3">
                <w:rPr>
                  <w:b/>
                </w:rPr>
                <w:delText xml:space="preserve">referenční zakázky </w:delText>
              </w:r>
              <w:r w:rsidRPr="00B057D3">
                <w:rPr>
                  <w:b/>
                </w:rPr>
                <w:delText>(obchodní firma/název a sídlo) a kontaktní osoba objednatele (jméno, tel., email)</w:delText>
              </w:r>
            </w:del>
          </w:p>
        </w:tc>
        <w:tc>
          <w:tcPr>
            <w:tcW w:w="5749" w:type="dxa"/>
            <w:tcBorders>
              <w:top w:val="single" w:sz="2" w:space="0" w:color="auto"/>
            </w:tcBorders>
            <w:tcPrChange w:id="575" w:author="vyznačené změny" w:date="2024-06-10T14:58:00Z" w16du:dateUtc="2024-06-10T12:58:00Z">
              <w:tcPr>
                <w:tcW w:w="1984" w:type="dxa"/>
                <w:gridSpan w:val="2"/>
              </w:tcPr>
            </w:tcPrChange>
          </w:tcPr>
          <w:p w14:paraId="31D58C9E" w14:textId="1F487A91" w:rsidR="007151D0" w:rsidRPr="00833899" w:rsidRDefault="00F47A17" w:rsidP="00CF3CA3">
            <w:pPr>
              <w:cnfStyle w:val="000000000000" w:firstRow="0" w:lastRow="0" w:firstColumn="0" w:lastColumn="0" w:oddVBand="0" w:evenVBand="0" w:oddHBand="0" w:evenHBand="0" w:firstRowFirstColumn="0" w:firstRowLastColumn="0" w:lastRowFirstColumn="0" w:lastRowLastColumn="0"/>
              <w:rPr>
                <w:sz w:val="16"/>
                <w:rPrChange w:id="576" w:author="vyznačené změny" w:date="2024-06-10T14:58:00Z" w16du:dateUtc="2024-06-10T12:58:00Z">
                  <w:rPr>
                    <w:b/>
                    <w:sz w:val="16"/>
                  </w:rPr>
                </w:rPrChange>
              </w:rPr>
              <w:pPrChange w:id="577"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del w:id="578" w:author="vyznačené změny" w:date="2024-06-10T14:58:00Z" w16du:dateUtc="2024-06-10T12:58:00Z">
              <w:r w:rsidRPr="00B057D3">
                <w:rPr>
                  <w:b/>
                </w:rPr>
                <w:delText>Předmět</w:delText>
              </w:r>
            </w:del>
            <w:ins w:id="579" w:author="vyznačené změny" w:date="2024-06-10T14:58:00Z" w16du:dateUtc="2024-06-10T12:58:00Z">
              <w:r w:rsidR="007151D0" w:rsidRPr="00543F07">
                <w:rPr>
                  <w:sz w:val="16"/>
                  <w:szCs w:val="16"/>
                </w:rPr>
                <w:t>Popis předmětu</w:t>
              </w:r>
            </w:ins>
            <w:r w:rsidR="007151D0" w:rsidRPr="00543F07">
              <w:rPr>
                <w:sz w:val="16"/>
                <w:rPrChange w:id="580" w:author="vyznačené změny" w:date="2024-06-10T14:58:00Z" w16du:dateUtc="2024-06-10T12:58:00Z">
                  <w:rPr>
                    <w:b/>
                  </w:rPr>
                </w:rPrChange>
              </w:rPr>
              <w:t xml:space="preserve"> plnění </w:t>
            </w:r>
            <w:del w:id="581" w:author="vyznačené změny" w:date="2024-06-10T14:58:00Z" w16du:dateUtc="2024-06-10T12:58:00Z">
              <w:r w:rsidR="00A06F09" w:rsidRPr="00B057D3">
                <w:rPr>
                  <w:b/>
                </w:rPr>
                <w:delText xml:space="preserve">referenční </w:delText>
              </w:r>
            </w:del>
            <w:r w:rsidR="007151D0" w:rsidRPr="00543F07">
              <w:rPr>
                <w:sz w:val="16"/>
                <w:rPrChange w:id="582" w:author="vyznačené změny" w:date="2024-06-10T14:58:00Z" w16du:dateUtc="2024-06-10T12:58:00Z">
                  <w:rPr>
                    <w:b/>
                  </w:rPr>
                </w:rPrChange>
              </w:rPr>
              <w:t xml:space="preserve">zakázky - </w:t>
            </w:r>
            <w:del w:id="583" w:author="vyznačené změny" w:date="2024-06-10T14:58:00Z" w16du:dateUtc="2024-06-10T12:58:00Z">
              <w:r w:rsidRPr="00B057D3">
                <w:rPr>
                  <w:b/>
                </w:rPr>
                <w:delText xml:space="preserve">popis věcného rozsahu </w:delText>
              </w:r>
            </w:del>
            <w:r w:rsidR="007151D0" w:rsidRPr="00543F07">
              <w:rPr>
                <w:sz w:val="16"/>
                <w:rPrChange w:id="584" w:author="vyznačené změny" w:date="2024-06-10T14:58:00Z" w16du:dateUtc="2024-06-10T12:58:00Z">
                  <w:rPr>
                    <w:b/>
                  </w:rPr>
                </w:rPrChange>
              </w:rPr>
              <w:t>v detailu potřebném pro ověření splnění požadavků</w:t>
            </w:r>
            <w:r w:rsidR="007151D0">
              <w:rPr>
                <w:sz w:val="16"/>
                <w:rPrChange w:id="585" w:author="vyznačené změny" w:date="2024-06-10T14:58:00Z" w16du:dateUtc="2024-06-10T12:58:00Z">
                  <w:rPr>
                    <w:b/>
                  </w:rPr>
                </w:rPrChange>
              </w:rPr>
              <w:t xml:space="preserve"> </w:t>
            </w:r>
            <w:del w:id="586" w:author="vyznačené změny" w:date="2024-06-10T14:58:00Z" w16du:dateUtc="2024-06-10T12:58:00Z">
              <w:r w:rsidR="00A06F09" w:rsidRPr="00B057D3">
                <w:rPr>
                  <w:b/>
                </w:rPr>
                <w:delText>(zda obsahovala vrty a parametry těchto vrtů)</w:delText>
              </w:r>
            </w:del>
            <w:ins w:id="587" w:author="vyznačené změny" w:date="2024-06-10T14:58:00Z" w16du:dateUtc="2024-06-10T12:58:00Z">
              <w:r w:rsidR="007151D0">
                <w:rPr>
                  <w:sz w:val="16"/>
                  <w:szCs w:val="16"/>
                </w:rPr>
                <w:t>relevantních pro hodnocení</w:t>
              </w:r>
            </w:ins>
          </w:p>
        </w:tc>
        <w:tc>
          <w:tcPr>
            <w:tcW w:w="2835" w:type="dxa"/>
            <w:tcBorders>
              <w:top w:val="single" w:sz="2" w:space="0" w:color="auto"/>
            </w:tcBorders>
            <w:tcPrChange w:id="588" w:author="vyznačené změny" w:date="2024-06-10T14:58:00Z" w16du:dateUtc="2024-06-10T12:58:00Z">
              <w:tcPr>
                <w:tcW w:w="1843" w:type="dxa"/>
                <w:gridSpan w:val="2"/>
              </w:tcPr>
            </w:tcPrChange>
          </w:tcPr>
          <w:p w14:paraId="3A92BCC8"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del w:id="589" w:author="vyznačené změny" w:date="2024-06-10T14:58:00Z" w16du:dateUtc="2024-06-10T12:58:00Z"/>
                <w:b/>
              </w:rPr>
            </w:pPr>
            <w:del w:id="590" w:author="vyznačené změny" w:date="2024-06-10T14:58:00Z" w16du:dateUtc="2024-06-10T12:58:00Z">
              <w:r w:rsidRPr="00B057D3">
                <w:rPr>
                  <w:b/>
                </w:rPr>
                <w:delText>Termín plnění dle smlouvy/ doba dokončení významné služby</w:delText>
              </w:r>
            </w:del>
          </w:p>
          <w:p w14:paraId="2A610FA9"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del w:id="591" w:author="vyznačené změny" w:date="2024-06-10T14:58:00Z" w16du:dateUtc="2024-06-10T12:58:00Z"/>
                <w:b/>
              </w:rPr>
            </w:pPr>
            <w:del w:id="592" w:author="vyznačené změny" w:date="2024-06-10T14:58:00Z" w16du:dateUtc="2024-06-10T12:58:00Z">
              <w:r w:rsidRPr="00B057D3">
                <w:rPr>
                  <w:b/>
                </w:rPr>
                <w:delText>(den/měsíc/</w:delText>
              </w:r>
            </w:del>
          </w:p>
          <w:p w14:paraId="68A2996A"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del w:id="593" w:author="vyznačené změny" w:date="2024-06-10T14:58:00Z" w16du:dateUtc="2024-06-10T12:58:00Z"/>
                <w:b/>
              </w:rPr>
            </w:pPr>
            <w:del w:id="594" w:author="vyznačené změny" w:date="2024-06-10T14:58:00Z" w16du:dateUtc="2024-06-10T12:58:00Z">
              <w:r w:rsidRPr="00B057D3">
                <w:rPr>
                  <w:b/>
                </w:rPr>
                <w:delText>rok)</w:delText>
              </w:r>
            </w:del>
          </w:p>
          <w:p w14:paraId="68806928"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rPrChange w:id="595" w:author="vyznačené změny" w:date="2024-06-10T14:58:00Z" w16du:dateUtc="2024-06-10T12:58:00Z">
                  <w:rPr>
                    <w:b/>
                    <w:sz w:val="16"/>
                  </w:rPr>
                </w:rPrChange>
              </w:rPr>
              <w:pPrChange w:id="596"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ins w:id="597" w:author="vyznačené změny" w:date="2024-06-10T14:58:00Z" w16du:dateUtc="2024-06-10T12:58:00Z">
              <w:r w:rsidRPr="00833899">
                <w:rPr>
                  <w:sz w:val="16"/>
                  <w:szCs w:val="16"/>
                  <w:highlight w:val="yellow"/>
                </w:rPr>
                <w:t>[DOPLNÍ DODAVATEL]</w:t>
              </w:r>
            </w:ins>
          </w:p>
        </w:tc>
        <w:tc>
          <w:tcPr>
            <w:tcW w:w="2126" w:type="dxa"/>
            <w:gridSpan w:val="3"/>
            <w:tcBorders>
              <w:top w:val="single" w:sz="2" w:space="0" w:color="auto"/>
              <w:left w:val="single" w:sz="2" w:space="0" w:color="auto"/>
              <w:bottom w:val="nil"/>
              <w:right w:val="nil"/>
              <w:tl2br w:val="nil"/>
              <w:tr2bl w:val="nil"/>
            </w:tcBorders>
            <w:shd w:val="clear" w:color="auto" w:fill="F2F2F2" w:themeFill="background1" w:themeFillShade="F2"/>
            <w:cellDel w:id="598" w:author="vyznačené změny" w:date="2024-06-10T14:58:00Z"/>
            <w:tcPrChange w:id="599" w:author="vyznačené změny" w:date="2024-06-10T14:58:00Z" w16du:dateUtc="2024-06-10T12:58:00Z">
              <w:tcPr>
                <w:tcW w:w="2126" w:type="dxa"/>
                <w:gridSpan w:val="2"/>
                <w:cellDel w:id="600" w:author="vyznačené změny" w:date="2024-06-10T14:58:00Z"/>
              </w:tcPr>
            </w:tcPrChange>
          </w:tcPr>
          <w:p w14:paraId="0EA286D4"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b/>
              </w:rPr>
            </w:pPr>
            <w:del w:id="601" w:author="vyznačené změny" w:date="2024-06-10T14:58:00Z" w16du:dateUtc="2024-06-10T12:58:00Z">
              <w:r w:rsidRPr="00B057D3">
                <w:rPr>
                  <w:b/>
                </w:rPr>
                <w:delText>Dodavatel*</w:delText>
              </w:r>
            </w:del>
          </w:p>
        </w:tc>
      </w:tr>
      <w:tr w:rsidR="007151D0" w:rsidRPr="00833899" w14:paraId="62D554B9" w14:textId="3DD0ECE5" w:rsidTr="00CF3CA3">
        <w:tblPrEx>
          <w:tblW w:w="8584" w:type="dxa"/>
          <w:tblInd w:w="142" w:type="dxa"/>
          <w:tblLayout w:type="fixed"/>
          <w:tblLook w:val="04E0" w:firstRow="1" w:lastRow="1" w:firstColumn="1" w:lastColumn="0" w:noHBand="0" w:noVBand="1"/>
          <w:tblPrExChange w:id="602" w:author="vyznačené změny" w:date="2024-06-10T14:58:00Z" w16du:dateUtc="2024-06-10T12:58:00Z">
            <w:tblPrEx>
              <w:tblW w:w="9214" w:type="dxa"/>
              <w:tblLayout w:type="fixed"/>
              <w:tblLook w:val="04E0" w:firstRow="1" w:lastRow="1" w:firstColumn="1" w:lastColumn="0" w:noHBand="0" w:noVBand="1"/>
            </w:tblPrEx>
          </w:tblPrExChange>
        </w:tblPrEx>
        <w:tc>
          <w:tcPr>
            <w:cnfStyle w:val="001000000000" w:firstRow="0" w:lastRow="0" w:firstColumn="1" w:lastColumn="0" w:oddVBand="0" w:evenVBand="0" w:oddHBand="0" w:evenHBand="0" w:firstRowFirstColumn="0" w:firstRowLastColumn="0" w:lastRowFirstColumn="0" w:lastRowLastColumn="0"/>
            <w:tcW w:w="5749" w:type="dxa"/>
            <w:gridSpan w:val="3"/>
            <w:tcBorders>
              <w:top w:val="single" w:sz="2" w:space="0" w:color="auto"/>
            </w:tcBorders>
            <w:tcPrChange w:id="603" w:author="vyznačené změny" w:date="2024-06-10T14:58:00Z" w16du:dateUtc="2024-06-10T12:58:00Z">
              <w:tcPr>
                <w:tcW w:w="1418" w:type="dxa"/>
                <w:gridSpan w:val="3"/>
              </w:tcPr>
            </w:tcPrChange>
          </w:tcPr>
          <w:p w14:paraId="6F242E21" w14:textId="54B1200C" w:rsidR="007151D0" w:rsidRPr="00543F07" w:rsidRDefault="00F47A17" w:rsidP="00CF3CA3">
            <w:pPr>
              <w:rPr>
                <w:sz w:val="16"/>
                <w:rPrChange w:id="604" w:author="vyznačené změny" w:date="2024-06-10T14:58:00Z" w16du:dateUtc="2024-06-10T12:58:00Z">
                  <w:rPr>
                    <w:sz w:val="16"/>
                    <w:highlight w:val="yellow"/>
                  </w:rPr>
                </w:rPrChange>
              </w:rPr>
            </w:pPr>
            <w:del w:id="605" w:author="vyznačené změny" w:date="2024-06-10T14:58:00Z" w16du:dateUtc="2024-06-10T12:58:00Z">
              <w:r w:rsidRPr="00B057D3">
                <w:rPr>
                  <w:sz w:val="16"/>
                  <w:szCs w:val="16"/>
                  <w:highlight w:val="yellow"/>
                </w:rPr>
                <w:delText>[DOPLNÍ DODAVATEL]</w:delText>
              </w:r>
            </w:del>
            <w:ins w:id="606" w:author="vyznačené změny" w:date="2024-06-10T14:58:00Z" w16du:dateUtc="2024-06-10T12:58:00Z">
              <w:r w:rsidR="007151D0" w:rsidRPr="0042061D">
                <w:rPr>
                  <w:sz w:val="16"/>
                  <w:szCs w:val="16"/>
                </w:rPr>
                <w:t>Cena zakázky v Kč bez DPH, resp. té části plnění zakázky, kter</w:t>
              </w:r>
              <w:r w:rsidR="007151D0">
                <w:rPr>
                  <w:sz w:val="16"/>
                  <w:szCs w:val="16"/>
                </w:rPr>
                <w:t>á</w:t>
              </w:r>
              <w:r w:rsidR="007151D0" w:rsidRPr="0042061D">
                <w:rPr>
                  <w:sz w:val="16"/>
                  <w:szCs w:val="16"/>
                </w:rPr>
                <w:t xml:space="preserve"> v případě zakázky na více činností</w:t>
              </w:r>
              <w:r w:rsidR="007151D0">
                <w:rPr>
                  <w:sz w:val="16"/>
                  <w:szCs w:val="16"/>
                </w:rPr>
                <w:t xml:space="preserve"> </w:t>
              </w:r>
              <w:r w:rsidR="007151D0" w:rsidRPr="0042061D">
                <w:rPr>
                  <w:sz w:val="16"/>
                  <w:szCs w:val="16"/>
                </w:rPr>
                <w:t xml:space="preserve">obsahově odpovídá zadavatelem stanovené </w:t>
              </w:r>
              <w:r w:rsidR="007151D0">
                <w:rPr>
                  <w:sz w:val="16"/>
                  <w:szCs w:val="16"/>
                </w:rPr>
                <w:t xml:space="preserve">definici </w:t>
              </w:r>
              <w:r w:rsidR="007151D0" w:rsidRPr="0042061D">
                <w:rPr>
                  <w:sz w:val="16"/>
                  <w:szCs w:val="16"/>
                </w:rPr>
                <w:t>hodnocené zkušenost</w:t>
              </w:r>
              <w:r w:rsidR="001E5FDF">
                <w:rPr>
                  <w:sz w:val="16"/>
                  <w:szCs w:val="16"/>
                </w:rPr>
                <w:t>i</w:t>
              </w:r>
            </w:ins>
          </w:p>
        </w:tc>
        <w:tc>
          <w:tcPr>
            <w:tcW w:w="2835" w:type="dxa"/>
            <w:tcBorders>
              <w:top w:val="single" w:sz="2" w:space="0" w:color="auto"/>
            </w:tcBorders>
            <w:tcPrChange w:id="607" w:author="vyznačené změny" w:date="2024-06-10T14:58:00Z" w16du:dateUtc="2024-06-10T12:58:00Z">
              <w:tcPr>
                <w:tcW w:w="1843" w:type="dxa"/>
                <w:gridSpan w:val="2"/>
              </w:tcPr>
            </w:tcPrChange>
          </w:tcPr>
          <w:p w14:paraId="5A0A93CF"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highlight w:val="yellow"/>
              </w:rPr>
              <w:pPrChange w:id="608"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r w:rsidRPr="00833899">
              <w:rPr>
                <w:sz w:val="16"/>
                <w:szCs w:val="16"/>
                <w:highlight w:val="yellow"/>
              </w:rPr>
              <w:t>[DOPLNÍ DODAVATEL]</w:t>
            </w:r>
          </w:p>
        </w:tc>
        <w:tc>
          <w:tcPr>
            <w:tcW w:w="1984" w:type="dxa"/>
            <w:cellDel w:id="609" w:author="vyznačené změny" w:date="2024-06-10T14:58:00Z"/>
            <w:tcPrChange w:id="610" w:author="vyznačené změny" w:date="2024-06-10T14:58:00Z" w16du:dateUtc="2024-06-10T12:58:00Z">
              <w:tcPr>
                <w:tcW w:w="1984" w:type="dxa"/>
                <w:gridSpan w:val="2"/>
                <w:cellDel w:id="611" w:author="vyznačené změny" w:date="2024-06-10T14:58:00Z"/>
              </w:tcPr>
            </w:tcPrChange>
          </w:tcPr>
          <w:p w14:paraId="29371CCF"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12" w:author="vyznačené změny" w:date="2024-06-10T14:58:00Z" w16du:dateUtc="2024-06-10T12:58:00Z">
              <w:r w:rsidRPr="00B057D3">
                <w:rPr>
                  <w:sz w:val="16"/>
                  <w:szCs w:val="16"/>
                  <w:highlight w:val="yellow"/>
                </w:rPr>
                <w:delText>[DOPLNÍ DODAVATEL]</w:delText>
              </w:r>
            </w:del>
          </w:p>
        </w:tc>
        <w:tc>
          <w:tcPr>
            <w:tcW w:w="1843" w:type="dxa"/>
            <w:cellDel w:id="613" w:author="vyznačené změny" w:date="2024-06-10T14:58:00Z"/>
            <w:tcPrChange w:id="614" w:author="vyznačené změny" w:date="2024-06-10T14:58:00Z" w16du:dateUtc="2024-06-10T12:58:00Z">
              <w:tcPr>
                <w:tcW w:w="1843" w:type="dxa"/>
                <w:gridSpan w:val="2"/>
                <w:cellDel w:id="615" w:author="vyznačené změny" w:date="2024-06-10T14:58:00Z"/>
              </w:tcPr>
            </w:tcPrChange>
          </w:tcPr>
          <w:p w14:paraId="4258E6FF"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16" w:author="vyznačené změny" w:date="2024-06-10T14:58:00Z" w16du:dateUtc="2024-06-10T12:58:00Z">
              <w:r w:rsidRPr="00B057D3">
                <w:rPr>
                  <w:sz w:val="16"/>
                  <w:szCs w:val="16"/>
                  <w:highlight w:val="yellow"/>
                </w:rPr>
                <w:delText>[DOPLNÍ DODAVATEL]</w:delText>
              </w:r>
            </w:del>
          </w:p>
        </w:tc>
        <w:tc>
          <w:tcPr>
            <w:tcW w:w="2126" w:type="dxa"/>
            <w:cellDel w:id="617" w:author="vyznačené změny" w:date="2024-06-10T14:58:00Z"/>
            <w:tcPrChange w:id="618" w:author="vyznačené změny" w:date="2024-06-10T14:58:00Z" w16du:dateUtc="2024-06-10T12:58:00Z">
              <w:tcPr>
                <w:tcW w:w="2126" w:type="dxa"/>
                <w:gridSpan w:val="2"/>
                <w:cellDel w:id="619" w:author="vyznačené změny" w:date="2024-06-10T14:58:00Z"/>
              </w:tcPr>
            </w:tcPrChange>
          </w:tcPr>
          <w:p w14:paraId="67A2AE82"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20" w:author="vyznačené změny" w:date="2024-06-10T14:58:00Z" w16du:dateUtc="2024-06-10T12:58:00Z">
              <w:r w:rsidRPr="00B057D3">
                <w:rPr>
                  <w:sz w:val="16"/>
                  <w:szCs w:val="16"/>
                  <w:highlight w:val="yellow"/>
                </w:rPr>
                <w:delText>[DOPLNÍ DODAVATEL]</w:delText>
              </w:r>
            </w:del>
          </w:p>
        </w:tc>
      </w:tr>
      <w:tr w:rsidR="007151D0" w:rsidRPr="00833899" w14:paraId="1BBAD18A" w14:textId="5827C24C" w:rsidTr="00CF3CA3">
        <w:tblPrEx>
          <w:tblW w:w="8584" w:type="dxa"/>
          <w:tblInd w:w="142" w:type="dxa"/>
          <w:tblLayout w:type="fixed"/>
          <w:tblLook w:val="04E0" w:firstRow="1" w:lastRow="1" w:firstColumn="1" w:lastColumn="0" w:noHBand="0" w:noVBand="1"/>
          <w:tblPrExChange w:id="621" w:author="vyznačené změny" w:date="2024-06-10T14:58:00Z" w16du:dateUtc="2024-06-10T12:58:00Z">
            <w:tblPrEx>
              <w:tblW w:w="9214" w:type="dxa"/>
              <w:tblLayout w:type="fixed"/>
              <w:tblLook w:val="04E0" w:firstRow="1" w:lastRow="1" w:firstColumn="1" w:lastColumn="0" w:noHBand="0" w:noVBand="1"/>
            </w:tblPrEx>
          </w:tblPrExChange>
        </w:tblPrEx>
        <w:tc>
          <w:tcPr>
            <w:cnfStyle w:val="001000000000" w:firstRow="0" w:lastRow="0" w:firstColumn="1" w:lastColumn="0" w:oddVBand="0" w:evenVBand="0" w:oddHBand="0" w:evenHBand="0" w:firstRowFirstColumn="0" w:firstRowLastColumn="0" w:lastRowFirstColumn="0" w:lastRowLastColumn="0"/>
            <w:tcW w:w="5749" w:type="dxa"/>
            <w:gridSpan w:val="3"/>
            <w:tcBorders>
              <w:top w:val="single" w:sz="2" w:space="0" w:color="auto"/>
            </w:tcBorders>
            <w:tcPrChange w:id="622" w:author="vyznačené změny" w:date="2024-06-10T14:58:00Z" w16du:dateUtc="2024-06-10T12:58:00Z">
              <w:tcPr>
                <w:tcW w:w="1418" w:type="dxa"/>
                <w:gridSpan w:val="3"/>
              </w:tcPr>
            </w:tcPrChange>
          </w:tcPr>
          <w:p w14:paraId="2D2025F5" w14:textId="57B5459E" w:rsidR="007151D0" w:rsidRPr="00833899" w:rsidRDefault="00F47A17" w:rsidP="00CF3CA3">
            <w:pPr>
              <w:rPr>
                <w:sz w:val="16"/>
                <w:rPrChange w:id="623" w:author="vyznačené změny" w:date="2024-06-10T14:58:00Z" w16du:dateUtc="2024-06-10T12:58:00Z">
                  <w:rPr>
                    <w:sz w:val="16"/>
                    <w:highlight w:val="yellow"/>
                  </w:rPr>
                </w:rPrChange>
              </w:rPr>
            </w:pPr>
            <w:del w:id="624" w:author="vyznačené změny" w:date="2024-06-10T14:58:00Z" w16du:dateUtc="2024-06-10T12:58:00Z">
              <w:r w:rsidRPr="00B057D3">
                <w:rPr>
                  <w:sz w:val="16"/>
                  <w:szCs w:val="16"/>
                  <w:highlight w:val="yellow"/>
                </w:rPr>
                <w:delText>[DOPLNÍ DODAVATEL]</w:delText>
              </w:r>
            </w:del>
            <w:ins w:id="625" w:author="vyznačené změny" w:date="2024-06-10T14:58:00Z" w16du:dateUtc="2024-06-10T12:58:00Z">
              <w:r w:rsidR="007151D0" w:rsidRPr="00543F07">
                <w:rPr>
                  <w:sz w:val="16"/>
                  <w:szCs w:val="16"/>
                </w:rPr>
                <w:t>Objednatel zakázky (obch. firma/název</w:t>
              </w:r>
              <w:r w:rsidR="007151D0">
                <w:rPr>
                  <w:sz w:val="16"/>
                  <w:szCs w:val="16"/>
                </w:rPr>
                <w:t>,</w:t>
              </w:r>
              <w:r w:rsidR="007151D0" w:rsidRPr="00543F07">
                <w:rPr>
                  <w:sz w:val="16"/>
                  <w:szCs w:val="16"/>
                </w:rPr>
                <w:t xml:space="preserve"> sídlo</w:t>
              </w:r>
              <w:r w:rsidR="007151D0">
                <w:rPr>
                  <w:sz w:val="16"/>
                  <w:szCs w:val="16"/>
                </w:rPr>
                <w:t>, IČO</w:t>
              </w:r>
              <w:r w:rsidR="007151D0" w:rsidRPr="00543F07">
                <w:rPr>
                  <w:sz w:val="16"/>
                  <w:szCs w:val="16"/>
                </w:rPr>
                <w:t xml:space="preserve"> a kontaktní osoba objednatele - jméno, tel., email)</w:t>
              </w:r>
            </w:ins>
          </w:p>
        </w:tc>
        <w:tc>
          <w:tcPr>
            <w:tcW w:w="2835" w:type="dxa"/>
            <w:tcBorders>
              <w:top w:val="single" w:sz="2" w:space="0" w:color="auto"/>
            </w:tcBorders>
            <w:tcPrChange w:id="626" w:author="vyznačené změny" w:date="2024-06-10T14:58:00Z" w16du:dateUtc="2024-06-10T12:58:00Z">
              <w:tcPr>
                <w:tcW w:w="1843" w:type="dxa"/>
                <w:gridSpan w:val="2"/>
              </w:tcPr>
            </w:tcPrChange>
          </w:tcPr>
          <w:p w14:paraId="455CFF4C"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rPrChange w:id="627" w:author="vyznačené změny" w:date="2024-06-10T14:58:00Z" w16du:dateUtc="2024-06-10T12:58:00Z">
                  <w:rPr>
                    <w:sz w:val="16"/>
                    <w:highlight w:val="yellow"/>
                  </w:rPr>
                </w:rPrChange>
              </w:rPr>
              <w:pPrChange w:id="628"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r w:rsidRPr="00833899">
              <w:rPr>
                <w:sz w:val="16"/>
                <w:szCs w:val="16"/>
                <w:highlight w:val="yellow"/>
              </w:rPr>
              <w:t>[DOPLNÍ DODAVATEL]</w:t>
            </w:r>
          </w:p>
        </w:tc>
        <w:tc>
          <w:tcPr>
            <w:tcW w:w="1984" w:type="dxa"/>
            <w:cellDel w:id="629" w:author="vyznačené změny" w:date="2024-06-10T14:58:00Z"/>
            <w:tcPrChange w:id="630" w:author="vyznačené změny" w:date="2024-06-10T14:58:00Z" w16du:dateUtc="2024-06-10T12:58:00Z">
              <w:tcPr>
                <w:tcW w:w="1984" w:type="dxa"/>
                <w:gridSpan w:val="2"/>
                <w:cellDel w:id="631" w:author="vyznačené změny" w:date="2024-06-10T14:58:00Z"/>
              </w:tcPr>
            </w:tcPrChange>
          </w:tcPr>
          <w:p w14:paraId="71B231ED"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32" w:author="vyznačené změny" w:date="2024-06-10T14:58:00Z" w16du:dateUtc="2024-06-10T12:58:00Z">
              <w:r w:rsidRPr="00B057D3">
                <w:rPr>
                  <w:sz w:val="16"/>
                  <w:szCs w:val="16"/>
                  <w:highlight w:val="yellow"/>
                </w:rPr>
                <w:delText>[DOPLNÍ DODAVATEL]</w:delText>
              </w:r>
            </w:del>
          </w:p>
        </w:tc>
        <w:tc>
          <w:tcPr>
            <w:tcW w:w="1843" w:type="dxa"/>
            <w:cellDel w:id="633" w:author="vyznačené změny" w:date="2024-06-10T14:58:00Z"/>
            <w:tcPrChange w:id="634" w:author="vyznačené změny" w:date="2024-06-10T14:58:00Z" w16du:dateUtc="2024-06-10T12:58:00Z">
              <w:tcPr>
                <w:tcW w:w="1843" w:type="dxa"/>
                <w:gridSpan w:val="2"/>
                <w:cellDel w:id="635" w:author="vyznačené změny" w:date="2024-06-10T14:58:00Z"/>
              </w:tcPr>
            </w:tcPrChange>
          </w:tcPr>
          <w:p w14:paraId="5C324EB7"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36" w:author="vyznačené změny" w:date="2024-06-10T14:58:00Z" w16du:dateUtc="2024-06-10T12:58:00Z">
              <w:r w:rsidRPr="00B057D3">
                <w:rPr>
                  <w:sz w:val="16"/>
                  <w:szCs w:val="16"/>
                  <w:highlight w:val="yellow"/>
                </w:rPr>
                <w:delText>[DOPLNÍ DODAVATEL]</w:delText>
              </w:r>
            </w:del>
          </w:p>
        </w:tc>
        <w:tc>
          <w:tcPr>
            <w:tcW w:w="2126" w:type="dxa"/>
            <w:cellDel w:id="637" w:author="vyznačené změny" w:date="2024-06-10T14:58:00Z"/>
            <w:tcPrChange w:id="638" w:author="vyznačené změny" w:date="2024-06-10T14:58:00Z" w16du:dateUtc="2024-06-10T12:58:00Z">
              <w:tcPr>
                <w:tcW w:w="2126" w:type="dxa"/>
                <w:gridSpan w:val="2"/>
                <w:cellDel w:id="639" w:author="vyznačené změny" w:date="2024-06-10T14:58:00Z"/>
              </w:tcPr>
            </w:tcPrChange>
          </w:tcPr>
          <w:p w14:paraId="11029D39"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40" w:author="vyznačené změny" w:date="2024-06-10T14:58:00Z" w16du:dateUtc="2024-06-10T12:58:00Z">
              <w:r w:rsidRPr="00B057D3">
                <w:rPr>
                  <w:sz w:val="16"/>
                  <w:szCs w:val="16"/>
                  <w:highlight w:val="yellow"/>
                </w:rPr>
                <w:delText>[DOPLNÍ DODAVATEL]</w:delText>
              </w:r>
            </w:del>
          </w:p>
        </w:tc>
      </w:tr>
      <w:tr w:rsidR="007151D0" w:rsidRPr="00833899" w14:paraId="32A41D7F" w14:textId="3AF7B664" w:rsidTr="00CF3CA3">
        <w:tblPrEx>
          <w:tblW w:w="8584" w:type="dxa"/>
          <w:tblInd w:w="142" w:type="dxa"/>
          <w:tblLayout w:type="fixed"/>
          <w:tblLook w:val="04E0" w:firstRow="1" w:lastRow="1" w:firstColumn="1" w:lastColumn="0" w:noHBand="0" w:noVBand="1"/>
          <w:tblPrExChange w:id="641" w:author="vyznačené změny" w:date="2024-06-10T14:58:00Z" w16du:dateUtc="2024-06-10T12:58:00Z">
            <w:tblPrEx>
              <w:tblW w:w="9214" w:type="dxa"/>
              <w:tblLayout w:type="fixed"/>
              <w:tblLook w:val="04E0" w:firstRow="1" w:lastRow="1" w:firstColumn="1" w:lastColumn="0" w:noHBand="0" w:noVBand="1"/>
            </w:tblPrEx>
          </w:tblPrExChange>
        </w:tblPrEx>
        <w:tc>
          <w:tcPr>
            <w:cnfStyle w:val="001000000000" w:firstRow="0" w:lastRow="0" w:firstColumn="1" w:lastColumn="0" w:oddVBand="0" w:evenVBand="0" w:oddHBand="0" w:evenHBand="0" w:firstRowFirstColumn="0" w:firstRowLastColumn="0" w:lastRowFirstColumn="0" w:lastRowLastColumn="0"/>
            <w:tcW w:w="5749" w:type="dxa"/>
            <w:gridSpan w:val="3"/>
            <w:tcBorders>
              <w:top w:val="single" w:sz="2" w:space="0" w:color="auto"/>
            </w:tcBorders>
            <w:tcPrChange w:id="642" w:author="vyznačené změny" w:date="2024-06-10T14:58:00Z" w16du:dateUtc="2024-06-10T12:58:00Z">
              <w:tcPr>
                <w:tcW w:w="1418" w:type="dxa"/>
                <w:gridSpan w:val="3"/>
                <w:tcBorders>
                  <w:bottom w:val="single" w:sz="2" w:space="0" w:color="auto"/>
                </w:tcBorders>
              </w:tcPr>
            </w:tcPrChange>
          </w:tcPr>
          <w:p w14:paraId="6905672F" w14:textId="5D73D10A" w:rsidR="007151D0" w:rsidRPr="00543F07" w:rsidRDefault="00F47A17" w:rsidP="00CF3CA3">
            <w:pPr>
              <w:rPr>
                <w:sz w:val="16"/>
                <w:rPrChange w:id="643" w:author="vyznačené změny" w:date="2024-06-10T14:58:00Z" w16du:dateUtc="2024-06-10T12:58:00Z">
                  <w:rPr>
                    <w:sz w:val="16"/>
                    <w:highlight w:val="yellow"/>
                  </w:rPr>
                </w:rPrChange>
              </w:rPr>
            </w:pPr>
            <w:del w:id="644" w:author="vyznačené změny" w:date="2024-06-10T14:58:00Z" w16du:dateUtc="2024-06-10T12:58:00Z">
              <w:r w:rsidRPr="00B057D3">
                <w:rPr>
                  <w:sz w:val="16"/>
                  <w:szCs w:val="16"/>
                  <w:highlight w:val="yellow"/>
                </w:rPr>
                <w:delText>[DOPLNÍ DODAVATEL]</w:delText>
              </w:r>
            </w:del>
            <w:ins w:id="645" w:author="vyznačené změny" w:date="2024-06-10T14:58:00Z" w16du:dateUtc="2024-06-10T12:58:00Z">
              <w:r w:rsidR="007151D0">
                <w:rPr>
                  <w:sz w:val="16"/>
                  <w:szCs w:val="16"/>
                </w:rPr>
                <w:t>Zhotovitel zakázky (obch. firma/název, sídlo, IČO)</w:t>
              </w:r>
            </w:ins>
          </w:p>
        </w:tc>
        <w:tc>
          <w:tcPr>
            <w:tcW w:w="2835" w:type="dxa"/>
            <w:tcBorders>
              <w:top w:val="single" w:sz="2" w:space="0" w:color="auto"/>
            </w:tcBorders>
            <w:tcPrChange w:id="646" w:author="vyznačené změny" w:date="2024-06-10T14:58:00Z" w16du:dateUtc="2024-06-10T12:58:00Z">
              <w:tcPr>
                <w:tcW w:w="1843" w:type="dxa"/>
                <w:gridSpan w:val="2"/>
                <w:tcBorders>
                  <w:bottom w:val="single" w:sz="2" w:space="0" w:color="auto"/>
                </w:tcBorders>
              </w:tcPr>
            </w:tcPrChange>
          </w:tcPr>
          <w:p w14:paraId="0F545DEE"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szCs w:val="16"/>
                <w:highlight w:val="yellow"/>
              </w:rPr>
              <w:pPrChange w:id="647"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r w:rsidRPr="00833899">
              <w:rPr>
                <w:sz w:val="16"/>
                <w:szCs w:val="16"/>
                <w:highlight w:val="yellow"/>
              </w:rPr>
              <w:t>[DOPLNÍ DODAVATEL]</w:t>
            </w:r>
          </w:p>
        </w:tc>
        <w:tc>
          <w:tcPr>
            <w:tcW w:w="1984" w:type="dxa"/>
            <w:tcBorders>
              <w:bottom w:val="single" w:sz="2" w:space="0" w:color="auto"/>
            </w:tcBorders>
            <w:cellDel w:id="648" w:author="vyznačené změny" w:date="2024-06-10T14:58:00Z"/>
            <w:tcPrChange w:id="649" w:author="vyznačené změny" w:date="2024-06-10T14:58:00Z" w16du:dateUtc="2024-06-10T12:58:00Z">
              <w:tcPr>
                <w:tcW w:w="1984" w:type="dxa"/>
                <w:gridSpan w:val="2"/>
                <w:tcBorders>
                  <w:bottom w:val="single" w:sz="2" w:space="0" w:color="auto"/>
                </w:tcBorders>
                <w:cellDel w:id="650" w:author="vyznačené změny" w:date="2024-06-10T14:58:00Z"/>
              </w:tcPr>
            </w:tcPrChange>
          </w:tcPr>
          <w:p w14:paraId="7E1A07CB"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51" w:author="vyznačené změny" w:date="2024-06-10T14:58:00Z" w16du:dateUtc="2024-06-10T12:58:00Z">
              <w:r w:rsidRPr="00B057D3">
                <w:rPr>
                  <w:sz w:val="16"/>
                  <w:szCs w:val="16"/>
                  <w:highlight w:val="yellow"/>
                </w:rPr>
                <w:delText>[DOPLNÍ DODAVATEL]</w:delText>
              </w:r>
            </w:del>
          </w:p>
        </w:tc>
        <w:tc>
          <w:tcPr>
            <w:tcW w:w="1843" w:type="dxa"/>
            <w:tcBorders>
              <w:bottom w:val="single" w:sz="2" w:space="0" w:color="auto"/>
            </w:tcBorders>
            <w:cellDel w:id="652" w:author="vyznačené změny" w:date="2024-06-10T14:58:00Z"/>
            <w:tcPrChange w:id="653" w:author="vyznačené změny" w:date="2024-06-10T14:58:00Z" w16du:dateUtc="2024-06-10T12:58:00Z">
              <w:tcPr>
                <w:tcW w:w="1843" w:type="dxa"/>
                <w:gridSpan w:val="2"/>
                <w:tcBorders>
                  <w:bottom w:val="single" w:sz="2" w:space="0" w:color="auto"/>
                </w:tcBorders>
                <w:cellDel w:id="654" w:author="vyznačené změny" w:date="2024-06-10T14:58:00Z"/>
              </w:tcPr>
            </w:tcPrChange>
          </w:tcPr>
          <w:p w14:paraId="47A9EE1B"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55" w:author="vyznačené změny" w:date="2024-06-10T14:58:00Z" w16du:dateUtc="2024-06-10T12:58:00Z">
              <w:r w:rsidRPr="00B057D3">
                <w:rPr>
                  <w:sz w:val="16"/>
                  <w:szCs w:val="16"/>
                  <w:highlight w:val="yellow"/>
                </w:rPr>
                <w:delText>[DOPLNÍ DODAVATEL]</w:delText>
              </w:r>
            </w:del>
          </w:p>
        </w:tc>
        <w:tc>
          <w:tcPr>
            <w:tcW w:w="2126" w:type="dxa"/>
            <w:tcBorders>
              <w:bottom w:val="single" w:sz="2" w:space="0" w:color="auto"/>
            </w:tcBorders>
            <w:cellDel w:id="656" w:author="vyznačené změny" w:date="2024-06-10T14:58:00Z"/>
            <w:tcPrChange w:id="657" w:author="vyznačené změny" w:date="2024-06-10T14:58:00Z" w16du:dateUtc="2024-06-10T12:58:00Z">
              <w:tcPr>
                <w:tcW w:w="2126" w:type="dxa"/>
                <w:gridSpan w:val="2"/>
                <w:tcBorders>
                  <w:bottom w:val="single" w:sz="2" w:space="0" w:color="auto"/>
                </w:tcBorders>
                <w:cellDel w:id="658" w:author="vyznačené změny" w:date="2024-06-10T14:58:00Z"/>
              </w:tcPr>
            </w:tcPrChange>
          </w:tcPr>
          <w:p w14:paraId="5D206948"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59" w:author="vyznačené změny" w:date="2024-06-10T14:58:00Z" w16du:dateUtc="2024-06-10T12:58:00Z">
              <w:r w:rsidRPr="00B057D3">
                <w:rPr>
                  <w:sz w:val="16"/>
                  <w:szCs w:val="16"/>
                  <w:highlight w:val="yellow"/>
                </w:rPr>
                <w:delText>[DOPLNÍ DODAVATEL]</w:delText>
              </w:r>
            </w:del>
          </w:p>
        </w:tc>
      </w:tr>
      <w:tr w:rsidR="007151D0" w:rsidRPr="00833899" w14:paraId="4A0E04BD" w14:textId="265F20B0" w:rsidTr="00CF3CA3">
        <w:tblPrEx>
          <w:tblW w:w="8584" w:type="dxa"/>
          <w:tblInd w:w="142" w:type="dxa"/>
          <w:tblLayout w:type="fixed"/>
          <w:tblLook w:val="04E0" w:firstRow="1" w:lastRow="1" w:firstColumn="1" w:lastColumn="0" w:noHBand="0" w:noVBand="1"/>
          <w:tblPrExChange w:id="660" w:author="vyznačené změny" w:date="2024-06-10T14:58:00Z" w16du:dateUtc="2024-06-10T12:58:00Z">
            <w:tblPrEx>
              <w:tblW w:w="9214" w:type="dxa"/>
              <w:tblLayout w:type="fixed"/>
              <w:tblLook w:val="04E0" w:firstRow="1" w:lastRow="1" w:firstColumn="1" w:lastColumn="0" w:noHBand="0" w:noVBand="1"/>
            </w:tblPrEx>
          </w:tblPrExChange>
        </w:tblPrEx>
        <w:tc>
          <w:tcPr>
            <w:cnfStyle w:val="001000000000" w:firstRow="0" w:lastRow="0" w:firstColumn="1" w:lastColumn="0" w:oddVBand="0" w:evenVBand="0" w:oddHBand="0" w:evenHBand="0" w:firstRowFirstColumn="0" w:firstRowLastColumn="0" w:lastRowFirstColumn="0" w:lastRowLastColumn="0"/>
            <w:tcW w:w="5749" w:type="dxa"/>
            <w:gridSpan w:val="3"/>
            <w:tcBorders>
              <w:top w:val="single" w:sz="2" w:space="0" w:color="auto"/>
              <w:bottom w:val="single" w:sz="2" w:space="0" w:color="auto"/>
            </w:tcBorders>
            <w:tcPrChange w:id="661" w:author="vyznačené změny" w:date="2024-06-10T14:58:00Z" w16du:dateUtc="2024-06-10T12:58:00Z">
              <w:tcPr>
                <w:tcW w:w="1418" w:type="dxa"/>
                <w:gridSpan w:val="3"/>
                <w:tcBorders>
                  <w:bottom w:val="single" w:sz="2" w:space="0" w:color="auto"/>
                </w:tcBorders>
              </w:tcPr>
            </w:tcPrChange>
          </w:tcPr>
          <w:p w14:paraId="5D0C6727" w14:textId="0BA80021" w:rsidR="007151D0" w:rsidRPr="00833899" w:rsidRDefault="00F47A17" w:rsidP="00CF3CA3">
            <w:pPr>
              <w:rPr>
                <w:sz w:val="16"/>
                <w:rPrChange w:id="662" w:author="vyznačené změny" w:date="2024-06-10T14:58:00Z" w16du:dateUtc="2024-06-10T12:58:00Z">
                  <w:rPr>
                    <w:sz w:val="16"/>
                    <w:highlight w:val="yellow"/>
                  </w:rPr>
                </w:rPrChange>
              </w:rPr>
            </w:pPr>
            <w:del w:id="663" w:author="vyznačené změny" w:date="2024-06-10T14:58:00Z" w16du:dateUtc="2024-06-10T12:58:00Z">
              <w:r w:rsidRPr="00B057D3">
                <w:rPr>
                  <w:sz w:val="16"/>
                  <w:szCs w:val="16"/>
                  <w:highlight w:val="yellow"/>
                </w:rPr>
                <w:delText>[DOPLNÍ DODAVATEL]</w:delText>
              </w:r>
            </w:del>
            <w:ins w:id="664" w:author="vyznačené změny" w:date="2024-06-10T14:58:00Z" w16du:dateUtc="2024-06-10T12:58:00Z">
              <w:r w:rsidR="007151D0" w:rsidRPr="00543F07">
                <w:rPr>
                  <w:sz w:val="16"/>
                  <w:szCs w:val="16"/>
                </w:rPr>
                <w:t>Termín dokončení zakázky, resp. té části plnění zakázky</w:t>
              </w:r>
              <w:r w:rsidR="007151D0">
                <w:rPr>
                  <w:sz w:val="16"/>
                  <w:szCs w:val="16"/>
                </w:rPr>
                <w:t>,</w:t>
              </w:r>
              <w:r w:rsidR="007151D0" w:rsidRPr="00543F07">
                <w:rPr>
                  <w:sz w:val="16"/>
                  <w:szCs w:val="16"/>
                </w:rPr>
                <w:t xml:space="preserve"> kter</w:t>
              </w:r>
              <w:r w:rsidR="007151D0">
                <w:rPr>
                  <w:sz w:val="16"/>
                  <w:szCs w:val="16"/>
                </w:rPr>
                <w:t>á</w:t>
              </w:r>
              <w:r w:rsidR="007151D0" w:rsidRPr="00543F07">
                <w:rPr>
                  <w:sz w:val="16"/>
                  <w:szCs w:val="16"/>
                </w:rPr>
                <w:t xml:space="preserve"> v případě zakázky na více činností obsahově odpovídá zadavatelem stanovené </w:t>
              </w:r>
              <w:r w:rsidR="007151D0">
                <w:rPr>
                  <w:sz w:val="16"/>
                  <w:szCs w:val="16"/>
                </w:rPr>
                <w:t xml:space="preserve">definici </w:t>
              </w:r>
              <w:r w:rsidR="007151D0" w:rsidRPr="0042061D">
                <w:rPr>
                  <w:sz w:val="16"/>
                  <w:szCs w:val="16"/>
                </w:rPr>
                <w:t>hodnocené zkušenosti</w:t>
              </w:r>
            </w:ins>
          </w:p>
        </w:tc>
        <w:tc>
          <w:tcPr>
            <w:tcW w:w="2835" w:type="dxa"/>
            <w:tcBorders>
              <w:top w:val="single" w:sz="2" w:space="0" w:color="auto"/>
              <w:bottom w:val="single" w:sz="2" w:space="0" w:color="auto"/>
            </w:tcBorders>
            <w:tcPrChange w:id="665" w:author="vyznačené změny" w:date="2024-06-10T14:58:00Z" w16du:dateUtc="2024-06-10T12:58:00Z">
              <w:tcPr>
                <w:tcW w:w="1843" w:type="dxa"/>
                <w:gridSpan w:val="2"/>
                <w:tcBorders>
                  <w:bottom w:val="single" w:sz="2" w:space="0" w:color="auto"/>
                </w:tcBorders>
              </w:tcPr>
            </w:tcPrChange>
          </w:tcPr>
          <w:p w14:paraId="3FDE3117" w14:textId="77777777" w:rsidR="007151D0" w:rsidRPr="00833899" w:rsidRDefault="007151D0" w:rsidP="00CF3CA3">
            <w:pPr>
              <w:cnfStyle w:val="000000000000" w:firstRow="0" w:lastRow="0" w:firstColumn="0" w:lastColumn="0" w:oddVBand="0" w:evenVBand="0" w:oddHBand="0" w:evenHBand="0" w:firstRowFirstColumn="0" w:firstRowLastColumn="0" w:lastRowFirstColumn="0" w:lastRowLastColumn="0"/>
              <w:rPr>
                <w:sz w:val="16"/>
                <w:rPrChange w:id="666" w:author="vyznačené změny" w:date="2024-06-10T14:58:00Z" w16du:dateUtc="2024-06-10T12:58:00Z">
                  <w:rPr>
                    <w:sz w:val="16"/>
                    <w:highlight w:val="yellow"/>
                  </w:rPr>
                </w:rPrChange>
              </w:rPr>
              <w:pPrChange w:id="667" w:author="vyznačené změny" w:date="2024-06-10T14:58:00Z" w16du:dateUtc="2024-06-10T12:58:00Z">
                <w:pPr>
                  <w:jc w:val="center"/>
                  <w:cnfStyle w:val="000000000000" w:firstRow="0" w:lastRow="0" w:firstColumn="0" w:lastColumn="0" w:oddVBand="0" w:evenVBand="0" w:oddHBand="0" w:evenHBand="0" w:firstRowFirstColumn="0" w:firstRowLastColumn="0" w:lastRowFirstColumn="0" w:lastRowLastColumn="0"/>
                </w:pPr>
              </w:pPrChange>
            </w:pPr>
            <w:r w:rsidRPr="00833899">
              <w:rPr>
                <w:sz w:val="16"/>
                <w:szCs w:val="16"/>
                <w:highlight w:val="yellow"/>
              </w:rPr>
              <w:t>[DOPLNÍ DODAVATEL]</w:t>
            </w:r>
          </w:p>
        </w:tc>
        <w:tc>
          <w:tcPr>
            <w:tcW w:w="1984" w:type="dxa"/>
            <w:tcBorders>
              <w:bottom w:val="single" w:sz="2" w:space="0" w:color="auto"/>
            </w:tcBorders>
            <w:cellDel w:id="668" w:author="vyznačené změny" w:date="2024-06-10T14:58:00Z"/>
            <w:tcPrChange w:id="669" w:author="vyznačené změny" w:date="2024-06-10T14:58:00Z" w16du:dateUtc="2024-06-10T12:58:00Z">
              <w:tcPr>
                <w:tcW w:w="1984" w:type="dxa"/>
                <w:gridSpan w:val="2"/>
                <w:tcBorders>
                  <w:bottom w:val="single" w:sz="2" w:space="0" w:color="auto"/>
                </w:tcBorders>
                <w:cellDel w:id="670" w:author="vyznačené změny" w:date="2024-06-10T14:58:00Z"/>
              </w:tcPr>
            </w:tcPrChange>
          </w:tcPr>
          <w:p w14:paraId="412646A8"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71" w:author="vyznačené změny" w:date="2024-06-10T14:58:00Z" w16du:dateUtc="2024-06-10T12:58:00Z">
              <w:r w:rsidRPr="00B057D3">
                <w:rPr>
                  <w:sz w:val="16"/>
                  <w:szCs w:val="16"/>
                  <w:highlight w:val="yellow"/>
                </w:rPr>
                <w:delText>[DOPLNÍ DODAVATEL]</w:delText>
              </w:r>
            </w:del>
          </w:p>
        </w:tc>
        <w:tc>
          <w:tcPr>
            <w:tcW w:w="1843" w:type="dxa"/>
            <w:tcBorders>
              <w:bottom w:val="single" w:sz="2" w:space="0" w:color="auto"/>
            </w:tcBorders>
            <w:cellDel w:id="672" w:author="vyznačené změny" w:date="2024-06-10T14:58:00Z"/>
            <w:tcPrChange w:id="673" w:author="vyznačené změny" w:date="2024-06-10T14:58:00Z" w16du:dateUtc="2024-06-10T12:58:00Z">
              <w:tcPr>
                <w:tcW w:w="1843" w:type="dxa"/>
                <w:gridSpan w:val="2"/>
                <w:tcBorders>
                  <w:bottom w:val="single" w:sz="2" w:space="0" w:color="auto"/>
                </w:tcBorders>
                <w:cellDel w:id="674" w:author="vyznačené změny" w:date="2024-06-10T14:58:00Z"/>
              </w:tcPr>
            </w:tcPrChange>
          </w:tcPr>
          <w:p w14:paraId="74717791"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75" w:author="vyznačené změny" w:date="2024-06-10T14:58:00Z" w16du:dateUtc="2024-06-10T12:58:00Z">
              <w:r w:rsidRPr="00B057D3">
                <w:rPr>
                  <w:sz w:val="16"/>
                  <w:szCs w:val="16"/>
                  <w:highlight w:val="yellow"/>
                </w:rPr>
                <w:delText>[DOPLNÍ DODAVATEL]</w:delText>
              </w:r>
            </w:del>
          </w:p>
        </w:tc>
        <w:tc>
          <w:tcPr>
            <w:tcW w:w="2126" w:type="dxa"/>
            <w:tcBorders>
              <w:bottom w:val="single" w:sz="2" w:space="0" w:color="auto"/>
            </w:tcBorders>
            <w:cellDel w:id="676" w:author="vyznačené změny" w:date="2024-06-10T14:58:00Z"/>
            <w:tcPrChange w:id="677" w:author="vyznačené změny" w:date="2024-06-10T14:58:00Z" w16du:dateUtc="2024-06-10T12:58:00Z">
              <w:tcPr>
                <w:tcW w:w="2126" w:type="dxa"/>
                <w:gridSpan w:val="2"/>
                <w:tcBorders>
                  <w:bottom w:val="single" w:sz="2" w:space="0" w:color="auto"/>
                </w:tcBorders>
                <w:cellDel w:id="678" w:author="vyznačené změny" w:date="2024-06-10T14:58:00Z"/>
              </w:tcPr>
            </w:tcPrChange>
          </w:tcPr>
          <w:p w14:paraId="4004DC07" w14:textId="77777777" w:rsidR="00F47A17" w:rsidRPr="00B057D3" w:rsidRDefault="00F47A17" w:rsidP="00C773E8">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del w:id="679" w:author="vyznačené změny" w:date="2024-06-10T14:58:00Z" w16du:dateUtc="2024-06-10T12:58:00Z">
              <w:r w:rsidRPr="00B057D3">
                <w:rPr>
                  <w:sz w:val="16"/>
                  <w:szCs w:val="16"/>
                  <w:highlight w:val="yellow"/>
                </w:rPr>
                <w:delText>[DOPLNÍ DODAVATEL]</w:delText>
              </w:r>
            </w:del>
          </w:p>
        </w:tc>
      </w:tr>
      <w:tr w:rsidR="007151D0" w:rsidRPr="00833899" w14:paraId="63F74238" w14:textId="621F48F7" w:rsidTr="00CF3CA3">
        <w:tblPrEx>
          <w:tblW w:w="8584" w:type="dxa"/>
          <w:tblInd w:w="142" w:type="dxa"/>
          <w:tblLayout w:type="fixed"/>
          <w:tblLook w:val="04E0" w:firstRow="1" w:lastRow="1" w:firstColumn="1" w:lastColumn="0" w:noHBand="0" w:noVBand="1"/>
          <w:tblPrExChange w:id="680" w:author="vyznačené změny" w:date="2024-06-10T14:58:00Z" w16du:dateUtc="2024-06-10T12:58:00Z">
            <w:tblPrEx>
              <w:tblW w:w="9214" w:type="dxa"/>
              <w:tblLayout w:type="fixed"/>
              <w:tblLook w:val="04E0" w:firstRow="1" w:lastRow="1" w:firstColumn="1" w:lastColumn="0" w:noHBand="0" w:noVBand="1"/>
            </w:tblPrEx>
          </w:tblPrExChange>
        </w:tblPrEx>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gridSpan w:val="3"/>
            <w:tcBorders>
              <w:top w:val="single" w:sz="2" w:space="0" w:color="auto"/>
            </w:tcBorders>
            <w:shd w:val="clear" w:color="auto" w:fill="auto"/>
            <w:tcPrChange w:id="681" w:author="vyznačené změny" w:date="2024-06-10T14:58:00Z" w16du:dateUtc="2024-06-10T12:58:00Z">
              <w:tcPr>
                <w:tcW w:w="1418" w:type="dxa"/>
                <w:gridSpan w:val="3"/>
                <w:tcBorders>
                  <w:top w:val="single" w:sz="2" w:space="0" w:color="auto"/>
                </w:tcBorders>
                <w:shd w:val="clear" w:color="auto" w:fill="auto"/>
              </w:tcPr>
            </w:tcPrChange>
          </w:tcPr>
          <w:p w14:paraId="16D8A825" w14:textId="05A67F2D" w:rsidR="007151D0" w:rsidRPr="0042061D" w:rsidRDefault="007151D0" w:rsidP="00CF3CA3">
            <w:pPr>
              <w:cnfStyle w:val="011000000000" w:firstRow="0" w:lastRow="1" w:firstColumn="1" w:lastColumn="0" w:oddVBand="0" w:evenVBand="0" w:oddHBand="0" w:evenHBand="0" w:firstRowFirstColumn="0" w:firstRowLastColumn="0" w:lastRowFirstColumn="0" w:lastRowLastColumn="0"/>
              <w:rPr>
                <w:b w:val="0"/>
                <w:sz w:val="16"/>
                <w:rPrChange w:id="682" w:author="vyznačené změny" w:date="2024-06-10T14:58:00Z" w16du:dateUtc="2024-06-10T12:58:00Z">
                  <w:rPr>
                    <w:b w:val="0"/>
                    <w:sz w:val="16"/>
                    <w:highlight w:val="yellow"/>
                  </w:rPr>
                </w:rPrChange>
              </w:rPr>
            </w:pPr>
            <w:ins w:id="683" w:author="vyznačené změny" w:date="2024-06-10T14:58:00Z" w16du:dateUtc="2024-06-10T12:58:00Z">
              <w:r w:rsidRPr="000407F8">
                <w:rPr>
                  <w:b w:val="0"/>
                  <w:sz w:val="16"/>
                  <w:szCs w:val="16"/>
                </w:rPr>
                <w:t xml:space="preserve">Vykonávaná funkce/pozice a </w:t>
              </w:r>
              <w:r>
                <w:rPr>
                  <w:b w:val="0"/>
                  <w:sz w:val="16"/>
                  <w:szCs w:val="16"/>
                </w:rPr>
                <w:t>p</w:t>
              </w:r>
              <w:r w:rsidRPr="0042061D">
                <w:rPr>
                  <w:b w:val="0"/>
                  <w:sz w:val="16"/>
                  <w:szCs w:val="16"/>
                </w:rPr>
                <w:t xml:space="preserve">opis pracovních činností vykonávaných členem </w:t>
              </w:r>
              <w:r w:rsidR="001E5FDF">
                <w:rPr>
                  <w:b w:val="0"/>
                  <w:sz w:val="16"/>
                  <w:szCs w:val="16"/>
                </w:rPr>
                <w:t>realizačního týmu</w:t>
              </w:r>
              <w:r>
                <w:rPr>
                  <w:b w:val="0"/>
                  <w:sz w:val="16"/>
                  <w:szCs w:val="16"/>
                </w:rPr>
                <w:t xml:space="preserve"> </w:t>
              </w:r>
              <w:r w:rsidRPr="0042061D">
                <w:rPr>
                  <w:b w:val="0"/>
                  <w:sz w:val="16"/>
                  <w:szCs w:val="16"/>
                </w:rPr>
                <w:t>- v detailu potřebném pro ověření splnění požadavků</w:t>
              </w:r>
              <w:r>
                <w:t xml:space="preserve"> </w:t>
              </w:r>
              <w:r w:rsidRPr="00746A3A">
                <w:rPr>
                  <w:b w:val="0"/>
                  <w:sz w:val="16"/>
                  <w:szCs w:val="16"/>
                </w:rPr>
                <w:t>relevantních pro hodnocení</w:t>
              </w:r>
            </w:ins>
            <w:moveFromRangeStart w:id="684" w:author="vyznačené změny" w:date="2024-06-10T14:58:00Z" w:name="move168923900"/>
            <w:moveFrom w:id="685" w:author="vyznačené změny" w:date="2024-06-10T14:58:00Z" w16du:dateUtc="2024-06-10T12:58:00Z">
              <w:r w:rsidRPr="00833899">
                <w:rPr>
                  <w:sz w:val="16"/>
                  <w:szCs w:val="16"/>
                  <w:highlight w:val="yellow"/>
                </w:rPr>
                <w:t>[DOPLNÍ DODAVATEL]</w:t>
              </w:r>
            </w:moveFrom>
            <w:moveFromRangeEnd w:id="684"/>
          </w:p>
        </w:tc>
        <w:tc>
          <w:tcPr>
            <w:tcW w:w="2835" w:type="dxa"/>
            <w:tcBorders>
              <w:top w:val="single" w:sz="2" w:space="0" w:color="auto"/>
            </w:tcBorders>
            <w:shd w:val="clear" w:color="auto" w:fill="auto"/>
            <w:tcPrChange w:id="686" w:author="vyznačené změny" w:date="2024-06-10T14:58:00Z" w16du:dateUtc="2024-06-10T12:58:00Z">
              <w:tcPr>
                <w:tcW w:w="1843" w:type="dxa"/>
                <w:gridSpan w:val="2"/>
                <w:tcBorders>
                  <w:top w:val="single" w:sz="2" w:space="0" w:color="auto"/>
                </w:tcBorders>
                <w:shd w:val="clear" w:color="auto" w:fill="auto"/>
              </w:tcPr>
            </w:tcPrChange>
          </w:tcPr>
          <w:p w14:paraId="10B752FC" w14:textId="77777777" w:rsidR="007151D0" w:rsidRPr="0042061D" w:rsidRDefault="007151D0" w:rsidP="00CF3CA3">
            <w:pPr>
              <w:cnfStyle w:val="010000000000" w:firstRow="0" w:lastRow="1" w:firstColumn="0" w:lastColumn="0" w:oddVBand="0" w:evenVBand="0" w:oddHBand="0" w:evenHBand="0" w:firstRowFirstColumn="0" w:firstRowLastColumn="0" w:lastRowFirstColumn="0" w:lastRowLastColumn="0"/>
              <w:rPr>
                <w:b w:val="0"/>
                <w:sz w:val="16"/>
                <w:rPrChange w:id="687" w:author="vyznačené změny" w:date="2024-06-10T14:58:00Z" w16du:dateUtc="2024-06-10T12:58:00Z">
                  <w:rPr>
                    <w:b w:val="0"/>
                    <w:sz w:val="16"/>
                    <w:highlight w:val="yellow"/>
                  </w:rPr>
                </w:rPrChange>
              </w:rPr>
              <w:pPrChange w:id="688" w:author="vyznačené změny" w:date="2024-06-10T14:58:00Z" w16du:dateUtc="2024-06-10T12:58:00Z">
                <w:pPr>
                  <w:jc w:val="center"/>
                  <w:cnfStyle w:val="010000000000" w:firstRow="0" w:lastRow="1" w:firstColumn="0" w:lastColumn="0" w:oddVBand="0" w:evenVBand="0" w:oddHBand="0" w:evenHBand="0" w:firstRowFirstColumn="0" w:firstRowLastColumn="0" w:lastRowFirstColumn="0" w:lastRowLastColumn="0"/>
                </w:pPr>
              </w:pPrChange>
            </w:pPr>
            <w:r w:rsidRPr="0042061D">
              <w:rPr>
                <w:b w:val="0"/>
                <w:sz w:val="16"/>
                <w:highlight w:val="yellow"/>
                <w:rPrChange w:id="689" w:author="vyznačené změny" w:date="2024-06-10T14:58:00Z" w16du:dateUtc="2024-06-10T12:58:00Z">
                  <w:rPr>
                    <w:sz w:val="16"/>
                    <w:highlight w:val="yellow"/>
                  </w:rPr>
                </w:rPrChange>
              </w:rPr>
              <w:t>[DOPLNÍ DODAVATEL]</w:t>
            </w:r>
          </w:p>
        </w:tc>
        <w:tc>
          <w:tcPr>
            <w:tcW w:w="1984" w:type="dxa"/>
            <w:tcBorders>
              <w:top w:val="single" w:sz="2" w:space="0" w:color="auto"/>
            </w:tcBorders>
            <w:cellDel w:id="690" w:author="vyznačené změny" w:date="2024-06-10T14:58:00Z"/>
            <w:tcPrChange w:id="691" w:author="vyznačené změny" w:date="2024-06-10T14:58:00Z" w16du:dateUtc="2024-06-10T12:58:00Z">
              <w:tcPr>
                <w:tcW w:w="1984" w:type="dxa"/>
                <w:gridSpan w:val="2"/>
                <w:tcBorders>
                  <w:top w:val="single" w:sz="2" w:space="0" w:color="auto"/>
                </w:tcBorders>
                <w:shd w:val="clear" w:color="auto" w:fill="auto"/>
                <w:cellDel w:id="692" w:author="vyznačené změny" w:date="2024-06-10T14:58:00Z"/>
              </w:tcPr>
            </w:tcPrChange>
          </w:tcPr>
          <w:p w14:paraId="1E54E1E7"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del w:id="693" w:author="vyznačené změny" w:date="2024-06-10T14:58:00Z" w16du:dateUtc="2024-06-10T12:58:00Z">
              <w:r w:rsidRPr="00B057D3">
                <w:rPr>
                  <w:sz w:val="16"/>
                  <w:szCs w:val="16"/>
                  <w:highlight w:val="yellow"/>
                </w:rPr>
                <w:delText>[DOPLNÍ DODAVATEL]</w:delText>
              </w:r>
            </w:del>
          </w:p>
        </w:tc>
        <w:tc>
          <w:tcPr>
            <w:tcW w:w="1843" w:type="dxa"/>
            <w:tcBorders>
              <w:top w:val="single" w:sz="2" w:space="0" w:color="auto"/>
            </w:tcBorders>
            <w:cellDel w:id="694" w:author="vyznačené změny" w:date="2024-06-10T14:58:00Z"/>
            <w:tcPrChange w:id="695" w:author="vyznačené změny" w:date="2024-06-10T14:58:00Z" w16du:dateUtc="2024-06-10T12:58:00Z">
              <w:tcPr>
                <w:tcW w:w="1843" w:type="dxa"/>
                <w:gridSpan w:val="2"/>
                <w:tcBorders>
                  <w:top w:val="single" w:sz="2" w:space="0" w:color="auto"/>
                </w:tcBorders>
                <w:shd w:val="clear" w:color="auto" w:fill="auto"/>
                <w:cellDel w:id="696" w:author="vyznačené změny" w:date="2024-06-10T14:58:00Z"/>
              </w:tcPr>
            </w:tcPrChange>
          </w:tcPr>
          <w:p w14:paraId="396B17FC"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del w:id="697" w:author="vyznačené změny" w:date="2024-06-10T14:58:00Z" w16du:dateUtc="2024-06-10T12:58:00Z">
              <w:r w:rsidRPr="00B057D3">
                <w:rPr>
                  <w:sz w:val="16"/>
                  <w:szCs w:val="16"/>
                  <w:highlight w:val="yellow"/>
                </w:rPr>
                <w:delText>[DOPLNÍ DODAVATEL]</w:delText>
              </w:r>
            </w:del>
          </w:p>
        </w:tc>
        <w:tc>
          <w:tcPr>
            <w:tcW w:w="2126" w:type="dxa"/>
            <w:tcBorders>
              <w:top w:val="single" w:sz="2" w:space="0" w:color="auto"/>
            </w:tcBorders>
            <w:cellDel w:id="698" w:author="vyznačené změny" w:date="2024-06-10T14:58:00Z"/>
            <w:tcPrChange w:id="699" w:author="vyznačené změny" w:date="2024-06-10T14:58:00Z" w16du:dateUtc="2024-06-10T12:58:00Z">
              <w:tcPr>
                <w:tcW w:w="2126" w:type="dxa"/>
                <w:gridSpan w:val="2"/>
                <w:tcBorders>
                  <w:top w:val="single" w:sz="2" w:space="0" w:color="auto"/>
                </w:tcBorders>
                <w:shd w:val="clear" w:color="auto" w:fill="auto"/>
                <w:cellDel w:id="700" w:author="vyznačené změny" w:date="2024-06-10T14:58:00Z"/>
              </w:tcPr>
            </w:tcPrChange>
          </w:tcPr>
          <w:p w14:paraId="5C83F9CF" w14:textId="77777777" w:rsidR="00F47A17" w:rsidRPr="00B057D3" w:rsidRDefault="00F47A17" w:rsidP="00C773E8">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del w:id="701" w:author="vyznačené změny" w:date="2024-06-10T14:58:00Z" w16du:dateUtc="2024-06-10T12:58:00Z">
              <w:r w:rsidRPr="00B057D3">
                <w:rPr>
                  <w:sz w:val="16"/>
                  <w:szCs w:val="16"/>
                  <w:highlight w:val="yellow"/>
                </w:rPr>
                <w:delText>[DOPLNÍ DODAVATEL]</w:delText>
              </w:r>
            </w:del>
          </w:p>
        </w:tc>
      </w:tr>
    </w:tbl>
    <w:p w14:paraId="4223B167" w14:textId="77777777" w:rsidR="00E2468D" w:rsidRPr="00F47A17" w:rsidRDefault="00E2468D" w:rsidP="00E2468D">
      <w:pPr>
        <w:pStyle w:val="Textbezslovn"/>
        <w:ind w:left="0"/>
        <w:rPr>
          <w:del w:id="702" w:author="vyznačené změny" w:date="2024-06-10T14:58:00Z" w16du:dateUtc="2024-06-10T12:58:00Z"/>
          <w:color w:val="FF0000"/>
        </w:rPr>
      </w:pPr>
    </w:p>
    <w:p w14:paraId="6E599DF9" w14:textId="77777777" w:rsidR="00E2468D" w:rsidRPr="00B057D3" w:rsidRDefault="00E2468D" w:rsidP="00E2468D">
      <w:pPr>
        <w:pStyle w:val="Textbezslovn"/>
        <w:ind w:left="0"/>
        <w:rPr>
          <w:del w:id="703" w:author="vyznačené změny" w:date="2024-06-10T14:58:00Z" w16du:dateUtc="2024-06-10T12:58:00Z"/>
        </w:rPr>
      </w:pPr>
      <w:del w:id="704" w:author="vyznačené změny" w:date="2024-06-10T14:58:00Z" w16du:dateUtc="2024-06-10T12:58:00Z">
        <w:r w:rsidRPr="00B057D3">
          <w:rPr>
            <w:b/>
          </w:rPr>
          <w:delText>*</w:delText>
        </w:r>
        <w:r w:rsidRPr="00F47A17">
          <w:rPr>
            <w:color w:val="FF0000"/>
          </w:rPr>
          <w:delText xml:space="preserve"> </w:delText>
        </w:r>
        <w:r w:rsidRPr="00B057D3">
          <w:delText xml:space="preserve">V příslušném sloupci dodavatel k jednotlivým </w:delText>
        </w:r>
        <w:r w:rsidR="00A06F09">
          <w:delText>referenčním zakázkám</w:delText>
        </w:r>
        <w:r w:rsidRPr="00B057D3">
          <w:delText xml:space="preserve"> doplní:</w:delText>
        </w:r>
      </w:del>
    </w:p>
    <w:p w14:paraId="7F0E4653" w14:textId="77777777" w:rsidR="00E2468D" w:rsidRPr="00B057D3" w:rsidRDefault="00E2468D" w:rsidP="00E2468D">
      <w:pPr>
        <w:pStyle w:val="Textbezslovn"/>
        <w:tabs>
          <w:tab w:val="left" w:pos="1560"/>
        </w:tabs>
        <w:spacing w:after="0"/>
        <w:ind w:left="1560" w:hanging="851"/>
        <w:rPr>
          <w:del w:id="705" w:author="vyznačené změny" w:date="2024-06-10T14:58:00Z" w16du:dateUtc="2024-06-10T12:58:00Z"/>
        </w:rPr>
      </w:pPr>
      <w:del w:id="706" w:author="vyznačené změny" w:date="2024-06-10T14:58:00Z" w16du:dateUtc="2024-06-10T12:58:00Z">
        <w:r w:rsidRPr="00B057D3">
          <w:rPr>
            <w:b/>
          </w:rPr>
          <w:delText xml:space="preserve">D - </w:delText>
        </w:r>
        <w:r w:rsidRPr="00B057D3">
          <w:rPr>
            <w:b/>
          </w:rPr>
          <w:tab/>
        </w:r>
        <w:r w:rsidRPr="00B057D3">
          <w:delText>pokud předmět služby realizoval jako dodavatel samostatně, nebo</w:delText>
        </w:r>
      </w:del>
    </w:p>
    <w:p w14:paraId="61ACDB81" w14:textId="77777777" w:rsidR="00E2468D" w:rsidRPr="00B057D3" w:rsidRDefault="00E2468D" w:rsidP="00E2468D">
      <w:pPr>
        <w:pStyle w:val="Textbezslovn"/>
        <w:tabs>
          <w:tab w:val="left" w:pos="1560"/>
        </w:tabs>
        <w:spacing w:after="0"/>
        <w:ind w:left="1560" w:hanging="851"/>
        <w:rPr>
          <w:del w:id="707" w:author="vyznačené změny" w:date="2024-06-10T14:58:00Z" w16du:dateUtc="2024-06-10T12:58:00Z"/>
        </w:rPr>
      </w:pPr>
      <w:del w:id="708" w:author="vyznačené změny" w:date="2024-06-10T14:58:00Z" w16du:dateUtc="2024-06-10T12:58:00Z">
        <w:r w:rsidRPr="00B057D3">
          <w:rPr>
            <w:b/>
          </w:rPr>
          <w:delText xml:space="preserve">SPOL - </w:delText>
        </w:r>
        <w:r w:rsidRPr="00B057D3">
          <w:rPr>
            <w:b/>
          </w:rPr>
          <w:tab/>
        </w:r>
        <w:r w:rsidRPr="00B057D3">
          <w:delText>pokud předmět služby realizoval jako společník společnosti nebo účastník sdružení či seskupení více dodavatelů, nebo</w:delText>
        </w:r>
      </w:del>
    </w:p>
    <w:p w14:paraId="3F6DDFB8" w14:textId="77777777" w:rsidR="00E2468D" w:rsidRPr="00B057D3" w:rsidRDefault="00E2468D" w:rsidP="00E2468D">
      <w:pPr>
        <w:pStyle w:val="Textbezslovn"/>
        <w:tabs>
          <w:tab w:val="left" w:pos="1560"/>
        </w:tabs>
        <w:ind w:left="1560" w:hanging="851"/>
        <w:rPr>
          <w:del w:id="709" w:author="vyznačené změny" w:date="2024-06-10T14:58:00Z" w16du:dateUtc="2024-06-10T12:58:00Z"/>
        </w:rPr>
      </w:pPr>
      <w:del w:id="710" w:author="vyznačené změny" w:date="2024-06-10T14:58:00Z" w16du:dateUtc="2024-06-10T12:58:00Z">
        <w:r w:rsidRPr="00B057D3">
          <w:rPr>
            <w:b/>
          </w:rPr>
          <w:delText xml:space="preserve">P - </w:delText>
        </w:r>
        <w:r w:rsidRPr="00B057D3">
          <w:rPr>
            <w:b/>
          </w:rPr>
          <w:tab/>
        </w:r>
        <w:r w:rsidRPr="00B057D3">
          <w:delText>pokud byl poddodavatelem jiného dodavatele.</w:delText>
        </w:r>
      </w:del>
    </w:p>
    <w:p w14:paraId="752C7958" w14:textId="77777777" w:rsidR="00E2468D" w:rsidRPr="00B057D3" w:rsidRDefault="00E2468D" w:rsidP="00B057D3">
      <w:pPr>
        <w:pStyle w:val="Odstavec1-1a"/>
        <w:spacing w:after="0"/>
        <w:ind w:left="1077"/>
        <w:rPr>
          <w:del w:id="711" w:author="vyznačené změny" w:date="2024-06-10T14:58:00Z" w16du:dateUtc="2024-06-10T12:58:00Z"/>
        </w:rPr>
      </w:pPr>
    </w:p>
    <w:p w14:paraId="46382D90" w14:textId="77777777" w:rsidR="00E2468D" w:rsidRPr="00F47A17" w:rsidRDefault="00E2468D" w:rsidP="00D006F4">
      <w:pPr>
        <w:pStyle w:val="Textbezslovn"/>
        <w:ind w:left="0"/>
        <w:rPr>
          <w:del w:id="712" w:author="vyznačené změny" w:date="2024-06-10T14:58:00Z" w16du:dateUtc="2024-06-10T12:58:00Z"/>
          <w:b/>
          <w:color w:val="FF0000"/>
        </w:rPr>
      </w:pPr>
    </w:p>
    <w:p w14:paraId="1FB452C9" w14:textId="77777777" w:rsidR="007151D0" w:rsidRPr="00833899" w:rsidRDefault="007151D0" w:rsidP="007151D0">
      <w:pPr>
        <w:pStyle w:val="Textbezslovn"/>
        <w:ind w:left="0"/>
        <w:rPr>
          <w:rPrChange w:id="713" w:author="vyznačené změny" w:date="2024-06-10T14:58:00Z" w16du:dateUtc="2024-06-10T12:58:00Z">
            <w:rPr>
              <w:b/>
              <w:color w:val="FF0000"/>
            </w:rPr>
          </w:rPrChange>
        </w:rPr>
      </w:pPr>
    </w:p>
    <w:p w14:paraId="63D8A6D5" w14:textId="77777777" w:rsidR="007151D0" w:rsidRDefault="007151D0" w:rsidP="007151D0">
      <w:pPr>
        <w:pStyle w:val="Textbezslovn"/>
        <w:ind w:left="0"/>
        <w:rPr>
          <w:b/>
        </w:rPr>
      </w:pPr>
      <w:r w:rsidRPr="0042061D">
        <w:rPr>
          <w:b/>
        </w:rPr>
        <w:t xml:space="preserve">Přílohy: </w:t>
      </w:r>
      <w:r w:rsidRPr="0042061D">
        <w:rPr>
          <w:b/>
        </w:rPr>
        <w:tab/>
      </w:r>
    </w:p>
    <w:p w14:paraId="098533F7" w14:textId="504FA4E4" w:rsidR="007151D0" w:rsidRDefault="007151D0" w:rsidP="007151D0">
      <w:pPr>
        <w:pStyle w:val="Textbezslovn"/>
        <w:ind w:left="0"/>
        <w:rPr>
          <w:rPrChange w:id="714" w:author="vyznačené změny" w:date="2024-06-10T14:58:00Z" w16du:dateUtc="2024-06-10T12:58:00Z">
            <w:rPr>
              <w:b/>
            </w:rPr>
          </w:rPrChange>
        </w:rPr>
      </w:pPr>
      <w:r>
        <w:t xml:space="preserve">Dodavatel je povinen připojit k této Příloze č. 9 </w:t>
      </w:r>
      <w:r w:rsidRPr="003E611F">
        <w:t>doklady</w:t>
      </w:r>
      <w:r>
        <w:t xml:space="preserve"> (postačují v kopii)</w:t>
      </w:r>
      <w:r w:rsidRPr="003E611F">
        <w:t xml:space="preserve">, </w:t>
      </w:r>
      <w:r>
        <w:t xml:space="preserve">kterými dodavatel </w:t>
      </w:r>
      <w:del w:id="715" w:author="vyznačené změny" w:date="2024-06-10T14:58:00Z" w16du:dateUtc="2024-06-10T12:58:00Z">
        <w:r w:rsidR="001B26EE" w:rsidRPr="00B057D3">
          <w:delText>dolož</w:delText>
        </w:r>
        <w:r w:rsidR="00D84201" w:rsidRPr="00B057D3">
          <w:delText>í</w:delText>
        </w:r>
        <w:r w:rsidR="00E96BBA" w:rsidRPr="00B057D3">
          <w:delText xml:space="preserve">, že skutečně realizoval </w:delText>
        </w:r>
        <w:r w:rsidR="008B0D37" w:rsidRPr="00B057D3">
          <w:delText>referenční zakázky</w:delText>
        </w:r>
        <w:r w:rsidR="00E96BBA" w:rsidRPr="00B057D3">
          <w:delText xml:space="preserve"> uvedené v Příloze č. 9</w:delText>
        </w:r>
        <w:r w:rsidR="00C02436" w:rsidRPr="00B057D3">
          <w:delText xml:space="preserve">, jež jsou </w:delText>
        </w:r>
        <w:r w:rsidR="00E96BBA" w:rsidRPr="00B057D3">
          <w:delText>zde</w:delText>
        </w:r>
      </w:del>
      <w:ins w:id="716" w:author="vyznačené změny" w:date="2024-06-10T14:58:00Z" w16du:dateUtc="2024-06-10T12:58:00Z">
        <w:r>
          <w:t xml:space="preserve">může doložit </w:t>
        </w:r>
        <w:r w:rsidRPr="003E611F">
          <w:t xml:space="preserve">zkušenosti </w:t>
        </w:r>
        <w:r>
          <w:t xml:space="preserve">hodnocených osob </w:t>
        </w:r>
        <w:r w:rsidRPr="003E611F">
          <w:t xml:space="preserve">s plněním zakázek, jež jsou </w:t>
        </w:r>
        <w:r>
          <w:t>v seznamu</w:t>
        </w:r>
      </w:ins>
      <w:r>
        <w:t xml:space="preserve">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w:t>
      </w:r>
      <w:del w:id="717" w:author="vyznačené změny" w:date="2024-06-10T14:58:00Z" w16du:dateUtc="2024-06-10T12:58:00Z">
        <w:r w:rsidR="00860464" w:rsidRPr="00B057D3">
          <w:delText xml:space="preserve">technická zpráva vrtných prací, </w:delText>
        </w:r>
      </w:del>
      <w:r>
        <w:t xml:space="preserve">smlouva na plnění </w:t>
      </w:r>
      <w:del w:id="718" w:author="vyznačené změny" w:date="2024-06-10T14:58:00Z" w16du:dateUtc="2024-06-10T12:58:00Z">
        <w:r w:rsidR="00860464" w:rsidRPr="00B057D3">
          <w:delText xml:space="preserve">referenční </w:delText>
        </w:r>
      </w:del>
      <w:r>
        <w:t>zakázky</w:t>
      </w:r>
      <w:r w:rsidRPr="003E611F">
        <w:t xml:space="preserve">, osvědčení </w:t>
      </w:r>
      <w:r>
        <w:t>objednatele</w:t>
      </w:r>
      <w:r w:rsidRPr="003E611F">
        <w:t xml:space="preserve">, </w:t>
      </w:r>
      <w:ins w:id="719" w:author="vyznačené změny" w:date="2024-06-10T14:58:00Z" w16du:dateUtc="2024-06-10T12:58:00Z">
        <w:r>
          <w:t>úvodní strana dokumentace s po</w:t>
        </w:r>
        <w:r w:rsidR="00DC724E">
          <w:t>d</w:t>
        </w:r>
        <w:r>
          <w:t xml:space="preserve">pisovým polem, </w:t>
        </w:r>
      </w:ins>
      <w:r>
        <w:t>protokol o provedení díla</w:t>
      </w:r>
      <w:ins w:id="720" w:author="vyznačené změny" w:date="2024-06-10T14:58:00Z" w16du:dateUtc="2024-06-10T12:58:00Z">
        <w:r>
          <w:t>,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ins>
      <w:r>
        <w:t xml:space="preserve"> či jiný alternativní doklad</w:t>
      </w:r>
      <w:r w:rsidRPr="003E611F">
        <w:t>).</w:t>
      </w:r>
      <w:r w:rsidDel="009B3A21">
        <w:t xml:space="preserve"> </w:t>
      </w:r>
      <w:del w:id="721" w:author="vyznačené změny" w:date="2024-06-10T14:58:00Z" w16du:dateUtc="2024-06-10T12:58:00Z">
        <w:r w:rsidR="000F0253" w:rsidRPr="00B057D3">
          <w:rPr>
            <w:b/>
          </w:rPr>
          <w:delText>Parametrem požadovaným pro hodnocení je realizace jádrového vrtu/jádrových vrtů s odběrem jádra</w:delText>
        </w:r>
        <w:r w:rsidR="00FE612E">
          <w:rPr>
            <w:b/>
          </w:rPr>
          <w:delText xml:space="preserve"> minimálně</w:delText>
        </w:r>
        <w:r w:rsidR="000F0253" w:rsidRPr="00B057D3">
          <w:rPr>
            <w:b/>
          </w:rPr>
          <w:delText xml:space="preserve"> DN 100 mm s minimální hloubkou vrtu 100 m v rámci </w:delText>
        </w:r>
        <w:r w:rsidR="00FE612E">
          <w:rPr>
            <w:b/>
          </w:rPr>
          <w:delText>referenční zakázky</w:delText>
        </w:r>
        <w:r w:rsidR="000F0253" w:rsidRPr="00B057D3">
          <w:rPr>
            <w:b/>
          </w:rPr>
          <w:delText xml:space="preserve"> </w:delText>
        </w:r>
        <w:r w:rsidR="00FE612E">
          <w:rPr>
            <w:b/>
          </w:rPr>
          <w:delText>poskytnuté d</w:delText>
        </w:r>
        <w:r w:rsidR="000F0253" w:rsidRPr="00B057D3">
          <w:rPr>
            <w:b/>
          </w:rPr>
          <w:delText>odavatelem v posledních 10 letech před zahájením zadávacího řízení.</w:delText>
        </w:r>
      </w:del>
    </w:p>
    <w:bookmarkEnd w:id="95"/>
    <w:bookmarkEnd w:id="96"/>
    <w:bookmarkEnd w:id="97"/>
    <w:bookmarkEnd w:id="98"/>
    <w:p w14:paraId="1A759F6A" w14:textId="77777777" w:rsidR="00157791" w:rsidRPr="006142CD" w:rsidRDefault="00157791" w:rsidP="00D42474">
      <w:pPr>
        <w:pStyle w:val="Nadpisbezsl1-1"/>
        <w:rPr>
          <w:del w:id="722" w:author="vyznačené změny" w:date="2024-06-10T14:58:00Z" w16du:dateUtc="2024-06-10T12:58:00Z"/>
          <w:color w:val="FF0000"/>
        </w:rPr>
      </w:pPr>
    </w:p>
    <w:p w14:paraId="2D715E28" w14:textId="77777777" w:rsidR="00E96BBA" w:rsidRDefault="00E96BBA" w:rsidP="00D42474">
      <w:pPr>
        <w:pStyle w:val="Nadpisbezsl1-1"/>
        <w:rPr>
          <w:del w:id="723" w:author="vyznačené změny" w:date="2024-06-10T14:58:00Z" w16du:dateUtc="2024-06-10T12:58:00Z"/>
        </w:rPr>
      </w:pPr>
    </w:p>
    <w:p w14:paraId="7135E44B" w14:textId="77777777" w:rsidR="0005132C" w:rsidRDefault="0005132C" w:rsidP="00D42474">
      <w:pPr>
        <w:pStyle w:val="Nadpisbezsl1-1"/>
        <w:rPr>
          <w:del w:id="724" w:author="vyznačené změny" w:date="2024-06-10T14:58:00Z" w16du:dateUtc="2024-06-10T12:58:00Z"/>
        </w:rPr>
      </w:pPr>
    </w:p>
    <w:p w14:paraId="3B840131" w14:textId="77777777" w:rsidR="00594EA6" w:rsidRDefault="00594EA6" w:rsidP="00D42474">
      <w:pPr>
        <w:pStyle w:val="Nadpisbezsl1-1"/>
        <w:rPr>
          <w:del w:id="725" w:author="vyznačené změny" w:date="2024-06-10T14:58:00Z" w16du:dateUtc="2024-06-10T12:58:00Z"/>
        </w:rPr>
      </w:pPr>
    </w:p>
    <w:p w14:paraId="2E88E972" w14:textId="77777777" w:rsidR="005164CD" w:rsidRDefault="005164CD">
      <w:pPr>
        <w:rPr>
          <w:ins w:id="726" w:author="vyznačené změny" w:date="2024-06-10T14:58:00Z" w16du:dateUtc="2024-06-10T12:58:00Z"/>
          <w:rFonts w:asciiTheme="majorHAnsi" w:hAnsiTheme="majorHAnsi"/>
          <w:b/>
          <w:caps/>
          <w:sz w:val="22"/>
        </w:rPr>
      </w:pPr>
      <w:ins w:id="727" w:author="vyznačené změny" w:date="2024-06-10T14:58:00Z" w16du:dateUtc="2024-06-10T12:58:00Z">
        <w:r>
          <w:br w:type="page"/>
        </w:r>
      </w:ins>
    </w:p>
    <w:p w14:paraId="2E1ECFEA" w14:textId="64B929E4" w:rsidR="00D42474" w:rsidRPr="00710110" w:rsidRDefault="001326F1" w:rsidP="00D42474">
      <w:pPr>
        <w:pStyle w:val="Nadpisbezsl1-1"/>
      </w:pPr>
      <w:r>
        <w:t>P</w:t>
      </w:r>
      <w:r w:rsidR="00D42474" w:rsidRPr="00710110">
        <w:t>říloha č. 10</w:t>
      </w:r>
    </w:p>
    <w:p w14:paraId="6F1B118E" w14:textId="36BECBB9" w:rsidR="00D42474" w:rsidRPr="00710110" w:rsidRDefault="00D42474" w:rsidP="00D42474">
      <w:pPr>
        <w:pStyle w:val="Nadpisbezsl1-2"/>
      </w:pPr>
      <w:r w:rsidRPr="00710110">
        <w:rPr>
          <w:lang w:eastAsia="cs-CZ"/>
        </w:rPr>
        <w:t xml:space="preserve">Čestné prohlášení o splnění podmínek v souvislosti </w:t>
      </w:r>
      <w:r w:rsidR="00B05C90">
        <w:rPr>
          <w:lang w:eastAsia="cs-CZ"/>
        </w:rPr>
        <w:t>s</w:t>
      </w:r>
      <w:r w:rsidR="00A965D3" w:rsidRPr="00710110">
        <w:rPr>
          <w:lang w:eastAsia="cs-CZ"/>
        </w:rPr>
        <w:t xml:space="preserve"> mezinárodní</w:t>
      </w:r>
      <w:r w:rsidR="00B05C90">
        <w:rPr>
          <w:lang w:eastAsia="cs-CZ"/>
        </w:rPr>
        <w:t>mi</w:t>
      </w:r>
      <w:r w:rsidR="00A965D3" w:rsidRPr="00710110">
        <w:rPr>
          <w:lang w:eastAsia="cs-CZ"/>
        </w:rPr>
        <w:t xml:space="preserve"> sankc</w:t>
      </w:r>
      <w:r w:rsidR="00B05C90">
        <w:rPr>
          <w:lang w:eastAsia="cs-CZ"/>
        </w:rPr>
        <w:t>emi</w:t>
      </w:r>
    </w:p>
    <w:p w14:paraId="7C7D74B6" w14:textId="77777777" w:rsidR="00D42474" w:rsidRPr="00710110" w:rsidRDefault="00D42474" w:rsidP="00D42474">
      <w:pPr>
        <w:pStyle w:val="Textbezslovn"/>
        <w:ind w:left="0"/>
      </w:pPr>
    </w:p>
    <w:p w14:paraId="73F35B55" w14:textId="77777777" w:rsidR="00D42474" w:rsidRPr="00710110" w:rsidRDefault="00D42474" w:rsidP="00D42474">
      <w:pPr>
        <w:pStyle w:val="Textbezslovn"/>
        <w:ind w:left="0"/>
        <w:rPr>
          <w:b/>
        </w:rPr>
      </w:pPr>
      <w:r w:rsidRPr="00710110">
        <w:rPr>
          <w:b/>
        </w:rPr>
        <w:t>Čestné prohlášení</w:t>
      </w:r>
    </w:p>
    <w:p w14:paraId="5A03B766" w14:textId="77777777" w:rsidR="00D42474" w:rsidRPr="00710110" w:rsidRDefault="00D42474" w:rsidP="00D42474">
      <w:pPr>
        <w:pStyle w:val="Textbezslovn"/>
        <w:ind w:left="0"/>
      </w:pPr>
      <w:r w:rsidRPr="00710110">
        <w:t>Obchodní firma / jméno a příjmení</w:t>
      </w:r>
      <w:r w:rsidRPr="00710110">
        <w:rPr>
          <w:rStyle w:val="Znakapoznpodarou"/>
        </w:rPr>
        <w:footnoteReference w:id="10"/>
      </w:r>
      <w:r w:rsidRPr="00710110">
        <w:t xml:space="preserve">  [</w:t>
      </w:r>
      <w:r w:rsidRPr="00710110">
        <w:rPr>
          <w:b/>
          <w:highlight w:val="yellow"/>
        </w:rPr>
        <w:t>DOPLNÍ DODAVATEL</w:t>
      </w:r>
      <w:r w:rsidRPr="00710110">
        <w:t>]</w:t>
      </w:r>
    </w:p>
    <w:p w14:paraId="5B9FB711" w14:textId="77777777" w:rsidR="00D42474" w:rsidRPr="00710110" w:rsidRDefault="00D42474" w:rsidP="00D42474">
      <w:pPr>
        <w:pStyle w:val="Textbezslovn"/>
        <w:ind w:left="0"/>
      </w:pPr>
      <w:r w:rsidRPr="00710110">
        <w:t>se sídlem [</w:t>
      </w:r>
      <w:r w:rsidRPr="00710110">
        <w:rPr>
          <w:highlight w:val="yellow"/>
        </w:rPr>
        <w:t>DOPLNÍ DODAVATEL</w:t>
      </w:r>
      <w:r w:rsidRPr="00710110">
        <w:t>]</w:t>
      </w:r>
    </w:p>
    <w:p w14:paraId="193F006A" w14:textId="77777777" w:rsidR="00D42474" w:rsidRPr="00710110" w:rsidRDefault="00D42474" w:rsidP="00D42474">
      <w:pPr>
        <w:pStyle w:val="Textbezslovn"/>
        <w:ind w:left="0"/>
      </w:pPr>
      <w:r w:rsidRPr="00710110">
        <w:t>IČO: [</w:t>
      </w:r>
      <w:r w:rsidRPr="00710110">
        <w:rPr>
          <w:highlight w:val="yellow"/>
        </w:rPr>
        <w:t>DOPLNÍ DODAVATEL</w:t>
      </w:r>
      <w:r w:rsidRPr="00710110">
        <w:t>]</w:t>
      </w:r>
    </w:p>
    <w:p w14:paraId="20FF91F1" w14:textId="77777777" w:rsidR="00D42474" w:rsidRPr="00710110" w:rsidRDefault="00D42474" w:rsidP="00D42474">
      <w:pPr>
        <w:pStyle w:val="Textbezslovn"/>
        <w:ind w:left="0"/>
      </w:pPr>
      <w:r w:rsidRPr="00710110">
        <w:t>společnost zapsaná v obchodním rejstříku vedeném [</w:t>
      </w:r>
      <w:r w:rsidRPr="00710110">
        <w:rPr>
          <w:highlight w:val="yellow"/>
        </w:rPr>
        <w:t>DOPLNÍ DODAVATEL</w:t>
      </w:r>
      <w:r w:rsidRPr="00710110">
        <w:t>],</w:t>
      </w:r>
    </w:p>
    <w:p w14:paraId="078E7D35" w14:textId="77777777" w:rsidR="00D42474" w:rsidRPr="00710110" w:rsidRDefault="00D42474" w:rsidP="00D42474">
      <w:pPr>
        <w:pStyle w:val="Textbezslovn"/>
        <w:ind w:left="0"/>
      </w:pPr>
      <w:r w:rsidRPr="00710110">
        <w:t>spisová značka [</w:t>
      </w:r>
      <w:r w:rsidRPr="00710110">
        <w:rPr>
          <w:highlight w:val="yellow"/>
        </w:rPr>
        <w:t>DOPLNÍ DODAVATEL</w:t>
      </w:r>
      <w:r w:rsidRPr="00710110">
        <w:t>]</w:t>
      </w:r>
    </w:p>
    <w:p w14:paraId="006605A4" w14:textId="77777777" w:rsidR="00D42474" w:rsidRPr="00710110" w:rsidRDefault="00D42474" w:rsidP="00D42474">
      <w:pPr>
        <w:pStyle w:val="Textbezslovn"/>
        <w:ind w:left="0"/>
      </w:pPr>
      <w:r w:rsidRPr="00710110">
        <w:t>zastoupená [</w:t>
      </w:r>
      <w:r w:rsidRPr="00710110">
        <w:rPr>
          <w:highlight w:val="yellow"/>
        </w:rPr>
        <w:t>DOPLNÍ DODAVATEL</w:t>
      </w:r>
      <w:r w:rsidRPr="00710110">
        <w:t>]</w:t>
      </w:r>
    </w:p>
    <w:p w14:paraId="64F31E92" w14:textId="77777777" w:rsidR="00D42474" w:rsidRPr="00710110" w:rsidRDefault="00D42474" w:rsidP="00D42474">
      <w:pPr>
        <w:spacing w:after="0" w:line="240" w:lineRule="auto"/>
        <w:jc w:val="both"/>
        <w:rPr>
          <w:rFonts w:eastAsia="Times New Roman" w:cs="Times New Roman"/>
          <w:lang w:eastAsia="cs-CZ"/>
        </w:rPr>
      </w:pPr>
    </w:p>
    <w:p w14:paraId="5DE8B782" w14:textId="522E76A9" w:rsidR="00D42474" w:rsidRPr="00710110" w:rsidRDefault="00D42474" w:rsidP="005A1C03">
      <w:pPr>
        <w:spacing w:line="240" w:lineRule="auto"/>
        <w:jc w:val="both"/>
        <w:rPr>
          <w:rFonts w:eastAsia="Times New Roman" w:cs="Times New Roman"/>
          <w:lang w:eastAsia="cs-CZ"/>
        </w:rPr>
      </w:pPr>
      <w:r w:rsidRPr="00710110">
        <w:rPr>
          <w:rFonts w:eastAsia="Times New Roman" w:cs="Times New Roman"/>
          <w:lang w:eastAsia="cs-CZ"/>
        </w:rPr>
        <w:t>který podává nabídku do nadlimitní veřejné zakázky s</w:t>
      </w:r>
      <w:r w:rsidR="005A1C03" w:rsidRPr="00710110">
        <w:rPr>
          <w:rFonts w:eastAsia="Times New Roman" w:cs="Times New Roman"/>
          <w:lang w:eastAsia="cs-CZ"/>
        </w:rPr>
        <w:t> </w:t>
      </w:r>
      <w:r w:rsidRPr="008C16F3">
        <w:rPr>
          <w:rFonts w:eastAsia="Times New Roman" w:cs="Times New Roman"/>
          <w:lang w:eastAsia="cs-CZ"/>
        </w:rPr>
        <w:t>názvem</w:t>
      </w:r>
      <w:r w:rsidR="005A1C03" w:rsidRPr="009617B6">
        <w:rPr>
          <w:rFonts w:eastAsia="Times New Roman" w:cs="Times New Roman"/>
          <w:b/>
          <w:lang w:eastAsia="cs-CZ"/>
        </w:rPr>
        <w:t xml:space="preserve"> </w:t>
      </w:r>
      <w:r w:rsidR="005A1C03" w:rsidRPr="00B057D3">
        <w:rPr>
          <w:rFonts w:eastAsia="Times New Roman" w:cs="Times New Roman"/>
          <w:b/>
          <w:lang w:eastAsia="cs-CZ"/>
        </w:rPr>
        <w:t>„</w:t>
      </w:r>
      <w:r w:rsidR="00D54FC4" w:rsidRPr="008C16F3">
        <w:rPr>
          <w:b/>
        </w:rPr>
        <w:t xml:space="preserve">RS4 úsek Ústí nad Labem – státní hranice </w:t>
      </w:r>
      <w:r w:rsidR="00D54FC4" w:rsidRPr="009617B6">
        <w:rPr>
          <w:b/>
        </w:rPr>
        <w:t>CZ/SRN“; realizace geologického průzkumu pro Krušnohorský tunel</w:t>
      </w:r>
      <w:del w:id="728" w:author="vyznačené změny" w:date="2024-06-10T14:58:00Z" w16du:dateUtc="2024-06-10T12:58:00Z">
        <w:r w:rsidR="00D54FC4" w:rsidRPr="00B057D3" w:rsidDel="00D54FC4">
          <w:rPr>
            <w:rFonts w:eastAsia="Times New Roman" w:cs="Times New Roman"/>
            <w:b/>
            <w:lang w:eastAsia="cs-CZ"/>
          </w:rPr>
          <w:delText xml:space="preserve"> </w:delText>
        </w:r>
      </w:del>
      <w:r w:rsidRPr="00B057D3">
        <w:rPr>
          <w:rFonts w:eastAsia="Times New Roman" w:cs="Times New Roman"/>
          <w:lang w:eastAsia="cs-CZ"/>
        </w:rPr>
        <w:t>,</w:t>
      </w:r>
      <w:r w:rsidRPr="00710110">
        <w:rPr>
          <w:rFonts w:eastAsia="Times New Roman" w:cs="Times New Roman"/>
          <w:lang w:eastAsia="cs-CZ"/>
        </w:rPr>
        <w:t xml:space="preserve"> (dále jen „</w:t>
      </w:r>
      <w:r w:rsidRPr="00710110">
        <w:rPr>
          <w:rFonts w:eastAsia="Times New Roman" w:cs="Times New Roman"/>
          <w:b/>
          <w:lang w:eastAsia="cs-CZ"/>
        </w:rPr>
        <w:t>Veřejná zakázka</w:t>
      </w:r>
      <w:r w:rsidRPr="00710110">
        <w:rPr>
          <w:rFonts w:eastAsia="Times New Roman" w:cs="Times New Roman"/>
          <w:lang w:eastAsia="cs-CZ"/>
        </w:rPr>
        <w:t xml:space="preserve">“ a </w:t>
      </w:r>
      <w:r w:rsidRPr="00710110">
        <w:rPr>
          <w:rFonts w:eastAsia="Times New Roman" w:cs="Times New Roman"/>
          <w:b/>
          <w:lang w:eastAsia="cs-CZ"/>
        </w:rPr>
        <w:t>„Zadávací řízení“</w:t>
      </w:r>
      <w:r w:rsidRPr="00710110">
        <w:rPr>
          <w:rFonts w:eastAsia="Times New Roman" w:cs="Times New Roman"/>
          <w:lang w:eastAsia="cs-CZ"/>
        </w:rPr>
        <w:t>), tímto čestně prohlašuje, že:</w:t>
      </w:r>
    </w:p>
    <w:p w14:paraId="16C7329E" w14:textId="29D65124" w:rsidR="00A965D3" w:rsidRPr="00710110" w:rsidRDefault="00A965D3" w:rsidP="00E17B90">
      <w:pPr>
        <w:pStyle w:val="Odstavecseseznamem"/>
        <w:numPr>
          <w:ilvl w:val="0"/>
          <w:numId w:val="19"/>
        </w:numPr>
        <w:spacing w:line="240" w:lineRule="auto"/>
        <w:jc w:val="both"/>
        <w:rPr>
          <w:rFonts w:eastAsia="Calibri" w:cs="Times New Roman"/>
        </w:rPr>
      </w:pPr>
      <w:r w:rsidRPr="00710110">
        <w:rPr>
          <w:rFonts w:eastAsia="Calibri" w:cs="Times New Roman"/>
        </w:rPr>
        <w:t>on sám jakožto dodavatel, ani jeho poddodavatelé či jiné osoby, které se budou podílet na plnění veřejné zakázky, nejsou osobami, na něž se vztahuje zákaz zadání veřejné zakázky ve smyslu § 48a</w:t>
      </w:r>
      <w:r w:rsidR="00A55C9A" w:rsidRPr="00710110">
        <w:rPr>
          <w:rFonts w:eastAsia="Times New Roman" w:cs="Times New Roman"/>
          <w:lang w:eastAsia="cs-CZ"/>
        </w:rPr>
        <w:t xml:space="preserve"> zákona č. 134/2016 Sb., o zadávání veřejných zakázek, ve znění pozdějších předpisů</w:t>
      </w:r>
      <w:r w:rsidRPr="00710110">
        <w:rPr>
          <w:rFonts w:eastAsia="Calibri" w:cs="Times New Roman"/>
        </w:rPr>
        <w:t>;</w:t>
      </w:r>
    </w:p>
    <w:p w14:paraId="01EFFE5A" w14:textId="77777777" w:rsidR="00A965D3" w:rsidRPr="00710110" w:rsidRDefault="00A965D3" w:rsidP="00A965D3">
      <w:pPr>
        <w:pStyle w:val="Odstavecseseznamem"/>
        <w:spacing w:line="240" w:lineRule="auto"/>
        <w:jc w:val="both"/>
        <w:rPr>
          <w:rFonts w:eastAsia="Calibri" w:cs="Times New Roman"/>
        </w:rPr>
      </w:pPr>
    </w:p>
    <w:p w14:paraId="43D4D0BD" w14:textId="41D776A9"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žádný z jeho poddodavatelů nebo jiných osob, jejichž způsobilost je využívána ve smyslu evropských směrnic o zadávání veřejných zakázek,</w:t>
      </w:r>
      <w:r w:rsidRPr="00710110">
        <w:rPr>
          <w:rFonts w:eastAsia="Calibri" w:cs="Times New Roman"/>
        </w:rPr>
        <w:t xml:space="preserve"> </w:t>
      </w:r>
      <w:r w:rsidRPr="00710110">
        <w:rPr>
          <w:rFonts w:eastAsia="Calibri" w:cs="Times New Roman"/>
          <w:b/>
        </w:rPr>
        <w:t>nejsou</w:t>
      </w:r>
      <w:r w:rsidRPr="00710110">
        <w:rPr>
          <w:rFonts w:eastAsia="Calibri" w:cs="Times New Roman"/>
        </w:rPr>
        <w:t xml:space="preserve"> osobami </w:t>
      </w:r>
      <w:r w:rsidRPr="00710110">
        <w:t>dle článku 5k nařízení Rady (EU) č. 833/2014 ze dne 31. července 2014 o omezujících opatřeních vzhledem k činnostem Ruska destabilizujícím situaci na Ukrajině, ve znění pozdějších předpisů</w:t>
      </w:r>
      <w:r w:rsidRPr="00710110">
        <w:rPr>
          <w:rFonts w:eastAsia="Calibri" w:cs="Times New Roman"/>
        </w:rPr>
        <w:t>;</w:t>
      </w:r>
    </w:p>
    <w:p w14:paraId="5658CCAF" w14:textId="77777777" w:rsidR="00D42474" w:rsidRPr="00710110" w:rsidRDefault="00D42474" w:rsidP="00D42474">
      <w:pPr>
        <w:pStyle w:val="Odstavecseseznamem"/>
        <w:spacing w:line="240" w:lineRule="auto"/>
        <w:jc w:val="both"/>
        <w:rPr>
          <w:rFonts w:eastAsia="Calibri" w:cs="Times New Roman"/>
        </w:rPr>
      </w:pPr>
    </w:p>
    <w:p w14:paraId="27B1303D" w14:textId="2805E8D2" w:rsidR="00D42474" w:rsidRPr="00710110" w:rsidRDefault="00D42474" w:rsidP="00E17B90">
      <w:pPr>
        <w:pStyle w:val="Odstavecseseznamem"/>
        <w:numPr>
          <w:ilvl w:val="0"/>
          <w:numId w:val="19"/>
        </w:numPr>
        <w:spacing w:line="240" w:lineRule="auto"/>
        <w:jc w:val="both"/>
        <w:rPr>
          <w:rFonts w:eastAsia="Calibri" w:cs="Times New Roman"/>
        </w:rPr>
      </w:pPr>
      <w:r w:rsidRPr="00710110">
        <w:rPr>
          <w:rFonts w:eastAsia="Times New Roman" w:cs="Times New Roman"/>
          <w:lang w:eastAsia="cs-CZ"/>
        </w:rPr>
        <w:t xml:space="preserve">on sám jakožto dodavatel, případně dodavatelé v jeho rámci sdružení za účelem účasti v Zadávacím řízení, ani </w:t>
      </w:r>
      <w:r w:rsidRPr="00710110">
        <w:t xml:space="preserve">žádný z jeho poddodavatelů nebo jiných osob, jejichž způsobilost je využívána ve smyslu evropských směrnic o zadávání veřejných zakázek, </w:t>
      </w:r>
      <w:r w:rsidRPr="00710110">
        <w:rPr>
          <w:b/>
        </w:rPr>
        <w:t>nejsou</w:t>
      </w:r>
      <w:r w:rsidRPr="00710110">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710110">
        <w:rPr>
          <w:b/>
        </w:rPr>
        <w:t xml:space="preserve"> </w:t>
      </w:r>
      <w:r w:rsidRPr="00710110">
        <w:t xml:space="preserve">dalších prováděcích předpisů k tomuto nařízení Rady (EU) č. 269/2014 </w:t>
      </w:r>
      <w:r w:rsidR="00A55C9A" w:rsidRPr="00710110">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rsidRPr="00710110">
        <w:t xml:space="preserve">  </w:t>
      </w:r>
      <w:r w:rsidRPr="00710110">
        <w:t>(</w:t>
      </w:r>
      <w:r w:rsidRPr="00710110">
        <w:rPr>
          <w:b/>
        </w:rPr>
        <w:t>tzv. sankční seznamy</w:t>
      </w:r>
      <w:r w:rsidRPr="00710110">
        <w:t>)</w:t>
      </w:r>
      <w:r w:rsidRPr="00710110">
        <w:rPr>
          <w:rFonts w:eastAsia="Calibri" w:cs="Times New Roman"/>
        </w:rPr>
        <w:t>.</w:t>
      </w:r>
    </w:p>
    <w:p w14:paraId="539465C2" w14:textId="77777777" w:rsidR="00D42474" w:rsidRPr="00710110" w:rsidRDefault="00D42474" w:rsidP="00D42474">
      <w:pPr>
        <w:spacing w:line="240" w:lineRule="auto"/>
        <w:jc w:val="both"/>
        <w:rPr>
          <w:rFonts w:eastAsia="Calibri" w:cs="Times New Roman"/>
        </w:rPr>
      </w:pPr>
      <w:r w:rsidRPr="00710110">
        <w:rPr>
          <w:rFonts w:eastAsia="Calibri" w:cs="Times New Roman"/>
        </w:rPr>
        <w:t xml:space="preserve">Účastník dále čestně prohlašuje, že přestane-li on </w:t>
      </w:r>
      <w:r w:rsidRPr="00710110">
        <w:rPr>
          <w:rFonts w:eastAsia="Times New Roman" w:cs="Times New Roman"/>
          <w:lang w:eastAsia="cs-CZ"/>
        </w:rPr>
        <w:t>sám jakožto dodavatel, případně dodavatelé v jeho rámci sdružení za účelem účasti v Zadávacím řízení, nebo některý</w:t>
      </w:r>
      <w:r w:rsidRPr="00710110">
        <w:t xml:space="preserve"> z jeho poddodavatelů nebo jiných osob, jejichž způsobilost je využívána ve smyslu evropských směrnic o zadávání veřejných zakázek</w:t>
      </w:r>
      <w:r w:rsidRPr="00710110">
        <w:rPr>
          <w:rFonts w:eastAsia="Calibri" w:cs="Times New Roman"/>
        </w:rPr>
        <w:t>, splňovat výše uvedené podmínky, k nimž se toto četné prohlášení vztahuje, a to kdykoliv až do okamžiku ukončení Zadávacího řízení, oznámí tuto skutečnost bez zbytečného odkladu</w:t>
      </w:r>
      <w:r w:rsidRPr="00710110">
        <w:t xml:space="preserve"> </w:t>
      </w:r>
      <w:r w:rsidRPr="00710110">
        <w:rPr>
          <w:rFonts w:eastAsia="Calibri" w:cs="Times New Roman"/>
        </w:rPr>
        <w:t xml:space="preserve">zadavateli Veřejné zakázky, nejpozději však </w:t>
      </w:r>
      <w:r w:rsidRPr="00710110">
        <w:rPr>
          <w:rFonts w:eastAsia="Calibri" w:cs="Times New Roman"/>
          <w:b/>
        </w:rPr>
        <w:t xml:space="preserve">do 3 pracovních dnů </w:t>
      </w:r>
      <w:r w:rsidRPr="00710110">
        <w:rPr>
          <w:rFonts w:eastAsia="Calibri" w:cs="Times New Roman"/>
        </w:rPr>
        <w:t>ode dne, kdy přestal splňovat výše uvedené podmínky, k nimž se toto četné prohlášení vztahuje.</w:t>
      </w:r>
    </w:p>
    <w:p w14:paraId="66709191" w14:textId="46F48E9E" w:rsidR="00D42474" w:rsidRPr="00710110" w:rsidRDefault="00D42474" w:rsidP="001207E9">
      <w:pPr>
        <w:pStyle w:val="Textbezslovn"/>
        <w:ind w:left="0"/>
        <w:rPr>
          <w:rFonts w:eastAsia="Times New Roman" w:cs="Times New Roman"/>
          <w:lang w:eastAsia="cs-CZ"/>
        </w:rPr>
      </w:pPr>
      <w:r w:rsidRPr="00710110">
        <w:rPr>
          <w:rFonts w:eastAsia="Times New Roman" w:cs="Times New Roman"/>
          <w:lang w:eastAsia="cs-CZ"/>
        </w:rPr>
        <w:t>Účastník si je vědom všech právních důsledků, které pro něj mohou vyplývat z nepravdivosti zde uvedených údajů a skutečností.</w:t>
      </w:r>
      <w:bookmarkEnd w:id="530"/>
    </w:p>
    <w:p w14:paraId="2F1020D6" w14:textId="62EC68B7" w:rsidR="00FF3DBB" w:rsidRDefault="00FF3DBB" w:rsidP="001207E9">
      <w:pPr>
        <w:pStyle w:val="Textbezslovn"/>
        <w:ind w:left="0"/>
        <w:rPr>
          <w:rFonts w:eastAsia="Times New Roman" w:cs="Times New Roman"/>
          <w:color w:val="FF0000"/>
          <w:lang w:eastAsia="cs-CZ"/>
        </w:rPr>
      </w:pPr>
    </w:p>
    <w:p w14:paraId="227A2194" w14:textId="75CE0A90" w:rsidR="0032144E" w:rsidRDefault="0032144E" w:rsidP="001207E9">
      <w:pPr>
        <w:pStyle w:val="Textbezslovn"/>
        <w:ind w:left="0"/>
        <w:rPr>
          <w:rFonts w:eastAsia="Times New Roman" w:cs="Times New Roman"/>
          <w:color w:val="FF0000"/>
          <w:lang w:eastAsia="cs-CZ"/>
        </w:rPr>
      </w:pPr>
    </w:p>
    <w:p w14:paraId="7C783AD9" w14:textId="6F1E890B" w:rsidR="0032144E" w:rsidRDefault="0032144E" w:rsidP="001207E9">
      <w:pPr>
        <w:pStyle w:val="Textbezslovn"/>
        <w:ind w:left="0"/>
        <w:rPr>
          <w:rFonts w:eastAsia="Times New Roman" w:cs="Times New Roman"/>
          <w:color w:val="FF0000"/>
          <w:lang w:eastAsia="cs-CZ"/>
        </w:rPr>
      </w:pPr>
    </w:p>
    <w:p w14:paraId="6176E865" w14:textId="77777777" w:rsidR="00FF3DBB" w:rsidRDefault="00FF3DBB" w:rsidP="00FF3DBB">
      <w:pPr>
        <w:pStyle w:val="Nadpisbezsl1-1"/>
      </w:pPr>
      <w:r>
        <w:t>Příloha č. 11</w:t>
      </w:r>
    </w:p>
    <w:p w14:paraId="29BE4548" w14:textId="77777777" w:rsidR="00FF3DBB" w:rsidRDefault="00FF3DBB" w:rsidP="00FF3DBB">
      <w:pPr>
        <w:pStyle w:val="Textbezslovn"/>
        <w:ind w:left="0"/>
        <w:rPr>
          <w:rFonts w:asciiTheme="majorHAnsi" w:hAnsiTheme="majorHAnsi"/>
          <w:b/>
          <w:sz w:val="20"/>
          <w:szCs w:val="20"/>
          <w:lang w:eastAsia="cs-CZ"/>
        </w:rPr>
      </w:pPr>
      <w:r w:rsidRPr="005D06AF">
        <w:rPr>
          <w:rFonts w:asciiTheme="majorHAnsi" w:hAnsiTheme="majorHAnsi"/>
          <w:b/>
          <w:sz w:val="20"/>
          <w:szCs w:val="20"/>
          <w:lang w:eastAsia="cs-CZ"/>
        </w:rPr>
        <w:t>Čestné prohlášení o splnění podmínek v souvislosti s požadovaným počtem vrtných souprav</w:t>
      </w:r>
    </w:p>
    <w:p w14:paraId="0374A5CA" w14:textId="77777777" w:rsidR="00FF3DBB" w:rsidRDefault="00FF3DBB" w:rsidP="00FF3DBB">
      <w:pPr>
        <w:pStyle w:val="Textbezslovn"/>
        <w:ind w:left="0"/>
      </w:pPr>
    </w:p>
    <w:p w14:paraId="2D08E690" w14:textId="77777777" w:rsidR="00FF3DBB" w:rsidRDefault="00FF3DBB" w:rsidP="00FF3DBB">
      <w:pPr>
        <w:pStyle w:val="Textbezslovn"/>
        <w:ind w:left="0"/>
        <w:rPr>
          <w:b/>
        </w:rPr>
      </w:pPr>
      <w:r>
        <w:rPr>
          <w:b/>
        </w:rPr>
        <w:t>Čestné prohlášení</w:t>
      </w:r>
    </w:p>
    <w:p w14:paraId="4981F449" w14:textId="77777777" w:rsidR="00FF3DBB" w:rsidRDefault="00FF3DBB" w:rsidP="00FF3DBB">
      <w:pPr>
        <w:pStyle w:val="Textbezslovn"/>
        <w:ind w:left="0"/>
      </w:pPr>
      <w:r>
        <w:t>Obchodní firma / jméno a příjmení</w:t>
      </w:r>
      <w:r>
        <w:rPr>
          <w:rStyle w:val="Znakapoznpodarou"/>
        </w:rPr>
        <w:footnoteReference w:id="11"/>
      </w:r>
      <w:r>
        <w:t xml:space="preserve">  [</w:t>
      </w:r>
      <w:r>
        <w:rPr>
          <w:b/>
          <w:highlight w:val="yellow"/>
        </w:rPr>
        <w:t>DOPLNÍ DODAVATEL</w:t>
      </w:r>
      <w:r>
        <w:t>]</w:t>
      </w:r>
    </w:p>
    <w:p w14:paraId="1985636C" w14:textId="77777777" w:rsidR="00FF3DBB" w:rsidRDefault="00FF3DBB" w:rsidP="00FF3DBB">
      <w:pPr>
        <w:pStyle w:val="Textbezslovn"/>
        <w:ind w:left="0"/>
      </w:pPr>
      <w:r>
        <w:t>se sídlem [</w:t>
      </w:r>
      <w:r>
        <w:rPr>
          <w:highlight w:val="yellow"/>
        </w:rPr>
        <w:t>DOPLNÍ DODAVATEL</w:t>
      </w:r>
      <w:r>
        <w:t>]</w:t>
      </w:r>
    </w:p>
    <w:p w14:paraId="2D43E3FA" w14:textId="77777777" w:rsidR="00FF3DBB" w:rsidRDefault="00FF3DBB" w:rsidP="00FF3DBB">
      <w:pPr>
        <w:pStyle w:val="Textbezslovn"/>
        <w:ind w:left="0"/>
      </w:pPr>
      <w:r>
        <w:t>IČO: [</w:t>
      </w:r>
      <w:r>
        <w:rPr>
          <w:highlight w:val="yellow"/>
        </w:rPr>
        <w:t>DOPLNÍ DODAVATEL</w:t>
      </w:r>
      <w:r>
        <w:t>]</w:t>
      </w:r>
    </w:p>
    <w:p w14:paraId="208DBB13" w14:textId="77777777" w:rsidR="00FF3DBB" w:rsidRDefault="00FF3DBB" w:rsidP="00FF3DBB">
      <w:pPr>
        <w:pStyle w:val="Textbezslovn"/>
        <w:ind w:left="0"/>
      </w:pPr>
      <w:r>
        <w:t>společnost zapsaná v obchodním rejstříku vedeném [</w:t>
      </w:r>
      <w:r>
        <w:rPr>
          <w:highlight w:val="yellow"/>
        </w:rPr>
        <w:t>DOPLNÍ DODAVATEL</w:t>
      </w:r>
      <w:r>
        <w:t>],</w:t>
      </w:r>
    </w:p>
    <w:p w14:paraId="784E85CA" w14:textId="77777777" w:rsidR="00FF3DBB" w:rsidRDefault="00FF3DBB" w:rsidP="00FF3DBB">
      <w:pPr>
        <w:pStyle w:val="Textbezslovn"/>
        <w:ind w:left="0"/>
      </w:pPr>
      <w:r>
        <w:t>spisová značka [</w:t>
      </w:r>
      <w:r>
        <w:rPr>
          <w:highlight w:val="yellow"/>
        </w:rPr>
        <w:t>DOPLNÍ DODAVATEL</w:t>
      </w:r>
      <w:r>
        <w:t>]</w:t>
      </w:r>
    </w:p>
    <w:p w14:paraId="776F97EE" w14:textId="77777777" w:rsidR="00FF3DBB" w:rsidRDefault="00FF3DBB" w:rsidP="00FF3DBB">
      <w:pPr>
        <w:pStyle w:val="Textbezslovn"/>
        <w:ind w:left="0"/>
      </w:pPr>
      <w:r>
        <w:t>zastoupená [</w:t>
      </w:r>
      <w:r>
        <w:rPr>
          <w:highlight w:val="yellow"/>
        </w:rPr>
        <w:t>DOPLNÍ DODAVATEL</w:t>
      </w:r>
      <w:r>
        <w:t>]</w:t>
      </w:r>
    </w:p>
    <w:p w14:paraId="0F2487EA" w14:textId="77777777" w:rsidR="00FF3DBB" w:rsidRDefault="00FF3DBB" w:rsidP="00FF3DBB">
      <w:pPr>
        <w:spacing w:after="0" w:line="240" w:lineRule="auto"/>
        <w:jc w:val="both"/>
        <w:rPr>
          <w:rFonts w:eastAsia="Times New Roman" w:cs="Times New Roman"/>
          <w:lang w:eastAsia="cs-CZ"/>
        </w:rPr>
      </w:pPr>
    </w:p>
    <w:p w14:paraId="077ED8A1" w14:textId="324E3A33" w:rsidR="00FF3DBB" w:rsidRDefault="00FF3DBB" w:rsidP="00FF3DBB">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11B6B" w:rsidRPr="00511B6B">
        <w:rPr>
          <w:b/>
        </w:rPr>
        <w:t>RS4 úsek Ústí nad Labem – státní hranice CZ/SRN“; realizace geologick</w:t>
      </w:r>
      <w:r w:rsidR="00F364CE">
        <w:rPr>
          <w:b/>
        </w:rPr>
        <w:t>ého</w:t>
      </w:r>
      <w:r w:rsidR="00511B6B" w:rsidRPr="00511B6B">
        <w:rPr>
          <w:b/>
        </w:rPr>
        <w:t xml:space="preserve"> pr</w:t>
      </w:r>
      <w:r w:rsidR="00F364CE">
        <w:rPr>
          <w:b/>
        </w:rPr>
        <w:t>ůzkumu</w:t>
      </w:r>
      <w:r w:rsidR="00511B6B" w:rsidRPr="00511B6B">
        <w:rPr>
          <w:b/>
        </w:rPr>
        <w:t xml:space="preserve"> pro Krušnohorský tunel</w:t>
      </w:r>
      <w:r w:rsidRPr="00B057D3">
        <w:rPr>
          <w:rFonts w:eastAsia="Times New Roman" w:cs="Times New Roman"/>
          <w:lang w:eastAsia="cs-CZ"/>
        </w:rPr>
        <w:t>,</w:t>
      </w:r>
      <w:r>
        <w:rPr>
          <w:rFonts w:eastAsia="Times New Roman" w:cs="Times New Roman"/>
          <w:lang w:eastAsia="cs-CZ"/>
        </w:rPr>
        <w:t xml:space="preserve"> (dále jen </w:t>
      </w:r>
      <w:r>
        <w:rPr>
          <w:rFonts w:eastAsia="Times New Roman" w:cs="Times New Roman"/>
          <w:b/>
          <w:i/>
          <w:lang w:eastAsia="cs-CZ"/>
        </w:rPr>
        <w:t>„</w:t>
      </w:r>
      <w:r w:rsidRPr="00B057D3">
        <w:rPr>
          <w:rFonts w:eastAsia="Times New Roman" w:cs="Times New Roman"/>
          <w:b/>
          <w:lang w:eastAsia="cs-CZ"/>
        </w:rPr>
        <w:t>Zadávacím řízení</w:t>
      </w:r>
      <w:r>
        <w:rPr>
          <w:rFonts w:eastAsia="Times New Roman" w:cs="Times New Roman"/>
          <w:b/>
          <w:i/>
          <w:lang w:eastAsia="cs-CZ"/>
        </w:rPr>
        <w:t>“</w:t>
      </w:r>
      <w:r>
        <w:rPr>
          <w:rFonts w:eastAsia="Times New Roman" w:cs="Times New Roman"/>
          <w:lang w:eastAsia="cs-CZ"/>
        </w:rPr>
        <w:t>), tímto čestně prohlašuje, že:</w:t>
      </w:r>
    </w:p>
    <w:p w14:paraId="284949F1" w14:textId="1FAA67AA" w:rsidR="00FF3DBB" w:rsidRDefault="00FF3DBB" w:rsidP="00FF3DBB">
      <w:pPr>
        <w:pStyle w:val="Odstavecseseznamem"/>
        <w:spacing w:line="240" w:lineRule="auto"/>
        <w:ind w:left="360"/>
        <w:jc w:val="both"/>
        <w:rPr>
          <w:rFonts w:eastAsia="Times New Roman" w:cs="Times New Roman"/>
          <w:lang w:eastAsia="cs-CZ"/>
        </w:rPr>
      </w:pPr>
      <w:r>
        <w:rPr>
          <w:rFonts w:eastAsia="Times New Roman" w:cs="Times New Roman"/>
          <w:lang w:eastAsia="cs-CZ"/>
        </w:rPr>
        <w:t>on sám jakožto dodavatel, případně dodavatelé v rámci jeho sdružení za účelem účasti v</w:t>
      </w:r>
      <w:r w:rsidR="00710110">
        <w:rPr>
          <w:rFonts w:eastAsia="Times New Roman" w:cs="Times New Roman"/>
          <w:lang w:eastAsia="cs-CZ"/>
        </w:rPr>
        <w:t> </w:t>
      </w:r>
      <w:r>
        <w:rPr>
          <w:rFonts w:eastAsia="Times New Roman" w:cs="Times New Roman"/>
          <w:lang w:eastAsia="cs-CZ"/>
        </w:rPr>
        <w:t>Z</w:t>
      </w:r>
      <w:r w:rsidR="00710110">
        <w:rPr>
          <w:rFonts w:eastAsia="Times New Roman" w:cs="Times New Roman"/>
          <w:lang w:eastAsia="cs-CZ"/>
        </w:rPr>
        <w:t xml:space="preserve">adávacím </w:t>
      </w:r>
      <w:r>
        <w:rPr>
          <w:rFonts w:eastAsia="Times New Roman" w:cs="Times New Roman"/>
          <w:lang w:eastAsia="cs-CZ"/>
        </w:rPr>
        <w:t xml:space="preserve">řízení, bude mít ke dni zahájení vrtných prací k dispozici </w:t>
      </w:r>
      <w:r w:rsidRPr="005D06AF">
        <w:rPr>
          <w:rFonts w:eastAsia="Times New Roman" w:cs="Times New Roman"/>
          <w:lang w:eastAsia="cs-CZ"/>
        </w:rPr>
        <w:t>minimálně 3 vrtné soupravy</w:t>
      </w:r>
      <w:r>
        <w:rPr>
          <w:rFonts w:eastAsia="Times New Roman" w:cs="Times New Roman"/>
          <w:lang w:eastAsia="cs-CZ"/>
        </w:rPr>
        <w:t>,</w:t>
      </w:r>
      <w:r w:rsidRPr="005D06AF">
        <w:rPr>
          <w:rFonts w:eastAsia="Times New Roman" w:cs="Times New Roman"/>
          <w:lang w:eastAsia="cs-CZ"/>
        </w:rPr>
        <w:t xml:space="preserve"> z nichž budou:</w:t>
      </w:r>
    </w:p>
    <w:p w14:paraId="38DE5620" w14:textId="724DE3EA" w:rsidR="0032144E" w:rsidRPr="0032144E" w:rsidRDefault="00FF3DBB" w:rsidP="00B05C90">
      <w:pPr>
        <w:spacing w:line="240" w:lineRule="auto"/>
        <w:ind w:left="851" w:hanging="142"/>
        <w:jc w:val="both"/>
        <w:rPr>
          <w:rFonts w:eastAsia="Times New Roman" w:cs="Times New Roman"/>
          <w:lang w:eastAsia="cs-CZ"/>
        </w:rPr>
      </w:pPr>
      <w:r>
        <w:rPr>
          <w:rFonts w:eastAsia="Times New Roman" w:cs="Times New Roman"/>
          <w:lang w:eastAsia="cs-CZ"/>
        </w:rPr>
        <w:t>-</w:t>
      </w:r>
      <w:r w:rsidR="0032144E" w:rsidRPr="0032144E">
        <w:t xml:space="preserve"> </w:t>
      </w:r>
      <w:r w:rsidR="0032144E" w:rsidRPr="0032144E">
        <w:rPr>
          <w:rFonts w:eastAsia="Times New Roman" w:cs="Times New Roman"/>
          <w:lang w:eastAsia="cs-CZ"/>
        </w:rPr>
        <w:t xml:space="preserve">minimálně 2 vrtné soupravy pro hlubinné jádrové vrtání vrtů </w:t>
      </w:r>
      <w:del w:id="729" w:author="vyznačené změny" w:date="2024-06-10T14:58:00Z" w16du:dateUtc="2024-06-10T12:58:00Z">
        <w:r w:rsidR="0032144E" w:rsidRPr="0032144E">
          <w:rPr>
            <w:rFonts w:eastAsia="Times New Roman" w:cs="Times New Roman"/>
            <w:lang w:eastAsia="cs-CZ"/>
          </w:rPr>
          <w:delText>do hloubek 100</w:delText>
        </w:r>
      </w:del>
      <w:ins w:id="730" w:author="vyznačené změny" w:date="2024-06-10T14:58:00Z" w16du:dateUtc="2024-06-10T12:58:00Z">
        <w:r w:rsidR="00E8269D">
          <w:rPr>
            <w:rFonts w:eastAsia="Times New Roman" w:cs="Times New Roman"/>
            <w:lang w:eastAsia="cs-CZ"/>
          </w:rPr>
          <w:t>minimálně délky</w:t>
        </w:r>
      </w:ins>
      <w:r w:rsidR="00E8269D">
        <w:rPr>
          <w:rFonts w:eastAsia="Times New Roman" w:cs="Times New Roman"/>
          <w:lang w:eastAsia="cs-CZ"/>
        </w:rPr>
        <w:t xml:space="preserve"> až </w:t>
      </w:r>
      <w:del w:id="731" w:author="vyznačené změny" w:date="2024-06-10T14:58:00Z" w16du:dateUtc="2024-06-10T12:58:00Z">
        <w:r w:rsidR="0032144E" w:rsidRPr="0032144E">
          <w:rPr>
            <w:rFonts w:eastAsia="Times New Roman" w:cs="Times New Roman"/>
            <w:lang w:eastAsia="cs-CZ"/>
          </w:rPr>
          <w:delText>500</w:delText>
        </w:r>
      </w:del>
      <w:ins w:id="732" w:author="vyznačené změny" w:date="2024-06-10T14:58:00Z" w16du:dateUtc="2024-06-10T12:58:00Z">
        <w:r w:rsidR="00E8269D">
          <w:rPr>
            <w:rFonts w:eastAsia="Times New Roman" w:cs="Times New Roman"/>
            <w:lang w:eastAsia="cs-CZ"/>
          </w:rPr>
          <w:t>485</w:t>
        </w:r>
      </w:ins>
      <w:r w:rsidR="0032144E" w:rsidRPr="0032144E">
        <w:rPr>
          <w:rFonts w:eastAsia="Times New Roman" w:cs="Times New Roman"/>
          <w:lang w:eastAsia="cs-CZ"/>
        </w:rPr>
        <w:t xml:space="preserve"> m</w:t>
      </w:r>
      <w:del w:id="733" w:author="vyznačené změny" w:date="2024-06-10T14:58:00Z" w16du:dateUtc="2024-06-10T12:58:00Z">
        <w:r w:rsidR="0032144E" w:rsidRPr="0032144E">
          <w:rPr>
            <w:rFonts w:eastAsia="Times New Roman" w:cs="Times New Roman"/>
            <w:lang w:eastAsia="cs-CZ"/>
          </w:rPr>
          <w:delText xml:space="preserve"> pod terénem, vrtný průměr min. 146 mm</w:delText>
        </w:r>
      </w:del>
      <w:r w:rsidR="0032144E" w:rsidRPr="0032144E">
        <w:rPr>
          <w:rFonts w:eastAsia="Times New Roman" w:cs="Times New Roman"/>
          <w:lang w:eastAsia="cs-CZ"/>
        </w:rPr>
        <w:t xml:space="preserve">, průměr jádra min. 100 mm. </w:t>
      </w:r>
    </w:p>
    <w:p w14:paraId="735261C2" w14:textId="3ADAD0D9" w:rsidR="00FF3DBB" w:rsidRPr="002A4A46" w:rsidRDefault="0032144E" w:rsidP="00B05C90">
      <w:pPr>
        <w:spacing w:line="240" w:lineRule="auto"/>
        <w:ind w:left="851" w:hanging="142"/>
        <w:jc w:val="both"/>
        <w:rPr>
          <w:rFonts w:eastAsia="Calibri" w:cs="Times New Roman"/>
        </w:rPr>
      </w:pPr>
      <w:r w:rsidRPr="0032144E">
        <w:rPr>
          <w:rFonts w:eastAsia="Times New Roman" w:cs="Times New Roman"/>
          <w:lang w:eastAsia="cs-CZ"/>
        </w:rPr>
        <w:t xml:space="preserve">- minimálně 1 vrtná souprava pro jádrové vrtání vrtů </w:t>
      </w:r>
      <w:del w:id="734" w:author="vyznačené změny" w:date="2024-06-10T14:58:00Z" w16du:dateUtc="2024-06-10T12:58:00Z">
        <w:r w:rsidRPr="0032144E">
          <w:rPr>
            <w:rFonts w:eastAsia="Times New Roman" w:cs="Times New Roman"/>
            <w:lang w:eastAsia="cs-CZ"/>
          </w:rPr>
          <w:delText>do hloubek</w:delText>
        </w:r>
      </w:del>
      <w:ins w:id="735" w:author="vyznačené změny" w:date="2024-06-10T14:58:00Z" w16du:dateUtc="2024-06-10T12:58:00Z">
        <w:r w:rsidR="00E8269D">
          <w:rPr>
            <w:rFonts w:eastAsia="Times New Roman" w:cs="Times New Roman"/>
            <w:lang w:eastAsia="cs-CZ"/>
          </w:rPr>
          <w:t>minimálně délky</w:t>
        </w:r>
      </w:ins>
      <w:r w:rsidR="00E8269D">
        <w:rPr>
          <w:rFonts w:eastAsia="Times New Roman" w:cs="Times New Roman"/>
          <w:lang w:eastAsia="cs-CZ"/>
        </w:rPr>
        <w:t xml:space="preserve"> až </w:t>
      </w:r>
      <w:r w:rsidRPr="0032144E">
        <w:rPr>
          <w:rFonts w:eastAsia="Times New Roman" w:cs="Times New Roman"/>
          <w:lang w:eastAsia="cs-CZ"/>
        </w:rPr>
        <w:t>100 m</w:t>
      </w:r>
      <w:del w:id="736" w:author="vyznačené změny" w:date="2024-06-10T14:58:00Z" w16du:dateUtc="2024-06-10T12:58:00Z">
        <w:r w:rsidRPr="0032144E">
          <w:rPr>
            <w:rFonts w:eastAsia="Times New Roman" w:cs="Times New Roman"/>
            <w:lang w:eastAsia="cs-CZ"/>
          </w:rPr>
          <w:delText xml:space="preserve"> pod terénem</w:delText>
        </w:r>
      </w:del>
      <w:ins w:id="737" w:author="vyznačené změny" w:date="2024-06-10T14:58:00Z" w16du:dateUtc="2024-06-10T12:58:00Z">
        <w:r w:rsidR="00E8269D" w:rsidRPr="0032144E">
          <w:rPr>
            <w:rFonts w:eastAsia="Times New Roman" w:cs="Times New Roman"/>
            <w:lang w:eastAsia="cs-CZ"/>
          </w:rPr>
          <w:t>, průměr jádra min. 100 mm</w:t>
        </w:r>
      </w:ins>
      <w:r w:rsidRPr="0032144E">
        <w:rPr>
          <w:rFonts w:eastAsia="Times New Roman" w:cs="Times New Roman"/>
          <w:lang w:eastAsia="cs-CZ"/>
        </w:rPr>
        <w:t>.</w:t>
      </w:r>
    </w:p>
    <w:p w14:paraId="3A7D39F3" w14:textId="77777777" w:rsidR="00FF3DBB" w:rsidRDefault="00FF3DBB" w:rsidP="00FF3DBB">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7124FD76" w14:textId="77777777" w:rsidR="00FF3DBB" w:rsidRDefault="00FF3DBB" w:rsidP="00FF3DBB">
      <w:pPr>
        <w:pStyle w:val="Textbezslovn"/>
        <w:ind w:left="0"/>
        <w:rPr>
          <w:rFonts w:eastAsia="Times New Roman" w:cs="Times New Roman"/>
          <w:lang w:eastAsia="cs-CZ"/>
        </w:rPr>
      </w:pPr>
    </w:p>
    <w:p w14:paraId="331C7E12" w14:textId="77777777" w:rsidR="00FF3DBB" w:rsidRDefault="00FF3DBB" w:rsidP="00FF3DBB">
      <w:pPr>
        <w:pStyle w:val="Textbezslovn"/>
        <w:ind w:left="0"/>
        <w:rPr>
          <w:rFonts w:eastAsia="Times New Roman" w:cs="Times New Roman"/>
          <w:lang w:eastAsia="cs-CZ"/>
        </w:rPr>
      </w:pPr>
    </w:p>
    <w:p w14:paraId="671D4916" w14:textId="77777777" w:rsidR="00FF3DBB" w:rsidRDefault="00FF3DBB" w:rsidP="00FF3DBB">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989B4F2" w14:textId="77777777" w:rsidR="00FF3DBB" w:rsidRDefault="00FF3DBB" w:rsidP="00FF3DBB">
      <w:pPr>
        <w:pStyle w:val="Textbezslovn"/>
        <w:ind w:left="0"/>
      </w:pPr>
    </w:p>
    <w:p w14:paraId="62EF8D97" w14:textId="77777777" w:rsidR="00FF3DBB" w:rsidRDefault="00FF3DBB" w:rsidP="00FF3DBB">
      <w:pPr>
        <w:pStyle w:val="Textbezslovn"/>
        <w:ind w:left="0"/>
      </w:pPr>
      <w:r>
        <w:t>Podpis osoby oprávněné jednat za dodavatele:</w:t>
      </w:r>
    </w:p>
    <w:p w14:paraId="1B17C65B" w14:textId="77777777" w:rsidR="00FF3DBB" w:rsidRDefault="00FF3DBB" w:rsidP="00FF3DBB">
      <w:pPr>
        <w:pStyle w:val="Textbezslovn"/>
        <w:ind w:left="0"/>
      </w:pPr>
    </w:p>
    <w:p w14:paraId="7A214521" w14:textId="77777777" w:rsidR="00FF3DBB" w:rsidRDefault="00FF3DBB" w:rsidP="00FF3DBB">
      <w:pPr>
        <w:pStyle w:val="Textbezslovn"/>
        <w:ind w:left="0"/>
      </w:pPr>
      <w:r>
        <w:t>Jméno: ______________________</w:t>
      </w:r>
    </w:p>
    <w:p w14:paraId="69660C68" w14:textId="77777777" w:rsidR="00FF3DBB" w:rsidRDefault="00FF3DBB" w:rsidP="00FF3DBB">
      <w:pPr>
        <w:pStyle w:val="Textbezslovn"/>
        <w:ind w:left="0"/>
      </w:pPr>
      <w:r>
        <w:tab/>
      </w:r>
    </w:p>
    <w:p w14:paraId="0AF6D0B8" w14:textId="77777777" w:rsidR="00FF3DBB" w:rsidRDefault="00FF3DBB" w:rsidP="00FF3DBB">
      <w:pPr>
        <w:pStyle w:val="Textbezslovn"/>
        <w:ind w:left="0"/>
      </w:pPr>
      <w:r>
        <w:t>Podpis: ______________________</w:t>
      </w:r>
    </w:p>
    <w:p w14:paraId="10B90E20" w14:textId="77777777" w:rsidR="00FF3DBB" w:rsidRPr="006142CD" w:rsidRDefault="00FF3DBB" w:rsidP="001207E9">
      <w:pPr>
        <w:pStyle w:val="Textbezslovn"/>
        <w:ind w:left="0"/>
        <w:rPr>
          <w:color w:val="FF0000"/>
        </w:rPr>
      </w:pPr>
    </w:p>
    <w:sectPr w:rsidR="00FF3DBB" w:rsidRPr="006142CD" w:rsidSect="00D94747">
      <w:pgSz w:w="11906" w:h="16838" w:code="9"/>
      <w:pgMar w:top="1418" w:right="1134" w:bottom="170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EDB9C" w14:textId="77777777" w:rsidR="005C6064" w:rsidRDefault="005C6064" w:rsidP="00962258">
      <w:pPr>
        <w:spacing w:after="0" w:line="240" w:lineRule="auto"/>
      </w:pPr>
      <w:r>
        <w:separator/>
      </w:r>
    </w:p>
  </w:endnote>
  <w:endnote w:type="continuationSeparator" w:id="0">
    <w:p w14:paraId="5503649A" w14:textId="77777777" w:rsidR="005C6064" w:rsidRDefault="005C6064" w:rsidP="00962258">
      <w:pPr>
        <w:spacing w:after="0" w:line="240" w:lineRule="auto"/>
      </w:pPr>
      <w:r>
        <w:continuationSeparator/>
      </w:r>
    </w:p>
  </w:endnote>
  <w:endnote w:type="continuationNotice" w:id="1">
    <w:p w14:paraId="2CAF21FB" w14:textId="77777777" w:rsidR="005C6064" w:rsidRDefault="005C60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65F4" w14:paraId="3852A48B" w14:textId="77777777" w:rsidTr="00EB46E5">
      <w:tc>
        <w:tcPr>
          <w:tcW w:w="1361" w:type="dxa"/>
          <w:tcMar>
            <w:left w:w="0" w:type="dxa"/>
            <w:right w:w="0" w:type="dxa"/>
          </w:tcMar>
          <w:vAlign w:val="bottom"/>
        </w:tcPr>
        <w:p w14:paraId="137C5680" w14:textId="481F5444" w:rsidR="003565F4" w:rsidRPr="00B8518B" w:rsidRDefault="003565F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7C9">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37C9">
            <w:rPr>
              <w:rStyle w:val="slostrnky"/>
              <w:noProof/>
            </w:rPr>
            <w:t>46</w:t>
          </w:r>
          <w:r w:rsidRPr="00B8518B">
            <w:rPr>
              <w:rStyle w:val="slostrnky"/>
            </w:rPr>
            <w:fldChar w:fldCharType="end"/>
          </w:r>
        </w:p>
      </w:tc>
      <w:tc>
        <w:tcPr>
          <w:tcW w:w="284" w:type="dxa"/>
          <w:shd w:val="clear" w:color="auto" w:fill="auto"/>
          <w:tcMar>
            <w:left w:w="0" w:type="dxa"/>
            <w:right w:w="0" w:type="dxa"/>
          </w:tcMar>
        </w:tcPr>
        <w:p w14:paraId="240F2DFD" w14:textId="77777777" w:rsidR="003565F4" w:rsidRDefault="003565F4" w:rsidP="00B8518B">
          <w:pPr>
            <w:pStyle w:val="Zpat"/>
          </w:pPr>
        </w:p>
      </w:tc>
      <w:tc>
        <w:tcPr>
          <w:tcW w:w="425" w:type="dxa"/>
          <w:shd w:val="clear" w:color="auto" w:fill="auto"/>
          <w:tcMar>
            <w:left w:w="0" w:type="dxa"/>
            <w:right w:w="0" w:type="dxa"/>
          </w:tcMar>
        </w:tcPr>
        <w:p w14:paraId="7564134E" w14:textId="77777777" w:rsidR="003565F4" w:rsidRDefault="003565F4" w:rsidP="00B8518B">
          <w:pPr>
            <w:pStyle w:val="Zpat"/>
          </w:pPr>
        </w:p>
      </w:tc>
      <w:tc>
        <w:tcPr>
          <w:tcW w:w="8505" w:type="dxa"/>
        </w:tcPr>
        <w:p w14:paraId="1B4593B8" w14:textId="1F11F4FD" w:rsidR="003565F4" w:rsidRPr="009845E3" w:rsidRDefault="003565F4" w:rsidP="00EB46E5">
          <w:pPr>
            <w:pStyle w:val="Zpat0"/>
          </w:pPr>
          <w:r w:rsidRPr="00103258">
            <w:t>RS4 úsek Ústí nad Labem – státní hranice CZ/SRN“; realizace geologick</w:t>
          </w:r>
          <w:r>
            <w:t>ého průzkumu</w:t>
          </w:r>
          <w:r w:rsidRPr="00103258">
            <w:t xml:space="preserve"> pro Krušnohorský tunel</w:t>
          </w:r>
        </w:p>
        <w:p w14:paraId="5740C166" w14:textId="77777777" w:rsidR="003565F4" w:rsidRDefault="003565F4" w:rsidP="00EB46E5">
          <w:pPr>
            <w:pStyle w:val="Zpat0"/>
          </w:pPr>
          <w:r w:rsidRPr="009845E3">
            <w:t xml:space="preserve">Díl 1 – </w:t>
          </w:r>
          <w:r w:rsidRPr="009845E3">
            <w:rPr>
              <w:caps/>
            </w:rPr>
            <w:t>Požadavky a podmínky</w:t>
          </w:r>
          <w:r w:rsidRPr="0035531B">
            <w:rPr>
              <w:caps/>
            </w:rPr>
            <w:t xml:space="preserve"> pro zpracování nabídky</w:t>
          </w:r>
        </w:p>
        <w:p w14:paraId="6A4851CD" w14:textId="77777777" w:rsidR="003565F4" w:rsidRDefault="003565F4" w:rsidP="00392730">
          <w:pPr>
            <w:pStyle w:val="Zpat0"/>
          </w:pPr>
          <w:r>
            <w:t xml:space="preserve">Část 2 – </w:t>
          </w:r>
          <w:r w:rsidRPr="0035531B">
            <w:rPr>
              <w:caps/>
            </w:rPr>
            <w:t>Pokyny pro dodavatele</w:t>
          </w:r>
        </w:p>
        <w:p w14:paraId="737706F4" w14:textId="77777777" w:rsidR="003565F4" w:rsidRDefault="003565F4" w:rsidP="00392730">
          <w:pPr>
            <w:pStyle w:val="Zpat0"/>
          </w:pPr>
        </w:p>
      </w:tc>
    </w:tr>
  </w:tbl>
  <w:p w14:paraId="557F4388" w14:textId="77777777" w:rsidR="003565F4" w:rsidRPr="00B8518B" w:rsidRDefault="003565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3565F4" w:rsidRPr="00B8518B" w:rsidRDefault="003565F4" w:rsidP="00460660">
    <w:pPr>
      <w:pStyle w:val="Zpat"/>
      <w:rPr>
        <w:sz w:val="2"/>
        <w:szCs w:val="2"/>
      </w:rPr>
    </w:pPr>
  </w:p>
  <w:p w14:paraId="70C621D3" w14:textId="587CB2C6" w:rsidR="003565F4" w:rsidRPr="00460660" w:rsidRDefault="003565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90EEF" w14:textId="77777777" w:rsidR="005C6064" w:rsidRDefault="005C6064" w:rsidP="00962258">
      <w:pPr>
        <w:spacing w:after="0" w:line="240" w:lineRule="auto"/>
      </w:pPr>
      <w:r>
        <w:separator/>
      </w:r>
    </w:p>
  </w:footnote>
  <w:footnote w:type="continuationSeparator" w:id="0">
    <w:p w14:paraId="32BF5D39" w14:textId="77777777" w:rsidR="005C6064" w:rsidRDefault="005C6064" w:rsidP="00962258">
      <w:pPr>
        <w:spacing w:after="0" w:line="240" w:lineRule="auto"/>
      </w:pPr>
      <w:r>
        <w:continuationSeparator/>
      </w:r>
    </w:p>
  </w:footnote>
  <w:footnote w:type="continuationNotice" w:id="1">
    <w:p w14:paraId="1DE810BA" w14:textId="77777777" w:rsidR="005C6064" w:rsidRDefault="005C6064">
      <w:pPr>
        <w:spacing w:after="0" w:line="240" w:lineRule="auto"/>
      </w:pPr>
    </w:p>
  </w:footnote>
  <w:footnote w:id="2">
    <w:p w14:paraId="67680484" w14:textId="5802DE5F" w:rsidR="003565F4" w:rsidRDefault="003565F4"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3565F4" w:rsidRPr="00EB54C9" w:rsidRDefault="003565F4"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3565F4" w:rsidRDefault="003565F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3565F4" w:rsidRDefault="003565F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3565F4" w:rsidRDefault="003565F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3565F4" w:rsidRDefault="003565F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3565F4" w:rsidRDefault="003565F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6274480" w14:textId="77777777" w:rsidR="007151D0" w:rsidRDefault="007151D0" w:rsidP="007151D0">
      <w:pPr>
        <w:pStyle w:val="Textpoznpodarou"/>
      </w:pPr>
      <w:ins w:id="557" w:author="vyznačené změny" w:date="2024-06-10T14:58:00Z" w16du:dateUtc="2024-06-10T12:58:00Z">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ins>
    </w:p>
  </w:footnote>
  <w:footnote w:id="10">
    <w:p w14:paraId="3A536AE7" w14:textId="77777777" w:rsidR="003565F4" w:rsidRDefault="003565F4"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39B1DBA4" w14:textId="77777777" w:rsidR="003565F4" w:rsidRDefault="003565F4" w:rsidP="00FF3DB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5F4" w14:paraId="40E70905" w14:textId="77777777" w:rsidTr="00C02D0A">
      <w:trPr>
        <w:trHeight w:hRule="exact" w:val="454"/>
      </w:trPr>
      <w:tc>
        <w:tcPr>
          <w:tcW w:w="1361" w:type="dxa"/>
          <w:tcMar>
            <w:top w:w="57" w:type="dxa"/>
            <w:left w:w="0" w:type="dxa"/>
            <w:right w:w="0" w:type="dxa"/>
          </w:tcMar>
        </w:tcPr>
        <w:p w14:paraId="157A32E1" w14:textId="77777777" w:rsidR="003565F4" w:rsidRPr="00B8518B" w:rsidRDefault="003565F4" w:rsidP="00523EA7">
          <w:pPr>
            <w:pStyle w:val="Zpat"/>
            <w:rPr>
              <w:rStyle w:val="slostrnky"/>
            </w:rPr>
          </w:pPr>
        </w:p>
      </w:tc>
      <w:tc>
        <w:tcPr>
          <w:tcW w:w="3458" w:type="dxa"/>
          <w:shd w:val="clear" w:color="auto" w:fill="auto"/>
          <w:tcMar>
            <w:top w:w="57" w:type="dxa"/>
            <w:left w:w="0" w:type="dxa"/>
            <w:right w:w="0" w:type="dxa"/>
          </w:tcMar>
        </w:tcPr>
        <w:p w14:paraId="0BFEA660" w14:textId="77777777" w:rsidR="003565F4" w:rsidRDefault="003565F4" w:rsidP="00523EA7">
          <w:pPr>
            <w:pStyle w:val="Zpat"/>
          </w:pPr>
        </w:p>
      </w:tc>
      <w:tc>
        <w:tcPr>
          <w:tcW w:w="5698" w:type="dxa"/>
          <w:shd w:val="clear" w:color="auto" w:fill="auto"/>
          <w:tcMar>
            <w:top w:w="57" w:type="dxa"/>
            <w:left w:w="0" w:type="dxa"/>
            <w:right w:w="0" w:type="dxa"/>
          </w:tcMar>
        </w:tcPr>
        <w:p w14:paraId="43417309" w14:textId="77777777" w:rsidR="003565F4" w:rsidRPr="00D6163D" w:rsidRDefault="003565F4" w:rsidP="00D6163D">
          <w:pPr>
            <w:pStyle w:val="Druhdokumentu"/>
          </w:pPr>
        </w:p>
      </w:tc>
    </w:tr>
  </w:tbl>
  <w:p w14:paraId="7A51DC1B" w14:textId="77777777" w:rsidR="003565F4" w:rsidRPr="00D6163D" w:rsidRDefault="003565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65F4" w14:paraId="6BBBB51F" w14:textId="77777777" w:rsidTr="00B22106">
      <w:trPr>
        <w:trHeight w:hRule="exact" w:val="936"/>
      </w:trPr>
      <w:tc>
        <w:tcPr>
          <w:tcW w:w="1361" w:type="dxa"/>
          <w:tcMar>
            <w:left w:w="0" w:type="dxa"/>
            <w:right w:w="0" w:type="dxa"/>
          </w:tcMar>
        </w:tcPr>
        <w:p w14:paraId="7B49BEA5"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5723BA86" w14:textId="77777777" w:rsidR="003565F4" w:rsidRDefault="003565F4" w:rsidP="00FC6389">
          <w:pPr>
            <w:pStyle w:val="Zpat"/>
          </w:pPr>
        </w:p>
      </w:tc>
      <w:tc>
        <w:tcPr>
          <w:tcW w:w="5756" w:type="dxa"/>
          <w:shd w:val="clear" w:color="auto" w:fill="auto"/>
          <w:tcMar>
            <w:left w:w="0" w:type="dxa"/>
            <w:right w:w="0" w:type="dxa"/>
          </w:tcMar>
        </w:tcPr>
        <w:p w14:paraId="10B786D1" w14:textId="77777777" w:rsidR="003565F4" w:rsidRPr="00D6163D" w:rsidRDefault="003565F4" w:rsidP="00FC6389">
          <w:pPr>
            <w:pStyle w:val="Druhdokumentu"/>
          </w:pPr>
        </w:p>
      </w:tc>
    </w:tr>
    <w:tr w:rsidR="003565F4" w14:paraId="68D9FA2A" w14:textId="77777777" w:rsidTr="00B22106">
      <w:trPr>
        <w:trHeight w:hRule="exact" w:val="936"/>
      </w:trPr>
      <w:tc>
        <w:tcPr>
          <w:tcW w:w="1361" w:type="dxa"/>
          <w:tcMar>
            <w:left w:w="0" w:type="dxa"/>
            <w:right w:w="0" w:type="dxa"/>
          </w:tcMar>
        </w:tcPr>
        <w:p w14:paraId="1B20651E" w14:textId="77777777" w:rsidR="003565F4" w:rsidRPr="00B8518B" w:rsidRDefault="003565F4" w:rsidP="00FC6389">
          <w:pPr>
            <w:pStyle w:val="Zpat"/>
            <w:rPr>
              <w:rStyle w:val="slostrnky"/>
            </w:rPr>
          </w:pPr>
        </w:p>
      </w:tc>
      <w:tc>
        <w:tcPr>
          <w:tcW w:w="3458" w:type="dxa"/>
          <w:shd w:val="clear" w:color="auto" w:fill="auto"/>
          <w:tcMar>
            <w:left w:w="0" w:type="dxa"/>
            <w:right w:w="0" w:type="dxa"/>
          </w:tcMar>
        </w:tcPr>
        <w:p w14:paraId="44D3F74E" w14:textId="77777777" w:rsidR="003565F4" w:rsidRDefault="003565F4" w:rsidP="00FC6389">
          <w:pPr>
            <w:pStyle w:val="Zpat"/>
          </w:pPr>
        </w:p>
      </w:tc>
      <w:tc>
        <w:tcPr>
          <w:tcW w:w="5756" w:type="dxa"/>
          <w:shd w:val="clear" w:color="auto" w:fill="auto"/>
          <w:tcMar>
            <w:left w:w="0" w:type="dxa"/>
            <w:right w:w="0" w:type="dxa"/>
          </w:tcMar>
        </w:tcPr>
        <w:p w14:paraId="12C34926" w14:textId="77777777" w:rsidR="003565F4" w:rsidRPr="00D6163D" w:rsidRDefault="003565F4" w:rsidP="00FC6389">
          <w:pPr>
            <w:pStyle w:val="Druhdokumentu"/>
          </w:pPr>
        </w:p>
      </w:tc>
    </w:tr>
  </w:tbl>
  <w:p w14:paraId="0D5F026A" w14:textId="77777777" w:rsidR="003565F4" w:rsidRPr="00D6163D" w:rsidRDefault="003565F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3565F4" w:rsidRPr="00460660" w:rsidRDefault="003565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5983"/>
        </w:tabs>
        <w:ind w:left="5983"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8363B"/>
    <w:multiLevelType w:val="hybridMultilevel"/>
    <w:tmpl w:val="4970A56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CC34183"/>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5"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144D10B0"/>
    <w:multiLevelType w:val="hybridMultilevel"/>
    <w:tmpl w:val="D1D46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8582069"/>
    <w:multiLevelType w:val="hybridMultilevel"/>
    <w:tmpl w:val="37FADC48"/>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8159A5"/>
    <w:multiLevelType w:val="hybridMultilevel"/>
    <w:tmpl w:val="460A5A8E"/>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253355AC"/>
    <w:multiLevelType w:val="hybridMultilevel"/>
    <w:tmpl w:val="E1D8D5D8"/>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2927665A"/>
    <w:multiLevelType w:val="hybridMultilevel"/>
    <w:tmpl w:val="C21A187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2CA312BB"/>
    <w:multiLevelType w:val="hybridMultilevel"/>
    <w:tmpl w:val="2DA4599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2F6B51E7"/>
    <w:multiLevelType w:val="hybridMultilevel"/>
    <w:tmpl w:val="B1C8EF96"/>
    <w:lvl w:ilvl="0" w:tplc="2F4A9798">
      <w:start w:val="1"/>
      <w:numFmt w:val="bullet"/>
      <w:lvlText w:val=""/>
      <w:lvlJc w:val="left"/>
      <w:pPr>
        <w:ind w:left="2251" w:hanging="360"/>
      </w:pPr>
      <w:rPr>
        <w:rFonts w:ascii="Symbol" w:hAnsi="Symbol" w:cs="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7" w15:restartNumberingAfterBreak="0">
    <w:nsid w:val="301A00FC"/>
    <w:multiLevelType w:val="hybridMultilevel"/>
    <w:tmpl w:val="D1AE94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BD2DA1"/>
    <w:multiLevelType w:val="hybridMultilevel"/>
    <w:tmpl w:val="8E6C40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AC7753"/>
    <w:multiLevelType w:val="multilevel"/>
    <w:tmpl w:val="166A446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396648BC"/>
    <w:multiLevelType w:val="hybridMultilevel"/>
    <w:tmpl w:val="09CA0982"/>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3E1C73A2"/>
    <w:multiLevelType w:val="multilevel"/>
    <w:tmpl w:val="9DD442F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0096436"/>
    <w:multiLevelType w:val="hybridMultilevel"/>
    <w:tmpl w:val="71FE84EC"/>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444C69A4"/>
    <w:multiLevelType w:val="hybridMultilevel"/>
    <w:tmpl w:val="4832242A"/>
    <w:lvl w:ilvl="0" w:tplc="2F4A9798">
      <w:start w:val="1"/>
      <w:numFmt w:val="bullet"/>
      <w:lvlText w:val=""/>
      <w:lvlJc w:val="left"/>
      <w:pPr>
        <w:ind w:left="1797" w:hanging="360"/>
      </w:pPr>
      <w:rPr>
        <w:rFonts w:ascii="Symbol" w:hAnsi="Symbol" w:cs="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4C3E306A"/>
    <w:multiLevelType w:val="hybridMultilevel"/>
    <w:tmpl w:val="11C6202C"/>
    <w:lvl w:ilvl="0" w:tplc="2F4A9798">
      <w:start w:val="1"/>
      <w:numFmt w:val="bullet"/>
      <w:lvlText w:val=""/>
      <w:lvlJc w:val="left"/>
      <w:pPr>
        <w:ind w:left="1457" w:hanging="360"/>
      </w:pPr>
      <w:rPr>
        <w:rFonts w:ascii="Symbol" w:hAnsi="Symbol" w:cs="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2" w15:restartNumberingAfterBreak="0">
    <w:nsid w:val="65EE3277"/>
    <w:multiLevelType w:val="multilevel"/>
    <w:tmpl w:val="9B547996"/>
    <w:lvl w:ilvl="0">
      <w:start w:val="5"/>
      <w:numFmt w:val="bullet"/>
      <w:lvlText w:val="-"/>
      <w:lvlJc w:val="left"/>
      <w:pPr>
        <w:tabs>
          <w:tab w:val="num" w:pos="1077"/>
        </w:tabs>
        <w:ind w:left="1077" w:hanging="340"/>
      </w:pPr>
      <w:rPr>
        <w:rFonts w:ascii="Verdana" w:eastAsia="Times New Roman" w:hAnsi="Verdana" w:cs="Aria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9F510B"/>
    <w:multiLevelType w:val="hybridMultilevel"/>
    <w:tmpl w:val="D4A4149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5" w15:restartNumberingAfterBreak="0">
    <w:nsid w:val="6C566942"/>
    <w:multiLevelType w:val="hybridMultilevel"/>
    <w:tmpl w:val="D0B66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916D8C"/>
    <w:multiLevelType w:val="hybridMultilevel"/>
    <w:tmpl w:val="AA30615E"/>
    <w:lvl w:ilvl="0" w:tplc="04050005">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7" w15:restartNumberingAfterBreak="0">
    <w:nsid w:val="6FC414F0"/>
    <w:multiLevelType w:val="hybridMultilevel"/>
    <w:tmpl w:val="F286AB7A"/>
    <w:lvl w:ilvl="0" w:tplc="2F4A9798">
      <w:start w:val="1"/>
      <w:numFmt w:val="bullet"/>
      <w:lvlText w:val=""/>
      <w:lvlJc w:val="left"/>
      <w:pPr>
        <w:ind w:left="2517" w:hanging="360"/>
      </w:pPr>
      <w:rPr>
        <w:rFonts w:ascii="Symbol" w:hAnsi="Symbol" w:cs="Symbol" w:hint="default"/>
      </w:rPr>
    </w:lvl>
    <w:lvl w:ilvl="1" w:tplc="04050003" w:tentative="1">
      <w:start w:val="1"/>
      <w:numFmt w:val="bullet"/>
      <w:lvlText w:val="o"/>
      <w:lvlJc w:val="left"/>
      <w:pPr>
        <w:ind w:left="3237" w:hanging="360"/>
      </w:pPr>
      <w:rPr>
        <w:rFonts w:ascii="Courier New" w:hAnsi="Courier New" w:cs="Courier New" w:hint="default"/>
      </w:rPr>
    </w:lvl>
    <w:lvl w:ilvl="2" w:tplc="04050005" w:tentative="1">
      <w:start w:val="1"/>
      <w:numFmt w:val="bullet"/>
      <w:lvlText w:val=""/>
      <w:lvlJc w:val="left"/>
      <w:pPr>
        <w:ind w:left="3957" w:hanging="360"/>
      </w:pPr>
      <w:rPr>
        <w:rFonts w:ascii="Wingdings" w:hAnsi="Wingdings" w:hint="default"/>
      </w:rPr>
    </w:lvl>
    <w:lvl w:ilvl="3" w:tplc="04050001" w:tentative="1">
      <w:start w:val="1"/>
      <w:numFmt w:val="bullet"/>
      <w:lvlText w:val=""/>
      <w:lvlJc w:val="left"/>
      <w:pPr>
        <w:ind w:left="4677" w:hanging="360"/>
      </w:pPr>
      <w:rPr>
        <w:rFonts w:ascii="Symbol" w:hAnsi="Symbol" w:hint="default"/>
      </w:rPr>
    </w:lvl>
    <w:lvl w:ilvl="4" w:tplc="04050003" w:tentative="1">
      <w:start w:val="1"/>
      <w:numFmt w:val="bullet"/>
      <w:lvlText w:val="o"/>
      <w:lvlJc w:val="left"/>
      <w:pPr>
        <w:ind w:left="5397" w:hanging="360"/>
      </w:pPr>
      <w:rPr>
        <w:rFonts w:ascii="Courier New" w:hAnsi="Courier New" w:cs="Courier New" w:hint="default"/>
      </w:rPr>
    </w:lvl>
    <w:lvl w:ilvl="5" w:tplc="04050005" w:tentative="1">
      <w:start w:val="1"/>
      <w:numFmt w:val="bullet"/>
      <w:lvlText w:val=""/>
      <w:lvlJc w:val="left"/>
      <w:pPr>
        <w:ind w:left="6117" w:hanging="360"/>
      </w:pPr>
      <w:rPr>
        <w:rFonts w:ascii="Wingdings" w:hAnsi="Wingdings" w:hint="default"/>
      </w:rPr>
    </w:lvl>
    <w:lvl w:ilvl="6" w:tplc="04050001" w:tentative="1">
      <w:start w:val="1"/>
      <w:numFmt w:val="bullet"/>
      <w:lvlText w:val=""/>
      <w:lvlJc w:val="left"/>
      <w:pPr>
        <w:ind w:left="6837" w:hanging="360"/>
      </w:pPr>
      <w:rPr>
        <w:rFonts w:ascii="Symbol" w:hAnsi="Symbol" w:hint="default"/>
      </w:rPr>
    </w:lvl>
    <w:lvl w:ilvl="7" w:tplc="04050003" w:tentative="1">
      <w:start w:val="1"/>
      <w:numFmt w:val="bullet"/>
      <w:lvlText w:val="o"/>
      <w:lvlJc w:val="left"/>
      <w:pPr>
        <w:ind w:left="7557" w:hanging="360"/>
      </w:pPr>
      <w:rPr>
        <w:rFonts w:ascii="Courier New" w:hAnsi="Courier New" w:cs="Courier New" w:hint="default"/>
      </w:rPr>
    </w:lvl>
    <w:lvl w:ilvl="8" w:tplc="04050005" w:tentative="1">
      <w:start w:val="1"/>
      <w:numFmt w:val="bullet"/>
      <w:lvlText w:val=""/>
      <w:lvlJc w:val="left"/>
      <w:pPr>
        <w:ind w:left="8277" w:hanging="360"/>
      </w:pPr>
      <w:rPr>
        <w:rFonts w:ascii="Wingdings" w:hAnsi="Wingdings" w:hint="default"/>
      </w:rPr>
    </w:lvl>
  </w:abstractNum>
  <w:abstractNum w:abstractNumId="38" w15:restartNumberingAfterBreak="0">
    <w:nsid w:val="708C6B6A"/>
    <w:multiLevelType w:val="hybridMultilevel"/>
    <w:tmpl w:val="253CE9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720574BB"/>
    <w:multiLevelType w:val="hybridMultilevel"/>
    <w:tmpl w:val="F94A3DC4"/>
    <w:lvl w:ilvl="0" w:tplc="CEFE8F22">
      <w:numFmt w:val="bullet"/>
      <w:lvlText w:val="-"/>
      <w:lvlJc w:val="left"/>
      <w:pPr>
        <w:ind w:left="1457" w:hanging="360"/>
      </w:pPr>
      <w:rPr>
        <w:rFonts w:ascii="Calibri" w:eastAsiaTheme="minorHAnsi" w:hAnsi="Calibri" w:cs="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8778C9"/>
    <w:multiLevelType w:val="hybridMultilevel"/>
    <w:tmpl w:val="F41453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600718529">
    <w:abstractNumId w:val="9"/>
  </w:num>
  <w:num w:numId="2" w16cid:durableId="2120568397">
    <w:abstractNumId w:val="1"/>
  </w:num>
  <w:num w:numId="3" w16cid:durableId="1732385013">
    <w:abstractNumId w:val="40"/>
  </w:num>
  <w:num w:numId="4" w16cid:durableId="2041280880">
    <w:abstractNumId w:val="7"/>
  </w:num>
  <w:num w:numId="5" w16cid:durableId="1277248944">
    <w:abstractNumId w:val="0"/>
  </w:num>
  <w:num w:numId="6" w16cid:durableId="380980792">
    <w:abstractNumId w:val="14"/>
  </w:num>
  <w:num w:numId="7" w16cid:durableId="1766421749">
    <w:abstractNumId w:val="19"/>
  </w:num>
  <w:num w:numId="8" w16cid:durableId="1031490539">
    <w:abstractNumId w:val="42"/>
  </w:num>
  <w:num w:numId="9" w16cid:durableId="192353161">
    <w:abstractNumId w:val="33"/>
  </w:num>
  <w:num w:numId="10" w16cid:durableId="7394041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2416590">
    <w:abstractNumId w:val="21"/>
  </w:num>
  <w:num w:numId="12" w16cid:durableId="882059230">
    <w:abstractNumId w:val="23"/>
  </w:num>
  <w:num w:numId="13" w16cid:durableId="1106117324">
    <w:abstractNumId w:val="4"/>
  </w:num>
  <w:num w:numId="14" w16cid:durableId="8381534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627101">
    <w:abstractNumId w:val="22"/>
  </w:num>
  <w:num w:numId="16" w16cid:durableId="1361593060">
    <w:abstractNumId w:val="31"/>
  </w:num>
  <w:num w:numId="17" w16cid:durableId="1477140749">
    <w:abstractNumId w:val="5"/>
  </w:num>
  <w:num w:numId="18" w16cid:durableId="1275331121">
    <w:abstractNumId w:val="41"/>
  </w:num>
  <w:num w:numId="19" w16cid:durableId="1889493426">
    <w:abstractNumId w:val="10"/>
  </w:num>
  <w:num w:numId="20" w16cid:durableId="937299654">
    <w:abstractNumId w:val="30"/>
  </w:num>
  <w:num w:numId="21" w16cid:durableId="1332555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6549437">
    <w:abstractNumId w:val="29"/>
  </w:num>
  <w:num w:numId="23" w16cid:durableId="25647105">
    <w:abstractNumId w:val="26"/>
  </w:num>
  <w:num w:numId="24" w16cid:durableId="239563531">
    <w:abstractNumId w:val="11"/>
  </w:num>
  <w:num w:numId="25" w16cid:durableId="2069763297">
    <w:abstractNumId w:val="27"/>
  </w:num>
  <w:num w:numId="26" w16cid:durableId="987785663">
    <w:abstractNumId w:val="8"/>
  </w:num>
  <w:num w:numId="27" w16cid:durableId="788208019">
    <w:abstractNumId w:val="15"/>
  </w:num>
  <w:num w:numId="28" w16cid:durableId="1419792689">
    <w:abstractNumId w:val="16"/>
  </w:num>
  <w:num w:numId="29" w16cid:durableId="595986699">
    <w:abstractNumId w:val="12"/>
  </w:num>
  <w:num w:numId="30" w16cid:durableId="973558160">
    <w:abstractNumId w:val="18"/>
  </w:num>
  <w:num w:numId="31" w16cid:durableId="1168403647">
    <w:abstractNumId w:val="37"/>
  </w:num>
  <w:num w:numId="32" w16cid:durableId="1919824799">
    <w:abstractNumId w:val="34"/>
  </w:num>
  <w:num w:numId="33" w16cid:durableId="2049183007">
    <w:abstractNumId w:val="43"/>
  </w:num>
  <w:num w:numId="34" w16cid:durableId="1466699285">
    <w:abstractNumId w:val="13"/>
  </w:num>
  <w:num w:numId="35" w16cid:durableId="205340840">
    <w:abstractNumId w:val="6"/>
  </w:num>
  <w:num w:numId="36" w16cid:durableId="1963266503">
    <w:abstractNumId w:val="25"/>
  </w:num>
  <w:num w:numId="37" w16cid:durableId="551842197">
    <w:abstractNumId w:val="2"/>
  </w:num>
  <w:num w:numId="38" w16cid:durableId="484391861">
    <w:abstractNumId w:val="38"/>
  </w:num>
  <w:num w:numId="39" w16cid:durableId="1386223739">
    <w:abstractNumId w:val="35"/>
  </w:num>
  <w:num w:numId="40" w16cid:durableId="17156156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4746223">
    <w:abstractNumId w:val="17"/>
  </w:num>
  <w:num w:numId="42" w16cid:durableId="1120564905">
    <w:abstractNumId w:val="36"/>
  </w:num>
  <w:num w:numId="43" w16cid:durableId="1302420803">
    <w:abstractNumId w:val="20"/>
  </w:num>
  <w:num w:numId="44" w16cid:durableId="397940352">
    <w:abstractNumId w:val="24"/>
  </w:num>
  <w:num w:numId="45" w16cid:durableId="20057043">
    <w:abstractNumId w:val="39"/>
  </w:num>
  <w:num w:numId="46" w16cid:durableId="707950651">
    <w:abstractNumId w:val="28"/>
  </w:num>
  <w:num w:numId="47" w16cid:durableId="1138886569">
    <w:abstractNumId w:val="3"/>
  </w:num>
  <w:num w:numId="48" w16cid:durableId="872577215">
    <w:abstractNumId w:val="19"/>
  </w:num>
  <w:num w:numId="49" w16cid:durableId="896938202">
    <w:abstractNumId w:val="32"/>
  </w:num>
  <w:num w:numId="50" w16cid:durableId="70537346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6C9"/>
    <w:rsid w:val="00002865"/>
    <w:rsid w:val="00002D8D"/>
    <w:rsid w:val="000049B7"/>
    <w:rsid w:val="0000503C"/>
    <w:rsid w:val="000069EC"/>
    <w:rsid w:val="0001060D"/>
    <w:rsid w:val="0001176D"/>
    <w:rsid w:val="00013DFD"/>
    <w:rsid w:val="00014142"/>
    <w:rsid w:val="00014ED8"/>
    <w:rsid w:val="000156A7"/>
    <w:rsid w:val="00016874"/>
    <w:rsid w:val="000169D2"/>
    <w:rsid w:val="000170C6"/>
    <w:rsid w:val="000174E8"/>
    <w:rsid w:val="00017F3C"/>
    <w:rsid w:val="00020014"/>
    <w:rsid w:val="0002092B"/>
    <w:rsid w:val="00020AF4"/>
    <w:rsid w:val="00021300"/>
    <w:rsid w:val="000218A3"/>
    <w:rsid w:val="00024660"/>
    <w:rsid w:val="00026001"/>
    <w:rsid w:val="0002621B"/>
    <w:rsid w:val="00026693"/>
    <w:rsid w:val="00026D0B"/>
    <w:rsid w:val="000276D6"/>
    <w:rsid w:val="000338E9"/>
    <w:rsid w:val="00033BFE"/>
    <w:rsid w:val="000351E5"/>
    <w:rsid w:val="0003539E"/>
    <w:rsid w:val="000359B9"/>
    <w:rsid w:val="00036378"/>
    <w:rsid w:val="00040961"/>
    <w:rsid w:val="00040FEA"/>
    <w:rsid w:val="00041117"/>
    <w:rsid w:val="00041387"/>
    <w:rsid w:val="00041D13"/>
    <w:rsid w:val="00041EC8"/>
    <w:rsid w:val="00042650"/>
    <w:rsid w:val="00043014"/>
    <w:rsid w:val="00043EF5"/>
    <w:rsid w:val="00045C0D"/>
    <w:rsid w:val="000466BC"/>
    <w:rsid w:val="00047AB6"/>
    <w:rsid w:val="00050025"/>
    <w:rsid w:val="000506F5"/>
    <w:rsid w:val="00050D17"/>
    <w:rsid w:val="0005132C"/>
    <w:rsid w:val="000528CF"/>
    <w:rsid w:val="00053304"/>
    <w:rsid w:val="0005489F"/>
    <w:rsid w:val="000548D0"/>
    <w:rsid w:val="00056B43"/>
    <w:rsid w:val="00056E56"/>
    <w:rsid w:val="00057507"/>
    <w:rsid w:val="00063C2A"/>
    <w:rsid w:val="0006499F"/>
    <w:rsid w:val="0006588D"/>
    <w:rsid w:val="00066BDC"/>
    <w:rsid w:val="000672CB"/>
    <w:rsid w:val="00067936"/>
    <w:rsid w:val="000679E5"/>
    <w:rsid w:val="00067A5E"/>
    <w:rsid w:val="00067EE3"/>
    <w:rsid w:val="00070026"/>
    <w:rsid w:val="00070F81"/>
    <w:rsid w:val="000719BB"/>
    <w:rsid w:val="000724E2"/>
    <w:rsid w:val="00072807"/>
    <w:rsid w:val="00072A65"/>
    <w:rsid w:val="00072C1E"/>
    <w:rsid w:val="000751BA"/>
    <w:rsid w:val="00075902"/>
    <w:rsid w:val="00075B8A"/>
    <w:rsid w:val="00075E50"/>
    <w:rsid w:val="0008290B"/>
    <w:rsid w:val="000837C7"/>
    <w:rsid w:val="000839DD"/>
    <w:rsid w:val="00083C72"/>
    <w:rsid w:val="000843C3"/>
    <w:rsid w:val="000869AE"/>
    <w:rsid w:val="00086DDD"/>
    <w:rsid w:val="00087825"/>
    <w:rsid w:val="00087953"/>
    <w:rsid w:val="00091B1F"/>
    <w:rsid w:val="000929B6"/>
    <w:rsid w:val="00092CC9"/>
    <w:rsid w:val="0009566F"/>
    <w:rsid w:val="000965B4"/>
    <w:rsid w:val="000974F4"/>
    <w:rsid w:val="00097DD8"/>
    <w:rsid w:val="000A0623"/>
    <w:rsid w:val="000A087A"/>
    <w:rsid w:val="000A0D7E"/>
    <w:rsid w:val="000A14F5"/>
    <w:rsid w:val="000A2DA1"/>
    <w:rsid w:val="000A44B0"/>
    <w:rsid w:val="000A5BB2"/>
    <w:rsid w:val="000A5F00"/>
    <w:rsid w:val="000A7644"/>
    <w:rsid w:val="000A7D7C"/>
    <w:rsid w:val="000B29BD"/>
    <w:rsid w:val="000B2C5E"/>
    <w:rsid w:val="000B2EE2"/>
    <w:rsid w:val="000B36F2"/>
    <w:rsid w:val="000B3ADB"/>
    <w:rsid w:val="000B4EB8"/>
    <w:rsid w:val="000B5E9A"/>
    <w:rsid w:val="000B5EBA"/>
    <w:rsid w:val="000B676B"/>
    <w:rsid w:val="000B6A47"/>
    <w:rsid w:val="000B6C1F"/>
    <w:rsid w:val="000B7261"/>
    <w:rsid w:val="000B73BA"/>
    <w:rsid w:val="000C00E7"/>
    <w:rsid w:val="000C0829"/>
    <w:rsid w:val="000C10E3"/>
    <w:rsid w:val="000C3DEC"/>
    <w:rsid w:val="000C4173"/>
    <w:rsid w:val="000C41F2"/>
    <w:rsid w:val="000C5F7F"/>
    <w:rsid w:val="000C717C"/>
    <w:rsid w:val="000D07D1"/>
    <w:rsid w:val="000D0CC0"/>
    <w:rsid w:val="000D1239"/>
    <w:rsid w:val="000D1296"/>
    <w:rsid w:val="000D22C4"/>
    <w:rsid w:val="000D2794"/>
    <w:rsid w:val="000D27D1"/>
    <w:rsid w:val="000D3580"/>
    <w:rsid w:val="000D4352"/>
    <w:rsid w:val="000D47EC"/>
    <w:rsid w:val="000D493F"/>
    <w:rsid w:val="000D5E72"/>
    <w:rsid w:val="000D60A6"/>
    <w:rsid w:val="000D6C82"/>
    <w:rsid w:val="000E05A5"/>
    <w:rsid w:val="000E0942"/>
    <w:rsid w:val="000E125F"/>
    <w:rsid w:val="000E1758"/>
    <w:rsid w:val="000E1A7F"/>
    <w:rsid w:val="000E2159"/>
    <w:rsid w:val="000E4379"/>
    <w:rsid w:val="000E456E"/>
    <w:rsid w:val="000E48A0"/>
    <w:rsid w:val="000E5DB6"/>
    <w:rsid w:val="000F0253"/>
    <w:rsid w:val="000F0B35"/>
    <w:rsid w:val="000F0E6B"/>
    <w:rsid w:val="000F13F6"/>
    <w:rsid w:val="000F36A8"/>
    <w:rsid w:val="000F5488"/>
    <w:rsid w:val="000F6CDE"/>
    <w:rsid w:val="000F6FF3"/>
    <w:rsid w:val="000F76F8"/>
    <w:rsid w:val="000F7FCE"/>
    <w:rsid w:val="00100C3B"/>
    <w:rsid w:val="00101DF3"/>
    <w:rsid w:val="0010250C"/>
    <w:rsid w:val="00102726"/>
    <w:rsid w:val="00102C23"/>
    <w:rsid w:val="00102C4B"/>
    <w:rsid w:val="00103258"/>
    <w:rsid w:val="00103A92"/>
    <w:rsid w:val="0010462E"/>
    <w:rsid w:val="00104D1E"/>
    <w:rsid w:val="00105066"/>
    <w:rsid w:val="001058C1"/>
    <w:rsid w:val="00105EBA"/>
    <w:rsid w:val="00106A0E"/>
    <w:rsid w:val="001114C3"/>
    <w:rsid w:val="00112864"/>
    <w:rsid w:val="00112CD4"/>
    <w:rsid w:val="00112D68"/>
    <w:rsid w:val="00113A6F"/>
    <w:rsid w:val="00114472"/>
    <w:rsid w:val="00114988"/>
    <w:rsid w:val="00115069"/>
    <w:rsid w:val="001150F2"/>
    <w:rsid w:val="0011639B"/>
    <w:rsid w:val="001165C4"/>
    <w:rsid w:val="0011680E"/>
    <w:rsid w:val="0011747F"/>
    <w:rsid w:val="00117AB4"/>
    <w:rsid w:val="00117ADE"/>
    <w:rsid w:val="001207E9"/>
    <w:rsid w:val="001208AC"/>
    <w:rsid w:val="0012178F"/>
    <w:rsid w:val="00121926"/>
    <w:rsid w:val="00121E52"/>
    <w:rsid w:val="00122BBD"/>
    <w:rsid w:val="00123DE1"/>
    <w:rsid w:val="00123F3A"/>
    <w:rsid w:val="00124106"/>
    <w:rsid w:val="00124994"/>
    <w:rsid w:val="0012525C"/>
    <w:rsid w:val="00125559"/>
    <w:rsid w:val="0012723F"/>
    <w:rsid w:val="001303CE"/>
    <w:rsid w:val="00130C5F"/>
    <w:rsid w:val="00131AE3"/>
    <w:rsid w:val="00131B8B"/>
    <w:rsid w:val="001326F1"/>
    <w:rsid w:val="00132BB4"/>
    <w:rsid w:val="00132F84"/>
    <w:rsid w:val="001336C1"/>
    <w:rsid w:val="00133C3D"/>
    <w:rsid w:val="00133E10"/>
    <w:rsid w:val="00134AF2"/>
    <w:rsid w:val="00135217"/>
    <w:rsid w:val="001356D3"/>
    <w:rsid w:val="00136583"/>
    <w:rsid w:val="00136BBF"/>
    <w:rsid w:val="001371F5"/>
    <w:rsid w:val="001417FE"/>
    <w:rsid w:val="001418F1"/>
    <w:rsid w:val="00142B91"/>
    <w:rsid w:val="00143216"/>
    <w:rsid w:val="0014410E"/>
    <w:rsid w:val="00144422"/>
    <w:rsid w:val="00145BBE"/>
    <w:rsid w:val="00145E0B"/>
    <w:rsid w:val="0014607A"/>
    <w:rsid w:val="00146BCB"/>
    <w:rsid w:val="00150AB4"/>
    <w:rsid w:val="001546EC"/>
    <w:rsid w:val="0015505A"/>
    <w:rsid w:val="00156067"/>
    <w:rsid w:val="001570F8"/>
    <w:rsid w:val="001575A1"/>
    <w:rsid w:val="00157791"/>
    <w:rsid w:val="00162205"/>
    <w:rsid w:val="001627EC"/>
    <w:rsid w:val="00164741"/>
    <w:rsid w:val="001652EE"/>
    <w:rsid w:val="001656A2"/>
    <w:rsid w:val="00165E28"/>
    <w:rsid w:val="00167D12"/>
    <w:rsid w:val="00170EC5"/>
    <w:rsid w:val="001728E7"/>
    <w:rsid w:val="00173375"/>
    <w:rsid w:val="00173445"/>
    <w:rsid w:val="00173A8F"/>
    <w:rsid w:val="00173EE2"/>
    <w:rsid w:val="001741B1"/>
    <w:rsid w:val="001744FD"/>
    <w:rsid w:val="001747C1"/>
    <w:rsid w:val="00174A85"/>
    <w:rsid w:val="00174D18"/>
    <w:rsid w:val="00176199"/>
    <w:rsid w:val="001764CF"/>
    <w:rsid w:val="00176712"/>
    <w:rsid w:val="00177D6B"/>
    <w:rsid w:val="00181760"/>
    <w:rsid w:val="00183563"/>
    <w:rsid w:val="00183D76"/>
    <w:rsid w:val="001853C2"/>
    <w:rsid w:val="00186CA4"/>
    <w:rsid w:val="0019065A"/>
    <w:rsid w:val="00190E4F"/>
    <w:rsid w:val="00191F90"/>
    <w:rsid w:val="00192C77"/>
    <w:rsid w:val="00193D8F"/>
    <w:rsid w:val="00193F03"/>
    <w:rsid w:val="00194E9F"/>
    <w:rsid w:val="001950C2"/>
    <w:rsid w:val="001954B0"/>
    <w:rsid w:val="00195AA2"/>
    <w:rsid w:val="00197C78"/>
    <w:rsid w:val="00197FCC"/>
    <w:rsid w:val="001A00EA"/>
    <w:rsid w:val="001A0311"/>
    <w:rsid w:val="001A064A"/>
    <w:rsid w:val="001A0FED"/>
    <w:rsid w:val="001A2365"/>
    <w:rsid w:val="001A2504"/>
    <w:rsid w:val="001A34A3"/>
    <w:rsid w:val="001A37D5"/>
    <w:rsid w:val="001A3D41"/>
    <w:rsid w:val="001A3F53"/>
    <w:rsid w:val="001A44A6"/>
    <w:rsid w:val="001A5D69"/>
    <w:rsid w:val="001A5F11"/>
    <w:rsid w:val="001A72D0"/>
    <w:rsid w:val="001A764F"/>
    <w:rsid w:val="001A7901"/>
    <w:rsid w:val="001A7DB5"/>
    <w:rsid w:val="001B1CD7"/>
    <w:rsid w:val="001B1D07"/>
    <w:rsid w:val="001B23A1"/>
    <w:rsid w:val="001B26EE"/>
    <w:rsid w:val="001B28A5"/>
    <w:rsid w:val="001B3595"/>
    <w:rsid w:val="001B4680"/>
    <w:rsid w:val="001B4E74"/>
    <w:rsid w:val="001B5948"/>
    <w:rsid w:val="001B6474"/>
    <w:rsid w:val="001B7180"/>
    <w:rsid w:val="001C027C"/>
    <w:rsid w:val="001C0ADF"/>
    <w:rsid w:val="001C19F4"/>
    <w:rsid w:val="001C2719"/>
    <w:rsid w:val="001C2E1B"/>
    <w:rsid w:val="001C3D07"/>
    <w:rsid w:val="001C4086"/>
    <w:rsid w:val="001C5386"/>
    <w:rsid w:val="001C645F"/>
    <w:rsid w:val="001C6AE3"/>
    <w:rsid w:val="001C7065"/>
    <w:rsid w:val="001C7C12"/>
    <w:rsid w:val="001C7C37"/>
    <w:rsid w:val="001C7FA6"/>
    <w:rsid w:val="001D182C"/>
    <w:rsid w:val="001D19B0"/>
    <w:rsid w:val="001D1B10"/>
    <w:rsid w:val="001D2108"/>
    <w:rsid w:val="001D21EA"/>
    <w:rsid w:val="001D3BA9"/>
    <w:rsid w:val="001D48EE"/>
    <w:rsid w:val="001D5514"/>
    <w:rsid w:val="001D657C"/>
    <w:rsid w:val="001D6A9D"/>
    <w:rsid w:val="001D6DBE"/>
    <w:rsid w:val="001D6E71"/>
    <w:rsid w:val="001E40C6"/>
    <w:rsid w:val="001E5D2F"/>
    <w:rsid w:val="001E5FDF"/>
    <w:rsid w:val="001E651D"/>
    <w:rsid w:val="001E678E"/>
    <w:rsid w:val="001E7188"/>
    <w:rsid w:val="001E7BCA"/>
    <w:rsid w:val="001E7ECD"/>
    <w:rsid w:val="001F124A"/>
    <w:rsid w:val="001F15F6"/>
    <w:rsid w:val="001F20CE"/>
    <w:rsid w:val="001F27A7"/>
    <w:rsid w:val="001F3E40"/>
    <w:rsid w:val="001F4682"/>
    <w:rsid w:val="001F618B"/>
    <w:rsid w:val="001F6994"/>
    <w:rsid w:val="00202824"/>
    <w:rsid w:val="0020322A"/>
    <w:rsid w:val="002036F6"/>
    <w:rsid w:val="00204A8D"/>
    <w:rsid w:val="002066C5"/>
    <w:rsid w:val="002071BB"/>
    <w:rsid w:val="00207DF5"/>
    <w:rsid w:val="00210AB8"/>
    <w:rsid w:val="00210B6D"/>
    <w:rsid w:val="0021184C"/>
    <w:rsid w:val="002142C0"/>
    <w:rsid w:val="00215CB6"/>
    <w:rsid w:val="002170E4"/>
    <w:rsid w:val="00220974"/>
    <w:rsid w:val="00220CC5"/>
    <w:rsid w:val="00220F15"/>
    <w:rsid w:val="0022112B"/>
    <w:rsid w:val="00222BAD"/>
    <w:rsid w:val="00224D3A"/>
    <w:rsid w:val="00225AD3"/>
    <w:rsid w:val="00225B78"/>
    <w:rsid w:val="00227494"/>
    <w:rsid w:val="0023105F"/>
    <w:rsid w:val="00232412"/>
    <w:rsid w:val="00232E9A"/>
    <w:rsid w:val="00233A53"/>
    <w:rsid w:val="00234F7A"/>
    <w:rsid w:val="002354C5"/>
    <w:rsid w:val="00235F90"/>
    <w:rsid w:val="00237D2D"/>
    <w:rsid w:val="00240364"/>
    <w:rsid w:val="00240377"/>
    <w:rsid w:val="002403A6"/>
    <w:rsid w:val="0024053B"/>
    <w:rsid w:val="00240B81"/>
    <w:rsid w:val="00241D2C"/>
    <w:rsid w:val="002427C0"/>
    <w:rsid w:val="002449B4"/>
    <w:rsid w:val="00245327"/>
    <w:rsid w:val="00246193"/>
    <w:rsid w:val="00247257"/>
    <w:rsid w:val="00247A18"/>
    <w:rsid w:val="00247D01"/>
    <w:rsid w:val="00247E26"/>
    <w:rsid w:val="0025030F"/>
    <w:rsid w:val="0025055A"/>
    <w:rsid w:val="00250B27"/>
    <w:rsid w:val="00250FCE"/>
    <w:rsid w:val="002511EA"/>
    <w:rsid w:val="002512CF"/>
    <w:rsid w:val="00251549"/>
    <w:rsid w:val="00252BAF"/>
    <w:rsid w:val="00253C9E"/>
    <w:rsid w:val="00255BEA"/>
    <w:rsid w:val="00255EEC"/>
    <w:rsid w:val="00256325"/>
    <w:rsid w:val="00256584"/>
    <w:rsid w:val="002574AB"/>
    <w:rsid w:val="00257833"/>
    <w:rsid w:val="00257877"/>
    <w:rsid w:val="00261A5B"/>
    <w:rsid w:val="002629E0"/>
    <w:rsid w:val="00262E14"/>
    <w:rsid w:val="00262E5B"/>
    <w:rsid w:val="00263134"/>
    <w:rsid w:val="0026385B"/>
    <w:rsid w:val="002638DE"/>
    <w:rsid w:val="002645A8"/>
    <w:rsid w:val="00266168"/>
    <w:rsid w:val="0027053F"/>
    <w:rsid w:val="0027089B"/>
    <w:rsid w:val="00270A2C"/>
    <w:rsid w:val="00271C11"/>
    <w:rsid w:val="00272BD8"/>
    <w:rsid w:val="00273D87"/>
    <w:rsid w:val="002743DF"/>
    <w:rsid w:val="002765AE"/>
    <w:rsid w:val="00276726"/>
    <w:rsid w:val="00276AFE"/>
    <w:rsid w:val="002779F3"/>
    <w:rsid w:val="00277D88"/>
    <w:rsid w:val="00280ACC"/>
    <w:rsid w:val="00280C6F"/>
    <w:rsid w:val="002814D8"/>
    <w:rsid w:val="00281E1B"/>
    <w:rsid w:val="0028218D"/>
    <w:rsid w:val="00282BC9"/>
    <w:rsid w:val="00283F1E"/>
    <w:rsid w:val="00285F49"/>
    <w:rsid w:val="00286968"/>
    <w:rsid w:val="00286A8C"/>
    <w:rsid w:val="0028741F"/>
    <w:rsid w:val="002900D5"/>
    <w:rsid w:val="0029045C"/>
    <w:rsid w:val="00290F52"/>
    <w:rsid w:val="002912D6"/>
    <w:rsid w:val="00291D2E"/>
    <w:rsid w:val="002924B8"/>
    <w:rsid w:val="002934E7"/>
    <w:rsid w:val="00294CF7"/>
    <w:rsid w:val="00294DE2"/>
    <w:rsid w:val="002967C5"/>
    <w:rsid w:val="00297E73"/>
    <w:rsid w:val="002A3B57"/>
    <w:rsid w:val="002A3BCC"/>
    <w:rsid w:val="002A5E94"/>
    <w:rsid w:val="002A6F1B"/>
    <w:rsid w:val="002A7AD9"/>
    <w:rsid w:val="002B0461"/>
    <w:rsid w:val="002B06EC"/>
    <w:rsid w:val="002B2044"/>
    <w:rsid w:val="002B373A"/>
    <w:rsid w:val="002B465A"/>
    <w:rsid w:val="002B51BC"/>
    <w:rsid w:val="002B5282"/>
    <w:rsid w:val="002B6F35"/>
    <w:rsid w:val="002C04EE"/>
    <w:rsid w:val="002C060A"/>
    <w:rsid w:val="002C31BF"/>
    <w:rsid w:val="002C35DC"/>
    <w:rsid w:val="002C4EE2"/>
    <w:rsid w:val="002C5A83"/>
    <w:rsid w:val="002C5F8A"/>
    <w:rsid w:val="002C6051"/>
    <w:rsid w:val="002C700D"/>
    <w:rsid w:val="002D03B1"/>
    <w:rsid w:val="002D0B77"/>
    <w:rsid w:val="002D0C6E"/>
    <w:rsid w:val="002D122E"/>
    <w:rsid w:val="002D1352"/>
    <w:rsid w:val="002D1A4E"/>
    <w:rsid w:val="002D2516"/>
    <w:rsid w:val="002D29AE"/>
    <w:rsid w:val="002D2C3D"/>
    <w:rsid w:val="002D2FB3"/>
    <w:rsid w:val="002D35CB"/>
    <w:rsid w:val="002D3BBD"/>
    <w:rsid w:val="002D4B0B"/>
    <w:rsid w:val="002D4D95"/>
    <w:rsid w:val="002D5903"/>
    <w:rsid w:val="002D5CDA"/>
    <w:rsid w:val="002D5CDD"/>
    <w:rsid w:val="002D5F95"/>
    <w:rsid w:val="002D6887"/>
    <w:rsid w:val="002D7B8A"/>
    <w:rsid w:val="002D7FD6"/>
    <w:rsid w:val="002E05B8"/>
    <w:rsid w:val="002E0CD7"/>
    <w:rsid w:val="002E0CFB"/>
    <w:rsid w:val="002E29A7"/>
    <w:rsid w:val="002E5C7B"/>
    <w:rsid w:val="002E5E6B"/>
    <w:rsid w:val="002E7092"/>
    <w:rsid w:val="002E7CE2"/>
    <w:rsid w:val="002F0296"/>
    <w:rsid w:val="002F1669"/>
    <w:rsid w:val="002F166A"/>
    <w:rsid w:val="002F3390"/>
    <w:rsid w:val="002F4333"/>
    <w:rsid w:val="002F5583"/>
    <w:rsid w:val="002F6610"/>
    <w:rsid w:val="003002C1"/>
    <w:rsid w:val="003005D0"/>
    <w:rsid w:val="003014A0"/>
    <w:rsid w:val="00302811"/>
    <w:rsid w:val="0030348A"/>
    <w:rsid w:val="003038E0"/>
    <w:rsid w:val="0030474A"/>
    <w:rsid w:val="00305A58"/>
    <w:rsid w:val="00305D0E"/>
    <w:rsid w:val="00305F23"/>
    <w:rsid w:val="00306B20"/>
    <w:rsid w:val="00307641"/>
    <w:rsid w:val="0031182C"/>
    <w:rsid w:val="00311F11"/>
    <w:rsid w:val="00312518"/>
    <w:rsid w:val="00312F17"/>
    <w:rsid w:val="00312F69"/>
    <w:rsid w:val="0031435A"/>
    <w:rsid w:val="00316304"/>
    <w:rsid w:val="00316901"/>
    <w:rsid w:val="0031713B"/>
    <w:rsid w:val="0031758D"/>
    <w:rsid w:val="00317903"/>
    <w:rsid w:val="00320B33"/>
    <w:rsid w:val="003213B3"/>
    <w:rsid w:val="0032144E"/>
    <w:rsid w:val="003217A1"/>
    <w:rsid w:val="00321AB3"/>
    <w:rsid w:val="00322929"/>
    <w:rsid w:val="00324531"/>
    <w:rsid w:val="00325069"/>
    <w:rsid w:val="00325788"/>
    <w:rsid w:val="00326172"/>
    <w:rsid w:val="003262B6"/>
    <w:rsid w:val="00326BC8"/>
    <w:rsid w:val="00327047"/>
    <w:rsid w:val="00327EEF"/>
    <w:rsid w:val="0033063F"/>
    <w:rsid w:val="00331885"/>
    <w:rsid w:val="0033239F"/>
    <w:rsid w:val="00332F74"/>
    <w:rsid w:val="00333C1C"/>
    <w:rsid w:val="0033717D"/>
    <w:rsid w:val="00337B72"/>
    <w:rsid w:val="00340992"/>
    <w:rsid w:val="0034187D"/>
    <w:rsid w:val="00342233"/>
    <w:rsid w:val="0034274B"/>
    <w:rsid w:val="00342928"/>
    <w:rsid w:val="00342BD4"/>
    <w:rsid w:val="0034395F"/>
    <w:rsid w:val="003455FD"/>
    <w:rsid w:val="00346055"/>
    <w:rsid w:val="0034719F"/>
    <w:rsid w:val="00350A35"/>
    <w:rsid w:val="00350D1B"/>
    <w:rsid w:val="003511EB"/>
    <w:rsid w:val="003519E9"/>
    <w:rsid w:val="003527A0"/>
    <w:rsid w:val="00353ED4"/>
    <w:rsid w:val="0035410B"/>
    <w:rsid w:val="00354166"/>
    <w:rsid w:val="00354214"/>
    <w:rsid w:val="003544C9"/>
    <w:rsid w:val="00354505"/>
    <w:rsid w:val="0035517F"/>
    <w:rsid w:val="0035531B"/>
    <w:rsid w:val="00355D2A"/>
    <w:rsid w:val="003560AE"/>
    <w:rsid w:val="003560C4"/>
    <w:rsid w:val="003565F4"/>
    <w:rsid w:val="0035667D"/>
    <w:rsid w:val="00356D8D"/>
    <w:rsid w:val="003570FB"/>
    <w:rsid w:val="003571D8"/>
    <w:rsid w:val="003571FC"/>
    <w:rsid w:val="00357BC6"/>
    <w:rsid w:val="00361422"/>
    <w:rsid w:val="00361A66"/>
    <w:rsid w:val="0036288F"/>
    <w:rsid w:val="0036295A"/>
    <w:rsid w:val="003633C4"/>
    <w:rsid w:val="003634E6"/>
    <w:rsid w:val="00363A6E"/>
    <w:rsid w:val="00363F76"/>
    <w:rsid w:val="00364A10"/>
    <w:rsid w:val="00364C25"/>
    <w:rsid w:val="00364CC1"/>
    <w:rsid w:val="003665BD"/>
    <w:rsid w:val="00370F0A"/>
    <w:rsid w:val="003714DA"/>
    <w:rsid w:val="003717A3"/>
    <w:rsid w:val="00372CF8"/>
    <w:rsid w:val="00373425"/>
    <w:rsid w:val="003735F2"/>
    <w:rsid w:val="003742F1"/>
    <w:rsid w:val="00374D50"/>
    <w:rsid w:val="00375453"/>
    <w:rsid w:val="0037545D"/>
    <w:rsid w:val="00375E68"/>
    <w:rsid w:val="0037744B"/>
    <w:rsid w:val="00377844"/>
    <w:rsid w:val="003803FC"/>
    <w:rsid w:val="003804E2"/>
    <w:rsid w:val="003808D9"/>
    <w:rsid w:val="00381589"/>
    <w:rsid w:val="00382B96"/>
    <w:rsid w:val="00382BBC"/>
    <w:rsid w:val="003830C8"/>
    <w:rsid w:val="003831C7"/>
    <w:rsid w:val="00384C3A"/>
    <w:rsid w:val="00385395"/>
    <w:rsid w:val="00385A7E"/>
    <w:rsid w:val="0038643A"/>
    <w:rsid w:val="00386FF1"/>
    <w:rsid w:val="00390A08"/>
    <w:rsid w:val="00390C81"/>
    <w:rsid w:val="00391C48"/>
    <w:rsid w:val="0039253F"/>
    <w:rsid w:val="00392730"/>
    <w:rsid w:val="00392775"/>
    <w:rsid w:val="00392C67"/>
    <w:rsid w:val="00392EB6"/>
    <w:rsid w:val="00392F12"/>
    <w:rsid w:val="003932A6"/>
    <w:rsid w:val="00394060"/>
    <w:rsid w:val="003949CF"/>
    <w:rsid w:val="00394B8D"/>
    <w:rsid w:val="00394D03"/>
    <w:rsid w:val="00395312"/>
    <w:rsid w:val="003956C6"/>
    <w:rsid w:val="003958FD"/>
    <w:rsid w:val="00395D2F"/>
    <w:rsid w:val="00396977"/>
    <w:rsid w:val="003A1EB2"/>
    <w:rsid w:val="003A2291"/>
    <w:rsid w:val="003A2C23"/>
    <w:rsid w:val="003A4513"/>
    <w:rsid w:val="003A49A6"/>
    <w:rsid w:val="003A52AD"/>
    <w:rsid w:val="003A5AF4"/>
    <w:rsid w:val="003B03BB"/>
    <w:rsid w:val="003B0675"/>
    <w:rsid w:val="003B2275"/>
    <w:rsid w:val="003B2DEE"/>
    <w:rsid w:val="003B412F"/>
    <w:rsid w:val="003B44EB"/>
    <w:rsid w:val="003B478C"/>
    <w:rsid w:val="003B48E7"/>
    <w:rsid w:val="003B4E86"/>
    <w:rsid w:val="003B6C4D"/>
    <w:rsid w:val="003B6F11"/>
    <w:rsid w:val="003B7E07"/>
    <w:rsid w:val="003C118C"/>
    <w:rsid w:val="003C1739"/>
    <w:rsid w:val="003C33F2"/>
    <w:rsid w:val="003C3ACE"/>
    <w:rsid w:val="003C4109"/>
    <w:rsid w:val="003D03F8"/>
    <w:rsid w:val="003D0519"/>
    <w:rsid w:val="003D0C4F"/>
    <w:rsid w:val="003D4413"/>
    <w:rsid w:val="003D4DF7"/>
    <w:rsid w:val="003D6D7C"/>
    <w:rsid w:val="003D756E"/>
    <w:rsid w:val="003D7882"/>
    <w:rsid w:val="003D7B99"/>
    <w:rsid w:val="003E27C8"/>
    <w:rsid w:val="003E3CE3"/>
    <w:rsid w:val="003E420D"/>
    <w:rsid w:val="003E4C13"/>
    <w:rsid w:val="003E611F"/>
    <w:rsid w:val="003E7071"/>
    <w:rsid w:val="003E79F5"/>
    <w:rsid w:val="003E7BEB"/>
    <w:rsid w:val="003F1D53"/>
    <w:rsid w:val="003F3285"/>
    <w:rsid w:val="003F4CDC"/>
    <w:rsid w:val="003F6A37"/>
    <w:rsid w:val="003F6F2A"/>
    <w:rsid w:val="003F783F"/>
    <w:rsid w:val="004010A4"/>
    <w:rsid w:val="004018B4"/>
    <w:rsid w:val="00403755"/>
    <w:rsid w:val="00404BA2"/>
    <w:rsid w:val="0040546A"/>
    <w:rsid w:val="00406084"/>
    <w:rsid w:val="004062BB"/>
    <w:rsid w:val="00406313"/>
    <w:rsid w:val="004065AC"/>
    <w:rsid w:val="004078F3"/>
    <w:rsid w:val="00407AEA"/>
    <w:rsid w:val="004106F9"/>
    <w:rsid w:val="004118D4"/>
    <w:rsid w:val="00411FB2"/>
    <w:rsid w:val="00412490"/>
    <w:rsid w:val="0041345F"/>
    <w:rsid w:val="004137A8"/>
    <w:rsid w:val="00413B05"/>
    <w:rsid w:val="00413B5A"/>
    <w:rsid w:val="004142DA"/>
    <w:rsid w:val="0041464C"/>
    <w:rsid w:val="00415042"/>
    <w:rsid w:val="0041515B"/>
    <w:rsid w:val="00415465"/>
    <w:rsid w:val="00415832"/>
    <w:rsid w:val="00415A08"/>
    <w:rsid w:val="00415F52"/>
    <w:rsid w:val="00416B9E"/>
    <w:rsid w:val="00416F03"/>
    <w:rsid w:val="0042061D"/>
    <w:rsid w:val="0042080B"/>
    <w:rsid w:val="0042196E"/>
    <w:rsid w:val="004222F5"/>
    <w:rsid w:val="00423AD4"/>
    <w:rsid w:val="00426778"/>
    <w:rsid w:val="00427794"/>
    <w:rsid w:val="00432FA9"/>
    <w:rsid w:val="00433AF3"/>
    <w:rsid w:val="00434144"/>
    <w:rsid w:val="00435166"/>
    <w:rsid w:val="00435703"/>
    <w:rsid w:val="00436B10"/>
    <w:rsid w:val="00437EC7"/>
    <w:rsid w:val="00440E20"/>
    <w:rsid w:val="00442D30"/>
    <w:rsid w:val="004442F3"/>
    <w:rsid w:val="0044473C"/>
    <w:rsid w:val="00445D97"/>
    <w:rsid w:val="00446756"/>
    <w:rsid w:val="00447D20"/>
    <w:rsid w:val="00450D7B"/>
    <w:rsid w:val="00450E8F"/>
    <w:rsid w:val="00450F07"/>
    <w:rsid w:val="004510D3"/>
    <w:rsid w:val="00452BAE"/>
    <w:rsid w:val="00452F69"/>
    <w:rsid w:val="00453632"/>
    <w:rsid w:val="00453CD3"/>
    <w:rsid w:val="00454716"/>
    <w:rsid w:val="00454B28"/>
    <w:rsid w:val="00454BB9"/>
    <w:rsid w:val="00454F7F"/>
    <w:rsid w:val="004550AD"/>
    <w:rsid w:val="004550D3"/>
    <w:rsid w:val="00455731"/>
    <w:rsid w:val="00455C7B"/>
    <w:rsid w:val="00457220"/>
    <w:rsid w:val="00457CFD"/>
    <w:rsid w:val="00460660"/>
    <w:rsid w:val="00460D0E"/>
    <w:rsid w:val="00462D47"/>
    <w:rsid w:val="00463BBB"/>
    <w:rsid w:val="004642D4"/>
    <w:rsid w:val="00464BA9"/>
    <w:rsid w:val="00465166"/>
    <w:rsid w:val="00465D45"/>
    <w:rsid w:val="00465FDD"/>
    <w:rsid w:val="00466310"/>
    <w:rsid w:val="0046665A"/>
    <w:rsid w:val="0047012E"/>
    <w:rsid w:val="00470647"/>
    <w:rsid w:val="004706F5"/>
    <w:rsid w:val="004711B5"/>
    <w:rsid w:val="00471676"/>
    <w:rsid w:val="00472ED5"/>
    <w:rsid w:val="00473BB5"/>
    <w:rsid w:val="0047456C"/>
    <w:rsid w:val="00474588"/>
    <w:rsid w:val="00474E78"/>
    <w:rsid w:val="00474F4D"/>
    <w:rsid w:val="00475195"/>
    <w:rsid w:val="00477F86"/>
    <w:rsid w:val="0048113F"/>
    <w:rsid w:val="00483969"/>
    <w:rsid w:val="00483B35"/>
    <w:rsid w:val="00483ED7"/>
    <w:rsid w:val="00484552"/>
    <w:rsid w:val="00484FBE"/>
    <w:rsid w:val="004851B2"/>
    <w:rsid w:val="00485487"/>
    <w:rsid w:val="00485575"/>
    <w:rsid w:val="004857D6"/>
    <w:rsid w:val="004858AB"/>
    <w:rsid w:val="00486107"/>
    <w:rsid w:val="004871D1"/>
    <w:rsid w:val="00491827"/>
    <w:rsid w:val="0049200B"/>
    <w:rsid w:val="0049240D"/>
    <w:rsid w:val="004928D2"/>
    <w:rsid w:val="00493B94"/>
    <w:rsid w:val="004942A1"/>
    <w:rsid w:val="00495BDC"/>
    <w:rsid w:val="00496921"/>
    <w:rsid w:val="004A19FF"/>
    <w:rsid w:val="004A1E42"/>
    <w:rsid w:val="004A2742"/>
    <w:rsid w:val="004A62D9"/>
    <w:rsid w:val="004A6336"/>
    <w:rsid w:val="004A6687"/>
    <w:rsid w:val="004A680F"/>
    <w:rsid w:val="004B0397"/>
    <w:rsid w:val="004B17E3"/>
    <w:rsid w:val="004B2760"/>
    <w:rsid w:val="004B34E9"/>
    <w:rsid w:val="004B39B8"/>
    <w:rsid w:val="004B4C09"/>
    <w:rsid w:val="004B595B"/>
    <w:rsid w:val="004B5A74"/>
    <w:rsid w:val="004B5BCD"/>
    <w:rsid w:val="004B62B9"/>
    <w:rsid w:val="004B6506"/>
    <w:rsid w:val="004B6829"/>
    <w:rsid w:val="004B7A87"/>
    <w:rsid w:val="004C0D5E"/>
    <w:rsid w:val="004C0E01"/>
    <w:rsid w:val="004C409D"/>
    <w:rsid w:val="004C4399"/>
    <w:rsid w:val="004C6ACF"/>
    <w:rsid w:val="004C7301"/>
    <w:rsid w:val="004C787C"/>
    <w:rsid w:val="004D010F"/>
    <w:rsid w:val="004D12F4"/>
    <w:rsid w:val="004D1500"/>
    <w:rsid w:val="004D1A4E"/>
    <w:rsid w:val="004D33A0"/>
    <w:rsid w:val="004D3A6C"/>
    <w:rsid w:val="004D3C85"/>
    <w:rsid w:val="004D4318"/>
    <w:rsid w:val="004D5285"/>
    <w:rsid w:val="004D6777"/>
    <w:rsid w:val="004E11B8"/>
    <w:rsid w:val="004E375B"/>
    <w:rsid w:val="004E70C5"/>
    <w:rsid w:val="004E7A1F"/>
    <w:rsid w:val="004F1D17"/>
    <w:rsid w:val="004F21A1"/>
    <w:rsid w:val="004F2E61"/>
    <w:rsid w:val="004F2F7F"/>
    <w:rsid w:val="004F3006"/>
    <w:rsid w:val="004F37B2"/>
    <w:rsid w:val="004F4597"/>
    <w:rsid w:val="004F4B9B"/>
    <w:rsid w:val="004F5253"/>
    <w:rsid w:val="004F5411"/>
    <w:rsid w:val="004F671F"/>
    <w:rsid w:val="004F7248"/>
    <w:rsid w:val="004F741A"/>
    <w:rsid w:val="004F76B4"/>
    <w:rsid w:val="004F7E61"/>
    <w:rsid w:val="004F7F67"/>
    <w:rsid w:val="005003EF"/>
    <w:rsid w:val="005006B3"/>
    <w:rsid w:val="00500A44"/>
    <w:rsid w:val="0050191C"/>
    <w:rsid w:val="00501B32"/>
    <w:rsid w:val="00502896"/>
    <w:rsid w:val="00503605"/>
    <w:rsid w:val="005037A9"/>
    <w:rsid w:val="00505136"/>
    <w:rsid w:val="005061E8"/>
    <w:rsid w:val="0050641B"/>
    <w:rsid w:val="0050666E"/>
    <w:rsid w:val="00511AB9"/>
    <w:rsid w:val="00511B6B"/>
    <w:rsid w:val="00511E3C"/>
    <w:rsid w:val="00512D90"/>
    <w:rsid w:val="005134DE"/>
    <w:rsid w:val="0051356D"/>
    <w:rsid w:val="00513BDB"/>
    <w:rsid w:val="0051501B"/>
    <w:rsid w:val="005164CD"/>
    <w:rsid w:val="005177F9"/>
    <w:rsid w:val="005210B3"/>
    <w:rsid w:val="00521DBB"/>
    <w:rsid w:val="005225B2"/>
    <w:rsid w:val="0052272F"/>
    <w:rsid w:val="00522F47"/>
    <w:rsid w:val="00523096"/>
    <w:rsid w:val="00523BB5"/>
    <w:rsid w:val="00523EA7"/>
    <w:rsid w:val="0052420C"/>
    <w:rsid w:val="00525050"/>
    <w:rsid w:val="00525375"/>
    <w:rsid w:val="00525750"/>
    <w:rsid w:val="00525863"/>
    <w:rsid w:val="00526554"/>
    <w:rsid w:val="005271BD"/>
    <w:rsid w:val="005279F5"/>
    <w:rsid w:val="005300B4"/>
    <w:rsid w:val="00530367"/>
    <w:rsid w:val="005304CE"/>
    <w:rsid w:val="00530647"/>
    <w:rsid w:val="00530E63"/>
    <w:rsid w:val="005312AA"/>
    <w:rsid w:val="005320B5"/>
    <w:rsid w:val="00533ECD"/>
    <w:rsid w:val="005357FE"/>
    <w:rsid w:val="00535DD7"/>
    <w:rsid w:val="00535F7B"/>
    <w:rsid w:val="00536C19"/>
    <w:rsid w:val="00537C22"/>
    <w:rsid w:val="00540479"/>
    <w:rsid w:val="005406EB"/>
    <w:rsid w:val="0054076A"/>
    <w:rsid w:val="00540C01"/>
    <w:rsid w:val="005414BF"/>
    <w:rsid w:val="00541619"/>
    <w:rsid w:val="00541937"/>
    <w:rsid w:val="005434A6"/>
    <w:rsid w:val="00543F07"/>
    <w:rsid w:val="00544363"/>
    <w:rsid w:val="005446A9"/>
    <w:rsid w:val="00544C8D"/>
    <w:rsid w:val="00545038"/>
    <w:rsid w:val="0054588E"/>
    <w:rsid w:val="0054650E"/>
    <w:rsid w:val="00547AD2"/>
    <w:rsid w:val="0055111D"/>
    <w:rsid w:val="005514D3"/>
    <w:rsid w:val="0055161A"/>
    <w:rsid w:val="00551E03"/>
    <w:rsid w:val="00552919"/>
    <w:rsid w:val="00553375"/>
    <w:rsid w:val="005534E7"/>
    <w:rsid w:val="005540AF"/>
    <w:rsid w:val="005543C6"/>
    <w:rsid w:val="00554C2D"/>
    <w:rsid w:val="00554CC2"/>
    <w:rsid w:val="00555884"/>
    <w:rsid w:val="00557E99"/>
    <w:rsid w:val="00560EA1"/>
    <w:rsid w:val="00561A0E"/>
    <w:rsid w:val="00563ABD"/>
    <w:rsid w:val="00564256"/>
    <w:rsid w:val="005645C3"/>
    <w:rsid w:val="00564626"/>
    <w:rsid w:val="00564BCA"/>
    <w:rsid w:val="00564DDD"/>
    <w:rsid w:val="00565026"/>
    <w:rsid w:val="0056656A"/>
    <w:rsid w:val="00566FB4"/>
    <w:rsid w:val="005671DF"/>
    <w:rsid w:val="00570157"/>
    <w:rsid w:val="005717C5"/>
    <w:rsid w:val="00571D71"/>
    <w:rsid w:val="00572B6C"/>
    <w:rsid w:val="00572F04"/>
    <w:rsid w:val="00573182"/>
    <w:rsid w:val="00573536"/>
    <w:rsid w:val="005736B7"/>
    <w:rsid w:val="00573DFD"/>
    <w:rsid w:val="00574340"/>
    <w:rsid w:val="00574967"/>
    <w:rsid w:val="00575E5A"/>
    <w:rsid w:val="005763B0"/>
    <w:rsid w:val="00577696"/>
    <w:rsid w:val="00577A3C"/>
    <w:rsid w:val="00580245"/>
    <w:rsid w:val="005802C4"/>
    <w:rsid w:val="00580BF5"/>
    <w:rsid w:val="00581A96"/>
    <w:rsid w:val="005823E0"/>
    <w:rsid w:val="00582A5A"/>
    <w:rsid w:val="00582E9D"/>
    <w:rsid w:val="00582EFC"/>
    <w:rsid w:val="00583CC8"/>
    <w:rsid w:val="00583E07"/>
    <w:rsid w:val="00584144"/>
    <w:rsid w:val="00585C1B"/>
    <w:rsid w:val="00586334"/>
    <w:rsid w:val="005864D1"/>
    <w:rsid w:val="00586FD1"/>
    <w:rsid w:val="00587F74"/>
    <w:rsid w:val="00591185"/>
    <w:rsid w:val="00591203"/>
    <w:rsid w:val="005918D4"/>
    <w:rsid w:val="00593099"/>
    <w:rsid w:val="00593FAE"/>
    <w:rsid w:val="00594EA6"/>
    <w:rsid w:val="00595AE0"/>
    <w:rsid w:val="00595BD8"/>
    <w:rsid w:val="005A1C03"/>
    <w:rsid w:val="005A1F44"/>
    <w:rsid w:val="005A3D2F"/>
    <w:rsid w:val="005A41E4"/>
    <w:rsid w:val="005A4694"/>
    <w:rsid w:val="005A6A89"/>
    <w:rsid w:val="005A6CF9"/>
    <w:rsid w:val="005A7924"/>
    <w:rsid w:val="005B1496"/>
    <w:rsid w:val="005B21E7"/>
    <w:rsid w:val="005B2A33"/>
    <w:rsid w:val="005B2E34"/>
    <w:rsid w:val="005B3E86"/>
    <w:rsid w:val="005B43BE"/>
    <w:rsid w:val="005B4837"/>
    <w:rsid w:val="005B5153"/>
    <w:rsid w:val="005B6983"/>
    <w:rsid w:val="005B7DE4"/>
    <w:rsid w:val="005C0FCD"/>
    <w:rsid w:val="005C13BC"/>
    <w:rsid w:val="005C1B07"/>
    <w:rsid w:val="005C1B52"/>
    <w:rsid w:val="005C36B9"/>
    <w:rsid w:val="005C409B"/>
    <w:rsid w:val="005C6064"/>
    <w:rsid w:val="005C7272"/>
    <w:rsid w:val="005D0033"/>
    <w:rsid w:val="005D0F8C"/>
    <w:rsid w:val="005D1A7D"/>
    <w:rsid w:val="005D3C39"/>
    <w:rsid w:val="005D5689"/>
    <w:rsid w:val="005D6E2A"/>
    <w:rsid w:val="005E24CB"/>
    <w:rsid w:val="005E3242"/>
    <w:rsid w:val="005E36D9"/>
    <w:rsid w:val="005E49D0"/>
    <w:rsid w:val="005E533F"/>
    <w:rsid w:val="005E5EC4"/>
    <w:rsid w:val="005E60F5"/>
    <w:rsid w:val="005E6218"/>
    <w:rsid w:val="005E7AF9"/>
    <w:rsid w:val="005E7E6E"/>
    <w:rsid w:val="005F227C"/>
    <w:rsid w:val="005F298D"/>
    <w:rsid w:val="005F2A66"/>
    <w:rsid w:val="005F37E9"/>
    <w:rsid w:val="005F46BA"/>
    <w:rsid w:val="005F46C3"/>
    <w:rsid w:val="005F4813"/>
    <w:rsid w:val="005F4F31"/>
    <w:rsid w:val="005F5789"/>
    <w:rsid w:val="005F5C23"/>
    <w:rsid w:val="005F6CCC"/>
    <w:rsid w:val="005F7E58"/>
    <w:rsid w:val="0060115D"/>
    <w:rsid w:val="00601178"/>
    <w:rsid w:val="0060125D"/>
    <w:rsid w:val="00601A8C"/>
    <w:rsid w:val="006025F3"/>
    <w:rsid w:val="00602B6F"/>
    <w:rsid w:val="00602C4F"/>
    <w:rsid w:val="006073CA"/>
    <w:rsid w:val="006076BE"/>
    <w:rsid w:val="00607D9C"/>
    <w:rsid w:val="006101B6"/>
    <w:rsid w:val="0061068E"/>
    <w:rsid w:val="00611540"/>
    <w:rsid w:val="006115D3"/>
    <w:rsid w:val="006125B4"/>
    <w:rsid w:val="00612E3D"/>
    <w:rsid w:val="00612F9F"/>
    <w:rsid w:val="006136AC"/>
    <w:rsid w:val="006142CD"/>
    <w:rsid w:val="006147D1"/>
    <w:rsid w:val="0061509D"/>
    <w:rsid w:val="00615108"/>
    <w:rsid w:val="0061567F"/>
    <w:rsid w:val="00616964"/>
    <w:rsid w:val="00616BFB"/>
    <w:rsid w:val="00616E5D"/>
    <w:rsid w:val="00617A4F"/>
    <w:rsid w:val="00617E77"/>
    <w:rsid w:val="0062045C"/>
    <w:rsid w:val="006209E3"/>
    <w:rsid w:val="00621102"/>
    <w:rsid w:val="00621622"/>
    <w:rsid w:val="006222F3"/>
    <w:rsid w:val="00624055"/>
    <w:rsid w:val="0062431A"/>
    <w:rsid w:val="00624668"/>
    <w:rsid w:val="00625906"/>
    <w:rsid w:val="00626829"/>
    <w:rsid w:val="006272A3"/>
    <w:rsid w:val="00627EBB"/>
    <w:rsid w:val="0063057E"/>
    <w:rsid w:val="00631455"/>
    <w:rsid w:val="00631E28"/>
    <w:rsid w:val="00631EAA"/>
    <w:rsid w:val="00631F69"/>
    <w:rsid w:val="0063238D"/>
    <w:rsid w:val="00634948"/>
    <w:rsid w:val="00635566"/>
    <w:rsid w:val="006358DF"/>
    <w:rsid w:val="00636287"/>
    <w:rsid w:val="00637758"/>
    <w:rsid w:val="00637832"/>
    <w:rsid w:val="00637F98"/>
    <w:rsid w:val="00640B30"/>
    <w:rsid w:val="00640BD8"/>
    <w:rsid w:val="00641094"/>
    <w:rsid w:val="0064113F"/>
    <w:rsid w:val="00641A3B"/>
    <w:rsid w:val="006434F4"/>
    <w:rsid w:val="00645D3C"/>
    <w:rsid w:val="00646BDA"/>
    <w:rsid w:val="00651256"/>
    <w:rsid w:val="006518E3"/>
    <w:rsid w:val="0065255A"/>
    <w:rsid w:val="00652EFD"/>
    <w:rsid w:val="00653396"/>
    <w:rsid w:val="00653A03"/>
    <w:rsid w:val="006543A9"/>
    <w:rsid w:val="00655103"/>
    <w:rsid w:val="00655976"/>
    <w:rsid w:val="00655B4C"/>
    <w:rsid w:val="0065610E"/>
    <w:rsid w:val="006561CD"/>
    <w:rsid w:val="00656A03"/>
    <w:rsid w:val="006578A8"/>
    <w:rsid w:val="00660357"/>
    <w:rsid w:val="00660587"/>
    <w:rsid w:val="00660AD3"/>
    <w:rsid w:val="00662AEF"/>
    <w:rsid w:val="006638F8"/>
    <w:rsid w:val="00665962"/>
    <w:rsid w:val="0066597A"/>
    <w:rsid w:val="00665D7B"/>
    <w:rsid w:val="006667E6"/>
    <w:rsid w:val="00666F2D"/>
    <w:rsid w:val="00667264"/>
    <w:rsid w:val="00667762"/>
    <w:rsid w:val="00667770"/>
    <w:rsid w:val="006700F4"/>
    <w:rsid w:val="00670E8E"/>
    <w:rsid w:val="006715C1"/>
    <w:rsid w:val="0067224B"/>
    <w:rsid w:val="00673188"/>
    <w:rsid w:val="006732B1"/>
    <w:rsid w:val="00673C5E"/>
    <w:rsid w:val="00673F7D"/>
    <w:rsid w:val="00674099"/>
    <w:rsid w:val="00674785"/>
    <w:rsid w:val="00677556"/>
    <w:rsid w:val="006776B6"/>
    <w:rsid w:val="006779D6"/>
    <w:rsid w:val="0068576E"/>
    <w:rsid w:val="00690362"/>
    <w:rsid w:val="006904C9"/>
    <w:rsid w:val="00691118"/>
    <w:rsid w:val="00692050"/>
    <w:rsid w:val="006925E6"/>
    <w:rsid w:val="00692A0B"/>
    <w:rsid w:val="00693150"/>
    <w:rsid w:val="00694C9F"/>
    <w:rsid w:val="00696691"/>
    <w:rsid w:val="00696E3D"/>
    <w:rsid w:val="0069738E"/>
    <w:rsid w:val="006A18C8"/>
    <w:rsid w:val="006A1D4B"/>
    <w:rsid w:val="006A1FB5"/>
    <w:rsid w:val="006A4F83"/>
    <w:rsid w:val="006A540D"/>
    <w:rsid w:val="006A5570"/>
    <w:rsid w:val="006A689C"/>
    <w:rsid w:val="006A6DF0"/>
    <w:rsid w:val="006A7D1F"/>
    <w:rsid w:val="006B0B03"/>
    <w:rsid w:val="006B12A4"/>
    <w:rsid w:val="006B12F2"/>
    <w:rsid w:val="006B2452"/>
    <w:rsid w:val="006B3BBF"/>
    <w:rsid w:val="006B3C6A"/>
    <w:rsid w:val="006B3D79"/>
    <w:rsid w:val="006B675C"/>
    <w:rsid w:val="006B6FE4"/>
    <w:rsid w:val="006B73A9"/>
    <w:rsid w:val="006B76C9"/>
    <w:rsid w:val="006B78C6"/>
    <w:rsid w:val="006C0DAC"/>
    <w:rsid w:val="006C19F7"/>
    <w:rsid w:val="006C21E8"/>
    <w:rsid w:val="006C2343"/>
    <w:rsid w:val="006C340D"/>
    <w:rsid w:val="006C442A"/>
    <w:rsid w:val="006C4639"/>
    <w:rsid w:val="006C4864"/>
    <w:rsid w:val="006C4E51"/>
    <w:rsid w:val="006C4EC0"/>
    <w:rsid w:val="006C533D"/>
    <w:rsid w:val="006C556B"/>
    <w:rsid w:val="006C73EF"/>
    <w:rsid w:val="006D0382"/>
    <w:rsid w:val="006D0FD1"/>
    <w:rsid w:val="006D154C"/>
    <w:rsid w:val="006D1866"/>
    <w:rsid w:val="006D1B01"/>
    <w:rsid w:val="006D342B"/>
    <w:rsid w:val="006D35EA"/>
    <w:rsid w:val="006D3A5D"/>
    <w:rsid w:val="006D4452"/>
    <w:rsid w:val="006D4955"/>
    <w:rsid w:val="006D5511"/>
    <w:rsid w:val="006D674D"/>
    <w:rsid w:val="006D76E4"/>
    <w:rsid w:val="006D7CD8"/>
    <w:rsid w:val="006E0578"/>
    <w:rsid w:val="006E0CBF"/>
    <w:rsid w:val="006E100C"/>
    <w:rsid w:val="006E1DC7"/>
    <w:rsid w:val="006E1EA7"/>
    <w:rsid w:val="006E314D"/>
    <w:rsid w:val="006E3CD9"/>
    <w:rsid w:val="006E5F39"/>
    <w:rsid w:val="006E6872"/>
    <w:rsid w:val="006E6CCD"/>
    <w:rsid w:val="006F0D4F"/>
    <w:rsid w:val="006F2494"/>
    <w:rsid w:val="006F439C"/>
    <w:rsid w:val="006F4E62"/>
    <w:rsid w:val="006F50B1"/>
    <w:rsid w:val="006F56A1"/>
    <w:rsid w:val="006F6447"/>
    <w:rsid w:val="006F6B09"/>
    <w:rsid w:val="006F7D01"/>
    <w:rsid w:val="00701639"/>
    <w:rsid w:val="007016EA"/>
    <w:rsid w:val="00701B85"/>
    <w:rsid w:val="0070255F"/>
    <w:rsid w:val="00703821"/>
    <w:rsid w:val="007038DC"/>
    <w:rsid w:val="00704DE8"/>
    <w:rsid w:val="007055DB"/>
    <w:rsid w:val="00706D01"/>
    <w:rsid w:val="00706F4C"/>
    <w:rsid w:val="0070752A"/>
    <w:rsid w:val="00710110"/>
    <w:rsid w:val="00710723"/>
    <w:rsid w:val="00710C8F"/>
    <w:rsid w:val="00711119"/>
    <w:rsid w:val="007111CF"/>
    <w:rsid w:val="00711C16"/>
    <w:rsid w:val="0071250A"/>
    <w:rsid w:val="00712C6B"/>
    <w:rsid w:val="00713115"/>
    <w:rsid w:val="007134F3"/>
    <w:rsid w:val="007146EC"/>
    <w:rsid w:val="007151D0"/>
    <w:rsid w:val="00716384"/>
    <w:rsid w:val="0071784E"/>
    <w:rsid w:val="00717A36"/>
    <w:rsid w:val="0072018C"/>
    <w:rsid w:val="0072091B"/>
    <w:rsid w:val="00720F4A"/>
    <w:rsid w:val="007213D7"/>
    <w:rsid w:val="00721AB3"/>
    <w:rsid w:val="00722F96"/>
    <w:rsid w:val="00723ED1"/>
    <w:rsid w:val="007242D5"/>
    <w:rsid w:val="007258A9"/>
    <w:rsid w:val="00726AC0"/>
    <w:rsid w:val="00726B16"/>
    <w:rsid w:val="00727B73"/>
    <w:rsid w:val="007309F6"/>
    <w:rsid w:val="00730C1C"/>
    <w:rsid w:val="007327A8"/>
    <w:rsid w:val="007331FF"/>
    <w:rsid w:val="00733653"/>
    <w:rsid w:val="007338A3"/>
    <w:rsid w:val="0073461B"/>
    <w:rsid w:val="00734E41"/>
    <w:rsid w:val="007356BD"/>
    <w:rsid w:val="00735B1D"/>
    <w:rsid w:val="0073663E"/>
    <w:rsid w:val="00736FCB"/>
    <w:rsid w:val="007372AC"/>
    <w:rsid w:val="00737F95"/>
    <w:rsid w:val="00740AF5"/>
    <w:rsid w:val="00741294"/>
    <w:rsid w:val="0074192E"/>
    <w:rsid w:val="0074204C"/>
    <w:rsid w:val="00743525"/>
    <w:rsid w:val="007435D4"/>
    <w:rsid w:val="0074417B"/>
    <w:rsid w:val="00744D1A"/>
    <w:rsid w:val="00744F6A"/>
    <w:rsid w:val="00745555"/>
    <w:rsid w:val="0074648C"/>
    <w:rsid w:val="00746A3A"/>
    <w:rsid w:val="0074727B"/>
    <w:rsid w:val="00747556"/>
    <w:rsid w:val="007478A4"/>
    <w:rsid w:val="00747B05"/>
    <w:rsid w:val="00751E63"/>
    <w:rsid w:val="007541A2"/>
    <w:rsid w:val="0075449B"/>
    <w:rsid w:val="00755818"/>
    <w:rsid w:val="0075789C"/>
    <w:rsid w:val="007627CC"/>
    <w:rsid w:val="0076286B"/>
    <w:rsid w:val="00763948"/>
    <w:rsid w:val="00763E2F"/>
    <w:rsid w:val="0076477A"/>
    <w:rsid w:val="007648F7"/>
    <w:rsid w:val="00764E07"/>
    <w:rsid w:val="007654A5"/>
    <w:rsid w:val="00766846"/>
    <w:rsid w:val="00766C2B"/>
    <w:rsid w:val="00766F4A"/>
    <w:rsid w:val="0076790E"/>
    <w:rsid w:val="00767F2A"/>
    <w:rsid w:val="00771B61"/>
    <w:rsid w:val="00771C62"/>
    <w:rsid w:val="00772016"/>
    <w:rsid w:val="00772315"/>
    <w:rsid w:val="0077382B"/>
    <w:rsid w:val="00773DC0"/>
    <w:rsid w:val="00774789"/>
    <w:rsid w:val="00776480"/>
    <w:rsid w:val="0077673A"/>
    <w:rsid w:val="00777E1F"/>
    <w:rsid w:val="007815C7"/>
    <w:rsid w:val="00781DE3"/>
    <w:rsid w:val="00782707"/>
    <w:rsid w:val="00782880"/>
    <w:rsid w:val="00782C37"/>
    <w:rsid w:val="00783087"/>
    <w:rsid w:val="00783354"/>
    <w:rsid w:val="007846E1"/>
    <w:rsid w:val="007847D6"/>
    <w:rsid w:val="007858F0"/>
    <w:rsid w:val="007859AC"/>
    <w:rsid w:val="00786496"/>
    <w:rsid w:val="00786ECA"/>
    <w:rsid w:val="00787CD1"/>
    <w:rsid w:val="007902D9"/>
    <w:rsid w:val="0079069D"/>
    <w:rsid w:val="007906BC"/>
    <w:rsid w:val="00792804"/>
    <w:rsid w:val="007943D5"/>
    <w:rsid w:val="00794761"/>
    <w:rsid w:val="00794F4F"/>
    <w:rsid w:val="00795522"/>
    <w:rsid w:val="007962D3"/>
    <w:rsid w:val="00796DC1"/>
    <w:rsid w:val="007A2107"/>
    <w:rsid w:val="007A36CA"/>
    <w:rsid w:val="007A4A74"/>
    <w:rsid w:val="007A5172"/>
    <w:rsid w:val="007A6474"/>
    <w:rsid w:val="007A67A0"/>
    <w:rsid w:val="007A7F70"/>
    <w:rsid w:val="007B050C"/>
    <w:rsid w:val="007B0F90"/>
    <w:rsid w:val="007B174F"/>
    <w:rsid w:val="007B2FC5"/>
    <w:rsid w:val="007B3FD3"/>
    <w:rsid w:val="007B4153"/>
    <w:rsid w:val="007B4D21"/>
    <w:rsid w:val="007B570C"/>
    <w:rsid w:val="007B592C"/>
    <w:rsid w:val="007B5D17"/>
    <w:rsid w:val="007B6F67"/>
    <w:rsid w:val="007C0250"/>
    <w:rsid w:val="007C1338"/>
    <w:rsid w:val="007C154D"/>
    <w:rsid w:val="007C1CD8"/>
    <w:rsid w:val="007C1F79"/>
    <w:rsid w:val="007C2AA1"/>
    <w:rsid w:val="007C2DC8"/>
    <w:rsid w:val="007C3A09"/>
    <w:rsid w:val="007C4250"/>
    <w:rsid w:val="007C4ABB"/>
    <w:rsid w:val="007C4FE0"/>
    <w:rsid w:val="007C566F"/>
    <w:rsid w:val="007C64FB"/>
    <w:rsid w:val="007D2241"/>
    <w:rsid w:val="007D2FC2"/>
    <w:rsid w:val="007D36DB"/>
    <w:rsid w:val="007D38E4"/>
    <w:rsid w:val="007D488A"/>
    <w:rsid w:val="007D53F5"/>
    <w:rsid w:val="007D57FE"/>
    <w:rsid w:val="007D5A8D"/>
    <w:rsid w:val="007D5C10"/>
    <w:rsid w:val="007D7EAC"/>
    <w:rsid w:val="007E2234"/>
    <w:rsid w:val="007E3940"/>
    <w:rsid w:val="007E4A6E"/>
    <w:rsid w:val="007E58BC"/>
    <w:rsid w:val="007E5CF4"/>
    <w:rsid w:val="007E6155"/>
    <w:rsid w:val="007E64D5"/>
    <w:rsid w:val="007E6640"/>
    <w:rsid w:val="007E66A5"/>
    <w:rsid w:val="007E6B85"/>
    <w:rsid w:val="007E7595"/>
    <w:rsid w:val="007F15CE"/>
    <w:rsid w:val="007F22F5"/>
    <w:rsid w:val="007F2B8F"/>
    <w:rsid w:val="007F3581"/>
    <w:rsid w:val="007F3E64"/>
    <w:rsid w:val="007F4F8F"/>
    <w:rsid w:val="007F56A7"/>
    <w:rsid w:val="007F64A4"/>
    <w:rsid w:val="007F7053"/>
    <w:rsid w:val="00800851"/>
    <w:rsid w:val="00800C7F"/>
    <w:rsid w:val="008024CD"/>
    <w:rsid w:val="00802525"/>
    <w:rsid w:val="00803601"/>
    <w:rsid w:val="008041A4"/>
    <w:rsid w:val="00804D39"/>
    <w:rsid w:val="00806169"/>
    <w:rsid w:val="0080742E"/>
    <w:rsid w:val="00807DD0"/>
    <w:rsid w:val="00810083"/>
    <w:rsid w:val="00810368"/>
    <w:rsid w:val="008113FE"/>
    <w:rsid w:val="008121DC"/>
    <w:rsid w:val="0081419A"/>
    <w:rsid w:val="00814A6D"/>
    <w:rsid w:val="00815C1B"/>
    <w:rsid w:val="008163B1"/>
    <w:rsid w:val="00817A33"/>
    <w:rsid w:val="00820470"/>
    <w:rsid w:val="00820B71"/>
    <w:rsid w:val="008217CE"/>
    <w:rsid w:val="00821D01"/>
    <w:rsid w:val="0082233C"/>
    <w:rsid w:val="00822B88"/>
    <w:rsid w:val="00823D68"/>
    <w:rsid w:val="00824AD9"/>
    <w:rsid w:val="00824EAD"/>
    <w:rsid w:val="00826310"/>
    <w:rsid w:val="00826B7B"/>
    <w:rsid w:val="0082797E"/>
    <w:rsid w:val="00827C0B"/>
    <w:rsid w:val="00827C5D"/>
    <w:rsid w:val="00830108"/>
    <w:rsid w:val="008304F5"/>
    <w:rsid w:val="00831DE9"/>
    <w:rsid w:val="00831E52"/>
    <w:rsid w:val="00833899"/>
    <w:rsid w:val="00833C5D"/>
    <w:rsid w:val="0083611D"/>
    <w:rsid w:val="00836E7D"/>
    <w:rsid w:val="00840E14"/>
    <w:rsid w:val="00841879"/>
    <w:rsid w:val="00841FCB"/>
    <w:rsid w:val="008420F6"/>
    <w:rsid w:val="00842C4F"/>
    <w:rsid w:val="00842C92"/>
    <w:rsid w:val="008438AE"/>
    <w:rsid w:val="00844434"/>
    <w:rsid w:val="0084454A"/>
    <w:rsid w:val="00844FDD"/>
    <w:rsid w:val="00845C50"/>
    <w:rsid w:val="00845D74"/>
    <w:rsid w:val="00846789"/>
    <w:rsid w:val="00847977"/>
    <w:rsid w:val="008505EC"/>
    <w:rsid w:val="00850657"/>
    <w:rsid w:val="00851519"/>
    <w:rsid w:val="00851DF8"/>
    <w:rsid w:val="00856E54"/>
    <w:rsid w:val="00857BAC"/>
    <w:rsid w:val="00860464"/>
    <w:rsid w:val="00860D8A"/>
    <w:rsid w:val="00861014"/>
    <w:rsid w:val="00861B2F"/>
    <w:rsid w:val="0086346B"/>
    <w:rsid w:val="008638C9"/>
    <w:rsid w:val="00864D21"/>
    <w:rsid w:val="00865C5B"/>
    <w:rsid w:val="00866556"/>
    <w:rsid w:val="00866974"/>
    <w:rsid w:val="00867965"/>
    <w:rsid w:val="00867B13"/>
    <w:rsid w:val="008703CB"/>
    <w:rsid w:val="00870D97"/>
    <w:rsid w:val="00871A8D"/>
    <w:rsid w:val="00872044"/>
    <w:rsid w:val="008721F5"/>
    <w:rsid w:val="0087262B"/>
    <w:rsid w:val="00872FD7"/>
    <w:rsid w:val="00873C33"/>
    <w:rsid w:val="00873DA7"/>
    <w:rsid w:val="00875680"/>
    <w:rsid w:val="00876C45"/>
    <w:rsid w:val="00876D73"/>
    <w:rsid w:val="0087790D"/>
    <w:rsid w:val="00880C36"/>
    <w:rsid w:val="00881B1C"/>
    <w:rsid w:val="00885737"/>
    <w:rsid w:val="00885E01"/>
    <w:rsid w:val="00886231"/>
    <w:rsid w:val="00886CD5"/>
    <w:rsid w:val="0088758A"/>
    <w:rsid w:val="00887F36"/>
    <w:rsid w:val="00890166"/>
    <w:rsid w:val="00892A0C"/>
    <w:rsid w:val="00892AE6"/>
    <w:rsid w:val="0089410D"/>
    <w:rsid w:val="00894AB7"/>
    <w:rsid w:val="00896CC4"/>
    <w:rsid w:val="00897B96"/>
    <w:rsid w:val="008A1E5B"/>
    <w:rsid w:val="008A214C"/>
    <w:rsid w:val="008A326A"/>
    <w:rsid w:val="008A3568"/>
    <w:rsid w:val="008A3C2B"/>
    <w:rsid w:val="008A41BE"/>
    <w:rsid w:val="008A4264"/>
    <w:rsid w:val="008A590E"/>
    <w:rsid w:val="008A5E06"/>
    <w:rsid w:val="008A6DC8"/>
    <w:rsid w:val="008B0073"/>
    <w:rsid w:val="008B0496"/>
    <w:rsid w:val="008B0D37"/>
    <w:rsid w:val="008B0ED8"/>
    <w:rsid w:val="008B10F6"/>
    <w:rsid w:val="008B1ED0"/>
    <w:rsid w:val="008B2021"/>
    <w:rsid w:val="008B251E"/>
    <w:rsid w:val="008B28C7"/>
    <w:rsid w:val="008B3257"/>
    <w:rsid w:val="008B3ED1"/>
    <w:rsid w:val="008B4CEC"/>
    <w:rsid w:val="008B4DAF"/>
    <w:rsid w:val="008B53B4"/>
    <w:rsid w:val="008B600B"/>
    <w:rsid w:val="008B60F5"/>
    <w:rsid w:val="008B6FC1"/>
    <w:rsid w:val="008C017F"/>
    <w:rsid w:val="008C0335"/>
    <w:rsid w:val="008C0C12"/>
    <w:rsid w:val="008C16F3"/>
    <w:rsid w:val="008C1962"/>
    <w:rsid w:val="008C27CC"/>
    <w:rsid w:val="008C3044"/>
    <w:rsid w:val="008C50F3"/>
    <w:rsid w:val="008C51DA"/>
    <w:rsid w:val="008C57F2"/>
    <w:rsid w:val="008C5FF0"/>
    <w:rsid w:val="008C65BC"/>
    <w:rsid w:val="008C6C63"/>
    <w:rsid w:val="008C76F1"/>
    <w:rsid w:val="008C7EFE"/>
    <w:rsid w:val="008D03B9"/>
    <w:rsid w:val="008D06CB"/>
    <w:rsid w:val="008D30C7"/>
    <w:rsid w:val="008D552B"/>
    <w:rsid w:val="008D5915"/>
    <w:rsid w:val="008D5FF6"/>
    <w:rsid w:val="008D7D26"/>
    <w:rsid w:val="008E1138"/>
    <w:rsid w:val="008E12E4"/>
    <w:rsid w:val="008E2D07"/>
    <w:rsid w:val="008E37C9"/>
    <w:rsid w:val="008E3AB5"/>
    <w:rsid w:val="008E5D9D"/>
    <w:rsid w:val="008E78A5"/>
    <w:rsid w:val="008E7CBD"/>
    <w:rsid w:val="008F0019"/>
    <w:rsid w:val="008F18D6"/>
    <w:rsid w:val="008F25F1"/>
    <w:rsid w:val="008F2C9B"/>
    <w:rsid w:val="008F33AD"/>
    <w:rsid w:val="008F3697"/>
    <w:rsid w:val="008F3DAD"/>
    <w:rsid w:val="008F5081"/>
    <w:rsid w:val="008F52DB"/>
    <w:rsid w:val="008F5ACE"/>
    <w:rsid w:val="008F6BE8"/>
    <w:rsid w:val="008F797B"/>
    <w:rsid w:val="0090028D"/>
    <w:rsid w:val="0090063C"/>
    <w:rsid w:val="00902F65"/>
    <w:rsid w:val="009032C3"/>
    <w:rsid w:val="0090370B"/>
    <w:rsid w:val="00903C55"/>
    <w:rsid w:val="00904780"/>
    <w:rsid w:val="00905A12"/>
    <w:rsid w:val="0090635B"/>
    <w:rsid w:val="009068F6"/>
    <w:rsid w:val="00907560"/>
    <w:rsid w:val="0090774A"/>
    <w:rsid w:val="00907814"/>
    <w:rsid w:val="00910F7D"/>
    <w:rsid w:val="00911436"/>
    <w:rsid w:val="0091237A"/>
    <w:rsid w:val="009141B8"/>
    <w:rsid w:val="00914B87"/>
    <w:rsid w:val="0091571B"/>
    <w:rsid w:val="00916A2E"/>
    <w:rsid w:val="00920549"/>
    <w:rsid w:val="00920CEB"/>
    <w:rsid w:val="00920DEB"/>
    <w:rsid w:val="009213A4"/>
    <w:rsid w:val="0092226C"/>
    <w:rsid w:val="00922385"/>
    <w:rsid w:val="009223DF"/>
    <w:rsid w:val="009232FD"/>
    <w:rsid w:val="009236F3"/>
    <w:rsid w:val="009244A0"/>
    <w:rsid w:val="00925F7A"/>
    <w:rsid w:val="00925FA1"/>
    <w:rsid w:val="0092619C"/>
    <w:rsid w:val="00926A41"/>
    <w:rsid w:val="00926AC9"/>
    <w:rsid w:val="00926F1B"/>
    <w:rsid w:val="009270B9"/>
    <w:rsid w:val="0092787D"/>
    <w:rsid w:val="009278D1"/>
    <w:rsid w:val="00930B79"/>
    <w:rsid w:val="009311CC"/>
    <w:rsid w:val="00931906"/>
    <w:rsid w:val="009321F5"/>
    <w:rsid w:val="00932C34"/>
    <w:rsid w:val="0093357B"/>
    <w:rsid w:val="009335A6"/>
    <w:rsid w:val="0093499B"/>
    <w:rsid w:val="00935206"/>
    <w:rsid w:val="00935803"/>
    <w:rsid w:val="00936091"/>
    <w:rsid w:val="00936200"/>
    <w:rsid w:val="00936739"/>
    <w:rsid w:val="00936A38"/>
    <w:rsid w:val="0094041A"/>
    <w:rsid w:val="00940D8A"/>
    <w:rsid w:val="00941491"/>
    <w:rsid w:val="0094185B"/>
    <w:rsid w:val="009431D0"/>
    <w:rsid w:val="0094325D"/>
    <w:rsid w:val="0094424B"/>
    <w:rsid w:val="00946FD6"/>
    <w:rsid w:val="009471CE"/>
    <w:rsid w:val="00947B8B"/>
    <w:rsid w:val="009502F0"/>
    <w:rsid w:val="00950916"/>
    <w:rsid w:val="00954E43"/>
    <w:rsid w:val="00955E85"/>
    <w:rsid w:val="009617B6"/>
    <w:rsid w:val="00962258"/>
    <w:rsid w:val="00962869"/>
    <w:rsid w:val="00963783"/>
    <w:rsid w:val="00964860"/>
    <w:rsid w:val="00965F4C"/>
    <w:rsid w:val="009660AD"/>
    <w:rsid w:val="00967206"/>
    <w:rsid w:val="009678B7"/>
    <w:rsid w:val="0097002A"/>
    <w:rsid w:val="00971069"/>
    <w:rsid w:val="009710B4"/>
    <w:rsid w:val="0097143C"/>
    <w:rsid w:val="00971C1A"/>
    <w:rsid w:val="00972355"/>
    <w:rsid w:val="009741EE"/>
    <w:rsid w:val="0097474A"/>
    <w:rsid w:val="0097559F"/>
    <w:rsid w:val="009756B5"/>
    <w:rsid w:val="009767E0"/>
    <w:rsid w:val="00976973"/>
    <w:rsid w:val="00976FCB"/>
    <w:rsid w:val="00976FF4"/>
    <w:rsid w:val="0098070E"/>
    <w:rsid w:val="00980909"/>
    <w:rsid w:val="00983DDB"/>
    <w:rsid w:val="009845E3"/>
    <w:rsid w:val="00984744"/>
    <w:rsid w:val="009848F7"/>
    <w:rsid w:val="00984C42"/>
    <w:rsid w:val="00984CDB"/>
    <w:rsid w:val="009854FD"/>
    <w:rsid w:val="00986BA3"/>
    <w:rsid w:val="00987159"/>
    <w:rsid w:val="00991104"/>
    <w:rsid w:val="00992D9C"/>
    <w:rsid w:val="009968AD"/>
    <w:rsid w:val="00996A7F"/>
    <w:rsid w:val="00996CB8"/>
    <w:rsid w:val="009A0122"/>
    <w:rsid w:val="009A02F7"/>
    <w:rsid w:val="009A0D3D"/>
    <w:rsid w:val="009A27BB"/>
    <w:rsid w:val="009A2A68"/>
    <w:rsid w:val="009A2BB5"/>
    <w:rsid w:val="009A3796"/>
    <w:rsid w:val="009A51F4"/>
    <w:rsid w:val="009A52BE"/>
    <w:rsid w:val="009A6053"/>
    <w:rsid w:val="009A634D"/>
    <w:rsid w:val="009A66E0"/>
    <w:rsid w:val="009A7BFE"/>
    <w:rsid w:val="009A7ED7"/>
    <w:rsid w:val="009B0B28"/>
    <w:rsid w:val="009B0DB1"/>
    <w:rsid w:val="009B0F80"/>
    <w:rsid w:val="009B2E45"/>
    <w:rsid w:val="009B2E97"/>
    <w:rsid w:val="009B3A21"/>
    <w:rsid w:val="009B3CB0"/>
    <w:rsid w:val="009B4CAE"/>
    <w:rsid w:val="009B5146"/>
    <w:rsid w:val="009B608D"/>
    <w:rsid w:val="009B6B5D"/>
    <w:rsid w:val="009B7E95"/>
    <w:rsid w:val="009C0F4D"/>
    <w:rsid w:val="009C1473"/>
    <w:rsid w:val="009C3AB3"/>
    <w:rsid w:val="009C418E"/>
    <w:rsid w:val="009C442C"/>
    <w:rsid w:val="009C6788"/>
    <w:rsid w:val="009C75CD"/>
    <w:rsid w:val="009C7A23"/>
    <w:rsid w:val="009C7AAB"/>
    <w:rsid w:val="009D10A1"/>
    <w:rsid w:val="009D1D4E"/>
    <w:rsid w:val="009D1E58"/>
    <w:rsid w:val="009D20A1"/>
    <w:rsid w:val="009D2CBF"/>
    <w:rsid w:val="009D3B22"/>
    <w:rsid w:val="009D5DFD"/>
    <w:rsid w:val="009D64A5"/>
    <w:rsid w:val="009D64CB"/>
    <w:rsid w:val="009D729A"/>
    <w:rsid w:val="009D7CEA"/>
    <w:rsid w:val="009E0440"/>
    <w:rsid w:val="009E0738"/>
    <w:rsid w:val="009E07F4"/>
    <w:rsid w:val="009E0FC8"/>
    <w:rsid w:val="009E1AEE"/>
    <w:rsid w:val="009E1B3D"/>
    <w:rsid w:val="009E1C66"/>
    <w:rsid w:val="009E1D60"/>
    <w:rsid w:val="009E241A"/>
    <w:rsid w:val="009E3C1B"/>
    <w:rsid w:val="009E540A"/>
    <w:rsid w:val="009E5B13"/>
    <w:rsid w:val="009E6AE5"/>
    <w:rsid w:val="009E7A4F"/>
    <w:rsid w:val="009F13E8"/>
    <w:rsid w:val="009F15C4"/>
    <w:rsid w:val="009F309B"/>
    <w:rsid w:val="009F3688"/>
    <w:rsid w:val="009F371C"/>
    <w:rsid w:val="009F392E"/>
    <w:rsid w:val="009F3B3B"/>
    <w:rsid w:val="009F435C"/>
    <w:rsid w:val="009F4572"/>
    <w:rsid w:val="009F46C7"/>
    <w:rsid w:val="009F4CC5"/>
    <w:rsid w:val="009F53C5"/>
    <w:rsid w:val="009F6B23"/>
    <w:rsid w:val="009F6CAA"/>
    <w:rsid w:val="00A017B2"/>
    <w:rsid w:val="00A02B2A"/>
    <w:rsid w:val="00A03E79"/>
    <w:rsid w:val="00A05135"/>
    <w:rsid w:val="00A0520B"/>
    <w:rsid w:val="00A055D4"/>
    <w:rsid w:val="00A057BA"/>
    <w:rsid w:val="00A066DE"/>
    <w:rsid w:val="00A06F09"/>
    <w:rsid w:val="00A0740E"/>
    <w:rsid w:val="00A075F3"/>
    <w:rsid w:val="00A076E9"/>
    <w:rsid w:val="00A103F9"/>
    <w:rsid w:val="00A11A90"/>
    <w:rsid w:val="00A11D38"/>
    <w:rsid w:val="00A11D6A"/>
    <w:rsid w:val="00A12463"/>
    <w:rsid w:val="00A12D73"/>
    <w:rsid w:val="00A12DFA"/>
    <w:rsid w:val="00A15641"/>
    <w:rsid w:val="00A16220"/>
    <w:rsid w:val="00A1650D"/>
    <w:rsid w:val="00A165F8"/>
    <w:rsid w:val="00A171BF"/>
    <w:rsid w:val="00A209C2"/>
    <w:rsid w:val="00A2246B"/>
    <w:rsid w:val="00A24610"/>
    <w:rsid w:val="00A305A5"/>
    <w:rsid w:val="00A319A6"/>
    <w:rsid w:val="00A31BBC"/>
    <w:rsid w:val="00A32424"/>
    <w:rsid w:val="00A32677"/>
    <w:rsid w:val="00A33211"/>
    <w:rsid w:val="00A33C4E"/>
    <w:rsid w:val="00A35009"/>
    <w:rsid w:val="00A358B6"/>
    <w:rsid w:val="00A37F52"/>
    <w:rsid w:val="00A40426"/>
    <w:rsid w:val="00A4050F"/>
    <w:rsid w:val="00A40C1B"/>
    <w:rsid w:val="00A40C6E"/>
    <w:rsid w:val="00A4324E"/>
    <w:rsid w:val="00A432EF"/>
    <w:rsid w:val="00A43668"/>
    <w:rsid w:val="00A446BE"/>
    <w:rsid w:val="00A451AA"/>
    <w:rsid w:val="00A46E35"/>
    <w:rsid w:val="00A47185"/>
    <w:rsid w:val="00A47860"/>
    <w:rsid w:val="00A47DE5"/>
    <w:rsid w:val="00A50641"/>
    <w:rsid w:val="00A5109B"/>
    <w:rsid w:val="00A516F5"/>
    <w:rsid w:val="00A51C91"/>
    <w:rsid w:val="00A530BF"/>
    <w:rsid w:val="00A53AF7"/>
    <w:rsid w:val="00A545A1"/>
    <w:rsid w:val="00A54AE4"/>
    <w:rsid w:val="00A55797"/>
    <w:rsid w:val="00A55C9A"/>
    <w:rsid w:val="00A56621"/>
    <w:rsid w:val="00A571E7"/>
    <w:rsid w:val="00A60C3D"/>
    <w:rsid w:val="00A6177B"/>
    <w:rsid w:val="00A619C2"/>
    <w:rsid w:val="00A619CA"/>
    <w:rsid w:val="00A62E43"/>
    <w:rsid w:val="00A62FE1"/>
    <w:rsid w:val="00A65BE6"/>
    <w:rsid w:val="00A65D0C"/>
    <w:rsid w:val="00A65F24"/>
    <w:rsid w:val="00A65FC1"/>
    <w:rsid w:val="00A66136"/>
    <w:rsid w:val="00A675B8"/>
    <w:rsid w:val="00A67F8A"/>
    <w:rsid w:val="00A70189"/>
    <w:rsid w:val="00A70747"/>
    <w:rsid w:val="00A71189"/>
    <w:rsid w:val="00A7364A"/>
    <w:rsid w:val="00A7410B"/>
    <w:rsid w:val="00A74DCC"/>
    <w:rsid w:val="00A75091"/>
    <w:rsid w:val="00A753ED"/>
    <w:rsid w:val="00A76BF5"/>
    <w:rsid w:val="00A77512"/>
    <w:rsid w:val="00A80310"/>
    <w:rsid w:val="00A807AD"/>
    <w:rsid w:val="00A80B49"/>
    <w:rsid w:val="00A8206C"/>
    <w:rsid w:val="00A84500"/>
    <w:rsid w:val="00A84F3D"/>
    <w:rsid w:val="00A85121"/>
    <w:rsid w:val="00A85987"/>
    <w:rsid w:val="00A8610D"/>
    <w:rsid w:val="00A87760"/>
    <w:rsid w:val="00A87DB2"/>
    <w:rsid w:val="00A87F59"/>
    <w:rsid w:val="00A91826"/>
    <w:rsid w:val="00A919A4"/>
    <w:rsid w:val="00A92B88"/>
    <w:rsid w:val="00A94C2F"/>
    <w:rsid w:val="00A95C0A"/>
    <w:rsid w:val="00A95FBC"/>
    <w:rsid w:val="00A960EB"/>
    <w:rsid w:val="00A964EF"/>
    <w:rsid w:val="00A965D3"/>
    <w:rsid w:val="00A96F18"/>
    <w:rsid w:val="00AA0492"/>
    <w:rsid w:val="00AA0BAF"/>
    <w:rsid w:val="00AA14B4"/>
    <w:rsid w:val="00AA1C64"/>
    <w:rsid w:val="00AA3E17"/>
    <w:rsid w:val="00AA4CBB"/>
    <w:rsid w:val="00AA4D5A"/>
    <w:rsid w:val="00AA5C98"/>
    <w:rsid w:val="00AA5C9B"/>
    <w:rsid w:val="00AA65FA"/>
    <w:rsid w:val="00AA7351"/>
    <w:rsid w:val="00AA7A82"/>
    <w:rsid w:val="00AA7C91"/>
    <w:rsid w:val="00AA7EA7"/>
    <w:rsid w:val="00AB011C"/>
    <w:rsid w:val="00AB01E6"/>
    <w:rsid w:val="00AB0C14"/>
    <w:rsid w:val="00AB1063"/>
    <w:rsid w:val="00AB28D0"/>
    <w:rsid w:val="00AB371E"/>
    <w:rsid w:val="00AB45FA"/>
    <w:rsid w:val="00AB69CE"/>
    <w:rsid w:val="00AB6A33"/>
    <w:rsid w:val="00AB6F88"/>
    <w:rsid w:val="00AB7195"/>
    <w:rsid w:val="00AB7F1A"/>
    <w:rsid w:val="00AC1C07"/>
    <w:rsid w:val="00AC2D1E"/>
    <w:rsid w:val="00AC3EA9"/>
    <w:rsid w:val="00AC5C68"/>
    <w:rsid w:val="00AC6613"/>
    <w:rsid w:val="00AC6FB1"/>
    <w:rsid w:val="00AC79EA"/>
    <w:rsid w:val="00AD056F"/>
    <w:rsid w:val="00AD0714"/>
    <w:rsid w:val="00AD0C7B"/>
    <w:rsid w:val="00AD1771"/>
    <w:rsid w:val="00AD1786"/>
    <w:rsid w:val="00AD186D"/>
    <w:rsid w:val="00AD1B75"/>
    <w:rsid w:val="00AD3565"/>
    <w:rsid w:val="00AD3B02"/>
    <w:rsid w:val="00AD3B77"/>
    <w:rsid w:val="00AD4CCC"/>
    <w:rsid w:val="00AD5F1A"/>
    <w:rsid w:val="00AD6731"/>
    <w:rsid w:val="00AD726D"/>
    <w:rsid w:val="00AD792A"/>
    <w:rsid w:val="00AD7B15"/>
    <w:rsid w:val="00AE10D0"/>
    <w:rsid w:val="00AE1D4A"/>
    <w:rsid w:val="00AE1F7D"/>
    <w:rsid w:val="00AE3BB4"/>
    <w:rsid w:val="00AE47F9"/>
    <w:rsid w:val="00AE64C5"/>
    <w:rsid w:val="00AF062D"/>
    <w:rsid w:val="00AF0FA4"/>
    <w:rsid w:val="00AF1727"/>
    <w:rsid w:val="00AF2AEB"/>
    <w:rsid w:val="00AF318B"/>
    <w:rsid w:val="00AF3BEB"/>
    <w:rsid w:val="00AF42D2"/>
    <w:rsid w:val="00AF4D76"/>
    <w:rsid w:val="00AF5BCC"/>
    <w:rsid w:val="00AF7036"/>
    <w:rsid w:val="00B008D5"/>
    <w:rsid w:val="00B00C0B"/>
    <w:rsid w:val="00B00D68"/>
    <w:rsid w:val="00B01134"/>
    <w:rsid w:val="00B01BE3"/>
    <w:rsid w:val="00B02343"/>
    <w:rsid w:val="00B02F73"/>
    <w:rsid w:val="00B035B6"/>
    <w:rsid w:val="00B055A9"/>
    <w:rsid w:val="00B057D3"/>
    <w:rsid w:val="00B05C90"/>
    <w:rsid w:val="00B0619F"/>
    <w:rsid w:val="00B062E0"/>
    <w:rsid w:val="00B067E0"/>
    <w:rsid w:val="00B06D35"/>
    <w:rsid w:val="00B0765B"/>
    <w:rsid w:val="00B07917"/>
    <w:rsid w:val="00B07FF6"/>
    <w:rsid w:val="00B1000C"/>
    <w:rsid w:val="00B1093A"/>
    <w:rsid w:val="00B12313"/>
    <w:rsid w:val="00B124BE"/>
    <w:rsid w:val="00B13A26"/>
    <w:rsid w:val="00B13A43"/>
    <w:rsid w:val="00B1497B"/>
    <w:rsid w:val="00B151E7"/>
    <w:rsid w:val="00B157F1"/>
    <w:rsid w:val="00B15D0D"/>
    <w:rsid w:val="00B15F78"/>
    <w:rsid w:val="00B161D5"/>
    <w:rsid w:val="00B2050E"/>
    <w:rsid w:val="00B21288"/>
    <w:rsid w:val="00B22106"/>
    <w:rsid w:val="00B222F7"/>
    <w:rsid w:val="00B22327"/>
    <w:rsid w:val="00B22976"/>
    <w:rsid w:val="00B2309B"/>
    <w:rsid w:val="00B23348"/>
    <w:rsid w:val="00B24789"/>
    <w:rsid w:val="00B24A6F"/>
    <w:rsid w:val="00B25451"/>
    <w:rsid w:val="00B2606A"/>
    <w:rsid w:val="00B26627"/>
    <w:rsid w:val="00B26894"/>
    <w:rsid w:val="00B27466"/>
    <w:rsid w:val="00B31437"/>
    <w:rsid w:val="00B32C72"/>
    <w:rsid w:val="00B33127"/>
    <w:rsid w:val="00B3323D"/>
    <w:rsid w:val="00B34E7F"/>
    <w:rsid w:val="00B37333"/>
    <w:rsid w:val="00B422A4"/>
    <w:rsid w:val="00B423E9"/>
    <w:rsid w:val="00B429CF"/>
    <w:rsid w:val="00B42A5E"/>
    <w:rsid w:val="00B447D1"/>
    <w:rsid w:val="00B448FF"/>
    <w:rsid w:val="00B46F96"/>
    <w:rsid w:val="00B47FB0"/>
    <w:rsid w:val="00B52A86"/>
    <w:rsid w:val="00B5431A"/>
    <w:rsid w:val="00B5557B"/>
    <w:rsid w:val="00B5689F"/>
    <w:rsid w:val="00B56E67"/>
    <w:rsid w:val="00B574D2"/>
    <w:rsid w:val="00B60046"/>
    <w:rsid w:val="00B61530"/>
    <w:rsid w:val="00B63BD3"/>
    <w:rsid w:val="00B64539"/>
    <w:rsid w:val="00B645BC"/>
    <w:rsid w:val="00B649D5"/>
    <w:rsid w:val="00B65A41"/>
    <w:rsid w:val="00B65E26"/>
    <w:rsid w:val="00B70267"/>
    <w:rsid w:val="00B70D9F"/>
    <w:rsid w:val="00B71189"/>
    <w:rsid w:val="00B734AB"/>
    <w:rsid w:val="00B74B98"/>
    <w:rsid w:val="00B754C6"/>
    <w:rsid w:val="00B75EE1"/>
    <w:rsid w:val="00B76C78"/>
    <w:rsid w:val="00B77110"/>
    <w:rsid w:val="00B77481"/>
    <w:rsid w:val="00B77C6D"/>
    <w:rsid w:val="00B80502"/>
    <w:rsid w:val="00B80E53"/>
    <w:rsid w:val="00B80F83"/>
    <w:rsid w:val="00B81671"/>
    <w:rsid w:val="00B8265A"/>
    <w:rsid w:val="00B82A36"/>
    <w:rsid w:val="00B84D5B"/>
    <w:rsid w:val="00B8518B"/>
    <w:rsid w:val="00B85CE0"/>
    <w:rsid w:val="00B86190"/>
    <w:rsid w:val="00B908D9"/>
    <w:rsid w:val="00B90FB5"/>
    <w:rsid w:val="00B921CD"/>
    <w:rsid w:val="00B928B4"/>
    <w:rsid w:val="00B92EB7"/>
    <w:rsid w:val="00B93AFE"/>
    <w:rsid w:val="00B9409B"/>
    <w:rsid w:val="00B94D5B"/>
    <w:rsid w:val="00B97033"/>
    <w:rsid w:val="00B97CC3"/>
    <w:rsid w:val="00BA01E3"/>
    <w:rsid w:val="00BA05ED"/>
    <w:rsid w:val="00BA197A"/>
    <w:rsid w:val="00BA1CFD"/>
    <w:rsid w:val="00BA1F82"/>
    <w:rsid w:val="00BA29D3"/>
    <w:rsid w:val="00BA3D9D"/>
    <w:rsid w:val="00BA401C"/>
    <w:rsid w:val="00BA59CB"/>
    <w:rsid w:val="00BA7226"/>
    <w:rsid w:val="00BB1A18"/>
    <w:rsid w:val="00BB3D72"/>
    <w:rsid w:val="00BB4AF2"/>
    <w:rsid w:val="00BB4FE0"/>
    <w:rsid w:val="00BB521E"/>
    <w:rsid w:val="00BB72FA"/>
    <w:rsid w:val="00BB7A69"/>
    <w:rsid w:val="00BC06C4"/>
    <w:rsid w:val="00BC087F"/>
    <w:rsid w:val="00BC0DD0"/>
    <w:rsid w:val="00BC1036"/>
    <w:rsid w:val="00BC1044"/>
    <w:rsid w:val="00BC1336"/>
    <w:rsid w:val="00BC2003"/>
    <w:rsid w:val="00BC49C0"/>
    <w:rsid w:val="00BC4AF0"/>
    <w:rsid w:val="00BC5E7E"/>
    <w:rsid w:val="00BC663E"/>
    <w:rsid w:val="00BC6D2B"/>
    <w:rsid w:val="00BC6FD9"/>
    <w:rsid w:val="00BC7269"/>
    <w:rsid w:val="00BD0273"/>
    <w:rsid w:val="00BD04FA"/>
    <w:rsid w:val="00BD07D8"/>
    <w:rsid w:val="00BD0919"/>
    <w:rsid w:val="00BD1F12"/>
    <w:rsid w:val="00BD4057"/>
    <w:rsid w:val="00BD445B"/>
    <w:rsid w:val="00BD46F5"/>
    <w:rsid w:val="00BD4E9E"/>
    <w:rsid w:val="00BD5561"/>
    <w:rsid w:val="00BD5A0E"/>
    <w:rsid w:val="00BD7389"/>
    <w:rsid w:val="00BD7438"/>
    <w:rsid w:val="00BD7800"/>
    <w:rsid w:val="00BD7E91"/>
    <w:rsid w:val="00BD7F0D"/>
    <w:rsid w:val="00BE0913"/>
    <w:rsid w:val="00BE0D95"/>
    <w:rsid w:val="00BE11B3"/>
    <w:rsid w:val="00BE1D59"/>
    <w:rsid w:val="00BE22EE"/>
    <w:rsid w:val="00BE482C"/>
    <w:rsid w:val="00BE49F4"/>
    <w:rsid w:val="00BE54EC"/>
    <w:rsid w:val="00BE7523"/>
    <w:rsid w:val="00BE7CD3"/>
    <w:rsid w:val="00BF1082"/>
    <w:rsid w:val="00BF2A76"/>
    <w:rsid w:val="00BF30A4"/>
    <w:rsid w:val="00BF393A"/>
    <w:rsid w:val="00BF421E"/>
    <w:rsid w:val="00BF56C0"/>
    <w:rsid w:val="00BF6843"/>
    <w:rsid w:val="00BF6DDE"/>
    <w:rsid w:val="00C01AA9"/>
    <w:rsid w:val="00C01B8B"/>
    <w:rsid w:val="00C02436"/>
    <w:rsid w:val="00C02D0A"/>
    <w:rsid w:val="00C03A6E"/>
    <w:rsid w:val="00C047A8"/>
    <w:rsid w:val="00C0493E"/>
    <w:rsid w:val="00C04D54"/>
    <w:rsid w:val="00C0551C"/>
    <w:rsid w:val="00C05F38"/>
    <w:rsid w:val="00C06F8A"/>
    <w:rsid w:val="00C07422"/>
    <w:rsid w:val="00C07508"/>
    <w:rsid w:val="00C112FB"/>
    <w:rsid w:val="00C11744"/>
    <w:rsid w:val="00C117DA"/>
    <w:rsid w:val="00C122CB"/>
    <w:rsid w:val="00C1482E"/>
    <w:rsid w:val="00C16305"/>
    <w:rsid w:val="00C169AD"/>
    <w:rsid w:val="00C17043"/>
    <w:rsid w:val="00C203FF"/>
    <w:rsid w:val="00C2046F"/>
    <w:rsid w:val="00C20785"/>
    <w:rsid w:val="00C2079E"/>
    <w:rsid w:val="00C212F4"/>
    <w:rsid w:val="00C226C0"/>
    <w:rsid w:val="00C2342F"/>
    <w:rsid w:val="00C26B03"/>
    <w:rsid w:val="00C270EC"/>
    <w:rsid w:val="00C31ADD"/>
    <w:rsid w:val="00C32A5E"/>
    <w:rsid w:val="00C32B79"/>
    <w:rsid w:val="00C34047"/>
    <w:rsid w:val="00C35577"/>
    <w:rsid w:val="00C35713"/>
    <w:rsid w:val="00C357DE"/>
    <w:rsid w:val="00C37B25"/>
    <w:rsid w:val="00C409A8"/>
    <w:rsid w:val="00C411AE"/>
    <w:rsid w:val="00C42E06"/>
    <w:rsid w:val="00C42FE6"/>
    <w:rsid w:val="00C44F6A"/>
    <w:rsid w:val="00C4537F"/>
    <w:rsid w:val="00C46BDE"/>
    <w:rsid w:val="00C51B58"/>
    <w:rsid w:val="00C52720"/>
    <w:rsid w:val="00C542F7"/>
    <w:rsid w:val="00C54805"/>
    <w:rsid w:val="00C54867"/>
    <w:rsid w:val="00C55CEB"/>
    <w:rsid w:val="00C56B64"/>
    <w:rsid w:val="00C56CDA"/>
    <w:rsid w:val="00C57268"/>
    <w:rsid w:val="00C5768C"/>
    <w:rsid w:val="00C57998"/>
    <w:rsid w:val="00C60D4F"/>
    <w:rsid w:val="00C618A7"/>
    <w:rsid w:val="00C6198E"/>
    <w:rsid w:val="00C6339C"/>
    <w:rsid w:val="00C639AD"/>
    <w:rsid w:val="00C64EE1"/>
    <w:rsid w:val="00C65D98"/>
    <w:rsid w:val="00C6719B"/>
    <w:rsid w:val="00C675E7"/>
    <w:rsid w:val="00C70748"/>
    <w:rsid w:val="00C7077F"/>
    <w:rsid w:val="00C708EA"/>
    <w:rsid w:val="00C71A0A"/>
    <w:rsid w:val="00C7216F"/>
    <w:rsid w:val="00C72D4A"/>
    <w:rsid w:val="00C74933"/>
    <w:rsid w:val="00C76514"/>
    <w:rsid w:val="00C76C57"/>
    <w:rsid w:val="00C773E8"/>
    <w:rsid w:val="00C776E5"/>
    <w:rsid w:val="00C778A5"/>
    <w:rsid w:val="00C77ADB"/>
    <w:rsid w:val="00C8314F"/>
    <w:rsid w:val="00C84C01"/>
    <w:rsid w:val="00C84F86"/>
    <w:rsid w:val="00C85E4F"/>
    <w:rsid w:val="00C86570"/>
    <w:rsid w:val="00C9009C"/>
    <w:rsid w:val="00C90D72"/>
    <w:rsid w:val="00C91BD1"/>
    <w:rsid w:val="00C92284"/>
    <w:rsid w:val="00C93AC4"/>
    <w:rsid w:val="00C943B0"/>
    <w:rsid w:val="00C95162"/>
    <w:rsid w:val="00CA08FB"/>
    <w:rsid w:val="00CA119A"/>
    <w:rsid w:val="00CA2B1E"/>
    <w:rsid w:val="00CA3666"/>
    <w:rsid w:val="00CA3D0E"/>
    <w:rsid w:val="00CA41FA"/>
    <w:rsid w:val="00CA4A2C"/>
    <w:rsid w:val="00CA4E97"/>
    <w:rsid w:val="00CA5133"/>
    <w:rsid w:val="00CA6656"/>
    <w:rsid w:val="00CB12C5"/>
    <w:rsid w:val="00CB14C4"/>
    <w:rsid w:val="00CB14C7"/>
    <w:rsid w:val="00CB2628"/>
    <w:rsid w:val="00CB2B9A"/>
    <w:rsid w:val="00CB308A"/>
    <w:rsid w:val="00CB3151"/>
    <w:rsid w:val="00CB3242"/>
    <w:rsid w:val="00CB3394"/>
    <w:rsid w:val="00CB3DCF"/>
    <w:rsid w:val="00CB419B"/>
    <w:rsid w:val="00CB48A4"/>
    <w:rsid w:val="00CB51FD"/>
    <w:rsid w:val="00CB581A"/>
    <w:rsid w:val="00CB6A37"/>
    <w:rsid w:val="00CB6AC6"/>
    <w:rsid w:val="00CB7684"/>
    <w:rsid w:val="00CC005F"/>
    <w:rsid w:val="00CC0E0B"/>
    <w:rsid w:val="00CC0E85"/>
    <w:rsid w:val="00CC1656"/>
    <w:rsid w:val="00CC1816"/>
    <w:rsid w:val="00CC1E00"/>
    <w:rsid w:val="00CC27DC"/>
    <w:rsid w:val="00CC3F4F"/>
    <w:rsid w:val="00CC4380"/>
    <w:rsid w:val="00CC481B"/>
    <w:rsid w:val="00CC4AED"/>
    <w:rsid w:val="00CC760B"/>
    <w:rsid w:val="00CC79E1"/>
    <w:rsid w:val="00CC7BE1"/>
    <w:rsid w:val="00CC7C8F"/>
    <w:rsid w:val="00CC7F60"/>
    <w:rsid w:val="00CD0B8B"/>
    <w:rsid w:val="00CD15FF"/>
    <w:rsid w:val="00CD1856"/>
    <w:rsid w:val="00CD1C73"/>
    <w:rsid w:val="00CD1FC4"/>
    <w:rsid w:val="00CD4B6C"/>
    <w:rsid w:val="00CD5D15"/>
    <w:rsid w:val="00CD7919"/>
    <w:rsid w:val="00CD7B3F"/>
    <w:rsid w:val="00CE1884"/>
    <w:rsid w:val="00CE1C10"/>
    <w:rsid w:val="00CE2274"/>
    <w:rsid w:val="00CE22D6"/>
    <w:rsid w:val="00CE2376"/>
    <w:rsid w:val="00CE4B14"/>
    <w:rsid w:val="00CE4FDB"/>
    <w:rsid w:val="00CE6059"/>
    <w:rsid w:val="00CE6FBA"/>
    <w:rsid w:val="00CF0207"/>
    <w:rsid w:val="00CF06BF"/>
    <w:rsid w:val="00CF0D90"/>
    <w:rsid w:val="00CF1AA2"/>
    <w:rsid w:val="00CF2E8C"/>
    <w:rsid w:val="00CF4237"/>
    <w:rsid w:val="00CF4AAE"/>
    <w:rsid w:val="00CF4E6E"/>
    <w:rsid w:val="00CF5185"/>
    <w:rsid w:val="00CF6E1C"/>
    <w:rsid w:val="00D00256"/>
    <w:rsid w:val="00D006F4"/>
    <w:rsid w:val="00D00C47"/>
    <w:rsid w:val="00D01513"/>
    <w:rsid w:val="00D02789"/>
    <w:rsid w:val="00D034A0"/>
    <w:rsid w:val="00D04661"/>
    <w:rsid w:val="00D0665E"/>
    <w:rsid w:val="00D06C50"/>
    <w:rsid w:val="00D07B20"/>
    <w:rsid w:val="00D10181"/>
    <w:rsid w:val="00D108E0"/>
    <w:rsid w:val="00D1099C"/>
    <w:rsid w:val="00D10A2D"/>
    <w:rsid w:val="00D121AB"/>
    <w:rsid w:val="00D122E5"/>
    <w:rsid w:val="00D12A1C"/>
    <w:rsid w:val="00D139AC"/>
    <w:rsid w:val="00D145E1"/>
    <w:rsid w:val="00D148AE"/>
    <w:rsid w:val="00D148BC"/>
    <w:rsid w:val="00D15D78"/>
    <w:rsid w:val="00D15EE0"/>
    <w:rsid w:val="00D1683D"/>
    <w:rsid w:val="00D17816"/>
    <w:rsid w:val="00D20392"/>
    <w:rsid w:val="00D2076F"/>
    <w:rsid w:val="00D20E22"/>
    <w:rsid w:val="00D21061"/>
    <w:rsid w:val="00D21732"/>
    <w:rsid w:val="00D21BA2"/>
    <w:rsid w:val="00D320AC"/>
    <w:rsid w:val="00D327B4"/>
    <w:rsid w:val="00D33262"/>
    <w:rsid w:val="00D346A6"/>
    <w:rsid w:val="00D36206"/>
    <w:rsid w:val="00D37B14"/>
    <w:rsid w:val="00D4108E"/>
    <w:rsid w:val="00D42474"/>
    <w:rsid w:val="00D42BD6"/>
    <w:rsid w:val="00D44207"/>
    <w:rsid w:val="00D4584A"/>
    <w:rsid w:val="00D4608D"/>
    <w:rsid w:val="00D463DE"/>
    <w:rsid w:val="00D46DAD"/>
    <w:rsid w:val="00D46F97"/>
    <w:rsid w:val="00D47455"/>
    <w:rsid w:val="00D510F1"/>
    <w:rsid w:val="00D5161A"/>
    <w:rsid w:val="00D52337"/>
    <w:rsid w:val="00D52793"/>
    <w:rsid w:val="00D54135"/>
    <w:rsid w:val="00D54FC4"/>
    <w:rsid w:val="00D553E6"/>
    <w:rsid w:val="00D55550"/>
    <w:rsid w:val="00D55D61"/>
    <w:rsid w:val="00D57B49"/>
    <w:rsid w:val="00D57BFB"/>
    <w:rsid w:val="00D6027A"/>
    <w:rsid w:val="00D61496"/>
    <w:rsid w:val="00D6163D"/>
    <w:rsid w:val="00D6259C"/>
    <w:rsid w:val="00D63310"/>
    <w:rsid w:val="00D63C5F"/>
    <w:rsid w:val="00D64A05"/>
    <w:rsid w:val="00D64E07"/>
    <w:rsid w:val="00D6552D"/>
    <w:rsid w:val="00D66CB9"/>
    <w:rsid w:val="00D66D08"/>
    <w:rsid w:val="00D67AAA"/>
    <w:rsid w:val="00D67B12"/>
    <w:rsid w:val="00D734AE"/>
    <w:rsid w:val="00D75128"/>
    <w:rsid w:val="00D7529A"/>
    <w:rsid w:val="00D76174"/>
    <w:rsid w:val="00D7668B"/>
    <w:rsid w:val="00D771FD"/>
    <w:rsid w:val="00D80A93"/>
    <w:rsid w:val="00D80F71"/>
    <w:rsid w:val="00D831A3"/>
    <w:rsid w:val="00D835AA"/>
    <w:rsid w:val="00D84201"/>
    <w:rsid w:val="00D84920"/>
    <w:rsid w:val="00D8584F"/>
    <w:rsid w:val="00D863F5"/>
    <w:rsid w:val="00D86B87"/>
    <w:rsid w:val="00D87252"/>
    <w:rsid w:val="00D87B8B"/>
    <w:rsid w:val="00D92C31"/>
    <w:rsid w:val="00D92CDA"/>
    <w:rsid w:val="00D93CBA"/>
    <w:rsid w:val="00D9454E"/>
    <w:rsid w:val="00D94747"/>
    <w:rsid w:val="00D95B79"/>
    <w:rsid w:val="00D96317"/>
    <w:rsid w:val="00D96356"/>
    <w:rsid w:val="00D96B3F"/>
    <w:rsid w:val="00D97307"/>
    <w:rsid w:val="00D975DA"/>
    <w:rsid w:val="00D97BE3"/>
    <w:rsid w:val="00D97CF4"/>
    <w:rsid w:val="00DA03DC"/>
    <w:rsid w:val="00DA0D67"/>
    <w:rsid w:val="00DA1495"/>
    <w:rsid w:val="00DA33A5"/>
    <w:rsid w:val="00DA3509"/>
    <w:rsid w:val="00DA3602"/>
    <w:rsid w:val="00DA3711"/>
    <w:rsid w:val="00DA3736"/>
    <w:rsid w:val="00DA376D"/>
    <w:rsid w:val="00DA48F0"/>
    <w:rsid w:val="00DA4CAB"/>
    <w:rsid w:val="00DA735F"/>
    <w:rsid w:val="00DA7607"/>
    <w:rsid w:val="00DB2001"/>
    <w:rsid w:val="00DB23A4"/>
    <w:rsid w:val="00DB2561"/>
    <w:rsid w:val="00DB2A9D"/>
    <w:rsid w:val="00DB2AE3"/>
    <w:rsid w:val="00DB2E59"/>
    <w:rsid w:val="00DB40E0"/>
    <w:rsid w:val="00DB48B9"/>
    <w:rsid w:val="00DB5086"/>
    <w:rsid w:val="00DB50CE"/>
    <w:rsid w:val="00DB5D9B"/>
    <w:rsid w:val="00DB619A"/>
    <w:rsid w:val="00DB6399"/>
    <w:rsid w:val="00DB7379"/>
    <w:rsid w:val="00DC0E5B"/>
    <w:rsid w:val="00DC0FA6"/>
    <w:rsid w:val="00DC2941"/>
    <w:rsid w:val="00DC2DEF"/>
    <w:rsid w:val="00DC4372"/>
    <w:rsid w:val="00DC4CA8"/>
    <w:rsid w:val="00DC7085"/>
    <w:rsid w:val="00DC724E"/>
    <w:rsid w:val="00DC7483"/>
    <w:rsid w:val="00DD0422"/>
    <w:rsid w:val="00DD0D3C"/>
    <w:rsid w:val="00DD1AD6"/>
    <w:rsid w:val="00DD46F3"/>
    <w:rsid w:val="00DD4DE2"/>
    <w:rsid w:val="00DD5ECA"/>
    <w:rsid w:val="00DD6901"/>
    <w:rsid w:val="00DE13BD"/>
    <w:rsid w:val="00DE2333"/>
    <w:rsid w:val="00DE26A6"/>
    <w:rsid w:val="00DE2DE9"/>
    <w:rsid w:val="00DE3B48"/>
    <w:rsid w:val="00DE43B0"/>
    <w:rsid w:val="00DE4DCD"/>
    <w:rsid w:val="00DE51A5"/>
    <w:rsid w:val="00DE5368"/>
    <w:rsid w:val="00DE56F2"/>
    <w:rsid w:val="00DE5719"/>
    <w:rsid w:val="00DE6A35"/>
    <w:rsid w:val="00DE7323"/>
    <w:rsid w:val="00DE7DF2"/>
    <w:rsid w:val="00DF116D"/>
    <w:rsid w:val="00DF12E9"/>
    <w:rsid w:val="00DF1FCF"/>
    <w:rsid w:val="00DF21BD"/>
    <w:rsid w:val="00DF27AF"/>
    <w:rsid w:val="00DF2B77"/>
    <w:rsid w:val="00DF34B3"/>
    <w:rsid w:val="00DF42A0"/>
    <w:rsid w:val="00DF65AE"/>
    <w:rsid w:val="00DF7125"/>
    <w:rsid w:val="00DF7382"/>
    <w:rsid w:val="00DF7581"/>
    <w:rsid w:val="00DF76A7"/>
    <w:rsid w:val="00E009D2"/>
    <w:rsid w:val="00E01A13"/>
    <w:rsid w:val="00E01EA1"/>
    <w:rsid w:val="00E021CF"/>
    <w:rsid w:val="00E04992"/>
    <w:rsid w:val="00E07F07"/>
    <w:rsid w:val="00E10695"/>
    <w:rsid w:val="00E10A14"/>
    <w:rsid w:val="00E12BA7"/>
    <w:rsid w:val="00E137B2"/>
    <w:rsid w:val="00E138A9"/>
    <w:rsid w:val="00E140A2"/>
    <w:rsid w:val="00E1421B"/>
    <w:rsid w:val="00E150F2"/>
    <w:rsid w:val="00E15807"/>
    <w:rsid w:val="00E166CB"/>
    <w:rsid w:val="00E16AEB"/>
    <w:rsid w:val="00E16FF7"/>
    <w:rsid w:val="00E17B90"/>
    <w:rsid w:val="00E17C1E"/>
    <w:rsid w:val="00E17C5A"/>
    <w:rsid w:val="00E20CEA"/>
    <w:rsid w:val="00E213F0"/>
    <w:rsid w:val="00E22150"/>
    <w:rsid w:val="00E22C30"/>
    <w:rsid w:val="00E234F6"/>
    <w:rsid w:val="00E24301"/>
    <w:rsid w:val="00E2468D"/>
    <w:rsid w:val="00E24719"/>
    <w:rsid w:val="00E2511C"/>
    <w:rsid w:val="00E26D68"/>
    <w:rsid w:val="00E27848"/>
    <w:rsid w:val="00E305D7"/>
    <w:rsid w:val="00E3060F"/>
    <w:rsid w:val="00E309D8"/>
    <w:rsid w:val="00E313E9"/>
    <w:rsid w:val="00E31659"/>
    <w:rsid w:val="00E323D1"/>
    <w:rsid w:val="00E33B76"/>
    <w:rsid w:val="00E34C1B"/>
    <w:rsid w:val="00E36A3D"/>
    <w:rsid w:val="00E37237"/>
    <w:rsid w:val="00E373C7"/>
    <w:rsid w:val="00E40706"/>
    <w:rsid w:val="00E41B04"/>
    <w:rsid w:val="00E42605"/>
    <w:rsid w:val="00E42F4B"/>
    <w:rsid w:val="00E437B0"/>
    <w:rsid w:val="00E43AA6"/>
    <w:rsid w:val="00E44045"/>
    <w:rsid w:val="00E4520D"/>
    <w:rsid w:val="00E479F4"/>
    <w:rsid w:val="00E51802"/>
    <w:rsid w:val="00E5195A"/>
    <w:rsid w:val="00E52057"/>
    <w:rsid w:val="00E52E22"/>
    <w:rsid w:val="00E531BF"/>
    <w:rsid w:val="00E554FE"/>
    <w:rsid w:val="00E555EC"/>
    <w:rsid w:val="00E56CBF"/>
    <w:rsid w:val="00E57E67"/>
    <w:rsid w:val="00E618C4"/>
    <w:rsid w:val="00E62315"/>
    <w:rsid w:val="00E627C6"/>
    <w:rsid w:val="00E63FCE"/>
    <w:rsid w:val="00E65BBD"/>
    <w:rsid w:val="00E65E01"/>
    <w:rsid w:val="00E66440"/>
    <w:rsid w:val="00E66B3B"/>
    <w:rsid w:val="00E671E3"/>
    <w:rsid w:val="00E72085"/>
    <w:rsid w:val="00E7218A"/>
    <w:rsid w:val="00E72C6D"/>
    <w:rsid w:val="00E7329F"/>
    <w:rsid w:val="00E73981"/>
    <w:rsid w:val="00E73B65"/>
    <w:rsid w:val="00E7526E"/>
    <w:rsid w:val="00E75933"/>
    <w:rsid w:val="00E779B7"/>
    <w:rsid w:val="00E77FE7"/>
    <w:rsid w:val="00E82214"/>
    <w:rsid w:val="00E8226C"/>
    <w:rsid w:val="00E8269D"/>
    <w:rsid w:val="00E842A5"/>
    <w:rsid w:val="00E8485E"/>
    <w:rsid w:val="00E84C93"/>
    <w:rsid w:val="00E857B0"/>
    <w:rsid w:val="00E85A00"/>
    <w:rsid w:val="00E85C41"/>
    <w:rsid w:val="00E878EE"/>
    <w:rsid w:val="00E926E7"/>
    <w:rsid w:val="00E938CE"/>
    <w:rsid w:val="00E946B1"/>
    <w:rsid w:val="00E9583C"/>
    <w:rsid w:val="00E95E1D"/>
    <w:rsid w:val="00E96686"/>
    <w:rsid w:val="00E96BBA"/>
    <w:rsid w:val="00E975B7"/>
    <w:rsid w:val="00EA07C0"/>
    <w:rsid w:val="00EA1932"/>
    <w:rsid w:val="00EA206F"/>
    <w:rsid w:val="00EA2AA0"/>
    <w:rsid w:val="00EA2B31"/>
    <w:rsid w:val="00EA417D"/>
    <w:rsid w:val="00EA6EC7"/>
    <w:rsid w:val="00EB0647"/>
    <w:rsid w:val="00EB0B61"/>
    <w:rsid w:val="00EB104F"/>
    <w:rsid w:val="00EB138E"/>
    <w:rsid w:val="00EB147E"/>
    <w:rsid w:val="00EB29B6"/>
    <w:rsid w:val="00EB3199"/>
    <w:rsid w:val="00EB3D95"/>
    <w:rsid w:val="00EB46E5"/>
    <w:rsid w:val="00EB556C"/>
    <w:rsid w:val="00EB5C8C"/>
    <w:rsid w:val="00EB5D4D"/>
    <w:rsid w:val="00EB6147"/>
    <w:rsid w:val="00EB74B7"/>
    <w:rsid w:val="00EB7C87"/>
    <w:rsid w:val="00EC0A99"/>
    <w:rsid w:val="00EC10AE"/>
    <w:rsid w:val="00EC1E58"/>
    <w:rsid w:val="00EC2AAB"/>
    <w:rsid w:val="00EC4295"/>
    <w:rsid w:val="00EC6984"/>
    <w:rsid w:val="00EC6C66"/>
    <w:rsid w:val="00EC6E9B"/>
    <w:rsid w:val="00EC6EE7"/>
    <w:rsid w:val="00EC7091"/>
    <w:rsid w:val="00ED018F"/>
    <w:rsid w:val="00ED0703"/>
    <w:rsid w:val="00ED116C"/>
    <w:rsid w:val="00ED14BD"/>
    <w:rsid w:val="00ED24C5"/>
    <w:rsid w:val="00ED3E44"/>
    <w:rsid w:val="00ED4249"/>
    <w:rsid w:val="00ED4D49"/>
    <w:rsid w:val="00ED5981"/>
    <w:rsid w:val="00ED5CFE"/>
    <w:rsid w:val="00ED6360"/>
    <w:rsid w:val="00ED7C07"/>
    <w:rsid w:val="00EE0CDE"/>
    <w:rsid w:val="00EE1AA5"/>
    <w:rsid w:val="00EE2244"/>
    <w:rsid w:val="00EE3C5F"/>
    <w:rsid w:val="00EE4148"/>
    <w:rsid w:val="00EE495F"/>
    <w:rsid w:val="00EE4C85"/>
    <w:rsid w:val="00EE7872"/>
    <w:rsid w:val="00EE7882"/>
    <w:rsid w:val="00EE7EE1"/>
    <w:rsid w:val="00EF13E3"/>
    <w:rsid w:val="00EF19B1"/>
    <w:rsid w:val="00EF2154"/>
    <w:rsid w:val="00EF282B"/>
    <w:rsid w:val="00EF380C"/>
    <w:rsid w:val="00EF47C8"/>
    <w:rsid w:val="00EF57BF"/>
    <w:rsid w:val="00EF68B3"/>
    <w:rsid w:val="00EF74A1"/>
    <w:rsid w:val="00F016C7"/>
    <w:rsid w:val="00F02111"/>
    <w:rsid w:val="00F02347"/>
    <w:rsid w:val="00F030B8"/>
    <w:rsid w:val="00F0349F"/>
    <w:rsid w:val="00F040D2"/>
    <w:rsid w:val="00F04920"/>
    <w:rsid w:val="00F0623D"/>
    <w:rsid w:val="00F063DF"/>
    <w:rsid w:val="00F06479"/>
    <w:rsid w:val="00F073CB"/>
    <w:rsid w:val="00F10664"/>
    <w:rsid w:val="00F11B65"/>
    <w:rsid w:val="00F124ED"/>
    <w:rsid w:val="00F12DEC"/>
    <w:rsid w:val="00F13221"/>
    <w:rsid w:val="00F14047"/>
    <w:rsid w:val="00F15FA6"/>
    <w:rsid w:val="00F16036"/>
    <w:rsid w:val="00F169BA"/>
    <w:rsid w:val="00F16C4B"/>
    <w:rsid w:val="00F1715C"/>
    <w:rsid w:val="00F17E8A"/>
    <w:rsid w:val="00F202E0"/>
    <w:rsid w:val="00F20F20"/>
    <w:rsid w:val="00F21413"/>
    <w:rsid w:val="00F21812"/>
    <w:rsid w:val="00F21B6E"/>
    <w:rsid w:val="00F2272C"/>
    <w:rsid w:val="00F2276C"/>
    <w:rsid w:val="00F2306F"/>
    <w:rsid w:val="00F23BE5"/>
    <w:rsid w:val="00F24A17"/>
    <w:rsid w:val="00F24EB5"/>
    <w:rsid w:val="00F24F2F"/>
    <w:rsid w:val="00F2546C"/>
    <w:rsid w:val="00F25E48"/>
    <w:rsid w:val="00F274E5"/>
    <w:rsid w:val="00F3003E"/>
    <w:rsid w:val="00F304AC"/>
    <w:rsid w:val="00F310F8"/>
    <w:rsid w:val="00F315CA"/>
    <w:rsid w:val="00F32C8E"/>
    <w:rsid w:val="00F348C0"/>
    <w:rsid w:val="00F353F7"/>
    <w:rsid w:val="00F357F0"/>
    <w:rsid w:val="00F35939"/>
    <w:rsid w:val="00F364CE"/>
    <w:rsid w:val="00F40350"/>
    <w:rsid w:val="00F40D6B"/>
    <w:rsid w:val="00F41CEC"/>
    <w:rsid w:val="00F4432A"/>
    <w:rsid w:val="00F45607"/>
    <w:rsid w:val="00F45B56"/>
    <w:rsid w:val="00F46000"/>
    <w:rsid w:val="00F4722B"/>
    <w:rsid w:val="00F47A17"/>
    <w:rsid w:val="00F50D6E"/>
    <w:rsid w:val="00F510C2"/>
    <w:rsid w:val="00F52CEE"/>
    <w:rsid w:val="00F52FA8"/>
    <w:rsid w:val="00F53339"/>
    <w:rsid w:val="00F54432"/>
    <w:rsid w:val="00F55447"/>
    <w:rsid w:val="00F5656E"/>
    <w:rsid w:val="00F569C6"/>
    <w:rsid w:val="00F60931"/>
    <w:rsid w:val="00F60F84"/>
    <w:rsid w:val="00F61599"/>
    <w:rsid w:val="00F61AC6"/>
    <w:rsid w:val="00F61F31"/>
    <w:rsid w:val="00F6250A"/>
    <w:rsid w:val="00F644D4"/>
    <w:rsid w:val="00F64E2B"/>
    <w:rsid w:val="00F65210"/>
    <w:rsid w:val="00F653AD"/>
    <w:rsid w:val="00F659EB"/>
    <w:rsid w:val="00F6626A"/>
    <w:rsid w:val="00F67ED4"/>
    <w:rsid w:val="00F67F0D"/>
    <w:rsid w:val="00F67F12"/>
    <w:rsid w:val="00F70AFF"/>
    <w:rsid w:val="00F71A66"/>
    <w:rsid w:val="00F72418"/>
    <w:rsid w:val="00F72871"/>
    <w:rsid w:val="00F72D09"/>
    <w:rsid w:val="00F73A58"/>
    <w:rsid w:val="00F74E77"/>
    <w:rsid w:val="00F76746"/>
    <w:rsid w:val="00F76953"/>
    <w:rsid w:val="00F77845"/>
    <w:rsid w:val="00F77DC7"/>
    <w:rsid w:val="00F80740"/>
    <w:rsid w:val="00F82800"/>
    <w:rsid w:val="00F83813"/>
    <w:rsid w:val="00F83A04"/>
    <w:rsid w:val="00F84086"/>
    <w:rsid w:val="00F85486"/>
    <w:rsid w:val="00F85F00"/>
    <w:rsid w:val="00F86400"/>
    <w:rsid w:val="00F86BA6"/>
    <w:rsid w:val="00F86D2A"/>
    <w:rsid w:val="00F87183"/>
    <w:rsid w:val="00F87212"/>
    <w:rsid w:val="00F92A2B"/>
    <w:rsid w:val="00F93E20"/>
    <w:rsid w:val="00F94410"/>
    <w:rsid w:val="00F94EF8"/>
    <w:rsid w:val="00F9531F"/>
    <w:rsid w:val="00F96B49"/>
    <w:rsid w:val="00F97BD3"/>
    <w:rsid w:val="00F97FF9"/>
    <w:rsid w:val="00FA21E1"/>
    <w:rsid w:val="00FA2ADC"/>
    <w:rsid w:val="00FA47CE"/>
    <w:rsid w:val="00FA487B"/>
    <w:rsid w:val="00FA4D7F"/>
    <w:rsid w:val="00FA6815"/>
    <w:rsid w:val="00FA7539"/>
    <w:rsid w:val="00FA7D8A"/>
    <w:rsid w:val="00FB0519"/>
    <w:rsid w:val="00FB0C94"/>
    <w:rsid w:val="00FB0E2C"/>
    <w:rsid w:val="00FB1188"/>
    <w:rsid w:val="00FB211E"/>
    <w:rsid w:val="00FB3381"/>
    <w:rsid w:val="00FB42D8"/>
    <w:rsid w:val="00FB4A7A"/>
    <w:rsid w:val="00FB630D"/>
    <w:rsid w:val="00FB6342"/>
    <w:rsid w:val="00FB6EC0"/>
    <w:rsid w:val="00FB6EF6"/>
    <w:rsid w:val="00FC07CB"/>
    <w:rsid w:val="00FC2432"/>
    <w:rsid w:val="00FC4A88"/>
    <w:rsid w:val="00FC6389"/>
    <w:rsid w:val="00FC7084"/>
    <w:rsid w:val="00FC757D"/>
    <w:rsid w:val="00FD0304"/>
    <w:rsid w:val="00FD0779"/>
    <w:rsid w:val="00FD1094"/>
    <w:rsid w:val="00FD180C"/>
    <w:rsid w:val="00FD1D7B"/>
    <w:rsid w:val="00FD1E5D"/>
    <w:rsid w:val="00FD28E3"/>
    <w:rsid w:val="00FD356F"/>
    <w:rsid w:val="00FD39F5"/>
    <w:rsid w:val="00FD3DA8"/>
    <w:rsid w:val="00FD5856"/>
    <w:rsid w:val="00FD6678"/>
    <w:rsid w:val="00FD6F00"/>
    <w:rsid w:val="00FE1300"/>
    <w:rsid w:val="00FE26A0"/>
    <w:rsid w:val="00FE4333"/>
    <w:rsid w:val="00FE5726"/>
    <w:rsid w:val="00FE5A5D"/>
    <w:rsid w:val="00FE612E"/>
    <w:rsid w:val="00FE674D"/>
    <w:rsid w:val="00FE6AEC"/>
    <w:rsid w:val="00FE7939"/>
    <w:rsid w:val="00FE7B56"/>
    <w:rsid w:val="00FE7BE1"/>
    <w:rsid w:val="00FF12DA"/>
    <w:rsid w:val="00FF183A"/>
    <w:rsid w:val="00FF2A62"/>
    <w:rsid w:val="00FF2F31"/>
    <w:rsid w:val="00FF3DBB"/>
    <w:rsid w:val="00FF412E"/>
    <w:rsid w:val="00FF4386"/>
    <w:rsid w:val="00FF5467"/>
    <w:rsid w:val="00FF677D"/>
    <w:rsid w:val="00FF6AA0"/>
    <w:rsid w:val="00FF7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75DA"/>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tabs>
        <w:tab w:val="num" w:pos="737"/>
      </w:tabs>
      <w:spacing w:before="240" w:after="120"/>
      <w:ind w:left="737"/>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table" w:customStyle="1" w:styleId="Tabulka11">
    <w:name w:val="_Tabulka_11"/>
    <w:basedOn w:val="Mkatabulky"/>
    <w:uiPriority w:val="99"/>
    <w:rsid w:val="00637F98"/>
    <w:rPr>
      <w:rFonts w:eastAsia="MS Mincho"/>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zevakce">
    <w:name w:val="_Název_akce"/>
    <w:basedOn w:val="Standardnpsmoodstavce"/>
    <w:qFormat/>
    <w:rsid w:val="00103258"/>
    <w:rPr>
      <w:rFonts w:ascii="Verdana" w:hAnsi="Verdana" w:hint="default"/>
      <w:b/>
      <w:bCs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54420">
      <w:bodyDiv w:val="1"/>
      <w:marLeft w:val="0"/>
      <w:marRight w:val="0"/>
      <w:marTop w:val="0"/>
      <w:marBottom w:val="0"/>
      <w:divBdr>
        <w:top w:val="none" w:sz="0" w:space="0" w:color="auto"/>
        <w:left w:val="none" w:sz="0" w:space="0" w:color="auto"/>
        <w:bottom w:val="none" w:sz="0" w:space="0" w:color="auto"/>
        <w:right w:val="none" w:sz="0" w:space="0" w:color="auto"/>
      </w:divBdr>
    </w:div>
    <w:div w:id="366566996">
      <w:bodyDiv w:val="1"/>
      <w:marLeft w:val="0"/>
      <w:marRight w:val="0"/>
      <w:marTop w:val="0"/>
      <w:marBottom w:val="0"/>
      <w:divBdr>
        <w:top w:val="none" w:sz="0" w:space="0" w:color="auto"/>
        <w:left w:val="none" w:sz="0" w:space="0" w:color="auto"/>
        <w:bottom w:val="none" w:sz="0" w:space="0" w:color="auto"/>
        <w:right w:val="none" w:sz="0" w:space="0" w:color="auto"/>
      </w:divBdr>
    </w:div>
    <w:div w:id="52540883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84538311">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492285353">
      <w:bodyDiv w:val="1"/>
      <w:marLeft w:val="0"/>
      <w:marRight w:val="0"/>
      <w:marTop w:val="0"/>
      <w:marBottom w:val="0"/>
      <w:divBdr>
        <w:top w:val="none" w:sz="0" w:space="0" w:color="auto"/>
        <w:left w:val="none" w:sz="0" w:space="0" w:color="auto"/>
        <w:bottom w:val="none" w:sz="0" w:space="0" w:color="auto"/>
        <w:right w:val="none" w:sz="0" w:space="0" w:color="auto"/>
      </w:divBdr>
    </w:div>
    <w:div w:id="1514222861">
      <w:bodyDiv w:val="1"/>
      <w:marLeft w:val="0"/>
      <w:marRight w:val="0"/>
      <w:marTop w:val="0"/>
      <w:marBottom w:val="0"/>
      <w:divBdr>
        <w:top w:val="none" w:sz="0" w:space="0" w:color="auto"/>
        <w:left w:val="none" w:sz="0" w:space="0" w:color="auto"/>
        <w:bottom w:val="none" w:sz="0" w:space="0" w:color="auto"/>
        <w:right w:val="none" w:sz="0" w:space="0" w:color="auto"/>
      </w:divBdr>
    </w:div>
    <w:div w:id="1625690517">
      <w:bodyDiv w:val="1"/>
      <w:marLeft w:val="0"/>
      <w:marRight w:val="0"/>
      <w:marTop w:val="0"/>
      <w:marBottom w:val="0"/>
      <w:divBdr>
        <w:top w:val="none" w:sz="0" w:space="0" w:color="auto"/>
        <w:left w:val="none" w:sz="0" w:space="0" w:color="auto"/>
        <w:bottom w:val="none" w:sz="0" w:space="0" w:color="auto"/>
        <w:right w:val="none" w:sz="0" w:space="0" w:color="auto"/>
      </w:divBdr>
    </w:div>
    <w:div w:id="21222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AD9C01BB4194EB3899E5AF812C7ECE3"/>
        <w:category>
          <w:name w:val="Obecné"/>
          <w:gallery w:val="placeholder"/>
        </w:category>
        <w:types>
          <w:type w:val="bbPlcHdr"/>
        </w:types>
        <w:behaviors>
          <w:behavior w:val="content"/>
        </w:behaviors>
        <w:guid w:val="{49545D88-A74C-4BA3-86FC-2FB4F1BF1201}"/>
      </w:docPartPr>
      <w:docPartBody>
        <w:p w:rsidR="002C2008" w:rsidRDefault="00346EC9" w:rsidP="00346EC9">
          <w:pPr>
            <w:pStyle w:val="4AD9C01BB4194EB3899E5AF812C7ECE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EC9"/>
    <w:rsid w:val="000069EC"/>
    <w:rsid w:val="00040F42"/>
    <w:rsid w:val="00047C14"/>
    <w:rsid w:val="00055972"/>
    <w:rsid w:val="00056E56"/>
    <w:rsid w:val="001A6CCC"/>
    <w:rsid w:val="00296A25"/>
    <w:rsid w:val="002C2008"/>
    <w:rsid w:val="00317903"/>
    <w:rsid w:val="00346EC9"/>
    <w:rsid w:val="003A2032"/>
    <w:rsid w:val="00481EED"/>
    <w:rsid w:val="0054588E"/>
    <w:rsid w:val="006246DE"/>
    <w:rsid w:val="006E116E"/>
    <w:rsid w:val="007775C6"/>
    <w:rsid w:val="007C7B9B"/>
    <w:rsid w:val="008826BC"/>
    <w:rsid w:val="008D5915"/>
    <w:rsid w:val="009C3AB3"/>
    <w:rsid w:val="009C63B9"/>
    <w:rsid w:val="00A95FBC"/>
    <w:rsid w:val="00AB0F66"/>
    <w:rsid w:val="00AD32DA"/>
    <w:rsid w:val="00B31184"/>
    <w:rsid w:val="00BC53B7"/>
    <w:rsid w:val="00CC27DC"/>
    <w:rsid w:val="00CF229A"/>
    <w:rsid w:val="00CF6E1C"/>
    <w:rsid w:val="00D07A84"/>
    <w:rsid w:val="00E7583B"/>
    <w:rsid w:val="00EE5A8F"/>
    <w:rsid w:val="00FB05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46EC9"/>
    <w:rPr>
      <w:color w:val="808080"/>
    </w:rPr>
  </w:style>
  <w:style w:type="paragraph" w:customStyle="1" w:styleId="4AD9C01BB4194EB3899E5AF812C7ECE3">
    <w:name w:val="4AD9C01BB4194EB3899E5AF812C7ECE3"/>
    <w:rsid w:val="00346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16909A6-DA0D-4BFF-8EF4-1EEB772A882B}">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4315</TotalTime>
  <Pages>1</Pages>
  <Words>19646</Words>
  <Characters>115913</Characters>
  <Application>Microsoft Office Word</Application>
  <DocSecurity>0</DocSecurity>
  <Lines>965</Lines>
  <Paragraphs>270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Janhubová Lenka, Ing.</cp:lastModifiedBy>
  <cp:revision>1</cp:revision>
  <cp:lastPrinted>2024-04-05T06:57:00Z</cp:lastPrinted>
  <dcterms:created xsi:type="dcterms:W3CDTF">2024-02-16T09:40:00Z</dcterms:created>
  <dcterms:modified xsi:type="dcterms:W3CDTF">2024-06-10T12:58:00Z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