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7373A11F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7842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66ACC"/>
    <w:rsid w:val="00072C1E"/>
    <w:rsid w:val="000C7842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25E0F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2024-01-25T09:44:00Z</dcterms:created>
  <dcterms:modified xsi:type="dcterms:W3CDTF">2024-05-13T11:10:00Z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