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1F065AA9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D0B69F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FAD890" w14:textId="77777777" w:rsidR="00475CE4" w:rsidRPr="009334A6" w:rsidRDefault="00475CE4" w:rsidP="00475C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55D94E4622D469A9580FA9BB1CA99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0852EE3F" w:rsidR="007E4088" w:rsidRPr="005C4D07" w:rsidRDefault="00475CE4" w:rsidP="00475CE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9BEBB98EAD549FE81FF513E93BC836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4F71F33" w14:textId="77777777" w:rsidR="00475CE4" w:rsidRDefault="00475CE4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E187025" w14:textId="63BC5DC8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F3107E" w:rsidRPr="00F3107E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F3107E" w:rsidRPr="00F3107E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22FFC2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10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708AA9DF" w14:textId="77777777" w:rsidR="00475CE4" w:rsidRDefault="00475CE4" w:rsidP="00475C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2A3B8B1" w14:textId="77777777" w:rsidR="00475CE4" w:rsidRPr="00501110" w:rsidRDefault="00475CE4" w:rsidP="00475CE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5CE4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1A3C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0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5C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55D94E4622D469A9580FA9BB1CA9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8B1918-C9A9-4FE8-8F34-7760C9FE55E1}"/>
      </w:docPartPr>
      <w:docPartBody>
        <w:p w:rsidR="00DF1910" w:rsidRDefault="008342FE" w:rsidP="008342FE">
          <w:pPr>
            <w:pStyle w:val="955D94E4622D469A9580FA9BB1CA990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BEBB98EAD549FE81FF513E93BC8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A2D6C7-C8EC-4DAA-B8F1-58B36201A6C5}"/>
      </w:docPartPr>
      <w:docPartBody>
        <w:p w:rsidR="00DF1910" w:rsidRDefault="008342FE" w:rsidP="008342FE">
          <w:pPr>
            <w:pStyle w:val="79BEBB98EAD549FE81FF513E93BC836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342FE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F191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42FE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55D94E4622D469A9580FA9BB1CA9909">
    <w:name w:val="955D94E4622D469A9580FA9BB1CA9909"/>
    <w:rsid w:val="008342FE"/>
    <w:pPr>
      <w:spacing w:after="160" w:line="259" w:lineRule="auto"/>
    </w:pPr>
  </w:style>
  <w:style w:type="paragraph" w:customStyle="1" w:styleId="79BEBB98EAD549FE81FF513E93BC8361">
    <w:name w:val="79BEBB98EAD549FE81FF513E93BC8361"/>
    <w:rsid w:val="008342F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D48DC7-4722-45BF-8EF6-C3356646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2018-11-26T13:52:00Z</dcterms:created>
  <dcterms:modified xsi:type="dcterms:W3CDTF">2024-05-21T10:59:00Z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