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FB30849" w:rsidR="00F862D6" w:rsidRPr="003E6B9A" w:rsidRDefault="00D20AB9" w:rsidP="0037111D">
            <w:r w:rsidRPr="00D20AB9">
              <w:rPr>
                <w:rFonts w:ascii="Helvetica" w:hAnsi="Helvetica"/>
              </w:rPr>
              <w:t>5737/2024-SŽ-SSV-Ú3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1477A" w:rsidRDefault="00F862D6" w:rsidP="0077673A">
            <w:r w:rsidRPr="0001477A">
              <w:t>Listů/příloh</w:t>
            </w:r>
          </w:p>
        </w:tc>
        <w:tc>
          <w:tcPr>
            <w:tcW w:w="2552" w:type="dxa"/>
          </w:tcPr>
          <w:p w14:paraId="333CD487" w14:textId="3112FB78" w:rsidR="00F862D6" w:rsidRPr="0001477A" w:rsidRDefault="0001477A" w:rsidP="00CC1E2B">
            <w:r w:rsidRPr="0001477A">
              <w:t>2</w:t>
            </w:r>
            <w:r w:rsidR="003E6B9A" w:rsidRPr="0001477A">
              <w:t>/</w:t>
            </w:r>
            <w:r w:rsidRPr="0001477A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8370CA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C87922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370CA">
              <w:rPr>
                <w:noProof/>
              </w:rPr>
              <w:t>27. května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BAB16F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E6598">
        <w:rPr>
          <w:rFonts w:eastAsia="Times New Roman" w:cs="Times New Roman"/>
          <w:lang w:eastAsia="cs-CZ"/>
        </w:rPr>
        <w:t>15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A99971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E6598">
        <w:rPr>
          <w:rFonts w:eastAsia="Calibri" w:cs="Times New Roman"/>
          <w:b/>
          <w:lang w:eastAsia="cs-CZ"/>
        </w:rPr>
        <w:t>274</w:t>
      </w:r>
      <w:r w:rsidRPr="00BD5319">
        <w:rPr>
          <w:rFonts w:eastAsia="Calibri" w:cs="Times New Roman"/>
          <w:b/>
          <w:lang w:eastAsia="cs-CZ"/>
        </w:rPr>
        <w:t>:</w:t>
      </w:r>
    </w:p>
    <w:p w14:paraId="2F849A52" w14:textId="77777777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6598">
        <w:rPr>
          <w:rFonts w:eastAsia="Calibri" w:cs="Times New Roman"/>
          <w:bCs/>
          <w:lang w:eastAsia="cs-CZ"/>
        </w:rPr>
        <w:t>SO 31-15-01_A</w:t>
      </w:r>
    </w:p>
    <w:p w14:paraId="0D20FD81" w14:textId="3D0C8735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6598">
        <w:rPr>
          <w:rFonts w:eastAsia="Calibri" w:cs="Times New Roman"/>
          <w:bCs/>
          <w:lang w:eastAsia="cs-CZ"/>
        </w:rPr>
        <w:t xml:space="preserve">V soupisu prací se nachází položka č. 69 (dveře dvoukřídlé ocelové vchodové 1750x2480mm) a položka č.70 (dveře dvoukřídlé ocelové vchodové 2400x2100mm), v tabulce vnější výplň otvorů se dveře nenachází, stejně tak ani specifikace dveří. </w:t>
      </w:r>
    </w:p>
    <w:p w14:paraId="45A9FCCE" w14:textId="77777777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3F88B89" w14:textId="2554347E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6598">
        <w:rPr>
          <w:rFonts w:eastAsia="Calibri" w:cs="Times New Roman"/>
          <w:bCs/>
          <w:lang w:eastAsia="cs-CZ"/>
        </w:rPr>
        <w:t>Žádáme zadavatele o doplnění specifikace těchto dveří.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54AD0F2E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31C215F" w14:textId="14C3B536" w:rsidR="009E6598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 xml:space="preserve">Při exportu mezi SW došlo k chybě. </w:t>
      </w:r>
    </w:p>
    <w:p w14:paraId="5D57E2E6" w14:textId="2670A8B8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>Položka 69</w:t>
      </w:r>
      <w:r w:rsidR="00FA5B2F" w:rsidRPr="0001477A">
        <w:rPr>
          <w:rFonts w:eastAsia="Calibri" w:cs="Times New Roman"/>
          <w:b/>
          <w:lang w:eastAsia="cs-CZ"/>
        </w:rPr>
        <w:t xml:space="preserve"> nahrazena položkou 429</w:t>
      </w:r>
      <w:r w:rsidRPr="0001477A">
        <w:rPr>
          <w:rFonts w:eastAsia="Calibri" w:cs="Times New Roman"/>
          <w:b/>
          <w:lang w:eastAsia="cs-CZ"/>
        </w:rPr>
        <w:t>: dveře ocelové vnitřní s průzorem 2křídlé plné 1200x2100mm vč. zárubně a kování s PO EW15DP3, aktivní křídlo š. 900mm (D/29, D/34, D/35)</w:t>
      </w:r>
    </w:p>
    <w:p w14:paraId="130D8102" w14:textId="77777777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11C9A2" w14:textId="2680671E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>Položka 70</w:t>
      </w:r>
      <w:r w:rsidR="00FA5B2F" w:rsidRPr="0001477A">
        <w:rPr>
          <w:rFonts w:eastAsia="Calibri" w:cs="Times New Roman"/>
          <w:b/>
          <w:lang w:eastAsia="cs-CZ"/>
        </w:rPr>
        <w:t xml:space="preserve"> nahrazena položkou 430</w:t>
      </w:r>
      <w:r w:rsidRPr="0001477A">
        <w:rPr>
          <w:rFonts w:eastAsia="Calibri" w:cs="Times New Roman"/>
          <w:b/>
          <w:lang w:eastAsia="cs-CZ"/>
        </w:rPr>
        <w:t>: dveře ocelové vnitřní s průzorem 2křídlé 1200x2100mm vč. zárubně a kování s PO EW15DP3, aktivní křídlo š. 900mm (D/44)</w:t>
      </w:r>
    </w:p>
    <w:p w14:paraId="79F9070D" w14:textId="77777777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E862AB" w14:textId="5792961C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 xml:space="preserve">Dále upraveno: </w:t>
      </w:r>
    </w:p>
    <w:p w14:paraId="5D04A4F3" w14:textId="56119ABE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 xml:space="preserve">Položka 75 změna množství </w:t>
      </w:r>
      <w:proofErr w:type="spellStart"/>
      <w:r w:rsidRPr="0001477A">
        <w:rPr>
          <w:rFonts w:eastAsia="Calibri" w:cs="Times New Roman"/>
          <w:b/>
          <w:lang w:eastAsia="cs-CZ"/>
        </w:rPr>
        <w:t>pův</w:t>
      </w:r>
      <w:proofErr w:type="spellEnd"/>
      <w:r w:rsidRPr="0001477A">
        <w:rPr>
          <w:rFonts w:eastAsia="Calibri" w:cs="Times New Roman"/>
          <w:b/>
          <w:lang w:eastAsia="cs-CZ"/>
        </w:rPr>
        <w:t>. 4ks, nyní 3ks</w:t>
      </w:r>
    </w:p>
    <w:p w14:paraId="4F11F53A" w14:textId="5F3096CF" w:rsidR="00050F91" w:rsidRPr="0001477A" w:rsidRDefault="00050F91" w:rsidP="00050F91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 xml:space="preserve">Položka 76 změna množství </w:t>
      </w:r>
      <w:proofErr w:type="spellStart"/>
      <w:r w:rsidRPr="0001477A">
        <w:rPr>
          <w:rFonts w:eastAsia="Calibri" w:cs="Times New Roman"/>
          <w:b/>
          <w:lang w:eastAsia="cs-CZ"/>
        </w:rPr>
        <w:t>pův</w:t>
      </w:r>
      <w:proofErr w:type="spellEnd"/>
      <w:r w:rsidRPr="0001477A">
        <w:rPr>
          <w:rFonts w:eastAsia="Calibri" w:cs="Times New Roman"/>
          <w:b/>
          <w:lang w:eastAsia="cs-CZ"/>
        </w:rPr>
        <w:t>. 2ks, nyní 1ks</w:t>
      </w:r>
    </w:p>
    <w:p w14:paraId="077FA652" w14:textId="4A987299" w:rsidR="00050F91" w:rsidRPr="0001477A" w:rsidRDefault="00050F91" w:rsidP="00050F91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>Položka 78 zrušena</w:t>
      </w:r>
    </w:p>
    <w:p w14:paraId="71231DAE" w14:textId="2BFA31AA" w:rsidR="00050F91" w:rsidRPr="0001477A" w:rsidRDefault="00050F91" w:rsidP="00050F91">
      <w:pPr>
        <w:spacing w:after="0" w:line="240" w:lineRule="auto"/>
        <w:rPr>
          <w:rFonts w:eastAsia="Calibri" w:cs="Times New Roman"/>
          <w:b/>
          <w:lang w:eastAsia="cs-CZ"/>
        </w:rPr>
      </w:pPr>
      <w:r w:rsidRPr="0001477A">
        <w:rPr>
          <w:rFonts w:eastAsia="Calibri" w:cs="Times New Roman"/>
          <w:b/>
          <w:lang w:eastAsia="cs-CZ"/>
        </w:rPr>
        <w:t xml:space="preserve">Položka 147 změna množství </w:t>
      </w:r>
      <w:proofErr w:type="spellStart"/>
      <w:r w:rsidRPr="0001477A">
        <w:rPr>
          <w:rFonts w:eastAsia="Calibri" w:cs="Times New Roman"/>
          <w:b/>
          <w:lang w:eastAsia="cs-CZ"/>
        </w:rPr>
        <w:t>pův</w:t>
      </w:r>
      <w:proofErr w:type="spellEnd"/>
      <w:r w:rsidRPr="0001477A">
        <w:rPr>
          <w:rFonts w:eastAsia="Calibri" w:cs="Times New Roman"/>
          <w:b/>
          <w:lang w:eastAsia="cs-CZ"/>
        </w:rPr>
        <w:t>. 40ks, nyní 38ks</w:t>
      </w:r>
    </w:p>
    <w:p w14:paraId="6FE21379" w14:textId="77777777" w:rsidR="00050F91" w:rsidRPr="0001477A" w:rsidRDefault="00050F9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3E00C2" w14:textId="77777777" w:rsidR="009E6598" w:rsidRPr="00BD5319" w:rsidRDefault="009E659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A5DD5A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9E6598">
        <w:rPr>
          <w:rFonts w:eastAsia="Calibri" w:cs="Times New Roman"/>
          <w:b/>
          <w:lang w:eastAsia="cs-CZ"/>
        </w:rPr>
        <w:t>75</w:t>
      </w:r>
      <w:r w:rsidRPr="00BD5319">
        <w:rPr>
          <w:rFonts w:eastAsia="Calibri" w:cs="Times New Roman"/>
          <w:b/>
          <w:lang w:eastAsia="cs-CZ"/>
        </w:rPr>
        <w:t>:</w:t>
      </w:r>
    </w:p>
    <w:p w14:paraId="2B4430FE" w14:textId="77777777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6598">
        <w:rPr>
          <w:rFonts w:eastAsia="Calibri" w:cs="Times New Roman"/>
          <w:bCs/>
          <w:lang w:eastAsia="cs-CZ"/>
        </w:rPr>
        <w:t>SO 31-15-01_A</w:t>
      </w:r>
    </w:p>
    <w:p w14:paraId="721843C8" w14:textId="655CD769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6598">
        <w:rPr>
          <w:rFonts w:eastAsia="Calibri" w:cs="Times New Roman"/>
          <w:bCs/>
          <w:lang w:eastAsia="cs-CZ"/>
        </w:rPr>
        <w:t>Domníváme se, že v soupisu prací chybí položka ocelové dveře plné požární (dvoukřídlé) 1200x2100mm – 3ks. Viz. položky č. D.29, D.34, D.35</w:t>
      </w:r>
    </w:p>
    <w:p w14:paraId="27ED42BF" w14:textId="77777777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AA47DAB" w14:textId="5426733A" w:rsidR="009E6598" w:rsidRPr="009E6598" w:rsidRDefault="009E6598" w:rsidP="009E659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6598">
        <w:rPr>
          <w:rFonts w:eastAsia="Calibri" w:cs="Times New Roman"/>
          <w:bCs/>
          <w:lang w:eastAsia="cs-CZ"/>
        </w:rPr>
        <w:t>Žádáme zadavatele o prověření.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661DE3" w14:textId="1C0DDE13" w:rsidR="00BD5319" w:rsidRPr="009E0EA5" w:rsidRDefault="00050F91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E0EA5">
        <w:rPr>
          <w:rFonts w:eastAsia="Times New Roman" w:cs="Times New Roman"/>
          <w:b/>
          <w:lang w:eastAsia="cs-CZ"/>
        </w:rPr>
        <w:t xml:space="preserve">Viz. dotaz </w:t>
      </w:r>
      <w:r w:rsidR="009E0EA5" w:rsidRPr="009E0EA5">
        <w:rPr>
          <w:rFonts w:eastAsia="Times New Roman" w:cs="Times New Roman"/>
          <w:b/>
          <w:lang w:eastAsia="cs-CZ"/>
        </w:rPr>
        <w:t xml:space="preserve">č. </w:t>
      </w:r>
      <w:r w:rsidRPr="009E0EA5">
        <w:rPr>
          <w:rFonts w:eastAsia="Times New Roman" w:cs="Times New Roman"/>
          <w:b/>
          <w:lang w:eastAsia="cs-CZ"/>
        </w:rPr>
        <w:t>274. Jedná se o položku 70</w:t>
      </w:r>
      <w:r w:rsidR="009E0EA5" w:rsidRPr="009E0EA5">
        <w:rPr>
          <w:rFonts w:eastAsia="Times New Roman" w:cs="Times New Roman"/>
          <w:b/>
          <w:lang w:eastAsia="cs-CZ"/>
        </w:rPr>
        <w:t>.</w:t>
      </w:r>
    </w:p>
    <w:p w14:paraId="34E63564" w14:textId="77777777" w:rsidR="009E6598" w:rsidRPr="00BD5319" w:rsidRDefault="009E6598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D304C76" w14:textId="77777777" w:rsid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276</w:t>
      </w:r>
      <w:r w:rsidRPr="00BD5319">
        <w:rPr>
          <w:rFonts w:eastAsia="Calibri" w:cs="Times New Roman"/>
          <w:b/>
          <w:lang w:eastAsia="cs-CZ"/>
        </w:rPr>
        <w:t>:</w:t>
      </w:r>
    </w:p>
    <w:p w14:paraId="50F22B86" w14:textId="77777777" w:rsidR="00BE5240" w:rsidRPr="005503B2" w:rsidRDefault="00BE5240" w:rsidP="00BE5240">
      <w:r w:rsidRPr="005503B2">
        <w:t>SO 31-15-01</w:t>
      </w:r>
      <w:r>
        <w:t xml:space="preserve"> </w:t>
      </w:r>
      <w:r>
        <w:br/>
        <w:t>D.2.2.1.2</w:t>
      </w:r>
      <w:r w:rsidRPr="005503B2">
        <w:t xml:space="preserve"> stavební </w:t>
      </w:r>
      <w:r>
        <w:t xml:space="preserve">a konstrukční </w:t>
      </w:r>
      <w:r w:rsidRPr="005503B2">
        <w:t>část</w:t>
      </w:r>
    </w:p>
    <w:p w14:paraId="757C99A7" w14:textId="77777777" w:rsidR="00BE5240" w:rsidRPr="00BD5319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>
        <w:lastRenderedPageBreak/>
        <w:t xml:space="preserve">Domníváme se, že v soupisu prací chybí položka na výtah. </w:t>
      </w:r>
      <w:r>
        <w:br/>
        <w:t>Zmínka o výtahu je v technické zprávě a v PD.</w:t>
      </w:r>
      <w:r>
        <w:br/>
      </w:r>
      <w:r>
        <w:br/>
        <w:t>Žádáme zadavatele o prověření.</w:t>
      </w:r>
    </w:p>
    <w:p w14:paraId="481FA40A" w14:textId="77777777" w:rsidR="00BE5240" w:rsidRPr="00BD5319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E4DD97" w14:textId="77777777" w:rsid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715A80B" w14:textId="77777777" w:rsidR="00BE5240" w:rsidRP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E5240">
        <w:rPr>
          <w:rFonts w:eastAsia="Calibri" w:cs="Times New Roman"/>
          <w:b/>
          <w:lang w:eastAsia="cs-CZ"/>
        </w:rPr>
        <w:t xml:space="preserve">Při exportu mezi SW došlo k chybě převodu. Jedná se o položku 388. Upraveno. </w:t>
      </w:r>
    </w:p>
    <w:p w14:paraId="44DCA50F" w14:textId="77777777" w:rsidR="00BE5240" w:rsidRPr="00BD5319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EB4F78" w14:textId="77777777" w:rsid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548B21" w14:textId="77777777" w:rsid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77</w:t>
      </w:r>
      <w:r w:rsidRPr="00BD5319">
        <w:rPr>
          <w:rFonts w:eastAsia="Calibri" w:cs="Times New Roman"/>
          <w:b/>
          <w:lang w:eastAsia="cs-CZ"/>
        </w:rPr>
        <w:t>:</w:t>
      </w:r>
    </w:p>
    <w:p w14:paraId="1A6A5758" w14:textId="77777777" w:rsidR="00BE5240" w:rsidRDefault="00BE5240" w:rsidP="00BE5240">
      <w:r w:rsidRPr="005503B2">
        <w:t>SO 31-15-01</w:t>
      </w:r>
      <w:r>
        <w:t xml:space="preserve"> </w:t>
      </w:r>
      <w:r>
        <w:br/>
        <w:t>D.2.2.1.2</w:t>
      </w:r>
      <w:r w:rsidRPr="005503B2">
        <w:t xml:space="preserve"> stavební </w:t>
      </w:r>
      <w:r>
        <w:t xml:space="preserve">a konstrukční </w:t>
      </w:r>
      <w:r w:rsidRPr="005503B2">
        <w:t>část</w:t>
      </w:r>
    </w:p>
    <w:p w14:paraId="7CA58316" w14:textId="77777777" w:rsidR="00BE5240" w:rsidRPr="00BD5319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V tabulce ostatních výrobků je položka č. OV/114 indukční smyčka, která se nenachází v soupisu prací. V soupisu prací je pod položkou č. OV/114 montážní blok pro kotvení. </w:t>
      </w:r>
      <w:r>
        <w:br/>
      </w:r>
      <w:r>
        <w:br/>
        <w:t>Žádáme zadavatele o prověření.</w:t>
      </w:r>
    </w:p>
    <w:p w14:paraId="74A2E511" w14:textId="77777777" w:rsidR="00BE5240" w:rsidRPr="00BD5319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3AA39B" w14:textId="77777777" w:rsid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CA33079" w14:textId="446135E1" w:rsidR="00BE5240" w:rsidRPr="00BE5240" w:rsidRDefault="00BE5240" w:rsidP="00BE5240">
      <w:pPr>
        <w:spacing w:after="0" w:line="240" w:lineRule="auto"/>
        <w:rPr>
          <w:rFonts w:eastAsia="Calibri" w:cs="Times New Roman"/>
          <w:b/>
          <w:lang w:eastAsia="cs-CZ"/>
        </w:rPr>
      </w:pPr>
      <w:r w:rsidRPr="00BE5240">
        <w:rPr>
          <w:rFonts w:eastAsia="Calibri" w:cs="Times New Roman"/>
          <w:b/>
          <w:lang w:eastAsia="cs-CZ"/>
        </w:rPr>
        <w:t>Při exportu mezi SW došlo k chybě převodu. Položka 298 je indukční smyčka. Upraveno</w:t>
      </w:r>
      <w:r>
        <w:rPr>
          <w:rFonts w:eastAsia="Calibri" w:cs="Times New Roman"/>
          <w:b/>
          <w:lang w:eastAsia="cs-CZ"/>
        </w:rPr>
        <w:t>.</w:t>
      </w:r>
    </w:p>
    <w:p w14:paraId="59632FDE" w14:textId="77777777" w:rsidR="00BE5240" w:rsidRPr="00BD5319" w:rsidRDefault="00BE5240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DA6D5B4" w14:textId="77777777" w:rsidR="00BE5240" w:rsidRDefault="00BE5240" w:rsidP="009E0EA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2E6F8C" w14:textId="6B552CDC" w:rsidR="00664163" w:rsidRPr="009E0EA5" w:rsidRDefault="009E0EA5" w:rsidP="009E0EA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0EA5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2C81C974" w:rsidR="00664163" w:rsidRPr="008370CA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370CA">
        <w:rPr>
          <w:rFonts w:eastAsia="Calibri" w:cs="Times New Roman"/>
          <w:b/>
          <w:bCs/>
          <w:lang w:eastAsia="cs-CZ"/>
        </w:rPr>
        <w:t>Příloh</w:t>
      </w:r>
      <w:r w:rsidR="009E0EA5" w:rsidRPr="008370CA">
        <w:rPr>
          <w:rFonts w:eastAsia="Calibri" w:cs="Times New Roman"/>
          <w:b/>
          <w:bCs/>
          <w:lang w:eastAsia="cs-CZ"/>
        </w:rPr>
        <w:t>y</w:t>
      </w:r>
      <w:r w:rsidRPr="008370CA">
        <w:rPr>
          <w:rFonts w:eastAsia="Calibri" w:cs="Times New Roman"/>
          <w:b/>
          <w:bCs/>
          <w:lang w:eastAsia="cs-CZ"/>
        </w:rPr>
        <w:t xml:space="preserve">: </w:t>
      </w:r>
      <w:r w:rsidRPr="008370C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8370CA">
        <w:rPr>
          <w:rFonts w:eastAsia="Calibri" w:cs="Times New Roman"/>
          <w:bCs/>
          <w:lang w:eastAsia="cs-CZ"/>
        </w:rPr>
        <w:instrText xml:space="preserve"> FORMTEXT </w:instrText>
      </w:r>
      <w:r w:rsidRPr="008370CA">
        <w:rPr>
          <w:rFonts w:eastAsia="Calibri" w:cs="Times New Roman"/>
          <w:bCs/>
          <w:lang w:eastAsia="cs-CZ"/>
        </w:rPr>
      </w:r>
      <w:r w:rsidRPr="008370CA">
        <w:rPr>
          <w:rFonts w:eastAsia="Calibri" w:cs="Times New Roman"/>
          <w:bCs/>
          <w:lang w:eastAsia="cs-CZ"/>
        </w:rPr>
        <w:fldChar w:fldCharType="separate"/>
      </w:r>
      <w:r w:rsidRPr="008370CA">
        <w:rPr>
          <w:rFonts w:eastAsia="Calibri" w:cs="Times New Roman"/>
          <w:bCs/>
          <w:lang w:eastAsia="cs-CZ"/>
        </w:rPr>
        <w:t> </w:t>
      </w:r>
      <w:r w:rsidRPr="008370CA">
        <w:rPr>
          <w:rFonts w:eastAsia="Calibri" w:cs="Times New Roman"/>
          <w:bCs/>
          <w:lang w:eastAsia="cs-CZ"/>
        </w:rPr>
        <w:t> </w:t>
      </w:r>
      <w:r w:rsidRPr="008370CA">
        <w:rPr>
          <w:rFonts w:eastAsia="Calibri" w:cs="Times New Roman"/>
          <w:bCs/>
          <w:lang w:eastAsia="cs-CZ"/>
        </w:rPr>
        <w:t> </w:t>
      </w:r>
      <w:r w:rsidRPr="008370CA">
        <w:rPr>
          <w:rFonts w:eastAsia="Calibri" w:cs="Times New Roman"/>
          <w:bCs/>
          <w:lang w:eastAsia="cs-CZ"/>
        </w:rPr>
        <w:t> </w:t>
      </w:r>
      <w:r w:rsidRPr="008370CA">
        <w:rPr>
          <w:rFonts w:eastAsia="Calibri" w:cs="Times New Roman"/>
          <w:bCs/>
          <w:lang w:eastAsia="cs-CZ"/>
        </w:rPr>
        <w:t> </w:t>
      </w:r>
      <w:r w:rsidRPr="008370CA">
        <w:rPr>
          <w:rFonts w:eastAsia="Calibri" w:cs="Times New Roman"/>
          <w:bCs/>
          <w:lang w:eastAsia="cs-CZ"/>
        </w:rPr>
        <w:fldChar w:fldCharType="end"/>
      </w:r>
    </w:p>
    <w:p w14:paraId="3568D690" w14:textId="4A1396E8" w:rsidR="00664163" w:rsidRDefault="008370C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370CA">
        <w:rPr>
          <w:rFonts w:eastAsia="Calibri" w:cs="Times New Roman"/>
          <w:lang w:eastAsia="cs-CZ"/>
        </w:rPr>
        <w:t>XDC_Jihlava_mesto_zm15_20240527</w:t>
      </w:r>
      <w:r>
        <w:rPr>
          <w:rFonts w:eastAsia="Calibri" w:cs="Times New Roman"/>
          <w:lang w:eastAsia="cs-CZ"/>
        </w:rPr>
        <w:t>.xml</w:t>
      </w:r>
    </w:p>
    <w:p w14:paraId="1701B6A7" w14:textId="26E105E7" w:rsidR="008370CA" w:rsidRPr="00BD5319" w:rsidRDefault="008370C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370CA">
        <w:rPr>
          <w:rFonts w:eastAsia="Calibri" w:cs="Times New Roman"/>
          <w:lang w:eastAsia="cs-CZ"/>
        </w:rPr>
        <w:t>XLS_Jihlava_mesto_zm15_20240527</w:t>
      </w:r>
      <w:r>
        <w:rPr>
          <w:rFonts w:eastAsia="Calibri" w:cs="Times New Roman"/>
          <w:lang w:eastAsia="cs-CZ"/>
        </w:rPr>
        <w:t>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E23760" w14:textId="77777777" w:rsidR="009E0EA5" w:rsidRDefault="009E0EA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AFA72" w14:textId="77777777" w:rsidR="008370CA" w:rsidRDefault="008370C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900ECD" w14:textId="77777777" w:rsidR="008370CA" w:rsidRDefault="008370C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75BA64" w14:textId="5416D256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5240">
        <w:rPr>
          <w:rFonts w:eastAsia="Calibri" w:cs="Times New Roman"/>
          <w:lang w:eastAsia="cs-CZ"/>
        </w:rPr>
        <w:t>V</w:t>
      </w:r>
      <w:r w:rsidR="008370CA">
        <w:rPr>
          <w:rFonts w:eastAsia="Calibri" w:cs="Times New Roman"/>
          <w:lang w:eastAsia="cs-CZ"/>
        </w:rPr>
        <w:t> </w:t>
      </w:r>
      <w:r w:rsidRPr="00BE5240">
        <w:rPr>
          <w:rFonts w:eastAsia="Calibri" w:cs="Times New Roman"/>
          <w:lang w:eastAsia="cs-CZ"/>
        </w:rPr>
        <w:t>Olomouci</w:t>
      </w:r>
      <w:r w:rsidR="008370CA">
        <w:rPr>
          <w:rFonts w:eastAsia="Calibri" w:cs="Times New Roman"/>
          <w:lang w:eastAsia="cs-CZ"/>
        </w:rPr>
        <w:t xml:space="preserve"> dne 27. 5. 2024</w:t>
      </w: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19A4" w14:textId="77777777" w:rsidR="00A03AE9" w:rsidRDefault="00A03A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5B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5B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5B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5B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5FE7" w14:textId="77777777" w:rsidR="00A03AE9" w:rsidRDefault="00A03A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03343307">
    <w:abstractNumId w:val="2"/>
  </w:num>
  <w:num w:numId="2" w16cid:durableId="493839740">
    <w:abstractNumId w:val="1"/>
  </w:num>
  <w:num w:numId="3" w16cid:durableId="2024893383">
    <w:abstractNumId w:val="3"/>
  </w:num>
  <w:num w:numId="4" w16cid:durableId="334958529">
    <w:abstractNumId w:val="6"/>
  </w:num>
  <w:num w:numId="5" w16cid:durableId="499389310">
    <w:abstractNumId w:val="0"/>
  </w:num>
  <w:num w:numId="6" w16cid:durableId="1366103235">
    <w:abstractNumId w:val="5"/>
  </w:num>
  <w:num w:numId="7" w16cid:durableId="12408707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477A"/>
    <w:rsid w:val="00033432"/>
    <w:rsid w:val="000335CC"/>
    <w:rsid w:val="000372A1"/>
    <w:rsid w:val="00050F91"/>
    <w:rsid w:val="00072C1E"/>
    <w:rsid w:val="000B3A82"/>
    <w:rsid w:val="000B6C7E"/>
    <w:rsid w:val="000B7907"/>
    <w:rsid w:val="000C0429"/>
    <w:rsid w:val="000C11BB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A791E"/>
    <w:rsid w:val="005B5EE9"/>
    <w:rsid w:val="006104F6"/>
    <w:rsid w:val="0061068E"/>
    <w:rsid w:val="006307CF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370CA"/>
    <w:rsid w:val="008841FB"/>
    <w:rsid w:val="0088472C"/>
    <w:rsid w:val="00891334"/>
    <w:rsid w:val="0089291B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E0EA5"/>
    <w:rsid w:val="009E6598"/>
    <w:rsid w:val="009F392E"/>
    <w:rsid w:val="00A03AE9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E5240"/>
    <w:rsid w:val="00BF374D"/>
    <w:rsid w:val="00BF6D48"/>
    <w:rsid w:val="00C02D0A"/>
    <w:rsid w:val="00C03A6E"/>
    <w:rsid w:val="00C10590"/>
    <w:rsid w:val="00C30759"/>
    <w:rsid w:val="00C35C7C"/>
    <w:rsid w:val="00C44F6A"/>
    <w:rsid w:val="00C727E5"/>
    <w:rsid w:val="00C8207D"/>
    <w:rsid w:val="00CB7B5A"/>
    <w:rsid w:val="00CC1E2B"/>
    <w:rsid w:val="00CD1FC4"/>
    <w:rsid w:val="00CE371D"/>
    <w:rsid w:val="00D02A4D"/>
    <w:rsid w:val="00D20AB9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A5B2F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68214C-7B11-4C26-8BAD-FE5BD914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2</Pages>
  <Words>422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6</cp:revision>
  <cp:lastPrinted>2019-02-22T13:28:00Z</cp:lastPrinted>
  <dcterms:created xsi:type="dcterms:W3CDTF">2024-05-24T06:50:00Z</dcterms:created>
  <dcterms:modified xsi:type="dcterms:W3CDTF">2024-05-27T07:47:00Z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