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55D0EE" w14:textId="08BCA40F" w:rsidR="008A08E7" w:rsidRPr="00537310" w:rsidRDefault="008A08E7" w:rsidP="008A08E7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D26B2C">
        <w:rPr>
          <w:b w:val="0"/>
          <w:lang w:eastAsia="en-US"/>
        </w:rPr>
        <w:t xml:space="preserve">Příloha č. </w:t>
      </w:r>
      <w:r w:rsidR="006D64DA">
        <w:rPr>
          <w:b w:val="0"/>
          <w:lang w:eastAsia="en-US"/>
        </w:rPr>
        <w:t>4</w:t>
      </w:r>
      <w:r w:rsidRPr="00D26B2C">
        <w:rPr>
          <w:b w:val="0"/>
          <w:lang w:eastAsia="en-US"/>
        </w:rPr>
        <w:t xml:space="preserve"> Výzvy – Závazný vzor smlouvy</w:t>
      </w:r>
    </w:p>
    <w:p w14:paraId="73C4A373" w14:textId="77777777" w:rsidR="00F20995" w:rsidRPr="00926B03" w:rsidRDefault="00D85C5B" w:rsidP="004471B6">
      <w:pPr>
        <w:pStyle w:val="Nadpissmlouva"/>
      </w:pPr>
      <w:r w:rsidRPr="00926B03">
        <w:t xml:space="preserve">Kupní smlouva </w:t>
      </w:r>
    </w:p>
    <w:p w14:paraId="06866C32" w14:textId="30E82FF7" w:rsidR="00F20995" w:rsidRPr="00F20995" w:rsidRDefault="00F20995" w:rsidP="004471B6">
      <w:pPr>
        <w:pStyle w:val="Podnadpissmlouvy"/>
        <w:rPr>
          <w:highlight w:val="yellow"/>
        </w:rPr>
      </w:pPr>
      <w:r w:rsidRPr="00B516A8">
        <w:t xml:space="preserve">Číslo smlouvy </w:t>
      </w:r>
      <w:proofErr w:type="gramStart"/>
      <w:r w:rsidRPr="00B516A8">
        <w:t>kupujícího</w:t>
      </w:r>
      <w:r w:rsidR="00B516A8">
        <w:t xml:space="preserve">: </w:t>
      </w:r>
      <w:r w:rsidRPr="00B516A8">
        <w:t xml:space="preserve"> </w:t>
      </w:r>
      <w:r w:rsidR="00306A57">
        <w:rPr>
          <w:highlight w:val="yellow"/>
        </w:rPr>
        <w:t>[</w:t>
      </w:r>
      <w:proofErr w:type="gramEnd"/>
      <w:r w:rsidR="00306A57">
        <w:rPr>
          <w:highlight w:val="yellow"/>
        </w:rPr>
        <w:t>DOPLNÍ KUPUJÍCÍ PŘI PODPISU SMLOUVY</w:t>
      </w:r>
      <w:r w:rsidR="00796A0B" w:rsidRPr="00633D18">
        <w:rPr>
          <w:highlight w:val="yellow"/>
        </w:rPr>
        <w:t>]</w:t>
      </w:r>
    </w:p>
    <w:p w14:paraId="6DF16FA9" w14:textId="3B8701BE" w:rsidR="00F20995" w:rsidRDefault="00F20995">
      <w:pPr>
        <w:pStyle w:val="Podnadpissmlouvy"/>
        <w:rPr>
          <w:rFonts w:ascii="Verdana" w:hAnsi="Verdana"/>
        </w:rPr>
      </w:pPr>
      <w:r w:rsidRPr="00B516A8">
        <w:t xml:space="preserve">Číslo smlouvy </w:t>
      </w:r>
      <w:proofErr w:type="gramStart"/>
      <w:r w:rsidRPr="00B516A8">
        <w:t>prodávajícího</w:t>
      </w:r>
      <w:r w:rsidR="00B516A8">
        <w:t xml:space="preserve">: </w:t>
      </w:r>
      <w:r w:rsidRPr="00B516A8">
        <w:t xml:space="preserve"> </w:t>
      </w:r>
      <w:r w:rsidR="00796A0B" w:rsidRPr="00E21B35">
        <w:rPr>
          <w:rFonts w:ascii="Verdana" w:hAnsi="Verdana"/>
          <w:highlight w:val="green"/>
        </w:rPr>
        <w:t>[</w:t>
      </w:r>
      <w:proofErr w:type="gramEnd"/>
      <w:r w:rsidR="00796A0B" w:rsidRPr="00E21B35">
        <w:rPr>
          <w:rFonts w:ascii="Verdana" w:hAnsi="Verdana"/>
          <w:highlight w:val="green"/>
        </w:rPr>
        <w:t xml:space="preserve">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</w:p>
    <w:p w14:paraId="79019F80" w14:textId="0A8FE863" w:rsidR="00715E72" w:rsidRDefault="00715E72" w:rsidP="004471B6">
      <w:pPr>
        <w:pStyle w:val="Podnadpissmlouvy"/>
      </w:pPr>
      <w:r w:rsidRPr="00BA0126">
        <w:t xml:space="preserve">ČÍSLO ISPROFOND: </w:t>
      </w:r>
      <w:r w:rsidRPr="00BA0126">
        <w:tab/>
      </w:r>
      <w:r w:rsidR="0053680E" w:rsidRPr="0053680E">
        <w:t>5003540083</w:t>
      </w:r>
      <w:bookmarkStart w:id="0" w:name="_GoBack"/>
      <w:bookmarkEnd w:id="0"/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 xml:space="preserve">zapsaná v obchodním rejstříku vedeném Městským soudem v Praze pod </w:t>
      </w:r>
      <w:proofErr w:type="spellStart"/>
      <w:r w:rsidR="00D85C5B" w:rsidRPr="000C5DA0">
        <w:t>sp</w:t>
      </w:r>
      <w:proofErr w:type="spellEnd"/>
      <w:r w:rsidR="00D85C5B" w:rsidRPr="000C5DA0">
        <w:t>. zn. A 48384</w:t>
      </w:r>
    </w:p>
    <w:p w14:paraId="0C553F7F" w14:textId="739C95CF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6D64DA">
      <w:pPr>
        <w:pStyle w:val="Identifikace"/>
        <w:spacing w:before="0"/>
      </w:pPr>
      <w:r>
        <w:tab/>
      </w:r>
      <w:r w:rsidR="00D85C5B" w:rsidRPr="000C5DA0">
        <w:t>IČ 70994234, DIČ CZ70994234</w:t>
      </w:r>
    </w:p>
    <w:p w14:paraId="04347D36" w14:textId="77777777" w:rsidR="006D64DA" w:rsidRDefault="00414246" w:rsidP="006D64DA">
      <w:pPr>
        <w:pStyle w:val="Identifikace"/>
      </w:pPr>
      <w:r>
        <w:tab/>
      </w:r>
      <w:r w:rsidR="006D64DA" w:rsidRPr="00EC5FD6">
        <w:rPr>
          <w:rFonts w:ascii="Verdana" w:hAnsi="Verdana"/>
          <w:b/>
        </w:rPr>
        <w:t>organizační jednotka Obl</w:t>
      </w:r>
      <w:r w:rsidR="006D64DA">
        <w:rPr>
          <w:rFonts w:ascii="Verdana" w:hAnsi="Verdana"/>
          <w:b/>
        </w:rPr>
        <w:t>astní ředitelství Brno</w:t>
      </w:r>
    </w:p>
    <w:p w14:paraId="6CB43105" w14:textId="77777777" w:rsidR="006D64DA" w:rsidRDefault="006D64DA" w:rsidP="006D64DA">
      <w:pPr>
        <w:pStyle w:val="Identifikace"/>
        <w:spacing w:before="0" w:after="120"/>
      </w:pPr>
      <w:r w:rsidRPr="00FB4530">
        <w:tab/>
        <w:t>zastoupená Ing. Liborem</w:t>
      </w:r>
      <w:r w:rsidRPr="00DE2AED">
        <w:t xml:space="preserve"> Tkáčem</w:t>
      </w:r>
      <w:r>
        <w:t>, MBA</w:t>
      </w:r>
      <w:r w:rsidRPr="00DE2AED">
        <w:t>, ředitelem Oblastního ředitelství Brno</w:t>
      </w:r>
    </w:p>
    <w:p w14:paraId="57C973B1" w14:textId="77777777" w:rsidR="006D64DA" w:rsidRPr="003D2296" w:rsidRDefault="006D64DA" w:rsidP="006D64DA">
      <w:pPr>
        <w:pStyle w:val="Textbezodsazen"/>
        <w:spacing w:after="0"/>
        <w:ind w:left="1416" w:firstLine="708"/>
        <w:rPr>
          <w:u w:val="single"/>
        </w:rPr>
      </w:pPr>
      <w:r w:rsidRPr="003D2296">
        <w:rPr>
          <w:u w:val="single"/>
        </w:rPr>
        <w:t xml:space="preserve">Korespondenční adresa: </w:t>
      </w:r>
    </w:p>
    <w:p w14:paraId="66683646" w14:textId="77777777" w:rsidR="006D64DA" w:rsidRPr="003B0189" w:rsidRDefault="006D64DA" w:rsidP="006D64DA">
      <w:pPr>
        <w:spacing w:before="0" w:after="0"/>
        <w:ind w:left="2124"/>
      </w:pPr>
      <w:r w:rsidRPr="003B0189">
        <w:t>Správa železnic, státní organizace</w:t>
      </w:r>
    </w:p>
    <w:p w14:paraId="46F707A0" w14:textId="77777777" w:rsidR="006D64DA" w:rsidRPr="003B0189" w:rsidRDefault="006D64DA" w:rsidP="006D64DA">
      <w:pPr>
        <w:spacing w:before="0" w:after="0"/>
        <w:ind w:left="2124"/>
      </w:pPr>
      <w:r w:rsidRPr="003B0189">
        <w:t>Oblastní ředitelství Brno</w:t>
      </w:r>
      <w:r w:rsidRPr="003B0189">
        <w:rPr>
          <w:highlight w:val="green"/>
        </w:rPr>
        <w:t xml:space="preserve"> </w:t>
      </w:r>
    </w:p>
    <w:p w14:paraId="0DEC6A0F" w14:textId="77777777" w:rsidR="006D64DA" w:rsidRPr="003B0189" w:rsidRDefault="006D64DA" w:rsidP="006D64DA">
      <w:pPr>
        <w:spacing w:before="0"/>
        <w:ind w:left="2124"/>
        <w:rPr>
          <w:lang w:val="en-US"/>
        </w:rPr>
      </w:pPr>
      <w:proofErr w:type="spellStart"/>
      <w:r w:rsidRPr="003B0189">
        <w:rPr>
          <w:lang w:val="en-US"/>
        </w:rPr>
        <w:t>Kounicova</w:t>
      </w:r>
      <w:proofErr w:type="spellEnd"/>
      <w:r w:rsidRPr="003B0189">
        <w:rPr>
          <w:lang w:val="en-US"/>
        </w:rPr>
        <w:t xml:space="preserve"> 26, 611 43 Brno</w:t>
      </w:r>
    </w:p>
    <w:p w14:paraId="41AD6843" w14:textId="77777777" w:rsidR="006D64DA" w:rsidRPr="003D2296" w:rsidRDefault="006D64DA" w:rsidP="006D64DA">
      <w:pPr>
        <w:spacing w:after="0" w:line="276" w:lineRule="auto"/>
        <w:ind w:left="1414" w:firstLine="708"/>
        <w:rPr>
          <w:rFonts w:ascii="Verdana" w:eastAsia="Calibri" w:hAnsi="Verdana" w:cstheme="minorHAnsi"/>
          <w:u w:val="single"/>
        </w:rPr>
      </w:pPr>
      <w:r w:rsidRPr="003D2296">
        <w:rPr>
          <w:rFonts w:ascii="Verdana" w:eastAsia="Calibri" w:hAnsi="Verdana" w:cstheme="minorHAnsi"/>
          <w:u w:val="single"/>
        </w:rPr>
        <w:t>Adresa pro doručování písemnosti v elektronické podobě:</w:t>
      </w:r>
    </w:p>
    <w:p w14:paraId="3485AFA0" w14:textId="77777777" w:rsidR="006D64DA" w:rsidRPr="006D64DA" w:rsidRDefault="0053680E" w:rsidP="006D64DA">
      <w:pPr>
        <w:spacing w:before="0" w:after="0" w:line="240" w:lineRule="auto"/>
        <w:ind w:left="1414" w:firstLine="708"/>
        <w:rPr>
          <w:rFonts w:ascii="Verdana" w:hAnsi="Verdana" w:cstheme="minorHAnsi"/>
          <w:color w:val="0563C1" w:themeColor="hyperlink"/>
        </w:rPr>
      </w:pPr>
      <w:hyperlink r:id="rId11" w:history="1">
        <w:r w:rsidR="006D64DA" w:rsidRPr="006D64DA">
          <w:rPr>
            <w:rFonts w:ascii="Verdana" w:hAnsi="Verdana" w:cstheme="minorHAnsi"/>
            <w:color w:val="0563C1" w:themeColor="hyperlink"/>
          </w:rPr>
          <w:t xml:space="preserve">epodatelnaorbno@spravazeleznic.cz </w:t>
        </w:r>
      </w:hyperlink>
    </w:p>
    <w:p w14:paraId="07AF6C70" w14:textId="77777777" w:rsidR="006D64DA" w:rsidRPr="003B0189" w:rsidRDefault="006D64DA" w:rsidP="006D64DA">
      <w:pPr>
        <w:spacing w:before="0" w:after="0" w:line="240" w:lineRule="auto"/>
        <w:ind w:left="706"/>
      </w:pPr>
    </w:p>
    <w:p w14:paraId="6FDFB9F5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Adresa pro doručování daňových dokladů v elektronické podobě:</w:t>
      </w:r>
    </w:p>
    <w:p w14:paraId="74EDF1D3" w14:textId="77777777" w:rsidR="006D64DA" w:rsidRPr="006D64DA" w:rsidRDefault="0053680E" w:rsidP="006D64DA">
      <w:pPr>
        <w:spacing w:before="0" w:after="0" w:line="240" w:lineRule="auto"/>
        <w:ind w:left="1414" w:firstLine="708"/>
      </w:pPr>
      <w:hyperlink r:id="rId12" w:history="1">
        <w:r w:rsidR="006D64DA" w:rsidRPr="006D64DA">
          <w:rPr>
            <w:color w:val="0563C1" w:themeColor="hyperlink"/>
          </w:rPr>
          <w:t>ePodatelnaCFU@spravazeleznic.cz</w:t>
        </w:r>
      </w:hyperlink>
      <w:r w:rsidR="006D64DA" w:rsidRPr="006D64DA">
        <w:t xml:space="preserve"> </w:t>
      </w:r>
    </w:p>
    <w:p w14:paraId="67631560" w14:textId="77777777" w:rsidR="006D64DA" w:rsidRPr="003B0189" w:rsidRDefault="006D64DA" w:rsidP="006D64DA">
      <w:pPr>
        <w:spacing w:before="0" w:after="0" w:line="240" w:lineRule="auto"/>
        <w:ind w:left="706"/>
      </w:pPr>
    </w:p>
    <w:p w14:paraId="5F37E91A" w14:textId="77777777" w:rsidR="006D64DA" w:rsidRPr="003D2296" w:rsidRDefault="006D64DA" w:rsidP="006D64DA">
      <w:pPr>
        <w:spacing w:after="0" w:line="240" w:lineRule="auto"/>
        <w:ind w:left="1414" w:firstLine="708"/>
        <w:rPr>
          <w:u w:val="single"/>
        </w:rPr>
      </w:pPr>
      <w:r w:rsidRPr="003D2296">
        <w:rPr>
          <w:u w:val="single"/>
        </w:rPr>
        <w:t>Korespondenční adresa pro doručování daňových dokladů:</w:t>
      </w:r>
    </w:p>
    <w:p w14:paraId="7EF6737E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 xml:space="preserve">Správa železnic, státní organizace, </w:t>
      </w:r>
    </w:p>
    <w:p w14:paraId="4FB99BF0" w14:textId="77777777" w:rsidR="006D64DA" w:rsidRPr="003B0189" w:rsidRDefault="006D64DA" w:rsidP="006D64DA">
      <w:pPr>
        <w:spacing w:before="0" w:after="0" w:line="240" w:lineRule="auto"/>
        <w:ind w:left="1414" w:firstLine="708"/>
      </w:pPr>
      <w:r w:rsidRPr="003B0189">
        <w:t>Centrální finanční účtárna Čechy</w:t>
      </w:r>
    </w:p>
    <w:p w14:paraId="1EA02712" w14:textId="77777777" w:rsidR="006D64DA" w:rsidRDefault="006D64DA" w:rsidP="006D64DA">
      <w:pPr>
        <w:pStyle w:val="Identifikace"/>
        <w:spacing w:before="0"/>
      </w:pPr>
      <w:r>
        <w:tab/>
      </w:r>
      <w:r w:rsidRPr="003B0189">
        <w:t xml:space="preserve">Náměstí Jana </w:t>
      </w:r>
      <w:proofErr w:type="spellStart"/>
      <w:r w:rsidRPr="003B0189">
        <w:t>Pernera</w:t>
      </w:r>
      <w:proofErr w:type="spellEnd"/>
      <w:r w:rsidRPr="003B0189">
        <w:t xml:space="preserve"> 217, 530 02 Pardubice</w:t>
      </w:r>
    </w:p>
    <w:p w14:paraId="75D45E8C" w14:textId="41B97E71" w:rsidR="00D85C5B" w:rsidRDefault="00D85C5B" w:rsidP="004471B6">
      <w:pPr>
        <w:pStyle w:val="Identifikace"/>
      </w:pPr>
    </w:p>
    <w:p w14:paraId="5D0E38B0" w14:textId="576FD8E2" w:rsidR="00D85C5B" w:rsidRPr="00796A0B" w:rsidRDefault="00D85C5B" w:rsidP="004471B6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Pr="0079254B">
        <w:rPr>
          <w:highlight w:val="green"/>
          <w:lang w:eastAsia="cs-CZ"/>
        </w:rPr>
        <w:t>jméno osoby</w:t>
      </w:r>
      <w:r w:rsidR="00796A0B" w:rsidRPr="0079254B">
        <w:rPr>
          <w:highlight w:val="green"/>
          <w:lang w:eastAsia="cs-CZ"/>
        </w:rPr>
        <w:t xml:space="preserve"> </w:t>
      </w:r>
      <w:r w:rsidR="00796A0B" w:rsidRPr="00796A0B">
        <w:rPr>
          <w:rFonts w:ascii="Verdana" w:hAnsi="Verdana"/>
          <w:highlight w:val="green"/>
        </w:rPr>
        <w:t>[DOPLNÍ PRODÁVAJÍCÍ]</w:t>
      </w:r>
    </w:p>
    <w:p w14:paraId="05A19514" w14:textId="78E03688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zápisu v evidenci</w:t>
      </w:r>
    </w:p>
    <w:p w14:paraId="22E0CB47" w14:textId="4C98F6D7" w:rsidR="00D85C5B" w:rsidRPr="0079254B" w:rsidRDefault="00414246" w:rsidP="004471B6">
      <w:pPr>
        <w:pStyle w:val="Identifikace"/>
        <w:rPr>
          <w:highlight w:val="green"/>
        </w:rPr>
      </w:pPr>
      <w:r>
        <w:tab/>
      </w:r>
      <w:r w:rsidR="00D85C5B" w:rsidRPr="0079254B">
        <w:rPr>
          <w:highlight w:val="green"/>
        </w:rPr>
        <w:t>údaje o sídlu</w:t>
      </w:r>
    </w:p>
    <w:p w14:paraId="385B5569" w14:textId="49E6C4E4" w:rsidR="00D85C5B" w:rsidRPr="00796A0B" w:rsidRDefault="00414246" w:rsidP="004471B6">
      <w:pPr>
        <w:pStyle w:val="Identifikace"/>
        <w:rPr>
          <w:highlight w:val="green"/>
        </w:rPr>
      </w:pPr>
      <w:r>
        <w:tab/>
      </w:r>
      <w:r w:rsidR="00D85C5B" w:rsidRPr="00796A0B">
        <w:rPr>
          <w:highlight w:val="green"/>
        </w:rPr>
        <w:t>IČ …………………</w:t>
      </w:r>
      <w:r w:rsidR="00745241" w:rsidRPr="00796A0B">
        <w:rPr>
          <w:highlight w:val="green"/>
        </w:rPr>
        <w:t>…,</w:t>
      </w:r>
      <w:r w:rsidR="00D85C5B" w:rsidRPr="00796A0B">
        <w:rPr>
          <w:highlight w:val="green"/>
        </w:rPr>
        <w:t xml:space="preserve"> DIČ …………………</w:t>
      </w:r>
    </w:p>
    <w:p w14:paraId="39F2A5A3" w14:textId="18AAF34B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Bankovní </w:t>
      </w:r>
      <w:r w:rsidR="00745241" w:rsidRPr="00414246">
        <w:rPr>
          <w:highlight w:val="green"/>
        </w:rPr>
        <w:t>spojení: …</w:t>
      </w:r>
      <w:r w:rsidR="00F20995" w:rsidRPr="00414246">
        <w:rPr>
          <w:highlight w:val="green"/>
        </w:rPr>
        <w:t>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2CC92AF1" w14:textId="62CF7238" w:rsidR="00F20995" w:rsidRPr="004471B6" w:rsidRDefault="00414246" w:rsidP="004471B6">
      <w:pPr>
        <w:pStyle w:val="Identifikace"/>
      </w:pPr>
      <w:r w:rsidRPr="004471B6">
        <w:tab/>
      </w:r>
      <w:r w:rsidR="00F20995" w:rsidRPr="00414246">
        <w:rPr>
          <w:highlight w:val="green"/>
        </w:rPr>
        <w:t xml:space="preserve">Číslo </w:t>
      </w:r>
      <w:r w:rsidR="00745241" w:rsidRPr="00414246">
        <w:rPr>
          <w:highlight w:val="green"/>
        </w:rPr>
        <w:t>účtu: …</w:t>
      </w:r>
      <w:r w:rsidR="00F20995" w:rsidRPr="00414246">
        <w:rPr>
          <w:highlight w:val="green"/>
        </w:rPr>
        <w:t>………………</w:t>
      </w:r>
      <w:r w:rsidR="00745241" w:rsidRPr="00414246">
        <w:rPr>
          <w:highlight w:val="green"/>
        </w:rPr>
        <w:t>……</w:t>
      </w:r>
      <w:r w:rsidR="00F20995" w:rsidRPr="00414246">
        <w:rPr>
          <w:highlight w:val="green"/>
        </w:rPr>
        <w:t>.</w:t>
      </w:r>
    </w:p>
    <w:p w14:paraId="3C813964" w14:textId="4B5DC1A8" w:rsidR="00F20995" w:rsidRPr="0079254B" w:rsidRDefault="00414246" w:rsidP="004471B6">
      <w:pPr>
        <w:pStyle w:val="Identifikace"/>
      </w:pPr>
      <w:r>
        <w:tab/>
      </w:r>
      <w:r w:rsidR="00F20995" w:rsidRPr="0079254B">
        <w:rPr>
          <w:highlight w:val="green"/>
        </w:rPr>
        <w:t>údaje o statutárním orgánu nebo jiné oprávněné osobě</w:t>
      </w:r>
    </w:p>
    <w:p w14:paraId="555F4458" w14:textId="25BB02C9" w:rsidR="00D85C5B" w:rsidRPr="000C5DA0" w:rsidRDefault="00E63C2D" w:rsidP="0079254B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33EFD2EA" w14:textId="77777777" w:rsidR="006D64DA" w:rsidRDefault="006D64DA" w:rsidP="004471B6">
      <w:pPr>
        <w:pStyle w:val="Preambule"/>
      </w:pPr>
    </w:p>
    <w:p w14:paraId="19121840" w14:textId="77777777" w:rsidR="006D64DA" w:rsidRDefault="006D64DA" w:rsidP="004471B6">
      <w:pPr>
        <w:pStyle w:val="Preambule"/>
      </w:pPr>
    </w:p>
    <w:p w14:paraId="6E24CFC2" w14:textId="3E1EB4D8" w:rsidR="00D85C5B" w:rsidRPr="000C5DA0" w:rsidRDefault="00D85C5B" w:rsidP="004471B6">
      <w:pPr>
        <w:pStyle w:val="Preambule"/>
      </w:pPr>
      <w:r w:rsidRPr="000C5DA0">
        <w:lastRenderedPageBreak/>
        <w:t xml:space="preserve">Tato </w:t>
      </w:r>
      <w:r w:rsidR="00FD0583">
        <w:t>Smlou</w:t>
      </w:r>
      <w:r w:rsidRPr="000C5DA0">
        <w:t xml:space="preserve">va je uzavřena na základě </w:t>
      </w:r>
      <w:r w:rsidRPr="006D64DA">
        <w:t xml:space="preserve">výsledků </w:t>
      </w:r>
      <w:r w:rsidR="00677BC8" w:rsidRPr="006D64DA">
        <w:t>výběrového</w:t>
      </w:r>
      <w:r w:rsidRPr="006D64DA">
        <w:t xml:space="preserve"> řízení veřejné zakázky s názvem </w:t>
      </w:r>
      <w:r w:rsidR="00E14E64" w:rsidRPr="006D64DA">
        <w:rPr>
          <w:b/>
        </w:rPr>
        <w:t>„</w:t>
      </w:r>
      <w:bookmarkStart w:id="1" w:name="_Hlk166487252"/>
      <w:r w:rsidR="0062043F">
        <w:rPr>
          <w:rFonts w:ascii="Verdana" w:eastAsia="Calibri" w:hAnsi="Verdana"/>
          <w:b/>
          <w:lang w:eastAsia="en-US"/>
        </w:rPr>
        <w:t xml:space="preserve">Testovací a programovací prostředek pro </w:t>
      </w:r>
      <w:proofErr w:type="spellStart"/>
      <w:r w:rsidR="0062043F">
        <w:rPr>
          <w:rFonts w:ascii="Verdana" w:eastAsia="Calibri" w:hAnsi="Verdana"/>
          <w:b/>
          <w:lang w:eastAsia="en-US"/>
        </w:rPr>
        <w:t>Eurobalízy</w:t>
      </w:r>
      <w:bookmarkEnd w:id="1"/>
      <w:proofErr w:type="spellEnd"/>
      <w:r w:rsidRPr="006D64DA">
        <w:rPr>
          <w:b/>
        </w:rPr>
        <w:t>“</w:t>
      </w:r>
      <w:r w:rsidRPr="006D64DA">
        <w:t xml:space="preserve">, </w:t>
      </w:r>
      <w:r w:rsidR="001C22E7" w:rsidRPr="006D64DA">
        <w:t>č.j. veřejné zakázky</w:t>
      </w:r>
      <w:r w:rsidR="00F20995" w:rsidRPr="006D64DA">
        <w:t xml:space="preserve"> </w:t>
      </w:r>
      <w:r w:rsidR="00AD4C06" w:rsidRPr="00AD4C06">
        <w:rPr>
          <w:bCs/>
        </w:rPr>
        <w:t>12533/2024-SŽ-OŘ BNO-NPI</w:t>
      </w:r>
      <w:r w:rsidR="00A12346" w:rsidRPr="00A12346">
        <w:rPr>
          <w:bCs/>
        </w:rPr>
        <w:t xml:space="preserve"> </w:t>
      </w:r>
      <w:r w:rsidRPr="006D64DA">
        <w:t>(dále</w:t>
      </w:r>
      <w:r w:rsidRPr="004E19DE">
        <w:t xml:space="preserve">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6F10B50E" w:rsidR="00D85C5B" w:rsidRPr="00975A28" w:rsidRDefault="00D85C5B" w:rsidP="004471B6">
      <w:pPr>
        <w:pStyle w:val="11odst"/>
      </w:pPr>
      <w:r w:rsidRPr="00975A28">
        <w:t xml:space="preserve">Předmětem koupě je </w:t>
      </w:r>
      <w:r w:rsidR="006D64DA" w:rsidRPr="00975A28">
        <w:t xml:space="preserve">dodávka </w:t>
      </w:r>
      <w:r w:rsidR="006D64DA" w:rsidRPr="00975A28">
        <w:rPr>
          <w:rFonts w:ascii="Verdana" w:eastAsia="Calibri" w:hAnsi="Verdana"/>
        </w:rPr>
        <w:t xml:space="preserve">1 ks </w:t>
      </w:r>
      <w:r w:rsidR="00975A28" w:rsidRPr="00975A28">
        <w:rPr>
          <w:rFonts w:ascii="Verdana" w:eastAsia="Calibri" w:hAnsi="Verdana"/>
        </w:rPr>
        <w:t>t</w:t>
      </w:r>
      <w:r w:rsidR="00975A28" w:rsidRPr="00975A28">
        <w:rPr>
          <w:rFonts w:ascii="Verdana" w:eastAsia="Calibri" w:hAnsi="Verdana"/>
          <w:lang w:eastAsia="en-US"/>
        </w:rPr>
        <w:t xml:space="preserve">estovacího a programovacího prostředku pro </w:t>
      </w:r>
      <w:proofErr w:type="spellStart"/>
      <w:r w:rsidR="00975A28" w:rsidRPr="00975A28">
        <w:rPr>
          <w:rFonts w:ascii="Verdana" w:eastAsia="Calibri" w:hAnsi="Verdana"/>
          <w:lang w:eastAsia="en-US"/>
        </w:rPr>
        <w:t>Eurobalízy</w:t>
      </w:r>
      <w:proofErr w:type="spellEnd"/>
      <w:r w:rsidR="006D64DA" w:rsidRPr="00975A28">
        <w:rPr>
          <w:rFonts w:ascii="Verdana" w:eastAsia="Calibri" w:hAnsi="Verdana"/>
        </w:rPr>
        <w:t>.</w:t>
      </w:r>
    </w:p>
    <w:p w14:paraId="01CA54BB" w14:textId="6CF3A5F0" w:rsidR="00D85C5B" w:rsidRPr="006D64DA" w:rsidRDefault="00D85C5B" w:rsidP="004471B6">
      <w:pPr>
        <w:pStyle w:val="11odst"/>
      </w:pPr>
      <w:r w:rsidRPr="006D64DA">
        <w:t xml:space="preserve">Přesná specifikace je uvedena v příloze č. </w:t>
      </w:r>
      <w:r w:rsidR="006D64DA" w:rsidRPr="006D64DA">
        <w:t xml:space="preserve">2 </w:t>
      </w:r>
      <w:r w:rsidRPr="006D64DA">
        <w:t xml:space="preserve">této </w:t>
      </w:r>
      <w:r w:rsidR="008B1447" w:rsidRPr="006D64DA">
        <w:t>Sml</w:t>
      </w:r>
      <w:r w:rsidRPr="006D64DA">
        <w:t>ouvy.</w:t>
      </w:r>
    </w:p>
    <w:p w14:paraId="4A214B1F" w14:textId="69991BB2" w:rsidR="00D85C5B" w:rsidRPr="006D64DA" w:rsidRDefault="00D85C5B" w:rsidP="004471B6">
      <w:pPr>
        <w:pStyle w:val="11odst"/>
      </w:pPr>
      <w:r w:rsidRPr="006D64DA">
        <w:t>Předmět koupě musí splňovat podmínky stanovené právními předpisy, normami ČSN, technickými normami</w:t>
      </w:r>
      <w:r w:rsidR="006D64DA" w:rsidRPr="006D64DA">
        <w:t xml:space="preserve"> České republiky</w:t>
      </w:r>
      <w:r w:rsidRPr="006D64DA">
        <w:t>.</w:t>
      </w:r>
    </w:p>
    <w:p w14:paraId="46F1124F" w14:textId="24EC03F7" w:rsidR="00D85C5B" w:rsidRPr="006D64DA" w:rsidRDefault="00D85C5B" w:rsidP="004471B6">
      <w:pPr>
        <w:pStyle w:val="11odst"/>
      </w:pPr>
      <w:r w:rsidRPr="006D64DA">
        <w:t>Jakost ani provedení Předmětu koupě není určeno vzorkem ani předlohou.</w:t>
      </w:r>
    </w:p>
    <w:p w14:paraId="29584421" w14:textId="2BBC721F" w:rsidR="00D85C5B" w:rsidRPr="006D64DA" w:rsidRDefault="00D85C5B" w:rsidP="004471B6">
      <w:pPr>
        <w:pStyle w:val="Nadpis1"/>
        <w:rPr>
          <w:rFonts w:eastAsia="Times New Roman"/>
          <w:lang w:eastAsia="cs-CZ"/>
        </w:rPr>
      </w:pPr>
      <w:r w:rsidRPr="006D64DA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6D64DA">
        <w:rPr>
          <w:rFonts w:eastAsia="Times New Roman"/>
          <w:lang w:eastAsia="cs-CZ"/>
        </w:rPr>
        <w:t xml:space="preserve"> cena </w:t>
      </w:r>
      <w:r w:rsidR="00F20995" w:rsidRPr="006D64DA">
        <w:rPr>
          <w:rFonts w:eastAsia="Times New Roman"/>
          <w:lang w:eastAsia="cs-CZ"/>
        </w:rPr>
        <w:t>předmětu koupě</w:t>
      </w:r>
    </w:p>
    <w:p w14:paraId="01FA3DA7" w14:textId="6E224DDB" w:rsidR="00C24C30" w:rsidRPr="006D64DA" w:rsidRDefault="0023570E" w:rsidP="004471B6">
      <w:pPr>
        <w:pStyle w:val="11odst"/>
      </w:pPr>
      <w:r w:rsidRPr="006D64DA">
        <w:t xml:space="preserve">Cena předmětu koupě je uvedena v příloze č. </w:t>
      </w:r>
      <w:r w:rsidR="006D64DA" w:rsidRPr="006D64DA">
        <w:t>3</w:t>
      </w:r>
      <w:r w:rsidRPr="006D64DA">
        <w:t xml:space="preserve"> této Smlouvy.</w:t>
      </w:r>
    </w:p>
    <w:p w14:paraId="47A205F7" w14:textId="134FA44A" w:rsidR="002B20CA" w:rsidRPr="006D64DA" w:rsidRDefault="007F5EC4" w:rsidP="004471B6">
      <w:pPr>
        <w:pStyle w:val="11odst"/>
      </w:pPr>
      <w:r w:rsidRPr="006D64DA">
        <w:t xml:space="preserve">Kupní cena bude uhrazena na základě předávacího protokolu podepsaného oběma </w:t>
      </w:r>
      <w:r w:rsidR="008B1447" w:rsidRPr="006D64DA">
        <w:t>Sml</w:t>
      </w:r>
      <w:r w:rsidRPr="006D64DA">
        <w:t>uvními stranami</w:t>
      </w:r>
      <w:r w:rsidR="002B20CA" w:rsidRPr="006D64DA">
        <w:t>/dodacího listu.</w:t>
      </w:r>
    </w:p>
    <w:p w14:paraId="70884A3F" w14:textId="77777777" w:rsidR="00D85C5B" w:rsidRPr="006D64DA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>Místo a doba dodání</w:t>
      </w:r>
    </w:p>
    <w:p w14:paraId="37954E98" w14:textId="2091571B" w:rsidR="00D85C5B" w:rsidRPr="00975A28" w:rsidRDefault="00D85C5B" w:rsidP="004471B6">
      <w:pPr>
        <w:pStyle w:val="11odst"/>
      </w:pPr>
      <w:r w:rsidRPr="006D64DA">
        <w:t xml:space="preserve">Místo dodání je </w:t>
      </w:r>
      <w:r w:rsidR="002B616B" w:rsidRPr="005362C8">
        <w:t xml:space="preserve">Správa </w:t>
      </w:r>
      <w:r w:rsidR="002B616B" w:rsidRPr="00975A28">
        <w:t xml:space="preserve">železnic, státní organizace, Oblastní ředitelství Brno, SSZT </w:t>
      </w:r>
      <w:r w:rsidR="00975A28" w:rsidRPr="00975A28">
        <w:t>Brno</w:t>
      </w:r>
      <w:r w:rsidR="002B616B" w:rsidRPr="00975A28">
        <w:t xml:space="preserve">, </w:t>
      </w:r>
      <w:r w:rsidR="00975A28" w:rsidRPr="00975A28">
        <w:t>Kounicova 26</w:t>
      </w:r>
      <w:r w:rsidR="002B616B" w:rsidRPr="00975A28">
        <w:t xml:space="preserve">, </w:t>
      </w:r>
      <w:r w:rsidR="00975A28" w:rsidRPr="00975A28">
        <w:t>611 43</w:t>
      </w:r>
      <w:r w:rsidR="002B616B" w:rsidRPr="00975A28">
        <w:t xml:space="preserve"> </w:t>
      </w:r>
      <w:r w:rsidR="00975A28" w:rsidRPr="00975A28">
        <w:t>Brno</w:t>
      </w:r>
      <w:r w:rsidR="006D64DA" w:rsidRPr="00975A28">
        <w:t>.</w:t>
      </w:r>
    </w:p>
    <w:p w14:paraId="5115D35D" w14:textId="512F9418" w:rsidR="00D85C5B" w:rsidRPr="006D64DA" w:rsidRDefault="00D85C5B" w:rsidP="004471B6">
      <w:pPr>
        <w:pStyle w:val="11odst"/>
      </w:pPr>
      <w:r w:rsidRPr="006D64DA">
        <w:t xml:space="preserve">Předmět koupě bude dodán do </w:t>
      </w:r>
      <w:r w:rsidR="006D64DA" w:rsidRPr="006D64DA">
        <w:t>3</w:t>
      </w:r>
      <w:r w:rsidR="0062043F">
        <w:t>0</w:t>
      </w:r>
      <w:r w:rsidR="006D64DA" w:rsidRPr="006D64DA">
        <w:t>.</w:t>
      </w:r>
      <w:r w:rsidR="0062043F">
        <w:t>11</w:t>
      </w:r>
      <w:r w:rsidR="006D64DA" w:rsidRPr="006D64DA">
        <w:t>.2024.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6D64DA" w:rsidRDefault="00D85C5B" w:rsidP="004471B6">
      <w:pPr>
        <w:pStyle w:val="11odst"/>
      </w:pPr>
      <w:r w:rsidRPr="006D64DA">
        <w:t>Pojištění se nevyžaduje.</w:t>
      </w:r>
    </w:p>
    <w:p w14:paraId="3776C210" w14:textId="77777777" w:rsidR="00D85C5B" w:rsidRPr="006D64DA" w:rsidRDefault="00D85C5B" w:rsidP="004471B6">
      <w:pPr>
        <w:pStyle w:val="11odst"/>
      </w:pPr>
      <w:r w:rsidRPr="006D64DA">
        <w:t>Speciální balení se nevyžaduje.</w:t>
      </w:r>
    </w:p>
    <w:p w14:paraId="3324C4C2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DB59E2" w:rsidRDefault="00D85C5B" w:rsidP="00310A46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before="0"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375B7E39" w14:textId="4E54E407" w:rsidR="00D85C5B" w:rsidRPr="00DB59E2" w:rsidRDefault="006D64DA" w:rsidP="00310A46">
      <w:pPr>
        <w:widowControl w:val="0"/>
        <w:overflowPunct w:val="0"/>
        <w:autoSpaceDE w:val="0"/>
        <w:autoSpaceDN w:val="0"/>
        <w:adjustRightInd w:val="0"/>
        <w:spacing w:before="0"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DB59E2">
        <w:rPr>
          <w:rFonts w:eastAsia="Times New Roman" w:cs="Times New Roman"/>
          <w:lang w:eastAsia="cs-CZ"/>
        </w:rPr>
        <w:t>návody v českém jazyce k předmětu koupě</w:t>
      </w:r>
      <w:r w:rsidR="00DB59E2">
        <w:rPr>
          <w:rFonts w:eastAsia="Times New Roman" w:cs="Times New Roman"/>
          <w:lang w:eastAsia="cs-CZ"/>
        </w:rPr>
        <w:t>.</w:t>
      </w:r>
      <w:r w:rsidR="00D85C5B" w:rsidRPr="00DB59E2">
        <w:rPr>
          <w:rFonts w:eastAsia="Times New Roman" w:cs="Times New Roman"/>
          <w:lang w:eastAsia="cs-CZ"/>
        </w:rPr>
        <w:t xml:space="preserve"> </w:t>
      </w:r>
    </w:p>
    <w:p w14:paraId="4B70C07C" w14:textId="77777777" w:rsidR="00D85C5B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Pr="006D64DA" w:rsidRDefault="009146AF" w:rsidP="004471B6">
      <w:pPr>
        <w:pStyle w:val="11odst"/>
      </w:pPr>
      <w:r w:rsidRPr="006D64DA">
        <w:t>Záruční doba činí 24 měsíců.</w:t>
      </w:r>
    </w:p>
    <w:p w14:paraId="2097C982" w14:textId="7FE81521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6D64DA">
        <w:rPr>
          <w:rFonts w:eastAsia="Times New Roman"/>
          <w:lang w:eastAsia="cs-CZ"/>
        </w:rPr>
        <w:t xml:space="preserve">Poddodavatelé </w:t>
      </w:r>
    </w:p>
    <w:p w14:paraId="5CD37451" w14:textId="07A27ED3" w:rsidR="00A33BB9" w:rsidRPr="004471B6" w:rsidRDefault="008A1F85" w:rsidP="004471B6">
      <w:pPr>
        <w:pStyle w:val="11odst"/>
        <w:rPr>
          <w:highlight w:val="green"/>
        </w:rPr>
      </w:pPr>
      <w:r>
        <w:rPr>
          <w:highlight w:val="green"/>
        </w:rPr>
        <w:t xml:space="preserve">Na provedení Koupě se budou podílet poddodavatelé uvedení v příloze č. </w:t>
      </w:r>
      <w:r w:rsidR="00F66C01">
        <w:rPr>
          <w:highlight w:val="green"/>
        </w:rPr>
        <w:t>4</w:t>
      </w:r>
      <w:r>
        <w:rPr>
          <w:highlight w:val="green"/>
        </w:rPr>
        <w:t xml:space="preserve"> této Smlouvy </w:t>
      </w:r>
      <w:r w:rsidR="008A08E7" w:rsidRPr="0019622E">
        <w:rPr>
          <w:highlight w:val="green"/>
        </w:rPr>
        <w:t xml:space="preserve">(jestliže se na provedení nebudou podílet poddodavatelé, </w:t>
      </w:r>
      <w:r>
        <w:rPr>
          <w:highlight w:val="green"/>
        </w:rPr>
        <w:t xml:space="preserve">Prodávajícího, </w:t>
      </w:r>
      <w:r w:rsidR="008A08E7" w:rsidRPr="0019622E">
        <w:rPr>
          <w:highlight w:val="green"/>
        </w:rPr>
        <w:t xml:space="preserve">do bodu 7.1 </w:t>
      </w:r>
      <w:r>
        <w:rPr>
          <w:highlight w:val="green"/>
        </w:rPr>
        <w:t xml:space="preserve">Prodávající </w:t>
      </w:r>
      <w:r w:rsidR="008A08E7" w:rsidRPr="0019622E">
        <w:rPr>
          <w:highlight w:val="green"/>
        </w:rPr>
        <w:t>napíše: „Na provedení Koupě se nebudou podílet poddodavatelé</w:t>
      </w:r>
      <w:r>
        <w:rPr>
          <w:highlight w:val="green"/>
        </w:rPr>
        <w:t>.“</w:t>
      </w:r>
      <w:r w:rsidR="008A08E7" w:rsidRPr="0019622E">
        <w:rPr>
          <w:highlight w:val="green"/>
        </w:rPr>
        <w:t xml:space="preserve"> a </w:t>
      </w:r>
      <w:r>
        <w:rPr>
          <w:highlight w:val="green"/>
        </w:rPr>
        <w:t>so</w:t>
      </w:r>
      <w:r w:rsidR="00F66C01">
        <w:rPr>
          <w:highlight w:val="green"/>
        </w:rPr>
        <w:t>u</w:t>
      </w:r>
      <w:r>
        <w:rPr>
          <w:highlight w:val="green"/>
        </w:rPr>
        <w:t xml:space="preserve">časně Prodávající </w:t>
      </w:r>
      <w:r w:rsidR="008A08E7" w:rsidRPr="0019622E">
        <w:rPr>
          <w:highlight w:val="green"/>
        </w:rPr>
        <w:t>vymaže ze seznamu příloh</w:t>
      </w:r>
      <w:r>
        <w:rPr>
          <w:highlight w:val="green"/>
        </w:rPr>
        <w:t xml:space="preserve"> přílohu „Poddodavatelé“)</w:t>
      </w:r>
      <w:r w:rsidR="008A08E7">
        <w:rPr>
          <w:highlight w:val="green"/>
        </w:rPr>
        <w:t>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5E4F9924" w:rsidR="00D85C5B" w:rsidRPr="00F66C01" w:rsidRDefault="00D85C5B" w:rsidP="00F66C01">
      <w:pPr>
        <w:pStyle w:val="111odst"/>
        <w:ind w:left="680" w:hanging="680"/>
      </w:pPr>
      <w:r w:rsidRPr="00F66C01">
        <w:t xml:space="preserve">za Kupujícího </w:t>
      </w:r>
      <w:r w:rsidR="00975A28" w:rsidRPr="00975A28">
        <w:t>Ing.</w:t>
      </w:r>
      <w:r w:rsidR="00975A28">
        <w:t xml:space="preserve"> </w:t>
      </w:r>
      <w:proofErr w:type="spellStart"/>
      <w:r w:rsidR="00975A28" w:rsidRPr="00975A28">
        <w:t>Lehner</w:t>
      </w:r>
      <w:proofErr w:type="spellEnd"/>
      <w:r w:rsidR="00975A28" w:rsidRPr="00975A28">
        <w:t xml:space="preserve"> Jiří</w:t>
      </w:r>
      <w:r w:rsidR="008A08E7" w:rsidRPr="00975A28">
        <w:t xml:space="preserve">, tel. </w:t>
      </w:r>
      <w:r w:rsidR="00F66C01" w:rsidRPr="00975A28">
        <w:t xml:space="preserve">+420 </w:t>
      </w:r>
      <w:r w:rsidR="00975A28" w:rsidRPr="00975A28">
        <w:t>723 698 723</w:t>
      </w:r>
      <w:r w:rsidR="008A08E7" w:rsidRPr="00975A28">
        <w:t>, email</w:t>
      </w:r>
      <w:r w:rsidR="00F66C01" w:rsidRPr="00975A28">
        <w:t>:</w:t>
      </w:r>
      <w:r w:rsidR="008A08E7" w:rsidRPr="00975A28">
        <w:t xml:space="preserve"> </w:t>
      </w:r>
      <w:r w:rsidR="00975A28" w:rsidRPr="00975A28">
        <w:t>Lehner@spravazeleznic.cz</w:t>
      </w:r>
      <w:r w:rsidRPr="00975A28">
        <w:t>,</w:t>
      </w:r>
    </w:p>
    <w:p w14:paraId="5FEEEEAB" w14:textId="516F3334" w:rsidR="00D85C5B" w:rsidRPr="000C5DA0" w:rsidRDefault="00F66C01" w:rsidP="004471B6">
      <w:pPr>
        <w:pStyle w:val="111odst"/>
      </w:pPr>
      <w:r>
        <w:t xml:space="preserve">  </w:t>
      </w:r>
      <w:r w:rsidR="00D85C5B" w:rsidRPr="004471B6">
        <w:t xml:space="preserve">za Prodávajícího p. </w:t>
      </w:r>
      <w:r w:rsidR="00796A0B" w:rsidRPr="00E21B35">
        <w:rPr>
          <w:rFonts w:ascii="Verdana" w:hAnsi="Verdana"/>
          <w:highlight w:val="green"/>
        </w:rPr>
        <w:t xml:space="preserve">[DOPLNÍ </w:t>
      </w:r>
      <w:r w:rsidR="00796A0B">
        <w:rPr>
          <w:rFonts w:ascii="Verdana" w:hAnsi="Verdana"/>
          <w:highlight w:val="green"/>
        </w:rPr>
        <w:t>PRODÁVAJÍCÍ</w:t>
      </w:r>
      <w:r w:rsidR="00796A0B" w:rsidRPr="00E21B35">
        <w:rPr>
          <w:rFonts w:ascii="Verdana" w:hAnsi="Verdana"/>
          <w:highlight w:val="green"/>
        </w:rPr>
        <w:t>]</w:t>
      </w:r>
      <w:r w:rsidR="00D85C5B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</w:t>
      </w:r>
      <w:r w:rsidRPr="009146AF">
        <w:lastRenderedPageBreak/>
        <w:t xml:space="preserve">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 xml:space="preserve">Prodávající prohlašuje, že není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>“) nebo jím ovládaná osoba vlastní podíl 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 xml:space="preserve">, nejsou obchodní společností, ve které veřejný funkcionář uvedený v </w:t>
      </w:r>
      <w:proofErr w:type="spellStart"/>
      <w:r w:rsidRPr="00483C85">
        <w:t>ust</w:t>
      </w:r>
      <w:proofErr w:type="spellEnd"/>
      <w:r w:rsidRPr="00483C85">
        <w:t>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 xml:space="preserve">on, ani žádný z jeho poddodavatelů, nejsou osobami, na něž se vztahuje zákaz zadání veřejné zakázky ve smyslu § </w:t>
      </w:r>
      <w:proofErr w:type="gramStart"/>
      <w:r w:rsidRPr="003B16F0">
        <w:t>48a</w:t>
      </w:r>
      <w:proofErr w:type="gramEnd"/>
      <w:r w:rsidRPr="003B16F0">
        <w:t xml:space="preserve">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</w:t>
      </w:r>
      <w:r w:rsidRPr="003B16F0">
        <w:lastRenderedPageBreak/>
        <w:t xml:space="preserve">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4216C1">
        <w:t xml:space="preserve">odstavce 9.1 a 9.2 </w:t>
      </w:r>
      <w:r w:rsidR="003330E9" w:rsidRPr="004216C1">
        <w:t xml:space="preserve">této </w:t>
      </w:r>
      <w:r w:rsidRPr="004216C1">
        <w:t xml:space="preserve">Smlouvy také jednotlivě pro všechny osoby v rámci Prodávajícího </w:t>
      </w:r>
      <w:r w:rsidR="00414246" w:rsidRPr="004216C1">
        <w:t>sdružené</w:t>
      </w:r>
      <w:r w:rsidR="00414246">
        <w:t>,</w:t>
      </w:r>
      <w:r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4216C1">
        <w:t xml:space="preserve">výši </w:t>
      </w:r>
      <w:r w:rsidR="00AA52E0" w:rsidRPr="004216C1">
        <w:t>5</w:t>
      </w:r>
      <w:r w:rsidR="001A3602" w:rsidRPr="004216C1">
        <w:t xml:space="preserve"> % procent z</w:t>
      </w:r>
      <w:r w:rsidRPr="004216C1">
        <w:t> </w:t>
      </w:r>
      <w:r w:rsidR="001A3602" w:rsidRPr="004216C1">
        <w:t>kupní</w:t>
      </w:r>
      <w:r w:rsidR="001A3602" w:rsidRPr="00483C85">
        <w:t xml:space="preserve">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proofErr w:type="spellStart"/>
      <w:r>
        <w:rPr>
          <w:rFonts w:eastAsia="Times New Roman"/>
          <w:lang w:eastAsia="cs-CZ"/>
        </w:rPr>
        <w:t>Compliance</w:t>
      </w:r>
      <w:proofErr w:type="spellEnd"/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3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28ADFB6B" w14:textId="1274D04A" w:rsidR="007D0859" w:rsidRPr="00553F79" w:rsidRDefault="007D0859" w:rsidP="004471B6">
      <w:pPr>
        <w:pStyle w:val="11odst"/>
      </w:pPr>
      <w:r>
        <w:t>Prodávající má výše uvedené dokumenty k dispozici na webových stránkách:</w:t>
      </w:r>
      <w:r w:rsidR="00777314" w:rsidRPr="00777314">
        <w:rPr>
          <w:highlight w:val="green"/>
        </w:rPr>
        <w:t xml:space="preserve"> </w:t>
      </w:r>
      <w:r w:rsidR="00777314" w:rsidRPr="00BD4E80">
        <w:rPr>
          <w:highlight w:val="green"/>
        </w:rPr>
        <w:t xml:space="preserve">[doplní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x nemá-li </w:t>
      </w:r>
      <w:r w:rsidR="00764FE1">
        <w:rPr>
          <w:highlight w:val="green"/>
        </w:rPr>
        <w:t>Prodávající</w:t>
      </w:r>
      <w:r w:rsidR="00777314" w:rsidRPr="00BD4E80">
        <w:rPr>
          <w:highlight w:val="green"/>
        </w:rPr>
        <w:t xml:space="preserve"> výše uvedené dokumenty, celý bod</w:t>
      </w:r>
      <w:r w:rsidR="00764FE1">
        <w:rPr>
          <w:highlight w:val="green"/>
        </w:rPr>
        <w:t xml:space="preserve"> 10</w:t>
      </w:r>
      <w:r w:rsidR="00777314" w:rsidRPr="00BD4E80">
        <w:rPr>
          <w:highlight w:val="green"/>
        </w:rPr>
        <w:t>.3 odstraní]</w:t>
      </w:r>
      <w:r w:rsidR="00777314"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 xml:space="preserve">ouvě mají před zněním Obchodních podmínek </w:t>
      </w:r>
      <w:r w:rsidR="00D85C5B" w:rsidRPr="009146AF">
        <w:lastRenderedPageBreak/>
        <w:t>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9146AF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s takovými zvláštními podmínkami.</w:t>
      </w:r>
    </w:p>
    <w:p w14:paraId="1B93A962" w14:textId="24B99360" w:rsidR="00D85C5B" w:rsidRPr="004216C1" w:rsidRDefault="008B1447" w:rsidP="004471B6">
      <w:pPr>
        <w:pStyle w:val="11odst"/>
      </w:pPr>
      <w:r w:rsidRPr="004216C1">
        <w:t>Tato S</w:t>
      </w:r>
      <w:r w:rsidR="00D85C5B" w:rsidRPr="004216C1">
        <w:t xml:space="preserve">mlouva nabývá platnosti okamžikem podpisu poslední ze </w:t>
      </w:r>
      <w:r w:rsidR="00FB5045" w:rsidRPr="004216C1">
        <w:t>Sml</w:t>
      </w:r>
      <w:r w:rsidR="00D85C5B" w:rsidRPr="004216C1">
        <w:t>uvních stran. Je-li Smlouva uveřejňována v registru smluv, nabývá účinnosti dnem uveřejnění v registru smluv, jinak je účinná od okamžiku uzavření.</w:t>
      </w:r>
    </w:p>
    <w:p w14:paraId="51D3CE33" w14:textId="77777777" w:rsidR="00D85C5B" w:rsidRPr="000C5DA0" w:rsidRDefault="00D85C5B" w:rsidP="00A57304">
      <w:pPr>
        <w:pStyle w:val="Plohanadpis"/>
        <w:spacing w:before="120"/>
      </w:pPr>
      <w:r w:rsidRPr="000C5DA0">
        <w:t>Přílohy</w:t>
      </w:r>
    </w:p>
    <w:p w14:paraId="403AECE4" w14:textId="415614AF" w:rsidR="008F2302" w:rsidRDefault="008F2302" w:rsidP="004471B6">
      <w:pPr>
        <w:pStyle w:val="Plohy"/>
        <w:rPr>
          <w:highlight w:val="yellow"/>
        </w:rPr>
      </w:pPr>
      <w:r w:rsidRPr="008F2302">
        <w:t xml:space="preserve">Příloha č. 1: </w:t>
      </w:r>
      <w:r w:rsidRPr="008F2302">
        <w:tab/>
        <w:t>Obchodní podmínky ke Kupní smlouvě</w:t>
      </w:r>
    </w:p>
    <w:p w14:paraId="459A4A7A" w14:textId="3FFD8C7F" w:rsidR="00D85C5B" w:rsidRDefault="00D85C5B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lang w:eastAsia="cs-CZ"/>
        </w:rPr>
        <w:t xml:space="preserve">příloha č. </w:t>
      </w:r>
      <w:r w:rsidR="00013A77" w:rsidRPr="004C260A">
        <w:rPr>
          <w:rFonts w:eastAsia="Times New Roman" w:cs="Times New Roman"/>
          <w:lang w:eastAsia="cs-CZ"/>
        </w:rPr>
        <w:t>2</w:t>
      </w:r>
      <w:r w:rsidRPr="004C260A">
        <w:rPr>
          <w:rFonts w:eastAsia="Times New Roman" w:cs="Times New Roman"/>
          <w:lang w:eastAsia="cs-CZ"/>
        </w:rPr>
        <w:t>:</w:t>
      </w:r>
      <w:r w:rsidRPr="004C260A">
        <w:rPr>
          <w:rFonts w:eastAsia="Times New Roman" w:cs="Times New Roman"/>
          <w:lang w:eastAsia="cs-CZ"/>
        </w:rPr>
        <w:tab/>
      </w:r>
      <w:r w:rsidR="008F2302" w:rsidRPr="004C260A">
        <w:rPr>
          <w:rFonts w:eastAsia="Times New Roman" w:cs="Times New Roman"/>
          <w:lang w:eastAsia="cs-CZ"/>
        </w:rPr>
        <w:t>S</w:t>
      </w:r>
      <w:r w:rsidRPr="004C260A">
        <w:rPr>
          <w:rFonts w:eastAsia="Times New Roman" w:cs="Times New Roman"/>
          <w:lang w:eastAsia="cs-CZ"/>
        </w:rPr>
        <w:t xml:space="preserve">pecifikace předmětu </w:t>
      </w:r>
      <w:r w:rsidR="00875BEE" w:rsidRPr="004C260A">
        <w:rPr>
          <w:rFonts w:eastAsia="Times New Roman" w:cs="Times New Roman"/>
          <w:lang w:eastAsia="cs-CZ"/>
        </w:rPr>
        <w:t>koupě – požadavky</w:t>
      </w:r>
      <w:r w:rsidR="008A08E7" w:rsidRPr="004C260A">
        <w:rPr>
          <w:rFonts w:eastAsia="Times New Roman" w:cs="Times New Roman"/>
          <w:lang w:eastAsia="cs-CZ"/>
        </w:rPr>
        <w:t xml:space="preserve"> </w:t>
      </w:r>
      <w:r w:rsidR="00875BEE" w:rsidRPr="004C260A">
        <w:rPr>
          <w:rFonts w:eastAsia="Times New Roman" w:cs="Times New Roman"/>
          <w:lang w:eastAsia="cs-CZ"/>
        </w:rPr>
        <w:t>K</w:t>
      </w:r>
      <w:r w:rsidR="008A08E7" w:rsidRPr="004C260A">
        <w:rPr>
          <w:rFonts w:eastAsia="Times New Roman" w:cs="Times New Roman"/>
          <w:lang w:eastAsia="cs-CZ"/>
        </w:rPr>
        <w:t>upujícího</w:t>
      </w:r>
    </w:p>
    <w:p w14:paraId="3FA3461E" w14:textId="5EAF5F11" w:rsidR="008A08E7" w:rsidRDefault="008A08E7">
      <w:pPr>
        <w:pStyle w:val="Plohy"/>
        <w:rPr>
          <w:rFonts w:asciiTheme="majorHAnsi" w:hAnsiTheme="majorHAnsi"/>
          <w:noProof/>
        </w:rPr>
      </w:pPr>
      <w:r w:rsidRPr="000D416F">
        <w:rPr>
          <w:rFonts w:eastAsia="Times New Roman" w:cs="Times New Roman"/>
          <w:lang w:eastAsia="cs-CZ"/>
        </w:rPr>
        <w:t>příloha č. 3:</w:t>
      </w:r>
      <w:r w:rsidRPr="000D416F">
        <w:rPr>
          <w:rFonts w:eastAsia="Times New Roman" w:cs="Times New Roman"/>
          <w:lang w:eastAsia="cs-CZ"/>
        </w:rPr>
        <w:tab/>
      </w:r>
      <w:r w:rsidR="009165A7" w:rsidRPr="000D416F">
        <w:rPr>
          <w:rFonts w:eastAsia="Times New Roman" w:cs="Times New Roman"/>
          <w:lang w:eastAsia="cs-CZ"/>
        </w:rPr>
        <w:t>Ceník, s</w:t>
      </w:r>
      <w:r w:rsidRPr="000D416F">
        <w:rPr>
          <w:rFonts w:eastAsia="Times New Roman" w:cs="Times New Roman"/>
          <w:lang w:eastAsia="cs-CZ"/>
        </w:rPr>
        <w:t xml:space="preserve">pecifikace dodávaného předmětu koupě </w:t>
      </w:r>
      <w:r w:rsidRPr="00796A0B">
        <w:rPr>
          <w:rFonts w:asciiTheme="majorHAnsi" w:hAnsiTheme="majorHAnsi"/>
          <w:noProof/>
          <w:highlight w:val="green"/>
        </w:rPr>
        <w:t>[</w:t>
      </w:r>
      <w:r w:rsidRPr="0079254B">
        <w:rPr>
          <w:rFonts w:asciiTheme="majorHAnsi" w:hAnsiTheme="majorHAnsi"/>
          <w:iCs/>
          <w:noProof/>
          <w:highlight w:val="green"/>
        </w:rPr>
        <w:t>DOPLNÍ PRODÁVAJÍCÍ</w:t>
      </w:r>
      <w:r w:rsidRPr="00796A0B">
        <w:rPr>
          <w:rFonts w:asciiTheme="majorHAnsi" w:hAnsiTheme="majorHAnsi"/>
          <w:noProof/>
          <w:highlight w:val="green"/>
        </w:rPr>
        <w:t>]</w:t>
      </w:r>
    </w:p>
    <w:p w14:paraId="6CBDF8A3" w14:textId="4D46E6D7" w:rsidR="00875BEE" w:rsidRPr="000C5DA0" w:rsidRDefault="00875BEE" w:rsidP="004471B6">
      <w:pPr>
        <w:pStyle w:val="Plohy"/>
        <w:rPr>
          <w:rFonts w:eastAsia="Times New Roman" w:cs="Times New Roman"/>
          <w:lang w:eastAsia="cs-CZ"/>
        </w:rPr>
      </w:pPr>
      <w:r w:rsidRPr="004C260A">
        <w:rPr>
          <w:rFonts w:eastAsia="Times New Roman" w:cs="Times New Roman"/>
          <w:highlight w:val="green"/>
          <w:lang w:eastAsia="cs-CZ"/>
        </w:rPr>
        <w:t>příloha č. 4</w:t>
      </w:r>
      <w:r w:rsidR="008A1F85" w:rsidRPr="004C260A">
        <w:rPr>
          <w:rFonts w:eastAsia="Times New Roman" w:cs="Times New Roman"/>
          <w:highlight w:val="green"/>
          <w:lang w:eastAsia="cs-CZ"/>
        </w:rPr>
        <w:t>:</w:t>
      </w:r>
      <w:r w:rsidRPr="004C260A">
        <w:rPr>
          <w:rFonts w:eastAsia="Times New Roman" w:cs="Times New Roman"/>
          <w:highlight w:val="green"/>
          <w:lang w:eastAsia="cs-CZ"/>
        </w:rPr>
        <w:tab/>
      </w:r>
      <w:r w:rsidR="008A1F85" w:rsidRPr="004C260A">
        <w:rPr>
          <w:rFonts w:eastAsia="Times New Roman" w:cs="Times New Roman"/>
          <w:highlight w:val="green"/>
          <w:lang w:eastAsia="cs-CZ"/>
        </w:rPr>
        <w:t>Poddodavatelé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48092715" w14:textId="77777777" w:rsidR="004216C1" w:rsidRDefault="004216C1" w:rsidP="004216C1">
      <w:pPr>
        <w:pStyle w:val="Podpisovoprvnn"/>
        <w:spacing w:before="0"/>
      </w:pPr>
    </w:p>
    <w:p w14:paraId="3AD422FB" w14:textId="77777777" w:rsidR="004216C1" w:rsidRDefault="004216C1" w:rsidP="004216C1">
      <w:pPr>
        <w:pStyle w:val="Podpisovoprvnn"/>
        <w:spacing w:before="0"/>
      </w:pPr>
    </w:p>
    <w:p w14:paraId="24769335" w14:textId="5B611235" w:rsidR="004216C1" w:rsidRDefault="004216C1" w:rsidP="004216C1">
      <w:pPr>
        <w:pStyle w:val="Podpisovoprvnn"/>
        <w:spacing w:before="0"/>
      </w:pPr>
    </w:p>
    <w:p w14:paraId="36045F6F" w14:textId="60CDF98B" w:rsidR="00A57304" w:rsidRDefault="00A57304" w:rsidP="004216C1">
      <w:pPr>
        <w:pStyle w:val="Podpisovoprvnn"/>
        <w:spacing w:before="0"/>
      </w:pPr>
    </w:p>
    <w:p w14:paraId="58EB29A1" w14:textId="77777777" w:rsidR="00A57304" w:rsidRDefault="00A57304" w:rsidP="004216C1">
      <w:pPr>
        <w:pStyle w:val="Podpisovoprvnn"/>
        <w:spacing w:before="0"/>
      </w:pPr>
    </w:p>
    <w:p w14:paraId="1875D70B" w14:textId="7BC779A3" w:rsidR="00A433FA" w:rsidRDefault="00A433FA" w:rsidP="004216C1">
      <w:pPr>
        <w:pStyle w:val="Podpisovoprvnn"/>
        <w:spacing w:before="0"/>
      </w:pPr>
    </w:p>
    <w:p w14:paraId="2E926EB5" w14:textId="77777777" w:rsidR="00A433FA" w:rsidRDefault="00A433FA" w:rsidP="004216C1">
      <w:pPr>
        <w:pStyle w:val="Podpisovoprvnn"/>
        <w:spacing w:before="0"/>
      </w:pPr>
    </w:p>
    <w:p w14:paraId="6536CDA7" w14:textId="774EC8B4" w:rsidR="004216C1" w:rsidRPr="00221465" w:rsidRDefault="004216C1" w:rsidP="004216C1">
      <w:pPr>
        <w:pStyle w:val="Podpisovoprvnn"/>
        <w:spacing w:before="0"/>
      </w:pPr>
      <w:r>
        <w:t>Správa železnic, státní organizace</w:t>
      </w:r>
      <w:r w:rsidRPr="00221465">
        <w:tab/>
      </w:r>
      <w:r w:rsidRPr="00221465">
        <w:tab/>
      </w:r>
      <w:r>
        <w:tab/>
      </w:r>
      <w:r w:rsidRPr="004471B6">
        <w:rPr>
          <w:rStyle w:val="Tun"/>
          <w:rFonts w:eastAsiaTheme="minorHAnsi"/>
          <w:highlight w:val="green"/>
        </w:rPr>
        <w:t>[DOPLNÍ PRODÁVAJÍCÍ]</w:t>
      </w:r>
    </w:p>
    <w:p w14:paraId="7B53F5ED" w14:textId="42ADDF69" w:rsidR="004216C1" w:rsidRPr="00A349F7" w:rsidRDefault="004216C1" w:rsidP="00A433FA">
      <w:pPr>
        <w:widowControl w:val="0"/>
        <w:spacing w:before="0" w:after="0" w:line="276" w:lineRule="auto"/>
        <w:jc w:val="left"/>
        <w:rPr>
          <w:rFonts w:eastAsia="Calibri" w:cs="Times New Roman"/>
          <w:sz w:val="16"/>
          <w:szCs w:val="16"/>
        </w:rPr>
      </w:pPr>
      <w:r w:rsidRPr="009C3D2F">
        <w:rPr>
          <w:noProof/>
        </w:rPr>
        <w:t>Ing. Libor Tkáč, MBA</w:t>
      </w:r>
      <w:r w:rsidRPr="004471B6">
        <w:rPr>
          <w:rStyle w:val="Tun"/>
          <w:rFonts w:eastAsiaTheme="minorHAnsi"/>
        </w:rPr>
        <w:t xml:space="preserve"> </w:t>
      </w:r>
      <w:proofErr w:type="gramStart"/>
      <w:r w:rsidRPr="004471B6">
        <w:rPr>
          <w:rStyle w:val="Tun"/>
          <w:rFonts w:eastAsiaTheme="minorHAnsi"/>
        </w:rPr>
        <w:tab/>
        <w:t xml:space="preserve">  </w:t>
      </w:r>
      <w:r w:rsidRPr="004471B6">
        <w:rPr>
          <w:rStyle w:val="Tun"/>
          <w:rFonts w:eastAsiaTheme="minorHAnsi"/>
        </w:rPr>
        <w:tab/>
      </w:r>
      <w:proofErr w:type="gramEnd"/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tab/>
      </w:r>
      <w:r w:rsidRPr="004471B6">
        <w:rPr>
          <w:rStyle w:val="Tun"/>
          <w:rFonts w:eastAsiaTheme="minorHAnsi"/>
        </w:rPr>
        <w:br/>
      </w:r>
      <w:r>
        <w:rPr>
          <w:noProof/>
        </w:rPr>
        <w:t>ředitel Oblastního ředitelství Brno</w:t>
      </w:r>
    </w:p>
    <w:p w14:paraId="1942CC3A" w14:textId="227AD507" w:rsidR="00A349F7" w:rsidRPr="00A349F7" w:rsidRDefault="00A349F7" w:rsidP="0079254B">
      <w:pPr>
        <w:suppressAutoHyphens/>
        <w:spacing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953C927" w16cex:dateUtc="2024-01-25T09:0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278B2" w14:textId="77777777" w:rsidR="008D6B46" w:rsidRDefault="008D6B46" w:rsidP="00962258">
      <w:pPr>
        <w:spacing w:after="0" w:line="240" w:lineRule="auto"/>
      </w:pPr>
      <w:r>
        <w:separator/>
      </w:r>
    </w:p>
  </w:endnote>
  <w:endnote w:type="continuationSeparator" w:id="0">
    <w:p w14:paraId="22D64688" w14:textId="77777777" w:rsidR="008D6B46" w:rsidRDefault="008D6B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67D63" w14:textId="77777777" w:rsidR="008D6B46" w:rsidRDefault="008D6B46" w:rsidP="00962258">
      <w:pPr>
        <w:spacing w:after="0" w:line="240" w:lineRule="auto"/>
      </w:pPr>
      <w:r>
        <w:separator/>
      </w:r>
    </w:p>
  </w:footnote>
  <w:footnote w:type="continuationSeparator" w:id="0">
    <w:p w14:paraId="7C90B213" w14:textId="77777777" w:rsidR="008D6B46" w:rsidRDefault="008D6B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5"/>
  </w:num>
  <w:num w:numId="12">
    <w:abstractNumId w:val="1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5284"/>
    <w:rsid w:val="00072C1E"/>
    <w:rsid w:val="00082998"/>
    <w:rsid w:val="00092B31"/>
    <w:rsid w:val="000C5DA0"/>
    <w:rsid w:val="000D1379"/>
    <w:rsid w:val="000D416F"/>
    <w:rsid w:val="000D4601"/>
    <w:rsid w:val="000E23A7"/>
    <w:rsid w:val="000E4F4B"/>
    <w:rsid w:val="000F674A"/>
    <w:rsid w:val="000F730F"/>
    <w:rsid w:val="0010693F"/>
    <w:rsid w:val="00111360"/>
    <w:rsid w:val="00114472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D0203"/>
    <w:rsid w:val="001E62F8"/>
    <w:rsid w:val="00200188"/>
    <w:rsid w:val="00203507"/>
    <w:rsid w:val="00203BA9"/>
    <w:rsid w:val="00207DF5"/>
    <w:rsid w:val="0023570E"/>
    <w:rsid w:val="00280E07"/>
    <w:rsid w:val="00287059"/>
    <w:rsid w:val="002A5E9C"/>
    <w:rsid w:val="002A77EB"/>
    <w:rsid w:val="002B20CA"/>
    <w:rsid w:val="002B378D"/>
    <w:rsid w:val="002B616B"/>
    <w:rsid w:val="002C31BF"/>
    <w:rsid w:val="002C400D"/>
    <w:rsid w:val="002D08B1"/>
    <w:rsid w:val="002D5061"/>
    <w:rsid w:val="002E0CD7"/>
    <w:rsid w:val="00306A57"/>
    <w:rsid w:val="00310A46"/>
    <w:rsid w:val="003119BE"/>
    <w:rsid w:val="00317167"/>
    <w:rsid w:val="00322681"/>
    <w:rsid w:val="00323753"/>
    <w:rsid w:val="003330E9"/>
    <w:rsid w:val="00341DCF"/>
    <w:rsid w:val="00346E96"/>
    <w:rsid w:val="00357BC6"/>
    <w:rsid w:val="00385A72"/>
    <w:rsid w:val="003956C6"/>
    <w:rsid w:val="003A63EE"/>
    <w:rsid w:val="003A7A56"/>
    <w:rsid w:val="003B16F0"/>
    <w:rsid w:val="003B39EC"/>
    <w:rsid w:val="003D06BE"/>
    <w:rsid w:val="00414246"/>
    <w:rsid w:val="0041746F"/>
    <w:rsid w:val="004216C1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260A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3680E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602DCB"/>
    <w:rsid w:val="0061068E"/>
    <w:rsid w:val="0062043F"/>
    <w:rsid w:val="0062321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1339"/>
    <w:rsid w:val="006D229F"/>
    <w:rsid w:val="006D64DA"/>
    <w:rsid w:val="006D7AFE"/>
    <w:rsid w:val="006E0578"/>
    <w:rsid w:val="006E314D"/>
    <w:rsid w:val="006F3C20"/>
    <w:rsid w:val="007061F8"/>
    <w:rsid w:val="00710723"/>
    <w:rsid w:val="00715E72"/>
    <w:rsid w:val="00723ED1"/>
    <w:rsid w:val="00730859"/>
    <w:rsid w:val="00743525"/>
    <w:rsid w:val="00743BEC"/>
    <w:rsid w:val="0074484D"/>
    <w:rsid w:val="00745241"/>
    <w:rsid w:val="00753BF6"/>
    <w:rsid w:val="007576A4"/>
    <w:rsid w:val="0076286B"/>
    <w:rsid w:val="00764FE1"/>
    <w:rsid w:val="00766846"/>
    <w:rsid w:val="0077261C"/>
    <w:rsid w:val="0077673A"/>
    <w:rsid w:val="00777314"/>
    <w:rsid w:val="007846E1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37B0"/>
    <w:rsid w:val="007E165D"/>
    <w:rsid w:val="007E4A6E"/>
    <w:rsid w:val="007F56A7"/>
    <w:rsid w:val="007F5EC4"/>
    <w:rsid w:val="00807DD0"/>
    <w:rsid w:val="00822FEF"/>
    <w:rsid w:val="00823FBB"/>
    <w:rsid w:val="008659F3"/>
    <w:rsid w:val="00875BEE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4780"/>
    <w:rsid w:val="009146AF"/>
    <w:rsid w:val="009165A7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78B7"/>
    <w:rsid w:val="00975A28"/>
    <w:rsid w:val="009768EC"/>
    <w:rsid w:val="009833E1"/>
    <w:rsid w:val="00986E0C"/>
    <w:rsid w:val="009900CE"/>
    <w:rsid w:val="00992D9C"/>
    <w:rsid w:val="00996CB8"/>
    <w:rsid w:val="009B14A9"/>
    <w:rsid w:val="009B2E97"/>
    <w:rsid w:val="009D5BC0"/>
    <w:rsid w:val="009E07F4"/>
    <w:rsid w:val="009F392E"/>
    <w:rsid w:val="00A11D8C"/>
    <w:rsid w:val="00A12346"/>
    <w:rsid w:val="00A24EC2"/>
    <w:rsid w:val="00A33BB9"/>
    <w:rsid w:val="00A349F7"/>
    <w:rsid w:val="00A35B29"/>
    <w:rsid w:val="00A433FA"/>
    <w:rsid w:val="00A453A2"/>
    <w:rsid w:val="00A55CEB"/>
    <w:rsid w:val="00A57304"/>
    <w:rsid w:val="00A606A7"/>
    <w:rsid w:val="00A6177B"/>
    <w:rsid w:val="00A66136"/>
    <w:rsid w:val="00A66AEB"/>
    <w:rsid w:val="00A87725"/>
    <w:rsid w:val="00A91C7A"/>
    <w:rsid w:val="00A96888"/>
    <w:rsid w:val="00AA4CBB"/>
    <w:rsid w:val="00AA52E0"/>
    <w:rsid w:val="00AA65FA"/>
    <w:rsid w:val="00AA7351"/>
    <w:rsid w:val="00AD056F"/>
    <w:rsid w:val="00AD4C06"/>
    <w:rsid w:val="00AD6731"/>
    <w:rsid w:val="00B03CF9"/>
    <w:rsid w:val="00B157C6"/>
    <w:rsid w:val="00B15D0D"/>
    <w:rsid w:val="00B169D7"/>
    <w:rsid w:val="00B25AED"/>
    <w:rsid w:val="00B516A8"/>
    <w:rsid w:val="00B56FC3"/>
    <w:rsid w:val="00B75EE1"/>
    <w:rsid w:val="00B77481"/>
    <w:rsid w:val="00B8518B"/>
    <w:rsid w:val="00BA0126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B59E2"/>
    <w:rsid w:val="00DC41AD"/>
    <w:rsid w:val="00DC75F3"/>
    <w:rsid w:val="00DD46F3"/>
    <w:rsid w:val="00DE56F2"/>
    <w:rsid w:val="00DF116D"/>
    <w:rsid w:val="00E14E64"/>
    <w:rsid w:val="00E17FE7"/>
    <w:rsid w:val="00E2457B"/>
    <w:rsid w:val="00E63C2D"/>
    <w:rsid w:val="00E7068E"/>
    <w:rsid w:val="00E967DA"/>
    <w:rsid w:val="00EA1DA7"/>
    <w:rsid w:val="00EB104F"/>
    <w:rsid w:val="00ED14BD"/>
    <w:rsid w:val="00EF3B0B"/>
    <w:rsid w:val="00F01081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66C01"/>
    <w:rsid w:val="00F86BA6"/>
    <w:rsid w:val="00FB5045"/>
    <w:rsid w:val="00FC6389"/>
    <w:rsid w:val="00FD0583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Textbezodsazen">
    <w:name w:val="_Text_bez_odsazení"/>
    <w:basedOn w:val="Normln"/>
    <w:link w:val="TextbezodsazenChar"/>
    <w:qFormat/>
    <w:rsid w:val="006D64DA"/>
    <w:pPr>
      <w:spacing w:before="0"/>
    </w:pPr>
  </w:style>
  <w:style w:type="character" w:customStyle="1" w:styleId="TextbezodsazenChar">
    <w:name w:val="_Text_bez_odsazení Char"/>
    <w:basedOn w:val="Standardnpsmoodstavce"/>
    <w:link w:val="Textbezodsazen"/>
    <w:rsid w:val="006D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bno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34B1CDC-3239-4110-9CCB-E95F893E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2068</Words>
  <Characters>12208</Characters>
  <Application>Microsoft Office Word</Application>
  <DocSecurity>0</DocSecurity>
  <Lines>101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Petříček Roman, Ing.</cp:lastModifiedBy>
  <cp:revision>72</cp:revision>
  <cp:lastPrinted>2017-11-28T17:18:00Z</cp:lastPrinted>
  <dcterms:created xsi:type="dcterms:W3CDTF">2022-05-03T10:42:00Z</dcterms:created>
  <dcterms:modified xsi:type="dcterms:W3CDTF">2024-05-22T21:10:00Z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