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90B10D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D578E">
        <w:rPr>
          <w:b/>
          <w:color w:val="FF5200" w:themeColor="accent2"/>
          <w:sz w:val="36"/>
          <w:szCs w:val="36"/>
        </w:rPr>
        <w:t>„</w:t>
      </w:r>
      <w:r w:rsidR="00CD578E" w:rsidRPr="00CD578E">
        <w:rPr>
          <w:b/>
          <w:color w:val="FF5200" w:themeColor="accent2"/>
          <w:sz w:val="36"/>
          <w:szCs w:val="36"/>
        </w:rPr>
        <w:t>Oprava soustavy DOK v oblasti OŘ Praha</w:t>
      </w:r>
      <w:r w:rsidR="0031280B" w:rsidRPr="00CD578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A36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03A4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25118/2024-SŽ-GŘ-O8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6839AAF" w14:textId="7CDFB352" w:rsidR="00A86A7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1663840" w:history="1">
            <w:r w:rsidR="00A86A72" w:rsidRPr="00631522">
              <w:rPr>
                <w:rStyle w:val="Hypertextovodkaz"/>
                <w:noProof/>
              </w:rPr>
              <w:t>Kapitola 1.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Základní údaje k nabídce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_Toc161663840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2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51D1E6D7" w14:textId="5C7921FF" w:rsidR="00A86A72" w:rsidRDefault="0011286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1" w:history="1">
            <w:r w:rsidR="00A86A72" w:rsidRPr="00631522">
              <w:rPr>
                <w:rStyle w:val="Hypertextovodkaz"/>
                <w:noProof/>
              </w:rPr>
              <w:t>Kapitola 2.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Soupis prací (Ceník)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_Toc161663841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3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C91B9F1" w14:textId="38CE8FA1" w:rsidR="00A86A72" w:rsidRDefault="0011286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2" w:history="1">
            <w:r w:rsidR="00A86A72" w:rsidRPr="00631522">
              <w:rPr>
                <w:rStyle w:val="Hypertextovodkaz"/>
                <w:noProof/>
              </w:rPr>
              <w:t>Kapitola 3.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o splnění základní způsobilosti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_Toc161663842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4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D974BB5" w14:textId="4084F441" w:rsidR="00A86A72" w:rsidRDefault="0011286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3" w:history="1">
            <w:r w:rsidR="00A86A72" w:rsidRPr="00631522">
              <w:rPr>
                <w:rStyle w:val="Hypertextovodkaz"/>
                <w:noProof/>
              </w:rPr>
              <w:t>Kapitola 4.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účastníka o střetu zájmů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_Toc161663843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5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30405405" w14:textId="2AAED285" w:rsidR="00A86A72" w:rsidRDefault="0011286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4" w:history="1">
            <w:r w:rsidR="00A86A72" w:rsidRPr="00631522">
              <w:rPr>
                <w:rStyle w:val="Hypertextovodkaz"/>
                <w:noProof/>
              </w:rPr>
              <w:t>Kapitola 5.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účastníka k neuzavření zakázaných dohod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_Toc161663844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6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2EE401A2" w14:textId="12D37E6B" w:rsidR="00A86A72" w:rsidRDefault="0011286B" w:rsidP="00A86A72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5" w:history="1">
            <w:r w:rsidR="00A86A72" w:rsidRPr="00631522">
              <w:rPr>
                <w:rStyle w:val="Hypertextovodkaz"/>
                <w:rFonts w:eastAsia="Times New Roman"/>
                <w:noProof/>
              </w:rPr>
              <w:t>Kapitola 6.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</w:t>
            </w:r>
            <w:r w:rsidR="00A86A72" w:rsidRPr="0063152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_Toc161663845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7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7C1F7811" w14:textId="26E81D9C" w:rsidR="00A86A72" w:rsidRDefault="0011286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6" w:history="1">
            <w:r w:rsidR="00A86A72" w:rsidRPr="00631522">
              <w:rPr>
                <w:rStyle w:val="Hypertextovodkaz"/>
                <w:noProof/>
              </w:rPr>
              <w:t>Kapitola 7.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Čestné prohlášení o splnění technické kvalifikace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_Toc161663846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8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5E4E2AAC" w14:textId="60BBF63B" w:rsidR="00A86A72" w:rsidRDefault="0011286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1663847" w:history="1">
            <w:r w:rsidR="00A86A72" w:rsidRPr="00631522">
              <w:rPr>
                <w:rStyle w:val="Hypertextovodkaz"/>
                <w:noProof/>
              </w:rPr>
              <w:t>Kapitola 8.</w:t>
            </w:r>
            <w:r w:rsidR="00A86A7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86A72" w:rsidRPr="00631522">
              <w:rPr>
                <w:rStyle w:val="Hypertextovodkaz"/>
                <w:noProof/>
              </w:rPr>
              <w:t>Seznam osob</w:t>
            </w:r>
            <w:r w:rsidR="00A86A72">
              <w:rPr>
                <w:noProof/>
                <w:webHidden/>
              </w:rPr>
              <w:tab/>
            </w:r>
            <w:r w:rsidR="00A86A72">
              <w:rPr>
                <w:noProof/>
                <w:webHidden/>
              </w:rPr>
              <w:fldChar w:fldCharType="begin"/>
            </w:r>
            <w:r w:rsidR="00A86A72">
              <w:rPr>
                <w:noProof/>
                <w:webHidden/>
              </w:rPr>
              <w:instrText xml:space="preserve"> PAGEREF _Toc161663847 \h </w:instrText>
            </w:r>
            <w:r w:rsidR="00A86A72">
              <w:rPr>
                <w:noProof/>
                <w:webHidden/>
              </w:rPr>
            </w:r>
            <w:r w:rsidR="00A86A72">
              <w:rPr>
                <w:noProof/>
                <w:webHidden/>
              </w:rPr>
              <w:fldChar w:fldCharType="separate"/>
            </w:r>
            <w:r w:rsidR="00C54020">
              <w:rPr>
                <w:noProof/>
                <w:webHidden/>
              </w:rPr>
              <w:t>9</w:t>
            </w:r>
            <w:r w:rsidR="00A86A72">
              <w:rPr>
                <w:noProof/>
                <w:webHidden/>
              </w:rPr>
              <w:fldChar w:fldCharType="end"/>
            </w:r>
          </w:hyperlink>
        </w:p>
        <w:p w14:paraId="218BAFDF" w14:textId="77C7E41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1663840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E1A5CC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D49FE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5214C7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1286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1286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5214C7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5888139E" w:rsidR="00B66A3E" w:rsidRDefault="00AD49FE" w:rsidP="00471B29">
      <w:pPr>
        <w:pStyle w:val="Nadpis2"/>
      </w:pPr>
      <w:bookmarkStart w:id="2" w:name="_Toc161663841"/>
      <w:r>
        <w:lastRenderedPageBreak/>
        <w:t>Soupis prací (Ceník)</w:t>
      </w:r>
      <w:bookmarkEnd w:id="2"/>
    </w:p>
    <w:p w14:paraId="3E5E9B0F" w14:textId="432A6D74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AD49F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AD49FE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AD49FE">
        <w:rPr>
          <w:rStyle w:val="Siln"/>
          <w:b w:val="0"/>
          <w:bCs w:val="0"/>
          <w:i/>
          <w:iCs/>
        </w:rPr>
        <w:t>Závazného vzoru smlouvy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5214C7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1663842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166384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1663844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166384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61663846"/>
      <w:r w:rsidRPr="00E85D44">
        <w:t>Čestné prohlášení o splnění technické kvalifikace</w:t>
      </w:r>
      <w:bookmarkEnd w:id="7"/>
    </w:p>
    <w:p w14:paraId="71002640" w14:textId="7A7DC69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875E99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875E99">
        <w:rPr>
          <w:lang w:eastAsia="cs-CZ"/>
        </w:rPr>
        <w:t>5</w:t>
      </w:r>
      <w:r w:rsidR="00E85D44">
        <w:rPr>
          <w:lang w:eastAsia="cs-CZ"/>
        </w:rPr>
        <w:t xml:space="preserve"> </w:t>
      </w:r>
      <w:r w:rsidR="00875E99">
        <w:rPr>
          <w:lang w:eastAsia="cs-CZ"/>
        </w:rPr>
        <w:t>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875E99">
        <w:rPr>
          <w:lang w:eastAsia="cs-CZ"/>
        </w:rPr>
        <w:t>stavební práce</w:t>
      </w:r>
      <w:r w:rsidR="00E85D44">
        <w:rPr>
          <w:lang w:eastAsia="cs-CZ"/>
        </w:rPr>
        <w:t xml:space="preserve"> definovan</w:t>
      </w:r>
      <w:r w:rsidR="00875E99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875E99">
        <w:rPr>
          <w:lang w:eastAsia="cs-CZ"/>
        </w:rPr>
        <w:t>9.5.</w:t>
      </w:r>
      <w:r w:rsidR="00203A4C">
        <w:rPr>
          <w:lang w:eastAsia="cs-CZ"/>
        </w:rPr>
        <w:t xml:space="preserve">1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</w:t>
      </w:r>
      <w:r w:rsidR="00203A4C">
        <w:rPr>
          <w:lang w:eastAsia="cs-CZ"/>
        </w:rPr>
        <w:t>.</w:t>
      </w:r>
      <w:r w:rsidR="00E85D44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03EEBD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875E99">
              <w:rPr>
                <w:rStyle w:val="Siln"/>
              </w:rPr>
              <w:t>stavebních prací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F1FAC6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</w:t>
            </w:r>
            <w:r w:rsidR="002257FB">
              <w:rPr>
                <w:rFonts w:eastAsia="Times New Roman" w:cs="Times New Roman"/>
                <w:spacing w:val="-6"/>
                <w:lang w:eastAsia="cs-CZ"/>
              </w:rPr>
              <w:t>ých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 w:rsidR="002257FB">
              <w:rPr>
                <w:rFonts w:eastAsia="Times New Roman" w:cs="Times New Roman"/>
                <w:spacing w:val="-6"/>
                <w:lang w:eastAsia="cs-CZ"/>
              </w:rPr>
              <w:t>stavebních prací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606A53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</w:t>
            </w:r>
            <w:r w:rsidR="00875E99">
              <w:rPr>
                <w:rStyle w:val="Siln"/>
              </w:rPr>
              <w:t>ých</w:t>
            </w:r>
            <w:r w:rsidRPr="00471B29">
              <w:rPr>
                <w:rStyle w:val="Siln"/>
              </w:rPr>
              <w:t xml:space="preserve"> </w:t>
            </w:r>
            <w:r w:rsidR="00875E99">
              <w:rPr>
                <w:rStyle w:val="Siln"/>
              </w:rPr>
              <w:t>stavebních prací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A575525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875E99">
              <w:rPr>
                <w:rStyle w:val="Siln"/>
              </w:rPr>
              <w:t>stavebních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2E563E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2E563E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0F0EDE2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875E99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8" w:name="_Toc58876012"/>
      <w:bookmarkStart w:id="9" w:name="_Toc161663847"/>
      <w:r>
        <w:t>Seznam osob</w:t>
      </w:r>
      <w:bookmarkEnd w:id="8"/>
      <w:bookmarkEnd w:id="9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40"/>
      </w:tblGrid>
      <w:tr w:rsidR="00F44645" w:rsidRPr="002257FB" w14:paraId="23E1AAD0" w14:textId="77777777" w:rsidTr="004A3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475F" w14:textId="77777777" w:rsidR="00F44645" w:rsidRPr="002257FB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AA0D" w14:textId="77777777" w:rsidR="00F44645" w:rsidRPr="002257FB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2257FB" w14:paraId="5D07A0DB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AB3B" w14:textId="270C2283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stavbyvedoucí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BCB8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2257FB" w14:paraId="030DEE8B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C60" w14:textId="53B92CD0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 w:rsidR="004A366C">
              <w:rPr>
                <w:rFonts w:eastAsia="Times New Roman" w:cs="Times New Roman"/>
                <w:lang w:eastAsia="cs-CZ"/>
              </w:rPr>
              <w:t xml:space="preserve"> - 1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380B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4A366C" w:rsidRPr="002257FB" w14:paraId="00A264DE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C114" w14:textId="01F9193C" w:rsidR="004A366C" w:rsidRPr="002257FB" w:rsidRDefault="004A366C" w:rsidP="004A366C">
            <w:pPr>
              <w:rPr>
                <w:rFonts w:eastAsia="Times New Roman" w:cs="Times New Roman"/>
                <w:lang w:eastAsia="cs-CZ"/>
              </w:rPr>
            </w:pPr>
            <w:r w:rsidRPr="00791363">
              <w:rPr>
                <w:rFonts w:eastAsia="Times New Roman" w:cs="Times New Roman"/>
                <w:lang w:eastAsia="cs-CZ"/>
              </w:rPr>
              <w:t>specialista (vedoucí prací) na sdělovací zařízení</w:t>
            </w:r>
            <w:r>
              <w:rPr>
                <w:rFonts w:eastAsia="Times New Roman" w:cs="Times New Roman"/>
                <w:lang w:eastAsia="cs-CZ"/>
              </w:rPr>
              <w:t xml:space="preserve"> - 2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E20" w14:textId="77777777" w:rsidR="004A366C" w:rsidRPr="002257FB" w:rsidRDefault="004A366C" w:rsidP="004A3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F73A" w14:textId="317360CC" w:rsidR="00F44645" w:rsidRPr="002257FB" w:rsidRDefault="002257FB" w:rsidP="00A327CB">
            <w:pPr>
              <w:rPr>
                <w:rFonts w:eastAsia="Times New Roman" w:cs="Times New Roman"/>
                <w:lang w:eastAsia="cs-CZ"/>
              </w:rPr>
            </w:pPr>
            <w:r w:rsidRPr="002257FB">
              <w:rPr>
                <w:rFonts w:eastAsia="Times New Roman" w:cs="Times New Roman"/>
                <w:lang w:eastAsia="cs-CZ"/>
              </w:rPr>
              <w:t>úředně oprávněný zeměměřický inženýr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6C6" w14:textId="77777777" w:rsidR="00F44645" w:rsidRPr="002257F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  <w:tcBorders>
              <w:top w:val="single" w:sz="4" w:space="0" w:color="auto"/>
            </w:tcBorders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2257FB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2257FB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2257FB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4A3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2257FB" w:rsidRDefault="00F44645" w:rsidP="00471B29">
      <w:pPr>
        <w:rPr>
          <w:lang w:eastAsia="cs-CZ"/>
        </w:rPr>
      </w:pPr>
      <w:r w:rsidRPr="002257FB">
        <w:rPr>
          <w:lang w:eastAsia="cs-CZ"/>
        </w:rPr>
        <w:t>Přílohy:</w:t>
      </w:r>
    </w:p>
    <w:p w14:paraId="23E77F5D" w14:textId="7A55D754" w:rsidR="00F44645" w:rsidRDefault="002257FB" w:rsidP="00471B29">
      <w:pPr>
        <w:rPr>
          <w:lang w:eastAsia="cs-CZ"/>
        </w:rPr>
      </w:pPr>
      <w:r w:rsidRPr="002257FB">
        <w:rPr>
          <w:lang w:eastAsia="cs-CZ"/>
        </w:rPr>
        <w:t>Doklady o autorizaci, osvědčení, zkouškách</w:t>
      </w:r>
    </w:p>
    <w:p w14:paraId="07F2C68D" w14:textId="603C4375" w:rsidR="00531A33" w:rsidRDefault="00531A33" w:rsidP="00471B29">
      <w:pPr>
        <w:rPr>
          <w:lang w:eastAsia="cs-CZ"/>
        </w:rPr>
      </w:pPr>
      <w:r>
        <w:rPr>
          <w:lang w:eastAsia="cs-CZ"/>
        </w:rPr>
        <w:t>Životopisy členů realizačního týmu</w:t>
      </w:r>
    </w:p>
    <w:p w14:paraId="006A17A1" w14:textId="77777777" w:rsidR="002257FB" w:rsidRDefault="002257FB" w:rsidP="00471B29">
      <w:pPr>
        <w:rPr>
          <w:lang w:eastAsia="cs-CZ"/>
        </w:rPr>
      </w:pPr>
    </w:p>
    <w:p w14:paraId="3C797EEF" w14:textId="77777777" w:rsidR="002257FB" w:rsidRDefault="002257FB" w:rsidP="00471B29">
      <w:pPr>
        <w:rPr>
          <w:lang w:eastAsia="cs-CZ"/>
        </w:rPr>
      </w:pPr>
    </w:p>
    <w:p w14:paraId="61A6F4FD" w14:textId="77777777" w:rsidR="002257FB" w:rsidRDefault="002257FB" w:rsidP="00471B29">
      <w:pPr>
        <w:rPr>
          <w:lang w:eastAsia="cs-CZ"/>
        </w:rPr>
      </w:pPr>
    </w:p>
    <w:p w14:paraId="01AEAC71" w14:textId="77777777" w:rsidR="002257FB" w:rsidRDefault="002257FB" w:rsidP="00471B29">
      <w:pPr>
        <w:rPr>
          <w:lang w:eastAsia="cs-CZ"/>
        </w:rPr>
      </w:pPr>
    </w:p>
    <w:p w14:paraId="65E58F65" w14:textId="77777777" w:rsidR="002257FB" w:rsidRDefault="002257FB" w:rsidP="00471B29">
      <w:pPr>
        <w:rPr>
          <w:lang w:eastAsia="cs-CZ"/>
        </w:rPr>
      </w:pPr>
    </w:p>
    <w:p w14:paraId="4A6F8FF7" w14:textId="77777777" w:rsidR="002257FB" w:rsidRPr="002257FB" w:rsidRDefault="002257FB" w:rsidP="00471B29">
      <w:pPr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5214C7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009E4B7" w16cex:dateUtc="2024-05-08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030390D" w16cid:durableId="0E9AD3C1"/>
  <w16cid:commentId w16cid:paraId="729D3129" w16cid:durableId="6009E4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041AD" w14:textId="77777777" w:rsidR="008A5AF5" w:rsidRDefault="008A5AF5" w:rsidP="00962258">
      <w:pPr>
        <w:spacing w:after="0" w:line="240" w:lineRule="auto"/>
      </w:pPr>
      <w:r>
        <w:separator/>
      </w:r>
    </w:p>
  </w:endnote>
  <w:endnote w:type="continuationSeparator" w:id="0">
    <w:p w14:paraId="70DF3717" w14:textId="77777777" w:rsidR="008A5AF5" w:rsidRDefault="008A5A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40044C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86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86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A5A588A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8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86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AA2A21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286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286B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D94ED" w14:textId="77777777" w:rsidR="008A5AF5" w:rsidRDefault="008A5AF5" w:rsidP="00962258">
      <w:pPr>
        <w:spacing w:after="0" w:line="240" w:lineRule="auto"/>
      </w:pPr>
      <w:r>
        <w:separator/>
      </w:r>
    </w:p>
  </w:footnote>
  <w:footnote w:type="continuationSeparator" w:id="0">
    <w:p w14:paraId="223033C2" w14:textId="77777777" w:rsidR="008A5AF5" w:rsidRDefault="008A5AF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286B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58D1"/>
    <w:rsid w:val="001E0266"/>
    <w:rsid w:val="001F49FF"/>
    <w:rsid w:val="002038F3"/>
    <w:rsid w:val="00203A4C"/>
    <w:rsid w:val="002072A0"/>
    <w:rsid w:val="00207DF5"/>
    <w:rsid w:val="002126E7"/>
    <w:rsid w:val="002243A8"/>
    <w:rsid w:val="00225620"/>
    <w:rsid w:val="002257FB"/>
    <w:rsid w:val="002305E9"/>
    <w:rsid w:val="0023070F"/>
    <w:rsid w:val="0027438E"/>
    <w:rsid w:val="00280E07"/>
    <w:rsid w:val="00293E5A"/>
    <w:rsid w:val="002C31BF"/>
    <w:rsid w:val="002D08B1"/>
    <w:rsid w:val="002E0CD7"/>
    <w:rsid w:val="002E563E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366C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14C7"/>
    <w:rsid w:val="00523EA7"/>
    <w:rsid w:val="00531A33"/>
    <w:rsid w:val="0054419E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75E99"/>
    <w:rsid w:val="00882189"/>
    <w:rsid w:val="00886D4B"/>
    <w:rsid w:val="00895406"/>
    <w:rsid w:val="008A3568"/>
    <w:rsid w:val="008A5AF5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1FED"/>
    <w:rsid w:val="009D3107"/>
    <w:rsid w:val="009D3ECD"/>
    <w:rsid w:val="009E07F4"/>
    <w:rsid w:val="009F392E"/>
    <w:rsid w:val="00A02A21"/>
    <w:rsid w:val="00A05455"/>
    <w:rsid w:val="00A07EA0"/>
    <w:rsid w:val="00A134A1"/>
    <w:rsid w:val="00A23E99"/>
    <w:rsid w:val="00A327CB"/>
    <w:rsid w:val="00A45235"/>
    <w:rsid w:val="00A57245"/>
    <w:rsid w:val="00A6177B"/>
    <w:rsid w:val="00A63D48"/>
    <w:rsid w:val="00A66136"/>
    <w:rsid w:val="00A86A72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49FE"/>
    <w:rsid w:val="00AD6731"/>
    <w:rsid w:val="00B12E6F"/>
    <w:rsid w:val="00B15D0D"/>
    <w:rsid w:val="00B3599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4020"/>
    <w:rsid w:val="00C61678"/>
    <w:rsid w:val="00C636FB"/>
    <w:rsid w:val="00C6546B"/>
    <w:rsid w:val="00C87B78"/>
    <w:rsid w:val="00CD1FC4"/>
    <w:rsid w:val="00CD578E"/>
    <w:rsid w:val="00CF53B5"/>
    <w:rsid w:val="00D21061"/>
    <w:rsid w:val="00D247B3"/>
    <w:rsid w:val="00D4108E"/>
    <w:rsid w:val="00D6163D"/>
    <w:rsid w:val="00D73D46"/>
    <w:rsid w:val="00D831A3"/>
    <w:rsid w:val="00DC73E1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485F"/>
    <w:rsid w:val="00F26B94"/>
    <w:rsid w:val="00F310F8"/>
    <w:rsid w:val="00F35939"/>
    <w:rsid w:val="00F44645"/>
    <w:rsid w:val="00F45607"/>
    <w:rsid w:val="00F45664"/>
    <w:rsid w:val="00F4790C"/>
    <w:rsid w:val="00F5558F"/>
    <w:rsid w:val="00F650E6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95AB0A-21CB-4B93-B0D7-43F1AB98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1358</Words>
  <Characters>8017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3</cp:revision>
  <cp:lastPrinted>2024-04-12T12:04:00Z</cp:lastPrinted>
  <dcterms:created xsi:type="dcterms:W3CDTF">2024-05-13T06:34:00Z</dcterms:created>
  <dcterms:modified xsi:type="dcterms:W3CDTF">2024-05-13T06:52:00Z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