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3479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7"/>
        <w:gridCol w:w="3723"/>
        <w:gridCol w:w="2514"/>
        <w:gridCol w:w="2270"/>
        <w:gridCol w:w="2915"/>
      </w:tblGrid>
      <w:tr w:rsidR="004539B8" w:rsidRPr="005E6463" w14:paraId="63A73E48" w14:textId="77777777" w:rsidTr="005E6463">
        <w:trPr>
          <w:trHeight w:val="315"/>
        </w:trPr>
        <w:tc>
          <w:tcPr>
            <w:tcW w:w="134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23088" w14:textId="1D1D3865" w:rsidR="004539B8" w:rsidRPr="005E6463" w:rsidRDefault="004539B8" w:rsidP="004539B8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5E6463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Příloha č. 4 Rámcové dohody</w:t>
            </w:r>
            <w:bookmarkStart w:id="0" w:name="_GoBack"/>
            <w:bookmarkEnd w:id="0"/>
          </w:p>
          <w:p w14:paraId="3CC6D69F" w14:textId="77777777" w:rsidR="005E6463" w:rsidRPr="005E6463" w:rsidRDefault="005E6463" w:rsidP="004539B8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</w:p>
          <w:p w14:paraId="3C9CBA63" w14:textId="77777777" w:rsidR="004539B8" w:rsidRPr="005E6463" w:rsidRDefault="004539B8" w:rsidP="004539B8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4539B8" w:rsidRPr="005E6463" w14:paraId="3DA1BB18" w14:textId="77777777" w:rsidTr="005E6463">
        <w:trPr>
          <w:trHeight w:val="315"/>
        </w:trPr>
        <w:tc>
          <w:tcPr>
            <w:tcW w:w="105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D3397" w14:textId="186E970A" w:rsidR="004539B8" w:rsidRPr="005E6463" w:rsidRDefault="004539B8" w:rsidP="004539B8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r w:rsidRPr="005E6463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 xml:space="preserve">Seznam dodacích </w:t>
            </w:r>
            <w:r w:rsidR="005E6463" w:rsidRPr="005E6463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>míst – Sklady</w:t>
            </w:r>
            <w:r w:rsidRPr="005E6463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 xml:space="preserve"> organizačních jednotek Správy železnic, státní organizace</w:t>
            </w:r>
          </w:p>
        </w:tc>
        <w:tc>
          <w:tcPr>
            <w:tcW w:w="2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0DCC1" w14:textId="77777777" w:rsidR="004539B8" w:rsidRPr="005E6463" w:rsidRDefault="004539B8" w:rsidP="004539B8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</w:p>
        </w:tc>
      </w:tr>
      <w:tr w:rsidR="004539B8" w:rsidRPr="005E6463" w14:paraId="4462C19F" w14:textId="77777777" w:rsidTr="005E6463">
        <w:trPr>
          <w:trHeight w:val="300"/>
        </w:trPr>
        <w:tc>
          <w:tcPr>
            <w:tcW w:w="829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935F9D" w14:textId="77777777" w:rsidR="004539B8" w:rsidRPr="005E6463" w:rsidRDefault="004539B8" w:rsidP="004539B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C7BFFC" w14:textId="77777777" w:rsidR="004539B8" w:rsidRPr="005E6463" w:rsidRDefault="004539B8" w:rsidP="004539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1CF7FE" w14:textId="77777777" w:rsidR="004539B8" w:rsidRPr="005E6463" w:rsidRDefault="004539B8" w:rsidP="004539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cs-CZ"/>
              </w:rPr>
            </w:pPr>
          </w:p>
        </w:tc>
      </w:tr>
      <w:tr w:rsidR="004539B8" w:rsidRPr="005E6463" w14:paraId="7838744C" w14:textId="77777777" w:rsidTr="005E6463">
        <w:trPr>
          <w:trHeight w:val="42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BAADA0A" w14:textId="77777777" w:rsidR="004539B8" w:rsidRPr="005E6463" w:rsidRDefault="004539B8" w:rsidP="004539B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r w:rsidRPr="005E6463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>Dodací místo</w:t>
            </w:r>
          </w:p>
        </w:tc>
        <w:tc>
          <w:tcPr>
            <w:tcW w:w="37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047B6CFB" w14:textId="77777777" w:rsidR="004539B8" w:rsidRPr="005E6463" w:rsidRDefault="004539B8" w:rsidP="004539B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r w:rsidRPr="005E6463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>Adresa skladu OJ (OŘ)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E108745" w14:textId="77777777" w:rsidR="004539B8" w:rsidRPr="005E6463" w:rsidRDefault="004539B8" w:rsidP="004539B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r w:rsidRPr="005E6463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>Kontaktní osoba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B220A61" w14:textId="77777777" w:rsidR="004539B8" w:rsidRPr="005E6463" w:rsidRDefault="004539B8" w:rsidP="004539B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r w:rsidRPr="005E6463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2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3F4FA70" w14:textId="77777777" w:rsidR="004539B8" w:rsidRPr="005E6463" w:rsidRDefault="004539B8" w:rsidP="004539B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r w:rsidRPr="005E6463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>E-mail</w:t>
            </w:r>
          </w:p>
        </w:tc>
      </w:tr>
      <w:tr w:rsidR="004539B8" w:rsidRPr="005E6463" w14:paraId="7B89B055" w14:textId="77777777" w:rsidTr="005E6463">
        <w:trPr>
          <w:trHeight w:val="36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2911B" w14:textId="77777777" w:rsidR="004539B8" w:rsidRPr="005E6463" w:rsidRDefault="004539B8" w:rsidP="004539B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5E6463">
              <w:rPr>
                <w:rFonts w:eastAsia="Times New Roman" w:cs="Arial"/>
                <w:sz w:val="18"/>
                <w:szCs w:val="18"/>
                <w:lang w:eastAsia="cs-CZ"/>
              </w:rPr>
              <w:t>OŘ Brno</w:t>
            </w:r>
          </w:p>
        </w:tc>
        <w:tc>
          <w:tcPr>
            <w:tcW w:w="3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57846" w14:textId="77777777" w:rsidR="004539B8" w:rsidRPr="005E6463" w:rsidRDefault="004539B8" w:rsidP="004539B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5E6463">
              <w:rPr>
                <w:rFonts w:eastAsia="Times New Roman" w:cs="Arial"/>
                <w:sz w:val="18"/>
                <w:szCs w:val="18"/>
                <w:lang w:eastAsia="cs-CZ"/>
              </w:rPr>
              <w:t>Trnitá 37, 602 00 Brno</w:t>
            </w:r>
          </w:p>
        </w:tc>
        <w:tc>
          <w:tcPr>
            <w:tcW w:w="2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3E980" w14:textId="77777777" w:rsidR="004539B8" w:rsidRPr="005E6463" w:rsidRDefault="004539B8" w:rsidP="004539B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5E6463">
              <w:rPr>
                <w:rFonts w:eastAsia="Times New Roman" w:cs="Arial"/>
                <w:sz w:val="18"/>
                <w:szCs w:val="18"/>
                <w:lang w:eastAsia="cs-CZ"/>
              </w:rPr>
              <w:t>Robert Vychodil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1A5B2" w14:textId="21DCD4AB" w:rsidR="004539B8" w:rsidRPr="005E6463" w:rsidRDefault="004539B8" w:rsidP="004539B8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5E6463">
              <w:rPr>
                <w:rFonts w:eastAsia="Times New Roman" w:cs="Arial"/>
                <w:sz w:val="18"/>
                <w:szCs w:val="18"/>
                <w:lang w:eastAsia="cs-CZ"/>
              </w:rPr>
              <w:t>+420 724 746 297</w:t>
            </w:r>
          </w:p>
        </w:tc>
        <w:tc>
          <w:tcPr>
            <w:tcW w:w="2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E8178" w14:textId="77777777" w:rsidR="004539B8" w:rsidRPr="005E6463" w:rsidRDefault="005E5C20" w:rsidP="004539B8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cs-CZ"/>
              </w:rPr>
            </w:pPr>
            <w:hyperlink r:id="rId4" w:history="1">
              <w:r w:rsidR="004539B8" w:rsidRPr="005E6463">
                <w:rPr>
                  <w:rFonts w:eastAsia="Times New Roman" w:cs="Calibri"/>
                  <w:sz w:val="18"/>
                  <w:szCs w:val="18"/>
                  <w:lang w:eastAsia="cs-CZ"/>
                </w:rPr>
                <w:t>Vychodil@spravazeleznic.cz</w:t>
              </w:r>
            </w:hyperlink>
          </w:p>
        </w:tc>
      </w:tr>
      <w:tr w:rsidR="004539B8" w:rsidRPr="005E6463" w14:paraId="5F339FC6" w14:textId="77777777" w:rsidTr="005E6463">
        <w:trPr>
          <w:trHeight w:val="36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EA19D" w14:textId="77777777" w:rsidR="004539B8" w:rsidRPr="005E6463" w:rsidRDefault="004539B8" w:rsidP="004539B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5E6463">
              <w:rPr>
                <w:rFonts w:eastAsia="Times New Roman" w:cs="Arial"/>
                <w:sz w:val="18"/>
                <w:szCs w:val="18"/>
                <w:lang w:eastAsia="cs-CZ"/>
              </w:rPr>
              <w:t>OŘ Hradec Králové</w:t>
            </w:r>
          </w:p>
        </w:tc>
        <w:tc>
          <w:tcPr>
            <w:tcW w:w="3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B043D" w14:textId="77777777" w:rsidR="004539B8" w:rsidRPr="005E6463" w:rsidRDefault="004539B8" w:rsidP="004539B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5E6463">
              <w:rPr>
                <w:rFonts w:eastAsia="Times New Roman" w:cs="Arial"/>
                <w:sz w:val="18"/>
                <w:szCs w:val="18"/>
                <w:lang w:eastAsia="cs-CZ"/>
              </w:rPr>
              <w:t xml:space="preserve">U </w:t>
            </w:r>
            <w:proofErr w:type="spellStart"/>
            <w:r w:rsidRPr="005E6463">
              <w:rPr>
                <w:rFonts w:eastAsia="Times New Roman" w:cs="Arial"/>
                <w:sz w:val="18"/>
                <w:szCs w:val="18"/>
                <w:lang w:eastAsia="cs-CZ"/>
              </w:rPr>
              <w:t>Fotochemy</w:t>
            </w:r>
            <w:proofErr w:type="spellEnd"/>
            <w:r w:rsidRPr="005E6463">
              <w:rPr>
                <w:rFonts w:eastAsia="Times New Roman" w:cs="Arial"/>
                <w:sz w:val="18"/>
                <w:szCs w:val="18"/>
                <w:lang w:eastAsia="cs-CZ"/>
              </w:rPr>
              <w:t xml:space="preserve"> 259, 501 01 Hradec Králové</w:t>
            </w:r>
          </w:p>
        </w:tc>
        <w:tc>
          <w:tcPr>
            <w:tcW w:w="2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E69E8" w14:textId="77777777" w:rsidR="004539B8" w:rsidRPr="005E6463" w:rsidRDefault="004539B8" w:rsidP="004539B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5E6463">
              <w:rPr>
                <w:rFonts w:eastAsia="Times New Roman" w:cs="Arial"/>
                <w:sz w:val="18"/>
                <w:szCs w:val="18"/>
                <w:lang w:eastAsia="cs-CZ"/>
              </w:rPr>
              <w:t>Bc. Anna Kovačičová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1C9A3" w14:textId="2FD75C9E" w:rsidR="004539B8" w:rsidRPr="005E6463" w:rsidRDefault="004539B8" w:rsidP="004539B8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5E6463">
              <w:rPr>
                <w:rFonts w:eastAsia="Times New Roman" w:cs="Arial"/>
                <w:sz w:val="18"/>
                <w:szCs w:val="18"/>
                <w:lang w:eastAsia="cs-CZ"/>
              </w:rPr>
              <w:t>+420 602 456 911</w:t>
            </w:r>
          </w:p>
        </w:tc>
        <w:tc>
          <w:tcPr>
            <w:tcW w:w="2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162AE" w14:textId="77777777" w:rsidR="004539B8" w:rsidRPr="005E6463" w:rsidRDefault="005E5C20" w:rsidP="004539B8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cs-CZ"/>
              </w:rPr>
            </w:pPr>
            <w:hyperlink r:id="rId5" w:history="1">
              <w:r w:rsidR="004539B8" w:rsidRPr="005E6463">
                <w:rPr>
                  <w:rFonts w:eastAsia="Times New Roman" w:cs="Calibri"/>
                  <w:sz w:val="18"/>
                  <w:szCs w:val="18"/>
                  <w:lang w:eastAsia="cs-CZ"/>
                </w:rPr>
                <w:t>Kovacicova@spravazeleznic.cz</w:t>
              </w:r>
            </w:hyperlink>
          </w:p>
        </w:tc>
      </w:tr>
      <w:tr w:rsidR="004539B8" w:rsidRPr="005E6463" w14:paraId="04167B7D" w14:textId="77777777" w:rsidTr="005E6463">
        <w:trPr>
          <w:trHeight w:val="36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564B7" w14:textId="77777777" w:rsidR="004539B8" w:rsidRPr="005E6463" w:rsidRDefault="004539B8" w:rsidP="004539B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5E6463">
              <w:rPr>
                <w:rFonts w:eastAsia="Times New Roman" w:cs="Arial"/>
                <w:sz w:val="18"/>
                <w:szCs w:val="18"/>
                <w:lang w:eastAsia="cs-CZ"/>
              </w:rPr>
              <w:t>OŘ Ostrava</w:t>
            </w:r>
          </w:p>
        </w:tc>
        <w:tc>
          <w:tcPr>
            <w:tcW w:w="3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5AF00" w14:textId="77777777" w:rsidR="004539B8" w:rsidRPr="005E6463" w:rsidRDefault="004539B8" w:rsidP="004539B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5E6463">
              <w:rPr>
                <w:rFonts w:eastAsia="Times New Roman" w:cs="Arial"/>
                <w:sz w:val="18"/>
                <w:szCs w:val="18"/>
                <w:lang w:eastAsia="cs-CZ"/>
              </w:rPr>
              <w:t>Muglinovská 1038/5, 702 00 Ostrava</w:t>
            </w:r>
          </w:p>
        </w:tc>
        <w:tc>
          <w:tcPr>
            <w:tcW w:w="2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769C5" w14:textId="77777777" w:rsidR="004539B8" w:rsidRPr="005E6463" w:rsidRDefault="004539B8" w:rsidP="004539B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5E6463">
              <w:rPr>
                <w:rFonts w:eastAsia="Times New Roman" w:cs="Arial"/>
                <w:sz w:val="18"/>
                <w:szCs w:val="18"/>
                <w:lang w:eastAsia="cs-CZ"/>
              </w:rPr>
              <w:t>Dana Bechná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16B14" w14:textId="7408F196" w:rsidR="004539B8" w:rsidRPr="005E6463" w:rsidRDefault="004539B8" w:rsidP="004539B8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5E6463">
              <w:rPr>
                <w:rFonts w:eastAsia="Times New Roman" w:cs="Arial"/>
                <w:sz w:val="18"/>
                <w:szCs w:val="18"/>
                <w:lang w:eastAsia="cs-CZ"/>
              </w:rPr>
              <w:t>+420 702 072 536</w:t>
            </w:r>
          </w:p>
        </w:tc>
        <w:tc>
          <w:tcPr>
            <w:tcW w:w="2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5C72A" w14:textId="77777777" w:rsidR="004539B8" w:rsidRPr="005E6463" w:rsidRDefault="005E5C20" w:rsidP="004539B8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cs-CZ"/>
              </w:rPr>
            </w:pPr>
            <w:hyperlink r:id="rId6" w:history="1">
              <w:r w:rsidR="004539B8" w:rsidRPr="005E6463">
                <w:rPr>
                  <w:rFonts w:eastAsia="Times New Roman" w:cs="Calibri"/>
                  <w:sz w:val="18"/>
                  <w:szCs w:val="18"/>
                  <w:lang w:eastAsia="cs-CZ"/>
                </w:rPr>
                <w:t>Bechna@spravazeleznic.cz</w:t>
              </w:r>
            </w:hyperlink>
          </w:p>
        </w:tc>
      </w:tr>
      <w:tr w:rsidR="004539B8" w:rsidRPr="005E6463" w14:paraId="0DB3B25F" w14:textId="77777777" w:rsidTr="005E6463">
        <w:trPr>
          <w:trHeight w:val="36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C2D18" w14:textId="77777777" w:rsidR="004539B8" w:rsidRPr="005E6463" w:rsidRDefault="004539B8" w:rsidP="004539B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5E6463">
              <w:rPr>
                <w:rFonts w:eastAsia="Times New Roman" w:cs="Arial"/>
                <w:sz w:val="18"/>
                <w:szCs w:val="18"/>
                <w:lang w:eastAsia="cs-CZ"/>
              </w:rPr>
              <w:t>OŘ Plzeň</w:t>
            </w:r>
          </w:p>
        </w:tc>
        <w:tc>
          <w:tcPr>
            <w:tcW w:w="3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AE4E2" w14:textId="77777777" w:rsidR="004539B8" w:rsidRPr="005E6463" w:rsidRDefault="004539B8" w:rsidP="004539B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5E6463">
              <w:rPr>
                <w:rFonts w:eastAsia="Times New Roman" w:cs="Arial"/>
                <w:sz w:val="18"/>
                <w:szCs w:val="18"/>
                <w:lang w:eastAsia="cs-CZ"/>
              </w:rPr>
              <w:t>Sušická 1168/23, 326 00 Plzeň</w:t>
            </w:r>
          </w:p>
        </w:tc>
        <w:tc>
          <w:tcPr>
            <w:tcW w:w="2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B92FB" w14:textId="77777777" w:rsidR="004539B8" w:rsidRPr="005E6463" w:rsidRDefault="004539B8" w:rsidP="004539B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5E6463">
              <w:rPr>
                <w:rFonts w:eastAsia="Times New Roman" w:cs="Arial"/>
                <w:sz w:val="18"/>
                <w:szCs w:val="18"/>
                <w:lang w:eastAsia="cs-CZ"/>
              </w:rPr>
              <w:t>Ing. Alena Boučková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2A211" w14:textId="1628FFAE" w:rsidR="004539B8" w:rsidRPr="005E6463" w:rsidRDefault="004539B8" w:rsidP="004539B8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5E6463">
              <w:rPr>
                <w:rFonts w:eastAsia="Times New Roman" w:cs="Arial"/>
                <w:sz w:val="18"/>
                <w:szCs w:val="18"/>
                <w:lang w:eastAsia="cs-CZ"/>
              </w:rPr>
              <w:t>+420 724 644 229</w:t>
            </w:r>
          </w:p>
        </w:tc>
        <w:tc>
          <w:tcPr>
            <w:tcW w:w="2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03BD2" w14:textId="77777777" w:rsidR="004539B8" w:rsidRPr="005E6463" w:rsidRDefault="005E5C20" w:rsidP="004539B8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cs-CZ"/>
              </w:rPr>
            </w:pPr>
            <w:hyperlink r:id="rId7" w:history="1">
              <w:r w:rsidR="004539B8" w:rsidRPr="005E6463">
                <w:rPr>
                  <w:rFonts w:eastAsia="Times New Roman" w:cs="Calibri"/>
                  <w:sz w:val="18"/>
                  <w:szCs w:val="18"/>
                  <w:lang w:eastAsia="cs-CZ"/>
                </w:rPr>
                <w:t>Bouckova@spravazeleznic.cz</w:t>
              </w:r>
            </w:hyperlink>
          </w:p>
        </w:tc>
      </w:tr>
      <w:tr w:rsidR="004539B8" w:rsidRPr="005E6463" w14:paraId="7A78D609" w14:textId="77777777" w:rsidTr="005E6463">
        <w:trPr>
          <w:trHeight w:val="36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E9A23" w14:textId="77777777" w:rsidR="004539B8" w:rsidRPr="005E6463" w:rsidRDefault="004539B8" w:rsidP="004539B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5E6463">
              <w:rPr>
                <w:rFonts w:eastAsia="Times New Roman" w:cs="Arial"/>
                <w:sz w:val="18"/>
                <w:szCs w:val="18"/>
                <w:lang w:eastAsia="cs-CZ"/>
              </w:rPr>
              <w:t>OŘ Praha</w:t>
            </w:r>
          </w:p>
        </w:tc>
        <w:tc>
          <w:tcPr>
            <w:tcW w:w="3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C1053" w14:textId="77777777" w:rsidR="004539B8" w:rsidRPr="005E6463" w:rsidRDefault="004539B8" w:rsidP="004539B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5E6463">
              <w:rPr>
                <w:rFonts w:eastAsia="Times New Roman" w:cs="Arial"/>
                <w:sz w:val="18"/>
                <w:szCs w:val="18"/>
                <w:lang w:eastAsia="cs-CZ"/>
              </w:rPr>
              <w:t>Wilsonova 300/8, 120 00 Praha 2</w:t>
            </w:r>
          </w:p>
        </w:tc>
        <w:tc>
          <w:tcPr>
            <w:tcW w:w="2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B114D" w14:textId="77777777" w:rsidR="004539B8" w:rsidRPr="005E6463" w:rsidRDefault="004539B8" w:rsidP="004539B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5E6463">
              <w:rPr>
                <w:rFonts w:eastAsia="Times New Roman" w:cs="Arial"/>
                <w:sz w:val="18"/>
                <w:szCs w:val="18"/>
                <w:lang w:eastAsia="cs-CZ"/>
              </w:rPr>
              <w:t>Soňa Kühnelová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385F2" w14:textId="3DE5772D" w:rsidR="004539B8" w:rsidRPr="005E6463" w:rsidRDefault="004539B8" w:rsidP="004539B8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5E6463">
              <w:rPr>
                <w:rFonts w:eastAsia="Times New Roman" w:cs="Arial"/>
                <w:sz w:val="18"/>
                <w:szCs w:val="18"/>
                <w:lang w:eastAsia="cs-CZ"/>
              </w:rPr>
              <w:t>+420 602 435 476</w:t>
            </w:r>
          </w:p>
        </w:tc>
        <w:tc>
          <w:tcPr>
            <w:tcW w:w="2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67FFC" w14:textId="77777777" w:rsidR="004539B8" w:rsidRPr="005E6463" w:rsidRDefault="005E5C20" w:rsidP="004539B8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cs-CZ"/>
              </w:rPr>
            </w:pPr>
            <w:hyperlink r:id="rId8" w:history="1">
              <w:r w:rsidR="004539B8" w:rsidRPr="005E6463">
                <w:rPr>
                  <w:rFonts w:eastAsia="Times New Roman" w:cs="Calibri"/>
                  <w:sz w:val="18"/>
                  <w:szCs w:val="18"/>
                  <w:lang w:eastAsia="cs-CZ"/>
                </w:rPr>
                <w:t>Kuhnelova@spravazeleznic.cz</w:t>
              </w:r>
            </w:hyperlink>
          </w:p>
        </w:tc>
      </w:tr>
      <w:tr w:rsidR="004539B8" w:rsidRPr="005E6463" w14:paraId="0E6DE5CB" w14:textId="77777777" w:rsidTr="005E6463">
        <w:trPr>
          <w:trHeight w:val="36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82244" w14:textId="77777777" w:rsidR="004539B8" w:rsidRPr="005E6463" w:rsidRDefault="004539B8" w:rsidP="004539B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5E6463">
              <w:rPr>
                <w:rFonts w:eastAsia="Times New Roman" w:cs="Arial"/>
                <w:sz w:val="18"/>
                <w:szCs w:val="18"/>
                <w:lang w:eastAsia="cs-CZ"/>
              </w:rPr>
              <w:t>OŘ Ústí nad Labem</w:t>
            </w:r>
          </w:p>
        </w:tc>
        <w:tc>
          <w:tcPr>
            <w:tcW w:w="3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73C15" w14:textId="77777777" w:rsidR="004539B8" w:rsidRPr="005E6463" w:rsidRDefault="004539B8" w:rsidP="004539B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5E6463">
              <w:rPr>
                <w:rFonts w:eastAsia="Times New Roman" w:cs="Arial"/>
                <w:sz w:val="18"/>
                <w:szCs w:val="18"/>
                <w:lang w:eastAsia="cs-CZ"/>
              </w:rPr>
              <w:t>Železničářská 1386/31, 400 03 Ústí nad Labem</w:t>
            </w:r>
          </w:p>
        </w:tc>
        <w:tc>
          <w:tcPr>
            <w:tcW w:w="2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8C000" w14:textId="77777777" w:rsidR="004539B8" w:rsidRPr="005E6463" w:rsidRDefault="004539B8" w:rsidP="004539B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5E6463">
              <w:rPr>
                <w:rFonts w:eastAsia="Times New Roman" w:cs="Arial"/>
                <w:sz w:val="18"/>
                <w:szCs w:val="18"/>
                <w:lang w:eastAsia="cs-CZ"/>
              </w:rPr>
              <w:t>Zuzana Petráková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AC00E" w14:textId="2719BF55" w:rsidR="004539B8" w:rsidRPr="005E6463" w:rsidRDefault="004539B8" w:rsidP="004539B8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5E6463">
              <w:rPr>
                <w:rFonts w:eastAsia="Times New Roman" w:cs="Arial"/>
                <w:sz w:val="18"/>
                <w:szCs w:val="18"/>
                <w:lang w:eastAsia="cs-CZ"/>
              </w:rPr>
              <w:t>+420 724 496 755</w:t>
            </w:r>
          </w:p>
        </w:tc>
        <w:tc>
          <w:tcPr>
            <w:tcW w:w="2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69CE6" w14:textId="77777777" w:rsidR="004539B8" w:rsidRPr="005E6463" w:rsidRDefault="005E5C20" w:rsidP="004539B8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cs-CZ"/>
              </w:rPr>
            </w:pPr>
            <w:hyperlink r:id="rId9" w:history="1">
              <w:r w:rsidR="004539B8" w:rsidRPr="005E6463">
                <w:rPr>
                  <w:rFonts w:eastAsia="Times New Roman" w:cs="Calibri"/>
                  <w:sz w:val="18"/>
                  <w:szCs w:val="18"/>
                  <w:lang w:eastAsia="cs-CZ"/>
                </w:rPr>
                <w:t>PetrakovaZ@spravazeleznic.cz</w:t>
              </w:r>
            </w:hyperlink>
          </w:p>
        </w:tc>
      </w:tr>
      <w:tr w:rsidR="004539B8" w:rsidRPr="005E6463" w14:paraId="21636675" w14:textId="77777777" w:rsidTr="005E6463">
        <w:trPr>
          <w:trHeight w:val="300"/>
        </w:trPr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5661A" w14:textId="77777777" w:rsidR="004539B8" w:rsidRPr="005E6463" w:rsidRDefault="004539B8" w:rsidP="004539B8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cs-CZ"/>
              </w:rPr>
            </w:pPr>
          </w:p>
        </w:tc>
        <w:tc>
          <w:tcPr>
            <w:tcW w:w="3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AC69E" w14:textId="77777777" w:rsidR="004539B8" w:rsidRPr="005E6463" w:rsidRDefault="004539B8" w:rsidP="004539B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266B4" w14:textId="77777777" w:rsidR="004539B8" w:rsidRPr="005E6463" w:rsidRDefault="004539B8" w:rsidP="004539B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ACFEC" w14:textId="77777777" w:rsidR="004539B8" w:rsidRPr="005E6463" w:rsidRDefault="004539B8" w:rsidP="004539B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2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763FB" w14:textId="77777777" w:rsidR="004539B8" w:rsidRPr="005E6463" w:rsidRDefault="004539B8" w:rsidP="004539B8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cs-CZ"/>
              </w:rPr>
            </w:pPr>
          </w:p>
        </w:tc>
      </w:tr>
    </w:tbl>
    <w:p w14:paraId="0243ECD5" w14:textId="564C57EF" w:rsidR="003727EC" w:rsidRDefault="005E6463" w:rsidP="005E6463">
      <w:pPr>
        <w:ind w:left="142"/>
      </w:pPr>
      <w:r w:rsidRPr="005E6463">
        <w:t>Zadavatel si vyhrazuje právo požadovat dodání zboží i do jiných míst určení na území České republiky.</w:t>
      </w:r>
      <w:r w:rsidRPr="005E6463">
        <w:tab/>
      </w:r>
      <w:r w:rsidRPr="005E6463">
        <w:tab/>
      </w:r>
    </w:p>
    <w:sectPr w:rsidR="003727EC" w:rsidSect="00A2204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9B8"/>
    <w:rsid w:val="000D3167"/>
    <w:rsid w:val="00127826"/>
    <w:rsid w:val="003727EC"/>
    <w:rsid w:val="004539B8"/>
    <w:rsid w:val="005E5C20"/>
    <w:rsid w:val="005E6463"/>
    <w:rsid w:val="00A22049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529F6"/>
  <w15:chartTrackingRefBased/>
  <w15:docId w15:val="{FA275242-4357-4A10-8166-5DB974003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styleId="Zdraznnintenzivn">
    <w:name w:val="Intense Emphasis"/>
    <w:basedOn w:val="Standardnpsmoodstavce"/>
    <w:uiPriority w:val="21"/>
    <w:qFormat/>
    <w:rsid w:val="004539B8"/>
    <w:rPr>
      <w:i/>
      <w:iCs/>
      <w:color w:val="365F9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539B8"/>
    <w:rPr>
      <w:b/>
      <w:bCs/>
      <w:smallCaps/>
      <w:color w:val="365F91" w:themeColor="accent1" w:themeShade="BF"/>
      <w:spacing w:val="5"/>
    </w:rPr>
  </w:style>
  <w:style w:type="character" w:styleId="Hypertextovodkaz">
    <w:name w:val="Hyperlink"/>
    <w:basedOn w:val="Standardnpsmoodstavce"/>
    <w:uiPriority w:val="99"/>
    <w:semiHidden/>
    <w:unhideWhenUsed/>
    <w:rsid w:val="004539B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50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hnelova@spravazeleznic.cz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Bouckova@spravazeleznic.c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echna@spravazeleznic.cz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Kovacicova@spravazeleznic.cz" TargetMode="External"/><Relationship Id="rId10" Type="http://schemas.openxmlformats.org/officeDocument/2006/relationships/fontTable" Target="fontTable.xml"/><Relationship Id="rId4" Type="http://schemas.openxmlformats.org/officeDocument/2006/relationships/hyperlink" Target="mailto:Vychodil@spravazeleznic.cz" TargetMode="External"/><Relationship Id="rId9" Type="http://schemas.openxmlformats.org/officeDocument/2006/relationships/hyperlink" Target="mailto:PetrakovaZ@spravazeleznic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181</Words>
  <Characters>1074</Characters>
  <Application>Microsoft Office Word</Application>
  <DocSecurity>0</DocSecurity>
  <Lines>8</Lines>
  <Paragraphs>2</Paragraphs>
  <ScaleCrop>false</ScaleCrop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Černovská Irena, Mgr.</dc:creator>
  <cp:keywords/>
  <dc:description/>
  <cp:lastModifiedBy>Pavelková Ivana, Ing.</cp:lastModifiedBy>
  <cp:revision>3</cp:revision>
  <dcterms:created xsi:type="dcterms:W3CDTF">2024-03-15T08:37:00Z</dcterms:created>
  <dcterms:modified xsi:type="dcterms:W3CDTF">2024-03-27T09:36:00Z</dcterms:modified>
</cp:coreProperties>
</file>