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4741D" w14:textId="189E712F" w:rsidR="00EA1FBC" w:rsidRPr="00EC125E" w:rsidRDefault="00EA1FBC" w:rsidP="00EA1FBC">
      <w:pPr>
        <w:pStyle w:val="Default"/>
        <w:rPr>
          <w:rFonts w:asciiTheme="minorHAnsi" w:hAnsiTheme="minorHAnsi"/>
          <w:bCs/>
          <w:color w:val="auto"/>
          <w:sz w:val="18"/>
          <w:szCs w:val="18"/>
        </w:rPr>
      </w:pPr>
      <w:r>
        <w:rPr>
          <w:rFonts w:asciiTheme="minorHAnsi" w:hAnsiTheme="minorHAnsi"/>
          <w:bCs/>
          <w:color w:val="auto"/>
          <w:sz w:val="18"/>
          <w:szCs w:val="18"/>
        </w:rPr>
        <w:t xml:space="preserve">Příloha č. </w:t>
      </w:r>
      <w:r w:rsidR="00A83F51">
        <w:rPr>
          <w:rFonts w:asciiTheme="minorHAnsi" w:hAnsiTheme="minorHAnsi"/>
          <w:bCs/>
          <w:color w:val="auto"/>
          <w:sz w:val="18"/>
          <w:szCs w:val="18"/>
        </w:rPr>
        <w:t>3</w:t>
      </w:r>
      <w:r w:rsidRPr="00760241">
        <w:rPr>
          <w:rFonts w:asciiTheme="minorHAnsi" w:hAnsiTheme="minorHAnsi"/>
          <w:bCs/>
          <w:color w:val="auto"/>
          <w:sz w:val="18"/>
          <w:szCs w:val="18"/>
        </w:rPr>
        <w:t xml:space="preserve"> Výzvy k podání nabídky</w:t>
      </w:r>
      <w:r w:rsidR="008F367C">
        <w:rPr>
          <w:rFonts w:asciiTheme="minorHAnsi" w:hAnsiTheme="minorHAnsi"/>
          <w:bCs/>
          <w:color w:val="auto"/>
          <w:sz w:val="18"/>
          <w:szCs w:val="18"/>
        </w:rPr>
        <w:t xml:space="preserve"> </w:t>
      </w:r>
      <w:r w:rsidR="008F367C" w:rsidRPr="00F660E0">
        <w:rPr>
          <w:rFonts w:asciiTheme="minorHAnsi" w:hAnsiTheme="minorHAnsi"/>
          <w:bCs/>
          <w:i/>
          <w:iCs/>
          <w:color w:val="auto"/>
          <w:sz w:val="18"/>
          <w:szCs w:val="18"/>
        </w:rPr>
        <w:t>(budoucí příloha č. 3 Závazného vzoru smlouvy)</w:t>
      </w:r>
    </w:p>
    <w:p w14:paraId="32F73808" w14:textId="77777777" w:rsidR="00EA1FBC" w:rsidRDefault="00EA1FBC" w:rsidP="00EA1FBC">
      <w:pPr>
        <w:pStyle w:val="Default"/>
        <w:jc w:val="center"/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</w:pPr>
    </w:p>
    <w:p w14:paraId="512D46EC" w14:textId="107B5A39" w:rsidR="00EA1FBC" w:rsidRPr="00EC125E" w:rsidRDefault="00A83F51" w:rsidP="00EA1FBC">
      <w:pPr>
        <w:pStyle w:val="Default"/>
        <w:jc w:val="center"/>
        <w:rPr>
          <w:rFonts w:asciiTheme="minorHAnsi" w:hAnsiTheme="minorHAnsi"/>
          <w:color w:val="95C8FF" w:themeColor="accent1" w:themeTint="40"/>
          <w:sz w:val="22"/>
          <w:szCs w:val="22"/>
        </w:rPr>
      </w:pPr>
      <w:r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>Jednotkový ceník</w:t>
      </w:r>
      <w:r w:rsidR="00EA1FBC" w:rsidRPr="00EC125E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 xml:space="preserve"> </w:t>
      </w:r>
      <w:r w:rsidR="00EA1FBC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 xml:space="preserve">veřejné </w:t>
      </w:r>
      <w:r w:rsidR="00EA1FBC" w:rsidRPr="00EC125E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 xml:space="preserve">zakázky </w:t>
      </w:r>
      <w:r w:rsidR="00EA1FBC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 xml:space="preserve">Nehodová služba </w:t>
      </w:r>
      <w:r w:rsidR="005048AB">
        <w:rPr>
          <w:rFonts w:asciiTheme="minorHAnsi" w:hAnsiTheme="minorHAnsi"/>
          <w:b/>
          <w:bCs/>
          <w:color w:val="95C8FF" w:themeColor="accent1" w:themeTint="40"/>
          <w:sz w:val="22"/>
          <w:szCs w:val="22"/>
        </w:rPr>
        <w:t>silniční</w:t>
      </w:r>
    </w:p>
    <w:p w14:paraId="5106B888" w14:textId="77777777" w:rsidR="00EA1FBC" w:rsidRPr="00EC125E" w:rsidRDefault="00EA1FBC" w:rsidP="00EA1FBC">
      <w:pPr>
        <w:pStyle w:val="Default"/>
        <w:rPr>
          <w:rFonts w:asciiTheme="minorHAnsi" w:hAnsiTheme="minorHAnsi"/>
          <w:b/>
          <w:bCs/>
          <w:sz w:val="18"/>
          <w:szCs w:val="18"/>
        </w:rPr>
      </w:pPr>
    </w:p>
    <w:p w14:paraId="09E2095C" w14:textId="77777777" w:rsidR="00EA1FBC" w:rsidRPr="00EC125E" w:rsidRDefault="00430F87" w:rsidP="00EA1FBC">
      <w:pPr>
        <w:pStyle w:val="Default"/>
        <w:numPr>
          <w:ilvl w:val="0"/>
          <w:numId w:val="35"/>
        </w:numPr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Náhrady za použití NP</w:t>
      </w:r>
      <w:r w:rsidR="00EA1FBC" w:rsidRPr="00EC125E">
        <w:rPr>
          <w:rFonts w:asciiTheme="minorHAnsi" w:hAnsiTheme="minorHAnsi"/>
          <w:b/>
          <w:bCs/>
          <w:sz w:val="18"/>
          <w:szCs w:val="18"/>
        </w:rPr>
        <w:t>P</w:t>
      </w:r>
      <w:r>
        <w:rPr>
          <w:rFonts w:asciiTheme="minorHAnsi" w:hAnsiTheme="minorHAnsi"/>
          <w:b/>
          <w:bCs/>
          <w:sz w:val="18"/>
          <w:szCs w:val="18"/>
        </w:rPr>
        <w:t xml:space="preserve"> a personálu bez DPH</w:t>
      </w:r>
      <w:r w:rsidR="00EA1FBC" w:rsidRPr="00EC125E">
        <w:rPr>
          <w:rFonts w:asciiTheme="minorHAnsi" w:hAnsiTheme="minorHAnsi"/>
          <w:b/>
          <w:bCs/>
          <w:sz w:val="18"/>
          <w:szCs w:val="18"/>
        </w:rPr>
        <w:t xml:space="preserve">: </w:t>
      </w:r>
    </w:p>
    <w:p w14:paraId="3F8DBAA1" w14:textId="77777777" w:rsidR="00EA1FBC" w:rsidRPr="00EC125E" w:rsidRDefault="00EA1FBC" w:rsidP="00EA1FBC">
      <w:pPr>
        <w:pStyle w:val="Default"/>
        <w:rPr>
          <w:rFonts w:asciiTheme="minorHAnsi" w:hAnsiTheme="minorHAnsi"/>
          <w:sz w:val="18"/>
          <w:szCs w:val="18"/>
        </w:rPr>
      </w:pPr>
    </w:p>
    <w:tbl>
      <w:tblPr>
        <w:tblStyle w:val="Mkatabulky"/>
        <w:tblW w:w="879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276"/>
        <w:gridCol w:w="2268"/>
        <w:gridCol w:w="1559"/>
        <w:gridCol w:w="2127"/>
      </w:tblGrid>
      <w:tr w:rsidR="00D111C6" w14:paraId="0F920503" w14:textId="2E76DD79" w:rsidTr="005048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2C6" w14:textId="4E0321AA" w:rsidR="00D111C6" w:rsidRDefault="00D111C6" w:rsidP="00D111C6">
            <w:pPr>
              <w:tabs>
                <w:tab w:val="left" w:pos="3969"/>
              </w:tabs>
              <w:rPr>
                <w:b/>
              </w:rPr>
            </w:pPr>
            <w:r>
              <w:rPr>
                <w:b/>
              </w:rPr>
              <w:t>Položka, činnost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ACC3" w14:textId="39F9B821" w:rsidR="00D111C6" w:rsidRDefault="00D111C6" w:rsidP="00D111C6">
            <w:pPr>
              <w:tabs>
                <w:tab w:val="left" w:pos="396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Jednotka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7911" w14:textId="52E5A93C" w:rsidR="00D111C6" w:rsidRDefault="00D111C6" w:rsidP="00D111C6">
            <w:pPr>
              <w:tabs>
                <w:tab w:val="left" w:pos="396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Kč za jednotku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8AAE" w14:textId="66073C22" w:rsidR="00D111C6" w:rsidRDefault="00D111C6" w:rsidP="00D111C6">
            <w:pPr>
              <w:tabs>
                <w:tab w:val="left" w:pos="396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Předpokládaný objem položek 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46BF" w14:textId="10F91102" w:rsidR="00D111C6" w:rsidRDefault="00D111C6" w:rsidP="00D111C6">
            <w:pPr>
              <w:tabs>
                <w:tab w:val="left" w:pos="396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</w:t>
            </w:r>
            <w:r w:rsidRPr="006F7ED1">
              <w:rPr>
                <w:b/>
              </w:rPr>
              <w:t xml:space="preserve">ena za </w:t>
            </w:r>
            <w:r>
              <w:rPr>
                <w:b/>
              </w:rPr>
              <w:t>předpokládaný objem položek</w:t>
            </w:r>
            <w:r w:rsidRPr="006F7ED1">
              <w:rPr>
                <w:b/>
              </w:rPr>
              <w:t xml:space="preserve"> bez DPH</w:t>
            </w:r>
          </w:p>
        </w:tc>
      </w:tr>
      <w:tr w:rsidR="00D111C6" w14:paraId="1B36D478" w14:textId="635918DB" w:rsidTr="00504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6FD708B9" w14:textId="77E09744" w:rsidR="00D111C6" w:rsidRPr="007C697F" w:rsidRDefault="00D111C6" w:rsidP="00D111C6">
            <w:pPr>
              <w:tabs>
                <w:tab w:val="left" w:pos="3969"/>
              </w:tabs>
            </w:pPr>
            <w:r w:rsidRPr="007C697F">
              <w:t xml:space="preserve">Jízda </w:t>
            </w:r>
            <w:r w:rsidR="00B0103D">
              <w:t xml:space="preserve">jedné </w:t>
            </w:r>
            <w:r w:rsidR="00834475">
              <w:t xml:space="preserve">jeřábové soupravy </w:t>
            </w:r>
            <w:r w:rsidRPr="007C697F">
              <w:t>na místo MU a zpět</w:t>
            </w:r>
          </w:p>
        </w:tc>
        <w:tc>
          <w:tcPr>
            <w:tcW w:w="1276" w:type="dxa"/>
          </w:tcPr>
          <w:p w14:paraId="7A752A65" w14:textId="74A1A953" w:rsidR="00D111C6" w:rsidRPr="007C697F" w:rsidRDefault="00D111C6" w:rsidP="00D111C6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paušál za jeden výjezd</w:t>
            </w:r>
          </w:p>
        </w:tc>
        <w:tc>
          <w:tcPr>
            <w:tcW w:w="2268" w:type="dxa"/>
          </w:tcPr>
          <w:p w14:paraId="277689BC" w14:textId="3680BC5F" w:rsidR="00D111C6" w:rsidRPr="007C697F" w:rsidRDefault="00D111C6" w:rsidP="00D111C6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6E2A">
              <w:rPr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4292F7BD" w14:textId="4F9A4FBE" w:rsidR="00D111C6" w:rsidRPr="007C697F" w:rsidRDefault="00D111C6" w:rsidP="00D111C6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1219F">
              <w:t>2</w:t>
            </w:r>
            <w:r>
              <w:t xml:space="preserve"> výjezdy</w:t>
            </w:r>
          </w:p>
        </w:tc>
        <w:tc>
          <w:tcPr>
            <w:tcW w:w="2127" w:type="dxa"/>
          </w:tcPr>
          <w:p w14:paraId="6C1B6CFC" w14:textId="0ECB3C11" w:rsidR="00D111C6" w:rsidRPr="00E1219F" w:rsidRDefault="00D111C6" w:rsidP="00D111C6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97F">
              <w:rPr>
                <w:highlight w:val="green"/>
              </w:rPr>
              <w:t>DOPLNÍ DODAVATEL</w:t>
            </w:r>
          </w:p>
        </w:tc>
      </w:tr>
      <w:tr w:rsidR="00D111C6" w14:paraId="64BBE444" w14:textId="339DB65D" w:rsidTr="00504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2181CC06" w14:textId="15D30F0D" w:rsidR="00D111C6" w:rsidRPr="007C697F" w:rsidRDefault="00D111C6" w:rsidP="00834475">
            <w:pPr>
              <w:tabs>
                <w:tab w:val="left" w:pos="3969"/>
              </w:tabs>
            </w:pPr>
            <w:r w:rsidRPr="007C697F">
              <w:t xml:space="preserve">Výkon vlastní práce </w:t>
            </w:r>
            <w:r w:rsidR="00834475">
              <w:t>jedné jeřábové soupravy</w:t>
            </w:r>
            <w:r>
              <w:t xml:space="preserve"> včetně potřebné obsluhy</w:t>
            </w:r>
          </w:p>
        </w:tc>
        <w:tc>
          <w:tcPr>
            <w:tcW w:w="1276" w:type="dxa"/>
          </w:tcPr>
          <w:p w14:paraId="0FEF5290" w14:textId="5ECD000A" w:rsidR="00D111C6" w:rsidRPr="007C697F" w:rsidRDefault="00D111C6" w:rsidP="00D1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111C6">
              <w:t>hodina</w:t>
            </w:r>
          </w:p>
        </w:tc>
        <w:tc>
          <w:tcPr>
            <w:tcW w:w="2268" w:type="dxa"/>
          </w:tcPr>
          <w:p w14:paraId="0B7CC026" w14:textId="09CCC6B2" w:rsidR="00D111C6" w:rsidRPr="007C697F" w:rsidRDefault="00D111C6" w:rsidP="00D1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C697F">
              <w:rPr>
                <w:highlight w:val="green"/>
              </w:rPr>
              <w:t>DOPLNÍ DODAVATEL</w:t>
            </w:r>
          </w:p>
        </w:tc>
        <w:tc>
          <w:tcPr>
            <w:tcW w:w="1559" w:type="dxa"/>
          </w:tcPr>
          <w:p w14:paraId="0BB61E7A" w14:textId="01600D30" w:rsidR="00D111C6" w:rsidRPr="00E1219F" w:rsidRDefault="00D111C6" w:rsidP="00D111C6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219F">
              <w:t>20</w:t>
            </w:r>
            <w:r>
              <w:t xml:space="preserve"> hodin</w:t>
            </w:r>
          </w:p>
        </w:tc>
        <w:tc>
          <w:tcPr>
            <w:tcW w:w="2127" w:type="dxa"/>
          </w:tcPr>
          <w:p w14:paraId="4469E1DB" w14:textId="5530EEB8" w:rsidR="00D111C6" w:rsidRPr="00E1219F" w:rsidRDefault="00D111C6" w:rsidP="00D111C6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97F">
              <w:rPr>
                <w:highlight w:val="green"/>
              </w:rPr>
              <w:t>DOPLNÍ DODAVATEL</w:t>
            </w:r>
          </w:p>
        </w:tc>
      </w:tr>
      <w:tr w:rsidR="00D111C6" w14:paraId="32F46EC7" w14:textId="541FA21C" w:rsidTr="00504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bottom w:val="single" w:sz="12" w:space="0" w:color="auto"/>
            </w:tcBorders>
          </w:tcPr>
          <w:p w14:paraId="1730FC84" w14:textId="50CCA05D" w:rsidR="00D111C6" w:rsidRPr="007C697F" w:rsidRDefault="00D111C6" w:rsidP="00D111C6">
            <w:pPr>
              <w:tabs>
                <w:tab w:val="left" w:pos="3969"/>
              </w:tabs>
            </w:pPr>
            <w:r w:rsidRPr="007C697F">
              <w:t>Čekání mezi výkony práce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28B538F0" w14:textId="650A60B9" w:rsidR="00D111C6" w:rsidRPr="007C697F" w:rsidRDefault="00D111C6" w:rsidP="00D1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D111C6">
              <w:t>hodina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4D541870" w14:textId="75285E43" w:rsidR="00D111C6" w:rsidRPr="007C697F" w:rsidRDefault="00D111C6" w:rsidP="00D1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7C697F">
              <w:rPr>
                <w:highlight w:val="green"/>
              </w:rPr>
              <w:t>DOPLNÍ DODAVATEL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0FCC7D6D" w14:textId="5B4857E0" w:rsidR="00D111C6" w:rsidRPr="00E1219F" w:rsidRDefault="00D111C6" w:rsidP="00D111C6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219F">
              <w:t>4</w:t>
            </w:r>
            <w:r>
              <w:t xml:space="preserve"> hodiny</w:t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5C9B00E9" w14:textId="7D695C34" w:rsidR="00D111C6" w:rsidRPr="00E1219F" w:rsidRDefault="00D111C6" w:rsidP="00D111C6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C697F">
              <w:rPr>
                <w:highlight w:val="green"/>
              </w:rPr>
              <w:t>DOPLNÍ DODAVATEL</w:t>
            </w:r>
          </w:p>
        </w:tc>
      </w:tr>
      <w:tr w:rsidR="00D111C6" w14:paraId="3A4F3174" w14:textId="77777777" w:rsidTr="005048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F12410" w14:textId="77777777" w:rsidR="00D111C6" w:rsidRPr="007C697F" w:rsidRDefault="00D111C6" w:rsidP="00D111C6">
            <w:pPr>
              <w:tabs>
                <w:tab w:val="left" w:pos="3969"/>
              </w:tabs>
            </w:pPr>
            <w:r w:rsidRPr="004F6F4E">
              <w:rPr>
                <w:b/>
                <w:szCs w:val="14"/>
              </w:rPr>
              <w:t>Celková nabídková cena</w:t>
            </w:r>
          </w:p>
          <w:p w14:paraId="700049EA" w14:textId="28DCBD71" w:rsidR="00D111C6" w:rsidRPr="00E1219F" w:rsidRDefault="00D111C6" w:rsidP="00D111C6">
            <w:pPr>
              <w:tabs>
                <w:tab w:val="left" w:pos="3969"/>
              </w:tabs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20905D" w14:textId="77B77E27" w:rsidR="00D111C6" w:rsidRPr="007C697F" w:rsidRDefault="00D111C6" w:rsidP="00D111C6">
            <w:pPr>
              <w:tabs>
                <w:tab w:val="left" w:pos="3969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4F6F4E">
              <w:rPr>
                <w:b/>
                <w:highlight w:val="green"/>
              </w:rPr>
              <w:t>DOPLNÍ DODAVATEL</w:t>
            </w:r>
          </w:p>
        </w:tc>
      </w:tr>
    </w:tbl>
    <w:p w14:paraId="664A9A43" w14:textId="64BF5C27" w:rsidR="003A6EE9" w:rsidRDefault="003A6EE9" w:rsidP="003D3D92">
      <w:pPr>
        <w:tabs>
          <w:tab w:val="left" w:pos="3969"/>
        </w:tabs>
        <w:spacing w:after="0" w:line="240" w:lineRule="auto"/>
        <w:rPr>
          <w:b/>
        </w:rPr>
      </w:pPr>
    </w:p>
    <w:p w14:paraId="1C3F3802" w14:textId="3E9AE2C2" w:rsidR="00D111C6" w:rsidRDefault="00D111C6" w:rsidP="003D3D92">
      <w:pPr>
        <w:tabs>
          <w:tab w:val="left" w:pos="3969"/>
        </w:tabs>
        <w:spacing w:after="0" w:line="240" w:lineRule="auto"/>
        <w:rPr>
          <w:b/>
        </w:rPr>
      </w:pPr>
      <w:r>
        <w:t>* Předpokládaný objem (p</w:t>
      </w:r>
      <w:r w:rsidRPr="004F6F4E">
        <w:t>očet položek</w:t>
      </w:r>
      <w:r>
        <w:t>)</w:t>
      </w:r>
      <w:r w:rsidRPr="004F6F4E">
        <w:t xml:space="preserve"> byl stanoven jako </w:t>
      </w:r>
      <w:r>
        <w:t xml:space="preserve">orientační </w:t>
      </w:r>
      <w:r w:rsidRPr="004F6F4E">
        <w:t>odhad rozsahu plnění. Skutečný objem plnění v jednotlivých položkách však bude záležet na potřebách zadavatele a může se od uvedeného objemu lišit.</w:t>
      </w:r>
    </w:p>
    <w:p w14:paraId="3DA70B81" w14:textId="7B8123D3" w:rsidR="00D111C6" w:rsidRDefault="00D111C6" w:rsidP="003D3D92">
      <w:pPr>
        <w:tabs>
          <w:tab w:val="left" w:pos="3969"/>
        </w:tabs>
        <w:spacing w:after="0" w:line="240" w:lineRule="auto"/>
        <w:rPr>
          <w:b/>
        </w:rPr>
      </w:pPr>
    </w:p>
    <w:p w14:paraId="244853FC" w14:textId="77777777" w:rsidR="00D111C6" w:rsidRDefault="00D111C6" w:rsidP="003D3D92">
      <w:pPr>
        <w:tabs>
          <w:tab w:val="left" w:pos="3969"/>
        </w:tabs>
        <w:spacing w:after="0" w:line="240" w:lineRule="auto"/>
        <w:rPr>
          <w:b/>
        </w:rPr>
      </w:pPr>
    </w:p>
    <w:p w14:paraId="570CF19A" w14:textId="77777777" w:rsidR="002C1BD3" w:rsidRPr="002C1BD3" w:rsidRDefault="002C1BD3" w:rsidP="003B7B1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2C1BD3">
        <w:rPr>
          <w:rFonts w:cs="Arial"/>
          <w:b/>
          <w:bCs/>
          <w:color w:val="000000"/>
        </w:rPr>
        <w:t xml:space="preserve">Výklad pojmů: </w:t>
      </w:r>
    </w:p>
    <w:p w14:paraId="269D850D" w14:textId="77777777" w:rsidR="002C1BD3" w:rsidRPr="002C1BD3" w:rsidRDefault="002C1BD3" w:rsidP="002C1BD3">
      <w:pPr>
        <w:tabs>
          <w:tab w:val="left" w:pos="3969"/>
        </w:tabs>
        <w:spacing w:after="0" w:line="240" w:lineRule="auto"/>
      </w:pPr>
    </w:p>
    <w:p w14:paraId="30689191" w14:textId="46CDEB21" w:rsidR="00834475" w:rsidRDefault="00834475" w:rsidP="002C1BD3">
      <w:pPr>
        <w:tabs>
          <w:tab w:val="left" w:pos="3969"/>
        </w:tabs>
        <w:spacing w:after="0" w:line="240" w:lineRule="auto"/>
        <w:rPr>
          <w:u w:val="single"/>
        </w:rPr>
      </w:pPr>
      <w:r w:rsidRPr="00EA6E2A">
        <w:t>Jeřábová souprava</w:t>
      </w:r>
      <w:r>
        <w:rPr>
          <w:u w:val="single"/>
        </w:rPr>
        <w:t xml:space="preserve"> </w:t>
      </w:r>
      <w:r w:rsidR="003A7D7F" w:rsidRPr="00803916">
        <w:t>–</w:t>
      </w:r>
      <w:r w:rsidRPr="00803916">
        <w:t xml:space="preserve"> </w:t>
      </w:r>
      <w:r w:rsidR="003A7D7F" w:rsidRPr="00803916">
        <w:t xml:space="preserve">zahrnuje jeřáb, </w:t>
      </w:r>
      <w:r w:rsidR="00BC5788" w:rsidRPr="00803916">
        <w:t>posádku</w:t>
      </w:r>
      <w:r w:rsidR="003A7D7F" w:rsidRPr="00803916">
        <w:t xml:space="preserve"> jeřábu, další techniku potřebnou k provádění předmětu plnění (</w:t>
      </w:r>
      <w:r w:rsidR="00BC5788" w:rsidRPr="00803916">
        <w:t>např. přípravu vozidel</w:t>
      </w:r>
      <w:r w:rsidR="003A7D7F" w:rsidRPr="00803916">
        <w:t xml:space="preserve"> </w:t>
      </w:r>
      <w:r w:rsidR="00BC5788" w:rsidRPr="00803916">
        <w:t>či jiných břemen pro manipulaci jeřábem formou rozdělení, přípravu nepojízdných drážních vozidel pro pohyb za užití nouzových podvozků)</w:t>
      </w:r>
      <w:r w:rsidR="003A7D7F" w:rsidRPr="00803916">
        <w:t xml:space="preserve"> </w:t>
      </w:r>
      <w:r w:rsidR="00BC5788" w:rsidRPr="00803916">
        <w:t>a odpovídající obsluhu dané techniky.</w:t>
      </w:r>
      <w:r w:rsidR="003A7D7F">
        <w:rPr>
          <w:u w:val="single"/>
        </w:rPr>
        <w:t xml:space="preserve"> </w:t>
      </w:r>
    </w:p>
    <w:p w14:paraId="780D1AC9" w14:textId="77777777" w:rsidR="00834475" w:rsidRDefault="00834475" w:rsidP="002C1BD3">
      <w:pPr>
        <w:tabs>
          <w:tab w:val="left" w:pos="3969"/>
        </w:tabs>
        <w:spacing w:after="0" w:line="240" w:lineRule="auto"/>
        <w:rPr>
          <w:u w:val="single"/>
        </w:rPr>
      </w:pPr>
    </w:p>
    <w:p w14:paraId="040610FA" w14:textId="3B5AA543" w:rsidR="002C1BD3" w:rsidRPr="002C1BD3" w:rsidRDefault="002C1BD3" w:rsidP="002C1BD3">
      <w:pPr>
        <w:tabs>
          <w:tab w:val="left" w:pos="3969"/>
        </w:tabs>
        <w:spacing w:after="0" w:line="240" w:lineRule="auto"/>
      </w:pPr>
      <w:r w:rsidRPr="002C1BD3">
        <w:rPr>
          <w:u w:val="single"/>
        </w:rPr>
        <w:t xml:space="preserve">Jízda </w:t>
      </w:r>
      <w:r w:rsidR="001D2BF7" w:rsidRPr="001D2BF7">
        <w:rPr>
          <w:u w:val="single"/>
        </w:rPr>
        <w:t xml:space="preserve">jedné jeřábové soupravy </w:t>
      </w:r>
      <w:r w:rsidRPr="002C1BD3">
        <w:rPr>
          <w:u w:val="single"/>
        </w:rPr>
        <w:t xml:space="preserve">na místo </w:t>
      </w:r>
      <w:r w:rsidR="008125FD" w:rsidRPr="008125FD">
        <w:rPr>
          <w:u w:val="single"/>
        </w:rPr>
        <w:t>mimořádné události (dále též jen „</w:t>
      </w:r>
      <w:r w:rsidRPr="00803916">
        <w:rPr>
          <w:b/>
          <w:i/>
          <w:u w:val="single"/>
        </w:rPr>
        <w:t>MU</w:t>
      </w:r>
      <w:r w:rsidR="008125FD">
        <w:rPr>
          <w:u w:val="single"/>
        </w:rPr>
        <w:t>“)</w:t>
      </w:r>
      <w:r w:rsidRPr="002C1BD3">
        <w:rPr>
          <w:u w:val="single"/>
        </w:rPr>
        <w:t xml:space="preserve"> a zpět</w:t>
      </w:r>
      <w:r w:rsidRPr="002C1BD3">
        <w:t xml:space="preserve"> – přesun veškeré potřebné techniky a její obsluhy z místa její dislokace nebo momentální polohy na Objednatelem definované místo mimořádné události, kde dojde k plnění předmětu </w:t>
      </w:r>
      <w:r w:rsidR="008125FD">
        <w:t>dílčí smlouvy</w:t>
      </w:r>
      <w:r w:rsidRPr="002C1BD3">
        <w:t xml:space="preserve"> a po provedení všech odklizovacích prací návrat zpět na místo dislokace. </w:t>
      </w:r>
    </w:p>
    <w:p w14:paraId="77C604B5" w14:textId="77777777" w:rsidR="002C1BD3" w:rsidRPr="002C1BD3" w:rsidRDefault="002C1BD3" w:rsidP="002C1BD3">
      <w:pPr>
        <w:tabs>
          <w:tab w:val="left" w:pos="3969"/>
        </w:tabs>
        <w:spacing w:after="0" w:line="240" w:lineRule="auto"/>
      </w:pPr>
    </w:p>
    <w:p w14:paraId="02AF954F" w14:textId="1F7B7394" w:rsidR="002C1BD3" w:rsidRPr="002C1BD3" w:rsidRDefault="002C1BD3" w:rsidP="002C1BD3">
      <w:pPr>
        <w:tabs>
          <w:tab w:val="left" w:pos="3969"/>
        </w:tabs>
        <w:spacing w:after="0" w:line="240" w:lineRule="auto"/>
      </w:pPr>
      <w:r w:rsidRPr="002C1BD3">
        <w:rPr>
          <w:u w:val="single"/>
        </w:rPr>
        <w:t xml:space="preserve">Výkon vlastní práce </w:t>
      </w:r>
      <w:r w:rsidR="00834475" w:rsidRPr="00834475">
        <w:rPr>
          <w:u w:val="single"/>
        </w:rPr>
        <w:t xml:space="preserve">jedné jeřábové </w:t>
      </w:r>
      <w:r w:rsidR="00834475">
        <w:rPr>
          <w:u w:val="single"/>
        </w:rPr>
        <w:t>soupravy</w:t>
      </w:r>
      <w:r w:rsidRPr="002C1BD3">
        <w:t xml:space="preserve"> – hodinová sazba za použití </w:t>
      </w:r>
      <w:r w:rsidR="00364ECE">
        <w:t>jedné jeřábové soupravy</w:t>
      </w:r>
      <w:r w:rsidRPr="002C1BD3">
        <w:t xml:space="preserve">, tzn. příprava k manipulaci s břemeny vč. </w:t>
      </w:r>
      <w:proofErr w:type="spellStart"/>
      <w:r w:rsidRPr="002C1BD3">
        <w:t>zapatkování</w:t>
      </w:r>
      <w:proofErr w:type="spellEnd"/>
      <w:r w:rsidRPr="002C1BD3">
        <w:t>, nutné přesuny v rámci manipulace, zdvihání, nakolejování či spouštění břemen a konečná příprava na cestu zpět.</w:t>
      </w:r>
      <w:r w:rsidR="00C07D90">
        <w:t xml:space="preserve"> Součástí ceny jsou veškeré související náklady jako je např. práce posádky a </w:t>
      </w:r>
      <w:r w:rsidR="00834475">
        <w:t xml:space="preserve">dalších </w:t>
      </w:r>
      <w:r w:rsidR="00C07D90">
        <w:t>zasahujících osob.</w:t>
      </w:r>
      <w:r w:rsidR="005048AB" w:rsidRPr="005048AB">
        <w:t xml:space="preserve"> </w:t>
      </w:r>
      <w:r w:rsidR="005048AB" w:rsidRPr="002C1BD3">
        <w:t>O provedení prací musí být vyhotoven písemný záznam.</w:t>
      </w:r>
    </w:p>
    <w:p w14:paraId="24FFAD6D" w14:textId="77777777" w:rsidR="002C1BD3" w:rsidRPr="002C1BD3" w:rsidRDefault="002C1BD3" w:rsidP="002C1BD3">
      <w:pPr>
        <w:tabs>
          <w:tab w:val="left" w:pos="3969"/>
        </w:tabs>
        <w:spacing w:after="0" w:line="240" w:lineRule="auto"/>
      </w:pPr>
    </w:p>
    <w:p w14:paraId="7FACEB23" w14:textId="5260C7A6" w:rsidR="002C1BD3" w:rsidRPr="002C1BD3" w:rsidRDefault="002C1BD3" w:rsidP="002C1BD3">
      <w:pPr>
        <w:tabs>
          <w:tab w:val="left" w:pos="3969"/>
        </w:tabs>
        <w:spacing w:after="0" w:line="240" w:lineRule="auto"/>
      </w:pPr>
      <w:r w:rsidRPr="002C1BD3">
        <w:rPr>
          <w:u w:val="single"/>
        </w:rPr>
        <w:t>Čekání mezi výkony práce</w:t>
      </w:r>
      <w:r w:rsidRPr="002C1BD3">
        <w:t xml:space="preserve"> – časové prostoje na místě mimořádné události, </w:t>
      </w:r>
      <w:r w:rsidR="008125FD" w:rsidRPr="008125FD">
        <w:t>které nevznikly z důvodů na straně</w:t>
      </w:r>
      <w:r w:rsidRPr="002C1BD3">
        <w:t xml:space="preserve"> Dodavatele. Mohou být způsobeny dodatečnými činnostmi jiných složek, podílejících se na řešení následků MU v zájmu zajištění bezpečnosti nebo z důvodu neukončeného šetření příčin nehody apod. Dodavatel nemá nárok na úhradu prostojů</w:t>
      </w:r>
      <w:r w:rsidR="00C07D90">
        <w:t xml:space="preserve"> (ani výkonu vlastní práce)</w:t>
      </w:r>
      <w:r w:rsidRPr="002C1BD3">
        <w:t xml:space="preserve"> v případě překážky na jeho straně, zejména při poruše techniky nebo personální nedostatečnosti.</w:t>
      </w:r>
    </w:p>
    <w:p w14:paraId="27C5ABEE" w14:textId="77777777" w:rsidR="002C1BD3" w:rsidRPr="003A6EE9" w:rsidRDefault="002C1BD3" w:rsidP="003D3D92">
      <w:pPr>
        <w:tabs>
          <w:tab w:val="left" w:pos="3969"/>
        </w:tabs>
        <w:spacing w:after="0" w:line="240" w:lineRule="auto"/>
        <w:rPr>
          <w:b/>
        </w:rPr>
      </w:pPr>
    </w:p>
    <w:sectPr w:rsidR="002C1BD3" w:rsidRPr="003A6EE9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6D252" w14:textId="77777777" w:rsidR="00DF02ED" w:rsidRDefault="00DF02ED" w:rsidP="00962258">
      <w:pPr>
        <w:spacing w:after="0" w:line="240" w:lineRule="auto"/>
      </w:pPr>
      <w:r>
        <w:separator/>
      </w:r>
    </w:p>
  </w:endnote>
  <w:endnote w:type="continuationSeparator" w:id="0">
    <w:p w14:paraId="249A967C" w14:textId="77777777" w:rsidR="00DF02ED" w:rsidRDefault="00DF02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048E2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62CBAD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D3D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7C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083B5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D9813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63E6063" w14:textId="77777777" w:rsidR="00F1715C" w:rsidRDefault="00F1715C" w:rsidP="00D831A3">
          <w:pPr>
            <w:pStyle w:val="Zpat"/>
          </w:pPr>
        </w:p>
      </w:tc>
    </w:tr>
  </w:tbl>
  <w:p w14:paraId="63CE665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FC36520" wp14:editId="360B67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6BE2A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E9BC6F9" wp14:editId="692D21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13F62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B768C" w14:paraId="7F74D26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8B9B0D" w14:textId="0358A3C8" w:rsidR="000B768C" w:rsidRPr="00B8518B" w:rsidRDefault="000B768C" w:rsidP="00EC6A1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02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02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C835DD" w14:textId="77777777" w:rsidR="000B768C" w:rsidRDefault="000B768C" w:rsidP="00EC6A15">
          <w:pPr>
            <w:pStyle w:val="Zpat"/>
          </w:pPr>
          <w:r>
            <w:t>Správa železnic, státní organizace</w:t>
          </w:r>
        </w:p>
        <w:p w14:paraId="00C727BF" w14:textId="77777777" w:rsidR="000B768C" w:rsidRDefault="000B768C" w:rsidP="00EC6A1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4C704C" w14:textId="77777777" w:rsidR="000B768C" w:rsidRDefault="000B768C" w:rsidP="00EC6A15">
          <w:pPr>
            <w:pStyle w:val="Zpat"/>
          </w:pPr>
          <w:r>
            <w:t>Sídlo: Dlážděná 1003/7, 110 00 Praha 1</w:t>
          </w:r>
        </w:p>
        <w:p w14:paraId="567D105D" w14:textId="77777777" w:rsidR="000B768C" w:rsidRDefault="000B768C" w:rsidP="00EC6A15">
          <w:pPr>
            <w:pStyle w:val="Zpat"/>
          </w:pPr>
          <w:r>
            <w:t>IČO: 709 94 234 DIČ: CZ 709 94 234</w:t>
          </w:r>
        </w:p>
        <w:p w14:paraId="16E9B5CD" w14:textId="77777777" w:rsidR="000B768C" w:rsidRDefault="000B768C" w:rsidP="00EC6A15">
          <w:pPr>
            <w:pStyle w:val="Zpat"/>
          </w:pPr>
          <w:r>
            <w:t>s</w:t>
          </w:r>
          <w:r w:rsidR="00F66224">
            <w:t>prava</w:t>
          </w:r>
          <w:r>
            <w:t>z</w:t>
          </w:r>
          <w:r w:rsidR="00F66224">
            <w:t>elezni</w:t>
          </w:r>
          <w:r>
            <w:t>c.cz</w:t>
          </w:r>
        </w:p>
      </w:tc>
      <w:tc>
        <w:tcPr>
          <w:tcW w:w="2921" w:type="dxa"/>
        </w:tcPr>
        <w:p w14:paraId="1EF0302C" w14:textId="77777777" w:rsidR="000B768C" w:rsidRPr="00F02954" w:rsidRDefault="000B768C" w:rsidP="00EC6A15">
          <w:pPr>
            <w:pStyle w:val="Zpat"/>
            <w:rPr>
              <w:b/>
            </w:rPr>
          </w:pPr>
        </w:p>
      </w:tc>
    </w:tr>
  </w:tbl>
  <w:p w14:paraId="3FB807F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9B30538" wp14:editId="53DBFA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86F7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91D53D4" wp14:editId="3525C4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D8A8D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2166D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BA81F" w14:textId="77777777" w:rsidR="00DF02ED" w:rsidRDefault="00DF02ED" w:rsidP="00962258">
      <w:pPr>
        <w:spacing w:after="0" w:line="240" w:lineRule="auto"/>
      </w:pPr>
      <w:r>
        <w:separator/>
      </w:r>
    </w:p>
  </w:footnote>
  <w:footnote w:type="continuationSeparator" w:id="0">
    <w:p w14:paraId="14DC73C0" w14:textId="77777777" w:rsidR="00DF02ED" w:rsidRDefault="00DF02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F929C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5E22A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6552E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29BB09" w14:textId="77777777" w:rsidR="00F1715C" w:rsidRPr="00D6163D" w:rsidRDefault="00F1715C" w:rsidP="00D6163D">
          <w:pPr>
            <w:pStyle w:val="Druhdokumentu"/>
          </w:pPr>
        </w:p>
      </w:tc>
    </w:tr>
  </w:tbl>
  <w:p w14:paraId="54C390A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B768C" w14:paraId="3F81D722" w14:textId="77777777" w:rsidTr="00EC6A1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D8162A" w14:textId="77777777" w:rsidR="000B768C" w:rsidRPr="00B8518B" w:rsidRDefault="000B768C" w:rsidP="00EC6A1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D715C3" w14:textId="77777777" w:rsidR="000B768C" w:rsidRDefault="000B768C" w:rsidP="00EC6A15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6AAD29" w14:textId="77777777" w:rsidR="000B768C" w:rsidRPr="00D6163D" w:rsidRDefault="000B768C" w:rsidP="00EC6A15">
          <w:pPr>
            <w:pStyle w:val="Druhdokumentu"/>
          </w:pPr>
        </w:p>
      </w:tc>
    </w:tr>
    <w:tr w:rsidR="000B768C" w14:paraId="24DB903A" w14:textId="77777777" w:rsidTr="00EC6A1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3271A00" w14:textId="77777777" w:rsidR="000B768C" w:rsidRPr="00B8518B" w:rsidRDefault="000B768C" w:rsidP="00EC6A1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1D6C5C" w14:textId="77777777" w:rsidR="000B768C" w:rsidRDefault="000B768C" w:rsidP="00EC6A15">
          <w:pPr>
            <w:pStyle w:val="Zpat"/>
          </w:pPr>
        </w:p>
        <w:p w14:paraId="09D2D0BA" w14:textId="77777777" w:rsidR="000B768C" w:rsidRDefault="000B768C" w:rsidP="00EC6A15"/>
        <w:p w14:paraId="779E3819" w14:textId="77777777" w:rsidR="000B768C" w:rsidRDefault="000B768C" w:rsidP="00EC6A15"/>
        <w:p w14:paraId="0BDB10B2" w14:textId="77777777" w:rsidR="000B768C" w:rsidRDefault="000B768C" w:rsidP="00EC6A15"/>
        <w:p w14:paraId="6E1C28A5" w14:textId="77777777" w:rsidR="000B768C" w:rsidRPr="006C2CD8" w:rsidRDefault="000B768C" w:rsidP="00EC6A15">
          <w:pPr>
            <w:tabs>
              <w:tab w:val="left" w:pos="1005"/>
            </w:tabs>
          </w:pPr>
          <w:r>
            <w:tab/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5033AF" w14:textId="77777777" w:rsidR="000B768C" w:rsidRPr="00D6163D" w:rsidRDefault="000B768C" w:rsidP="00EC6A15">
          <w:pPr>
            <w:pStyle w:val="Druhdokumentu"/>
          </w:pPr>
        </w:p>
      </w:tc>
    </w:tr>
  </w:tbl>
  <w:p w14:paraId="1638B7C5" w14:textId="77777777" w:rsidR="000B768C" w:rsidRPr="00D6163D" w:rsidRDefault="000B768C" w:rsidP="000B768C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43469FA1" wp14:editId="0766C35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8EECAF9" w14:textId="77777777" w:rsidR="000B768C" w:rsidRPr="00460660" w:rsidRDefault="000B768C" w:rsidP="000B768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27BAF"/>
    <w:multiLevelType w:val="hybridMultilevel"/>
    <w:tmpl w:val="829C3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406F6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19C426A"/>
    <w:multiLevelType w:val="hybridMultilevel"/>
    <w:tmpl w:val="46966C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406F6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67EED"/>
    <w:multiLevelType w:val="hybridMultilevel"/>
    <w:tmpl w:val="DDC8C6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406F6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3852E9F"/>
    <w:multiLevelType w:val="hybridMultilevel"/>
    <w:tmpl w:val="03807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406F6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4B066E1F"/>
    <w:multiLevelType w:val="hybridMultilevel"/>
    <w:tmpl w:val="3B1045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215042345">
    <w:abstractNumId w:val="5"/>
  </w:num>
  <w:num w:numId="2" w16cid:durableId="1302928327">
    <w:abstractNumId w:val="2"/>
  </w:num>
  <w:num w:numId="3" w16cid:durableId="16489776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2871281">
    <w:abstractNumId w:val="12"/>
  </w:num>
  <w:num w:numId="5" w16cid:durableId="299504104">
    <w:abstractNumId w:val="6"/>
  </w:num>
  <w:num w:numId="6" w16cid:durableId="1305813563">
    <w:abstractNumId w:val="7"/>
  </w:num>
  <w:num w:numId="7" w16cid:durableId="852837834">
    <w:abstractNumId w:val="0"/>
  </w:num>
  <w:num w:numId="8" w16cid:durableId="534580690">
    <w:abstractNumId w:val="9"/>
  </w:num>
  <w:num w:numId="9" w16cid:durableId="4409555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2526976">
    <w:abstractNumId w:val="7"/>
  </w:num>
  <w:num w:numId="11" w16cid:durableId="1005859409">
    <w:abstractNumId w:val="2"/>
  </w:num>
  <w:num w:numId="12" w16cid:durableId="1190800568">
    <w:abstractNumId w:val="7"/>
  </w:num>
  <w:num w:numId="13" w16cid:durableId="1472674413">
    <w:abstractNumId w:val="7"/>
  </w:num>
  <w:num w:numId="14" w16cid:durableId="1091391771">
    <w:abstractNumId w:val="7"/>
  </w:num>
  <w:num w:numId="15" w16cid:durableId="615021145">
    <w:abstractNumId w:val="7"/>
  </w:num>
  <w:num w:numId="16" w16cid:durableId="1248466349">
    <w:abstractNumId w:val="13"/>
  </w:num>
  <w:num w:numId="17" w16cid:durableId="1827277685">
    <w:abstractNumId w:val="5"/>
  </w:num>
  <w:num w:numId="18" w16cid:durableId="475610462">
    <w:abstractNumId w:val="13"/>
  </w:num>
  <w:num w:numId="19" w16cid:durableId="434794015">
    <w:abstractNumId w:val="13"/>
  </w:num>
  <w:num w:numId="20" w16cid:durableId="1669602352">
    <w:abstractNumId w:val="13"/>
  </w:num>
  <w:num w:numId="21" w16cid:durableId="2088990530">
    <w:abstractNumId w:val="13"/>
  </w:num>
  <w:num w:numId="22" w16cid:durableId="1850296362">
    <w:abstractNumId w:val="7"/>
  </w:num>
  <w:num w:numId="23" w16cid:durableId="1665667649">
    <w:abstractNumId w:val="2"/>
  </w:num>
  <w:num w:numId="24" w16cid:durableId="198400430">
    <w:abstractNumId w:val="7"/>
  </w:num>
  <w:num w:numId="25" w16cid:durableId="236791341">
    <w:abstractNumId w:val="7"/>
  </w:num>
  <w:num w:numId="26" w16cid:durableId="1577859199">
    <w:abstractNumId w:val="7"/>
  </w:num>
  <w:num w:numId="27" w16cid:durableId="1319111645">
    <w:abstractNumId w:val="7"/>
  </w:num>
  <w:num w:numId="28" w16cid:durableId="77555672">
    <w:abstractNumId w:val="13"/>
  </w:num>
  <w:num w:numId="29" w16cid:durableId="278529355">
    <w:abstractNumId w:val="5"/>
  </w:num>
  <w:num w:numId="30" w16cid:durableId="1294212476">
    <w:abstractNumId w:val="13"/>
  </w:num>
  <w:num w:numId="31" w16cid:durableId="1160851806">
    <w:abstractNumId w:val="13"/>
  </w:num>
  <w:num w:numId="32" w16cid:durableId="934678336">
    <w:abstractNumId w:val="13"/>
  </w:num>
  <w:num w:numId="33" w16cid:durableId="1813593783">
    <w:abstractNumId w:val="13"/>
  </w:num>
  <w:num w:numId="34" w16cid:durableId="788626866">
    <w:abstractNumId w:val="11"/>
  </w:num>
  <w:num w:numId="35" w16cid:durableId="1206218238">
    <w:abstractNumId w:val="3"/>
  </w:num>
  <w:num w:numId="36" w16cid:durableId="163863737">
    <w:abstractNumId w:val="4"/>
  </w:num>
  <w:num w:numId="37" w16cid:durableId="1143422467">
    <w:abstractNumId w:val="8"/>
  </w:num>
  <w:num w:numId="38" w16cid:durableId="67098957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C5D"/>
    <w:rsid w:val="00007A3E"/>
    <w:rsid w:val="000228E8"/>
    <w:rsid w:val="00041B54"/>
    <w:rsid w:val="000600CE"/>
    <w:rsid w:val="00066D30"/>
    <w:rsid w:val="00066ED0"/>
    <w:rsid w:val="00072C1E"/>
    <w:rsid w:val="00077832"/>
    <w:rsid w:val="0008526B"/>
    <w:rsid w:val="000911F4"/>
    <w:rsid w:val="000B47AE"/>
    <w:rsid w:val="000B768C"/>
    <w:rsid w:val="000D0E70"/>
    <w:rsid w:val="000E23A7"/>
    <w:rsid w:val="00100273"/>
    <w:rsid w:val="0010391B"/>
    <w:rsid w:val="0010693F"/>
    <w:rsid w:val="00114472"/>
    <w:rsid w:val="001159CD"/>
    <w:rsid w:val="001177CB"/>
    <w:rsid w:val="001550BC"/>
    <w:rsid w:val="001605B9"/>
    <w:rsid w:val="00170EC5"/>
    <w:rsid w:val="001747C1"/>
    <w:rsid w:val="00176696"/>
    <w:rsid w:val="00184743"/>
    <w:rsid w:val="00195298"/>
    <w:rsid w:val="001B2172"/>
    <w:rsid w:val="001D29A3"/>
    <w:rsid w:val="001D2BF7"/>
    <w:rsid w:val="001E3648"/>
    <w:rsid w:val="001E5768"/>
    <w:rsid w:val="001F3BC0"/>
    <w:rsid w:val="00200B1E"/>
    <w:rsid w:val="0020216B"/>
    <w:rsid w:val="00207DF5"/>
    <w:rsid w:val="002135F8"/>
    <w:rsid w:val="0024249F"/>
    <w:rsid w:val="00243DCB"/>
    <w:rsid w:val="00280E07"/>
    <w:rsid w:val="002B18D8"/>
    <w:rsid w:val="002C1BD3"/>
    <w:rsid w:val="002C31BF"/>
    <w:rsid w:val="002D08B1"/>
    <w:rsid w:val="002D0E1D"/>
    <w:rsid w:val="002E0CD7"/>
    <w:rsid w:val="002F3C6B"/>
    <w:rsid w:val="00341DCF"/>
    <w:rsid w:val="00357BC6"/>
    <w:rsid w:val="0036234C"/>
    <w:rsid w:val="00364ECE"/>
    <w:rsid w:val="003956C6"/>
    <w:rsid w:val="003A682F"/>
    <w:rsid w:val="003A6EE9"/>
    <w:rsid w:val="003A7D7F"/>
    <w:rsid w:val="003B365B"/>
    <w:rsid w:val="003B7B14"/>
    <w:rsid w:val="003C0266"/>
    <w:rsid w:val="003D006E"/>
    <w:rsid w:val="003D3D92"/>
    <w:rsid w:val="00430F87"/>
    <w:rsid w:val="00440274"/>
    <w:rsid w:val="00441430"/>
    <w:rsid w:val="0044744F"/>
    <w:rsid w:val="00450F07"/>
    <w:rsid w:val="00453BAB"/>
    <w:rsid w:val="00453CD3"/>
    <w:rsid w:val="0045657B"/>
    <w:rsid w:val="00460660"/>
    <w:rsid w:val="0046217B"/>
    <w:rsid w:val="00465F52"/>
    <w:rsid w:val="0048000E"/>
    <w:rsid w:val="00480121"/>
    <w:rsid w:val="00486107"/>
    <w:rsid w:val="00491827"/>
    <w:rsid w:val="004A5DC2"/>
    <w:rsid w:val="004B2894"/>
    <w:rsid w:val="004B348C"/>
    <w:rsid w:val="004B453C"/>
    <w:rsid w:val="004C4399"/>
    <w:rsid w:val="004C787C"/>
    <w:rsid w:val="004E143C"/>
    <w:rsid w:val="004E3A53"/>
    <w:rsid w:val="004F0DA9"/>
    <w:rsid w:val="004F4B9B"/>
    <w:rsid w:val="005006AE"/>
    <w:rsid w:val="005048AB"/>
    <w:rsid w:val="00511AB9"/>
    <w:rsid w:val="00523EA7"/>
    <w:rsid w:val="00534DC1"/>
    <w:rsid w:val="00545DFA"/>
    <w:rsid w:val="00553375"/>
    <w:rsid w:val="005736B7"/>
    <w:rsid w:val="00575E5A"/>
    <w:rsid w:val="00576117"/>
    <w:rsid w:val="005A1065"/>
    <w:rsid w:val="005E2958"/>
    <w:rsid w:val="005F1404"/>
    <w:rsid w:val="00600127"/>
    <w:rsid w:val="0061068E"/>
    <w:rsid w:val="00660AD3"/>
    <w:rsid w:val="00677B7F"/>
    <w:rsid w:val="006943E8"/>
    <w:rsid w:val="006A5570"/>
    <w:rsid w:val="006A689C"/>
    <w:rsid w:val="006B3D79"/>
    <w:rsid w:val="006D7AFE"/>
    <w:rsid w:val="006E0578"/>
    <w:rsid w:val="006E314D"/>
    <w:rsid w:val="006F7185"/>
    <w:rsid w:val="00710723"/>
    <w:rsid w:val="007220DC"/>
    <w:rsid w:val="00723ED1"/>
    <w:rsid w:val="00743525"/>
    <w:rsid w:val="0076286B"/>
    <w:rsid w:val="00766846"/>
    <w:rsid w:val="0077651D"/>
    <w:rsid w:val="0077673A"/>
    <w:rsid w:val="00776DBD"/>
    <w:rsid w:val="007846E1"/>
    <w:rsid w:val="007911A8"/>
    <w:rsid w:val="007950D2"/>
    <w:rsid w:val="007B570C"/>
    <w:rsid w:val="007C589B"/>
    <w:rsid w:val="007C697F"/>
    <w:rsid w:val="007D290D"/>
    <w:rsid w:val="007E4A6E"/>
    <w:rsid w:val="007F3EFD"/>
    <w:rsid w:val="007F56A7"/>
    <w:rsid w:val="00803916"/>
    <w:rsid w:val="00807DD0"/>
    <w:rsid w:val="008125FD"/>
    <w:rsid w:val="00834475"/>
    <w:rsid w:val="008659F3"/>
    <w:rsid w:val="0086782D"/>
    <w:rsid w:val="00886D4B"/>
    <w:rsid w:val="00895406"/>
    <w:rsid w:val="00897051"/>
    <w:rsid w:val="008A3568"/>
    <w:rsid w:val="008C52EC"/>
    <w:rsid w:val="008C7FF2"/>
    <w:rsid w:val="008D03B9"/>
    <w:rsid w:val="008F18D6"/>
    <w:rsid w:val="008F367C"/>
    <w:rsid w:val="00904780"/>
    <w:rsid w:val="00922385"/>
    <w:rsid w:val="009223DF"/>
    <w:rsid w:val="00936091"/>
    <w:rsid w:val="00940D8A"/>
    <w:rsid w:val="009621E6"/>
    <w:rsid w:val="00962258"/>
    <w:rsid w:val="00966212"/>
    <w:rsid w:val="009678B7"/>
    <w:rsid w:val="009724DF"/>
    <w:rsid w:val="009833E1"/>
    <w:rsid w:val="00992D9C"/>
    <w:rsid w:val="00996CB8"/>
    <w:rsid w:val="009A41EC"/>
    <w:rsid w:val="009B14A9"/>
    <w:rsid w:val="009B2E97"/>
    <w:rsid w:val="009E07F4"/>
    <w:rsid w:val="009E784F"/>
    <w:rsid w:val="009F1EC0"/>
    <w:rsid w:val="009F392E"/>
    <w:rsid w:val="00A357F4"/>
    <w:rsid w:val="00A36488"/>
    <w:rsid w:val="00A519FB"/>
    <w:rsid w:val="00A61160"/>
    <w:rsid w:val="00A6177B"/>
    <w:rsid w:val="00A66136"/>
    <w:rsid w:val="00A83F51"/>
    <w:rsid w:val="00A9005C"/>
    <w:rsid w:val="00AA4CBB"/>
    <w:rsid w:val="00AA65FA"/>
    <w:rsid w:val="00AA7351"/>
    <w:rsid w:val="00AC709B"/>
    <w:rsid w:val="00AC7AC0"/>
    <w:rsid w:val="00AD056F"/>
    <w:rsid w:val="00AD0915"/>
    <w:rsid w:val="00AD6731"/>
    <w:rsid w:val="00AF5604"/>
    <w:rsid w:val="00B0103D"/>
    <w:rsid w:val="00B05D56"/>
    <w:rsid w:val="00B15D0D"/>
    <w:rsid w:val="00B64D48"/>
    <w:rsid w:val="00B75EE1"/>
    <w:rsid w:val="00B77481"/>
    <w:rsid w:val="00B823FA"/>
    <w:rsid w:val="00B8518B"/>
    <w:rsid w:val="00B94BF3"/>
    <w:rsid w:val="00BB132D"/>
    <w:rsid w:val="00BB7E60"/>
    <w:rsid w:val="00BC5788"/>
    <w:rsid w:val="00BD0EE9"/>
    <w:rsid w:val="00BD7E91"/>
    <w:rsid w:val="00BE0907"/>
    <w:rsid w:val="00C02D0A"/>
    <w:rsid w:val="00C036FB"/>
    <w:rsid w:val="00C03A6E"/>
    <w:rsid w:val="00C0503C"/>
    <w:rsid w:val="00C07D90"/>
    <w:rsid w:val="00C2055C"/>
    <w:rsid w:val="00C3313A"/>
    <w:rsid w:val="00C44F6A"/>
    <w:rsid w:val="00C47AE3"/>
    <w:rsid w:val="00C92088"/>
    <w:rsid w:val="00CA1A29"/>
    <w:rsid w:val="00CA76DA"/>
    <w:rsid w:val="00CC48EF"/>
    <w:rsid w:val="00CD1FC4"/>
    <w:rsid w:val="00CD73BF"/>
    <w:rsid w:val="00D111C6"/>
    <w:rsid w:val="00D21061"/>
    <w:rsid w:val="00D321F9"/>
    <w:rsid w:val="00D33A3B"/>
    <w:rsid w:val="00D37EA3"/>
    <w:rsid w:val="00D4108E"/>
    <w:rsid w:val="00D6163D"/>
    <w:rsid w:val="00D814D9"/>
    <w:rsid w:val="00D831A3"/>
    <w:rsid w:val="00D95D89"/>
    <w:rsid w:val="00DC75F3"/>
    <w:rsid w:val="00DD46F3"/>
    <w:rsid w:val="00DE56F2"/>
    <w:rsid w:val="00DE670C"/>
    <w:rsid w:val="00DF02ED"/>
    <w:rsid w:val="00DF0F78"/>
    <w:rsid w:val="00DF116D"/>
    <w:rsid w:val="00E04601"/>
    <w:rsid w:val="00E07C5D"/>
    <w:rsid w:val="00E1219F"/>
    <w:rsid w:val="00E16571"/>
    <w:rsid w:val="00E1692C"/>
    <w:rsid w:val="00E31494"/>
    <w:rsid w:val="00E43E90"/>
    <w:rsid w:val="00E74D2D"/>
    <w:rsid w:val="00E94524"/>
    <w:rsid w:val="00EA1FBC"/>
    <w:rsid w:val="00EA6E2A"/>
    <w:rsid w:val="00EB104F"/>
    <w:rsid w:val="00ED14BD"/>
    <w:rsid w:val="00EF5384"/>
    <w:rsid w:val="00F0533E"/>
    <w:rsid w:val="00F1048D"/>
    <w:rsid w:val="00F12DEC"/>
    <w:rsid w:val="00F1715C"/>
    <w:rsid w:val="00F27A3F"/>
    <w:rsid w:val="00F310F8"/>
    <w:rsid w:val="00F35939"/>
    <w:rsid w:val="00F45416"/>
    <w:rsid w:val="00F45607"/>
    <w:rsid w:val="00F577DB"/>
    <w:rsid w:val="00F659EB"/>
    <w:rsid w:val="00F66224"/>
    <w:rsid w:val="00F86BA6"/>
    <w:rsid w:val="00FA4B6F"/>
    <w:rsid w:val="00FB56D4"/>
    <w:rsid w:val="00FC44E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7DECC0"/>
  <w15:docId w15:val="{D039FDF3-3684-44E2-B1E8-E538EDF7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EA1F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12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25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25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2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25F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C44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6D05B1A2A2C144B3F9BB01C74289C5" ma:contentTypeVersion="14" ma:contentTypeDescription="Vytvoří nový dokument" ma:contentTypeScope="" ma:versionID="59ccb70a754391f4ebbdbf6723a3ec6d">
  <xsd:schema xmlns:xsd="http://www.w3.org/2001/XMLSchema" xmlns:xs="http://www.w3.org/2001/XMLSchema" xmlns:p="http://schemas.microsoft.com/office/2006/metadata/properties" xmlns:ns3="c3837d34-af70-45cc-bd38-8b65e3fbfa6f" xmlns:ns4="07c9d9fe-a24a-4449-935d-c655faf9833b" targetNamespace="http://schemas.microsoft.com/office/2006/metadata/properties" ma:root="true" ma:fieldsID="def346863f11a064d74a2f9bdb063645" ns3:_="" ns4:_="">
    <xsd:import namespace="c3837d34-af70-45cc-bd38-8b65e3fbfa6f"/>
    <xsd:import namespace="07c9d9fe-a24a-4449-935d-c655faf9833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37d34-af70-45cc-bd38-8b65e3fbfa6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d9fe-a24a-4449-935d-c655faf983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7c9d9fe-a24a-4449-935d-c655faf9833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ED3036-AA26-4037-A6FB-B736EFF6F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37d34-af70-45cc-bd38-8b65e3fbfa6f"/>
    <ds:schemaRef ds:uri="07c9d9fe-a24a-4449-935d-c655faf98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1CEB1E-08C1-4B6F-AAC0-4D810014FC04}">
  <ds:schemaRefs>
    <ds:schemaRef ds:uri="http://purl.org/dc/elements/1.1/"/>
    <ds:schemaRef ds:uri="http://schemas.microsoft.com/office/2006/metadata/properties"/>
    <ds:schemaRef ds:uri="c3837d34-af70-45cc-bd38-8b65e3fbfa6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7c9d9fe-a24a-4449-935d-c655faf9833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84B29A-B53F-4B3A-9201-258C34AE63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Mešková Martina, Mgr.</dc:creator>
  <cp:lastModifiedBy>Půlpán Jiří</cp:lastModifiedBy>
  <cp:revision>3</cp:revision>
  <cp:lastPrinted>2024-05-10T09:30:00Z</cp:lastPrinted>
  <dcterms:created xsi:type="dcterms:W3CDTF">2024-05-10T09:30:00Z</dcterms:created>
  <dcterms:modified xsi:type="dcterms:W3CDTF">2024-05-10T09:30:00Z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0x010100566D05B1A2A2C144B3F9BB01C74289C5</vt:lpwstr>
  </property>
</Properties>
</file>