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0F9C5791" w14:textId="77777777" w:rsidR="00845A64" w:rsidRPr="00845A64" w:rsidRDefault="0035531B" w:rsidP="00845A64">
      <w:pPr>
        <w:pStyle w:val="Titul2"/>
        <w:spacing w:after="0"/>
      </w:pPr>
      <w:r w:rsidRPr="00845A64">
        <w:t>„</w:t>
      </w:r>
      <w:r w:rsidR="00845A64" w:rsidRPr="00845A64">
        <w:t>Výstavba PZS se závorami P1649 v km</w:t>
      </w:r>
    </w:p>
    <w:p w14:paraId="7BD81AFB" w14:textId="77777777" w:rsidR="00845A64" w:rsidRPr="00845A64" w:rsidRDefault="00845A64" w:rsidP="00845A64">
      <w:pPr>
        <w:pStyle w:val="Titul2"/>
        <w:spacing w:after="0"/>
      </w:pPr>
      <w:r w:rsidRPr="00845A64">
        <w:t>71,795 na trati České Budějovice – Černý</w:t>
      </w:r>
    </w:p>
    <w:p w14:paraId="1E8FFEA2" w14:textId="2C901010" w:rsidR="0035531B" w:rsidRDefault="00845A64" w:rsidP="00845A64">
      <w:pPr>
        <w:pStyle w:val="Titul2"/>
        <w:spacing w:after="0"/>
      </w:pPr>
      <w:r w:rsidRPr="00845A64">
        <w:t>Kříž</w:t>
      </w:r>
      <w:r w:rsidR="0035531B" w:rsidRPr="00845A64">
        <w:t>“</w:t>
      </w:r>
    </w:p>
    <w:p w14:paraId="152849FF" w14:textId="77777777" w:rsidR="00AD0C7B" w:rsidRPr="006C2343" w:rsidRDefault="00AD0C7B" w:rsidP="00EB46E5">
      <w:pPr>
        <w:pStyle w:val="Titul2"/>
      </w:pPr>
    </w:p>
    <w:p w14:paraId="45AB7781" w14:textId="25566445" w:rsidR="00F46EA7" w:rsidRDefault="00F46EA7" w:rsidP="00F46EA7">
      <w:pPr>
        <w:pStyle w:val="Text1-1"/>
        <w:numPr>
          <w:ilvl w:val="0"/>
          <w:numId w:val="0"/>
        </w:numPr>
        <w:tabs>
          <w:tab w:val="left" w:pos="708"/>
        </w:tabs>
        <w:ind w:left="737" w:hanging="737"/>
      </w:pPr>
      <w:r>
        <w:t xml:space="preserve">Č.j. </w:t>
      </w:r>
      <w:r w:rsidR="00845A64" w:rsidRPr="00845A64">
        <w:t>8704/2024-SŽ-SSZ-OVZ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3533564A"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19B902C1"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D37723">
          <w:rPr>
            <w:noProof/>
            <w:webHidden/>
          </w:rPr>
          <w:t>3</w:t>
        </w:r>
        <w:r w:rsidR="007F2472">
          <w:rPr>
            <w:noProof/>
            <w:webHidden/>
          </w:rPr>
          <w:fldChar w:fldCharType="end"/>
        </w:r>
      </w:hyperlink>
    </w:p>
    <w:p w14:paraId="4FFBBE57" w14:textId="2C0C6B84" w:rsidR="007F2472" w:rsidRDefault="00D37723">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Pr>
            <w:noProof/>
            <w:webHidden/>
          </w:rPr>
          <w:t>3</w:t>
        </w:r>
        <w:r w:rsidR="007F2472">
          <w:rPr>
            <w:noProof/>
            <w:webHidden/>
          </w:rPr>
          <w:fldChar w:fldCharType="end"/>
        </w:r>
      </w:hyperlink>
    </w:p>
    <w:p w14:paraId="07C1F67C" w14:textId="2C54D21C" w:rsidR="007F2472" w:rsidRDefault="00D37723">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3719B596" w14:textId="1A6DFF31" w:rsidR="007F2472" w:rsidRDefault="00D37723">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057FA5B" w14:textId="6DAA53B9" w:rsidR="007F2472" w:rsidRDefault="00D37723">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7A2C5E1B" w14:textId="0DA434BE" w:rsidR="007F2472" w:rsidRDefault="00D37723">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13232520" w14:textId="277AB959" w:rsidR="007F2472" w:rsidRDefault="00D37723">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46540515" w14:textId="1ADB7B82" w:rsidR="007F2472" w:rsidRDefault="00D37723">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2053C2E8" w14:textId="52ADDB65" w:rsidR="007F2472" w:rsidRDefault="00D37723">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Pr>
            <w:noProof/>
            <w:webHidden/>
          </w:rPr>
          <w:t>15</w:t>
        </w:r>
        <w:r w:rsidR="007F2472">
          <w:rPr>
            <w:noProof/>
            <w:webHidden/>
          </w:rPr>
          <w:fldChar w:fldCharType="end"/>
        </w:r>
      </w:hyperlink>
    </w:p>
    <w:p w14:paraId="486914AC" w14:textId="3825168C" w:rsidR="007F2472" w:rsidRDefault="00D37723">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Pr>
            <w:noProof/>
            <w:webHidden/>
          </w:rPr>
          <w:t>18</w:t>
        </w:r>
        <w:r w:rsidR="007F2472">
          <w:rPr>
            <w:noProof/>
            <w:webHidden/>
          </w:rPr>
          <w:fldChar w:fldCharType="end"/>
        </w:r>
      </w:hyperlink>
    </w:p>
    <w:p w14:paraId="024AF4E3" w14:textId="0598D037" w:rsidR="007F2472" w:rsidRDefault="00D37723">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Pr>
            <w:noProof/>
            <w:webHidden/>
          </w:rPr>
          <w:t>18</w:t>
        </w:r>
        <w:r w:rsidR="007F2472">
          <w:rPr>
            <w:noProof/>
            <w:webHidden/>
          </w:rPr>
          <w:fldChar w:fldCharType="end"/>
        </w:r>
      </w:hyperlink>
    </w:p>
    <w:p w14:paraId="10A1593F" w14:textId="7611FE4B" w:rsidR="007F2472" w:rsidRDefault="00D37723">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Pr>
            <w:noProof/>
            <w:webHidden/>
          </w:rPr>
          <w:t>18</w:t>
        </w:r>
        <w:r w:rsidR="007F2472">
          <w:rPr>
            <w:noProof/>
            <w:webHidden/>
          </w:rPr>
          <w:fldChar w:fldCharType="end"/>
        </w:r>
      </w:hyperlink>
    </w:p>
    <w:p w14:paraId="18E982E2" w14:textId="4A307CA0" w:rsidR="007F2472" w:rsidRDefault="00D37723">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514EDD09" w14:textId="45E45ED6" w:rsidR="007F2472" w:rsidRDefault="00D37723">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Pr>
            <w:noProof/>
            <w:webHidden/>
          </w:rPr>
          <w:t>21</w:t>
        </w:r>
        <w:r w:rsidR="007F2472">
          <w:rPr>
            <w:noProof/>
            <w:webHidden/>
          </w:rPr>
          <w:fldChar w:fldCharType="end"/>
        </w:r>
      </w:hyperlink>
    </w:p>
    <w:p w14:paraId="5982804E" w14:textId="0CADECA8" w:rsidR="007F2472" w:rsidRDefault="00D37723">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7E810899" w14:textId="71C00ABA" w:rsidR="007F2472" w:rsidRDefault="00D37723">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3733D4BC" w14:textId="417715AD" w:rsidR="007F2472" w:rsidRDefault="00D37723">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A751393" w14:textId="5DE0205C" w:rsidR="007F2472" w:rsidRDefault="00D37723">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87CE217" w14:textId="40263C93" w:rsidR="007F2472" w:rsidRDefault="00D37723">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Pr>
            <w:noProof/>
            <w:webHidden/>
          </w:rPr>
          <w:t>24</w:t>
        </w:r>
        <w:r w:rsidR="007F2472">
          <w:rPr>
            <w:noProof/>
            <w:webHidden/>
          </w:rPr>
          <w:fldChar w:fldCharType="end"/>
        </w:r>
      </w:hyperlink>
    </w:p>
    <w:p w14:paraId="49FA7794" w14:textId="579E8505" w:rsidR="007F2472" w:rsidRDefault="00D37723">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Pr>
            <w:noProof/>
            <w:webHidden/>
          </w:rPr>
          <w:t>26</w:t>
        </w:r>
        <w:r w:rsidR="007F2472">
          <w:rPr>
            <w:noProof/>
            <w:webHidden/>
          </w:rPr>
          <w:fldChar w:fldCharType="end"/>
        </w:r>
      </w:hyperlink>
    </w:p>
    <w:p w14:paraId="28CA3FD6" w14:textId="57B6FE8F" w:rsidR="007F2472" w:rsidRDefault="00D37723">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Pr>
            <w:noProof/>
            <w:webHidden/>
          </w:rPr>
          <w:t>27</w:t>
        </w:r>
        <w:r w:rsidR="007F2472">
          <w:rPr>
            <w:noProof/>
            <w:webHidden/>
          </w:rPr>
          <w:fldChar w:fldCharType="end"/>
        </w:r>
      </w:hyperlink>
    </w:p>
    <w:p w14:paraId="71FFAAC3" w14:textId="7AC8D3C9" w:rsidR="007F2472" w:rsidRDefault="00D37723">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Pr>
            <w:noProof/>
            <w:webHidden/>
          </w:rPr>
          <w:t>27</w:t>
        </w:r>
        <w:r w:rsidR="007F2472">
          <w:rPr>
            <w:noProof/>
            <w:webHidden/>
          </w:rPr>
          <w:fldChar w:fldCharType="end"/>
        </w:r>
      </w:hyperlink>
    </w:p>
    <w:p w14:paraId="7846F99E" w14:textId="648E5DC9" w:rsidR="007F2472" w:rsidRDefault="00D37723">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759FA4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501FDD8" w:rsidR="0035531B" w:rsidRDefault="0035531B" w:rsidP="00845A64">
      <w:pPr>
        <w:pStyle w:val="Textbezslovn"/>
        <w:spacing w:after="0"/>
        <w:ind w:left="2127" w:hanging="1390"/>
      </w:pPr>
      <w:r>
        <w:t xml:space="preserve">zastoupená: </w:t>
      </w:r>
      <w:r w:rsidR="00845A64" w:rsidRPr="00845A64">
        <w:t>Ing. Petrem Hofhanzlem, ředitelem Stavební správy západ</w:t>
      </w:r>
    </w:p>
    <w:p w14:paraId="168A08C4" w14:textId="7D470159"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4CE676B" w14:textId="77777777" w:rsidR="00845A64" w:rsidRDefault="00845A64" w:rsidP="00845A64">
      <w:pPr>
        <w:pStyle w:val="Text1-1"/>
      </w:pPr>
      <w:bookmarkStart w:id="7" w:name="_Toc158380789"/>
      <w:r>
        <w:t>Kontaktní osobou zadavatele pro výběrové řízení je: Barbora Sýkorová</w:t>
      </w:r>
    </w:p>
    <w:p w14:paraId="7D622E50" w14:textId="77777777" w:rsidR="00845A64" w:rsidRDefault="00845A64" w:rsidP="00845A64">
      <w:pPr>
        <w:pStyle w:val="Textbezslovn"/>
        <w:spacing w:after="0"/>
      </w:pPr>
      <w:r>
        <w:t xml:space="preserve">telefon: </w:t>
      </w:r>
      <w:r>
        <w:tab/>
        <w:t>+420 720 969 702</w:t>
      </w:r>
    </w:p>
    <w:p w14:paraId="3A97A6FA" w14:textId="77777777" w:rsidR="00845A64" w:rsidRDefault="00845A64" w:rsidP="00845A64">
      <w:pPr>
        <w:pStyle w:val="Textbezslovn"/>
        <w:spacing w:after="0"/>
      </w:pPr>
      <w:r>
        <w:t xml:space="preserve">e-mail: </w:t>
      </w:r>
      <w:r>
        <w:tab/>
        <w:t>SykorovaB</w:t>
      </w:r>
      <w:r w:rsidRPr="00251C72">
        <w:t>@spravazeleznic.cz</w:t>
      </w:r>
    </w:p>
    <w:p w14:paraId="66ED9EA8" w14:textId="77777777" w:rsidR="00845A64" w:rsidRPr="00251C72" w:rsidRDefault="00845A64" w:rsidP="00845A64">
      <w:pPr>
        <w:spacing w:after="0" w:line="240" w:lineRule="auto"/>
        <w:ind w:left="709"/>
        <w:jc w:val="both"/>
      </w:pPr>
      <w:r>
        <w:t xml:space="preserve">adresa: </w:t>
      </w:r>
      <w:r>
        <w:tab/>
      </w:r>
      <w:r w:rsidRPr="00251C72">
        <w:t>Správa železnic, státní organizace</w:t>
      </w:r>
    </w:p>
    <w:p w14:paraId="44EC8B11" w14:textId="77777777" w:rsidR="00845A64" w:rsidRPr="00251C72" w:rsidRDefault="00845A64" w:rsidP="00845A64">
      <w:pPr>
        <w:spacing w:after="0" w:line="240" w:lineRule="auto"/>
        <w:ind w:left="737"/>
        <w:jc w:val="both"/>
      </w:pPr>
      <w:r w:rsidRPr="00251C72">
        <w:tab/>
      </w:r>
      <w:r w:rsidRPr="00251C72">
        <w:tab/>
        <w:t>Stavební správa západ</w:t>
      </w:r>
    </w:p>
    <w:p w14:paraId="419FE491" w14:textId="77777777" w:rsidR="00845A64" w:rsidRPr="00251C72" w:rsidRDefault="00845A64" w:rsidP="00845A64">
      <w:pPr>
        <w:spacing w:after="0" w:line="240" w:lineRule="auto"/>
        <w:ind w:left="1446" w:firstLine="681"/>
        <w:jc w:val="both"/>
      </w:pPr>
      <w:r w:rsidRPr="00251C72">
        <w:t>Budova Diamond Point</w:t>
      </w:r>
      <w:r>
        <w:t xml:space="preserve">, </w:t>
      </w:r>
      <w:r w:rsidRPr="00251C72">
        <w:t>Ke Štvanici 656/3</w:t>
      </w:r>
    </w:p>
    <w:p w14:paraId="2E105CE7" w14:textId="77777777" w:rsidR="00845A64" w:rsidRDefault="00845A64" w:rsidP="00845A64">
      <w:pPr>
        <w:pStyle w:val="Textbezslovn"/>
        <w:ind w:left="1446" w:firstLine="681"/>
      </w:pPr>
      <w:r w:rsidRPr="00251C72">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35E34438" w14:textId="77777777" w:rsidR="00845A64" w:rsidRDefault="00845A64" w:rsidP="00845A64">
      <w:pPr>
        <w:pStyle w:val="Text1-1"/>
        <w:numPr>
          <w:ilvl w:val="0"/>
          <w:numId w:val="0"/>
        </w:numPr>
        <w:ind w:left="737"/>
      </w:pPr>
      <w:r>
        <w:t>Účelem veřejné zakázky</w:t>
      </w:r>
      <w:r w:rsidRPr="00845A64">
        <w:t xml:space="preserve"> je zhotovení stavby „Výstavba PZS se závorami P1649 v km 71,795 na trati České Budějovice – Černý Kříž“, jejímž cílem je výměna a rozšíření stávající přejezdové konstrukce na přejezdu P1649 v km 71,795 na trati České Budějovice – Černý Kříž včetně výstavby nového PZS se závorami. Společně s rekonstrukcí přejezdové konstrukce bude provedena rekonstrukce železničního svršku a spodku.</w:t>
      </w:r>
    </w:p>
    <w:p w14:paraId="43687095" w14:textId="77037D76" w:rsidR="00845A64" w:rsidRPr="00845A64" w:rsidRDefault="00845A64" w:rsidP="00845A64">
      <w:pPr>
        <w:pStyle w:val="Text1-1"/>
      </w:pPr>
      <w:r w:rsidRPr="00845A64">
        <w:t>Předmět plnění veřejné zakázky</w:t>
      </w:r>
    </w:p>
    <w:p w14:paraId="18B3D74D" w14:textId="77777777" w:rsidR="00845A64" w:rsidRPr="00845A64" w:rsidRDefault="00845A64" w:rsidP="00845A64">
      <w:pPr>
        <w:pStyle w:val="Textbezslovn"/>
      </w:pPr>
      <w:r w:rsidRPr="00845A64">
        <w:t xml:space="preserve">Rozsah Díla „Výstavba PZS se závorami P1649 v km 71,795 na trati České Budějovice – Černý Kříž“ je: </w:t>
      </w:r>
    </w:p>
    <w:p w14:paraId="46577047" w14:textId="77777777" w:rsidR="00845A64" w:rsidRPr="00845A64" w:rsidRDefault="00845A64" w:rsidP="00845A64">
      <w:pPr>
        <w:pStyle w:val="Textbezslovn"/>
      </w:pPr>
      <w:r w:rsidRPr="00845A64">
        <w:t xml:space="preserve">• zhotovení stavby dle zadávací dokumentace, </w:t>
      </w:r>
    </w:p>
    <w:p w14:paraId="237B1C53" w14:textId="77777777" w:rsidR="00845A64" w:rsidRPr="00845A64" w:rsidRDefault="00845A64" w:rsidP="00845A64">
      <w:pPr>
        <w:pStyle w:val="Textbezslovn"/>
      </w:pPr>
      <w:r w:rsidRPr="00845A64">
        <w:t xml:space="preserve">• zpracování Realizační dokumentace stavby, </w:t>
      </w:r>
    </w:p>
    <w:p w14:paraId="44FA6F66" w14:textId="77777777" w:rsidR="00845A64" w:rsidRPr="00845A64" w:rsidRDefault="00845A64" w:rsidP="00845A64">
      <w:pPr>
        <w:pStyle w:val="Textbezslovn"/>
      </w:pPr>
      <w:r w:rsidRPr="00845A64">
        <w:t xml:space="preserve">• vypracování Dokumentace skutečného provedení stavby včetně geodetické části.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577D44E2" w:rsidR="0035531B" w:rsidRPr="00EB63E7" w:rsidRDefault="0035531B" w:rsidP="006F6B09">
      <w:pPr>
        <w:pStyle w:val="Textbezslovn"/>
        <w:spacing w:after="0"/>
      </w:pPr>
      <w:r w:rsidRPr="00EB63E7">
        <w:t>CPV kód 45234110-0 Výstavba meziměstských železničních drah</w:t>
      </w:r>
    </w:p>
    <w:p w14:paraId="542B6503" w14:textId="7BC86784" w:rsidR="007C21AA" w:rsidRPr="00EB63E7" w:rsidRDefault="00F0634D" w:rsidP="00F0634D">
      <w:pPr>
        <w:pStyle w:val="Textbezslovn"/>
        <w:spacing w:after="0"/>
      </w:pPr>
      <w:r w:rsidRPr="00EB63E7">
        <w:t>CPV kód 45231400-9 Stavební práce pro elektrické vedení</w:t>
      </w:r>
    </w:p>
    <w:p w14:paraId="1FCF05E0" w14:textId="523835DA" w:rsidR="007C21AA" w:rsidRPr="00EB63E7" w:rsidRDefault="007C21AA" w:rsidP="00F0634D">
      <w:pPr>
        <w:pStyle w:val="Textbezslovn"/>
        <w:spacing w:after="0"/>
      </w:pPr>
      <w:r w:rsidRPr="00EB63E7">
        <w:t>CPV kód 45234140-9 Výstavba úrovňových přejezdů</w:t>
      </w:r>
    </w:p>
    <w:p w14:paraId="648C7B26" w14:textId="5176D29F" w:rsidR="00F0634D" w:rsidRPr="00EB63E7" w:rsidRDefault="007C21AA" w:rsidP="00EB63E7">
      <w:pPr>
        <w:pStyle w:val="Textbezslovn"/>
      </w:pPr>
      <w:r w:rsidRPr="00EB63E7">
        <w:t>CPV kód 45234115-5 Železniční signalizace</w:t>
      </w:r>
      <w:r w:rsidR="00F0634D" w:rsidRPr="00006798">
        <w:t xml:space="preserve">  </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66617098"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F5D384A" w:rsidR="007354E9" w:rsidRDefault="007354E9" w:rsidP="00337143">
      <w:pPr>
        <w:pStyle w:val="Text1-1"/>
        <w:spacing w:after="0"/>
      </w:pPr>
      <w:r w:rsidRPr="004F70A1">
        <w:t xml:space="preserve">Předpokládaná hodnota veřejné zakázky činí </w:t>
      </w:r>
      <w:r w:rsidR="00845A64">
        <w:rPr>
          <w:b/>
        </w:rPr>
        <w:t>14 673 204</w:t>
      </w:r>
      <w:r w:rsidRPr="007354E9">
        <w:rPr>
          <w:b/>
        </w:rPr>
        <w:t xml:space="preserve"> Kč </w:t>
      </w:r>
      <w:r w:rsidRPr="004F70A1">
        <w:t>(bez DPH).</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CCF687E" w:rsidR="0035531B" w:rsidRDefault="00FD39DE" w:rsidP="00845A6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ED1A08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45A64" w:rsidRPr="00845A64">
        <w:t>Projektová dokumentace pro stavební povolení (DUSP) a projektová dokumentace pro provádění stavby (PDPS) „Výstavba PZS se závorami P1649 v km 71,795 na trati České Budějovice – Černý Kříž“, zpracovatel KTA technika, s.r.o. Klatovská tř. 863/100, 301 00 Plzeň 3</w:t>
      </w:r>
      <w:r w:rsidR="00845A64">
        <w:t xml:space="preserve">, IČO: </w:t>
      </w:r>
      <w:r w:rsidR="00845A64" w:rsidRPr="00845A64">
        <w:t>62618911.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0DBA609E"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728FB">
        <w:rPr>
          <w:b/>
        </w:rPr>
        <w:t>nejpozději 4 pracovní dny</w:t>
      </w:r>
      <w:r w:rsidR="00B07880" w:rsidRPr="000728FB">
        <w:t xml:space="preserve"> </w:t>
      </w:r>
      <w:r w:rsidRPr="000728FB">
        <w:t>před</w:t>
      </w:r>
      <w:r w:rsidRPr="00FD39DE">
        <w:t xml:space="preserve"> uplynutím lhůty pro podání nabídek</w:t>
      </w:r>
      <w:r w:rsidR="00693188">
        <w:t>, jinak zadavatel není povinen vysvětlení poskytnout</w:t>
      </w:r>
      <w:r w:rsidRPr="00FD39DE">
        <w:t>.</w:t>
      </w:r>
    </w:p>
    <w:p w14:paraId="04E7F2E9" w14:textId="3E54C621" w:rsidR="0035531B" w:rsidRDefault="00FD39DE" w:rsidP="00FD39DE">
      <w:pPr>
        <w:pStyle w:val="Text1-1"/>
      </w:pPr>
      <w:r w:rsidRPr="00FD39DE">
        <w:t xml:space="preserve">Zadavatel poskytne vysvětlení zadávací dokumentace nejpozději </w:t>
      </w:r>
      <w:r w:rsidRPr="000728FB">
        <w:t>do</w:t>
      </w:r>
      <w:r w:rsidR="000728FB" w:rsidRPr="000728FB">
        <w:t xml:space="preserve"> </w:t>
      </w:r>
      <w:r w:rsidRPr="000728FB">
        <w:t>2</w:t>
      </w:r>
      <w:r w:rsidR="00B07880" w:rsidRPr="000728FB">
        <w:t xml:space="preserve"> </w:t>
      </w:r>
      <w:r w:rsidRPr="000728FB">
        <w:t>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a to nejmé</w:t>
      </w:r>
      <w:r w:rsidR="00693188" w:rsidRPr="000728FB">
        <w:t xml:space="preserve">ně </w:t>
      </w:r>
      <w:r w:rsidR="00CE5F6A" w:rsidRPr="000728FB">
        <w:t>2</w:t>
      </w:r>
      <w:r w:rsidR="00693188" w:rsidRPr="000728FB">
        <w:t xml:space="preserve"> pracovní</w:t>
      </w:r>
      <w:r w:rsidR="00693188">
        <w:t xml:space="preserve"> dny před uplynutím lhůty pro podání nabídek.</w:t>
      </w:r>
    </w:p>
    <w:p w14:paraId="33849454" w14:textId="1331E058" w:rsidR="0035531B" w:rsidRDefault="00FD39DE" w:rsidP="000728F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0728F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728FB" w:rsidRDefault="0035531B" w:rsidP="00D10A2D">
      <w:pPr>
        <w:pStyle w:val="Odrka1-2-"/>
      </w:pPr>
      <w:r w:rsidRPr="000728FB">
        <w:t>Provádění staveb, jejich změn</w:t>
      </w:r>
      <w:r w:rsidR="00845C50" w:rsidRPr="000728FB">
        <w:t xml:space="preserve"> a </w:t>
      </w:r>
      <w:r w:rsidRPr="000728FB">
        <w:t>odstraňování,</w:t>
      </w:r>
    </w:p>
    <w:p w14:paraId="7B3ED4C1" w14:textId="65E153D7" w:rsidR="0035531B" w:rsidRPr="000728FB" w:rsidRDefault="0035531B" w:rsidP="00CC4380">
      <w:pPr>
        <w:pStyle w:val="Odrka1-2-"/>
      </w:pPr>
      <w:r w:rsidRPr="000728FB">
        <w:t>Revize, prohlídky</w:t>
      </w:r>
      <w:r w:rsidR="00845C50" w:rsidRPr="000728FB">
        <w:t xml:space="preserve"> a </w:t>
      </w:r>
      <w:r w:rsidRPr="000728FB">
        <w:t>zkoušky určených technických zařízení</w:t>
      </w:r>
      <w:r w:rsidR="00092CC9" w:rsidRPr="000728FB">
        <w:t xml:space="preserve"> v</w:t>
      </w:r>
      <w:r w:rsidR="00EB63E7">
        <w:t> </w:t>
      </w:r>
      <w:r w:rsidRPr="000728FB">
        <w:t>provozu</w:t>
      </w:r>
      <w:r w:rsidR="00EB63E7">
        <w:t>.</w:t>
      </w:r>
    </w:p>
    <w:p w14:paraId="03FF036D" w14:textId="77777777" w:rsidR="0035531B" w:rsidRDefault="0035531B" w:rsidP="00092CC9">
      <w:pPr>
        <w:pStyle w:val="Odrka1-1"/>
      </w:pPr>
      <w:r>
        <w:t>Odborná způsobilost:</w:t>
      </w:r>
    </w:p>
    <w:p w14:paraId="69330FA9" w14:textId="77777777" w:rsidR="00344A9C" w:rsidRPr="000728FB"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728FB">
        <w:t xml:space="preserve">písm. </w:t>
      </w:r>
    </w:p>
    <w:p w14:paraId="66ECC6E5" w14:textId="77777777" w:rsidR="00344A9C" w:rsidRPr="000728FB" w:rsidRDefault="00344A9C" w:rsidP="00344A9C">
      <w:pPr>
        <w:pStyle w:val="Odrka1-1"/>
        <w:numPr>
          <w:ilvl w:val="0"/>
          <w:numId w:val="0"/>
        </w:numPr>
        <w:ind w:left="1190" w:firstLine="341"/>
        <w:rPr>
          <w:b/>
        </w:rPr>
      </w:pPr>
      <w:r w:rsidRPr="000728FB">
        <w:rPr>
          <w:b/>
        </w:rPr>
        <w:t xml:space="preserve">b) </w:t>
      </w:r>
      <w:r w:rsidRPr="000728FB">
        <w:t>dopravní stavby</w:t>
      </w:r>
    </w:p>
    <w:p w14:paraId="569C1790" w14:textId="77777777" w:rsidR="00344A9C" w:rsidRPr="000728FB" w:rsidRDefault="00344A9C" w:rsidP="00344A9C">
      <w:pPr>
        <w:pStyle w:val="Odrka1-1"/>
        <w:numPr>
          <w:ilvl w:val="0"/>
          <w:numId w:val="0"/>
        </w:numPr>
        <w:ind w:left="1190" w:firstLine="341"/>
        <w:rPr>
          <w:b/>
        </w:rPr>
      </w:pPr>
      <w:r w:rsidRPr="000728FB">
        <w:rPr>
          <w:b/>
        </w:rPr>
        <w:t xml:space="preserve">e) </w:t>
      </w:r>
      <w:r w:rsidRPr="000728F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C72048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1C259E">
        <w:t xml:space="preserve"> </w:t>
      </w:r>
      <w:r>
        <w:t xml:space="preserve">na stavbách </w:t>
      </w:r>
      <w:r w:rsidRPr="00B84219">
        <w:t>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B84219">
        <w:t>5</w:t>
      </w:r>
      <w:r>
        <w:t xml:space="preserve"> let před zahájením výběrového řízení (dále jako „</w:t>
      </w:r>
      <w:r w:rsidRPr="00F95A2C">
        <w:rPr>
          <w:b/>
        </w:rPr>
        <w:t>stavební práce</w:t>
      </w:r>
      <w:r>
        <w:t xml:space="preserve">“). </w:t>
      </w:r>
    </w:p>
    <w:p w14:paraId="3D4CF4EA" w14:textId="0730A97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84219">
        <w:t>5</w:t>
      </w:r>
      <w:r>
        <w:t xml:space="preserve"> letech před zahájením výběrového řízení řádně poskytl a dokončil minimálně </w:t>
      </w:r>
      <w:r w:rsidR="002620AF" w:rsidRPr="002620AF">
        <w:rPr>
          <w:b/>
          <w:bCs/>
        </w:rPr>
        <w:t>jednu</w:t>
      </w:r>
      <w:r>
        <w:t xml:space="preserve">  stavební prác</w:t>
      </w:r>
      <w:r w:rsidR="002620AF">
        <w:t>i</w:t>
      </w:r>
      <w:r>
        <w:t xml:space="preserve"> v celkové hodnotě v součtu, včetně případných poddodávek, alespoň ve výši </w:t>
      </w:r>
      <w:r w:rsidR="00B84219">
        <w:rPr>
          <w:b/>
        </w:rPr>
        <w:t>14 600 000,</w:t>
      </w:r>
      <w:r w:rsidR="00B84219" w:rsidRPr="00B84219">
        <w:rPr>
          <w:b/>
        </w:rPr>
        <w:t>-</w:t>
      </w:r>
      <w:r w:rsidR="00B84219">
        <w:rPr>
          <w:b/>
        </w:rP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Pr="00B84219">
        <w:t>novostavba</w:t>
      </w:r>
      <w:r w:rsidR="005B3472" w:rsidRPr="00B84219">
        <w:t>, rekonstrukce či oprava</w:t>
      </w:r>
      <w:r w:rsidRPr="00B84219">
        <w:t xml:space="preserve"> </w:t>
      </w:r>
      <w:r w:rsidR="00B84219">
        <w:rPr>
          <w:b/>
        </w:rPr>
        <w:t>přejezdového zabezpečovacího zařízení včetně přejezdové konstrukce</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w:t>
      </w:r>
      <w:r w:rsidR="005E33AB">
        <w:lastRenderedPageBreak/>
        <w:t>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0728FB">
        <w:t xml:space="preserve">5 let </w:t>
      </w:r>
      <w:r w:rsidR="0087311C" w:rsidRPr="000728FB">
        <w:t xml:space="preserve">před zahájením výběrového řízení </w:t>
      </w:r>
      <w:r w:rsidRPr="000728FB">
        <w:t xml:space="preserve">se </w:t>
      </w:r>
      <w:r w:rsidR="0087311C" w:rsidRPr="000728FB">
        <w:t xml:space="preserve">pro účely prokázání technické kvalifikace ohledně referenčních zakázek </w:t>
      </w:r>
      <w:r w:rsidRPr="000728FB">
        <w:t xml:space="preserve">považuje za splněnou, pokud byly stavební práce </w:t>
      </w:r>
      <w:r w:rsidR="0087311C" w:rsidRPr="000728FB">
        <w:t xml:space="preserve">dokončeny </w:t>
      </w:r>
      <w:r w:rsidRPr="000728FB">
        <w:t>v průběhu této doby</w:t>
      </w:r>
      <w:r w:rsidR="0087311C" w:rsidRPr="000728FB">
        <w:t xml:space="preserve"> nebo kdykoli po zahájení výběrového řízení, včetně doby po podání nabídek, a to nejpozději do doby zadavatelem případně stanovené k předložení údajů a dokladů dle bodu 16.3 této Výzvy. P</w:t>
      </w:r>
      <w:r w:rsidRPr="000728F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728FB">
        <w:t xml:space="preserve">pro účely prokázání technické kvalifikace v tomto výběrovém řízení </w:t>
      </w:r>
      <w:r w:rsidRPr="000728FB">
        <w:t xml:space="preserve">rozumí </w:t>
      </w:r>
      <w:r w:rsidR="000E15C8" w:rsidRPr="000728FB">
        <w:t xml:space="preserve">i </w:t>
      </w:r>
      <w:r w:rsidRPr="000728FB">
        <w:t>uvedení díla</w:t>
      </w:r>
      <w:r w:rsidR="000E15C8" w:rsidRPr="000728FB">
        <w:t>, resp. poslední části</w:t>
      </w:r>
      <w:r w:rsidR="00560665" w:rsidRPr="000728FB">
        <w:t xml:space="preserve"> stavební práce</w:t>
      </w:r>
      <w:r w:rsidR="000E15C8" w:rsidRPr="000728FB">
        <w:t>,</w:t>
      </w:r>
      <w:r w:rsidRPr="000728FB">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431689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6C6AF5">
        <w:t>,</w:t>
      </w:r>
      <w:r w:rsidR="000728FB" w:rsidRPr="006C6AF5">
        <w:t xml:space="preserve"> </w:t>
      </w:r>
      <w:r w:rsidRPr="006C6AF5">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6C6AF5">
        <w:t xml:space="preserve"> praxe</w:t>
      </w:r>
      <w:r w:rsidRPr="006C6AF5">
        <w:t xml:space="preserve"> jednou osobou a pomocí jiné osoby odborná způsobilost. </w:t>
      </w:r>
      <w:r w:rsidR="000C3CD6" w:rsidRPr="006C6AF5">
        <w:t xml:space="preserve">I v případě, že bude kvalifikace jednotlivých členů odborného personálu </w:t>
      </w:r>
      <w:r w:rsidR="00A256E5" w:rsidRPr="006C6AF5">
        <w:t xml:space="preserve">v plném rozsahu </w:t>
      </w:r>
      <w:r w:rsidR="000C3CD6" w:rsidRPr="006C6AF5">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945F73" w:rsidRDefault="0035531B" w:rsidP="001C181F">
      <w:pPr>
        <w:pStyle w:val="Odstavec1-1a"/>
        <w:numPr>
          <w:ilvl w:val="0"/>
          <w:numId w:val="23"/>
        </w:numPr>
        <w:rPr>
          <w:rStyle w:val="Tun9b"/>
        </w:rPr>
      </w:pPr>
      <w:r w:rsidRPr="00945F73">
        <w:rPr>
          <w:rStyle w:val="Tun9b"/>
        </w:rPr>
        <w:t>stavbyvedoucí</w:t>
      </w:r>
    </w:p>
    <w:p w14:paraId="5D013D3E" w14:textId="77777777" w:rsidR="0035531B" w:rsidRPr="00945F73" w:rsidRDefault="0035531B" w:rsidP="00930B79">
      <w:pPr>
        <w:pStyle w:val="Odrka1-2-"/>
      </w:pPr>
      <w:r w:rsidRPr="00945F73">
        <w:t>nejméně 5 let praxe</w:t>
      </w:r>
      <w:r w:rsidR="00092CC9" w:rsidRPr="00945F73">
        <w:t xml:space="preserve"> v </w:t>
      </w:r>
      <w:r w:rsidRPr="00945F73">
        <w:t xml:space="preserve">řízení provádění staveb železničních drah; </w:t>
      </w:r>
    </w:p>
    <w:p w14:paraId="13976A36" w14:textId="58CC4931" w:rsidR="0035531B" w:rsidRPr="00945F73" w:rsidRDefault="00AF4A09" w:rsidP="00AF4A09">
      <w:pPr>
        <w:pStyle w:val="Odrka1-2-"/>
      </w:pPr>
      <w:r w:rsidRPr="00945F73">
        <w:t xml:space="preserve">zkušenost s řízením realizace alespoň jedné zakázky </w:t>
      </w:r>
      <w:r w:rsidR="00642162" w:rsidRPr="00945F73">
        <w:t>na stavební práce, jež zahrnovala novostavbu, rekonstrukci nebo opravu</w:t>
      </w:r>
      <w:r w:rsidRPr="00945F73">
        <w:t xml:space="preserve"> stavby železničních drah v hodnotě nejméně</w:t>
      </w:r>
      <w:r w:rsidR="00945F73" w:rsidRPr="00945F73">
        <w:t xml:space="preserve"> </w:t>
      </w:r>
      <w:r w:rsidR="00945F73" w:rsidRPr="00945F73">
        <w:rPr>
          <w:b/>
        </w:rPr>
        <w:t>7 300</w:t>
      </w:r>
      <w:r w:rsidR="00945F73">
        <w:rPr>
          <w:b/>
        </w:rPr>
        <w:t> </w:t>
      </w:r>
      <w:r w:rsidR="00945F73" w:rsidRPr="00945F73">
        <w:rPr>
          <w:b/>
        </w:rPr>
        <w:t>000</w:t>
      </w:r>
      <w:r w:rsidR="00945F73">
        <w:rPr>
          <w:b/>
        </w:rPr>
        <w:t>,-</w:t>
      </w:r>
      <w:r w:rsidRPr="00945F73">
        <w:t xml:space="preserve"> </w:t>
      </w:r>
      <w:r w:rsidRPr="00945F73">
        <w:rPr>
          <w:b/>
        </w:rPr>
        <w:t xml:space="preserve">Kč </w:t>
      </w:r>
      <w:r w:rsidRPr="00945F73">
        <w:t>bez DPH, a to v posledních 10 letech před zahájením výběrového řízení</w:t>
      </w:r>
      <w:r w:rsidR="00945F73" w:rsidRPr="00945F73">
        <w:t xml:space="preserve">, </w:t>
      </w:r>
      <w:r w:rsidRPr="00945F73">
        <w:t xml:space="preserve">jejímž předmětem byla mimo jiné </w:t>
      </w:r>
      <w:r w:rsidR="00BE3236" w:rsidRPr="00945F73">
        <w:t xml:space="preserve">novostavba, </w:t>
      </w:r>
      <w:r w:rsidRPr="00945F73">
        <w:t xml:space="preserve">rekonstrukce nebo </w:t>
      </w:r>
      <w:r w:rsidR="00BE3236" w:rsidRPr="00945F73">
        <w:t>oprava</w:t>
      </w:r>
      <w:r w:rsidR="00481047" w:rsidRPr="00945F73">
        <w:t xml:space="preserve"> </w:t>
      </w:r>
      <w:r w:rsidR="00945F73" w:rsidRPr="00945F73">
        <w:rPr>
          <w:b/>
        </w:rPr>
        <w:t>přejezdového zabezpečovacího zařízení včetně přejezdové konstrukce</w:t>
      </w:r>
      <w:r w:rsidR="00945F73" w:rsidRPr="00945F73">
        <w:t>;</w:t>
      </w:r>
      <w:r w:rsidR="00945F73" w:rsidRPr="00945F73">
        <w:rPr>
          <w:b/>
        </w:rPr>
        <w:t xml:space="preserve"> </w:t>
      </w:r>
    </w:p>
    <w:p w14:paraId="32D268AB" w14:textId="04E8E053" w:rsidR="0035531B" w:rsidRPr="00945F73" w:rsidRDefault="0035531B" w:rsidP="00AD1771">
      <w:pPr>
        <w:pStyle w:val="Odrka1-2-"/>
      </w:pPr>
      <w:r w:rsidRPr="00945F73">
        <w:t>musí předložit doklad</w:t>
      </w:r>
      <w:r w:rsidR="00092CC9" w:rsidRPr="00945F73">
        <w:t xml:space="preserve"> o </w:t>
      </w:r>
      <w:r w:rsidRPr="00945F73">
        <w:t>autorizaci</w:t>
      </w:r>
      <w:r w:rsidR="00092CC9" w:rsidRPr="00945F73">
        <w:t xml:space="preserve"> v </w:t>
      </w:r>
      <w:r w:rsidRPr="00945F73">
        <w:t xml:space="preserve">rozsahu dle § 5 odst. 3 písm. </w:t>
      </w:r>
      <w:r w:rsidR="00945F73">
        <w:t>e</w:t>
      </w:r>
      <w:r w:rsidRPr="00945F73">
        <w:t xml:space="preserve">) </w:t>
      </w:r>
      <w:r w:rsidR="007476A8" w:rsidRPr="00945F73">
        <w:t xml:space="preserve">autorizačního </w:t>
      </w:r>
      <w:r w:rsidRPr="00945F73">
        <w:t>zákona, tedy</w:t>
      </w:r>
      <w:r w:rsidR="00092CC9" w:rsidRPr="00945F73">
        <w:t xml:space="preserve"> v</w:t>
      </w:r>
      <w:r w:rsidR="00945F73">
        <w:t> </w:t>
      </w:r>
      <w:r w:rsidRPr="00945F73">
        <w:t>oboru</w:t>
      </w:r>
      <w:r w:rsidR="00945F73">
        <w:t xml:space="preserve"> technologická </w:t>
      </w:r>
      <w:r w:rsidR="00945F73" w:rsidRPr="00945F73">
        <w:t>zařízení</w:t>
      </w:r>
      <w:r w:rsidR="00945F73">
        <w:t xml:space="preserve"> staveb</w:t>
      </w:r>
      <w:r w:rsidRPr="00945F73">
        <w:t>;</w:t>
      </w:r>
    </w:p>
    <w:p w14:paraId="6BFB38C9" w14:textId="77777777" w:rsidR="0035531B" w:rsidRPr="00945F73" w:rsidRDefault="0035531B" w:rsidP="00930B79">
      <w:pPr>
        <w:pStyle w:val="Odstavec1-1a"/>
        <w:rPr>
          <w:rStyle w:val="Tun9b"/>
        </w:rPr>
      </w:pPr>
      <w:r w:rsidRPr="00945F73">
        <w:rPr>
          <w:rStyle w:val="Tun9b"/>
        </w:rPr>
        <w:t>specialista (vedoucí prací) na železniční svršek</w:t>
      </w:r>
      <w:r w:rsidR="00AF4A09" w:rsidRPr="00945F73">
        <w:rPr>
          <w:rStyle w:val="Tun9b"/>
        </w:rPr>
        <w:t xml:space="preserve"> a spodek</w:t>
      </w:r>
      <w:r w:rsidRPr="00945F73">
        <w:rPr>
          <w:rStyle w:val="Tun9b"/>
        </w:rPr>
        <w:t xml:space="preserve"> </w:t>
      </w:r>
    </w:p>
    <w:p w14:paraId="662C075E" w14:textId="77777777" w:rsidR="0035531B" w:rsidRPr="00945F73" w:rsidRDefault="0035531B" w:rsidP="00930B79">
      <w:pPr>
        <w:pStyle w:val="Odrka1-2-"/>
      </w:pPr>
      <w:r w:rsidRPr="00945F73">
        <w:t>nejméně 5 let praxe</w:t>
      </w:r>
      <w:r w:rsidR="00092CC9" w:rsidRPr="00945F73">
        <w:t xml:space="preserve"> v </w:t>
      </w:r>
      <w:r w:rsidRPr="00945F73">
        <w:t xml:space="preserve">oboru své specializace </w:t>
      </w:r>
      <w:r w:rsidR="00B07880" w:rsidRPr="00945F73">
        <w:t xml:space="preserve">(železniční svršek a spodek) </w:t>
      </w:r>
      <w:r w:rsidRPr="00945F73">
        <w:t>při provádění staveb;</w:t>
      </w:r>
    </w:p>
    <w:p w14:paraId="42239763" w14:textId="36B48908" w:rsidR="0035531B" w:rsidRPr="00945F73" w:rsidRDefault="00945F73" w:rsidP="00AF4A09">
      <w:pPr>
        <w:pStyle w:val="Odrka1-2-"/>
      </w:pPr>
      <w:r w:rsidRPr="00945F73">
        <w:rPr>
          <w:rFonts w:ascii="Verdana" w:hAnsi="Verdana" w:cs="Verdana"/>
          <w:lang w:val="cs"/>
        </w:rPr>
        <w:t xml:space="preserve">musí předložit doklad o autorizaci v rozsahu dle </w:t>
      </w:r>
      <w:r w:rsidRPr="00945F73">
        <w:rPr>
          <w:rFonts w:ascii="Verdana" w:hAnsi="Verdana" w:cs="Verdana"/>
          <w:lang w:val="en-US"/>
        </w:rPr>
        <w:t>§ 5 odst.</w:t>
      </w:r>
      <w:r>
        <w:rPr>
          <w:rFonts w:ascii="Verdana" w:hAnsi="Verdana" w:cs="Verdana"/>
          <w:lang w:val="en-US"/>
        </w:rPr>
        <w:t xml:space="preserve"> </w:t>
      </w:r>
      <w:r w:rsidRPr="00945F73">
        <w:rPr>
          <w:rFonts w:ascii="Verdana" w:hAnsi="Verdana" w:cs="Verdana"/>
          <w:lang w:val="en-US"/>
        </w:rPr>
        <w:t>3 písm. b)</w:t>
      </w:r>
      <w:r w:rsidR="001C259E" w:rsidRPr="001C259E">
        <w:t xml:space="preserve"> </w:t>
      </w:r>
      <w:r w:rsidR="001C259E" w:rsidRPr="00945F73">
        <w:t>autorizačního zákona</w:t>
      </w:r>
      <w:r w:rsidRPr="00945F73">
        <w:rPr>
          <w:rFonts w:ascii="Verdana" w:hAnsi="Verdana" w:cs="Verdana"/>
          <w:lang w:val="en-US"/>
        </w:rPr>
        <w:t>, tedy v oboru dopravní stavby;</w:t>
      </w:r>
    </w:p>
    <w:p w14:paraId="4B856CAB" w14:textId="77777777" w:rsidR="0035531B" w:rsidRPr="00945F73" w:rsidRDefault="0035531B" w:rsidP="008B2021">
      <w:pPr>
        <w:pStyle w:val="Odstavec1-1a"/>
        <w:rPr>
          <w:rStyle w:val="Tun9b"/>
        </w:rPr>
      </w:pPr>
      <w:r w:rsidRPr="00945F73">
        <w:rPr>
          <w:rStyle w:val="Tun9b"/>
        </w:rPr>
        <w:t xml:space="preserve">specialista (vedoucí prací) na </w:t>
      </w:r>
      <w:r w:rsidR="00AF4A09" w:rsidRPr="00945F73">
        <w:rPr>
          <w:rStyle w:val="Tun9b"/>
        </w:rPr>
        <w:t xml:space="preserve">sdělovací a </w:t>
      </w:r>
      <w:r w:rsidRPr="00945F73">
        <w:rPr>
          <w:rStyle w:val="Tun9b"/>
        </w:rPr>
        <w:t>zabezpečovací zařízení</w:t>
      </w:r>
    </w:p>
    <w:p w14:paraId="0D24011D" w14:textId="77777777" w:rsidR="0035531B" w:rsidRPr="00945F73" w:rsidRDefault="0035531B" w:rsidP="008B2021">
      <w:pPr>
        <w:pStyle w:val="Odrka1-2-"/>
      </w:pPr>
      <w:r w:rsidRPr="00945F73">
        <w:t>nejméně 5 let praxe</w:t>
      </w:r>
      <w:r w:rsidR="00092CC9" w:rsidRPr="00945F73">
        <w:t xml:space="preserve"> v </w:t>
      </w:r>
      <w:r w:rsidRPr="00945F73">
        <w:t xml:space="preserve">oboru své specializace </w:t>
      </w:r>
      <w:r w:rsidR="00B07880" w:rsidRPr="00945F73">
        <w:t xml:space="preserve">(sdělovací a zabezpečovací zařízení) </w:t>
      </w:r>
      <w:r w:rsidRPr="00945F73">
        <w:t>při provádění staveb;</w:t>
      </w:r>
    </w:p>
    <w:p w14:paraId="423DBD67" w14:textId="77777777" w:rsidR="0035531B" w:rsidRPr="00EB63E7" w:rsidRDefault="0035531B" w:rsidP="008B2021">
      <w:pPr>
        <w:pStyle w:val="Odstavec1-1a"/>
        <w:rPr>
          <w:rStyle w:val="Tun9b"/>
        </w:rPr>
      </w:pPr>
      <w:r w:rsidRPr="00EB63E7">
        <w:rPr>
          <w:rStyle w:val="Tun9b"/>
        </w:rPr>
        <w:t>osoba odpovědná za bezpečnost</w:t>
      </w:r>
      <w:r w:rsidR="00845C50" w:rsidRPr="00EB63E7">
        <w:rPr>
          <w:rStyle w:val="Tun9b"/>
        </w:rPr>
        <w:t xml:space="preserve"> a </w:t>
      </w:r>
      <w:r w:rsidRPr="00EB63E7">
        <w:rPr>
          <w:rStyle w:val="Tun9b"/>
        </w:rPr>
        <w:t>ochranu zdraví při práci</w:t>
      </w:r>
    </w:p>
    <w:p w14:paraId="42D38D07" w14:textId="77777777" w:rsidR="0035531B" w:rsidRPr="00EB63E7" w:rsidRDefault="0035531B" w:rsidP="008B2021">
      <w:pPr>
        <w:pStyle w:val="Odrka1-2-"/>
      </w:pPr>
      <w:r w:rsidRPr="00EB63E7">
        <w:t>nejméně 5 let praxe</w:t>
      </w:r>
      <w:r w:rsidR="00092CC9" w:rsidRPr="00EB63E7">
        <w:t xml:space="preserve"> v </w:t>
      </w:r>
      <w:r w:rsidRPr="00EB63E7">
        <w:t>oboru bezpečnosti</w:t>
      </w:r>
      <w:r w:rsidR="00845C50" w:rsidRPr="00EB63E7">
        <w:t xml:space="preserve"> a </w:t>
      </w:r>
      <w:r w:rsidRPr="00EB63E7">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1C269E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6C074709" w14:textId="77777777" w:rsidR="001B3526" w:rsidRPr="001B3526" w:rsidRDefault="001B3526" w:rsidP="001B3526">
      <w:pPr>
        <w:pStyle w:val="Text1-1"/>
        <w:numPr>
          <w:ilvl w:val="0"/>
          <w:numId w:val="0"/>
        </w:numPr>
        <w:ind w:left="737"/>
        <w:rPr>
          <w:b/>
        </w:rPr>
      </w:pPr>
      <w:r w:rsidRPr="001B3526">
        <w:t xml:space="preserve">Neobsazeno. </w:t>
      </w:r>
    </w:p>
    <w:p w14:paraId="26448860" w14:textId="62AB9886"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w:t>
      </w:r>
      <w:r w:rsidRPr="008B70C7">
        <w:rPr>
          <w:b/>
        </w:rPr>
        <w:lastRenderedPageBreak/>
        <w:t xml:space="preserve">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3772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EB63E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4D1CD78"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76CA01F" w14:textId="39415C40" w:rsidR="00323446" w:rsidRPr="001C259E" w:rsidRDefault="0035531B" w:rsidP="001C259E">
      <w:pPr>
        <w:pStyle w:val="Odrka1-1"/>
      </w:pPr>
      <w:r w:rsidRPr="00C4078E">
        <w:t>Specifikaci</w:t>
      </w:r>
      <w:r>
        <w:t xml:space="preserve"> typu </w:t>
      </w:r>
      <w:r w:rsidRPr="00323446">
        <w:t xml:space="preserve">zabezpečovacího zařízení, </w:t>
      </w:r>
      <w:r w:rsidR="00EF6C46" w:rsidRPr="00323446">
        <w:t>sdělovacího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rsidR="00323446">
        <w:t xml:space="preserve"> pro následující zařízení: </w:t>
      </w:r>
      <w:r w:rsidR="00323446" w:rsidRPr="001C259E">
        <w:rPr>
          <w:b/>
        </w:rPr>
        <w:t>Přejezdové zabezpečovací zařízení dle projektové dokumentace</w:t>
      </w:r>
    </w:p>
    <w:p w14:paraId="6C481A40" w14:textId="194CB355" w:rsidR="0035531B" w:rsidRDefault="0035531B" w:rsidP="00193D8F">
      <w:pPr>
        <w:pStyle w:val="Odrka1-1"/>
      </w:pPr>
      <w:r w:rsidRPr="00323446">
        <w:t>Harmonogram postupu prací uvádějící grafické znázornění, pořadí</w:t>
      </w:r>
      <w:r w:rsidR="00845C50" w:rsidRPr="00323446">
        <w:t xml:space="preserve"> a </w:t>
      </w:r>
      <w:r w:rsidRPr="00323446">
        <w:t>načasování hlavních činností, kterými dodavatel zamýšlí realizovat předmět plnění této veřejné zakázky, včetně uvedení souhrnné částky předpokládaného finančního objemu za každý měsíc plnění</w:t>
      </w:r>
      <w:r w:rsidR="00323446">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w:t>
      </w:r>
      <w:r w:rsidRPr="00AA257A">
        <w:lastRenderedPageBreak/>
        <w:t>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1B3526">
        <w:rPr>
          <w:rFonts w:cs="Arial"/>
          <w:b/>
        </w:rPr>
        <w:t>Nabídky lze podat v termínu, který je uveden na profilu zadavatele:</w:t>
      </w:r>
      <w:r w:rsidRPr="001B3526">
        <w:rPr>
          <w:rFonts w:cs="Arial"/>
        </w:rPr>
        <w:t xml:space="preserve"> </w:t>
      </w:r>
      <w:hyperlink r:id="rId21" w:history="1">
        <w:r w:rsidRPr="001B3526">
          <w:rPr>
            <w:rStyle w:val="Hypertextovodkaz"/>
            <w:rFonts w:cs="Arial"/>
            <w:b/>
            <w:bCs/>
            <w:lang w:eastAsia="cs-CZ"/>
          </w:rPr>
          <w:t>https://zakazky.spravazeleznic.cz/</w:t>
        </w:r>
      </w:hyperlink>
      <w:r w:rsidRPr="001B3526">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E7EC14E" w:rsidR="00695DAA" w:rsidRPr="0065656F" w:rsidRDefault="00695DAA" w:rsidP="00695DAA">
      <w:pPr>
        <w:pStyle w:val="Odrka1-1"/>
        <w:rPr>
          <w:strike/>
        </w:rPr>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EB63E7">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FCABF00" w:rsidR="00695DAA" w:rsidRPr="00323446" w:rsidRDefault="00695DAA" w:rsidP="00695DAA">
      <w:pPr>
        <w:pStyle w:val="Odrka1-1"/>
      </w:pPr>
      <w:r w:rsidRPr="00323446">
        <w:t xml:space="preserve">Specifikace typu zabezpečovacího zařízení, </w:t>
      </w:r>
      <w:r w:rsidR="00EF6C46" w:rsidRPr="00323446">
        <w:t xml:space="preserve">sdělovacího zařízení, </w:t>
      </w:r>
      <w:r w:rsidRPr="00323446">
        <w:t xml:space="preserve">zařízení elektrotechniky a energetiky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40FD336" w:rsidR="0035531B" w:rsidRDefault="00695DAA" w:rsidP="00695DAA">
      <w:pPr>
        <w:pStyle w:val="Odrka1-1"/>
      </w:pPr>
      <w:r>
        <w:t>Oceněný Soupis pr</w:t>
      </w:r>
      <w:r w:rsidRPr="001B3526">
        <w:t xml:space="preserve">ací </w:t>
      </w:r>
      <w:r w:rsidR="00BB0379" w:rsidRPr="001B3526">
        <w:t>obsažený</w:t>
      </w:r>
      <w:r w:rsidRPr="001B3526">
        <w:t xml:space="preserve"> v Dílu 4 zadávací dokumentace</w:t>
      </w:r>
      <w:r w:rsidR="00BB0379" w:rsidRPr="001B3526">
        <w:t>, včetně Rekapitulace ceny dle SO a PS</w:t>
      </w:r>
      <w:r w:rsidR="0035531B" w:rsidRPr="001B3526">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E26AAA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lastRenderedPageBreak/>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6E12C0"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7C9EC44E"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1B3526">
        <w:t>30 000 000</w:t>
      </w:r>
      <w:r>
        <w:t xml:space="preserve"> Kč bez DPH. </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BA8D46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C259E">
        <w:t xml:space="preserve">uvedené v článku 19.3, resp. v článku 19.4 </w:t>
      </w:r>
      <w:r w:rsidR="005909AC" w:rsidRPr="001C259E">
        <w:t xml:space="preserve">až </w:t>
      </w:r>
      <w:r w:rsidR="007A2277" w:rsidRPr="001C259E">
        <w:t>19.9</w:t>
      </w:r>
      <w:r w:rsidR="005909AC" w:rsidRPr="001C259E">
        <w:t xml:space="preserve"> </w:t>
      </w:r>
      <w:r w:rsidRPr="001C259E">
        <w:t>Výzvy</w:t>
      </w:r>
      <w:r w:rsidR="002952C6">
        <w:t>, dopadají-li na vybraného dodavatele.</w:t>
      </w:r>
      <w:r w:rsidR="001C259E">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7435E366" w:rsidR="001B5ED5" w:rsidRDefault="001B5ED5" w:rsidP="001B5ED5">
      <w:pPr>
        <w:pStyle w:val="Odrka1-1"/>
      </w:pPr>
      <w:r>
        <w:t xml:space="preserve">kopie smlouvy uzavřené s výrobcem nebo dodavatelem </w:t>
      </w:r>
      <w:r w:rsidRPr="00323446">
        <w:t xml:space="preserve">zabezpečovacího zařízení, </w:t>
      </w:r>
      <w:r w:rsidR="00EF6C46" w:rsidRPr="00323446">
        <w:t>sdělovacího zařízení</w:t>
      </w:r>
      <w:r w:rsidR="00323446">
        <w:t xml:space="preserve"> </w:t>
      </w:r>
      <w:r w:rsidR="008716A2">
        <w:t xml:space="preserve">či jednostranného vyjádření závazku </w:t>
      </w:r>
      <w:r w:rsidR="008716A2" w:rsidRPr="0031722E">
        <w:t xml:space="preserve">výrobce nebo dodavatele </w:t>
      </w:r>
      <w:r w:rsidR="008716A2" w:rsidRPr="0031722E">
        <w:lastRenderedPageBreak/>
        <w:t xml:space="preserve">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7F16A0AB" w14:textId="77777777" w:rsidR="002F269B" w:rsidRDefault="0035531B" w:rsidP="00C36F00">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23446">
        <w:t>elektrických</w:t>
      </w:r>
      <w:r>
        <w:t xml:space="preserve"> UTZ železničních drah</w:t>
      </w:r>
      <w:r w:rsidR="00092CC9">
        <w:t xml:space="preserve"> v </w:t>
      </w:r>
      <w:r>
        <w:t xml:space="preserve">rozsahu: </w:t>
      </w:r>
    </w:p>
    <w:p w14:paraId="457CBDAB" w14:textId="516F432B" w:rsidR="002F269B" w:rsidRDefault="002F269B" w:rsidP="002F269B">
      <w:pPr>
        <w:pStyle w:val="Odrka1-2-"/>
        <w:tabs>
          <w:tab w:val="clear" w:pos="1531"/>
          <w:tab w:val="num" w:pos="1276"/>
        </w:tabs>
        <w:ind w:left="1276" w:hanging="199"/>
        <w:rPr>
          <w:lang w:val="en-US"/>
        </w:rPr>
      </w:pPr>
      <w:r>
        <w:rPr>
          <w:lang w:val="en-US"/>
        </w:rPr>
        <w:t>silnoproudá zařízení drážní zabezpečovací, sdělovací, požární, signalizační a výpočetní techniky,</w:t>
      </w:r>
    </w:p>
    <w:p w14:paraId="6EF71AE3" w14:textId="43BBEEF2" w:rsidR="002F269B" w:rsidRPr="002F269B" w:rsidRDefault="002F269B" w:rsidP="002F269B">
      <w:pPr>
        <w:pStyle w:val="Odrka1-2-"/>
        <w:tabs>
          <w:tab w:val="clear" w:pos="1531"/>
          <w:tab w:val="num" w:pos="1276"/>
        </w:tabs>
        <w:ind w:left="1276" w:hanging="199"/>
      </w:pPr>
      <w:r w:rsidRPr="002F269B">
        <w:rPr>
          <w:rFonts w:ascii="Verdana" w:hAnsi="Verdana" w:cs="Verdana"/>
          <w:lang w:val="en-US"/>
        </w:rPr>
        <w:t xml:space="preserve">zabezpečovací zařízení, jehož elektrické obvody plní funkci přímého zajišťování bezpečnosti drážní </w:t>
      </w:r>
      <w:r>
        <w:rPr>
          <w:rFonts w:ascii="Verdana" w:hAnsi="Verdana" w:cs="Verdana"/>
          <w:lang w:val="en-US"/>
        </w:rPr>
        <w:t>dopravy</w:t>
      </w:r>
      <w:r w:rsidR="001C259E">
        <w:rPr>
          <w:rFonts w:ascii="Verdana" w:hAnsi="Verdana" w:cs="Verdana"/>
          <w:lang w:val="en-US"/>
        </w:rPr>
        <w:t>.</w:t>
      </w:r>
    </w:p>
    <w:p w14:paraId="3AFCC3DA" w14:textId="54E84DA2" w:rsidR="0035531B" w:rsidRDefault="0035531B" w:rsidP="002F269B">
      <w:pPr>
        <w:pStyle w:val="Odrka1-1"/>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BCA9C3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1C259E">
        <w:t>dle čl. 8.10 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0689170" w:rsidR="004F6CAF" w:rsidRDefault="004F6CAF" w:rsidP="004F6CAF">
      <w:pPr>
        <w:pStyle w:val="Odrka1-1"/>
      </w:pPr>
      <w:r>
        <w:t>studentské exkurze</w:t>
      </w:r>
      <w:r w:rsidR="00EB63E7">
        <w:t>.</w:t>
      </w:r>
    </w:p>
    <w:p w14:paraId="49F0953E" w14:textId="164F0FB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B3526">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7A653327" w14:textId="77777777" w:rsidR="001B3526" w:rsidRDefault="001B3526" w:rsidP="001B3526">
      <w:pPr>
        <w:pStyle w:val="Textbezslovn"/>
        <w:spacing w:after="0"/>
      </w:pPr>
      <w:r w:rsidRPr="00ED249C">
        <w:t>V Praze</w:t>
      </w:r>
      <w:r>
        <w:t xml:space="preserve"> </w:t>
      </w:r>
    </w:p>
    <w:p w14:paraId="176849DE" w14:textId="77777777" w:rsidR="001B3526" w:rsidRDefault="001B3526" w:rsidP="001B3526">
      <w:pPr>
        <w:pStyle w:val="Textbezslovn"/>
        <w:spacing w:after="0"/>
      </w:pPr>
    </w:p>
    <w:p w14:paraId="16E6964E" w14:textId="77777777" w:rsidR="001B3526" w:rsidRDefault="001B3526" w:rsidP="001B3526">
      <w:pPr>
        <w:pStyle w:val="Textbezslovn"/>
        <w:spacing w:after="0"/>
      </w:pPr>
    </w:p>
    <w:p w14:paraId="2720DAD8" w14:textId="77777777" w:rsidR="001B3526" w:rsidRDefault="001B3526" w:rsidP="001B3526">
      <w:pPr>
        <w:pStyle w:val="Textbezslovn"/>
        <w:spacing w:after="0"/>
      </w:pPr>
    </w:p>
    <w:p w14:paraId="070894E9" w14:textId="77777777" w:rsidR="001B3526" w:rsidRDefault="001B3526" w:rsidP="001B3526">
      <w:pPr>
        <w:pStyle w:val="Textbezslovn"/>
        <w:spacing w:after="0"/>
      </w:pPr>
    </w:p>
    <w:p w14:paraId="512E8F53" w14:textId="77777777" w:rsidR="001B3526" w:rsidRDefault="001B3526" w:rsidP="001B3526">
      <w:pPr>
        <w:pStyle w:val="Textbezslovn"/>
        <w:spacing w:after="0"/>
      </w:pPr>
    </w:p>
    <w:p w14:paraId="75F301CD" w14:textId="77777777" w:rsidR="001B3526" w:rsidRDefault="001B3526" w:rsidP="001B3526">
      <w:pPr>
        <w:pStyle w:val="Textbezslovn"/>
        <w:spacing w:after="0"/>
      </w:pPr>
      <w:r>
        <w:t>…………………………………………….</w:t>
      </w:r>
    </w:p>
    <w:p w14:paraId="06991C33" w14:textId="77777777" w:rsidR="001B3526" w:rsidRPr="007C5A83" w:rsidRDefault="001B3526" w:rsidP="001B3526">
      <w:pPr>
        <w:pStyle w:val="Textbezslovn"/>
        <w:spacing w:after="0"/>
        <w:rPr>
          <w:highlight w:val="green"/>
        </w:rPr>
      </w:pPr>
      <w:r w:rsidRPr="007C5A83">
        <w:rPr>
          <w:rFonts w:ascii="Verdana" w:hAnsi="Verdana" w:cs="Calibri"/>
          <w:bCs/>
        </w:rPr>
        <w:t>Ing. Petr Hofhanzl</w:t>
      </w:r>
    </w:p>
    <w:p w14:paraId="3ADB746B" w14:textId="77777777" w:rsidR="001B3526" w:rsidRPr="007C5A83" w:rsidRDefault="001B3526" w:rsidP="001B3526">
      <w:pPr>
        <w:pStyle w:val="Textbezslovn"/>
        <w:spacing w:after="0"/>
      </w:pPr>
      <w:r w:rsidRPr="007C5A83">
        <w:rPr>
          <w:rFonts w:ascii="Verdana" w:hAnsi="Verdana" w:cs="Calibri"/>
          <w:bCs/>
        </w:rPr>
        <w:t>ředitel Stavební správy západ</w:t>
      </w:r>
    </w:p>
    <w:p w14:paraId="16AFB686" w14:textId="100E06F0" w:rsidR="00564DDD" w:rsidRDefault="001B3526" w:rsidP="001B3526">
      <w:pPr>
        <w:pStyle w:val="Textbezslovn"/>
        <w:spacing w:after="0"/>
      </w:pPr>
      <w:r w:rsidRPr="007C5A83">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37015BD" w:rsidR="008C65E0" w:rsidRDefault="006A6AF2" w:rsidP="001B3526">
      <w:pPr>
        <w:pStyle w:val="Textbezslovn"/>
        <w:ind w:left="0"/>
      </w:pPr>
      <w:r w:rsidRPr="006A6AF2">
        <w:t xml:space="preserve">Řádně jsme se seznámili se zněním zadávacích podmínek veřejné zakázky s názvem </w:t>
      </w:r>
      <w:r w:rsidR="001B3526" w:rsidRPr="001B3526">
        <w:rPr>
          <w:b/>
          <w:bCs/>
        </w:rPr>
        <w:t>„Výstavba PZS se závorami P1649 v km 71,795 na trati České Budějovice – Černý Kříž“</w:t>
      </w:r>
      <w:r w:rsidR="001B3526"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1B3526">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1F3869F"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26B96C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B3526" w:rsidRPr="001B3526">
        <w:rPr>
          <w:b/>
          <w:bCs/>
        </w:rPr>
        <w:t>„Výstavba PZS se závorami P1649 v km 71,795 na trati České Budějovice – Černý Kříž“</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552BA" w14:textId="77777777" w:rsidR="00A75A56" w:rsidRDefault="00A75A56" w:rsidP="00962258">
      <w:pPr>
        <w:spacing w:after="0" w:line="240" w:lineRule="auto"/>
      </w:pPr>
      <w:r>
        <w:separator/>
      </w:r>
    </w:p>
  </w:endnote>
  <w:endnote w:type="continuationSeparator" w:id="0">
    <w:p w14:paraId="6C04EEE7" w14:textId="77777777" w:rsidR="00A75A56" w:rsidRDefault="00A75A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4219" w14:paraId="43E6FD8A" w14:textId="77777777" w:rsidTr="00EB46E5">
      <w:tc>
        <w:tcPr>
          <w:tcW w:w="1361" w:type="dxa"/>
          <w:tcMar>
            <w:left w:w="0" w:type="dxa"/>
            <w:right w:w="0" w:type="dxa"/>
          </w:tcMar>
          <w:vAlign w:val="bottom"/>
        </w:tcPr>
        <w:p w14:paraId="016FBFAA" w14:textId="7B58A2C7" w:rsidR="00B84219" w:rsidRPr="00B8518B" w:rsidRDefault="00B8421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69B">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269B">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B84219" w:rsidRDefault="00B84219" w:rsidP="00B8518B">
          <w:pPr>
            <w:pStyle w:val="Zpat"/>
          </w:pPr>
        </w:p>
      </w:tc>
      <w:tc>
        <w:tcPr>
          <w:tcW w:w="425" w:type="dxa"/>
          <w:shd w:val="clear" w:color="auto" w:fill="auto"/>
          <w:tcMar>
            <w:left w:w="0" w:type="dxa"/>
            <w:right w:w="0" w:type="dxa"/>
          </w:tcMar>
        </w:tcPr>
        <w:p w14:paraId="45F1B8FE" w14:textId="77777777" w:rsidR="00B84219" w:rsidRDefault="00B84219" w:rsidP="00B8518B">
          <w:pPr>
            <w:pStyle w:val="Zpat"/>
          </w:pPr>
        </w:p>
      </w:tc>
      <w:tc>
        <w:tcPr>
          <w:tcW w:w="8505" w:type="dxa"/>
        </w:tcPr>
        <w:p w14:paraId="3FE83C21" w14:textId="77777777" w:rsidR="00B84219" w:rsidRPr="00845A64" w:rsidRDefault="00B84219" w:rsidP="00845A64">
          <w:pPr>
            <w:pStyle w:val="Zpat0"/>
          </w:pPr>
          <w:r w:rsidRPr="00845A64">
            <w:t>„Výstavba PZS se závorami P1649 v km</w:t>
          </w:r>
        </w:p>
        <w:p w14:paraId="4B578206" w14:textId="77777777" w:rsidR="00B84219" w:rsidRPr="00845A64" w:rsidRDefault="00B84219" w:rsidP="00845A64">
          <w:pPr>
            <w:pStyle w:val="Zpat0"/>
          </w:pPr>
          <w:r w:rsidRPr="00845A64">
            <w:t>71,795 na trati České Budějovice – Černý</w:t>
          </w:r>
        </w:p>
        <w:p w14:paraId="6552BBF7" w14:textId="7723F751" w:rsidR="00B84219" w:rsidRDefault="00B84219" w:rsidP="00845A64">
          <w:pPr>
            <w:pStyle w:val="Zpat0"/>
          </w:pPr>
          <w:r w:rsidRPr="00845A64">
            <w:t>Kříž“</w:t>
          </w:r>
        </w:p>
        <w:p w14:paraId="3201EED0" w14:textId="77777777" w:rsidR="00B84219" w:rsidRDefault="00B84219" w:rsidP="00EB46E5">
          <w:pPr>
            <w:pStyle w:val="Zpat0"/>
          </w:pPr>
          <w:r>
            <w:t>Díl 1 – VÝZVA K PODÁNÍ NABÍDKY</w:t>
          </w:r>
        </w:p>
        <w:p w14:paraId="0F33739D" w14:textId="77777777" w:rsidR="00B84219" w:rsidRDefault="00B84219" w:rsidP="0035531B">
          <w:pPr>
            <w:pStyle w:val="Zpat0"/>
          </w:pPr>
        </w:p>
      </w:tc>
    </w:tr>
  </w:tbl>
  <w:p w14:paraId="0F99771F" w14:textId="77777777" w:rsidR="00B84219" w:rsidRPr="00B8518B" w:rsidRDefault="00B842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B84219" w:rsidRPr="00B8518B" w:rsidRDefault="00B84219" w:rsidP="00460660">
    <w:pPr>
      <w:pStyle w:val="Zpat"/>
      <w:rPr>
        <w:sz w:val="2"/>
        <w:szCs w:val="2"/>
      </w:rPr>
    </w:pPr>
  </w:p>
  <w:p w14:paraId="542534AD" w14:textId="77777777" w:rsidR="00B84219" w:rsidRPr="00460660" w:rsidRDefault="00B8421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5AF69" w14:textId="77777777" w:rsidR="00A75A56" w:rsidRDefault="00A75A56" w:rsidP="00962258">
      <w:pPr>
        <w:spacing w:after="0" w:line="240" w:lineRule="auto"/>
      </w:pPr>
      <w:r>
        <w:separator/>
      </w:r>
    </w:p>
  </w:footnote>
  <w:footnote w:type="continuationSeparator" w:id="0">
    <w:p w14:paraId="0B58089B" w14:textId="77777777" w:rsidR="00A75A56" w:rsidRDefault="00A75A56" w:rsidP="00962258">
      <w:pPr>
        <w:spacing w:after="0" w:line="240" w:lineRule="auto"/>
      </w:pPr>
      <w:r>
        <w:continuationSeparator/>
      </w:r>
    </w:p>
  </w:footnote>
  <w:footnote w:id="1">
    <w:p w14:paraId="1EBCE932" w14:textId="43111077" w:rsidR="00B84219" w:rsidRDefault="00B84219"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B84219" w:rsidRDefault="00B8421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B84219" w:rsidRDefault="00B8421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B84219" w:rsidRDefault="00B8421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B84219" w:rsidRDefault="00B8421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B84219" w:rsidRDefault="00B8421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B84219" w:rsidRDefault="00B8421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B84219" w:rsidRDefault="00B8421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B84219" w:rsidRDefault="00B8421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4219" w14:paraId="79A2CDDF" w14:textId="77777777" w:rsidTr="00C02D0A">
      <w:trPr>
        <w:trHeight w:hRule="exact" w:val="454"/>
      </w:trPr>
      <w:tc>
        <w:tcPr>
          <w:tcW w:w="1361" w:type="dxa"/>
          <w:tcMar>
            <w:top w:w="57" w:type="dxa"/>
            <w:left w:w="0" w:type="dxa"/>
            <w:right w:w="0" w:type="dxa"/>
          </w:tcMar>
        </w:tcPr>
        <w:p w14:paraId="6F56E93F" w14:textId="77777777" w:rsidR="00B84219" w:rsidRPr="00B8518B" w:rsidRDefault="00B84219" w:rsidP="00523EA7">
          <w:pPr>
            <w:pStyle w:val="Zpat"/>
            <w:rPr>
              <w:rStyle w:val="slostrnky"/>
            </w:rPr>
          </w:pPr>
        </w:p>
      </w:tc>
      <w:tc>
        <w:tcPr>
          <w:tcW w:w="3458" w:type="dxa"/>
          <w:shd w:val="clear" w:color="auto" w:fill="auto"/>
          <w:tcMar>
            <w:top w:w="57" w:type="dxa"/>
            <w:left w:w="0" w:type="dxa"/>
            <w:right w:w="0" w:type="dxa"/>
          </w:tcMar>
        </w:tcPr>
        <w:p w14:paraId="743F0C7F" w14:textId="77777777" w:rsidR="00B84219" w:rsidRDefault="00B84219" w:rsidP="00523EA7">
          <w:pPr>
            <w:pStyle w:val="Zpat"/>
          </w:pPr>
        </w:p>
      </w:tc>
      <w:tc>
        <w:tcPr>
          <w:tcW w:w="5698" w:type="dxa"/>
          <w:shd w:val="clear" w:color="auto" w:fill="auto"/>
          <w:tcMar>
            <w:top w:w="57" w:type="dxa"/>
            <w:left w:w="0" w:type="dxa"/>
            <w:right w:w="0" w:type="dxa"/>
          </w:tcMar>
        </w:tcPr>
        <w:p w14:paraId="31CF52A8" w14:textId="77777777" w:rsidR="00B84219" w:rsidRPr="00D6163D" w:rsidRDefault="00B84219" w:rsidP="00D6163D">
          <w:pPr>
            <w:pStyle w:val="Druhdokumentu"/>
          </w:pPr>
        </w:p>
      </w:tc>
    </w:tr>
  </w:tbl>
  <w:p w14:paraId="75C0D1DB" w14:textId="77777777" w:rsidR="00B84219" w:rsidRPr="00D6163D" w:rsidRDefault="00B842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4219" w14:paraId="305FD5DB" w14:textId="77777777" w:rsidTr="00B22106">
      <w:trPr>
        <w:trHeight w:hRule="exact" w:val="936"/>
      </w:trPr>
      <w:tc>
        <w:tcPr>
          <w:tcW w:w="1361" w:type="dxa"/>
          <w:tcMar>
            <w:left w:w="0" w:type="dxa"/>
            <w:right w:w="0" w:type="dxa"/>
          </w:tcMar>
        </w:tcPr>
        <w:p w14:paraId="570B0069" w14:textId="77777777" w:rsidR="00B84219" w:rsidRPr="00B8518B" w:rsidRDefault="00B84219" w:rsidP="00FC6389">
          <w:pPr>
            <w:pStyle w:val="Zpat"/>
            <w:rPr>
              <w:rStyle w:val="slostrnky"/>
            </w:rPr>
          </w:pPr>
        </w:p>
      </w:tc>
      <w:tc>
        <w:tcPr>
          <w:tcW w:w="3458" w:type="dxa"/>
          <w:shd w:val="clear" w:color="auto" w:fill="auto"/>
          <w:tcMar>
            <w:left w:w="0" w:type="dxa"/>
            <w:right w:w="0" w:type="dxa"/>
          </w:tcMar>
        </w:tcPr>
        <w:p w14:paraId="5C1BA917" w14:textId="77777777" w:rsidR="00B84219" w:rsidRDefault="00B84219" w:rsidP="00FC6389">
          <w:pPr>
            <w:pStyle w:val="Zpat"/>
          </w:pPr>
        </w:p>
      </w:tc>
      <w:tc>
        <w:tcPr>
          <w:tcW w:w="5756" w:type="dxa"/>
          <w:shd w:val="clear" w:color="auto" w:fill="auto"/>
          <w:tcMar>
            <w:left w:w="0" w:type="dxa"/>
            <w:right w:w="0" w:type="dxa"/>
          </w:tcMar>
        </w:tcPr>
        <w:p w14:paraId="2C32B53E" w14:textId="77777777" w:rsidR="00B84219" w:rsidRPr="00D6163D" w:rsidRDefault="00B84219" w:rsidP="00FC6389">
          <w:pPr>
            <w:pStyle w:val="Druhdokumentu"/>
          </w:pPr>
        </w:p>
      </w:tc>
    </w:tr>
    <w:tr w:rsidR="00B84219" w14:paraId="69F8D53D" w14:textId="77777777" w:rsidTr="00B22106">
      <w:trPr>
        <w:trHeight w:hRule="exact" w:val="936"/>
      </w:trPr>
      <w:tc>
        <w:tcPr>
          <w:tcW w:w="1361" w:type="dxa"/>
          <w:tcMar>
            <w:left w:w="0" w:type="dxa"/>
            <w:right w:w="0" w:type="dxa"/>
          </w:tcMar>
        </w:tcPr>
        <w:p w14:paraId="679BED3A" w14:textId="77777777" w:rsidR="00B84219" w:rsidRPr="00B8518B" w:rsidRDefault="00B84219" w:rsidP="00FC6389">
          <w:pPr>
            <w:pStyle w:val="Zpat"/>
            <w:rPr>
              <w:rStyle w:val="slostrnky"/>
            </w:rPr>
          </w:pPr>
        </w:p>
      </w:tc>
      <w:tc>
        <w:tcPr>
          <w:tcW w:w="3458" w:type="dxa"/>
          <w:shd w:val="clear" w:color="auto" w:fill="auto"/>
          <w:tcMar>
            <w:left w:w="0" w:type="dxa"/>
            <w:right w:w="0" w:type="dxa"/>
          </w:tcMar>
        </w:tcPr>
        <w:p w14:paraId="63E8AC86" w14:textId="77777777" w:rsidR="00B84219" w:rsidRDefault="00B84219" w:rsidP="00FC6389">
          <w:pPr>
            <w:pStyle w:val="Zpat"/>
          </w:pPr>
        </w:p>
      </w:tc>
      <w:tc>
        <w:tcPr>
          <w:tcW w:w="5756" w:type="dxa"/>
          <w:shd w:val="clear" w:color="auto" w:fill="auto"/>
          <w:tcMar>
            <w:left w:w="0" w:type="dxa"/>
            <w:right w:w="0" w:type="dxa"/>
          </w:tcMar>
        </w:tcPr>
        <w:p w14:paraId="702F8471" w14:textId="77777777" w:rsidR="00B84219" w:rsidRPr="00D6163D" w:rsidRDefault="00B84219" w:rsidP="00FC6389">
          <w:pPr>
            <w:pStyle w:val="Druhdokumentu"/>
          </w:pPr>
        </w:p>
      </w:tc>
    </w:tr>
  </w:tbl>
  <w:p w14:paraId="0A197E79" w14:textId="77777777" w:rsidR="00B84219" w:rsidRPr="00D6163D" w:rsidRDefault="00B8421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84219" w:rsidRPr="00460660" w:rsidRDefault="00B8421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3402077">
    <w:abstractNumId w:val="3"/>
  </w:num>
  <w:num w:numId="2" w16cid:durableId="1145584552">
    <w:abstractNumId w:val="1"/>
  </w:num>
  <w:num w:numId="3" w16cid:durableId="1349484440">
    <w:abstractNumId w:val="10"/>
  </w:num>
  <w:num w:numId="4" w16cid:durableId="1641766639">
    <w:abstractNumId w:val="2"/>
  </w:num>
  <w:num w:numId="5" w16cid:durableId="2052530140">
    <w:abstractNumId w:val="0"/>
  </w:num>
  <w:num w:numId="6" w16cid:durableId="1312562987">
    <w:abstractNumId w:val="5"/>
  </w:num>
  <w:num w:numId="7" w16cid:durableId="1340934320">
    <w:abstractNumId w:val="7"/>
  </w:num>
  <w:num w:numId="8" w16cid:durableId="412246063">
    <w:abstractNumId w:val="6"/>
  </w:num>
  <w:num w:numId="9" w16cid:durableId="1305349760">
    <w:abstractNumId w:val="11"/>
  </w:num>
  <w:num w:numId="10" w16cid:durableId="1062169656">
    <w:abstractNumId w:val="9"/>
  </w:num>
  <w:num w:numId="11" w16cid:durableId="547255159">
    <w:abstractNumId w:val="7"/>
  </w:num>
  <w:num w:numId="12" w16cid:durableId="1448163092">
    <w:abstractNumId w:val="7"/>
  </w:num>
  <w:num w:numId="13" w16cid:durableId="13146014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41322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2309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31292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87683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84689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4752777">
    <w:abstractNumId w:val="8"/>
  </w:num>
  <w:num w:numId="20" w16cid:durableId="1734952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81883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6285907">
    <w:abstractNumId w:val="6"/>
  </w:num>
  <w:num w:numId="23" w16cid:durableId="1825314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33B8"/>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8FB"/>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3421"/>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3526"/>
    <w:rsid w:val="001B4E74"/>
    <w:rsid w:val="001B5ED5"/>
    <w:rsid w:val="001C181F"/>
    <w:rsid w:val="001C259E"/>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0AF"/>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269B"/>
    <w:rsid w:val="002F4333"/>
    <w:rsid w:val="003016FE"/>
    <w:rsid w:val="00307641"/>
    <w:rsid w:val="00311E65"/>
    <w:rsid w:val="00311F11"/>
    <w:rsid w:val="0031498D"/>
    <w:rsid w:val="00317F7D"/>
    <w:rsid w:val="00321E17"/>
    <w:rsid w:val="00322579"/>
    <w:rsid w:val="00323446"/>
    <w:rsid w:val="00324AE8"/>
    <w:rsid w:val="00324C4C"/>
    <w:rsid w:val="00327EEF"/>
    <w:rsid w:val="00331C69"/>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4DA"/>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5656F"/>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6AF5"/>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A64"/>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96E"/>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45F73"/>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11D8"/>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5A56"/>
    <w:rsid w:val="00A77512"/>
    <w:rsid w:val="00A84C4D"/>
    <w:rsid w:val="00A912E2"/>
    <w:rsid w:val="00A94AD6"/>
    <w:rsid w:val="00A94C2F"/>
    <w:rsid w:val="00A967E6"/>
    <w:rsid w:val="00AA113A"/>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4219"/>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B83"/>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723"/>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3E7"/>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7A3"/>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9946CE2-BA2A-45CA-A588-B42F577DE29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65a05e30-5124-4316-a003-f70f48959144"/>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17389</Words>
  <Characters>102599</Characters>
  <Application>Microsoft Office Word</Application>
  <DocSecurity>0</DocSecurity>
  <Lines>854</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Barbora Sýkorová</cp:lastModifiedBy>
  <cp:revision>6</cp:revision>
  <cp:lastPrinted>2024-05-13T07:37:00Z</cp:lastPrinted>
  <dcterms:created xsi:type="dcterms:W3CDTF">2024-05-09T07:48:00Z</dcterms:created>
  <dcterms:modified xsi:type="dcterms:W3CDTF">2024-05-13T07:38:00Z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