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336DFC07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FD4CC1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2948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249D7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4CC1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2023-09-13T10:54:00Z</dcterms:created>
  <dcterms:modified xsi:type="dcterms:W3CDTF">2024-05-09T11:38:00Z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