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26E47" w14:textId="5E5F39B4" w:rsidR="00A756D0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4E2DD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E2DD0" w:rsidRPr="004E2DD0">
        <w:rPr>
          <w:rFonts w:asciiTheme="majorHAnsi" w:eastAsia="Times New Roman" w:hAnsiTheme="majorHAnsi" w:cs="Times New Roman"/>
          <w:lang w:eastAsia="cs-CZ"/>
        </w:rPr>
        <w:t>2</w:t>
      </w:r>
      <w:r w:rsidR="00A756D0" w:rsidRPr="004E2DD0">
        <w:rPr>
          <w:rFonts w:asciiTheme="majorHAnsi" w:eastAsia="Times New Roman" w:hAnsiTheme="majorHAnsi" w:cs="Times New Roman"/>
          <w:lang w:eastAsia="cs-CZ"/>
        </w:rPr>
        <w:t xml:space="preserve"> </w:t>
      </w:r>
      <w:r w:rsidR="00C71DEC">
        <w:rPr>
          <w:rFonts w:asciiTheme="majorHAnsi" w:eastAsia="Times New Roman" w:hAnsiTheme="majorHAnsi" w:cs="Times New Roman"/>
          <w:lang w:eastAsia="cs-CZ"/>
        </w:rPr>
        <w:t xml:space="preserve">Výzvy k podání nabídky a budoucí příloha č. 2 </w:t>
      </w:r>
      <w:r w:rsidR="00A756D0" w:rsidRPr="004E2DD0">
        <w:rPr>
          <w:rFonts w:asciiTheme="majorHAnsi" w:eastAsia="Times New Roman" w:hAnsiTheme="majorHAnsi" w:cs="Times New Roman"/>
          <w:lang w:eastAsia="cs-CZ"/>
        </w:rPr>
        <w:t>Smlouvy</w:t>
      </w:r>
    </w:p>
    <w:p w14:paraId="7FFD7D12" w14:textId="77777777" w:rsidR="000E63D6" w:rsidRPr="000E63D6" w:rsidRDefault="000E63D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0E63D6"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28B90F4B" w14:textId="43CF02FA" w:rsidR="00336BEC" w:rsidRPr="00502266" w:rsidRDefault="000E63D6" w:rsidP="00502266">
      <w:pPr>
        <w:keepNext/>
        <w:numPr>
          <w:ilvl w:val="0"/>
          <w:numId w:val="34"/>
        </w:numPr>
        <w:spacing w:before="240" w:after="12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cena paušálních služeb:</w:t>
      </w:r>
      <w:bookmarkStart w:id="0" w:name="_Toc517353605"/>
      <w:bookmarkStart w:id="1" w:name="_Toc518140497"/>
    </w:p>
    <w:tbl>
      <w:tblPr>
        <w:tblStyle w:val="Mkatabulky4"/>
        <w:tblW w:w="0" w:type="auto"/>
        <w:tblInd w:w="137" w:type="dxa"/>
        <w:tblLook w:val="04A0" w:firstRow="1" w:lastRow="0" w:firstColumn="1" w:lastColumn="0" w:noHBand="0" w:noVBand="1"/>
      </w:tblPr>
      <w:tblGrid>
        <w:gridCol w:w="2693"/>
        <w:gridCol w:w="1826"/>
        <w:gridCol w:w="2240"/>
        <w:gridCol w:w="1796"/>
      </w:tblGrid>
      <w:tr w:rsidR="00176768" w:rsidRPr="009A1CA4" w14:paraId="31D04D0F" w14:textId="77777777" w:rsidTr="00A0588C">
        <w:tc>
          <w:tcPr>
            <w:tcW w:w="2693" w:type="dxa"/>
            <w:shd w:val="clear" w:color="auto" w:fill="BFBFBF"/>
          </w:tcPr>
          <w:p w14:paraId="5E8C8750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</w:p>
          <w:p w14:paraId="502FE473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826" w:type="dxa"/>
            <w:shd w:val="clear" w:color="auto" w:fill="BFBFBF"/>
          </w:tcPr>
          <w:p w14:paraId="585BE831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jedné Subskripce</w:t>
            </w:r>
          </w:p>
          <w:p w14:paraId="58E78687" w14:textId="08A95066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  <w:tc>
          <w:tcPr>
            <w:tcW w:w="2240" w:type="dxa"/>
            <w:shd w:val="clear" w:color="auto" w:fill="BFBFBF"/>
          </w:tcPr>
          <w:p w14:paraId="4520C402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Počet Subskripcí/doba trvání Subskripce</w:t>
            </w:r>
          </w:p>
        </w:tc>
        <w:tc>
          <w:tcPr>
            <w:tcW w:w="1796" w:type="dxa"/>
            <w:shd w:val="clear" w:color="auto" w:fill="BFBFBF"/>
          </w:tcPr>
          <w:p w14:paraId="150C47D6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za počet Subskripcí</w:t>
            </w:r>
          </w:p>
          <w:p w14:paraId="132C9EAF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887E3B" w:rsidRPr="009A1CA4" w14:paraId="438E0185" w14:textId="77777777" w:rsidTr="00A0588C">
        <w:tc>
          <w:tcPr>
            <w:tcW w:w="2693" w:type="dxa"/>
          </w:tcPr>
          <w:p w14:paraId="1403AAAF" w14:textId="77777777" w:rsidR="00887E3B" w:rsidRDefault="00887E3B" w:rsidP="00887E3B">
            <w:pPr>
              <w:outlineLvl w:val="1"/>
              <w:rPr>
                <w:rFonts w:asciiTheme="majorHAnsi" w:hAnsiTheme="majorHAnsi" w:cs="Arial"/>
                <w:b/>
                <w:iCs/>
              </w:rPr>
            </w:pPr>
          </w:p>
          <w:p w14:paraId="6BB7C899" w14:textId="77777777" w:rsidR="00887E3B" w:rsidRDefault="00887E3B" w:rsidP="00887E3B">
            <w:pPr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THRDSW001</w:t>
            </w:r>
          </w:p>
          <w:p w14:paraId="6A78E784" w14:textId="77777777" w:rsidR="00887E3B" w:rsidRDefault="00887E3B" w:rsidP="00887E3B">
            <w:pPr>
              <w:outlineLvl w:val="1"/>
              <w:rPr>
                <w:rFonts w:asciiTheme="majorHAnsi" w:hAnsiTheme="majorHAnsi" w:cs="Arial"/>
                <w:bCs/>
                <w:iCs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>FME</w:t>
            </w:r>
            <w:r>
              <w:rPr>
                <w:rFonts w:asciiTheme="majorHAnsi" w:hAnsiTheme="majorHAnsi" w:cs="Arial"/>
                <w:bCs/>
                <w:iCs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bCs/>
                <w:iCs/>
              </w:rPr>
              <w:t>Flow</w:t>
            </w:r>
            <w:proofErr w:type="spellEnd"/>
            <w:r>
              <w:rPr>
                <w:rFonts w:asciiTheme="majorHAnsi" w:hAnsiTheme="majorHAnsi" w:cs="Arial"/>
                <w:bCs/>
                <w:iCs/>
              </w:rPr>
              <w:t xml:space="preserve"> (FME</w:t>
            </w:r>
            <w:r w:rsidRPr="00C977A3">
              <w:rPr>
                <w:rFonts w:asciiTheme="majorHAnsi" w:hAnsiTheme="majorHAnsi" w:cs="Arial"/>
                <w:bCs/>
                <w:iCs/>
              </w:rPr>
              <w:t xml:space="preserve"> Server</w:t>
            </w:r>
            <w:r>
              <w:rPr>
                <w:rFonts w:asciiTheme="majorHAnsi" w:hAnsiTheme="majorHAnsi" w:cs="Arial"/>
                <w:bCs/>
                <w:iCs/>
              </w:rPr>
              <w:t>)</w:t>
            </w:r>
          </w:p>
          <w:p w14:paraId="7E94350D" w14:textId="75030720" w:rsidR="00887E3B" w:rsidRPr="009A1CA4" w:rsidRDefault="00887E3B" w:rsidP="00887E3B">
            <w:pPr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</w:p>
        </w:tc>
        <w:tc>
          <w:tcPr>
            <w:tcW w:w="1826" w:type="dxa"/>
          </w:tcPr>
          <w:p w14:paraId="094D1870" w14:textId="787951D9" w:rsidR="00887E3B" w:rsidRPr="009A1CA4" w:rsidRDefault="00887E3B" w:rsidP="00887E3B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6C43C3F" w14:textId="77777777" w:rsidR="00887E3B" w:rsidRPr="009A1CA4" w:rsidRDefault="00887E3B" w:rsidP="00887E3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2240" w:type="dxa"/>
          </w:tcPr>
          <w:p w14:paraId="0147EE91" w14:textId="1AA7F17E" w:rsidR="00887E3B" w:rsidRPr="009A1CA4" w:rsidDel="009A62D2" w:rsidRDefault="00887E3B" w:rsidP="00887E3B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1796" w:type="dxa"/>
          </w:tcPr>
          <w:p w14:paraId="0D673614" w14:textId="77777777" w:rsidR="00887E3B" w:rsidRPr="009A1CA4" w:rsidRDefault="00887E3B" w:rsidP="00887E3B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F97F490" w14:textId="77777777" w:rsidR="00887E3B" w:rsidRPr="009A1CA4" w:rsidRDefault="00887E3B" w:rsidP="00887E3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887E3B" w:rsidRPr="009A1CA4" w14:paraId="08E6FB18" w14:textId="77777777" w:rsidTr="00A0588C">
        <w:tc>
          <w:tcPr>
            <w:tcW w:w="2693" w:type="dxa"/>
          </w:tcPr>
          <w:p w14:paraId="39E683DE" w14:textId="77777777" w:rsidR="00887E3B" w:rsidRDefault="00887E3B" w:rsidP="00887E3B">
            <w:pPr>
              <w:outlineLvl w:val="1"/>
              <w:rPr>
                <w:rFonts w:asciiTheme="majorHAnsi" w:hAnsiTheme="majorHAnsi" w:cs="Arial"/>
                <w:b/>
                <w:iCs/>
              </w:rPr>
            </w:pPr>
          </w:p>
          <w:p w14:paraId="5B5DBE07" w14:textId="77777777" w:rsidR="00887E3B" w:rsidRDefault="00887E3B" w:rsidP="00887E3B">
            <w:pPr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THRDSW003</w:t>
            </w:r>
          </w:p>
          <w:p w14:paraId="364FFF57" w14:textId="77777777" w:rsidR="00887E3B" w:rsidRDefault="00887E3B" w:rsidP="00887E3B">
            <w:pPr>
              <w:outlineLvl w:val="1"/>
              <w:rPr>
                <w:rFonts w:asciiTheme="majorHAnsi" w:hAnsiTheme="majorHAnsi" w:cs="Arial"/>
                <w:bCs/>
                <w:iCs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 xml:space="preserve">FME </w:t>
            </w:r>
            <w:proofErr w:type="spellStart"/>
            <w:r>
              <w:rPr>
                <w:rFonts w:asciiTheme="majorHAnsi" w:hAnsiTheme="majorHAnsi" w:cs="Arial"/>
                <w:bCs/>
                <w:iCs/>
              </w:rPr>
              <w:t>Form</w:t>
            </w:r>
            <w:proofErr w:type="spellEnd"/>
            <w:r>
              <w:rPr>
                <w:rFonts w:asciiTheme="majorHAnsi" w:hAnsiTheme="majorHAnsi" w:cs="Arial"/>
                <w:bCs/>
                <w:iCs/>
              </w:rPr>
              <w:t xml:space="preserve"> </w:t>
            </w:r>
            <w:r w:rsidRPr="00C977A3">
              <w:rPr>
                <w:rFonts w:asciiTheme="majorHAnsi" w:hAnsiTheme="majorHAnsi" w:cs="Arial"/>
                <w:bCs/>
                <w:iCs/>
              </w:rPr>
              <w:t xml:space="preserve">Database </w:t>
            </w:r>
            <w:proofErr w:type="spellStart"/>
            <w:r>
              <w:rPr>
                <w:rFonts w:asciiTheme="majorHAnsi" w:hAnsiTheme="majorHAnsi" w:cs="Arial"/>
                <w:bCs/>
                <w:iCs/>
              </w:rPr>
              <w:t>E</w:t>
            </w:r>
            <w:r w:rsidRPr="00C977A3">
              <w:rPr>
                <w:rFonts w:asciiTheme="majorHAnsi" w:hAnsiTheme="majorHAnsi" w:cs="Arial"/>
                <w:bCs/>
                <w:iCs/>
              </w:rPr>
              <w:t>dition</w:t>
            </w:r>
            <w:proofErr w:type="spellEnd"/>
            <w:r>
              <w:rPr>
                <w:rFonts w:asciiTheme="majorHAnsi" w:hAnsiTheme="majorHAnsi" w:cs="Arial"/>
                <w:bCs/>
                <w:iCs/>
              </w:rPr>
              <w:t xml:space="preserve"> </w:t>
            </w:r>
          </w:p>
          <w:p w14:paraId="279EC531" w14:textId="77777777" w:rsidR="00887E3B" w:rsidRDefault="00887E3B" w:rsidP="00887E3B">
            <w:pPr>
              <w:outlineLvl w:val="1"/>
              <w:rPr>
                <w:rFonts w:asciiTheme="majorHAnsi" w:hAnsiTheme="majorHAnsi" w:cs="Arial"/>
                <w:bCs/>
                <w:iCs/>
              </w:rPr>
            </w:pPr>
            <w:r>
              <w:rPr>
                <w:rFonts w:asciiTheme="majorHAnsi" w:hAnsiTheme="majorHAnsi" w:cs="Arial"/>
                <w:bCs/>
                <w:iCs/>
              </w:rPr>
              <w:t xml:space="preserve">(FME Database </w:t>
            </w:r>
            <w:proofErr w:type="spellStart"/>
            <w:r>
              <w:rPr>
                <w:rFonts w:asciiTheme="majorHAnsi" w:hAnsiTheme="majorHAnsi" w:cs="Arial"/>
                <w:bCs/>
                <w:iCs/>
              </w:rPr>
              <w:t>Edition</w:t>
            </w:r>
            <w:proofErr w:type="spellEnd"/>
            <w:r>
              <w:rPr>
                <w:rFonts w:asciiTheme="majorHAnsi" w:hAnsiTheme="majorHAnsi" w:cs="Arial"/>
                <w:bCs/>
                <w:iCs/>
              </w:rPr>
              <w:t>)</w:t>
            </w:r>
          </w:p>
          <w:p w14:paraId="79590DED" w14:textId="3B5697CF" w:rsidR="00887E3B" w:rsidRPr="009A1CA4" w:rsidRDefault="00887E3B" w:rsidP="00887E3B">
            <w:pPr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</w:p>
        </w:tc>
        <w:tc>
          <w:tcPr>
            <w:tcW w:w="1826" w:type="dxa"/>
          </w:tcPr>
          <w:p w14:paraId="2373391D" w14:textId="77777777" w:rsidR="00887E3B" w:rsidRPr="009A1CA4" w:rsidRDefault="00887E3B" w:rsidP="00887E3B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68782FA9" w14:textId="77777777" w:rsidR="00887E3B" w:rsidRPr="009A1CA4" w:rsidRDefault="00887E3B" w:rsidP="00887E3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2240" w:type="dxa"/>
          </w:tcPr>
          <w:p w14:paraId="65C95C41" w14:textId="70814E75" w:rsidR="00887E3B" w:rsidRPr="009A1CA4" w:rsidDel="009A62D2" w:rsidRDefault="00887E3B" w:rsidP="00887E3B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5 / 12 měsíců</w:t>
            </w:r>
          </w:p>
        </w:tc>
        <w:tc>
          <w:tcPr>
            <w:tcW w:w="1796" w:type="dxa"/>
          </w:tcPr>
          <w:p w14:paraId="2B44B3A2" w14:textId="77777777" w:rsidR="00887E3B" w:rsidRPr="009A1CA4" w:rsidRDefault="00887E3B" w:rsidP="00887E3B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78E51F19" w14:textId="77777777" w:rsidR="00887E3B" w:rsidRPr="009A1CA4" w:rsidRDefault="00887E3B" w:rsidP="00887E3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887E3B" w:rsidRPr="009A1CA4" w14:paraId="5F227985" w14:textId="77777777" w:rsidTr="00A0588C">
        <w:tc>
          <w:tcPr>
            <w:tcW w:w="2693" w:type="dxa"/>
          </w:tcPr>
          <w:p w14:paraId="059AACD1" w14:textId="77777777" w:rsidR="00887E3B" w:rsidRDefault="00887E3B" w:rsidP="00887E3B">
            <w:pPr>
              <w:outlineLvl w:val="1"/>
              <w:rPr>
                <w:rFonts w:asciiTheme="majorHAnsi" w:hAnsiTheme="majorHAnsi" w:cs="Arial"/>
                <w:b/>
                <w:iCs/>
              </w:rPr>
            </w:pPr>
          </w:p>
          <w:p w14:paraId="19E49110" w14:textId="77777777" w:rsidR="00887E3B" w:rsidRDefault="00887E3B" w:rsidP="00887E3B">
            <w:pPr>
              <w:outlineLvl w:val="1"/>
              <w:rPr>
                <w:rFonts w:asciiTheme="majorHAnsi" w:hAnsiTheme="majorHAnsi" w:cs="Arial"/>
                <w:b/>
                <w:iCs/>
              </w:rPr>
            </w:pPr>
            <w:r w:rsidRPr="003D40A4">
              <w:rPr>
                <w:rFonts w:asciiTheme="majorHAnsi" w:hAnsiTheme="majorHAnsi" w:cs="Arial"/>
                <w:b/>
                <w:iCs/>
              </w:rPr>
              <w:t>THRDSW001-DEV</w:t>
            </w:r>
          </w:p>
          <w:p w14:paraId="709DE30F" w14:textId="77777777" w:rsidR="00887E3B" w:rsidRDefault="00887E3B" w:rsidP="00887E3B">
            <w:pPr>
              <w:outlineLvl w:val="1"/>
              <w:rPr>
                <w:rFonts w:asciiTheme="majorHAnsi" w:hAnsiTheme="majorHAnsi" w:cs="Arial"/>
                <w:bCs/>
                <w:iCs/>
              </w:rPr>
            </w:pPr>
            <w:r w:rsidRPr="003D40A4">
              <w:rPr>
                <w:rFonts w:asciiTheme="majorHAnsi" w:hAnsiTheme="majorHAnsi" w:cs="Arial"/>
                <w:bCs/>
                <w:iCs/>
              </w:rPr>
              <w:t xml:space="preserve">FME </w:t>
            </w:r>
            <w:proofErr w:type="spellStart"/>
            <w:r>
              <w:rPr>
                <w:rFonts w:asciiTheme="majorHAnsi" w:hAnsiTheme="majorHAnsi" w:cs="Arial"/>
                <w:bCs/>
                <w:iCs/>
              </w:rPr>
              <w:t>Flow</w:t>
            </w:r>
            <w:proofErr w:type="spellEnd"/>
            <w:r w:rsidRPr="003D40A4">
              <w:rPr>
                <w:rFonts w:asciiTheme="majorHAnsi" w:hAnsiTheme="majorHAnsi" w:cs="Arial"/>
                <w:bCs/>
                <w:iCs/>
              </w:rPr>
              <w:t xml:space="preserve"> </w:t>
            </w:r>
            <w:r>
              <w:rPr>
                <w:rFonts w:asciiTheme="majorHAnsi" w:hAnsiTheme="majorHAnsi" w:cs="Arial"/>
                <w:bCs/>
                <w:iCs/>
              </w:rPr>
              <w:t>(FME Server)</w:t>
            </w:r>
          </w:p>
          <w:p w14:paraId="2B93CC30" w14:textId="77777777" w:rsidR="00887E3B" w:rsidRDefault="00887E3B" w:rsidP="00887E3B">
            <w:pPr>
              <w:outlineLvl w:val="1"/>
              <w:rPr>
                <w:rFonts w:asciiTheme="majorHAnsi" w:hAnsiTheme="majorHAnsi" w:cs="Arial"/>
                <w:bCs/>
                <w:iCs/>
              </w:rPr>
            </w:pPr>
            <w:proofErr w:type="spellStart"/>
            <w:r w:rsidRPr="003D40A4">
              <w:rPr>
                <w:rFonts w:asciiTheme="majorHAnsi" w:hAnsiTheme="majorHAnsi" w:cs="Arial"/>
                <w:bCs/>
                <w:iCs/>
              </w:rPr>
              <w:t>Edition</w:t>
            </w:r>
            <w:proofErr w:type="spellEnd"/>
            <w:r w:rsidRPr="003D40A4">
              <w:rPr>
                <w:rFonts w:asciiTheme="majorHAnsi" w:hAnsiTheme="majorHAnsi" w:cs="Arial"/>
                <w:bCs/>
                <w:iCs/>
              </w:rPr>
              <w:t xml:space="preserve"> – </w:t>
            </w:r>
            <w:proofErr w:type="spellStart"/>
            <w:r w:rsidRPr="003D40A4">
              <w:rPr>
                <w:rFonts w:asciiTheme="majorHAnsi" w:hAnsiTheme="majorHAnsi" w:cs="Arial"/>
                <w:bCs/>
                <w:iCs/>
              </w:rPr>
              <w:t>Vývojová</w:t>
            </w:r>
            <w:proofErr w:type="spellEnd"/>
            <w:r w:rsidRPr="003D40A4">
              <w:rPr>
                <w:rFonts w:asciiTheme="majorHAnsi" w:hAnsiTheme="majorHAnsi" w:cs="Arial"/>
                <w:bCs/>
                <w:iCs/>
              </w:rPr>
              <w:t xml:space="preserve"> licence</w:t>
            </w:r>
          </w:p>
          <w:p w14:paraId="282EF949" w14:textId="10FFA160" w:rsidR="00887E3B" w:rsidRPr="00DC677D" w:rsidRDefault="00887E3B" w:rsidP="00887E3B">
            <w:pPr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</w:p>
        </w:tc>
        <w:tc>
          <w:tcPr>
            <w:tcW w:w="1826" w:type="dxa"/>
          </w:tcPr>
          <w:p w14:paraId="391E6CDE" w14:textId="77777777" w:rsidR="00887E3B" w:rsidRPr="009A1CA4" w:rsidRDefault="00887E3B" w:rsidP="00887E3B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2D1E2237" w14:textId="77777777" w:rsidR="00887E3B" w:rsidRPr="009A1CA4" w:rsidRDefault="00887E3B" w:rsidP="00887E3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2240" w:type="dxa"/>
          </w:tcPr>
          <w:p w14:paraId="78135066" w14:textId="37E827DF" w:rsidR="00887E3B" w:rsidRPr="009A1CA4" w:rsidDel="009A62D2" w:rsidRDefault="00887E3B" w:rsidP="00887E3B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1796" w:type="dxa"/>
          </w:tcPr>
          <w:p w14:paraId="1CD8A1AC" w14:textId="77777777" w:rsidR="00887E3B" w:rsidRPr="009A1CA4" w:rsidRDefault="00887E3B" w:rsidP="00887E3B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80050A5" w14:textId="77777777" w:rsidR="00887E3B" w:rsidRPr="009A1CA4" w:rsidRDefault="00887E3B" w:rsidP="00887E3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887E3B" w:rsidRPr="009A1CA4" w14:paraId="344E9C80" w14:textId="77777777" w:rsidTr="00A0588C">
        <w:tc>
          <w:tcPr>
            <w:tcW w:w="2693" w:type="dxa"/>
          </w:tcPr>
          <w:p w14:paraId="25A7F8BA" w14:textId="77777777" w:rsidR="00887E3B" w:rsidRDefault="00887E3B" w:rsidP="00887E3B">
            <w:pPr>
              <w:outlineLvl w:val="1"/>
              <w:rPr>
                <w:rFonts w:asciiTheme="majorHAnsi" w:hAnsiTheme="majorHAnsi" w:cs="Arial"/>
                <w:b/>
                <w:iCs/>
              </w:rPr>
            </w:pPr>
          </w:p>
          <w:p w14:paraId="37FDB876" w14:textId="77777777" w:rsidR="00887E3B" w:rsidRPr="003D40A4" w:rsidRDefault="00887E3B" w:rsidP="00887E3B">
            <w:pPr>
              <w:outlineLvl w:val="1"/>
              <w:rPr>
                <w:rFonts w:asciiTheme="majorHAnsi" w:hAnsiTheme="majorHAnsi" w:cs="Arial"/>
                <w:b/>
                <w:iCs/>
              </w:rPr>
            </w:pPr>
            <w:r w:rsidRPr="003D40A4">
              <w:rPr>
                <w:rFonts w:asciiTheme="majorHAnsi" w:hAnsiTheme="majorHAnsi" w:cs="Arial"/>
                <w:b/>
                <w:iCs/>
              </w:rPr>
              <w:t>THRDSW001-TEST</w:t>
            </w:r>
          </w:p>
          <w:p w14:paraId="1B9A45E2" w14:textId="1415639F" w:rsidR="00887E3B" w:rsidRDefault="00887E3B" w:rsidP="00887E3B">
            <w:pPr>
              <w:outlineLvl w:val="1"/>
              <w:rPr>
                <w:rFonts w:asciiTheme="majorHAnsi" w:hAnsiTheme="majorHAnsi" w:cs="Arial"/>
                <w:bCs/>
                <w:iCs/>
              </w:rPr>
            </w:pPr>
            <w:r w:rsidRPr="003D40A4">
              <w:rPr>
                <w:rFonts w:asciiTheme="majorHAnsi" w:hAnsiTheme="majorHAnsi" w:cs="Arial"/>
                <w:bCs/>
                <w:iCs/>
              </w:rPr>
              <w:t>FME Server</w:t>
            </w:r>
            <w:r>
              <w:rPr>
                <w:rFonts w:asciiTheme="majorHAnsi" w:hAnsiTheme="majorHAnsi" w:cs="Arial"/>
                <w:bCs/>
                <w:iCs/>
              </w:rPr>
              <w:t xml:space="preserve"> (FME </w:t>
            </w:r>
            <w:proofErr w:type="spellStart"/>
            <w:r>
              <w:rPr>
                <w:rFonts w:asciiTheme="majorHAnsi" w:hAnsiTheme="majorHAnsi" w:cs="Arial"/>
                <w:bCs/>
                <w:iCs/>
              </w:rPr>
              <w:t>Flow</w:t>
            </w:r>
            <w:proofErr w:type="spellEnd"/>
            <w:r>
              <w:rPr>
                <w:rFonts w:asciiTheme="majorHAnsi" w:hAnsiTheme="majorHAnsi" w:cs="Arial"/>
                <w:bCs/>
                <w:iCs/>
              </w:rPr>
              <w:t>)</w:t>
            </w:r>
          </w:p>
          <w:p w14:paraId="4B2F8C5F" w14:textId="77777777" w:rsidR="00887E3B" w:rsidRDefault="00887E3B" w:rsidP="00887E3B">
            <w:pPr>
              <w:outlineLvl w:val="1"/>
              <w:rPr>
                <w:rFonts w:asciiTheme="majorHAnsi" w:hAnsiTheme="majorHAnsi" w:cs="Arial"/>
                <w:bCs/>
                <w:iCs/>
              </w:rPr>
            </w:pPr>
            <w:proofErr w:type="spellStart"/>
            <w:r w:rsidRPr="003D40A4">
              <w:rPr>
                <w:rFonts w:asciiTheme="majorHAnsi" w:hAnsiTheme="majorHAnsi" w:cs="Arial"/>
                <w:bCs/>
                <w:iCs/>
              </w:rPr>
              <w:t>Edition</w:t>
            </w:r>
            <w:proofErr w:type="spellEnd"/>
            <w:r w:rsidRPr="003D40A4">
              <w:rPr>
                <w:rFonts w:asciiTheme="majorHAnsi" w:hAnsiTheme="majorHAnsi" w:cs="Arial"/>
                <w:bCs/>
                <w:iCs/>
              </w:rPr>
              <w:t xml:space="preserve"> – Testovací licence</w:t>
            </w:r>
          </w:p>
          <w:p w14:paraId="241645ED" w14:textId="600D0EC6" w:rsidR="00887E3B" w:rsidRPr="00DC677D" w:rsidRDefault="00887E3B" w:rsidP="00887E3B">
            <w:pPr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</w:p>
        </w:tc>
        <w:tc>
          <w:tcPr>
            <w:tcW w:w="1826" w:type="dxa"/>
          </w:tcPr>
          <w:p w14:paraId="0C765C8A" w14:textId="77777777" w:rsidR="00887E3B" w:rsidRPr="009A1CA4" w:rsidRDefault="00887E3B" w:rsidP="00887E3B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05855996" w14:textId="77777777" w:rsidR="00887E3B" w:rsidRPr="009A1CA4" w:rsidRDefault="00887E3B" w:rsidP="00887E3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2240" w:type="dxa"/>
          </w:tcPr>
          <w:p w14:paraId="67CA83B7" w14:textId="4B8BFC8C" w:rsidR="00887E3B" w:rsidRPr="009A1CA4" w:rsidDel="009A62D2" w:rsidRDefault="00887E3B" w:rsidP="00887E3B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1796" w:type="dxa"/>
          </w:tcPr>
          <w:p w14:paraId="69C304D2" w14:textId="77777777" w:rsidR="00887E3B" w:rsidRPr="009A1CA4" w:rsidRDefault="00887E3B" w:rsidP="00887E3B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F2BF479" w14:textId="77777777" w:rsidR="00887E3B" w:rsidRPr="009A1CA4" w:rsidRDefault="00887E3B" w:rsidP="00887E3B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F35EA6" w:rsidRPr="009A1CA4" w14:paraId="13A00AEF" w14:textId="77777777" w:rsidTr="00DC677D">
        <w:tc>
          <w:tcPr>
            <w:tcW w:w="6759" w:type="dxa"/>
            <w:gridSpan w:val="3"/>
            <w:shd w:val="clear" w:color="auto" w:fill="D9D9D9"/>
          </w:tcPr>
          <w:p w14:paraId="34E27554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1796" w:type="dxa"/>
          </w:tcPr>
          <w:p w14:paraId="6EBBF1A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B32813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14:paraId="1B93E40A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[Tj. součet hodnot v tomto sloupci]</w:t>
            </w:r>
          </w:p>
        </w:tc>
      </w:tr>
      <w:tr w:rsidR="00F35EA6" w:rsidRPr="009A1CA4" w14:paraId="1223397E" w14:textId="77777777" w:rsidTr="00DC677D">
        <w:tc>
          <w:tcPr>
            <w:tcW w:w="6759" w:type="dxa"/>
            <w:gridSpan w:val="3"/>
            <w:shd w:val="clear" w:color="auto" w:fill="D9D9D9"/>
          </w:tcPr>
          <w:p w14:paraId="7DD0283F" w14:textId="77777777" w:rsidR="00F35EA6" w:rsidRPr="001C01C8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</w:p>
        </w:tc>
        <w:tc>
          <w:tcPr>
            <w:tcW w:w="1796" w:type="dxa"/>
          </w:tcPr>
          <w:p w14:paraId="35A4E648" w14:textId="77777777" w:rsidR="00F35EA6" w:rsidRPr="001C01C8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F35EA6" w:rsidRPr="009A1CA4" w14:paraId="22E8C1EF" w14:textId="77777777" w:rsidTr="00DC677D">
        <w:tc>
          <w:tcPr>
            <w:tcW w:w="6759" w:type="dxa"/>
            <w:gridSpan w:val="3"/>
            <w:shd w:val="clear" w:color="auto" w:fill="D9D9D9"/>
          </w:tcPr>
          <w:p w14:paraId="6C614860" w14:textId="5142079B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subskripce v Kč </w:t>
            </w:r>
            <w:r w:rsidR="00502266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včetně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DPH</w:t>
            </w:r>
          </w:p>
        </w:tc>
        <w:tc>
          <w:tcPr>
            <w:tcW w:w="1796" w:type="dxa"/>
          </w:tcPr>
          <w:p w14:paraId="6B226E27" w14:textId="77777777" w:rsidR="00F35EA6" w:rsidRPr="001C01C8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14:paraId="042ECCC4" w14:textId="77777777" w:rsidR="00A0588C" w:rsidRPr="009A1CA4" w:rsidRDefault="00A0588C" w:rsidP="000E63D6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  <w:bookmarkStart w:id="2" w:name="_Toc519257342"/>
      <w:bookmarkStart w:id="3" w:name="_Toc516591379"/>
      <w:bookmarkStart w:id="4" w:name="_Toc516604606"/>
      <w:bookmarkStart w:id="5" w:name="_Toc516647772"/>
      <w:bookmarkStart w:id="6" w:name="_Toc516670386"/>
      <w:bookmarkEnd w:id="0"/>
      <w:bookmarkEnd w:id="1"/>
      <w:bookmarkEnd w:id="2"/>
      <w:bookmarkEnd w:id="3"/>
      <w:bookmarkEnd w:id="4"/>
      <w:bookmarkEnd w:id="5"/>
      <w:bookmarkEnd w:id="6"/>
    </w:p>
    <w:p w14:paraId="1E571BBA" w14:textId="640E8515" w:rsidR="004E2DD0" w:rsidRPr="00502266" w:rsidRDefault="000E63D6" w:rsidP="00502266">
      <w:pPr>
        <w:pStyle w:val="Odstavecseseznamem"/>
        <w:keepNext/>
        <w:numPr>
          <w:ilvl w:val="0"/>
          <w:numId w:val="34"/>
        </w:numPr>
        <w:spacing w:before="240" w:after="12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7" w:name="_Toc517632215"/>
      <w:bookmarkStart w:id="8" w:name="_Toc517978992"/>
      <w:bookmarkStart w:id="9" w:name="_Toc518251189"/>
      <w:bookmarkStart w:id="10" w:name="_Toc533063765"/>
      <w:r w:rsidRPr="004E2DD0">
        <w:rPr>
          <w:rFonts w:asciiTheme="majorHAnsi" w:eastAsia="Times New Roman" w:hAnsiTheme="majorHAnsi" w:cs="Arial"/>
          <w:b/>
          <w:bCs/>
          <w:caps/>
          <w:kern w:val="32"/>
        </w:rPr>
        <w:t>BLIŽŠÍ PODMÍNKY ZAPLACENÍ CENY</w:t>
      </w:r>
      <w:bookmarkEnd w:id="7"/>
      <w:bookmarkEnd w:id="8"/>
      <w:bookmarkEnd w:id="9"/>
      <w:bookmarkEnd w:id="10"/>
    </w:p>
    <w:p w14:paraId="0ECF72AF" w14:textId="76F1A28B" w:rsidR="009F392E" w:rsidRPr="004E2DD0" w:rsidRDefault="004E2DD0" w:rsidP="004E2DD0">
      <w:pPr>
        <w:keepNext/>
        <w:spacing w:after="0" w:line="240" w:lineRule="auto"/>
        <w:outlineLvl w:val="0"/>
      </w:pPr>
      <w:r w:rsidRPr="004E2DD0">
        <w:rPr>
          <w:rFonts w:asciiTheme="majorHAnsi" w:eastAsia="Times New Roman" w:hAnsiTheme="majorHAnsi" w:cs="Times New Roman"/>
        </w:rPr>
        <w:t>1. sp</w:t>
      </w:r>
      <w:r>
        <w:rPr>
          <w:rFonts w:asciiTheme="majorHAnsi" w:eastAsia="Times New Roman" w:hAnsiTheme="majorHAnsi" w:cs="Times New Roman"/>
        </w:rPr>
        <w:t>l</w:t>
      </w:r>
      <w:r w:rsidRPr="004E2DD0">
        <w:rPr>
          <w:rFonts w:asciiTheme="majorHAnsi" w:eastAsia="Times New Roman" w:hAnsiTheme="majorHAnsi" w:cs="Times New Roman"/>
        </w:rPr>
        <w:t xml:space="preserve">átka do 30 dnů od uveřejnění smlouvy v registru </w:t>
      </w:r>
      <w:r>
        <w:rPr>
          <w:rFonts w:asciiTheme="majorHAnsi" w:eastAsia="Times New Roman" w:hAnsiTheme="majorHAnsi" w:cs="Times New Roman"/>
        </w:rPr>
        <w:t>smluv</w:t>
      </w:r>
    </w:p>
    <w:p w14:paraId="476F5B52" w14:textId="109702AA" w:rsidR="004E2DD0" w:rsidRPr="00502266" w:rsidRDefault="00502266" w:rsidP="00502266">
      <w:pPr>
        <w:keepNext/>
        <w:spacing w:after="0" w:line="240" w:lineRule="auto"/>
        <w:outlineLvl w:val="0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 xml:space="preserve">2. </w:t>
      </w:r>
      <w:r w:rsidR="004E2DD0" w:rsidRPr="00502266">
        <w:rPr>
          <w:rFonts w:asciiTheme="majorHAnsi" w:eastAsia="Times New Roman" w:hAnsiTheme="majorHAnsi" w:cs="Times New Roman"/>
        </w:rPr>
        <w:t>splátka tři měsíce od uveřejnění smlouvy v registru smluv</w:t>
      </w:r>
    </w:p>
    <w:p w14:paraId="160F3807" w14:textId="65F87E4A" w:rsidR="004E2DD0" w:rsidRPr="00502266" w:rsidRDefault="00502266" w:rsidP="00502266">
      <w:pPr>
        <w:keepNext/>
        <w:spacing w:after="0" w:line="240" w:lineRule="auto"/>
        <w:outlineLvl w:val="0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 xml:space="preserve">3. </w:t>
      </w:r>
      <w:r w:rsidR="004E2DD0" w:rsidRPr="00502266">
        <w:rPr>
          <w:rFonts w:asciiTheme="majorHAnsi" w:eastAsia="Times New Roman" w:hAnsiTheme="majorHAnsi" w:cs="Times New Roman"/>
        </w:rPr>
        <w:t>splátka šest měsíců od uveřejnění smlouvy v registru smluv</w:t>
      </w:r>
    </w:p>
    <w:p w14:paraId="60E512D9" w14:textId="462680A6" w:rsidR="004E2DD0" w:rsidRPr="00502266" w:rsidRDefault="00502266" w:rsidP="00502266">
      <w:pPr>
        <w:keepNext/>
        <w:spacing w:after="0" w:line="240" w:lineRule="auto"/>
        <w:outlineLvl w:val="0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 xml:space="preserve">4. </w:t>
      </w:r>
      <w:r w:rsidR="004E2DD0" w:rsidRPr="00502266">
        <w:rPr>
          <w:rFonts w:asciiTheme="majorHAnsi" w:eastAsia="Times New Roman" w:hAnsiTheme="majorHAnsi" w:cs="Times New Roman"/>
        </w:rPr>
        <w:t>splátka devět měsíců od uveřejnění smlouvy v registru smluv</w:t>
      </w:r>
    </w:p>
    <w:p w14:paraId="1157C035" w14:textId="47E58E29" w:rsidR="00F67458" w:rsidRDefault="00F67458" w:rsidP="00F67458">
      <w:pPr>
        <w:keepNext/>
        <w:spacing w:after="0" w:line="240" w:lineRule="auto"/>
        <w:outlineLvl w:val="0"/>
      </w:pPr>
    </w:p>
    <w:p w14:paraId="06E63BCB" w14:textId="77777777" w:rsidR="00F67458" w:rsidRDefault="00F67458" w:rsidP="00F6745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Podmínkou uhrazení 2. – 4. splátky je úspěšná akceptace plnění za předchozí období ze strany</w:t>
      </w:r>
    </w:p>
    <w:p w14:paraId="4C8B981B" w14:textId="499090D8" w:rsidR="00F67458" w:rsidRPr="00F0533E" w:rsidRDefault="00F67458" w:rsidP="00F67458">
      <w:pPr>
        <w:keepNext/>
        <w:spacing w:after="0" w:line="240" w:lineRule="auto"/>
        <w:outlineLvl w:val="0"/>
      </w:pPr>
      <w:r>
        <w:rPr>
          <w:rFonts w:ascii="Verdana" w:hAnsi="Verdana" w:cs="Verdana"/>
        </w:rPr>
        <w:t>Objednatele.</w:t>
      </w:r>
    </w:p>
    <w:sectPr w:rsidR="00F67458" w:rsidRPr="00F0533E" w:rsidSect="0016379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6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57D9F" w14:textId="77777777" w:rsidR="001471DE" w:rsidRDefault="001471DE" w:rsidP="00962258">
      <w:pPr>
        <w:spacing w:after="0" w:line="240" w:lineRule="auto"/>
      </w:pPr>
      <w:r>
        <w:separator/>
      </w:r>
    </w:p>
  </w:endnote>
  <w:endnote w:type="continuationSeparator" w:id="0">
    <w:p w14:paraId="2DFB02A8" w14:textId="77777777" w:rsidR="001471DE" w:rsidRDefault="001471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69D56E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83CE32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2D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2D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E4090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13BC0B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5CFE88" w14:textId="77777777" w:rsidR="00F1715C" w:rsidRDefault="00F1715C" w:rsidP="00D831A3">
          <w:pPr>
            <w:pStyle w:val="Zpat"/>
          </w:pPr>
        </w:p>
      </w:tc>
    </w:tr>
  </w:tbl>
  <w:p w14:paraId="3D1C08A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906F435" wp14:editId="3AD360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31D638" wp14:editId="44F413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C39098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3BE26BB" w14:textId="587CD3F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1B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1B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E0C18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96E347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DF5E7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B38060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F4AF0C2" w14:textId="77777777"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9033C9B" w14:textId="77777777" w:rsidR="00F1715C" w:rsidRDefault="00F1715C" w:rsidP="00460660">
          <w:pPr>
            <w:pStyle w:val="Zpat"/>
          </w:pPr>
        </w:p>
      </w:tc>
    </w:tr>
  </w:tbl>
  <w:p w14:paraId="032E9C2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64D402F" wp14:editId="3CA4441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4D4C0E2" wp14:editId="70F85D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E29CC3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ACBF3" w14:textId="77777777" w:rsidR="001471DE" w:rsidRDefault="001471DE" w:rsidP="00962258">
      <w:pPr>
        <w:spacing w:after="0" w:line="240" w:lineRule="auto"/>
      </w:pPr>
      <w:r>
        <w:separator/>
      </w:r>
    </w:p>
  </w:footnote>
  <w:footnote w:type="continuationSeparator" w:id="0">
    <w:p w14:paraId="5259E604" w14:textId="77777777" w:rsidR="001471DE" w:rsidRDefault="001471D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C25A7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F6EA5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87E67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A1302F" w14:textId="77777777" w:rsidR="00F1715C" w:rsidRPr="00D6163D" w:rsidRDefault="00F1715C" w:rsidP="00D6163D">
          <w:pPr>
            <w:pStyle w:val="Druhdokumentu"/>
          </w:pPr>
        </w:p>
      </w:tc>
    </w:tr>
  </w:tbl>
  <w:p w14:paraId="16151D1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6D2A0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7B9F74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4FD8B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63A1610" w14:textId="77777777" w:rsidR="00F1715C" w:rsidRPr="00D6163D" w:rsidRDefault="00F1715C" w:rsidP="00FC6389">
          <w:pPr>
            <w:pStyle w:val="Druhdokumentu"/>
          </w:pPr>
        </w:p>
      </w:tc>
    </w:tr>
    <w:tr w:rsidR="009F392E" w14:paraId="32184A3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FF1E33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A6E0A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604D2CF" w14:textId="77777777" w:rsidR="009F392E" w:rsidRPr="00D6163D" w:rsidRDefault="009F392E" w:rsidP="00FC6389">
          <w:pPr>
            <w:pStyle w:val="Druhdokumentu"/>
          </w:pPr>
        </w:p>
      </w:tc>
    </w:tr>
  </w:tbl>
  <w:p w14:paraId="68E49D2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2A50023" wp14:editId="6F0322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788621650" name="Obrázek 7886216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6E250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6E923704"/>
    <w:multiLevelType w:val="hybridMultilevel"/>
    <w:tmpl w:val="44ACDD72"/>
    <w:lvl w:ilvl="0" w:tplc="1CC4F2F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 w16cid:durableId="2083067779">
    <w:abstractNumId w:val="2"/>
  </w:num>
  <w:num w:numId="2" w16cid:durableId="999312949">
    <w:abstractNumId w:val="1"/>
  </w:num>
  <w:num w:numId="3" w16cid:durableId="7715085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25923032">
    <w:abstractNumId w:val="8"/>
  </w:num>
  <w:num w:numId="5" w16cid:durableId="1113549086">
    <w:abstractNumId w:val="3"/>
  </w:num>
  <w:num w:numId="6" w16cid:durableId="1753700974">
    <w:abstractNumId w:val="4"/>
  </w:num>
  <w:num w:numId="7" w16cid:durableId="1599413010">
    <w:abstractNumId w:val="0"/>
  </w:num>
  <w:num w:numId="8" w16cid:durableId="991757450">
    <w:abstractNumId w:val="5"/>
  </w:num>
  <w:num w:numId="9" w16cid:durableId="5246373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2656865">
    <w:abstractNumId w:val="4"/>
  </w:num>
  <w:num w:numId="11" w16cid:durableId="1655834233">
    <w:abstractNumId w:val="1"/>
  </w:num>
  <w:num w:numId="12" w16cid:durableId="369646968">
    <w:abstractNumId w:val="4"/>
  </w:num>
  <w:num w:numId="13" w16cid:durableId="1420521960">
    <w:abstractNumId w:val="4"/>
  </w:num>
  <w:num w:numId="14" w16cid:durableId="1177160078">
    <w:abstractNumId w:val="4"/>
  </w:num>
  <w:num w:numId="15" w16cid:durableId="1039432377">
    <w:abstractNumId w:val="4"/>
  </w:num>
  <w:num w:numId="16" w16cid:durableId="385880093">
    <w:abstractNumId w:val="10"/>
  </w:num>
  <w:num w:numId="17" w16cid:durableId="1161240439">
    <w:abstractNumId w:val="2"/>
  </w:num>
  <w:num w:numId="18" w16cid:durableId="830146922">
    <w:abstractNumId w:val="10"/>
  </w:num>
  <w:num w:numId="19" w16cid:durableId="2072848629">
    <w:abstractNumId w:val="10"/>
  </w:num>
  <w:num w:numId="20" w16cid:durableId="227495185">
    <w:abstractNumId w:val="10"/>
  </w:num>
  <w:num w:numId="21" w16cid:durableId="1632053558">
    <w:abstractNumId w:val="10"/>
  </w:num>
  <w:num w:numId="22" w16cid:durableId="1306664762">
    <w:abstractNumId w:val="4"/>
  </w:num>
  <w:num w:numId="23" w16cid:durableId="835262761">
    <w:abstractNumId w:val="1"/>
  </w:num>
  <w:num w:numId="24" w16cid:durableId="1498763662">
    <w:abstractNumId w:val="4"/>
  </w:num>
  <w:num w:numId="25" w16cid:durableId="1014302902">
    <w:abstractNumId w:val="4"/>
  </w:num>
  <w:num w:numId="26" w16cid:durableId="1815366681">
    <w:abstractNumId w:val="4"/>
  </w:num>
  <w:num w:numId="27" w16cid:durableId="536626684">
    <w:abstractNumId w:val="4"/>
  </w:num>
  <w:num w:numId="28" w16cid:durableId="1242713204">
    <w:abstractNumId w:val="10"/>
  </w:num>
  <w:num w:numId="29" w16cid:durableId="968318423">
    <w:abstractNumId w:val="2"/>
  </w:num>
  <w:num w:numId="30" w16cid:durableId="1949509556">
    <w:abstractNumId w:val="10"/>
  </w:num>
  <w:num w:numId="31" w16cid:durableId="2112359996">
    <w:abstractNumId w:val="10"/>
  </w:num>
  <w:num w:numId="32" w16cid:durableId="1100030097">
    <w:abstractNumId w:val="10"/>
  </w:num>
  <w:num w:numId="33" w16cid:durableId="968559189">
    <w:abstractNumId w:val="10"/>
  </w:num>
  <w:num w:numId="34" w16cid:durableId="761217178">
    <w:abstractNumId w:val="7"/>
  </w:num>
  <w:num w:numId="35" w16cid:durableId="11685904">
    <w:abstractNumId w:val="11"/>
  </w:num>
  <w:num w:numId="36" w16cid:durableId="119611687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42398"/>
    <w:rsid w:val="00072C1E"/>
    <w:rsid w:val="00091ADC"/>
    <w:rsid w:val="000D20B4"/>
    <w:rsid w:val="000E23A7"/>
    <w:rsid w:val="000E4423"/>
    <w:rsid w:val="000E44B6"/>
    <w:rsid w:val="000E63D6"/>
    <w:rsid w:val="0010693F"/>
    <w:rsid w:val="00114472"/>
    <w:rsid w:val="001471DE"/>
    <w:rsid w:val="001550BC"/>
    <w:rsid w:val="001605B9"/>
    <w:rsid w:val="00163795"/>
    <w:rsid w:val="00170EC5"/>
    <w:rsid w:val="001747C1"/>
    <w:rsid w:val="00176768"/>
    <w:rsid w:val="00184743"/>
    <w:rsid w:val="001C01C8"/>
    <w:rsid w:val="00207DF5"/>
    <w:rsid w:val="00280E07"/>
    <w:rsid w:val="002C31BF"/>
    <w:rsid w:val="002C3AB3"/>
    <w:rsid w:val="002D08B1"/>
    <w:rsid w:val="002E0CD7"/>
    <w:rsid w:val="00336BEC"/>
    <w:rsid w:val="00341DCF"/>
    <w:rsid w:val="00346133"/>
    <w:rsid w:val="00357BC6"/>
    <w:rsid w:val="003956C6"/>
    <w:rsid w:val="003A7E56"/>
    <w:rsid w:val="003B71C1"/>
    <w:rsid w:val="00441430"/>
    <w:rsid w:val="00443AD8"/>
    <w:rsid w:val="00450F07"/>
    <w:rsid w:val="00453CD3"/>
    <w:rsid w:val="00460660"/>
    <w:rsid w:val="00486107"/>
    <w:rsid w:val="00491827"/>
    <w:rsid w:val="004A0A64"/>
    <w:rsid w:val="004B348C"/>
    <w:rsid w:val="004C4399"/>
    <w:rsid w:val="004C787C"/>
    <w:rsid w:val="004E143C"/>
    <w:rsid w:val="004E2DD0"/>
    <w:rsid w:val="004E3A53"/>
    <w:rsid w:val="004F20BC"/>
    <w:rsid w:val="004F4B9B"/>
    <w:rsid w:val="004F69EA"/>
    <w:rsid w:val="00502266"/>
    <w:rsid w:val="00511AB9"/>
    <w:rsid w:val="00523EA7"/>
    <w:rsid w:val="00553375"/>
    <w:rsid w:val="00557C28"/>
    <w:rsid w:val="005736B7"/>
    <w:rsid w:val="00575E5A"/>
    <w:rsid w:val="005F1404"/>
    <w:rsid w:val="0061068E"/>
    <w:rsid w:val="00611B5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B0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0E64"/>
    <w:rsid w:val="00837AA6"/>
    <w:rsid w:val="008659F3"/>
    <w:rsid w:val="00886D4B"/>
    <w:rsid w:val="00887E3B"/>
    <w:rsid w:val="00895406"/>
    <w:rsid w:val="008A3568"/>
    <w:rsid w:val="008B4C4D"/>
    <w:rsid w:val="008D03B9"/>
    <w:rsid w:val="008F18D6"/>
    <w:rsid w:val="00904780"/>
    <w:rsid w:val="009205B1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62D2"/>
    <w:rsid w:val="009B14A9"/>
    <w:rsid w:val="009B2E97"/>
    <w:rsid w:val="009E07F4"/>
    <w:rsid w:val="009F392E"/>
    <w:rsid w:val="00A0588C"/>
    <w:rsid w:val="00A16035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67A4A"/>
    <w:rsid w:val="00B75EE1"/>
    <w:rsid w:val="00B77481"/>
    <w:rsid w:val="00B8518B"/>
    <w:rsid w:val="00BD7E91"/>
    <w:rsid w:val="00C02D0A"/>
    <w:rsid w:val="00C03A6E"/>
    <w:rsid w:val="00C23A53"/>
    <w:rsid w:val="00C44F6A"/>
    <w:rsid w:val="00C45BD0"/>
    <w:rsid w:val="00C47AE3"/>
    <w:rsid w:val="00C50CF2"/>
    <w:rsid w:val="00C71DEC"/>
    <w:rsid w:val="00CA4B77"/>
    <w:rsid w:val="00CD1FC4"/>
    <w:rsid w:val="00CE2DC2"/>
    <w:rsid w:val="00D21061"/>
    <w:rsid w:val="00D4108E"/>
    <w:rsid w:val="00D6163D"/>
    <w:rsid w:val="00D73D46"/>
    <w:rsid w:val="00D831A3"/>
    <w:rsid w:val="00DC677D"/>
    <w:rsid w:val="00DC75F3"/>
    <w:rsid w:val="00DD46F3"/>
    <w:rsid w:val="00DE56F2"/>
    <w:rsid w:val="00DF116D"/>
    <w:rsid w:val="00E36C4A"/>
    <w:rsid w:val="00E44B8E"/>
    <w:rsid w:val="00EB104F"/>
    <w:rsid w:val="00ED14BD"/>
    <w:rsid w:val="00EF3BFB"/>
    <w:rsid w:val="00EF6356"/>
    <w:rsid w:val="00F0533E"/>
    <w:rsid w:val="00F1048D"/>
    <w:rsid w:val="00F12DEC"/>
    <w:rsid w:val="00F1715C"/>
    <w:rsid w:val="00F310F8"/>
    <w:rsid w:val="00F35939"/>
    <w:rsid w:val="00F35EA6"/>
    <w:rsid w:val="00F45607"/>
    <w:rsid w:val="00F53B4A"/>
    <w:rsid w:val="00F5558F"/>
    <w:rsid w:val="00F659EB"/>
    <w:rsid w:val="00F67458"/>
    <w:rsid w:val="00F825BD"/>
    <w:rsid w:val="00F86BA6"/>
    <w:rsid w:val="00FA3E1C"/>
    <w:rsid w:val="00FB35FA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CE913C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50226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5022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226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226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22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22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037CA-B8C2-4339-9522-817414250A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Šujanová Nela, Bc.</cp:lastModifiedBy>
  <cp:revision>3</cp:revision>
  <cp:lastPrinted>2017-11-28T17:18:00Z</cp:lastPrinted>
  <dcterms:created xsi:type="dcterms:W3CDTF">2024-04-24T14:33:00Z</dcterms:created>
  <dcterms:modified xsi:type="dcterms:W3CDTF">2024-04-29T11:53:00Z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