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1454B" w14:textId="054BB3AE" w:rsidR="004E1498" w:rsidRPr="004429CF" w:rsidRDefault="004429CF" w:rsidP="00F1527A">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027848">
        <w:rPr>
          <w:rFonts w:asciiTheme="majorHAnsi" w:eastAsia="Times New Roman" w:hAnsiTheme="majorHAnsi" w:cs="Times New Roman"/>
          <w:lang w:eastAsia="cs-CZ"/>
        </w:rPr>
        <w:t>4</w:t>
      </w:r>
      <w:r w:rsidR="00027848" w:rsidRPr="004429CF">
        <w:rPr>
          <w:rFonts w:asciiTheme="majorHAnsi" w:eastAsia="Times New Roman" w:hAnsiTheme="majorHAnsi" w:cs="Times New Roman"/>
          <w:lang w:eastAsia="cs-CZ"/>
        </w:rPr>
        <w:t xml:space="preserve"> </w:t>
      </w:r>
      <w:r w:rsidRPr="004429CF">
        <w:rPr>
          <w:rFonts w:asciiTheme="majorHAnsi" w:eastAsia="Times New Roman" w:hAnsiTheme="majorHAnsi" w:cs="Times New Roman"/>
          <w:lang w:eastAsia="cs-CZ"/>
        </w:rPr>
        <w:t>Výzvy k podání nabídky</w:t>
      </w:r>
    </w:p>
    <w:p w14:paraId="047BCFBE" w14:textId="27068415" w:rsidR="005740C3" w:rsidRPr="004429CF" w:rsidRDefault="009A0078" w:rsidP="00E83679">
      <w:pPr>
        <w:pStyle w:val="Nadpissmlouva"/>
      </w:pPr>
      <w:r w:rsidRPr="00DC60C3">
        <w:t xml:space="preserve">Smlouva o dílo </w:t>
      </w:r>
    </w:p>
    <w:p w14:paraId="71413EB7" w14:textId="2D0D7762" w:rsidR="005740C3" w:rsidRPr="00E83679" w:rsidRDefault="005740C3" w:rsidP="00E83679">
      <w:pPr>
        <w:spacing w:after="0"/>
        <w:rPr>
          <w:rStyle w:val="Tun"/>
          <w:rFonts w:eastAsiaTheme="minorHAnsi"/>
          <w:highlight w:val="yellow"/>
        </w:rPr>
      </w:pPr>
      <w:r w:rsidRPr="00E83679">
        <w:rPr>
          <w:rStyle w:val="Tun"/>
          <w:rFonts w:eastAsiaTheme="minorHAnsi"/>
          <w:highlight w:val="yellow"/>
        </w:rPr>
        <w:t>Číslo smlouvy objednatele</w:t>
      </w:r>
      <w:r w:rsidR="009914E4" w:rsidRPr="00E83679">
        <w:rPr>
          <w:rStyle w:val="Tun"/>
          <w:rFonts w:eastAsiaTheme="minorHAnsi"/>
          <w:highlight w:val="yellow"/>
        </w:rPr>
        <w:t>:</w:t>
      </w:r>
      <w:r w:rsidR="009914E4" w:rsidRPr="00F20995">
        <w:rPr>
          <w:highlight w:val="yellow"/>
        </w:rPr>
        <w:t xml:space="preserve"> </w:t>
      </w:r>
      <w:r w:rsidR="008945EC" w:rsidRPr="00E83679">
        <w:rPr>
          <w:rStyle w:val="Tun"/>
          <w:rFonts w:eastAsiaTheme="minorHAnsi"/>
          <w:highlight w:val="yellow"/>
        </w:rPr>
        <w:t>[DOPLNÍ OBJEDNATEL PŘI PODPISU SMLOUVY]</w:t>
      </w:r>
    </w:p>
    <w:p w14:paraId="6F0FEDA9" w14:textId="78A9A365" w:rsidR="005740C3" w:rsidRDefault="005740C3" w:rsidP="00052CEF">
      <w:pPr>
        <w:spacing w:before="0" w:after="0"/>
        <w:rPr>
          <w:rStyle w:val="Tun"/>
          <w:rFonts w:eastAsiaTheme="minorHAnsi"/>
        </w:rPr>
      </w:pPr>
      <w:r w:rsidRPr="00E83679">
        <w:rPr>
          <w:rStyle w:val="Tun"/>
          <w:rFonts w:eastAsiaTheme="minorHAnsi"/>
          <w:highlight w:val="green"/>
        </w:rPr>
        <w:t>Číslo smlouvy zhotovitele</w:t>
      </w:r>
      <w:r w:rsidR="009914E4" w:rsidRPr="00E83679">
        <w:rPr>
          <w:rStyle w:val="Tun"/>
          <w:rFonts w:eastAsiaTheme="minorHAnsi"/>
          <w:highlight w:val="green"/>
        </w:rPr>
        <w:t xml:space="preserve">: </w:t>
      </w:r>
      <w:r w:rsidR="008945EC" w:rsidRPr="00E83679">
        <w:rPr>
          <w:rStyle w:val="Tun"/>
          <w:rFonts w:eastAsiaTheme="minorHAnsi"/>
          <w:highlight w:val="green"/>
        </w:rPr>
        <w:t>[DOPLNÍ ZHOTOVITEL]</w:t>
      </w:r>
    </w:p>
    <w:p w14:paraId="55A13EF4" w14:textId="77777777" w:rsidR="004E1498" w:rsidRDefault="004E1498" w:rsidP="00E83679">
      <w:pPr>
        <w:rPr>
          <w:lang w:eastAsia="cs-CZ"/>
        </w:rPr>
      </w:pPr>
      <w:r w:rsidRPr="004E1498">
        <w:rPr>
          <w:lang w:eastAsia="cs-CZ"/>
        </w:rPr>
        <w:t>uzavřená podle ustanovení § 2586 a násl. zákona č. 89/2012 Sb., občanský zákoník, ve znění pozdějších předpisů (dále jen „</w:t>
      </w:r>
      <w:r w:rsidRPr="00E83679">
        <w:rPr>
          <w:rStyle w:val="Kurzvatun"/>
          <w:rFonts w:eastAsiaTheme="minorHAnsi"/>
        </w:rPr>
        <w:t>Občanský zákoník</w:t>
      </w:r>
      <w:r w:rsidRPr="004E1498">
        <w:rPr>
          <w:lang w:eastAsia="cs-CZ"/>
        </w:rPr>
        <w:t>“)</w:t>
      </w:r>
    </w:p>
    <w:p w14:paraId="5D2D2EBB" w14:textId="113DABB0" w:rsidR="002A2DDA" w:rsidRPr="004E1498" w:rsidRDefault="002A2DDA" w:rsidP="00E83679">
      <w:pPr>
        <w:rPr>
          <w:lang w:eastAsia="cs-CZ"/>
        </w:rPr>
      </w:pPr>
      <w:r>
        <w:rPr>
          <w:lang w:eastAsia="cs-CZ"/>
        </w:rPr>
        <w:t>(dále jen „</w:t>
      </w:r>
      <w:r w:rsidRPr="00E83679">
        <w:rPr>
          <w:rStyle w:val="Kurzvatun"/>
          <w:rFonts w:eastAsiaTheme="minorHAnsi"/>
        </w:rPr>
        <w:t>Smlouva</w:t>
      </w:r>
      <w:r>
        <w:rPr>
          <w:lang w:eastAsia="cs-CZ"/>
        </w:rPr>
        <w:t>“)</w:t>
      </w:r>
    </w:p>
    <w:p w14:paraId="5D814A13" w14:textId="1EEE4DC2" w:rsidR="004E1498" w:rsidRPr="004E1498" w:rsidRDefault="004E1498" w:rsidP="00E83679">
      <w:pPr>
        <w:pStyle w:val="Objednatel"/>
        <w:rPr>
          <w:b/>
        </w:rPr>
      </w:pPr>
      <w:r w:rsidRPr="00E83679">
        <w:rPr>
          <w:rStyle w:val="Tun"/>
          <w:rFonts w:eastAsiaTheme="minorHAnsi"/>
        </w:rPr>
        <w:t>Objednatel</w:t>
      </w:r>
      <w:r w:rsidRPr="004E1498">
        <w:rPr>
          <w:b/>
        </w:rPr>
        <w:t>:</w:t>
      </w:r>
      <w:r w:rsidR="00040B0B">
        <w:rPr>
          <w:b/>
        </w:rPr>
        <w:tab/>
      </w:r>
      <w:r w:rsidRPr="00E83679">
        <w:rPr>
          <w:rStyle w:val="Tun"/>
          <w:rFonts w:eastAsiaTheme="minorHAnsi"/>
        </w:rPr>
        <w:t>Správa</w:t>
      </w:r>
      <w:r w:rsidR="008B6021" w:rsidRPr="00E83679">
        <w:rPr>
          <w:rStyle w:val="Tun"/>
          <w:rFonts w:eastAsiaTheme="minorHAnsi"/>
        </w:rPr>
        <w:t xml:space="preserve"> </w:t>
      </w:r>
      <w:r w:rsidR="003A0DCF" w:rsidRPr="00E83679">
        <w:rPr>
          <w:rStyle w:val="Tun"/>
          <w:rFonts w:eastAsiaTheme="minorHAnsi"/>
        </w:rPr>
        <w:t>železnic</w:t>
      </w:r>
      <w:r w:rsidRPr="00E83679">
        <w:rPr>
          <w:rStyle w:val="Tun"/>
          <w:rFonts w:eastAsiaTheme="minorHAnsi"/>
        </w:rPr>
        <w:t>, státní organizace</w:t>
      </w:r>
    </w:p>
    <w:p w14:paraId="44039C16" w14:textId="59A61042" w:rsidR="004E1498" w:rsidRPr="004E1498" w:rsidRDefault="004E1498" w:rsidP="00E83679">
      <w:pPr>
        <w:pStyle w:val="Identifikace"/>
      </w:pPr>
      <w:r w:rsidRPr="004E1498">
        <w:t>zapsaná v obchodním rejstříku vedeném Městským soudem v Praze pod sp. zn. A 48384</w:t>
      </w:r>
    </w:p>
    <w:p w14:paraId="5987C205" w14:textId="52CA8E1D" w:rsidR="004E1498" w:rsidRPr="004E1498" w:rsidRDefault="004E1498" w:rsidP="00E83679">
      <w:pPr>
        <w:pStyle w:val="Identifikace"/>
      </w:pPr>
      <w:r w:rsidRPr="004E1498">
        <w:t>Praha 1 - Nové Město, Dlážděná 1003/7, PSČ 110 00</w:t>
      </w:r>
    </w:p>
    <w:p w14:paraId="482B2557" w14:textId="3FBADC15" w:rsidR="004E1498" w:rsidRPr="004E1498" w:rsidRDefault="004E1498" w:rsidP="00E83679">
      <w:pPr>
        <w:pStyle w:val="Identifikace"/>
      </w:pPr>
      <w:r w:rsidRPr="004E1498">
        <w:t>IČO 70994234, DIČ CZ70994234</w:t>
      </w:r>
    </w:p>
    <w:p w14:paraId="12223576" w14:textId="4BAA44B2" w:rsidR="004E1498" w:rsidRPr="004E1498" w:rsidRDefault="004E1498" w:rsidP="00E83679">
      <w:pPr>
        <w:pStyle w:val="Identifikace"/>
      </w:pPr>
      <w:r w:rsidRPr="001F1BB9">
        <w:t xml:space="preserve">zastoupená </w:t>
      </w:r>
      <w:r w:rsidR="001F1BB9" w:rsidRPr="001F1BB9">
        <w:t>Bc. Jiřím Svobodou, MBA, generálním ředitelem</w:t>
      </w:r>
    </w:p>
    <w:p w14:paraId="288BE545" w14:textId="6F8F7CC4" w:rsidR="008E1E86" w:rsidRPr="008945EC" w:rsidRDefault="008E1E86" w:rsidP="00E83679">
      <w:pPr>
        <w:pStyle w:val="Objednatel"/>
      </w:pPr>
      <w:r w:rsidRPr="00E83679">
        <w:rPr>
          <w:rStyle w:val="Tun"/>
          <w:rFonts w:eastAsiaTheme="minorHAnsi"/>
        </w:rPr>
        <w:t>Zhotovitel:</w:t>
      </w:r>
      <w:r w:rsidRPr="009B4030">
        <w:tab/>
      </w:r>
      <w:r w:rsidRPr="00E83679">
        <w:rPr>
          <w:rStyle w:val="Tun"/>
          <w:rFonts w:eastAsiaTheme="minorHAnsi"/>
          <w:highlight w:val="green"/>
        </w:rPr>
        <w:t>jméno osoby/název firmy</w:t>
      </w:r>
      <w:r w:rsidR="008945EC" w:rsidRPr="00E83679">
        <w:rPr>
          <w:rStyle w:val="Tun"/>
          <w:rFonts w:eastAsiaTheme="minorHAnsi"/>
          <w:highlight w:val="green"/>
        </w:rPr>
        <w:t xml:space="preserve"> [DOPLNÍ ZHOTOVITEL]</w:t>
      </w:r>
    </w:p>
    <w:p w14:paraId="19E73E8B" w14:textId="0BE48ACE" w:rsidR="008E1E86" w:rsidRPr="00F1527A" w:rsidRDefault="008E1E86" w:rsidP="00E83679">
      <w:pPr>
        <w:pStyle w:val="Identifikace"/>
      </w:pPr>
      <w:r w:rsidRPr="00F1527A">
        <w:rPr>
          <w:highlight w:val="green"/>
        </w:rPr>
        <w:t>údaje o zápisu v evidenci</w:t>
      </w:r>
    </w:p>
    <w:p w14:paraId="57570FFE" w14:textId="7ABF9224" w:rsidR="008E1E86" w:rsidRPr="00F1527A" w:rsidRDefault="008E1E86" w:rsidP="00E83679">
      <w:pPr>
        <w:pStyle w:val="Identifikace"/>
      </w:pPr>
      <w:r w:rsidRPr="00F1527A">
        <w:rPr>
          <w:highlight w:val="green"/>
        </w:rPr>
        <w:t>Sídlo:</w:t>
      </w:r>
    </w:p>
    <w:p w14:paraId="420D77A3" w14:textId="687F3455" w:rsidR="008E1E86" w:rsidRPr="008945EC" w:rsidRDefault="008E1E86" w:rsidP="00E83679">
      <w:pPr>
        <w:pStyle w:val="Identifikace"/>
        <w:rPr>
          <w:highlight w:val="green"/>
        </w:rPr>
      </w:pPr>
      <w:r w:rsidRPr="008945EC">
        <w:rPr>
          <w:highlight w:val="green"/>
        </w:rPr>
        <w:t>IČO ……………………, DIČ …………………</w:t>
      </w:r>
    </w:p>
    <w:p w14:paraId="19B3856E" w14:textId="04E6E963" w:rsidR="008E1E86" w:rsidRPr="00E83679" w:rsidRDefault="008E1E86" w:rsidP="00E83679">
      <w:pPr>
        <w:pStyle w:val="Identifikace"/>
      </w:pPr>
      <w:r w:rsidRPr="00040B0B">
        <w:rPr>
          <w:highlight w:val="green"/>
        </w:rPr>
        <w:t xml:space="preserve">Bankovní </w:t>
      </w:r>
      <w:r w:rsidR="009914E4" w:rsidRPr="00040B0B">
        <w:rPr>
          <w:highlight w:val="green"/>
        </w:rPr>
        <w:t>spojení: …</w:t>
      </w:r>
      <w:r w:rsidRPr="00040B0B">
        <w:rPr>
          <w:highlight w:val="green"/>
        </w:rPr>
        <w:t>…………</w:t>
      </w:r>
      <w:r w:rsidR="009914E4" w:rsidRPr="00040B0B">
        <w:rPr>
          <w:highlight w:val="green"/>
        </w:rPr>
        <w:t>……</w:t>
      </w:r>
      <w:r w:rsidRPr="00040B0B">
        <w:rPr>
          <w:highlight w:val="green"/>
        </w:rPr>
        <w:t>.</w:t>
      </w:r>
    </w:p>
    <w:p w14:paraId="17127EF1" w14:textId="31E697D5" w:rsidR="008E1E86" w:rsidRPr="00E83679" w:rsidRDefault="008E1E86" w:rsidP="00E83679">
      <w:pPr>
        <w:pStyle w:val="Identifikace"/>
      </w:pPr>
      <w:r w:rsidRPr="00040B0B">
        <w:rPr>
          <w:highlight w:val="green"/>
        </w:rPr>
        <w:t xml:space="preserve">Číslo </w:t>
      </w:r>
      <w:r w:rsidR="009914E4" w:rsidRPr="00040B0B">
        <w:rPr>
          <w:highlight w:val="green"/>
        </w:rPr>
        <w:t>účtu: …</w:t>
      </w:r>
      <w:r w:rsidRPr="00040B0B">
        <w:rPr>
          <w:highlight w:val="green"/>
        </w:rPr>
        <w:t>…………………</w:t>
      </w:r>
      <w:r w:rsidR="009914E4" w:rsidRPr="00040B0B">
        <w:rPr>
          <w:highlight w:val="green"/>
        </w:rPr>
        <w:t>……</w:t>
      </w:r>
      <w:r w:rsidRPr="00040B0B">
        <w:rPr>
          <w:highlight w:val="green"/>
        </w:rPr>
        <w:t>.</w:t>
      </w:r>
    </w:p>
    <w:p w14:paraId="3B9C9CF2" w14:textId="312D37E6" w:rsidR="008E1E86" w:rsidRPr="00F1527A" w:rsidRDefault="008E1E86" w:rsidP="00E83679">
      <w:pPr>
        <w:pStyle w:val="Identifikace"/>
      </w:pPr>
      <w:r w:rsidRPr="00F1527A">
        <w:rPr>
          <w:highlight w:val="green"/>
        </w:rPr>
        <w:t>údaje o statutárním orgánu nebo jiné oprávněné osobě</w:t>
      </w:r>
    </w:p>
    <w:p w14:paraId="023DCF01" w14:textId="5C0D379A" w:rsidR="008E1E86" w:rsidRPr="00E83679" w:rsidRDefault="00867CA0" w:rsidP="00DB181A">
      <w:pPr>
        <w:widowControl w:val="0"/>
        <w:overflowPunct w:val="0"/>
        <w:autoSpaceDE w:val="0"/>
        <w:autoSpaceDN w:val="0"/>
        <w:adjustRightInd w:val="0"/>
        <w:spacing w:after="0" w:line="240" w:lineRule="auto"/>
        <w:textAlignment w:val="baseline"/>
        <w:rPr>
          <w:rFonts w:eastAsia="Times New Roman" w:cs="Times New Roman"/>
          <w:iCs/>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39ABE117" w14:textId="14D540ED" w:rsidR="004E1498" w:rsidRPr="004E1498" w:rsidRDefault="004E1498" w:rsidP="00E83679">
      <w:pPr>
        <w:pStyle w:val="Preambule"/>
      </w:pPr>
      <w:r w:rsidRPr="00027848">
        <w:t xml:space="preserve">Tato </w:t>
      </w:r>
      <w:r w:rsidR="00674571" w:rsidRPr="00027848">
        <w:t>Smlou</w:t>
      </w:r>
      <w:r w:rsidRPr="00027848">
        <w:t xml:space="preserve">va je uzavřena na základě výsledků </w:t>
      </w:r>
      <w:r w:rsidR="00A53522" w:rsidRPr="00027848">
        <w:t>výběrového</w:t>
      </w:r>
      <w:r w:rsidRPr="00027848">
        <w:t xml:space="preserve"> řízení veřejné zakázky s názvem </w:t>
      </w:r>
      <w:r w:rsidR="00527421" w:rsidRPr="00027848">
        <w:t>„</w:t>
      </w:r>
      <w:r w:rsidR="001F1BB9" w:rsidRPr="00027848">
        <w:t>Oprava soustavy DOK v oblasti OŘ Praha</w:t>
      </w:r>
      <w:r w:rsidRPr="00027848">
        <w:t xml:space="preserve"> “, </w:t>
      </w:r>
      <w:r w:rsidR="000D278B" w:rsidRPr="00027848">
        <w:t xml:space="preserve">č.j. veřejné zakázky </w:t>
      </w:r>
      <w:r w:rsidR="00027848" w:rsidRPr="00027848">
        <w:t xml:space="preserve">25118/2024/SŽ-GŘ-O8 </w:t>
      </w:r>
      <w:r w:rsidRPr="00027848">
        <w:t>(dále jen „</w:t>
      </w:r>
      <w:r w:rsidR="00380260" w:rsidRPr="00027848">
        <w:rPr>
          <w:rStyle w:val="Kurzvatun"/>
          <w:rFonts w:eastAsiaTheme="minorHAnsi"/>
        </w:rPr>
        <w:t xml:space="preserve">Veřejná </w:t>
      </w:r>
      <w:r w:rsidRPr="00027848">
        <w:rPr>
          <w:rStyle w:val="Kurzvatun"/>
          <w:rFonts w:eastAsiaTheme="minorHAnsi"/>
        </w:rPr>
        <w:t>zakázka</w:t>
      </w:r>
      <w:r w:rsidR="006566F7" w:rsidRPr="00027848">
        <w:t>“). Jednotlivá ustanovení této S</w:t>
      </w:r>
      <w:r w:rsidRPr="00027848">
        <w:t xml:space="preserve">mlouvy tak budou vykládána v souladu se zadávacími podmínkami </w:t>
      </w:r>
      <w:r w:rsidR="00A01A92" w:rsidRPr="00027848">
        <w:t xml:space="preserve">Veřejné </w:t>
      </w:r>
      <w:r w:rsidRPr="00027848">
        <w:t>zakázky.</w:t>
      </w:r>
      <w:r w:rsidRPr="004E1498">
        <w:t xml:space="preserve"> </w:t>
      </w:r>
    </w:p>
    <w:p w14:paraId="642B196F" w14:textId="77777777" w:rsidR="004E1498" w:rsidRPr="00950C1F" w:rsidRDefault="004E1498" w:rsidP="00E83679">
      <w:pPr>
        <w:pStyle w:val="Nadpis1"/>
        <w:jc w:val="left"/>
      </w:pPr>
      <w:r w:rsidRPr="00950C1F">
        <w:t>Dílo</w:t>
      </w:r>
    </w:p>
    <w:p w14:paraId="75B8D031" w14:textId="29C9B754" w:rsidR="004E1498" w:rsidRPr="006C7697" w:rsidRDefault="004E1498" w:rsidP="00E83679">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E83679">
      <w:pPr>
        <w:pStyle w:val="Nadpis1"/>
        <w:jc w:val="left"/>
        <w:rPr>
          <w:rFonts w:eastAsia="Times New Roman"/>
          <w:lang w:eastAsia="cs-CZ"/>
        </w:rPr>
      </w:pPr>
      <w:r w:rsidRPr="004E1498">
        <w:rPr>
          <w:rFonts w:eastAsia="Times New Roman"/>
          <w:lang w:eastAsia="cs-CZ"/>
        </w:rPr>
        <w:t>Předmět díla</w:t>
      </w:r>
    </w:p>
    <w:p w14:paraId="7AD0A998" w14:textId="57A405AB" w:rsidR="0023511E" w:rsidRDefault="004E1498" w:rsidP="00AE5C7F">
      <w:pPr>
        <w:pStyle w:val="Nadpis2"/>
      </w:pPr>
      <w:bookmarkStart w:id="0" w:name="_Ref161650029"/>
      <w:r w:rsidRPr="004E1498">
        <w:t xml:space="preserve">Předmětem díla je </w:t>
      </w:r>
      <w:bookmarkStart w:id="1" w:name="_Ref161320229"/>
      <w:r w:rsidR="0023511E" w:rsidRPr="007E7459">
        <w:t xml:space="preserve">Předmětem plnění je </w:t>
      </w:r>
      <w:r w:rsidR="0023511E">
        <w:t xml:space="preserve">zkapacitnění stávajících </w:t>
      </w:r>
      <w:r w:rsidR="00AE5C7F" w:rsidRPr="00AE5C7F">
        <w:t>dálko</w:t>
      </w:r>
      <w:r w:rsidR="00AE5C7F">
        <w:t>vých optických kabelů (dále též</w:t>
      </w:r>
      <w:r w:rsidR="00AE5C7F" w:rsidRPr="00AE5C7F">
        <w:t xml:space="preserve"> jen „</w:t>
      </w:r>
      <w:r w:rsidR="0023511E">
        <w:t>DOK</w:t>
      </w:r>
      <w:r w:rsidR="00AE5C7F">
        <w:t>“)</w:t>
      </w:r>
      <w:r w:rsidR="0023511E">
        <w:t xml:space="preserve"> a jejich zafouknutí a ukončení DOK/</w:t>
      </w:r>
      <w:r w:rsidR="00AE5C7F" w:rsidRPr="00AE5C7F">
        <w:t xml:space="preserve"> traťových optických kabelů (dále též jen „</w:t>
      </w:r>
      <w:r w:rsidR="0023511E">
        <w:t>TOK</w:t>
      </w:r>
      <w:r w:rsidR="00AE5C7F">
        <w:t>“)</w:t>
      </w:r>
      <w:r w:rsidR="0023511E">
        <w:t xml:space="preserve"> do předpoložených trubek v rámci předchozích staveb.</w:t>
      </w:r>
      <w:bookmarkEnd w:id="0"/>
      <w:bookmarkEnd w:id="1"/>
    </w:p>
    <w:p w14:paraId="32071CB0" w14:textId="77777777" w:rsidR="0023511E" w:rsidRDefault="0023511E" w:rsidP="0023511E">
      <w:pPr>
        <w:pStyle w:val="Nadpis2"/>
        <w:numPr>
          <w:ilvl w:val="0"/>
          <w:numId w:val="0"/>
        </w:numPr>
        <w:ind w:left="680"/>
      </w:pPr>
      <w:r>
        <w:t>Montáž DOK/TOK v úsecích:</w:t>
      </w:r>
    </w:p>
    <w:p w14:paraId="55E45823" w14:textId="2D896689" w:rsidR="0023511E" w:rsidRDefault="0023511E" w:rsidP="0023511E">
      <w:pPr>
        <w:pStyle w:val="Nadpis2"/>
        <w:numPr>
          <w:ilvl w:val="0"/>
          <w:numId w:val="0"/>
        </w:numPr>
        <w:ind w:left="680"/>
      </w:pPr>
      <w:r>
        <w:t>Praha H</w:t>
      </w:r>
      <w:r w:rsidR="001B5FC4">
        <w:t>l</w:t>
      </w:r>
      <w:r>
        <w:t>. n. – Praha Pernerova 144f,</w:t>
      </w:r>
    </w:p>
    <w:p w14:paraId="34162C81" w14:textId="77777777" w:rsidR="0023511E" w:rsidRDefault="0023511E" w:rsidP="0023511E">
      <w:pPr>
        <w:pStyle w:val="Nadpis2"/>
        <w:numPr>
          <w:ilvl w:val="0"/>
          <w:numId w:val="0"/>
        </w:numPr>
        <w:ind w:left="680"/>
      </w:pPr>
      <w:r>
        <w:t>Praha Libeň – Praha Běchovice 72f,</w:t>
      </w:r>
    </w:p>
    <w:p w14:paraId="51B61905" w14:textId="77777777" w:rsidR="0023511E" w:rsidRDefault="0023511E" w:rsidP="0023511E">
      <w:pPr>
        <w:pStyle w:val="Nadpis2"/>
        <w:numPr>
          <w:ilvl w:val="0"/>
          <w:numId w:val="0"/>
        </w:numPr>
        <w:ind w:left="680"/>
      </w:pPr>
      <w:r>
        <w:lastRenderedPageBreak/>
        <w:t>Chotětov – Mladá Boleslav 72f,</w:t>
      </w:r>
    </w:p>
    <w:p w14:paraId="51EAAB95" w14:textId="147585F9" w:rsidR="0023511E" w:rsidRDefault="0023511E" w:rsidP="0023511E">
      <w:pPr>
        <w:pStyle w:val="Nadpis2"/>
        <w:numPr>
          <w:ilvl w:val="0"/>
          <w:numId w:val="0"/>
        </w:numPr>
        <w:ind w:left="680"/>
      </w:pPr>
      <w:r>
        <w:t xml:space="preserve">Pokládka HDPE a </w:t>
      </w:r>
      <w:r w:rsidR="00A2524A" w:rsidRPr="00A2524A">
        <w:t>traťový kabel metalický (dále též jen „</w:t>
      </w:r>
      <w:r>
        <w:t>TK</w:t>
      </w:r>
      <w:r w:rsidR="00A2524A">
        <w:t>“)</w:t>
      </w:r>
      <w:r>
        <w:t xml:space="preserve"> v úseku:</w:t>
      </w:r>
    </w:p>
    <w:p w14:paraId="32C55A02" w14:textId="77777777" w:rsidR="0023511E" w:rsidRDefault="0023511E" w:rsidP="0023511E">
      <w:pPr>
        <w:pStyle w:val="Nadpis2"/>
        <w:numPr>
          <w:ilvl w:val="0"/>
          <w:numId w:val="0"/>
        </w:numPr>
        <w:ind w:left="680"/>
      </w:pPr>
      <w:r>
        <w:t>Hvězdonice – Samechov.</w:t>
      </w:r>
    </w:p>
    <w:p w14:paraId="03F039C6" w14:textId="66AAE747" w:rsidR="004E1498" w:rsidRPr="004E1498" w:rsidRDefault="00A2524A" w:rsidP="0059024A">
      <w:pPr>
        <w:pStyle w:val="Nadpis2"/>
        <w:widowControl w:val="0"/>
        <w:numPr>
          <w:ilvl w:val="0"/>
          <w:numId w:val="0"/>
        </w:numPr>
        <w:ind w:left="680"/>
      </w:pPr>
      <w:r>
        <w:t xml:space="preserve">Předmětem díla je i technologické </w:t>
      </w:r>
      <w:r w:rsidR="0023511E">
        <w:t>zakruhování a zajištění obchozích tras a zvýšení rychlosti a spolehlivosti datového připojení</w:t>
      </w:r>
      <w:r w:rsidR="0086114C" w:rsidRPr="004E1498">
        <w:t>.</w:t>
      </w:r>
    </w:p>
    <w:p w14:paraId="31E5226B" w14:textId="2C2B57B5" w:rsidR="004E1498" w:rsidRPr="00AD3117" w:rsidRDefault="004E1498" w:rsidP="00F1527A">
      <w:pPr>
        <w:pStyle w:val="Nadpis2"/>
        <w:widowControl w:val="0"/>
      </w:pPr>
      <w:r w:rsidRPr="00AD3117">
        <w:t>Předmět díla je blíže specifikován v přílo</w:t>
      </w:r>
      <w:r w:rsidR="00CB53B1" w:rsidRPr="00AD3117">
        <w:t>ze</w:t>
      </w:r>
      <w:r w:rsidRPr="00AD3117">
        <w:t xml:space="preserve"> </w:t>
      </w:r>
      <w:r w:rsidR="0086114C" w:rsidRPr="00AD3117">
        <w:t>č</w:t>
      </w:r>
      <w:r w:rsidR="00AD3117" w:rsidRPr="00AD3117">
        <w:t xml:space="preserve">. </w:t>
      </w:r>
      <w:r w:rsidR="00AD3117" w:rsidRPr="00AD3117">
        <w:fldChar w:fldCharType="begin"/>
      </w:r>
      <w:r w:rsidR="00AD3117" w:rsidRPr="00AD3117">
        <w:instrText xml:space="preserve"> REF _Ref161649515 \r \h </w:instrText>
      </w:r>
      <w:r w:rsidR="00AD3117">
        <w:instrText xml:space="preserve"> \* MERGEFORMAT </w:instrText>
      </w:r>
      <w:r w:rsidR="00AD3117" w:rsidRPr="00AD3117">
        <w:fldChar w:fldCharType="separate"/>
      </w:r>
      <w:r w:rsidR="00193AEB">
        <w:t>2</w:t>
      </w:r>
      <w:r w:rsidR="00AD3117" w:rsidRPr="00AD3117">
        <w:fldChar w:fldCharType="end"/>
      </w:r>
      <w:r w:rsidR="00AD3117" w:rsidRPr="00AD3117">
        <w:t xml:space="preserve"> </w:t>
      </w:r>
      <w:r w:rsidR="006566F7" w:rsidRPr="00AD3117">
        <w:t>S</w:t>
      </w:r>
      <w:r w:rsidRPr="00AD3117">
        <w:t>mlouvy</w:t>
      </w:r>
      <w:r w:rsidR="00A27673">
        <w:t xml:space="preserve"> a bude proveden v souladu s podmínkami, stanovenými v této příloze Smlouvy</w:t>
      </w:r>
      <w:r w:rsidRPr="00AD3117">
        <w:t>.</w:t>
      </w:r>
    </w:p>
    <w:p w14:paraId="3E663345" w14:textId="6DC31300" w:rsidR="004E1498" w:rsidRPr="00AD3117" w:rsidRDefault="00AD3117" w:rsidP="00F1527A">
      <w:pPr>
        <w:pStyle w:val="Nadpis2"/>
        <w:widowControl w:val="0"/>
      </w:pPr>
      <w:r w:rsidRPr="00AD3117">
        <w:t>Objednatel se zavazuje Zhotoviteli poskytnout veškerou nezbytnou součinnost k provedení Díla</w:t>
      </w:r>
      <w:r w:rsidR="004E1498" w:rsidRPr="00AD3117">
        <w:t>.</w:t>
      </w:r>
    </w:p>
    <w:p w14:paraId="600D21AE" w14:textId="6CA2DE43" w:rsidR="004E1498" w:rsidRPr="004E1498" w:rsidRDefault="0029605F" w:rsidP="00F1527A">
      <w:pPr>
        <w:pStyle w:val="Nadpis1"/>
        <w:widowControl w:val="0"/>
        <w:suppressAutoHyphens w:val="0"/>
        <w:rPr>
          <w:rFonts w:eastAsia="Times New Roman"/>
          <w:lang w:eastAsia="cs-CZ"/>
        </w:rPr>
      </w:pPr>
      <w:r>
        <w:rPr>
          <w:rFonts w:eastAsia="Times New Roman"/>
          <w:lang w:eastAsia="cs-CZ"/>
        </w:rPr>
        <w:t xml:space="preserve">Cena díla </w:t>
      </w:r>
    </w:p>
    <w:p w14:paraId="36DF1F7F" w14:textId="790D547F" w:rsidR="00810E9B" w:rsidRPr="00AD3117" w:rsidRDefault="00DB7CC9" w:rsidP="00F1527A">
      <w:pPr>
        <w:pStyle w:val="Nadpis2"/>
        <w:widowControl w:val="0"/>
      </w:pPr>
      <w:r w:rsidRPr="00AD3117">
        <w:t xml:space="preserve">Cena za Dílo </w:t>
      </w:r>
      <w:r w:rsidR="006566F7" w:rsidRPr="00AD3117">
        <w:t>je přílohou č.</w:t>
      </w:r>
      <w:r w:rsidR="00AD3117" w:rsidRPr="00AD3117">
        <w:t xml:space="preserve"> </w:t>
      </w:r>
      <w:r w:rsidR="00AD3117" w:rsidRPr="00AD3117">
        <w:fldChar w:fldCharType="begin"/>
      </w:r>
      <w:r w:rsidR="00AD3117" w:rsidRPr="00AD3117">
        <w:instrText xml:space="preserve"> REF _Ref161649764 \r \h </w:instrText>
      </w:r>
      <w:r w:rsidR="00AD3117">
        <w:instrText xml:space="preserve"> \* MERGEFORMAT </w:instrText>
      </w:r>
      <w:r w:rsidR="00AD3117" w:rsidRPr="00AD3117">
        <w:fldChar w:fldCharType="separate"/>
      </w:r>
      <w:r w:rsidR="00193AEB">
        <w:t>3</w:t>
      </w:r>
      <w:r w:rsidR="00AD3117" w:rsidRPr="00AD3117">
        <w:fldChar w:fldCharType="end"/>
      </w:r>
      <w:r w:rsidR="006566F7" w:rsidRPr="00AD3117">
        <w:t xml:space="preserve"> </w:t>
      </w:r>
      <w:r w:rsidR="00810E9B" w:rsidRPr="00AD3117">
        <w:t>Smlouvy.</w:t>
      </w:r>
    </w:p>
    <w:p w14:paraId="683748B2" w14:textId="1833A850" w:rsidR="00434725" w:rsidRDefault="00810E9B" w:rsidP="00434725">
      <w:pPr>
        <w:pStyle w:val="Nadpis2"/>
        <w:widowControl w:val="0"/>
      </w:pPr>
      <w:r w:rsidRPr="00430E35">
        <w:t xml:space="preserve">Fakturace bude provedena </w:t>
      </w:r>
      <w:r w:rsidR="00CB53B1" w:rsidRPr="00430E35">
        <w:t xml:space="preserve">na základě </w:t>
      </w:r>
      <w:r w:rsidR="00403120">
        <w:t>P</w:t>
      </w:r>
      <w:r w:rsidR="0059024A">
        <w:t xml:space="preserve">ředávacího protokolu části Díla </w:t>
      </w:r>
      <w:r w:rsidR="00FA32F8" w:rsidRPr="00430E35">
        <w:t xml:space="preserve">vždy po realizaci jednotlivé </w:t>
      </w:r>
      <w:r w:rsidR="0059024A">
        <w:t xml:space="preserve">části díla </w:t>
      </w:r>
      <w:r w:rsidR="00403120">
        <w:t>(jednotlivých úseků</w:t>
      </w:r>
      <w:r w:rsidR="00403120" w:rsidRPr="00430E35">
        <w:t xml:space="preserve"> uveden</w:t>
      </w:r>
      <w:r w:rsidR="00403120">
        <w:t>ých</w:t>
      </w:r>
      <w:r w:rsidR="00403120" w:rsidRPr="00430E35">
        <w:t xml:space="preserve"> </w:t>
      </w:r>
      <w:r w:rsidR="00FA32F8" w:rsidRPr="00430E35">
        <w:t>v</w:t>
      </w:r>
      <w:r w:rsidR="00430E35" w:rsidRPr="00430E35">
        <w:t xml:space="preserve"> čl. </w:t>
      </w:r>
      <w:r w:rsidR="00430E35" w:rsidRPr="00430E35">
        <w:fldChar w:fldCharType="begin"/>
      </w:r>
      <w:r w:rsidR="00430E35" w:rsidRPr="00430E35">
        <w:instrText xml:space="preserve"> REF _Ref161650029 \r \h </w:instrText>
      </w:r>
      <w:r w:rsidR="00430E35">
        <w:instrText xml:space="preserve"> \* MERGEFORMAT </w:instrText>
      </w:r>
      <w:r w:rsidR="00430E35" w:rsidRPr="00430E35">
        <w:fldChar w:fldCharType="separate"/>
      </w:r>
      <w:r w:rsidR="00193AEB">
        <w:t>2.1</w:t>
      </w:r>
      <w:r w:rsidR="00430E35" w:rsidRPr="00430E35">
        <w:fldChar w:fldCharType="end"/>
      </w:r>
      <w:r w:rsidR="00430E35" w:rsidRPr="00430E35">
        <w:t xml:space="preserve"> </w:t>
      </w:r>
      <w:r w:rsidR="00403120">
        <w:t xml:space="preserve">Smlouvy </w:t>
      </w:r>
      <w:r w:rsidR="00430E35" w:rsidRPr="00430E35">
        <w:t xml:space="preserve">a v příloze č. </w:t>
      </w:r>
      <w:r w:rsidR="00430E35" w:rsidRPr="00430E35">
        <w:fldChar w:fldCharType="begin"/>
      </w:r>
      <w:r w:rsidR="00430E35" w:rsidRPr="00430E35">
        <w:instrText xml:space="preserve"> REF _Ref161649515 \r \h </w:instrText>
      </w:r>
      <w:r w:rsidR="00430E35">
        <w:instrText xml:space="preserve"> \* MERGEFORMAT </w:instrText>
      </w:r>
      <w:r w:rsidR="00430E35" w:rsidRPr="00430E35">
        <w:fldChar w:fldCharType="separate"/>
      </w:r>
      <w:r w:rsidR="00193AEB">
        <w:t>2</w:t>
      </w:r>
      <w:r w:rsidR="00430E35" w:rsidRPr="00430E35">
        <w:fldChar w:fldCharType="end"/>
      </w:r>
      <w:r w:rsidR="00403120">
        <w:t xml:space="preserve"> Smlouvy)</w:t>
      </w:r>
      <w:r w:rsidR="00430E35" w:rsidRPr="00430E35">
        <w:t xml:space="preserve"> dle předloženého soupisu prací, jež tvoří přílohu č. </w:t>
      </w:r>
      <w:r w:rsidR="00430E35" w:rsidRPr="00430E35">
        <w:fldChar w:fldCharType="begin"/>
      </w:r>
      <w:r w:rsidR="00430E35" w:rsidRPr="00430E35">
        <w:instrText xml:space="preserve"> REF _Ref161649764 \r \h </w:instrText>
      </w:r>
      <w:r w:rsidR="00430E35">
        <w:instrText xml:space="preserve"> \* MERGEFORMAT </w:instrText>
      </w:r>
      <w:r w:rsidR="00430E35" w:rsidRPr="00430E35">
        <w:fldChar w:fldCharType="separate"/>
      </w:r>
      <w:r w:rsidR="00193AEB">
        <w:t>3</w:t>
      </w:r>
      <w:r w:rsidR="00430E35" w:rsidRPr="00430E35">
        <w:fldChar w:fldCharType="end"/>
      </w:r>
      <w:r w:rsidR="00430E35" w:rsidRPr="00430E35">
        <w:t>.</w:t>
      </w:r>
    </w:p>
    <w:p w14:paraId="38AA3820" w14:textId="2D51C7F2" w:rsidR="00A2524A" w:rsidRPr="00BA669B" w:rsidRDefault="00A2524A" w:rsidP="00BA669B">
      <w:pPr>
        <w:pStyle w:val="Nadpis2"/>
        <w:widowControl w:val="0"/>
      </w:pPr>
      <w:r w:rsidRPr="00A2524A">
        <w:t xml:space="preserve">Splatnost faktury se sjednává na </w:t>
      </w:r>
      <w:r w:rsidR="005C4A16">
        <w:t>6</w:t>
      </w:r>
      <w:r w:rsidR="005C4A16" w:rsidRPr="00A2524A">
        <w:t xml:space="preserve">0 </w:t>
      </w:r>
      <w:r w:rsidRPr="00A2524A">
        <w:t>kalendářních dnů od</w:t>
      </w:r>
      <w:r>
        <w:t>e dne</w:t>
      </w:r>
      <w:r w:rsidRPr="00A2524A">
        <w:t xml:space="preserve"> jejího </w:t>
      </w:r>
      <w:r>
        <w:t>vystavení.</w:t>
      </w:r>
    </w:p>
    <w:p w14:paraId="1AFBED57" w14:textId="77777777" w:rsidR="004E1498" w:rsidRPr="004E1498" w:rsidRDefault="004E1498" w:rsidP="00E83679">
      <w:pPr>
        <w:pStyle w:val="Nadpis1"/>
        <w:rPr>
          <w:rFonts w:eastAsia="Times New Roman"/>
          <w:lang w:eastAsia="cs-CZ"/>
        </w:rPr>
      </w:pPr>
      <w:r w:rsidRPr="004E1498">
        <w:rPr>
          <w:rFonts w:eastAsia="Times New Roman"/>
          <w:lang w:eastAsia="cs-CZ"/>
        </w:rPr>
        <w:t xml:space="preserve">Místo a </w:t>
      </w:r>
      <w:r w:rsidRPr="00E83679">
        <w:t>doba</w:t>
      </w:r>
      <w:r w:rsidRPr="004E1498">
        <w:rPr>
          <w:rFonts w:eastAsia="Times New Roman"/>
          <w:lang w:eastAsia="cs-CZ"/>
        </w:rPr>
        <w:t xml:space="preserve"> plnění</w:t>
      </w:r>
    </w:p>
    <w:p w14:paraId="4DCCF507" w14:textId="1640E4B2" w:rsidR="004E1498" w:rsidRPr="00340166" w:rsidRDefault="004E1498" w:rsidP="00F1527A">
      <w:pPr>
        <w:pStyle w:val="Nadpis2"/>
        <w:widowControl w:val="0"/>
      </w:pPr>
      <w:r w:rsidRPr="00340166">
        <w:t>Místem plnění j</w:t>
      </w:r>
      <w:r w:rsidR="00340166" w:rsidRPr="00340166">
        <w:t xml:space="preserve">sou </w:t>
      </w:r>
      <w:r w:rsidR="00403120">
        <w:t>úseky</w:t>
      </w:r>
      <w:r w:rsidR="00403120" w:rsidRPr="00340166">
        <w:t xml:space="preserve"> </w:t>
      </w:r>
      <w:r w:rsidR="00340166" w:rsidRPr="00340166">
        <w:t xml:space="preserve">dle čl. </w:t>
      </w:r>
      <w:r w:rsidR="00340166" w:rsidRPr="00340166">
        <w:fldChar w:fldCharType="begin"/>
      </w:r>
      <w:r w:rsidR="00340166" w:rsidRPr="00340166">
        <w:instrText xml:space="preserve"> REF _Ref161650029 \r \h </w:instrText>
      </w:r>
      <w:r w:rsidR="00340166">
        <w:instrText xml:space="preserve"> \* MERGEFORMAT </w:instrText>
      </w:r>
      <w:r w:rsidR="00340166" w:rsidRPr="00340166">
        <w:fldChar w:fldCharType="separate"/>
      </w:r>
      <w:r w:rsidR="00193AEB">
        <w:t>2.1</w:t>
      </w:r>
      <w:r w:rsidR="00340166" w:rsidRPr="00340166">
        <w:fldChar w:fldCharType="end"/>
      </w:r>
      <w:r w:rsidR="00403120">
        <w:t xml:space="preserve"> Smlouvy</w:t>
      </w:r>
      <w:r w:rsidR="00340166" w:rsidRPr="00340166">
        <w:t xml:space="preserve"> a dle Přílohy č. </w:t>
      </w:r>
      <w:r w:rsidR="00340166" w:rsidRPr="00340166">
        <w:fldChar w:fldCharType="begin"/>
      </w:r>
      <w:r w:rsidR="00340166" w:rsidRPr="00340166">
        <w:instrText xml:space="preserve"> REF _Ref161649515 \r \h </w:instrText>
      </w:r>
      <w:r w:rsidR="00340166">
        <w:instrText xml:space="preserve"> \* MERGEFORMAT </w:instrText>
      </w:r>
      <w:r w:rsidR="00340166" w:rsidRPr="00340166">
        <w:fldChar w:fldCharType="separate"/>
      </w:r>
      <w:r w:rsidR="00193AEB">
        <w:t>2</w:t>
      </w:r>
      <w:r w:rsidR="00340166" w:rsidRPr="00340166">
        <w:fldChar w:fldCharType="end"/>
      </w:r>
      <w:r w:rsidR="00340166" w:rsidRPr="00340166">
        <w:t xml:space="preserve"> této Smlouvy.</w:t>
      </w:r>
    </w:p>
    <w:p w14:paraId="624D8729" w14:textId="4B79DC93" w:rsidR="005740C3" w:rsidRPr="00984B7B" w:rsidRDefault="004E1498" w:rsidP="00F1527A">
      <w:pPr>
        <w:pStyle w:val="Nadpis2"/>
        <w:widowControl w:val="0"/>
      </w:pPr>
      <w:r w:rsidRPr="00984B7B">
        <w:t>Z</w:t>
      </w:r>
      <w:r w:rsidR="005740C3" w:rsidRPr="00984B7B">
        <w:t xml:space="preserve">hotovitel je povinen provést a předat </w:t>
      </w:r>
      <w:r w:rsidRPr="00984B7B">
        <w:t xml:space="preserve">Dílo nejpozději do </w:t>
      </w:r>
      <w:r w:rsidR="00340166" w:rsidRPr="00984B7B">
        <w:t>12 měsíců od účinnosti smlouvy.</w:t>
      </w:r>
    </w:p>
    <w:p w14:paraId="4AE0DFE4" w14:textId="02C986A0" w:rsidR="004E1498" w:rsidRPr="00027848" w:rsidRDefault="00CB53B1" w:rsidP="00F1527A">
      <w:pPr>
        <w:pStyle w:val="Nadpis2"/>
        <w:widowControl w:val="0"/>
      </w:pPr>
      <w:r w:rsidRPr="00027848">
        <w:t>Zhotovitel je povinen zahájit plnění Díla nej</w:t>
      </w:r>
      <w:r w:rsidR="006566F7" w:rsidRPr="00027848">
        <w:t xml:space="preserve">později do </w:t>
      </w:r>
      <w:r w:rsidR="00A2524A" w:rsidRPr="00027848">
        <w:t xml:space="preserve">30 </w:t>
      </w:r>
      <w:r w:rsidR="006566F7" w:rsidRPr="00027848">
        <w:t>dnů od účinnosti S</w:t>
      </w:r>
      <w:r w:rsidRPr="00027848">
        <w:t>mlouvy</w:t>
      </w:r>
      <w:r w:rsidR="00BC4DC9" w:rsidRPr="00027848">
        <w:t>. V případě, že Zhotovitel nezahájí plnění nejpo</w:t>
      </w:r>
      <w:r w:rsidR="006566F7" w:rsidRPr="00027848">
        <w:t xml:space="preserve">zději </w:t>
      </w:r>
      <w:r w:rsidR="00A2524A" w:rsidRPr="00027848">
        <w:t xml:space="preserve">30. </w:t>
      </w:r>
      <w:r w:rsidR="006566F7" w:rsidRPr="00027848">
        <w:t>den od účinnosti této S</w:t>
      </w:r>
      <w:r w:rsidR="00BC4DC9" w:rsidRPr="00027848">
        <w:t xml:space="preserve">mlouvy, je povinen zaplatit Objednateli smluvní pokutu ve výši </w:t>
      </w:r>
      <w:r w:rsidR="00A2524A" w:rsidRPr="00027848">
        <w:t>300</w:t>
      </w:r>
      <w:r w:rsidR="00BC4DC9" w:rsidRPr="00027848">
        <w:t>.000,-Kč a Objednatel má právo odstoupit o</w:t>
      </w:r>
      <w:r w:rsidR="006566F7" w:rsidRPr="00027848">
        <w:t>d této Smlouvy. Odstoupením od S</w:t>
      </w:r>
      <w:r w:rsidR="00BC4DC9" w:rsidRPr="00027848">
        <w:t>mlouvy nejsou dotčeny další sankce sjed</w:t>
      </w:r>
      <w:r w:rsidR="006566F7" w:rsidRPr="00027848">
        <w:t>nané v této S</w:t>
      </w:r>
      <w:r w:rsidR="00BC4DC9" w:rsidRPr="00027848">
        <w:t>mlouvě a právo na náhradu škody vzniklé Objednateli.</w:t>
      </w:r>
    </w:p>
    <w:p w14:paraId="2FF9F935" w14:textId="4B9E2FA4" w:rsidR="004E1498" w:rsidRPr="00FC0AA9" w:rsidRDefault="004E1498" w:rsidP="00F1527A">
      <w:pPr>
        <w:pStyle w:val="Nadpis2"/>
        <w:widowControl w:val="0"/>
      </w:pPr>
      <w:r w:rsidRPr="00FC0AA9">
        <w:t>Zhotovitel je povinen zpracovat Harmonogram, jenž bude obsahovat podrobnější časovou specifikaci provádění Díla</w:t>
      </w:r>
      <w:r w:rsidR="00A2524A" w:rsidRPr="00FC0AA9">
        <w:t>, který předloží Objednateli k odsouhlasení při předání staveniště</w:t>
      </w:r>
      <w:r w:rsidRPr="00FC0AA9">
        <w:t xml:space="preserve">. Harmonogram musí být </w:t>
      </w:r>
      <w:r w:rsidR="00984B7B" w:rsidRPr="00FC0AA9">
        <w:t xml:space="preserve">v grafické podobě a </w:t>
      </w:r>
      <w:r w:rsidRPr="00FC0AA9">
        <w:t>rozčleněn nejméně v následujícím rozsahu:</w:t>
      </w:r>
    </w:p>
    <w:p w14:paraId="23DA35C1" w14:textId="61E98B3B" w:rsidR="004E1498" w:rsidRPr="00FC0AA9" w:rsidRDefault="00AC53E4" w:rsidP="00FC0AA9">
      <w:pPr>
        <w:pStyle w:val="Odstavecbez"/>
        <w:numPr>
          <w:ilvl w:val="0"/>
          <w:numId w:val="47"/>
        </w:numPr>
      </w:pPr>
      <w:r w:rsidRPr="00FC0AA9">
        <w:t>na měsíce</w:t>
      </w:r>
      <w:r w:rsidR="004E1498" w:rsidRPr="00FC0AA9">
        <w:t>,</w:t>
      </w:r>
    </w:p>
    <w:p w14:paraId="757582CE" w14:textId="0FE7372C" w:rsidR="004E1498" w:rsidRPr="00FC0AA9" w:rsidRDefault="00AC53E4" w:rsidP="00FC0AA9">
      <w:pPr>
        <w:pStyle w:val="Odstavecbez"/>
        <w:numPr>
          <w:ilvl w:val="0"/>
          <w:numId w:val="47"/>
        </w:numPr>
      </w:pPr>
      <w:r w:rsidRPr="00FC0AA9">
        <w:t>na jednotlivé stavební objekty</w:t>
      </w:r>
      <w:r w:rsidR="004E1498" w:rsidRPr="00FC0AA9">
        <w:t>.</w:t>
      </w:r>
    </w:p>
    <w:p w14:paraId="38280017" w14:textId="36844953"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Záruční doba</w:t>
      </w:r>
      <w:r w:rsidR="00011AD0">
        <w:rPr>
          <w:rFonts w:eastAsia="Times New Roman"/>
          <w:lang w:eastAsia="cs-CZ"/>
        </w:rPr>
        <w:t xml:space="preserve"> a pojištění</w:t>
      </w:r>
    </w:p>
    <w:p w14:paraId="76B099DF" w14:textId="4B4B66DF" w:rsidR="004E1498" w:rsidRPr="00AC53E4" w:rsidRDefault="004E1498" w:rsidP="00F1527A">
      <w:pPr>
        <w:pStyle w:val="Nadpis2"/>
        <w:widowControl w:val="0"/>
      </w:pPr>
      <w:r w:rsidRPr="004E1498">
        <w:t xml:space="preserve">Záruční doba </w:t>
      </w:r>
      <w:r w:rsidRPr="00AC53E4">
        <w:t xml:space="preserve">činí </w:t>
      </w:r>
      <w:r w:rsidR="003D722D" w:rsidRPr="00027848">
        <w:t xml:space="preserve">60 </w:t>
      </w:r>
      <w:r w:rsidR="00816B59" w:rsidRPr="00027848">
        <w:t>měsíců</w:t>
      </w:r>
      <w:r w:rsidRPr="00AC53E4">
        <w:t>.</w:t>
      </w:r>
    </w:p>
    <w:p w14:paraId="5FFCE143" w14:textId="06D635CB" w:rsidR="00011AD0" w:rsidRPr="00AC53E4" w:rsidRDefault="00011AD0" w:rsidP="00064A6B">
      <w:pPr>
        <w:pStyle w:val="Nadpis2"/>
        <w:widowControl w:val="0"/>
      </w:pPr>
      <w:r w:rsidRPr="00AC53E4">
        <w:t xml:space="preserve">Zhotovitel je povinen udržovat v platnosti po celou dobu trvání této Smlouvy pojistnou smlouvu, jejímž předmětem je pojištění </w:t>
      </w:r>
      <w:r w:rsidRPr="00027848">
        <w:t xml:space="preserve">odpovědnosti za újmu způsobenou Zhotovitelem Objednateli nebo jakékoliv třetí osobě s limitem pojistného plnění ve výši min. </w:t>
      </w:r>
      <w:r w:rsidR="003D722D" w:rsidRPr="00027848">
        <w:t xml:space="preserve">50 </w:t>
      </w:r>
      <w:r w:rsidRPr="00027848">
        <w:t xml:space="preserve">000 000,- Kč (slovy: </w:t>
      </w:r>
      <w:r w:rsidR="003D722D" w:rsidRPr="00027848">
        <w:t xml:space="preserve">padesát </w:t>
      </w:r>
      <w:r w:rsidRPr="00027848">
        <w:t>milión</w:t>
      </w:r>
      <w:r w:rsidR="003D722D" w:rsidRPr="00027848">
        <w:t>ů</w:t>
      </w:r>
      <w:r w:rsidRPr="00027848">
        <w:t xml:space="preserve"> korun českých) za rok.</w:t>
      </w:r>
    </w:p>
    <w:p w14:paraId="0CBE49A4" w14:textId="62DA52F5" w:rsidR="00011AD0" w:rsidRPr="00011AD0" w:rsidRDefault="00011AD0" w:rsidP="00F752BB">
      <w:pPr>
        <w:pStyle w:val="Nadpis2"/>
        <w:widowControl w:val="0"/>
      </w:pPr>
      <w:r w:rsidRPr="00AC53E4">
        <w:t xml:space="preserve">Zhotovitel je povinen za každý den, po který není pojištěn, zaplatit Objednateli smluvní pokutu ve výši </w:t>
      </w:r>
      <w:r w:rsidR="003D722D" w:rsidRPr="00027848">
        <w:t>10</w:t>
      </w:r>
      <w:r w:rsidRPr="00027848">
        <w:t>.000,- Kč.</w:t>
      </w:r>
      <w:r w:rsidRPr="00AC53E4">
        <w:t xml:space="preserve"> V případě, že doba, po kterou nebyl Zhotovitel pojištěn,</w:t>
      </w:r>
      <w:r w:rsidR="00F752BB" w:rsidRPr="00AC53E4">
        <w:t xml:space="preserve"> </w:t>
      </w:r>
      <w:r w:rsidRPr="00AC53E4">
        <w:t xml:space="preserve">překročila po dobu trvání smlouvy více jak </w:t>
      </w:r>
      <w:r w:rsidRPr="00027848">
        <w:t>20 kalendářních dnů</w:t>
      </w:r>
      <w:r w:rsidRPr="00AC53E4">
        <w:t>, je</w:t>
      </w:r>
      <w:r>
        <w:t xml:space="preserve"> Objednatel oprávněn</w:t>
      </w:r>
      <w:r w:rsidR="00F752BB">
        <w:t xml:space="preserve"> </w:t>
      </w:r>
      <w:r>
        <w:t>odstoupit od smlouvy.</w:t>
      </w:r>
    </w:p>
    <w:p w14:paraId="700C0934" w14:textId="52529E2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4E90B31F" w:rsidR="004E1498" w:rsidRPr="004E1498" w:rsidRDefault="004E1498" w:rsidP="00F1527A">
      <w:pPr>
        <w:pStyle w:val="Nadpis2"/>
        <w:widowControl w:val="0"/>
      </w:pPr>
      <w:r w:rsidRPr="004E1498">
        <w:t>Na pro</w:t>
      </w:r>
      <w:r w:rsidR="000D278B">
        <w:t>vedení Díla se budou podílet pod</w:t>
      </w:r>
      <w:r w:rsidRPr="004E1498">
        <w:t>dodavatelé uvedení v</w:t>
      </w:r>
      <w:r w:rsidR="00052CEF">
        <w:t> </w:t>
      </w:r>
      <w:r w:rsidRPr="004E1498">
        <w:t>příloze</w:t>
      </w:r>
      <w:r w:rsidR="00052CEF">
        <w:t xml:space="preserve"> č. </w:t>
      </w:r>
      <w:r w:rsidR="00CA46FF">
        <w:fldChar w:fldCharType="begin"/>
      </w:r>
      <w:r w:rsidR="00CA46FF">
        <w:instrText xml:space="preserve"> REF _Ref161650657 \r \h </w:instrText>
      </w:r>
      <w:r w:rsidR="00CA46FF">
        <w:fldChar w:fldCharType="separate"/>
      </w:r>
      <w:r w:rsidR="00193AEB">
        <w:t>4</w:t>
      </w:r>
      <w:r w:rsidR="00CA46FF">
        <w:fldChar w:fldCharType="end"/>
      </w:r>
      <w:r w:rsidR="00CA46FF">
        <w:t xml:space="preserve"> </w:t>
      </w:r>
      <w:r w:rsidR="006566F7">
        <w:t>této S</w:t>
      </w:r>
      <w:r w:rsidRPr="004E1498">
        <w:t xml:space="preserve">mlouvy. </w:t>
      </w:r>
    </w:p>
    <w:p w14:paraId="7B4D3379" w14:textId="1806DC45" w:rsidR="00FD17C6" w:rsidRPr="007D51ED" w:rsidRDefault="00FD17C6" w:rsidP="00F1527A">
      <w:pPr>
        <w:pStyle w:val="Nadpis2"/>
        <w:widowControl w:val="0"/>
      </w:pPr>
      <w:r w:rsidRPr="007D51ED">
        <w:t>Na provedení Díla se budou podílet č</w:t>
      </w:r>
      <w:r w:rsidR="00816B59" w:rsidRPr="007D51ED">
        <w:t>lenové realizačního týmu uvedení</w:t>
      </w:r>
      <w:r w:rsidR="006566F7" w:rsidRPr="007D51ED">
        <w:t xml:space="preserve"> v příloze č</w:t>
      </w:r>
      <w:r w:rsidR="00CA46FF" w:rsidRPr="007D51ED">
        <w:t xml:space="preserve">. </w:t>
      </w:r>
      <w:r w:rsidR="00CA46FF" w:rsidRPr="007D51ED">
        <w:fldChar w:fldCharType="begin"/>
      </w:r>
      <w:r w:rsidR="00CA46FF" w:rsidRPr="007D51ED">
        <w:instrText xml:space="preserve"> REF _Ref161650677 \r \h </w:instrText>
      </w:r>
      <w:r w:rsidR="007D51ED">
        <w:instrText xml:space="preserve"> \* MERGEFORMAT </w:instrText>
      </w:r>
      <w:r w:rsidR="00CA46FF" w:rsidRPr="007D51ED">
        <w:fldChar w:fldCharType="separate"/>
      </w:r>
      <w:r w:rsidR="00193AEB">
        <w:t>5</w:t>
      </w:r>
      <w:r w:rsidR="00CA46FF" w:rsidRPr="007D51ED">
        <w:fldChar w:fldCharType="end"/>
      </w:r>
      <w:r w:rsidR="00CA46FF" w:rsidRPr="007D51ED">
        <w:t xml:space="preserve"> </w:t>
      </w:r>
      <w:r w:rsidR="006566F7" w:rsidRPr="007D51ED">
        <w:t>této S</w:t>
      </w:r>
      <w:r w:rsidRPr="007D51ED">
        <w:t>mlouvy.</w:t>
      </w:r>
    </w:p>
    <w:p w14:paraId="5BBC90E2" w14:textId="60A26AD2" w:rsidR="00FD17C6" w:rsidRDefault="00FD17C6" w:rsidP="00F1527A">
      <w:pPr>
        <w:pStyle w:val="Nadpis2"/>
        <w:widowControl w:val="0"/>
      </w:pPr>
      <w:r w:rsidRPr="007D51ED">
        <w:t xml:space="preserve">Zhotovitel může v průběhu plnění Předmětu díla nahradit některé osoby z osob, uvedených v seznamu realizačního týmu dle přílohy </w:t>
      </w:r>
      <w:r w:rsidR="00F0363E" w:rsidRPr="007D51ED">
        <w:t>č</w:t>
      </w:r>
      <w:r w:rsidR="00CA46FF" w:rsidRPr="007D51ED">
        <w:t xml:space="preserve">. </w:t>
      </w:r>
      <w:r w:rsidR="00CA46FF" w:rsidRPr="007D51ED">
        <w:fldChar w:fldCharType="begin"/>
      </w:r>
      <w:r w:rsidR="00CA46FF" w:rsidRPr="007D51ED">
        <w:instrText xml:space="preserve"> REF _Ref161650677 \r \h </w:instrText>
      </w:r>
      <w:r w:rsidR="007D51ED">
        <w:instrText xml:space="preserve"> \* MERGEFORMAT </w:instrText>
      </w:r>
      <w:r w:rsidR="00CA46FF" w:rsidRPr="007D51ED">
        <w:fldChar w:fldCharType="separate"/>
      </w:r>
      <w:r w:rsidR="00193AEB">
        <w:t>5</w:t>
      </w:r>
      <w:r w:rsidR="00CA46FF" w:rsidRPr="007D51ED">
        <w:fldChar w:fldCharType="end"/>
      </w:r>
      <w:r w:rsidRPr="007D51ED">
        <w:t xml:space="preserve"> této </w:t>
      </w:r>
      <w:r w:rsidR="00A605AE" w:rsidRPr="007D51ED">
        <w:t>S</w:t>
      </w:r>
      <w:r w:rsidRPr="007D51ED">
        <w:t xml:space="preserve">mlouvy, pouze po předchozím souhlasu Objednatele na základě písemné žádosti Zhotovitele. V případě, že Zhotovitel požádá o </w:t>
      </w:r>
      <w:r w:rsidRPr="007D51ED">
        <w:lastRenderedPageBreak/>
        <w:t>změnu některých členů realizačního týmu uvedeného v příloze č</w:t>
      </w:r>
      <w:r w:rsidR="007D51ED" w:rsidRPr="007D51ED">
        <w:t xml:space="preserve">. </w:t>
      </w:r>
      <w:r w:rsidR="007D51ED" w:rsidRPr="007D51ED">
        <w:fldChar w:fldCharType="begin"/>
      </w:r>
      <w:r w:rsidR="007D51ED" w:rsidRPr="007D51ED">
        <w:instrText xml:space="preserve"> REF _Ref161650677 \r \h </w:instrText>
      </w:r>
      <w:r w:rsidR="007D51ED">
        <w:instrText xml:space="preserve"> \* MERGEFORMAT </w:instrText>
      </w:r>
      <w:r w:rsidR="007D51ED" w:rsidRPr="007D51ED">
        <w:fldChar w:fldCharType="separate"/>
      </w:r>
      <w:r w:rsidR="00193AEB">
        <w:t>5</w:t>
      </w:r>
      <w:r w:rsidR="007D51ED" w:rsidRPr="007D51ED">
        <w:fldChar w:fldCharType="end"/>
      </w:r>
      <w:r w:rsidRPr="007D51ED">
        <w:t xml:space="preserve"> této Smlouvy, musí tato osoba, splňovat kvalifikaci požadovanou </w:t>
      </w:r>
      <w:r w:rsidR="00380260" w:rsidRPr="007D51ED">
        <w:t>ve Veřejné zakázce</w:t>
      </w:r>
      <w:r w:rsidRPr="007D51ED">
        <w:t>. Změna osoby nepodléhá povinnosti uzavřít dodatek ke Smlouvě a proběhne na základě písemného souhlasu Objednatele s touto změnou.</w:t>
      </w:r>
    </w:p>
    <w:p w14:paraId="0DD0A579" w14:textId="2CF77623" w:rsidR="00342F1C" w:rsidRDefault="00342F1C" w:rsidP="00342F1C">
      <w:pPr>
        <w:pStyle w:val="Nadpis2"/>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zajistil</w:t>
      </w:r>
      <w:r w:rsidR="00397884">
        <w:t xml:space="preserve"> v rámci poddodavatelského řetězce</w:t>
      </w:r>
      <w:r w:rsidRPr="005478B0">
        <w:t xml:space="preserve"> rovnocenné platební podmínky, jako má sjednány </w:t>
      </w:r>
      <w:r>
        <w:t>Zhotovitel s Objednatelem, a to následovně:</w:t>
      </w:r>
    </w:p>
    <w:p w14:paraId="084563D5" w14:textId="77777777" w:rsidR="00397884" w:rsidRDefault="00397884" w:rsidP="00397884">
      <w:pPr>
        <w:pStyle w:val="Nadpis3"/>
      </w:pPr>
      <w:bookmarkStart w:id="2" w:name="_Ref163055520"/>
      <w:r>
        <w:t>Zhotovitel se zavazuje ujednat si s dalšími osobami, které se na jeho straně podílejí na plnění Předmětu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bookmarkEnd w:id="2"/>
    </w:p>
    <w:p w14:paraId="69139088" w14:textId="38867311" w:rsidR="00397884" w:rsidRDefault="00397884" w:rsidP="00397884">
      <w:pPr>
        <w:pStyle w:val="Nadpis3"/>
      </w:pPr>
      <w:r w:rsidRPr="00397884">
        <w:t xml:space="preserve">Zhotovitel se zavazuje uhradit smluvní pokutu ve </w:t>
      </w:r>
      <w:r w:rsidRPr="00FC0AA9">
        <w:t>výši 5.000 Kč za každý</w:t>
      </w:r>
      <w:r w:rsidR="008B3C94" w:rsidRPr="00FC0AA9">
        <w:t>,</w:t>
      </w:r>
      <w:r w:rsidRPr="00FC0AA9">
        <w:t xml:space="preserve"> byť i započatý</w:t>
      </w:r>
      <w:r w:rsidR="008B3C94" w:rsidRPr="00FC0AA9">
        <w:t>,</w:t>
      </w:r>
      <w:r w:rsidRPr="00FC0AA9">
        <w:t xml:space="preserve"> den prodlení se splněním povinnosti předložit smluvní dokumentaci dle předchozího odstavce Smlouvy. Zhotovitel se dále zavazuje uhradit smluvní pokutu ve výši 5.000 Kč za každý</w:t>
      </w:r>
      <w:r w:rsidR="008B3C94" w:rsidRPr="00FC0AA9">
        <w:t>,</w:t>
      </w:r>
      <w:r w:rsidRPr="00FC0AA9">
        <w:t xml:space="preserve"> byť i započatý</w:t>
      </w:r>
      <w:r w:rsidR="008B3C94" w:rsidRPr="00FC0AA9">
        <w:t>,</w:t>
      </w:r>
      <w:r w:rsidRPr="00FC0AA9">
        <w:t xml:space="preserve"> den, po který porušil svou povinnost mít se smluvními</w:t>
      </w:r>
      <w:r w:rsidRPr="00522175">
        <w:t xml:space="preserve"> partnery</w:t>
      </w:r>
      <w:r>
        <w:t xml:space="preserve"> Zhotovitele stejnou nebo kratší dobu splatnosti daňových dokladů, jaká je sjednána v této Smlouvě. Smluvní sankce dle tohoto odstavce smlouvy lze v případě postupného porušení obou povinností Zhotovitele sčítat. </w:t>
      </w:r>
    </w:p>
    <w:p w14:paraId="642295D5" w14:textId="6EAB4A4D" w:rsidR="00397884" w:rsidRPr="00397884" w:rsidRDefault="00397884" w:rsidP="00064A6B">
      <w:pPr>
        <w:pStyle w:val="Nadpis3"/>
      </w:pPr>
      <w:r>
        <w:t xml:space="preserve">V případě dlouhodobého a závažného porušování povinností Zhotovitele v oblasti rovnocenných podmínek v rámci poddodavatelského řetězce je Objednatel oprávněn od této smlouvy odstoupit. Dlouhodobým a závažným porušováním této smlouvy v oblasti rovnocenných podmínek v rámci poddodavatelského řetězce se rozumí prodlení s povinností smluvní dokumentaci dle odst. </w:t>
      </w:r>
      <w:r>
        <w:fldChar w:fldCharType="begin"/>
      </w:r>
      <w:r>
        <w:instrText xml:space="preserve"> REF _Ref163055520 \r \h  \* MERGEFORMAT </w:instrText>
      </w:r>
      <w:r>
        <w:fldChar w:fldCharType="separate"/>
      </w:r>
      <w:r w:rsidR="00193AEB">
        <w:t>6.4.1</w:t>
      </w:r>
      <w:r>
        <w:fldChar w:fldCharType="end"/>
      </w:r>
      <w:r>
        <w:t xml:space="preserve"> Smlouvy po dobu delší než 30 dnů. Odstoupení od smlouvy z jiných důvodů a nárok na zaplacení smluvní pokuty tím nejsou nijak dotčeny. </w:t>
      </w:r>
    </w:p>
    <w:p w14:paraId="21F816C5" w14:textId="77777777"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F1527A">
      <w:pPr>
        <w:pStyle w:val="Nadpis2"/>
        <w:widowControl w:val="0"/>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E83679" w:rsidRDefault="004E1498" w:rsidP="00F1527A">
      <w:pPr>
        <w:pStyle w:val="Nadpis2"/>
        <w:widowControl w:val="0"/>
      </w:pPr>
      <w:r w:rsidRPr="00E83679">
        <w:t>Kontaktními osobami smluvních stran jsou</w:t>
      </w:r>
    </w:p>
    <w:p w14:paraId="4E7FEA6D" w14:textId="50F7C6AB" w:rsidR="004E1498" w:rsidRPr="00052CEF" w:rsidRDefault="004E1498" w:rsidP="00F1527A">
      <w:pPr>
        <w:pStyle w:val="Nadpis3"/>
        <w:widowControl w:val="0"/>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Pr="00052CEF">
        <w:rPr>
          <w:highlight w:val="yellow"/>
        </w:rPr>
        <w:t>…</w:t>
      </w:r>
      <w:r w:rsidR="00052CEF">
        <w:rPr>
          <w:highlight w:val="yellow"/>
        </w:rPr>
        <w:t xml:space="preserve"> </w:t>
      </w:r>
      <w:r w:rsidR="00052CEF" w:rsidRPr="00E83679">
        <w:rPr>
          <w:highlight w:val="yellow"/>
        </w:rPr>
        <w:t>[DOPLNÍ OBJEDNATEL PŘI PODPISU SMLOUVY]</w:t>
      </w:r>
      <w:r w:rsidR="0086114C" w:rsidRPr="00052CEF">
        <w:rPr>
          <w:highlight w:val="yellow"/>
        </w:rPr>
        <w:t>,</w:t>
      </w:r>
    </w:p>
    <w:p w14:paraId="1C513CD4" w14:textId="471FA70A" w:rsidR="004E1498" w:rsidRPr="00E83679" w:rsidRDefault="004E1498" w:rsidP="00F1527A">
      <w:pPr>
        <w:pStyle w:val="Nadpis3"/>
        <w:widowControl w:val="0"/>
      </w:pPr>
      <w:r w:rsidRPr="00E83679">
        <w:t xml:space="preserve">za Zhotovitele p. </w:t>
      </w:r>
      <w:r w:rsidR="008945EC" w:rsidRPr="00C37E6D">
        <w:rPr>
          <w:rFonts w:ascii="Verdana" w:hAnsi="Verdana"/>
          <w:highlight w:val="green"/>
        </w:rPr>
        <w:t>[DOPLNÍ ZHOTOVITEL]</w:t>
      </w:r>
      <w:r w:rsidR="00C37E6D">
        <w:rPr>
          <w:rFonts w:ascii="Verdana" w:hAnsi="Verdana"/>
        </w:rPr>
        <w:t>.</w:t>
      </w:r>
    </w:p>
    <w:p w14:paraId="739753B3" w14:textId="34ECEF7A" w:rsidR="004E1498" w:rsidRPr="00D9782E" w:rsidRDefault="004E1498" w:rsidP="00F1527A">
      <w:pPr>
        <w:pStyle w:val="Nadpis2"/>
        <w:widowControl w:val="0"/>
      </w:pPr>
      <w:r w:rsidRPr="00C37E6D">
        <w:rPr>
          <w:rFonts w:eastAsia="Calibri"/>
        </w:rPr>
        <w:t>Smluvní</w:t>
      </w:r>
      <w:r w:rsidRPr="004E1498">
        <w:rPr>
          <w:rFonts w:eastAsia="Calibri"/>
        </w:rPr>
        <w:t xml:space="preserve">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E83679">
        <w:rPr>
          <w:rStyle w:val="Kurzvatun"/>
          <w:rFonts w:eastAsia="Calibri"/>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F1527A">
      <w:pPr>
        <w:pStyle w:val="Nadpis2"/>
        <w:widowControl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F1527A">
      <w:pPr>
        <w:pStyle w:val="Nadpis2"/>
        <w:widowControl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 xml:space="preserve">ouvy, nepovažují za obchodní tajemství ve smyslu ustanovení § 504 Občanského zákoníku (dále jen </w:t>
      </w:r>
      <w:r w:rsidRPr="00D9782E">
        <w:rPr>
          <w:rFonts w:eastAsia="Calibri"/>
        </w:rPr>
        <w:lastRenderedPageBreak/>
        <w:t>„</w:t>
      </w:r>
      <w:r w:rsidRPr="00E83679">
        <w:rPr>
          <w:rStyle w:val="Kurzvatun"/>
          <w:rFonts w:eastAsia="Calibri"/>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F1527A">
      <w:pPr>
        <w:pStyle w:val="Nadpis2"/>
        <w:widowControl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F1527A">
      <w:pPr>
        <w:pStyle w:val="Nadpis2"/>
        <w:widowControl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7C954BC8" w:rsidR="004429CF" w:rsidRPr="00985EC7" w:rsidRDefault="006C7697" w:rsidP="00F1527A">
      <w:pPr>
        <w:pStyle w:val="Nadpis2"/>
        <w:widowControl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012CE368" w14:textId="5805A403" w:rsidR="00AB3FAE" w:rsidRDefault="0073792E" w:rsidP="00F1527A">
      <w:pPr>
        <w:pStyle w:val="Nadpis1"/>
        <w:widowControl w:val="0"/>
        <w:suppressAutoHyphens w:val="0"/>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F1527A">
      <w:pPr>
        <w:pStyle w:val="Nadpis2"/>
        <w:widowControl w:val="0"/>
      </w:pPr>
      <w:bookmarkStart w:id="3" w:name="_Ref163824096"/>
      <w:r>
        <w:rPr>
          <w:rFonts w:eastAsia="Calibri"/>
        </w:rPr>
        <w:t>Zhotovitel</w:t>
      </w:r>
      <w:r w:rsidRPr="0073792E">
        <w:t xml:space="preserve"> prohlašuje, že není obchodní společností, ve které veřejný funkcionář uvedený v ust. § 2 odst. 1 písm. c) zákona č. 159/2006 Sb., o střetu zájmů, ve znění pozdějších předpisů (dále jen „</w:t>
      </w:r>
      <w:r w:rsidRPr="00E83679">
        <w:rPr>
          <w:rStyle w:val="Kurzvatun"/>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bookmarkEnd w:id="3"/>
    </w:p>
    <w:p w14:paraId="469BA452" w14:textId="77777777" w:rsidR="002A2DDA" w:rsidRDefault="0073792E" w:rsidP="00F1527A">
      <w:pPr>
        <w:pStyle w:val="Nadpis2"/>
        <w:widowControl w:val="0"/>
      </w:pPr>
      <w:bookmarkStart w:id="4" w:name="_Ref163824112"/>
      <w:r>
        <w:rPr>
          <w:rFonts w:eastAsia="Calibri"/>
        </w:rPr>
        <w:t>Zhotovitel</w:t>
      </w:r>
      <w:r w:rsidRPr="0073792E">
        <w:t xml:space="preserve"> prohlašuje, že</w:t>
      </w:r>
      <w:r w:rsidR="002A2DDA">
        <w:t>:</w:t>
      </w:r>
      <w:bookmarkEnd w:id="4"/>
    </w:p>
    <w:p w14:paraId="065A6CB4" w14:textId="77777777" w:rsidR="00674571" w:rsidRPr="00345739" w:rsidRDefault="00674571" w:rsidP="00345739">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5608F8C0" w14:textId="77777777" w:rsidR="00674571" w:rsidRPr="00345739" w:rsidRDefault="00674571" w:rsidP="00345739">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16D48D" w14:textId="25514646" w:rsidR="0073792E" w:rsidRPr="003A6968" w:rsidRDefault="00674571" w:rsidP="00E83679">
      <w:pPr>
        <w:pStyle w:val="aodst"/>
      </w:pPr>
      <w:r w:rsidRPr="00345739">
        <w:t xml:space="preserve">on, ani žádný z jeho poddodavatelů nebo jiných osob, jejichž způsobilost byla využita ve smyslu evropských směrnic o zadávání veřejných zakázek, nejsou </w:t>
      </w:r>
      <w:r w:rsidRPr="00345739">
        <w:lastRenderedPageBreak/>
        <w:t>osobami dle článku 2 nařízení Rady (EU) č. 269/2014 ze dne 17. března 2014, o 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rsidR="00345739">
        <w:fldChar w:fldCharType="begin"/>
      </w:r>
      <w:r w:rsidR="00345739">
        <w:instrText xml:space="preserve"> REF _Ref156814681 \r \h </w:instrText>
      </w:r>
      <w:r w:rsidR="00345739">
        <w:fldChar w:fldCharType="separate"/>
      </w:r>
      <w:r w:rsidR="00193AEB">
        <w:t>8.5</w:t>
      </w:r>
      <w:r w:rsidR="00345739">
        <w:fldChar w:fldCharType="end"/>
      </w:r>
      <w:r w:rsidRPr="003B16F0">
        <w:t xml:space="preserve"> této Smlouvy (dále jen „</w:t>
      </w:r>
      <w:r w:rsidRPr="00674571">
        <w:rPr>
          <w:rStyle w:val="Kurzvatun"/>
          <w:rFonts w:eastAsiaTheme="minorHAnsi"/>
        </w:rPr>
        <w:t>Sankční seznamy</w:t>
      </w:r>
      <w:r w:rsidRPr="003B16F0">
        <w:t>“)</w:t>
      </w:r>
      <w:r w:rsidR="0073792E" w:rsidRPr="003A6968">
        <w:t>.</w:t>
      </w:r>
    </w:p>
    <w:p w14:paraId="3DE4E643" w14:textId="2081D6E8" w:rsidR="0073792E" w:rsidRDefault="0073792E" w:rsidP="00E83679">
      <w:pPr>
        <w:pStyle w:val="Nadpis2"/>
      </w:pPr>
      <w:r w:rsidRPr="00A453A2">
        <w:t xml:space="preserve">Je-li </w:t>
      </w:r>
      <w:r>
        <w:t>Zhotovitelem</w:t>
      </w:r>
      <w:r w:rsidRPr="00A72529">
        <w:t xml:space="preserve"> </w:t>
      </w:r>
      <w:r>
        <w:t xml:space="preserve">sdružení více osob, platí podmínky </w:t>
      </w:r>
      <w:r w:rsidRPr="007D51ED">
        <w:t xml:space="preserve">dle odstavce </w:t>
      </w:r>
      <w:r w:rsidR="00D531E3">
        <w:fldChar w:fldCharType="begin"/>
      </w:r>
      <w:r w:rsidR="00D531E3">
        <w:instrText xml:space="preserve"> REF _Ref163824096 \r \h </w:instrText>
      </w:r>
      <w:r w:rsidR="00D531E3">
        <w:fldChar w:fldCharType="separate"/>
      </w:r>
      <w:r w:rsidR="00D531E3">
        <w:t>8.1</w:t>
      </w:r>
      <w:r w:rsidR="00D531E3">
        <w:fldChar w:fldCharType="end"/>
      </w:r>
      <w:r w:rsidRPr="007D51ED">
        <w:t xml:space="preserve"> a </w:t>
      </w:r>
      <w:r w:rsidR="00D531E3">
        <w:fldChar w:fldCharType="begin"/>
      </w:r>
      <w:r w:rsidR="00D531E3">
        <w:instrText xml:space="preserve"> REF _Ref163824112 \r \h </w:instrText>
      </w:r>
      <w:r w:rsidR="00D531E3">
        <w:fldChar w:fldCharType="separate"/>
      </w:r>
      <w:r w:rsidR="00D531E3">
        <w:t>8.2</w:t>
      </w:r>
      <w:r w:rsidR="00D531E3">
        <w:fldChar w:fldCharType="end"/>
      </w:r>
      <w:r w:rsidR="00D531E3">
        <w:t xml:space="preserve"> </w:t>
      </w:r>
      <w:r w:rsidRPr="007D51ED">
        <w:t xml:space="preserve">této Smlouvy také </w:t>
      </w:r>
      <w:r w:rsidRPr="007D51ED">
        <w:rPr>
          <w:rFonts w:eastAsia="Calibri"/>
        </w:rPr>
        <w:t>jednotlivě</w:t>
      </w:r>
      <w:r w:rsidRPr="007D51ED">
        <w:t xml:space="preserve"> pro všechny osoby v rámci Zhotovitele sdružené</w:t>
      </w:r>
      <w:r w:rsidR="00B40A03" w:rsidRPr="007D51ED">
        <w:t>,</w:t>
      </w:r>
      <w:r w:rsidRPr="007D51ED">
        <w:t xml:space="preserve"> a to bez</w:t>
      </w:r>
      <w:r>
        <w:t xml:space="preserve"> ohledu na právní formu tohoto sdružení.</w:t>
      </w:r>
    </w:p>
    <w:p w14:paraId="1162654B" w14:textId="44A36722" w:rsidR="0073792E" w:rsidRPr="0073792E" w:rsidRDefault="0073792E" w:rsidP="00F1527A">
      <w:pPr>
        <w:pStyle w:val="Nadpis2"/>
        <w:widowControl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429CA5CB" w:rsidR="0073792E" w:rsidRPr="0073792E" w:rsidRDefault="0073792E" w:rsidP="00F1527A">
      <w:pPr>
        <w:pStyle w:val="Nadpis2"/>
        <w:widowControl w:val="0"/>
      </w:pPr>
      <w:bookmarkStart w:id="5" w:name="_Ref156814681"/>
      <w:r>
        <w:t>Zhotovitel</w:t>
      </w:r>
      <w:r w:rsidRPr="0073792E">
        <w:t xml:space="preserve"> se dále zavazuje postupovat při plnění této Smlouvy v souladu s </w:t>
      </w:r>
      <w:r w:rsidR="00674571">
        <w:t>n</w:t>
      </w:r>
      <w:r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Pr="0073792E">
        <w:t>.</w:t>
      </w:r>
      <w:bookmarkEnd w:id="5"/>
    </w:p>
    <w:p w14:paraId="296F03CC" w14:textId="2AABFCC3" w:rsidR="0073792E" w:rsidRPr="0073792E" w:rsidRDefault="0073792E" w:rsidP="00F1527A">
      <w:pPr>
        <w:pStyle w:val="Nadpis2"/>
        <w:widowControl w:val="0"/>
      </w:pPr>
      <w:r>
        <w:t>Zhotovitel</w:t>
      </w:r>
      <w:r w:rsidRPr="0073792E">
        <w:t xml:space="preserve"> se dále </w:t>
      </w:r>
      <w:r w:rsidR="00674571" w:rsidRPr="007A08B0">
        <w:t xml:space="preserve">zavazuje, že finanční prostředky ani hospodářské zdroje, které obdrží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57CF7C6B" w14:textId="3B418AA6" w:rsidR="00AB3FAE" w:rsidRPr="00EC44FE" w:rsidRDefault="0073792E" w:rsidP="00F1527A">
      <w:pPr>
        <w:pStyle w:val="Nadpis2"/>
        <w:widowControl w:val="0"/>
      </w:pPr>
      <w:r w:rsidRPr="0073792E">
        <w:t>Ukáž</w:t>
      </w:r>
      <w:r w:rsidR="00674571">
        <w:t>e</w:t>
      </w:r>
      <w:r w:rsidRPr="0073792E">
        <w:t xml:space="preserve">-li se </w:t>
      </w:r>
      <w:r w:rsidR="00674571">
        <w:t xml:space="preserve">jakékoliv </w:t>
      </w:r>
      <w:r w:rsidRPr="0073792E">
        <w:t xml:space="preserve">prohlášení </w:t>
      </w:r>
      <w:r>
        <w:t>Zhotovitele</w:t>
      </w:r>
      <w:r w:rsidRPr="0073792E">
        <w:t xml:space="preserve"> dle </w:t>
      </w:r>
      <w:r w:rsidR="00674571">
        <w:t>tohoto článku</w:t>
      </w:r>
      <w:r w:rsidRPr="0073792E">
        <w:t xml:space="preserve"> Smlouvy jako nepravdiv</w:t>
      </w:r>
      <w:r w:rsidR="00674571">
        <w:t>é</w:t>
      </w:r>
      <w:r w:rsidRPr="0073792E">
        <w:t xml:space="preserve"> nebo poruší-li </w:t>
      </w:r>
      <w:r>
        <w:t>Zhotovitel</w:t>
      </w:r>
      <w:r w:rsidRPr="0073792E">
        <w:t xml:space="preserve"> svou oznamovací povinnost nebo </w:t>
      </w:r>
      <w:r w:rsidR="00674571">
        <w:t xml:space="preserve">některou z dalších </w:t>
      </w:r>
      <w:r w:rsidRPr="0073792E">
        <w:t>povinnost</w:t>
      </w:r>
      <w:r w:rsidR="00674571">
        <w:t>í</w:t>
      </w:r>
      <w:r w:rsidRPr="0073792E">
        <w:t xml:space="preserve"> dle </w:t>
      </w:r>
      <w:r w:rsidR="00674571">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w:t>
      </w:r>
      <w:r w:rsidRPr="00FC0AA9">
        <w:t>pokutu ve výši 5 % procent z</w:t>
      </w:r>
      <w:r w:rsidR="00E13382" w:rsidRPr="00FC0AA9">
        <w:t> C</w:t>
      </w:r>
      <w:r w:rsidRPr="00FC0AA9">
        <w:t>eny</w:t>
      </w:r>
      <w:r w:rsidR="00E13382" w:rsidRPr="00FC0AA9">
        <w:t xml:space="preserve"> díla (C</w:t>
      </w:r>
      <w:r w:rsidRPr="00FC0AA9">
        <w:t>ena bez DPH) sjednané dle této Smlouvy.</w:t>
      </w:r>
      <w:r w:rsidRPr="0073792E">
        <w:t xml:space="preserve"> Ustanovení § 2004 odst. 2 Občanského zákoníku a § 2050 Občanského zákoníku se nepoužijí.</w:t>
      </w:r>
    </w:p>
    <w:p w14:paraId="1184804C" w14:textId="72A255C6" w:rsidR="00867CA0" w:rsidRDefault="00867CA0" w:rsidP="00F1527A">
      <w:pPr>
        <w:pStyle w:val="Nadpis1"/>
        <w:widowControl w:val="0"/>
        <w:suppressAutoHyphens w:val="0"/>
        <w:rPr>
          <w:rFonts w:eastAsia="Times New Roman"/>
          <w:lang w:eastAsia="cs-CZ"/>
        </w:rPr>
      </w:pPr>
      <w:r>
        <w:rPr>
          <w:rFonts w:eastAsia="Times New Roman"/>
          <w:lang w:eastAsia="cs-CZ"/>
        </w:rPr>
        <w:t>Compliance</w:t>
      </w:r>
    </w:p>
    <w:p w14:paraId="5323DBB3" w14:textId="45723E68" w:rsidR="00867CA0" w:rsidRPr="00D5033E" w:rsidRDefault="00867CA0" w:rsidP="00E83679">
      <w:pPr>
        <w:pStyle w:val="Nadpis2"/>
      </w:pPr>
      <w:bookmarkStart w:id="6" w:name="_Hlk142919320"/>
      <w:r w:rsidRPr="00D5033E">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AE8CB72" w14:textId="6FCBE751" w:rsidR="00867CA0" w:rsidRDefault="00867CA0" w:rsidP="00E83679">
      <w:pPr>
        <w:pStyle w:val="Nadpis2"/>
      </w:pPr>
      <w:r>
        <w:t xml:space="preserve">Správa železnic, státní organizace, má výše uvedené dokumenty k dispozici na webových stránkách: </w:t>
      </w:r>
      <w:hyperlink r:id="rId11" w:history="1">
        <w:r w:rsidRPr="008D4F3E">
          <w:rPr>
            <w:rStyle w:val="Hypertextovodkaz"/>
          </w:rPr>
          <w:t>https://www.spravazeleznic.cz/o-nas/nazadouci-jednani-a-boj-s-korupci</w:t>
        </w:r>
      </w:hyperlink>
      <w:r>
        <w:rPr>
          <w:rStyle w:val="Hypertextovodkaz"/>
        </w:rPr>
        <w:t>.</w:t>
      </w:r>
    </w:p>
    <w:p w14:paraId="69C094AA" w14:textId="3E029552" w:rsidR="00867CA0" w:rsidRPr="00CC3E56" w:rsidRDefault="00867CA0" w:rsidP="00E83679">
      <w:pPr>
        <w:pStyle w:val="Nadpis2"/>
      </w:pPr>
      <w:r>
        <w:t xml:space="preserve">Zhotovitel má výše uvedené dokumenty k dispozici na webových </w:t>
      </w:r>
      <w:bookmarkEnd w:id="6"/>
      <w:r w:rsidR="00F0363E">
        <w:t xml:space="preserve">stránkách: </w:t>
      </w:r>
      <w:r w:rsidR="00F0363E" w:rsidRPr="00E83679">
        <w:rPr>
          <w:highlight w:val="green"/>
        </w:rPr>
        <w:t>[</w:t>
      </w:r>
      <w:r w:rsidR="00DB7CC9" w:rsidRPr="00E83679">
        <w:rPr>
          <w:highlight w:val="green"/>
        </w:rPr>
        <w:t>doplní Zhotovitel x nemá-li Zhotovitel výše uvedené dokumenty, celý bod 9.3 odstraní]</w:t>
      </w:r>
      <w:r w:rsidR="00F0363E">
        <w:t>.</w:t>
      </w:r>
    </w:p>
    <w:p w14:paraId="7ACA4F45" w14:textId="5D75F6A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F1527A">
      <w:pPr>
        <w:pStyle w:val="Nadpis2"/>
        <w:widowControl w:val="0"/>
      </w:pPr>
      <w:r w:rsidRPr="004E1498">
        <w:t xml:space="preserve">Tato </w:t>
      </w:r>
      <w:r w:rsidR="003B5DD6">
        <w:t>Sml</w:t>
      </w:r>
      <w:r w:rsidRPr="004E1498">
        <w:t xml:space="preserve">ouva se řídí Obchodními podmínkami ke </w:t>
      </w:r>
      <w:r w:rsidR="00D9782E">
        <w:t>Sml</w:t>
      </w:r>
      <w:r w:rsidRPr="004E1498">
        <w:t>ouvě o dílo (dále jen „</w:t>
      </w:r>
      <w:r w:rsidRPr="00E83679">
        <w:rPr>
          <w:rStyle w:val="Kurzvatun"/>
        </w:rPr>
        <w:t>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F1527A">
      <w:pPr>
        <w:pStyle w:val="Nadpis2"/>
        <w:widowControl w:val="0"/>
      </w:pPr>
      <w:r w:rsidRPr="004E1498">
        <w:t xml:space="preserve">Zhotovitel prohlašuje, že </w:t>
      </w:r>
    </w:p>
    <w:p w14:paraId="7633B164" w14:textId="2B3E61B4" w:rsidR="004E1498" w:rsidRPr="004E1498" w:rsidRDefault="004E1498" w:rsidP="00F1527A">
      <w:pPr>
        <w:pStyle w:val="Nadpis3"/>
        <w:widowControl w:val="0"/>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F1527A">
      <w:pPr>
        <w:pStyle w:val="Nadpis3"/>
        <w:widowControl w:val="0"/>
      </w:pPr>
      <w:r w:rsidRPr="004E1498">
        <w:t xml:space="preserve">v dostatečném rozsahu se seznámil s veškerými požadavky Objednatele dle této </w:t>
      </w:r>
      <w:r w:rsidR="003B5DD6">
        <w:lastRenderedPageBreak/>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7C89F548" w14:textId="28C69A51" w:rsidR="006E6E61" w:rsidRPr="009C30C5" w:rsidRDefault="004A1DA5" w:rsidP="00F1527A">
      <w:pPr>
        <w:pStyle w:val="Nadpis2"/>
        <w:widowControl w:val="0"/>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F1527A">
      <w:pPr>
        <w:pStyle w:val="Nadpis2"/>
        <w:widowControl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F1527A">
      <w:pPr>
        <w:pStyle w:val="Nadpis2"/>
        <w:widowControl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F1527A">
      <w:pPr>
        <w:pStyle w:val="Nadpis2"/>
        <w:widowControl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F1527A">
      <w:pPr>
        <w:pStyle w:val="Nadpis2"/>
        <w:widowControl w:val="0"/>
      </w:pPr>
      <w:r>
        <w:t>Sml</w:t>
      </w:r>
      <w:r w:rsidR="004E1498" w:rsidRPr="004E1498">
        <w:t>ouvu o dílo lze měnit pouze písemnými dodatky.</w:t>
      </w:r>
    </w:p>
    <w:p w14:paraId="70BEC627" w14:textId="2D87FEA1" w:rsidR="004E1498" w:rsidRPr="004E1498" w:rsidRDefault="004E1498" w:rsidP="00F1527A">
      <w:pPr>
        <w:pStyle w:val="Nadpis2"/>
        <w:widowControl w:val="0"/>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F1527A">
      <w:pPr>
        <w:pStyle w:val="Nadpis2"/>
        <w:widowControl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F1527A">
      <w:pPr>
        <w:pStyle w:val="Nadpis2"/>
        <w:widowControl w:val="0"/>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415477" w:rsidRDefault="004E1498" w:rsidP="00F1527A">
      <w:pPr>
        <w:pStyle w:val="Nadpis2"/>
        <w:widowControl w:val="0"/>
      </w:pPr>
      <w:r w:rsidRPr="00415477">
        <w:rPr>
          <w:rFonts w:eastAsia="Calibri"/>
        </w:rPr>
        <w:t xml:space="preserve">Tato </w:t>
      </w:r>
      <w:r w:rsidR="00D9782E" w:rsidRPr="00415477">
        <w:rPr>
          <w:rFonts w:eastAsia="Calibri"/>
        </w:rPr>
        <w:t>Sml</w:t>
      </w:r>
      <w:r w:rsidRPr="00415477">
        <w:rPr>
          <w:rFonts w:eastAsia="Calibri"/>
        </w:rPr>
        <w:t xml:space="preserve">ouva nabývá platnosti okamžikem podpisu poslední ze </w:t>
      </w:r>
      <w:r w:rsidR="00D9782E" w:rsidRPr="00415477">
        <w:rPr>
          <w:rFonts w:eastAsia="Calibri"/>
        </w:rPr>
        <w:t>Sml</w:t>
      </w:r>
      <w:r w:rsidRPr="00415477">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E83679">
      <w:pPr>
        <w:pStyle w:val="Plohynadpis"/>
      </w:pPr>
      <w:r w:rsidRPr="004E1498">
        <w:t>Přílohy</w:t>
      </w:r>
    </w:p>
    <w:p w14:paraId="13F6B238" w14:textId="2BB12FAC" w:rsidR="00315CEB" w:rsidRPr="00F1527A" w:rsidRDefault="00315CEB" w:rsidP="00E83679">
      <w:pPr>
        <w:pStyle w:val="Plohy"/>
      </w:pPr>
      <w:r w:rsidRPr="00F1527A">
        <w:t>Obchodní podmínky ke Smlouvě o dílo</w:t>
      </w:r>
    </w:p>
    <w:p w14:paraId="132EAB42" w14:textId="6B7503C7" w:rsidR="006E6E61" w:rsidRPr="0023511E" w:rsidRDefault="006E6E61" w:rsidP="00E83679">
      <w:pPr>
        <w:pStyle w:val="Plohy"/>
      </w:pPr>
      <w:bookmarkStart w:id="7" w:name="_Ref161649515"/>
      <w:r w:rsidRPr="0023511E">
        <w:t>Bližší specifikace/projektová dokumentace</w:t>
      </w:r>
      <w:bookmarkEnd w:id="7"/>
    </w:p>
    <w:p w14:paraId="006CBB1A" w14:textId="61186BA0" w:rsidR="006E6E61" w:rsidRPr="00FC0AA9" w:rsidRDefault="00AD3117" w:rsidP="00E83679">
      <w:pPr>
        <w:pStyle w:val="Plohy"/>
      </w:pPr>
      <w:bookmarkStart w:id="8" w:name="_Ref161649764"/>
      <w:r w:rsidRPr="00FC0AA9">
        <w:t>Soupis prací (Ceník)</w:t>
      </w:r>
      <w:bookmarkEnd w:id="8"/>
    </w:p>
    <w:p w14:paraId="077D172E" w14:textId="3B94A5E1" w:rsidR="006E6E61" w:rsidRPr="009B4030" w:rsidRDefault="004429CF" w:rsidP="00E83679">
      <w:pPr>
        <w:pStyle w:val="Plohy"/>
        <w:rPr>
          <w:highlight w:val="green"/>
        </w:rPr>
      </w:pPr>
      <w:bookmarkStart w:id="9" w:name="_Ref161650657"/>
      <w:r w:rsidRPr="009B4030">
        <w:rPr>
          <w:highlight w:val="green"/>
        </w:rPr>
        <w:t>S</w:t>
      </w:r>
      <w:r w:rsidR="006E6E61" w:rsidRPr="009B4030">
        <w:rPr>
          <w:highlight w:val="green"/>
        </w:rPr>
        <w:t>eznam poddodavatelů</w:t>
      </w:r>
      <w:r w:rsidRPr="009B4030">
        <w:rPr>
          <w:highlight w:val="green"/>
        </w:rPr>
        <w:t xml:space="preserve"> – doplní Zhotovitel</w:t>
      </w:r>
      <w:bookmarkEnd w:id="9"/>
    </w:p>
    <w:p w14:paraId="314AFFCD" w14:textId="23746AA9" w:rsidR="00D657AD" w:rsidRDefault="004429CF">
      <w:pPr>
        <w:pStyle w:val="Plohy"/>
        <w:rPr>
          <w:highlight w:val="green"/>
        </w:rPr>
      </w:pPr>
      <w:bookmarkStart w:id="10" w:name="_Ref161650677"/>
      <w:r w:rsidRPr="009B4030">
        <w:rPr>
          <w:highlight w:val="green"/>
        </w:rPr>
        <w:t>S</w:t>
      </w:r>
      <w:r w:rsidR="00D657AD" w:rsidRPr="009B4030">
        <w:rPr>
          <w:highlight w:val="green"/>
        </w:rPr>
        <w:t>eznam realizačního týmu</w:t>
      </w:r>
      <w:r w:rsidRPr="009B4030">
        <w:rPr>
          <w:highlight w:val="green"/>
        </w:rPr>
        <w:t>- doplní Zhotovitel</w:t>
      </w:r>
      <w:bookmarkEnd w:id="10"/>
    </w:p>
    <w:p w14:paraId="63A374A3" w14:textId="68872355" w:rsidR="00613238" w:rsidRDefault="00613238" w:rsidP="00E83679">
      <w:pPr>
        <w:pStyle w:val="ZaObjdnateleZhotovitele"/>
      </w:pPr>
      <w:r>
        <w:t xml:space="preserve">Za </w:t>
      </w:r>
      <w:r w:rsidRPr="00247E6A">
        <w:t>Objednatele</w:t>
      </w:r>
      <w:r>
        <w:t>:</w:t>
      </w:r>
      <w:r>
        <w:tab/>
      </w:r>
      <w:r>
        <w:tab/>
      </w:r>
      <w:r>
        <w:tab/>
      </w:r>
      <w:r>
        <w:tab/>
      </w:r>
      <w:r>
        <w:tab/>
        <w:t>Za Zhotovitele:</w:t>
      </w:r>
    </w:p>
    <w:p w14:paraId="4761E1C5" w14:textId="77777777" w:rsidR="00613238" w:rsidRDefault="00613238" w:rsidP="00E83679">
      <w:pPr>
        <w:pStyle w:val="Podpisovoprvnn"/>
      </w:pPr>
      <w:r>
        <w:t>……………………………………………………</w:t>
      </w:r>
      <w:r>
        <w:tab/>
      </w:r>
      <w:r>
        <w:tab/>
      </w:r>
      <w:r>
        <w:tab/>
        <w:t>…………………………………………………</w:t>
      </w:r>
      <w:r>
        <w:tab/>
      </w:r>
      <w:r>
        <w:tab/>
      </w:r>
    </w:p>
    <w:p w14:paraId="111F1717" w14:textId="0FC6C3AE" w:rsidR="00613238" w:rsidRPr="002C3319" w:rsidRDefault="0023511E" w:rsidP="00052CEF">
      <w:pPr>
        <w:widowControl w:val="0"/>
        <w:spacing w:after="0" w:line="276" w:lineRule="auto"/>
        <w:jc w:val="left"/>
        <w:rPr>
          <w:rStyle w:val="Tun"/>
          <w:rFonts w:eastAsiaTheme="minorHAnsi"/>
          <w:b w:val="0"/>
          <w:bCs/>
        </w:rPr>
      </w:pPr>
      <w:r>
        <w:rPr>
          <w:rStyle w:val="Tun"/>
          <w:rFonts w:eastAsiaTheme="minorHAnsi"/>
        </w:rPr>
        <w:t>Bc. Jiří Svoboda, MBA</w:t>
      </w:r>
      <w:r w:rsidR="00613238" w:rsidRPr="00E83679">
        <w:rPr>
          <w:rStyle w:val="Tun"/>
          <w:rFonts w:eastAsiaTheme="minorHAnsi"/>
        </w:rPr>
        <w:tab/>
        <w:t xml:space="preserve">  </w:t>
      </w:r>
      <w:r w:rsidR="00613238" w:rsidRPr="00E83679">
        <w:rPr>
          <w:rStyle w:val="Tun"/>
          <w:rFonts w:eastAsiaTheme="minorHAnsi"/>
        </w:rPr>
        <w:tab/>
      </w:r>
      <w:r w:rsidR="00613238" w:rsidRPr="00E83679">
        <w:rPr>
          <w:rStyle w:val="Tun"/>
          <w:rFonts w:eastAsiaTheme="minorHAnsi"/>
        </w:rPr>
        <w:tab/>
      </w:r>
      <w:r w:rsidR="00613238" w:rsidRPr="00E83679">
        <w:rPr>
          <w:rStyle w:val="Tun"/>
          <w:rFonts w:eastAsiaTheme="minorHAnsi"/>
        </w:rPr>
        <w:tab/>
      </w:r>
      <w:r w:rsidR="00613238" w:rsidRPr="00E83679">
        <w:rPr>
          <w:rStyle w:val="Tun"/>
          <w:rFonts w:eastAsiaTheme="minorHAnsi"/>
          <w:highlight w:val="green"/>
        </w:rPr>
        <w:t>[DOPLNÍ ZHOTOVITEL]</w:t>
      </w:r>
      <w:r w:rsidR="008945EC" w:rsidRPr="00E83679">
        <w:rPr>
          <w:rStyle w:val="Tun"/>
          <w:rFonts w:eastAsiaTheme="minorHAnsi"/>
        </w:rPr>
        <w:br/>
      </w:r>
      <w:r w:rsidRPr="002C3319">
        <w:rPr>
          <w:rStyle w:val="Tun"/>
          <w:rFonts w:eastAsiaTheme="minorHAnsi"/>
          <w:b w:val="0"/>
          <w:bCs/>
        </w:rPr>
        <w:t>generální ředitel</w:t>
      </w:r>
    </w:p>
    <w:p w14:paraId="5E8BA70D" w14:textId="77777777" w:rsidR="00D9782E" w:rsidRDefault="00D9782E" w:rsidP="00F1527A">
      <w:pPr>
        <w:overflowPunct w:val="0"/>
        <w:autoSpaceDE w:val="0"/>
        <w:autoSpaceDN w:val="0"/>
        <w:adjustRightInd w:val="0"/>
        <w:spacing w:after="0" w:line="240" w:lineRule="auto"/>
        <w:textAlignment w:val="baseline"/>
        <w:rPr>
          <w:rFonts w:eastAsia="Calibri" w:cs="Times New Roman"/>
        </w:rPr>
      </w:pPr>
    </w:p>
    <w:sectPr w:rsidR="00D9782E" w:rsidSect="006F14DF">
      <w:headerReference w:type="default" r:id="rId12"/>
      <w:footerReference w:type="default" r:id="rId13"/>
      <w:headerReference w:type="first" r:id="rId14"/>
      <w:footerReference w:type="first" r:id="rId15"/>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DEEC8B" w14:textId="77777777" w:rsidR="007F11CC" w:rsidRDefault="007F11CC" w:rsidP="00962258">
      <w:pPr>
        <w:spacing w:after="0" w:line="240" w:lineRule="auto"/>
      </w:pPr>
      <w:r>
        <w:separator/>
      </w:r>
    </w:p>
  </w:endnote>
  <w:endnote w:type="continuationSeparator" w:id="0">
    <w:p w14:paraId="2095CC20" w14:textId="77777777" w:rsidR="007F11CC" w:rsidRDefault="007F11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5E4F10C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2A4">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72A4">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78796983" w:rsidR="00592757" w:rsidRPr="00B8518B" w:rsidRDefault="00592757" w:rsidP="00E83679">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72A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72A4">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E83679">
          <w:pPr>
            <w:pStyle w:val="Zpat"/>
            <w:spacing w:before="0"/>
            <w:jc w:val="left"/>
          </w:pPr>
          <w:r>
            <w:t xml:space="preserve">Správa </w:t>
          </w:r>
          <w:r w:rsidR="00461D32">
            <w:t>železnic</w:t>
          </w:r>
          <w:r>
            <w:t>, státní organizace</w:t>
          </w:r>
        </w:p>
        <w:p w14:paraId="18D9786B" w14:textId="77777777" w:rsidR="00592757" w:rsidRDefault="00592757" w:rsidP="00E83679">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E83679">
          <w:pPr>
            <w:pStyle w:val="Zpat"/>
            <w:spacing w:before="0"/>
            <w:jc w:val="left"/>
          </w:pPr>
          <w:r>
            <w:t>Sídlo: Dlážděná 1003/7, 110 00 Praha 1</w:t>
          </w:r>
        </w:p>
        <w:p w14:paraId="528FD792" w14:textId="77777777" w:rsidR="00592757" w:rsidRDefault="00592757" w:rsidP="00E83679">
          <w:pPr>
            <w:pStyle w:val="Zpat"/>
            <w:spacing w:before="0"/>
            <w:jc w:val="left"/>
          </w:pPr>
          <w:r>
            <w:t>IČ: 709 94 234 DIČ: CZ 709 94 234</w:t>
          </w:r>
        </w:p>
        <w:p w14:paraId="734DD67A" w14:textId="68750E5C" w:rsidR="00592757" w:rsidRDefault="00592757" w:rsidP="00E83679">
          <w:pPr>
            <w:pStyle w:val="Zpat"/>
            <w:spacing w:before="0"/>
            <w:jc w:val="left"/>
          </w:pPr>
          <w:r>
            <w:t>www.</w:t>
          </w:r>
          <w:r w:rsidR="00AD7371">
            <w:t>spravazeleznic</w:t>
          </w:r>
          <w:r>
            <w:t>.cz</w:t>
          </w:r>
        </w:p>
      </w:tc>
      <w:tc>
        <w:tcPr>
          <w:tcW w:w="2921" w:type="dxa"/>
        </w:tcPr>
        <w:p w14:paraId="0C29E961" w14:textId="77777777" w:rsidR="00592757" w:rsidRDefault="00592757" w:rsidP="00E83679">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1BE94" w14:textId="77777777" w:rsidR="007F11CC" w:rsidRDefault="007F11CC" w:rsidP="00962258">
      <w:pPr>
        <w:spacing w:after="0" w:line="240" w:lineRule="auto"/>
      </w:pPr>
      <w:r>
        <w:separator/>
      </w:r>
    </w:p>
  </w:footnote>
  <w:footnote w:type="continuationSeparator" w:id="0">
    <w:p w14:paraId="5D935534" w14:textId="77777777" w:rsidR="007F11CC" w:rsidRDefault="007F11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EAF223C" w:rsidR="00F1715C" w:rsidRPr="00D6163D" w:rsidRDefault="00027848" w:rsidP="00027848">
          <w:pPr>
            <w:pStyle w:val="Druhdokumentu"/>
            <w:jc w:val="center"/>
          </w:pPr>
          <w:r>
            <w:rPr>
              <w:noProof/>
              <w:sz w:val="8"/>
              <w:szCs w:val="8"/>
              <w:lang w:eastAsia="cs-CZ"/>
            </w:rPr>
            <w:drawing>
              <wp:anchor distT="0" distB="0" distL="114300" distR="114300" simplePos="0" relativeHeight="251661824" behindDoc="0" locked="0" layoutInCell="1" allowOverlap="1" wp14:anchorId="2FC13DC7" wp14:editId="405D9804">
                <wp:simplePos x="0" y="0"/>
                <wp:positionH relativeFrom="column">
                  <wp:posOffset>2280920</wp:posOffset>
                </wp:positionH>
                <wp:positionV relativeFrom="paragraph">
                  <wp:posOffset>-154305</wp:posOffset>
                </wp:positionV>
                <wp:extent cx="1323975" cy="750448"/>
                <wp:effectExtent l="0" t="0" r="0" b="0"/>
                <wp:wrapNone/>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750448"/>
                        </a:xfrm>
                        <a:prstGeom prst="rect">
                          <a:avLst/>
                        </a:prstGeom>
                        <a:noFill/>
                      </pic:spPr>
                    </pic:pic>
                  </a:graphicData>
                </a:graphic>
                <wp14:sizeRelH relativeFrom="page">
                  <wp14:pctWidth>0</wp14:pctWidth>
                </wp14:sizeRelH>
                <wp14:sizeRelV relativeFrom="page">
                  <wp14:pctHeight>0</wp14:pctHeight>
                </wp14:sizeRelV>
              </wp:anchor>
            </w:drawing>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B00C33E2"/>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567" w:hanging="567"/>
      </w:pPr>
      <w:rPr>
        <w:rFonts w:hint="default"/>
        <w:b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305B402F"/>
    <w:multiLevelType w:val="multilevel"/>
    <w:tmpl w:val="19F2BFBA"/>
    <w:lvl w:ilvl="0">
      <w:start w:val="1"/>
      <w:numFmt w:val="decimal"/>
      <w:pStyle w:val="Plohy"/>
      <w:lvlText w:val="%1."/>
      <w:lvlJc w:val="left"/>
      <w:pPr>
        <w:ind w:left="680"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BFE51E5"/>
    <w:multiLevelType w:val="hybridMultilevel"/>
    <w:tmpl w:val="5BF0870E"/>
    <w:lvl w:ilvl="0" w:tplc="1E24BD08">
      <w:numFmt w:val="bullet"/>
      <w:lvlText w:val="-"/>
      <w:lvlJc w:val="left"/>
      <w:pPr>
        <w:ind w:left="1040" w:hanging="360"/>
      </w:pPr>
      <w:rPr>
        <w:rFonts w:ascii="Verdana" w:eastAsia="Times New Roman" w:hAnsi="Verdana" w:cs="Times New Roman"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18"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02427038">
    <w:abstractNumId w:val="6"/>
  </w:num>
  <w:num w:numId="2" w16cid:durableId="706566571">
    <w:abstractNumId w:val="3"/>
  </w:num>
  <w:num w:numId="3" w16cid:durableId="1183789104">
    <w:abstractNumId w:val="8"/>
  </w:num>
  <w:num w:numId="4" w16cid:durableId="286860141">
    <w:abstractNumId w:val="24"/>
  </w:num>
  <w:num w:numId="5" w16cid:durableId="1975986830">
    <w:abstractNumId w:val="11"/>
  </w:num>
  <w:num w:numId="6" w16cid:durableId="1914927598">
    <w:abstractNumId w:val="2"/>
  </w:num>
  <w:num w:numId="7" w16cid:durableId="579096159">
    <w:abstractNumId w:val="13"/>
  </w:num>
  <w:num w:numId="8" w16cid:durableId="505169932">
    <w:abstractNumId w:val="25"/>
  </w:num>
  <w:num w:numId="9" w16cid:durableId="840198080">
    <w:abstractNumId w:val="15"/>
  </w:num>
  <w:num w:numId="10" w16cid:durableId="1671255212">
    <w:abstractNumId w:val="9"/>
  </w:num>
  <w:num w:numId="11" w16cid:durableId="406418317">
    <w:abstractNumId w:val="4"/>
  </w:num>
  <w:num w:numId="12" w16cid:durableId="863053952">
    <w:abstractNumId w:val="21"/>
  </w:num>
  <w:num w:numId="13" w16cid:durableId="1266772008">
    <w:abstractNumId w:val="23"/>
  </w:num>
  <w:num w:numId="14" w16cid:durableId="688682390">
    <w:abstractNumId w:val="7"/>
  </w:num>
  <w:num w:numId="15" w16cid:durableId="1303845292">
    <w:abstractNumId w:val="26"/>
  </w:num>
  <w:num w:numId="16" w16cid:durableId="553082440">
    <w:abstractNumId w:val="18"/>
  </w:num>
  <w:num w:numId="17" w16cid:durableId="2100909588">
    <w:abstractNumId w:val="10"/>
  </w:num>
  <w:num w:numId="18" w16cid:durableId="573200663">
    <w:abstractNumId w:val="12"/>
  </w:num>
  <w:num w:numId="19" w16cid:durableId="555312321">
    <w:abstractNumId w:val="20"/>
  </w:num>
  <w:num w:numId="20" w16cid:durableId="1258516847">
    <w:abstractNumId w:val="19"/>
  </w:num>
  <w:num w:numId="21" w16cid:durableId="1583373462">
    <w:abstractNumId w:val="10"/>
  </w:num>
  <w:num w:numId="22" w16cid:durableId="1610234888">
    <w:abstractNumId w:val="22"/>
  </w:num>
  <w:num w:numId="23" w16cid:durableId="1885210004">
    <w:abstractNumId w:val="10"/>
  </w:num>
  <w:num w:numId="24" w16cid:durableId="1557811571">
    <w:abstractNumId w:val="10"/>
  </w:num>
  <w:num w:numId="25" w16cid:durableId="438911771">
    <w:abstractNumId w:val="10"/>
  </w:num>
  <w:num w:numId="26" w16cid:durableId="58598049">
    <w:abstractNumId w:val="10"/>
  </w:num>
  <w:num w:numId="27" w16cid:durableId="1227689502">
    <w:abstractNumId w:val="0"/>
  </w:num>
  <w:num w:numId="28" w16cid:durableId="925383490">
    <w:abstractNumId w:val="10"/>
  </w:num>
  <w:num w:numId="29" w16cid:durableId="2037736165">
    <w:abstractNumId w:val="10"/>
  </w:num>
  <w:num w:numId="30" w16cid:durableId="187109687">
    <w:abstractNumId w:val="16"/>
  </w:num>
  <w:num w:numId="31" w16cid:durableId="1848666968">
    <w:abstractNumId w:val="5"/>
  </w:num>
  <w:num w:numId="32" w16cid:durableId="1342275474">
    <w:abstractNumId w:val="10"/>
  </w:num>
  <w:num w:numId="33" w16cid:durableId="831407075">
    <w:abstractNumId w:val="10"/>
  </w:num>
  <w:num w:numId="34" w16cid:durableId="2142535492">
    <w:abstractNumId w:val="10"/>
  </w:num>
  <w:num w:numId="35" w16cid:durableId="1080253631">
    <w:abstractNumId w:val="10"/>
  </w:num>
  <w:num w:numId="36" w16cid:durableId="783229935">
    <w:abstractNumId w:val="10"/>
  </w:num>
  <w:num w:numId="37" w16cid:durableId="2140487098">
    <w:abstractNumId w:val="10"/>
  </w:num>
  <w:num w:numId="38" w16cid:durableId="103503900">
    <w:abstractNumId w:val="14"/>
  </w:num>
  <w:num w:numId="39" w16cid:durableId="1584877144">
    <w:abstractNumId w:val="10"/>
  </w:num>
  <w:num w:numId="40" w16cid:durableId="1567300697">
    <w:abstractNumId w:val="10"/>
  </w:num>
  <w:num w:numId="41" w16cid:durableId="1752847536">
    <w:abstractNumId w:val="1"/>
  </w:num>
  <w:num w:numId="42" w16cid:durableId="1168399049">
    <w:abstractNumId w:val="10"/>
  </w:num>
  <w:num w:numId="43" w16cid:durableId="646518486">
    <w:abstractNumId w:val="10"/>
  </w:num>
  <w:num w:numId="44" w16cid:durableId="1657806960">
    <w:abstractNumId w:val="10"/>
  </w:num>
  <w:num w:numId="45" w16cid:durableId="364334267">
    <w:abstractNumId w:val="10"/>
  </w:num>
  <w:num w:numId="46" w16cid:durableId="1128203769">
    <w:abstractNumId w:val="10"/>
  </w:num>
  <w:num w:numId="47" w16cid:durableId="837430124">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AA9"/>
    <w:rsid w:val="00011AD0"/>
    <w:rsid w:val="00027848"/>
    <w:rsid w:val="0003643C"/>
    <w:rsid w:val="00040B0B"/>
    <w:rsid w:val="00052CEF"/>
    <w:rsid w:val="000645D6"/>
    <w:rsid w:val="00064A6B"/>
    <w:rsid w:val="00072C1E"/>
    <w:rsid w:val="00073A69"/>
    <w:rsid w:val="00075745"/>
    <w:rsid w:val="000814B9"/>
    <w:rsid w:val="000853E9"/>
    <w:rsid w:val="000A13BC"/>
    <w:rsid w:val="000A3F85"/>
    <w:rsid w:val="000B324A"/>
    <w:rsid w:val="000B4903"/>
    <w:rsid w:val="000D278B"/>
    <w:rsid w:val="000E23A7"/>
    <w:rsid w:val="000F3F61"/>
    <w:rsid w:val="00105CB1"/>
    <w:rsid w:val="0010693F"/>
    <w:rsid w:val="00107E5E"/>
    <w:rsid w:val="00114472"/>
    <w:rsid w:val="001211B7"/>
    <w:rsid w:val="00122DD9"/>
    <w:rsid w:val="0013105A"/>
    <w:rsid w:val="0013379C"/>
    <w:rsid w:val="001550BC"/>
    <w:rsid w:val="001605B9"/>
    <w:rsid w:val="00170EC5"/>
    <w:rsid w:val="001747C1"/>
    <w:rsid w:val="00184743"/>
    <w:rsid w:val="00193A76"/>
    <w:rsid w:val="00193AEB"/>
    <w:rsid w:val="001A6752"/>
    <w:rsid w:val="001B5FC4"/>
    <w:rsid w:val="001C0FC2"/>
    <w:rsid w:val="001C298C"/>
    <w:rsid w:val="001C65F9"/>
    <w:rsid w:val="001D3AFC"/>
    <w:rsid w:val="001D68A6"/>
    <w:rsid w:val="001F1BB9"/>
    <w:rsid w:val="00207DF5"/>
    <w:rsid w:val="00216193"/>
    <w:rsid w:val="002313EA"/>
    <w:rsid w:val="0023511E"/>
    <w:rsid w:val="00247E6A"/>
    <w:rsid w:val="0025341D"/>
    <w:rsid w:val="00271FCE"/>
    <w:rsid w:val="00273D82"/>
    <w:rsid w:val="00275474"/>
    <w:rsid w:val="00280E07"/>
    <w:rsid w:val="0029605F"/>
    <w:rsid w:val="002A2DDA"/>
    <w:rsid w:val="002C31BF"/>
    <w:rsid w:val="002C3319"/>
    <w:rsid w:val="002D08B1"/>
    <w:rsid w:val="002D6523"/>
    <w:rsid w:val="002E0CD7"/>
    <w:rsid w:val="003013FA"/>
    <w:rsid w:val="003071BD"/>
    <w:rsid w:val="00315CEB"/>
    <w:rsid w:val="00340166"/>
    <w:rsid w:val="00341DCF"/>
    <w:rsid w:val="00342F1C"/>
    <w:rsid w:val="00345739"/>
    <w:rsid w:val="00357BC6"/>
    <w:rsid w:val="00373E4B"/>
    <w:rsid w:val="0037489C"/>
    <w:rsid w:val="00380260"/>
    <w:rsid w:val="0038088E"/>
    <w:rsid w:val="003956C6"/>
    <w:rsid w:val="00395D83"/>
    <w:rsid w:val="00397884"/>
    <w:rsid w:val="003A0DCF"/>
    <w:rsid w:val="003A4D59"/>
    <w:rsid w:val="003A7E84"/>
    <w:rsid w:val="003B39EC"/>
    <w:rsid w:val="003B5DD6"/>
    <w:rsid w:val="003B5FC3"/>
    <w:rsid w:val="003B674B"/>
    <w:rsid w:val="003C03A3"/>
    <w:rsid w:val="003D1F1E"/>
    <w:rsid w:val="003D703A"/>
    <w:rsid w:val="003D722D"/>
    <w:rsid w:val="003F0ABF"/>
    <w:rsid w:val="003F20D8"/>
    <w:rsid w:val="00400303"/>
    <w:rsid w:val="00401303"/>
    <w:rsid w:val="00403120"/>
    <w:rsid w:val="00415477"/>
    <w:rsid w:val="0042314E"/>
    <w:rsid w:val="00430E35"/>
    <w:rsid w:val="00431925"/>
    <w:rsid w:val="00434725"/>
    <w:rsid w:val="00441430"/>
    <w:rsid w:val="004429CF"/>
    <w:rsid w:val="00450F07"/>
    <w:rsid w:val="00453035"/>
    <w:rsid w:val="00453CD3"/>
    <w:rsid w:val="00457620"/>
    <w:rsid w:val="00460011"/>
    <w:rsid w:val="00460660"/>
    <w:rsid w:val="00461D32"/>
    <w:rsid w:val="0047161E"/>
    <w:rsid w:val="0047677B"/>
    <w:rsid w:val="00481CE9"/>
    <w:rsid w:val="00486107"/>
    <w:rsid w:val="00491827"/>
    <w:rsid w:val="00493B1B"/>
    <w:rsid w:val="004A086F"/>
    <w:rsid w:val="004A1DA5"/>
    <w:rsid w:val="004A6222"/>
    <w:rsid w:val="004B2D5D"/>
    <w:rsid w:val="004B348C"/>
    <w:rsid w:val="004C4399"/>
    <w:rsid w:val="004C728D"/>
    <w:rsid w:val="004C787C"/>
    <w:rsid w:val="004E143C"/>
    <w:rsid w:val="004E1498"/>
    <w:rsid w:val="004E3A53"/>
    <w:rsid w:val="004F4B9B"/>
    <w:rsid w:val="005072A4"/>
    <w:rsid w:val="00511AB9"/>
    <w:rsid w:val="005137A1"/>
    <w:rsid w:val="00522175"/>
    <w:rsid w:val="00522467"/>
    <w:rsid w:val="005236F7"/>
    <w:rsid w:val="00523EA7"/>
    <w:rsid w:val="00527421"/>
    <w:rsid w:val="00537B7A"/>
    <w:rsid w:val="00537B95"/>
    <w:rsid w:val="0055288E"/>
    <w:rsid w:val="00553375"/>
    <w:rsid w:val="005736B7"/>
    <w:rsid w:val="005740C3"/>
    <w:rsid w:val="00575E5A"/>
    <w:rsid w:val="0059024A"/>
    <w:rsid w:val="00592757"/>
    <w:rsid w:val="00597E84"/>
    <w:rsid w:val="005A06FD"/>
    <w:rsid w:val="005B683C"/>
    <w:rsid w:val="005B76DD"/>
    <w:rsid w:val="005C4A16"/>
    <w:rsid w:val="005D5624"/>
    <w:rsid w:val="005F1404"/>
    <w:rsid w:val="0060520C"/>
    <w:rsid w:val="0061068E"/>
    <w:rsid w:val="00613238"/>
    <w:rsid w:val="006550C0"/>
    <w:rsid w:val="006566F7"/>
    <w:rsid w:val="00660AD3"/>
    <w:rsid w:val="006731E4"/>
    <w:rsid w:val="00674571"/>
    <w:rsid w:val="00677B7F"/>
    <w:rsid w:val="00696C0B"/>
    <w:rsid w:val="006A5570"/>
    <w:rsid w:val="006A689C"/>
    <w:rsid w:val="006B3D79"/>
    <w:rsid w:val="006C7697"/>
    <w:rsid w:val="006D7AFE"/>
    <w:rsid w:val="006E0578"/>
    <w:rsid w:val="006E314D"/>
    <w:rsid w:val="006E6E61"/>
    <w:rsid w:val="006F14DF"/>
    <w:rsid w:val="007061F8"/>
    <w:rsid w:val="00710723"/>
    <w:rsid w:val="00723ED1"/>
    <w:rsid w:val="0073792E"/>
    <w:rsid w:val="00743525"/>
    <w:rsid w:val="007510DD"/>
    <w:rsid w:val="00753EBA"/>
    <w:rsid w:val="00756BBA"/>
    <w:rsid w:val="0076286B"/>
    <w:rsid w:val="00766846"/>
    <w:rsid w:val="0077673A"/>
    <w:rsid w:val="007846E1"/>
    <w:rsid w:val="007A0C04"/>
    <w:rsid w:val="007B570C"/>
    <w:rsid w:val="007C01CD"/>
    <w:rsid w:val="007C589B"/>
    <w:rsid w:val="007D51ED"/>
    <w:rsid w:val="007E15FA"/>
    <w:rsid w:val="007E4A6E"/>
    <w:rsid w:val="007F11CC"/>
    <w:rsid w:val="007F56A7"/>
    <w:rsid w:val="00807DD0"/>
    <w:rsid w:val="00810E9B"/>
    <w:rsid w:val="00816B59"/>
    <w:rsid w:val="00823FA6"/>
    <w:rsid w:val="00845DC2"/>
    <w:rsid w:val="0084768D"/>
    <w:rsid w:val="00852E9F"/>
    <w:rsid w:val="0086114C"/>
    <w:rsid w:val="008659F3"/>
    <w:rsid w:val="00867CA0"/>
    <w:rsid w:val="00886D4B"/>
    <w:rsid w:val="008945EC"/>
    <w:rsid w:val="00895406"/>
    <w:rsid w:val="008A09D5"/>
    <w:rsid w:val="008A3568"/>
    <w:rsid w:val="008B3C94"/>
    <w:rsid w:val="008B6021"/>
    <w:rsid w:val="008D03B9"/>
    <w:rsid w:val="008E1E86"/>
    <w:rsid w:val="008F18D6"/>
    <w:rsid w:val="008F7DFE"/>
    <w:rsid w:val="009032FF"/>
    <w:rsid w:val="00904780"/>
    <w:rsid w:val="00913DBF"/>
    <w:rsid w:val="00922385"/>
    <w:rsid w:val="009223DF"/>
    <w:rsid w:val="00936091"/>
    <w:rsid w:val="00940693"/>
    <w:rsid w:val="00940D8A"/>
    <w:rsid w:val="00950C1F"/>
    <w:rsid w:val="00962258"/>
    <w:rsid w:val="009678B7"/>
    <w:rsid w:val="009833E1"/>
    <w:rsid w:val="00984B7B"/>
    <w:rsid w:val="00985EC7"/>
    <w:rsid w:val="009914E4"/>
    <w:rsid w:val="00992D9C"/>
    <w:rsid w:val="00996CB8"/>
    <w:rsid w:val="009A0078"/>
    <w:rsid w:val="009B14A9"/>
    <w:rsid w:val="009B2E97"/>
    <w:rsid w:val="009B4030"/>
    <w:rsid w:val="009C30C5"/>
    <w:rsid w:val="009D1230"/>
    <w:rsid w:val="009D1706"/>
    <w:rsid w:val="009E07F4"/>
    <w:rsid w:val="009F392E"/>
    <w:rsid w:val="00A01A92"/>
    <w:rsid w:val="00A021CC"/>
    <w:rsid w:val="00A02EE7"/>
    <w:rsid w:val="00A06CA7"/>
    <w:rsid w:val="00A157FE"/>
    <w:rsid w:val="00A2524A"/>
    <w:rsid w:val="00A25B66"/>
    <w:rsid w:val="00A27673"/>
    <w:rsid w:val="00A320BE"/>
    <w:rsid w:val="00A53522"/>
    <w:rsid w:val="00A605AE"/>
    <w:rsid w:val="00A6177B"/>
    <w:rsid w:val="00A66136"/>
    <w:rsid w:val="00A76699"/>
    <w:rsid w:val="00A83EDC"/>
    <w:rsid w:val="00AA3729"/>
    <w:rsid w:val="00AA4CBB"/>
    <w:rsid w:val="00AA5D53"/>
    <w:rsid w:val="00AA65FA"/>
    <w:rsid w:val="00AA7351"/>
    <w:rsid w:val="00AB3FAE"/>
    <w:rsid w:val="00AB6759"/>
    <w:rsid w:val="00AC53E4"/>
    <w:rsid w:val="00AD056F"/>
    <w:rsid w:val="00AD3117"/>
    <w:rsid w:val="00AD55D5"/>
    <w:rsid w:val="00AD6731"/>
    <w:rsid w:val="00AD7371"/>
    <w:rsid w:val="00AE5C7F"/>
    <w:rsid w:val="00AF11FA"/>
    <w:rsid w:val="00B0385D"/>
    <w:rsid w:val="00B15D0D"/>
    <w:rsid w:val="00B17679"/>
    <w:rsid w:val="00B21D0B"/>
    <w:rsid w:val="00B27209"/>
    <w:rsid w:val="00B3452A"/>
    <w:rsid w:val="00B365D2"/>
    <w:rsid w:val="00B40A03"/>
    <w:rsid w:val="00B545C1"/>
    <w:rsid w:val="00B748DD"/>
    <w:rsid w:val="00B75EE1"/>
    <w:rsid w:val="00B77481"/>
    <w:rsid w:val="00B8518B"/>
    <w:rsid w:val="00BA669B"/>
    <w:rsid w:val="00BB184D"/>
    <w:rsid w:val="00BC3B85"/>
    <w:rsid w:val="00BC4DC9"/>
    <w:rsid w:val="00BD7E91"/>
    <w:rsid w:val="00BF2DD6"/>
    <w:rsid w:val="00C02D0A"/>
    <w:rsid w:val="00C03A6E"/>
    <w:rsid w:val="00C22949"/>
    <w:rsid w:val="00C35AE5"/>
    <w:rsid w:val="00C37E6D"/>
    <w:rsid w:val="00C42A1F"/>
    <w:rsid w:val="00C44F6A"/>
    <w:rsid w:val="00C47AE3"/>
    <w:rsid w:val="00C70EC1"/>
    <w:rsid w:val="00CA46FF"/>
    <w:rsid w:val="00CB53B1"/>
    <w:rsid w:val="00CC63EA"/>
    <w:rsid w:val="00CC6991"/>
    <w:rsid w:val="00CD1FC4"/>
    <w:rsid w:val="00D01646"/>
    <w:rsid w:val="00D21061"/>
    <w:rsid w:val="00D247B7"/>
    <w:rsid w:val="00D4108E"/>
    <w:rsid w:val="00D531E3"/>
    <w:rsid w:val="00D6163D"/>
    <w:rsid w:val="00D657AD"/>
    <w:rsid w:val="00D674A5"/>
    <w:rsid w:val="00D76037"/>
    <w:rsid w:val="00D831A3"/>
    <w:rsid w:val="00D85C5B"/>
    <w:rsid w:val="00D97370"/>
    <w:rsid w:val="00D9782E"/>
    <w:rsid w:val="00DA2B00"/>
    <w:rsid w:val="00DB181A"/>
    <w:rsid w:val="00DB210B"/>
    <w:rsid w:val="00DB7CC9"/>
    <w:rsid w:val="00DC60C3"/>
    <w:rsid w:val="00DC75F3"/>
    <w:rsid w:val="00DD46F3"/>
    <w:rsid w:val="00DE56F2"/>
    <w:rsid w:val="00DF116D"/>
    <w:rsid w:val="00E017C5"/>
    <w:rsid w:val="00E13382"/>
    <w:rsid w:val="00E21248"/>
    <w:rsid w:val="00E30DB6"/>
    <w:rsid w:val="00E55F3F"/>
    <w:rsid w:val="00E7355A"/>
    <w:rsid w:val="00E83679"/>
    <w:rsid w:val="00E957FD"/>
    <w:rsid w:val="00EA67F0"/>
    <w:rsid w:val="00EB104F"/>
    <w:rsid w:val="00EC44FE"/>
    <w:rsid w:val="00ED14BD"/>
    <w:rsid w:val="00EE5EBA"/>
    <w:rsid w:val="00EF1804"/>
    <w:rsid w:val="00F0363E"/>
    <w:rsid w:val="00F0533E"/>
    <w:rsid w:val="00F1048D"/>
    <w:rsid w:val="00F12C80"/>
    <w:rsid w:val="00F12DEC"/>
    <w:rsid w:val="00F1527A"/>
    <w:rsid w:val="00F1715C"/>
    <w:rsid w:val="00F173A5"/>
    <w:rsid w:val="00F310F8"/>
    <w:rsid w:val="00F35939"/>
    <w:rsid w:val="00F45607"/>
    <w:rsid w:val="00F60F94"/>
    <w:rsid w:val="00F65315"/>
    <w:rsid w:val="00F659EB"/>
    <w:rsid w:val="00F67476"/>
    <w:rsid w:val="00F752BB"/>
    <w:rsid w:val="00F863A3"/>
    <w:rsid w:val="00F867BB"/>
    <w:rsid w:val="00F86BA6"/>
    <w:rsid w:val="00F969C4"/>
    <w:rsid w:val="00FA32F8"/>
    <w:rsid w:val="00FB6D6B"/>
    <w:rsid w:val="00FC0AA9"/>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0B0B"/>
    <w:pPr>
      <w:spacing w:before="120" w:after="120"/>
      <w:jc w:val="both"/>
    </w:pPr>
  </w:style>
  <w:style w:type="paragraph" w:styleId="Nadpis1">
    <w:name w:val="heading 1"/>
    <w:basedOn w:val="Normln"/>
    <w:next w:val="Normln"/>
    <w:link w:val="Nadpis1Char"/>
    <w:uiPriority w:val="9"/>
    <w:qFormat/>
    <w:rsid w:val="00AD55D5"/>
    <w:pPr>
      <w:numPr>
        <w:numId w:val="17"/>
      </w:numPr>
      <w:suppressAutoHyphens/>
      <w:ind w:left="680" w:hanging="680"/>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nhideWhenUsed/>
    <w:qFormat/>
    <w:rsid w:val="009914E4"/>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DB181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373E4B"/>
    <w:pPr>
      <w:widowControl w:val="0"/>
      <w:numPr>
        <w:numId w:val="5"/>
      </w:numPr>
      <w:overflowPunct w:val="0"/>
      <w:autoSpaceDE w:val="0"/>
      <w:autoSpaceDN w:val="0"/>
      <w:adjustRightInd w:val="0"/>
      <w:spacing w:after="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373E4B"/>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
    <w:name w:val="a. odst."/>
    <w:basedOn w:val="Normln"/>
    <w:link w:val="aodstChar"/>
    <w:qFormat/>
    <w:rsid w:val="006550C0"/>
    <w:pPr>
      <w:widowControl w:val="0"/>
      <w:numPr>
        <w:numId w:val="31"/>
      </w:numPr>
    </w:pPr>
    <w:rPr>
      <w:lang w:eastAsia="cs-CZ"/>
    </w:rPr>
  </w:style>
  <w:style w:type="character" w:customStyle="1" w:styleId="aodstChar">
    <w:name w:val="a. odst. Char"/>
    <w:basedOn w:val="Standardnpsmoodstavce"/>
    <w:link w:val="aodst"/>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 w:type="paragraph" w:customStyle="1" w:styleId="1lnek">
    <w:name w:val="1. článek"/>
    <w:basedOn w:val="Normln"/>
    <w:qFormat/>
    <w:rsid w:val="0023511E"/>
    <w:pPr>
      <w:keepNext/>
      <w:ind w:left="680" w:hanging="680"/>
    </w:pPr>
    <w:rPr>
      <w:b/>
    </w:rPr>
  </w:style>
  <w:style w:type="paragraph" w:customStyle="1" w:styleId="aodst0">
    <w:name w:val="a) odst."/>
    <w:basedOn w:val="Normln"/>
    <w:qFormat/>
    <w:rsid w:val="0023511E"/>
    <w:pPr>
      <w:ind w:left="1247" w:hanging="567"/>
    </w:pPr>
  </w:style>
  <w:style w:type="paragraph" w:customStyle="1" w:styleId="Odrka1-1">
    <w:name w:val="_Odrážka_1-1_•"/>
    <w:basedOn w:val="Normln"/>
    <w:qFormat/>
    <w:rsid w:val="0023511E"/>
    <w:pPr>
      <w:numPr>
        <w:numId w:val="38"/>
      </w:numPr>
      <w:spacing w:before="0"/>
    </w:pPr>
  </w:style>
  <w:style w:type="paragraph" w:customStyle="1" w:styleId="Odrka1-2-">
    <w:name w:val="_Odrážka_1-2_-"/>
    <w:basedOn w:val="Odrka1-1"/>
    <w:qFormat/>
    <w:rsid w:val="0023511E"/>
    <w:pPr>
      <w:numPr>
        <w:ilvl w:val="1"/>
      </w:numPr>
    </w:pPr>
  </w:style>
  <w:style w:type="paragraph" w:customStyle="1" w:styleId="Odrka1-3">
    <w:name w:val="_Odrážka_1-3_·"/>
    <w:basedOn w:val="Odrka1-2-"/>
    <w:qFormat/>
    <w:rsid w:val="0023511E"/>
    <w:pPr>
      <w:numPr>
        <w:ilvl w:val="2"/>
      </w:numPr>
    </w:pPr>
  </w:style>
  <w:style w:type="paragraph" w:customStyle="1" w:styleId="Text1-2">
    <w:name w:val="_Text_1-2"/>
    <w:basedOn w:val="Text1-1"/>
    <w:link w:val="Text1-2Char"/>
    <w:qFormat/>
    <w:rsid w:val="00342F1C"/>
    <w:pPr>
      <w:numPr>
        <w:ilvl w:val="2"/>
      </w:numPr>
    </w:pPr>
  </w:style>
  <w:style w:type="paragraph" w:customStyle="1" w:styleId="Text1-1">
    <w:name w:val="_Text_1-1"/>
    <w:basedOn w:val="Normln"/>
    <w:link w:val="Text1-1Char"/>
    <w:rsid w:val="00342F1C"/>
    <w:pPr>
      <w:numPr>
        <w:ilvl w:val="1"/>
        <w:numId w:val="41"/>
      </w:numPr>
      <w:spacing w:before="0"/>
    </w:pPr>
  </w:style>
  <w:style w:type="paragraph" w:customStyle="1" w:styleId="Nadpis1-1">
    <w:name w:val="_Nadpis_1-1"/>
    <w:basedOn w:val="Odstavecseseznamem"/>
    <w:next w:val="Normln"/>
    <w:qFormat/>
    <w:rsid w:val="00342F1C"/>
    <w:pPr>
      <w:keepNext/>
      <w:numPr>
        <w:numId w:val="41"/>
      </w:numPr>
      <w:spacing w:before="240"/>
      <w:jc w:val="left"/>
      <w:outlineLvl w:val="0"/>
    </w:pPr>
    <w:rPr>
      <w:rFonts w:asciiTheme="majorHAnsi" w:hAnsiTheme="majorHAnsi"/>
      <w:b/>
      <w:caps/>
      <w:sz w:val="22"/>
    </w:rPr>
  </w:style>
  <w:style w:type="character" w:customStyle="1" w:styleId="Text1-1Char">
    <w:name w:val="_Text_1-1 Char"/>
    <w:basedOn w:val="Standardnpsmoodstavce"/>
    <w:link w:val="Text1-1"/>
    <w:rsid w:val="00342F1C"/>
  </w:style>
  <w:style w:type="character" w:customStyle="1" w:styleId="Text1-2Char">
    <w:name w:val="_Text_1-2 Char"/>
    <w:basedOn w:val="Text1-1Char"/>
    <w:link w:val="Text1-2"/>
    <w:rsid w:val="00342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B360FB3-F64B-4532-8D4F-1656A6638292}">
  <ds:schemaRefs>
    <ds:schemaRef ds:uri="http://schemas.openxmlformats.org/officeDocument/2006/bibliography"/>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6CD4D1F1-D594-477A-88CF-CA85E34DF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5553DF-4787-43B1-AFDE-0C972B2D279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2723</Words>
  <Characters>16068</Characters>
  <Application>Microsoft Office Word</Application>
  <DocSecurity>0</DocSecurity>
  <Lines>133</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Kopecká Michaela, Bc.</cp:lastModifiedBy>
  <cp:revision>8</cp:revision>
  <cp:lastPrinted>2017-11-28T17:18:00Z</cp:lastPrinted>
  <dcterms:created xsi:type="dcterms:W3CDTF">2024-04-10T07:50:00Z</dcterms:created>
  <dcterms:modified xsi:type="dcterms:W3CDTF">2024-04-15T11:45:00Z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