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17C11FCA" w:rsidR="00F422D3" w:rsidRDefault="00F422D3" w:rsidP="00B42F40">
      <w:pPr>
        <w:pStyle w:val="Titul2"/>
      </w:pPr>
      <w:r>
        <w:t xml:space="preserve">Název zakázky: </w:t>
      </w:r>
      <w:r w:rsidR="00F55C93" w:rsidRPr="00F55C93">
        <w:t>„Rekonstrukce a doplnění závor na přejezdu v km 3,412 (P4582) trati Chlumec nad Cidlinou – Křinec“,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06BE5775" w:rsidR="00F91101" w:rsidRPr="005C7EED" w:rsidRDefault="00F55C93" w:rsidP="00F91101">
      <w:pPr>
        <w:spacing w:after="120"/>
        <w:ind w:left="567"/>
        <w:jc w:val="both"/>
        <w:rPr>
          <w:rFonts w:ascii="Verdana" w:hAnsi="Verdana" w:cs="Calibri"/>
        </w:rPr>
      </w:pPr>
      <w:r w:rsidRPr="00F55C93">
        <w:t>Mgr. Jan Foldyna</w:t>
      </w:r>
      <w:r w:rsidR="00F91101" w:rsidRPr="005C7EED">
        <w:rPr>
          <w:rFonts w:ascii="Verdana" w:hAnsi="Verdana" w:cs="Calibri"/>
        </w:rPr>
        <w:t xml:space="preserve">, tel.: </w:t>
      </w:r>
      <w:r w:rsidRPr="00F55C93">
        <w:t>+420 601 160 009</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3961BEAB" w:rsidR="00F91101" w:rsidRPr="005C7EED" w:rsidRDefault="00F55C93" w:rsidP="00F91101">
      <w:pPr>
        <w:spacing w:after="120"/>
        <w:ind w:left="567"/>
        <w:jc w:val="both"/>
        <w:rPr>
          <w:rFonts w:ascii="Verdana" w:hAnsi="Verdana" w:cs="Calibri"/>
        </w:rPr>
      </w:pPr>
      <w:r w:rsidRPr="00F55C93">
        <w:t>Ing. Petr Tichý</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F55C93">
        <w:t>+420 702 018 621</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0706B73D" w14:textId="40608158" w:rsidR="00B42F40" w:rsidRDefault="00F55C93" w:rsidP="00B42F40">
      <w:pPr>
        <w:pStyle w:val="Textbezodsazen"/>
      </w:pPr>
      <w:r w:rsidRPr="00F55C93">
        <w:t>ISPROFOND/SUBISPROFIN: 3273514800/5213530047</w:t>
      </w: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4B1AB186"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55C93" w:rsidRPr="00F55C93">
        <w:rPr>
          <w:rFonts w:ascii="Verdana" w:hAnsi="Verdana" w:cs="Calibri"/>
        </w:rPr>
        <w:t>Rekonstrukce a doplnění závor na přejezdu v km 3,412 (P4582) trati Chlumec nad Cidlinou – Křinec</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7906EE38" w:rsidR="00F91101" w:rsidRPr="005C7EED" w:rsidRDefault="00F91101" w:rsidP="00F7247A">
      <w:pPr>
        <w:pStyle w:val="Text1-2"/>
        <w:numPr>
          <w:ilvl w:val="2"/>
          <w:numId w:val="8"/>
        </w:numPr>
        <w:tabs>
          <w:tab w:val="clear" w:pos="1474"/>
        </w:tabs>
        <w:ind w:left="737"/>
      </w:pPr>
      <w:r w:rsidRPr="005C7EED">
        <w:t xml:space="preserve">Ukončení výkonu činnosti: do </w:t>
      </w:r>
      <w:r w:rsidR="00F55C93" w:rsidRPr="00F55C93">
        <w:rPr>
          <w:rFonts w:cs="Arial"/>
          <w:b/>
        </w:rPr>
        <w:t xml:space="preserve">5 </w:t>
      </w:r>
      <w:r w:rsidRPr="00F55C93">
        <w:rPr>
          <w:b/>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5C41D3C1"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a každý</w:t>
      </w:r>
      <w:r w:rsidR="00F55C93">
        <w:t>,</w:t>
      </w:r>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4D0BCA25" w:rsidR="00F422D3" w:rsidRDefault="00F422D3" w:rsidP="009F0867">
      <w:pPr>
        <w:pStyle w:val="Textbezodsazen"/>
      </w:pPr>
      <w:r>
        <w:t>……………………………</w:t>
      </w:r>
      <w:r w:rsidR="00342DC7">
        <w:t>……</w:t>
      </w:r>
      <w:r w:rsidR="00F55C93">
        <w:t>……</w:t>
      </w:r>
      <w:r>
        <w:t>…………</w:t>
      </w:r>
      <w:r>
        <w:tab/>
      </w:r>
      <w:r>
        <w:tab/>
      </w:r>
      <w:r>
        <w:tab/>
      </w:r>
      <w:r>
        <w:tab/>
        <w:t>………………………</w:t>
      </w:r>
      <w:r w:rsidR="00342DC7">
        <w:t>…</w:t>
      </w:r>
      <w:r w:rsidR="00F55C93">
        <w:t>…</w:t>
      </w:r>
      <w:r>
        <w:t>………………</w:t>
      </w:r>
      <w:bookmarkStart w:id="2" w:name="_GoBack"/>
      <w:bookmarkEnd w:id="2"/>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4C46C1A1"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5C93">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1"/>
  </w:num>
  <w:num w:numId="7">
    <w:abstractNumId w:val="23"/>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6"/>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7"/>
  </w:num>
  <w:num w:numId="33">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55C93"/>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388E8C24-449C-4F97-B30D-3A83AD31E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17</Pages>
  <Words>6818</Words>
  <Characters>40231</Characters>
  <Application>Microsoft Office Word</Application>
  <DocSecurity>0</DocSecurity>
  <Lines>335</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2019-03-12T14:16:00Z</cp:lastPrinted>
  <dcterms:created xsi:type="dcterms:W3CDTF">2024-02-07T14:37:00Z</dcterms:created>
  <dcterms:modified xsi:type="dcterms:W3CDTF">2024-04-26T08:23:00Z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