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368DFAD0" w:rsidR="00F422D3" w:rsidRDefault="00F422D3" w:rsidP="00BB1390">
      <w:pPr>
        <w:pStyle w:val="Titul2"/>
      </w:pPr>
      <w:r>
        <w:t xml:space="preserve">Název </w:t>
      </w:r>
      <w:r w:rsidRPr="00BB1390">
        <w:t>zakázky</w:t>
      </w:r>
      <w:r>
        <w:t>: „</w:t>
      </w:r>
      <w:r w:rsidR="00F1528E" w:rsidRPr="00F1528E">
        <w:t>Ekologizace vytápění v nádražních budovách v obvodu OŘ Hradec Králové</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D48A98D" w:rsidR="00F422D3" w:rsidRDefault="00F422D3" w:rsidP="00B42F40">
      <w:pPr>
        <w:pStyle w:val="Textbezodsazen"/>
      </w:pPr>
      <w:r>
        <w:t>ISPROFOND</w:t>
      </w:r>
      <w:r w:rsidR="00A07DDA">
        <w:t>/SUBISPROFIN</w:t>
      </w:r>
      <w:r>
        <w:t xml:space="preserve">: </w:t>
      </w:r>
      <w:r w:rsidR="00654165">
        <w:t>5533530027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02DA462" w:rsidR="007D26F9" w:rsidRDefault="007D26F9" w:rsidP="00BC5BDD">
      <w:pPr>
        <w:pStyle w:val="Text1-1"/>
      </w:pPr>
      <w:r>
        <w:t xml:space="preserve">Objednatel </w:t>
      </w:r>
      <w:r w:rsidRPr="00F1528E">
        <w:t>oznámil</w:t>
      </w:r>
      <w:r w:rsidR="00F1528E" w:rsidRPr="00F1528E">
        <w:t xml:space="preserve"> </w:t>
      </w:r>
      <w:r w:rsidR="00121010" w:rsidRPr="00F1528E">
        <w:t xml:space="preserve">uveřejněním na Profilu zadavatele: </w:t>
      </w:r>
      <w:hyperlink r:id="rId11" w:history="1">
        <w:r w:rsidR="00121010" w:rsidRPr="00F1528E">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1528E" w:rsidRPr="00F1528E">
        <w:rPr>
          <w:rStyle w:val="Tun"/>
        </w:rPr>
        <w:t>Ekologizace vytápění v nádražních budovách v obvodu OŘ Hradec Králové</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0EDA71A"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1528E">
        <w:rPr>
          <w:rStyle w:val="Tun"/>
        </w:rPr>
        <w:t>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366A7FF" w:rsidR="007D26F9" w:rsidRDefault="007D26F9" w:rsidP="00BC5BDD">
      <w:pPr>
        <w:pStyle w:val="Textbezslovn"/>
      </w:pPr>
      <w:r w:rsidRPr="00517C97">
        <w:rPr>
          <w:b/>
        </w:rPr>
        <w:t>Lhůta pro dokončení stavebních prací</w:t>
      </w:r>
      <w:r>
        <w:t xml:space="preserve"> činí celkem </w:t>
      </w:r>
      <w:r w:rsidR="00F1528E">
        <w:rPr>
          <w:rStyle w:val="Tun"/>
        </w:rPr>
        <w:t>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4A45D428" w:rsidR="007D26F9" w:rsidRDefault="007D26F9" w:rsidP="00BC5BDD">
      <w:pPr>
        <w:pStyle w:val="Textbezslovn"/>
      </w:pPr>
      <w:r w:rsidRPr="003E7501">
        <w:rPr>
          <w:b/>
        </w:rPr>
        <w:t xml:space="preserve">Předání </w:t>
      </w:r>
      <w:r w:rsidRPr="00517C97">
        <w:rPr>
          <w:b/>
        </w:rPr>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1528E">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F1528E" w:rsidRDefault="007D26F9" w:rsidP="00BC5BDD">
      <w:pPr>
        <w:pStyle w:val="Textbezslovn"/>
      </w:pPr>
      <w:r w:rsidRPr="00F1528E">
        <w:lastRenderedPageBreak/>
        <w:t>Lhůty stanovené</w:t>
      </w:r>
      <w:r w:rsidR="00A349C6" w:rsidRPr="00F1528E">
        <w:t xml:space="preserve"> </w:t>
      </w:r>
      <w:r w:rsidR="007C0E5F" w:rsidRPr="00F1528E">
        <w:t>v </w:t>
      </w:r>
      <w:proofErr w:type="spellStart"/>
      <w:r w:rsidR="007C0E5F" w:rsidRPr="00F1528E">
        <w:t>podčl</w:t>
      </w:r>
      <w:proofErr w:type="spellEnd"/>
      <w:r w:rsidR="007C0E5F" w:rsidRPr="00F1528E">
        <w:t xml:space="preserve">. 1.11.5.1 Kapitoly 1 TKP staveb státních drah </w:t>
      </w:r>
      <w:r w:rsidR="00A349C6" w:rsidRPr="00F1528E">
        <w:t>a </w:t>
      </w:r>
      <w:r w:rsidRPr="00F1528E">
        <w:t>lhůty stanovené</w:t>
      </w:r>
      <w:r w:rsidR="00A349C6" w:rsidRPr="00F1528E">
        <w:t xml:space="preserve"> v </w:t>
      </w:r>
      <w:r w:rsidRPr="00F1528E">
        <w:t>odst. 2.10</w:t>
      </w:r>
      <w:r w:rsidR="00A349C6" w:rsidRPr="00F1528E">
        <w:t xml:space="preserve"> a </w:t>
      </w:r>
      <w:r w:rsidRPr="00F1528E">
        <w:t>2.11 Obchodních podmínek se</w:t>
      </w:r>
      <w:r w:rsidR="00A349C6" w:rsidRPr="00F1528E">
        <w:t xml:space="preserve"> v </w:t>
      </w:r>
      <w:r w:rsidRPr="00F1528E">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77943FC3"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1452E0" w:rsidRPr="00001FC2">
        <w:rPr>
          <w:rFonts w:eastAsia="Times New Roman" w:cs="Times New Roman"/>
          <w:sz w:val="18"/>
          <w:szCs w:val="18"/>
        </w:rPr>
        <w:t xml:space="preserve">provedení 2 </w:t>
      </w:r>
      <w:r w:rsidR="001270DC" w:rsidRPr="00001FC2">
        <w:rPr>
          <w:rFonts w:eastAsia="Times New Roman" w:cs="Times New Roman"/>
          <w:sz w:val="18"/>
          <w:szCs w:val="18"/>
        </w:rPr>
        <w:t>studentských exkurzí</w:t>
      </w:r>
      <w:r w:rsidRPr="00001FC2">
        <w:rPr>
          <w:rFonts w:eastAsia="Times New Roman" w:cs="Times New Roman"/>
          <w:sz w:val="18"/>
          <w:szCs w:val="18"/>
        </w:rPr>
        <w:t xml:space="preserve"> na </w:t>
      </w:r>
      <w:r w:rsidR="00022FF9" w:rsidRPr="00001FC2">
        <w:rPr>
          <w:rFonts w:eastAsia="Times New Roman" w:cs="Times New Roman"/>
          <w:sz w:val="18"/>
          <w:szCs w:val="18"/>
        </w:rPr>
        <w:t>St</w:t>
      </w:r>
      <w:r w:rsidRPr="00001FC2">
        <w:rPr>
          <w:rFonts w:eastAsia="Times New Roman" w:cs="Times New Roman"/>
          <w:sz w:val="18"/>
          <w:szCs w:val="18"/>
        </w:rPr>
        <w:t xml:space="preserve">aveništi. </w:t>
      </w:r>
      <w:r w:rsidR="001452E0" w:rsidRPr="00001FC2">
        <w:rPr>
          <w:rFonts w:eastAsia="Times New Roman" w:cs="Times New Roman"/>
          <w:sz w:val="18"/>
          <w:szCs w:val="18"/>
        </w:rPr>
        <w:t xml:space="preserve">Podrobnosti k provedení </w:t>
      </w:r>
      <w:r w:rsidR="001270DC" w:rsidRPr="00001FC2">
        <w:rPr>
          <w:rFonts w:eastAsia="Times New Roman" w:cs="Times New Roman"/>
          <w:sz w:val="18"/>
          <w:szCs w:val="18"/>
        </w:rPr>
        <w:t>exkurzí</w:t>
      </w:r>
      <w:r w:rsidR="003B6B2A" w:rsidRPr="00001FC2">
        <w:rPr>
          <w:rFonts w:eastAsia="Times New Roman" w:cs="Times New Roman"/>
          <w:sz w:val="18"/>
          <w:szCs w:val="18"/>
        </w:rPr>
        <w:t xml:space="preserve"> jsou uvedeny v Obchodních podmínkách</w:t>
      </w:r>
      <w:r w:rsidR="003B6B2A" w:rsidRPr="005E007F">
        <w:rPr>
          <w:rFonts w:eastAsia="Times New Roman" w:cs="Times New Roman"/>
          <w:sz w:val="18"/>
          <w:szCs w:val="18"/>
        </w:rPr>
        <w:t>.</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6F1C6C23" w:rsidR="007A0137" w:rsidRPr="00F1528E" w:rsidRDefault="00F1528E" w:rsidP="00F1528E">
      <w:pPr>
        <w:pStyle w:val="Text1-1"/>
        <w:numPr>
          <w:ilvl w:val="1"/>
          <w:numId w:val="9"/>
        </w:numPr>
      </w:pPr>
      <w:r>
        <w:lastRenderedPageBreak/>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6D5594A" w:rsidR="007A0137" w:rsidRPr="00F1528E" w:rsidRDefault="007A0137" w:rsidP="00F1528E">
      <w:pPr>
        <w:pStyle w:val="Text1-1"/>
        <w:numPr>
          <w:ilvl w:val="1"/>
          <w:numId w:val="9"/>
        </w:numPr>
        <w:rPr>
          <w:i/>
        </w:rPr>
      </w:pPr>
      <w:r w:rsidRPr="00F1528E">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w:t>
      </w:r>
      <w:r>
        <w:lastRenderedPageBreak/>
        <w:t>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149E1EF9" w:rsidR="00A93E56" w:rsidRPr="004C365B" w:rsidRDefault="00CC7CAD" w:rsidP="004C365B">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0B70C89"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w:t>
      </w:r>
      <w:r w:rsidR="007471CF">
        <w:t>i</w:t>
      </w:r>
      <w:r>
        <w:t>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xml:space="preserve">, ve znění </w:t>
      </w:r>
      <w:r>
        <w:lastRenderedPageBreak/>
        <w:t>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7C469CAE"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64415493"/>
      <w:r w:rsidR="004C365B" w:rsidRPr="004C365B">
        <w:rPr>
          <w:b/>
          <w:bCs/>
        </w:rPr>
        <w:t>OP/R/2</w:t>
      </w:r>
      <w:r w:rsidR="004A5A2A">
        <w:rPr>
          <w:b/>
          <w:bCs/>
        </w:rPr>
        <w:t>9</w:t>
      </w:r>
      <w:r w:rsidR="004C365B" w:rsidRPr="004C365B">
        <w:rPr>
          <w:b/>
          <w:bCs/>
        </w:rPr>
        <w:t>/24</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C990578" w:rsidR="007D26F9" w:rsidRDefault="00F43D42" w:rsidP="00F43D42">
      <w:pPr>
        <w:pStyle w:val="Textbezslovn"/>
        <w:ind w:left="2127"/>
      </w:pPr>
      <w:r>
        <w:t xml:space="preserve">b) </w:t>
      </w:r>
      <w:r w:rsidR="007D26F9">
        <w:t xml:space="preserve">Všeobecné technické podmínky – </w:t>
      </w:r>
      <w:bookmarkStart w:id="2" w:name="_Hlk164415506"/>
      <w:r w:rsidR="004C365B" w:rsidRPr="004C365B">
        <w:rPr>
          <w:b/>
          <w:bCs/>
        </w:rPr>
        <w:t>VTP/R/16/22</w:t>
      </w:r>
      <w:bookmarkEnd w:id="2"/>
    </w:p>
    <w:p w14:paraId="239F0F49" w14:textId="1D8CEFA9" w:rsidR="007D26F9" w:rsidRDefault="00F43D42" w:rsidP="00F43D42">
      <w:pPr>
        <w:pStyle w:val="Textbezslovn"/>
        <w:ind w:left="2127"/>
      </w:pPr>
      <w:r>
        <w:t xml:space="preserve">c) </w:t>
      </w:r>
      <w:r w:rsidR="007D26F9">
        <w:t xml:space="preserve">Zvláštní technické podmínky </w:t>
      </w:r>
      <w:r w:rsidR="004C365B">
        <w:t xml:space="preserve">– </w:t>
      </w:r>
      <w:bookmarkStart w:id="3" w:name="_Hlk164415521"/>
      <w:r w:rsidR="004C365B" w:rsidRPr="004C365B">
        <w:rPr>
          <w:b/>
          <w:bCs/>
        </w:rPr>
        <w:t>ZTP „Ekologizace vytápění v nádražních budovách v obvodu OŘ Hradec Králové“ ze dne 15.4.2024</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95E879E" w14:textId="1D408F3E" w:rsidR="00CB4F6D" w:rsidRDefault="00CB4F6D"/>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41289BB" w:rsidR="00CB4F6D" w:rsidRPr="004C365B" w:rsidRDefault="004C365B" w:rsidP="00CB4F6D">
      <w:pPr>
        <w:pStyle w:val="Textbezodsazen"/>
        <w:rPr>
          <w:b/>
          <w:bCs/>
        </w:rPr>
      </w:pPr>
      <w:r w:rsidRPr="004C365B">
        <w:rPr>
          <w:b/>
          <w:bCs/>
        </w:rPr>
        <w:t>OP/R/2</w:t>
      </w:r>
      <w:r w:rsidR="004A5A2A">
        <w:rPr>
          <w:b/>
          <w:bCs/>
        </w:rPr>
        <w:t>9</w:t>
      </w:r>
      <w:r w:rsidRPr="004C365B">
        <w:rPr>
          <w:b/>
          <w:bCs/>
        </w:rPr>
        <w:t>/24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4CCC271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C365B" w:rsidRPr="004C365B">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4F6F883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w:t>
      </w:r>
      <w:proofErr w:type="gramStart"/>
      <w:r w:rsidRPr="00AE4B52">
        <w:rPr>
          <w:rStyle w:val="Tun"/>
        </w:rPr>
        <w:t>podmínky</w:t>
      </w:r>
      <w:r w:rsidR="004C365B">
        <w:rPr>
          <w:rStyle w:val="Tun"/>
        </w:rPr>
        <w:t xml:space="preserve"> -</w:t>
      </w:r>
      <w:r w:rsidRPr="00AE4B52">
        <w:rPr>
          <w:rStyle w:val="Tun"/>
        </w:rPr>
        <w:t xml:space="preserve"> </w:t>
      </w:r>
      <w:r w:rsidR="004C365B" w:rsidRPr="004C365B">
        <w:rPr>
          <w:b/>
        </w:rPr>
        <w:t>ZTP</w:t>
      </w:r>
      <w:proofErr w:type="gramEnd"/>
      <w:r w:rsidR="004C365B" w:rsidRPr="004C365B">
        <w:rPr>
          <w:b/>
        </w:rPr>
        <w:t xml:space="preserve"> „Ekologizace vytápění v nádražních budovách v obvodu OŘ Hradec Králové“ ze dne 15.4.2024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9D9946" w14:textId="77777777" w:rsidR="004C365B" w:rsidRPr="004C365B" w:rsidRDefault="004C365B" w:rsidP="004C365B">
      <w:pPr>
        <w:pStyle w:val="Odrka1-1"/>
      </w:pPr>
      <w:r w:rsidRPr="004C365B">
        <w:t xml:space="preserve">DSP, zpracovaná společností </w:t>
      </w:r>
      <w:proofErr w:type="spellStart"/>
      <w:r w:rsidRPr="004C365B">
        <w:t>Digitronic</w:t>
      </w:r>
      <w:proofErr w:type="spellEnd"/>
      <w:r w:rsidRPr="004C365B">
        <w:t xml:space="preserve"> CZ s.r.o., se sídlem Za Pasáží 1429, 530 02 Pardubice, IČO: 48168017, z (04/2023)</w:t>
      </w:r>
    </w:p>
    <w:p w14:paraId="1E96934B" w14:textId="7C7E9E85" w:rsidR="00985DF9" w:rsidRPr="000C2B01" w:rsidRDefault="00985DF9" w:rsidP="00985DF9">
      <w:pPr>
        <w:pStyle w:val="Odrka1-1"/>
      </w:pPr>
      <w:r w:rsidRPr="004C365B">
        <w:t xml:space="preserve">Stavební povolení </w:t>
      </w:r>
      <w:r w:rsidR="004C365B" w:rsidRPr="004C365B">
        <w:t>bude předáno</w:t>
      </w:r>
      <w:r w:rsidR="004C365B">
        <w:t xml:space="preserve"> vybranému dodavateli.</w:t>
      </w:r>
      <w:r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CB53B12" w14:textId="77777777" w:rsidR="004C365B" w:rsidRPr="00F95FBD" w:rsidRDefault="004C365B" w:rsidP="004C365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C365B" w:rsidRPr="00F95FBD" w14:paraId="2FB5A176" w14:textId="77777777" w:rsidTr="00A4707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A7FF33" w14:textId="77777777" w:rsidR="004C365B" w:rsidRPr="00F95FBD" w:rsidRDefault="004C365B" w:rsidP="00A4707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F62350" w14:textId="77777777" w:rsidR="004C365B" w:rsidRPr="00E83F86" w:rsidRDefault="004C365B" w:rsidP="00A4707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4C365B" w:rsidRPr="00F95FBD" w14:paraId="3A00AC99"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FFE6D5" w14:textId="77777777" w:rsidR="004C365B" w:rsidRPr="008175E5" w:rsidRDefault="004C365B" w:rsidP="00A47078">
            <w:pPr>
              <w:pStyle w:val="Tabulka"/>
              <w:rPr>
                <w:rStyle w:val="Nadpisvtabulce"/>
                <w:b w:val="0"/>
              </w:rPr>
            </w:pPr>
            <w:r w:rsidRPr="008175E5">
              <w:rPr>
                <w:rStyle w:val="Nadpisvtabulce"/>
                <w:b w:val="0"/>
              </w:rPr>
              <w:t>Adresa</w:t>
            </w:r>
          </w:p>
        </w:tc>
        <w:tc>
          <w:tcPr>
            <w:tcW w:w="5812" w:type="dxa"/>
            <w:vAlign w:val="top"/>
          </w:tcPr>
          <w:p w14:paraId="254777B6" w14:textId="77777777" w:rsidR="004C365B" w:rsidRDefault="004C365B" w:rsidP="00A4707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1C83E09" w14:textId="77777777" w:rsidR="004C365B" w:rsidRPr="00E83F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C365B" w:rsidRPr="00F95FBD" w14:paraId="441A6749"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EA2E71" w14:textId="77777777" w:rsidR="004C365B" w:rsidRPr="00F95FBD" w:rsidRDefault="004C365B" w:rsidP="00A47078">
            <w:pPr>
              <w:pStyle w:val="Tabulka"/>
            </w:pPr>
            <w:r w:rsidRPr="00F95FBD">
              <w:t>E-mail</w:t>
            </w:r>
          </w:p>
        </w:tc>
        <w:tc>
          <w:tcPr>
            <w:tcW w:w="5812" w:type="dxa"/>
            <w:vAlign w:val="top"/>
          </w:tcPr>
          <w:p w14:paraId="21047C1F" w14:textId="77777777" w:rsidR="004C365B" w:rsidRPr="00E83F86" w:rsidRDefault="00A96E30"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4C365B" w:rsidRPr="001B00BE">
                <w:rPr>
                  <w:rStyle w:val="Hypertextovodkaz"/>
                  <w:noProof w:val="0"/>
                </w:rPr>
                <w:t>Bocak@spravazeleznic.cz</w:t>
              </w:r>
            </w:hyperlink>
            <w:r w:rsidR="004C365B">
              <w:t xml:space="preserve"> </w:t>
            </w:r>
          </w:p>
        </w:tc>
      </w:tr>
      <w:tr w:rsidR="004C365B" w:rsidRPr="00F95FBD" w14:paraId="1D4E8230"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F933EF" w14:textId="77777777" w:rsidR="004C365B" w:rsidRPr="00F95FBD" w:rsidRDefault="004C365B" w:rsidP="00A47078">
            <w:pPr>
              <w:pStyle w:val="Tabulka"/>
            </w:pPr>
            <w:r w:rsidRPr="00F95FBD">
              <w:t>Telefon</w:t>
            </w:r>
          </w:p>
        </w:tc>
        <w:tc>
          <w:tcPr>
            <w:tcW w:w="5812" w:type="dxa"/>
            <w:vAlign w:val="top"/>
          </w:tcPr>
          <w:p w14:paraId="4A4A3E8D" w14:textId="77777777" w:rsidR="004C365B" w:rsidRPr="00E83F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67E5328B" w14:textId="77777777" w:rsidR="004C365B" w:rsidRDefault="004C365B" w:rsidP="004C365B">
      <w:pPr>
        <w:pStyle w:val="Textbezodsazen"/>
      </w:pPr>
    </w:p>
    <w:p w14:paraId="5ED0E6CB" w14:textId="77777777" w:rsidR="004C365B" w:rsidRPr="00F95FBD" w:rsidRDefault="004C365B" w:rsidP="004C365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C365B" w:rsidRPr="00F95FBD" w14:paraId="2CAF1C6A" w14:textId="77777777" w:rsidTr="00A4707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32F3F5" w14:textId="77777777" w:rsidR="004C365B" w:rsidRPr="00F95FBD" w:rsidRDefault="004C365B" w:rsidP="00A4707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0C5BB4C" w14:textId="49000B13" w:rsidR="004C365B" w:rsidRPr="00E83F86" w:rsidRDefault="004C365B" w:rsidP="00A47078">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4C365B" w:rsidRPr="00F95FBD" w14:paraId="1BA5D4C6"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E1E520" w14:textId="77777777" w:rsidR="004C365B" w:rsidRPr="008175E5" w:rsidRDefault="004C365B" w:rsidP="00A47078">
            <w:pPr>
              <w:pStyle w:val="Tabulka"/>
              <w:rPr>
                <w:rStyle w:val="Nadpisvtabulce"/>
                <w:b w:val="0"/>
              </w:rPr>
            </w:pPr>
            <w:r w:rsidRPr="008175E5">
              <w:rPr>
                <w:rStyle w:val="Nadpisvtabulce"/>
                <w:b w:val="0"/>
              </w:rPr>
              <w:t>Adresa</w:t>
            </w:r>
          </w:p>
        </w:tc>
        <w:tc>
          <w:tcPr>
            <w:tcW w:w="5812" w:type="dxa"/>
            <w:vAlign w:val="top"/>
          </w:tcPr>
          <w:p w14:paraId="791FD590" w14:textId="77777777" w:rsidR="004C365B" w:rsidRDefault="004C365B" w:rsidP="00A4707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550E674" w14:textId="77777777" w:rsidR="004C365B" w:rsidRPr="00E83F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C365B" w:rsidRPr="00F95FBD" w14:paraId="7F0462B3"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0613C" w14:textId="77777777" w:rsidR="004C365B" w:rsidRPr="00F95FBD" w:rsidRDefault="004C365B" w:rsidP="00A47078">
            <w:pPr>
              <w:pStyle w:val="Tabulka"/>
            </w:pPr>
            <w:r w:rsidRPr="00F95FBD">
              <w:t>E-mail</w:t>
            </w:r>
          </w:p>
        </w:tc>
        <w:tc>
          <w:tcPr>
            <w:tcW w:w="5812" w:type="dxa"/>
            <w:vAlign w:val="top"/>
          </w:tcPr>
          <w:p w14:paraId="11FF0235" w14:textId="4AFE5AC0" w:rsidR="004C365B" w:rsidRPr="004C365B" w:rsidRDefault="00A96E30" w:rsidP="00A47078">
            <w:pPr>
              <w:pStyle w:val="Tabulka"/>
              <w:cnfStyle w:val="000000000000" w:firstRow="0" w:lastRow="0" w:firstColumn="0" w:lastColumn="0" w:oddVBand="0" w:evenVBand="0" w:oddHBand="0" w:evenHBand="0" w:firstRowFirstColumn="0" w:firstRowLastColumn="0" w:lastRowFirstColumn="0" w:lastRowLastColumn="0"/>
            </w:pPr>
            <w:hyperlink r:id="rId32" w:history="1">
              <w:r w:rsidR="004C365B" w:rsidRPr="001040DF">
                <w:rPr>
                  <w:rStyle w:val="Hypertextovodkaz"/>
                  <w:noProof w:val="0"/>
                </w:rPr>
                <w:t>Dieguezova@spravazeleznic.cz</w:t>
              </w:r>
            </w:hyperlink>
          </w:p>
        </w:tc>
      </w:tr>
      <w:tr w:rsidR="004C365B" w:rsidRPr="00F95FBD" w14:paraId="4235A7DF" w14:textId="77777777" w:rsidTr="00A470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4B56C0" w14:textId="77777777" w:rsidR="004C365B" w:rsidRPr="00F95FBD" w:rsidRDefault="004C365B" w:rsidP="00A47078">
            <w:pPr>
              <w:pStyle w:val="Tabulka"/>
            </w:pPr>
            <w:r w:rsidRPr="00F95FBD">
              <w:t>Telefon</w:t>
            </w:r>
          </w:p>
        </w:tc>
        <w:tc>
          <w:tcPr>
            <w:tcW w:w="5812" w:type="dxa"/>
            <w:vAlign w:val="top"/>
          </w:tcPr>
          <w:p w14:paraId="734BE8FA" w14:textId="06816C85" w:rsidR="004C365B" w:rsidRPr="00E83F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4824">
              <w:t>+420</w:t>
            </w:r>
            <w:r>
              <w:t> 724 932 386</w:t>
            </w:r>
          </w:p>
        </w:tc>
      </w:tr>
    </w:tbl>
    <w:p w14:paraId="1F75E2F7" w14:textId="77777777" w:rsidR="004C365B" w:rsidRPr="00F95FBD" w:rsidRDefault="004C365B" w:rsidP="004C365B">
      <w:pPr>
        <w:pStyle w:val="Textbezodsazen"/>
      </w:pPr>
    </w:p>
    <w:p w14:paraId="0890E61D" w14:textId="77777777" w:rsidR="004C365B" w:rsidRPr="00F95FBD" w:rsidRDefault="004C365B" w:rsidP="004C365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C365B" w:rsidRPr="00F95FBD" w14:paraId="274D2235" w14:textId="77777777" w:rsidTr="00A470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8ABD8" w14:textId="77777777" w:rsidR="004C365B" w:rsidRPr="00F95FBD" w:rsidRDefault="004C365B" w:rsidP="00A4707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84557FB" w14:textId="65E7A00B" w:rsidR="004C365B" w:rsidRPr="00561E86" w:rsidRDefault="004C365B" w:rsidP="00A4707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0900">
              <w:t xml:space="preserve">Ing. </w:t>
            </w:r>
            <w:r>
              <w:t>Jaroslav Droppa</w:t>
            </w:r>
          </w:p>
        </w:tc>
      </w:tr>
      <w:tr w:rsidR="004C365B" w:rsidRPr="00F95FBD" w14:paraId="23F6274D" w14:textId="77777777" w:rsidTr="00A47078">
        <w:tc>
          <w:tcPr>
            <w:cnfStyle w:val="001000000000" w:firstRow="0" w:lastRow="0" w:firstColumn="1" w:lastColumn="0" w:oddVBand="0" w:evenVBand="0" w:oddHBand="0" w:evenHBand="0" w:firstRowFirstColumn="0" w:firstRowLastColumn="0" w:lastRowFirstColumn="0" w:lastRowLastColumn="0"/>
            <w:tcW w:w="3056" w:type="dxa"/>
          </w:tcPr>
          <w:p w14:paraId="552625EB" w14:textId="77777777" w:rsidR="004C365B" w:rsidRPr="00F95FBD" w:rsidRDefault="004C365B" w:rsidP="00A47078">
            <w:pPr>
              <w:pStyle w:val="Tabulka"/>
              <w:rPr>
                <w:rStyle w:val="Nadpisvtabulce"/>
                <w:b w:val="0"/>
              </w:rPr>
            </w:pPr>
            <w:r>
              <w:rPr>
                <w:rStyle w:val="Nadpisvtabulce"/>
                <w:b w:val="0"/>
              </w:rPr>
              <w:t>Adresa</w:t>
            </w:r>
          </w:p>
        </w:tc>
        <w:tc>
          <w:tcPr>
            <w:tcW w:w="5812" w:type="dxa"/>
            <w:vAlign w:val="top"/>
          </w:tcPr>
          <w:p w14:paraId="338979F8" w14:textId="77777777" w:rsidR="004C365B" w:rsidRPr="00930900" w:rsidRDefault="004C365B" w:rsidP="00A47078">
            <w:pPr>
              <w:pStyle w:val="Tabulka"/>
              <w:cnfStyle w:val="000000000000" w:firstRow="0" w:lastRow="0" w:firstColumn="0" w:lastColumn="0" w:oddVBand="0" w:evenVBand="0" w:oddHBand="0" w:evenHBand="0" w:firstRowFirstColumn="0" w:firstRowLastColumn="0" w:lastRowFirstColumn="0" w:lastRowLastColumn="0"/>
            </w:pPr>
            <w:r w:rsidRPr="00930900">
              <w:t>Správa železnic, státní organizace</w:t>
            </w:r>
          </w:p>
          <w:p w14:paraId="3C18F184" w14:textId="77777777" w:rsidR="004C365B" w:rsidRPr="00561E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 xml:space="preserve">OŘ Hradec Králové, U </w:t>
            </w:r>
            <w:proofErr w:type="spellStart"/>
            <w:r w:rsidRPr="00930900">
              <w:t>Fotochemy</w:t>
            </w:r>
            <w:proofErr w:type="spellEnd"/>
            <w:r w:rsidRPr="00930900">
              <w:t xml:space="preserve"> 259, 501 01 Hradec Králové  </w:t>
            </w:r>
          </w:p>
        </w:tc>
      </w:tr>
      <w:tr w:rsidR="004C365B" w:rsidRPr="00F95FBD" w14:paraId="2A0C694A" w14:textId="77777777" w:rsidTr="00A47078">
        <w:tc>
          <w:tcPr>
            <w:cnfStyle w:val="001000000000" w:firstRow="0" w:lastRow="0" w:firstColumn="1" w:lastColumn="0" w:oddVBand="0" w:evenVBand="0" w:oddHBand="0" w:evenHBand="0" w:firstRowFirstColumn="0" w:firstRowLastColumn="0" w:lastRowFirstColumn="0" w:lastRowLastColumn="0"/>
            <w:tcW w:w="3056" w:type="dxa"/>
          </w:tcPr>
          <w:p w14:paraId="354E805A" w14:textId="77777777" w:rsidR="004C365B" w:rsidRPr="00F95FBD" w:rsidRDefault="004C365B" w:rsidP="00A47078">
            <w:pPr>
              <w:pStyle w:val="Tabulka"/>
            </w:pPr>
            <w:r w:rsidRPr="00F95FBD">
              <w:t>E-mail</w:t>
            </w:r>
          </w:p>
        </w:tc>
        <w:tc>
          <w:tcPr>
            <w:tcW w:w="5812" w:type="dxa"/>
            <w:vAlign w:val="top"/>
          </w:tcPr>
          <w:p w14:paraId="1F9ECC32" w14:textId="5E6FF075" w:rsidR="004C365B" w:rsidRPr="004C365B" w:rsidRDefault="00A96E30" w:rsidP="00A47078">
            <w:pPr>
              <w:pStyle w:val="Tabulka"/>
              <w:cnfStyle w:val="000000000000" w:firstRow="0" w:lastRow="0" w:firstColumn="0" w:lastColumn="0" w:oddVBand="0" w:evenVBand="0" w:oddHBand="0" w:evenHBand="0" w:firstRowFirstColumn="0" w:firstRowLastColumn="0" w:lastRowFirstColumn="0" w:lastRowLastColumn="0"/>
            </w:pPr>
            <w:hyperlink r:id="rId33" w:history="1">
              <w:r w:rsidR="004C365B" w:rsidRPr="001040DF">
                <w:rPr>
                  <w:rStyle w:val="Hypertextovodkaz"/>
                  <w:noProof w:val="0"/>
                </w:rPr>
                <w:t>Droppa@spravazeleznic.cz</w:t>
              </w:r>
            </w:hyperlink>
          </w:p>
        </w:tc>
      </w:tr>
      <w:tr w:rsidR="004C365B" w:rsidRPr="00F95FBD" w14:paraId="343E7AA0" w14:textId="77777777" w:rsidTr="00A47078">
        <w:tc>
          <w:tcPr>
            <w:cnfStyle w:val="001000000000" w:firstRow="0" w:lastRow="0" w:firstColumn="1" w:lastColumn="0" w:oddVBand="0" w:evenVBand="0" w:oddHBand="0" w:evenHBand="0" w:firstRowFirstColumn="0" w:firstRowLastColumn="0" w:lastRowFirstColumn="0" w:lastRowLastColumn="0"/>
            <w:tcW w:w="3056" w:type="dxa"/>
          </w:tcPr>
          <w:p w14:paraId="39300E88" w14:textId="77777777" w:rsidR="004C365B" w:rsidRPr="00F95FBD" w:rsidRDefault="004C365B" w:rsidP="00A47078">
            <w:pPr>
              <w:pStyle w:val="Tabulka"/>
            </w:pPr>
            <w:r w:rsidRPr="00F95FBD">
              <w:t>Telefon</w:t>
            </w:r>
          </w:p>
        </w:tc>
        <w:tc>
          <w:tcPr>
            <w:tcW w:w="5812" w:type="dxa"/>
            <w:vAlign w:val="top"/>
          </w:tcPr>
          <w:p w14:paraId="03AA384C" w14:textId="18469D64" w:rsidR="004C365B" w:rsidRPr="00561E86" w:rsidRDefault="004C365B" w:rsidP="00A470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+420</w:t>
            </w:r>
            <w:r>
              <w:t> 702 142 749</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4810B778" w14:textId="527204C0" w:rsidR="00165977" w:rsidRPr="00F95FBD" w:rsidRDefault="007C5289" w:rsidP="00165977">
      <w:pPr>
        <w:pStyle w:val="Nadpistabulky"/>
        <w:rPr>
          <w:sz w:val="18"/>
          <w:szCs w:val="18"/>
        </w:rPr>
      </w:pPr>
      <w:r w:rsidRPr="00F95FBD">
        <w:rPr>
          <w:sz w:val="18"/>
          <w:szCs w:val="18"/>
        </w:rPr>
        <w:t xml:space="preserve">Specialista (vedoucí prací) na </w:t>
      </w:r>
      <w:r w:rsidR="004C365B">
        <w:rPr>
          <w:sz w:val="18"/>
          <w:szCs w:val="18"/>
        </w:rPr>
        <w:t>technická zařízení budov – vytápění a vzduchotechniku</w:t>
      </w:r>
    </w:p>
    <w:tbl>
      <w:tblPr>
        <w:tblStyle w:val="Tabulka10"/>
        <w:tblW w:w="8868" w:type="dxa"/>
        <w:tblLook w:val="04A0" w:firstRow="1" w:lastRow="0" w:firstColumn="1" w:lastColumn="0" w:noHBand="0" w:noVBand="1"/>
      </w:tblPr>
      <w:tblGrid>
        <w:gridCol w:w="3056"/>
        <w:gridCol w:w="5812"/>
      </w:tblGrid>
      <w:tr w:rsidR="0018030C" w:rsidRPr="00F95FBD" w14:paraId="70155A3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E43014" w14:textId="67C5761F"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0B36793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8030C" w:rsidRPr="00F95FBD" w:rsidRDefault="0018030C" w:rsidP="0018030C">
            <w:pPr>
              <w:pStyle w:val="Tabulka"/>
            </w:pPr>
            <w:r w:rsidRPr="00F95FBD">
              <w:t>Adresa</w:t>
            </w:r>
          </w:p>
        </w:tc>
        <w:tc>
          <w:tcPr>
            <w:tcW w:w="5812" w:type="dxa"/>
            <w:vAlign w:val="top"/>
          </w:tcPr>
          <w:p w14:paraId="56621117" w14:textId="568FD30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922A99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8030C" w:rsidRPr="00F95FBD" w:rsidRDefault="0018030C" w:rsidP="0018030C">
            <w:pPr>
              <w:pStyle w:val="Tabulka"/>
            </w:pPr>
            <w:r w:rsidRPr="00F95FBD">
              <w:t>E-mail</w:t>
            </w:r>
          </w:p>
        </w:tc>
        <w:tc>
          <w:tcPr>
            <w:tcW w:w="5812" w:type="dxa"/>
            <w:vAlign w:val="top"/>
          </w:tcPr>
          <w:p w14:paraId="41619F22" w14:textId="3B0A019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18030C" w:rsidRPr="00F95FBD" w14:paraId="55977E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8030C" w:rsidRPr="00F95FBD" w:rsidRDefault="0018030C" w:rsidP="0018030C">
            <w:pPr>
              <w:pStyle w:val="Tabulka"/>
            </w:pPr>
            <w:r w:rsidRPr="00F95FBD">
              <w:t>Telefon</w:t>
            </w:r>
          </w:p>
        </w:tc>
        <w:tc>
          <w:tcPr>
            <w:tcW w:w="5812" w:type="dxa"/>
            <w:vAlign w:val="top"/>
          </w:tcPr>
          <w:p w14:paraId="51C6E04B" w14:textId="3412A3A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2FCE8C82" w14:textId="77777777" w:rsidR="00165977" w:rsidRPr="00F95FBD" w:rsidRDefault="00165977"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C365B">
              <w:rPr>
                <w:highlight w:val="yellow"/>
              </w:rPr>
              <w:t xml:space="preserve">Na toto místo bude jako minimální výše pojistného plnění vložena částka, která bude odpovídat výši Ceny Díla bez DPH, kterou </w:t>
            </w:r>
            <w:r w:rsidR="00306966" w:rsidRPr="004C365B">
              <w:rPr>
                <w:highlight w:val="yellow"/>
              </w:rPr>
              <w:t xml:space="preserve">účastník výběrového řízení </w:t>
            </w:r>
            <w:r w:rsidRPr="004C365B">
              <w:rPr>
                <w:highlight w:val="yellow"/>
              </w:rPr>
              <w:t>včlení do těla závazného vzoru Smlouvy předloženého</w:t>
            </w:r>
            <w:r w:rsidR="00A349C6" w:rsidRPr="004C365B">
              <w:rPr>
                <w:highlight w:val="yellow"/>
              </w:rPr>
              <w:t xml:space="preserve"> v </w:t>
            </w:r>
            <w:r w:rsidRPr="004C365B">
              <w:rPr>
                <w:highlight w:val="yellow"/>
              </w:rPr>
              <w:t xml:space="preserve">nabídce </w:t>
            </w:r>
            <w:r w:rsidR="00306966" w:rsidRPr="004C365B">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6692AA8"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4C365B">
              <w:t xml:space="preserve">Minimálně </w:t>
            </w:r>
            <w:r w:rsidR="004C365B" w:rsidRPr="004C365B">
              <w:t>10 000 000,-</w:t>
            </w:r>
            <w:r w:rsidRPr="004C365B">
              <w:t xml:space="preserve"> Kč na jednu pojistnou událost</w:t>
            </w:r>
            <w:r w:rsidR="00A349C6" w:rsidRPr="004C365B">
              <w:t xml:space="preserve"> a </w:t>
            </w:r>
            <w:r w:rsidR="004C365B" w:rsidRPr="004C365B">
              <w:t>20 000 000,-</w:t>
            </w:r>
            <w:r w:rsidRPr="004C365B">
              <w:t xml:space="preserve"> Kč</w:t>
            </w:r>
            <w:r w:rsidR="00A349C6" w:rsidRPr="004C365B">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4C365B">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C357F" w14:textId="77777777" w:rsidR="00AE7816" w:rsidRDefault="00AE7816" w:rsidP="00962258">
      <w:pPr>
        <w:spacing w:after="0" w:line="240" w:lineRule="auto"/>
      </w:pPr>
      <w:r>
        <w:separator/>
      </w:r>
    </w:p>
  </w:endnote>
  <w:endnote w:type="continuationSeparator" w:id="0">
    <w:p w14:paraId="1A6DDE81" w14:textId="77777777" w:rsidR="00AE7816" w:rsidRDefault="00AE78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29B66D4C"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DD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1DD1">
            <w:rPr>
              <w:rStyle w:val="slostrnky"/>
              <w:noProof/>
            </w:rPr>
            <w:t>30</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69B5D5A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28235E8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385B196D"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6E30">
            <w:rPr>
              <w:rStyle w:val="slostrnky"/>
              <w:noProof/>
            </w:rPr>
            <w:t>2</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1FFCD14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2</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6E6BB3D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102E30B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125BA034"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1DD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1DD1">
            <w:rPr>
              <w:rStyle w:val="slostrnky"/>
              <w:noProof/>
            </w:rPr>
            <w:t>30</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1D4E33B6"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6E30">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BA683E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714528BB" w14:textId="6C5A7DA7" w:rsidR="003E7501" w:rsidRDefault="003E7501" w:rsidP="00C82D65">
    <w:pPr>
      <w:spacing w:after="0" w:line="240" w:lineRule="auto"/>
      <w:rPr>
        <w:b/>
        <w:i/>
        <w:color w:val="00B050"/>
      </w:rPr>
    </w:pPr>
    <w:r w:rsidRPr="00BC322B">
      <w:rPr>
        <w:b/>
        <w:i/>
        <w:color w:val="00B050"/>
      </w:rPr>
      <w:t xml:space="preserve"> </w:t>
    </w:r>
  </w:p>
  <w:p w14:paraId="322CE0D8" w14:textId="64D0E2CA" w:rsidR="003E7501" w:rsidRPr="00F1528E" w:rsidRDefault="003E7501" w:rsidP="00F1528E">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61FBA78A"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435C5FD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264085B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A6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6E30">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06A4E" w14:textId="77777777" w:rsidR="00AE7816" w:rsidRDefault="00AE7816" w:rsidP="00962258">
      <w:pPr>
        <w:spacing w:after="0" w:line="240" w:lineRule="auto"/>
      </w:pPr>
      <w:r>
        <w:separator/>
      </w:r>
    </w:p>
  </w:footnote>
  <w:footnote w:type="continuationSeparator" w:id="0">
    <w:p w14:paraId="677D876F" w14:textId="77777777" w:rsidR="00AE7816" w:rsidRDefault="00AE78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5224930">
    <w:abstractNumId w:val="3"/>
  </w:num>
  <w:num w:numId="2" w16cid:durableId="17513810">
    <w:abstractNumId w:val="1"/>
  </w:num>
  <w:num w:numId="3" w16cid:durableId="443960062">
    <w:abstractNumId w:val="13"/>
  </w:num>
  <w:num w:numId="4" w16cid:durableId="986519586">
    <w:abstractNumId w:val="4"/>
  </w:num>
  <w:num w:numId="5" w16cid:durableId="8216552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282758">
    <w:abstractNumId w:val="6"/>
  </w:num>
  <w:num w:numId="7" w16cid:durableId="2072994967">
    <w:abstractNumId w:val="8"/>
  </w:num>
  <w:num w:numId="8" w16cid:durableId="271715381">
    <w:abstractNumId w:val="11"/>
  </w:num>
  <w:num w:numId="9" w16cid:durableId="798380986">
    <w:abstractNumId w:val="0"/>
  </w:num>
  <w:num w:numId="10" w16cid:durableId="1179779334">
    <w:abstractNumId w:val="2"/>
  </w:num>
  <w:num w:numId="11" w16cid:durableId="1669945643">
    <w:abstractNumId w:val="15"/>
  </w:num>
  <w:num w:numId="12" w16cid:durableId="737477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8050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304582">
    <w:abstractNumId w:val="0"/>
  </w:num>
  <w:num w:numId="15" w16cid:durableId="1811436329">
    <w:abstractNumId w:val="2"/>
  </w:num>
  <w:num w:numId="16" w16cid:durableId="1499268078">
    <w:abstractNumId w:val="2"/>
  </w:num>
  <w:num w:numId="17" w16cid:durableId="1478034711">
    <w:abstractNumId w:val="6"/>
  </w:num>
  <w:num w:numId="18" w16cid:durableId="456459211">
    <w:abstractNumId w:val="6"/>
  </w:num>
  <w:num w:numId="19" w16cid:durableId="41946213">
    <w:abstractNumId w:val="6"/>
  </w:num>
  <w:num w:numId="20" w16cid:durableId="759063627">
    <w:abstractNumId w:val="6"/>
  </w:num>
  <w:num w:numId="21" w16cid:durableId="545718484">
    <w:abstractNumId w:val="8"/>
  </w:num>
  <w:num w:numId="22" w16cid:durableId="1680933086">
    <w:abstractNumId w:val="8"/>
  </w:num>
  <w:num w:numId="23" w16cid:durableId="1385831006">
    <w:abstractNumId w:val="8"/>
  </w:num>
  <w:num w:numId="24" w16cid:durableId="157307427">
    <w:abstractNumId w:val="8"/>
  </w:num>
  <w:num w:numId="25" w16cid:durableId="1457017447">
    <w:abstractNumId w:val="11"/>
  </w:num>
  <w:num w:numId="26" w16cid:durableId="956639369">
    <w:abstractNumId w:val="0"/>
  </w:num>
  <w:num w:numId="27" w16cid:durableId="180511870">
    <w:abstractNumId w:val="0"/>
  </w:num>
  <w:num w:numId="28" w16cid:durableId="121654557">
    <w:abstractNumId w:val="2"/>
  </w:num>
  <w:num w:numId="29" w16cid:durableId="459880804">
    <w:abstractNumId w:val="2"/>
  </w:num>
  <w:num w:numId="30" w16cid:durableId="1745834120">
    <w:abstractNumId w:val="15"/>
  </w:num>
  <w:num w:numId="31" w16cid:durableId="1477795785">
    <w:abstractNumId w:val="15"/>
  </w:num>
  <w:num w:numId="32" w16cid:durableId="450975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5048939">
    <w:abstractNumId w:val="14"/>
  </w:num>
  <w:num w:numId="34" w16cid:durableId="1967930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6293896">
    <w:abstractNumId w:val="16"/>
  </w:num>
  <w:num w:numId="36" w16cid:durableId="549273005">
    <w:abstractNumId w:val="0"/>
  </w:num>
  <w:num w:numId="37" w16cid:durableId="1565946868">
    <w:abstractNumId w:val="10"/>
  </w:num>
  <w:num w:numId="38" w16cid:durableId="813178677">
    <w:abstractNumId w:val="0"/>
  </w:num>
  <w:num w:numId="39" w16cid:durableId="590548361">
    <w:abstractNumId w:val="7"/>
  </w:num>
  <w:num w:numId="40" w16cid:durableId="256838902">
    <w:abstractNumId w:val="0"/>
  </w:num>
  <w:num w:numId="41" w16cid:durableId="1914730319">
    <w:abstractNumId w:val="0"/>
  </w:num>
  <w:num w:numId="42" w16cid:durableId="2018381371">
    <w:abstractNumId w:val="12"/>
  </w:num>
  <w:num w:numId="43" w16cid:durableId="387918703">
    <w:abstractNumId w:val="17"/>
  </w:num>
  <w:num w:numId="44" w16cid:durableId="854808991">
    <w:abstractNumId w:val="0"/>
  </w:num>
  <w:num w:numId="45" w16cid:durableId="63721719">
    <w:abstractNumId w:val="0"/>
  </w:num>
  <w:num w:numId="46" w16cid:durableId="717972546">
    <w:abstractNumId w:val="0"/>
  </w:num>
  <w:num w:numId="47" w16cid:durableId="331227174">
    <w:abstractNumId w:val="0"/>
  </w:num>
  <w:num w:numId="48" w16cid:durableId="94477226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FC2"/>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452E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217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08A4"/>
    <w:rsid w:val="00473225"/>
    <w:rsid w:val="00483969"/>
    <w:rsid w:val="00484FB4"/>
    <w:rsid w:val="00486107"/>
    <w:rsid w:val="00486EAD"/>
    <w:rsid w:val="00491827"/>
    <w:rsid w:val="004A36B7"/>
    <w:rsid w:val="004A59C4"/>
    <w:rsid w:val="004A5A2A"/>
    <w:rsid w:val="004B4299"/>
    <w:rsid w:val="004B6255"/>
    <w:rsid w:val="004C1A60"/>
    <w:rsid w:val="004C365B"/>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1F45"/>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4165"/>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471CF"/>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B12"/>
    <w:rsid w:val="00996CB8"/>
    <w:rsid w:val="009A0E00"/>
    <w:rsid w:val="009A12BD"/>
    <w:rsid w:val="009A4A6B"/>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96E30"/>
    <w:rsid w:val="00AA4530"/>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E7816"/>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0528"/>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1DD1"/>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528E"/>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4C3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Dropp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95EC7DA-3C28-402E-B2FD-40622D7488B9}">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30</Pages>
  <Words>6361</Words>
  <Characters>37534</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2021-01-26T08:00:00Z</cp:lastPrinted>
  <dcterms:created xsi:type="dcterms:W3CDTF">2024-04-19T11:18:00Z</dcterms:created>
  <dcterms:modified xsi:type="dcterms:W3CDTF">2024-04-26T11:15:00Z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