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157A17" w14:textId="77777777" w:rsidR="00DE6DE1" w:rsidRDefault="00F422D3" w:rsidP="00DE6DE1">
      <w:pPr>
        <w:pStyle w:val="Titul1"/>
        <w:spacing w:after="0"/>
      </w:pPr>
      <w:r w:rsidRPr="005D6794">
        <w:t>SMLOUVA O DÍLO</w:t>
      </w:r>
    </w:p>
    <w:p w14:paraId="32F9B499" w14:textId="77777777" w:rsidR="00F422D3" w:rsidRPr="005D6794" w:rsidRDefault="00F422D3" w:rsidP="005D6794">
      <w:pPr>
        <w:pStyle w:val="Titul1"/>
      </w:pPr>
      <w:r w:rsidRPr="005D6794">
        <w:t xml:space="preserve">NA </w:t>
      </w:r>
      <w:r w:rsidR="00F91101">
        <w:t>VÝKON ČINNOSTI KOORDINÁTORA bezpeČNOSTI A OCHRANY ZDRAVÍ PŘI PRÁCI</w:t>
      </w:r>
      <w:r w:rsidR="00F82A52">
        <w:t xml:space="preserve"> NA STAVENIŠTI VE FÁZI PŘÍPRAVY A REALIZACE</w:t>
      </w:r>
    </w:p>
    <w:p w14:paraId="30922F2B" w14:textId="6B51E9A3" w:rsidR="00F422D3" w:rsidRDefault="00F422D3" w:rsidP="00B42F40">
      <w:pPr>
        <w:pStyle w:val="Titul2"/>
      </w:pPr>
      <w:r>
        <w:t xml:space="preserve">Název zakázky: </w:t>
      </w:r>
      <w:r w:rsidR="009B42BC" w:rsidRPr="009B42BC">
        <w:t>„Výstavba uzlové trakční napájecí stanice Brno-Černovice“, BOZP</w:t>
      </w:r>
    </w:p>
    <w:p w14:paraId="73285970" w14:textId="77777777" w:rsidR="00F422D3" w:rsidRPr="00B42F40" w:rsidRDefault="00F422D3" w:rsidP="00B42F40">
      <w:pPr>
        <w:pStyle w:val="Nadpisbezsl1-2"/>
      </w:pPr>
      <w:r w:rsidRPr="00B42F40">
        <w:t>Smluvní strany:</w:t>
      </w:r>
    </w:p>
    <w:p w14:paraId="6DFC0F34" w14:textId="77777777" w:rsidR="00AF4519" w:rsidRDefault="00AF4519" w:rsidP="00B42F40">
      <w:pPr>
        <w:pStyle w:val="Textbezodsazen"/>
        <w:spacing w:after="0"/>
        <w:rPr>
          <w:b/>
        </w:rPr>
      </w:pPr>
      <w:r>
        <w:rPr>
          <w:b/>
        </w:rPr>
        <w:t>Objednatel</w:t>
      </w:r>
    </w:p>
    <w:p w14:paraId="79E01EEB" w14:textId="77777777" w:rsidR="00F422D3" w:rsidRPr="00F422D3" w:rsidRDefault="00F422D3" w:rsidP="00B42F40">
      <w:pPr>
        <w:pStyle w:val="Textbezodsazen"/>
        <w:spacing w:after="0"/>
        <w:rPr>
          <w:b/>
        </w:rPr>
      </w:pPr>
      <w:r w:rsidRPr="00F422D3">
        <w:rPr>
          <w:b/>
        </w:rPr>
        <w:t>Správa železni</w:t>
      </w:r>
      <w:r w:rsidR="001308B2">
        <w:rPr>
          <w:b/>
        </w:rPr>
        <w:t>c</w:t>
      </w:r>
      <w:r w:rsidRPr="00F422D3">
        <w:rPr>
          <w:b/>
        </w:rPr>
        <w:t>, státní organizace</w:t>
      </w:r>
    </w:p>
    <w:p w14:paraId="260F2644" w14:textId="77777777" w:rsidR="00F422D3" w:rsidRDefault="00F422D3" w:rsidP="00B42F40">
      <w:pPr>
        <w:pStyle w:val="Textbezodsazen"/>
        <w:spacing w:after="0"/>
      </w:pPr>
      <w:r>
        <w:t xml:space="preserve">se sídlem: Dlážděná 1003/7, 110 00 Praha 1 - Nové Město </w:t>
      </w:r>
    </w:p>
    <w:p w14:paraId="2E3BD326" w14:textId="77777777" w:rsidR="00F422D3" w:rsidRDefault="00F422D3" w:rsidP="00B42F40">
      <w:pPr>
        <w:pStyle w:val="Textbezodsazen"/>
        <w:spacing w:after="0"/>
      </w:pPr>
      <w:r>
        <w:t>IČO: 70994234 DIČ: CZ70994234</w:t>
      </w:r>
    </w:p>
    <w:p w14:paraId="482027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149768E3"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Miroslavem Bocákem</w:t>
      </w:r>
      <w:r w:rsidRPr="009E0829">
        <w:t xml:space="preserve">, </w:t>
      </w:r>
      <w:r w:rsidR="00F91101" w:rsidRPr="009E0829">
        <w:t>ředitelem organizační jednotky Stavební správa východ</w:t>
      </w:r>
      <w:r w:rsidRPr="009E0829">
        <w:t xml:space="preserve"> </w:t>
      </w:r>
    </w:p>
    <w:p w14:paraId="0F9F7FB8" w14:textId="77777777" w:rsidR="00F91101" w:rsidRDefault="00F91101" w:rsidP="00B42F40">
      <w:pPr>
        <w:pStyle w:val="Textbezodsazen"/>
        <w:spacing w:after="0"/>
        <w:rPr>
          <w:rStyle w:val="Zdraznnjemn"/>
          <w:b/>
          <w:iCs w:val="0"/>
          <w:color w:val="auto"/>
        </w:rPr>
      </w:pPr>
    </w:p>
    <w:p w14:paraId="74F3729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A80B06D" w14:textId="77777777" w:rsidR="00F422D3" w:rsidRDefault="00F422D3" w:rsidP="00B42F40">
      <w:pPr>
        <w:pStyle w:val="Textbezodsazen"/>
        <w:spacing w:after="0"/>
      </w:pPr>
      <w:r>
        <w:t>Správa železni</w:t>
      </w:r>
      <w:r w:rsidR="001308B2">
        <w:t>c</w:t>
      </w:r>
      <w:r>
        <w:t>, státní organizace</w:t>
      </w:r>
    </w:p>
    <w:p w14:paraId="75FD12D9" w14:textId="77777777" w:rsidR="00F422D3" w:rsidRDefault="00F422D3" w:rsidP="00B42F40">
      <w:pPr>
        <w:pStyle w:val="Textbezodsazen"/>
      </w:pPr>
      <w:r w:rsidRPr="00B42F40">
        <w:t>Stavební</w:t>
      </w:r>
      <w:r>
        <w:t xml:space="preserve"> správa </w:t>
      </w:r>
      <w:r w:rsidR="00F91101">
        <w:t>východ, Nerudova 1, 77900 Olomouc</w:t>
      </w:r>
    </w:p>
    <w:p w14:paraId="08C8F317"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20226E55"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3721B581" w14:textId="1275CFF4" w:rsidR="009B42BC" w:rsidRPr="009B42BC" w:rsidRDefault="009B42BC" w:rsidP="009B42BC">
      <w:pPr>
        <w:spacing w:after="120"/>
        <w:jc w:val="both"/>
        <w:rPr>
          <w:rFonts w:ascii="Verdana" w:hAnsi="Verdana"/>
        </w:rPr>
      </w:pPr>
      <w:r>
        <w:rPr>
          <w:rFonts w:ascii="Verdana" w:hAnsi="Verdana"/>
        </w:rPr>
        <w:t xml:space="preserve">         </w:t>
      </w:r>
      <w:r w:rsidRPr="009B42BC">
        <w:rPr>
          <w:rFonts w:ascii="Verdana" w:hAnsi="Verdana"/>
        </w:rPr>
        <w:t>Mgr. Markéta Volfová, tel.: +420 725 915</w:t>
      </w:r>
      <w:r>
        <w:rPr>
          <w:rFonts w:ascii="Verdana" w:hAnsi="Verdana"/>
        </w:rPr>
        <w:t> </w:t>
      </w:r>
      <w:r w:rsidRPr="009B42BC">
        <w:rPr>
          <w:rFonts w:ascii="Verdana" w:hAnsi="Verdana"/>
        </w:rPr>
        <w:t>943</w:t>
      </w:r>
      <w:r>
        <w:rPr>
          <w:rFonts w:ascii="Verdana" w:hAnsi="Verdana"/>
        </w:rPr>
        <w:t>,</w:t>
      </w:r>
    </w:p>
    <w:p w14:paraId="74A086E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5A51C743" w14:textId="77777777" w:rsidR="009B42BC" w:rsidRPr="005C7EED" w:rsidRDefault="009B42BC" w:rsidP="009B42BC">
      <w:pPr>
        <w:spacing w:after="120"/>
        <w:ind w:left="567"/>
        <w:jc w:val="both"/>
        <w:rPr>
          <w:rFonts w:ascii="Verdana" w:hAnsi="Verdana" w:cs="Calibri"/>
        </w:rPr>
      </w:pPr>
      <w:r w:rsidRPr="00F42525">
        <w:t>Ing. Vojtěch Kuchař</w:t>
      </w:r>
      <w:r w:rsidRPr="00F42525">
        <w:rPr>
          <w:rFonts w:ascii="Verdana" w:hAnsi="Verdana" w:cs="Calibri"/>
        </w:rPr>
        <w:t>,</w:t>
      </w:r>
      <w:r>
        <w:rPr>
          <w:rFonts w:ascii="Verdana" w:hAnsi="Verdana" w:cs="Calibri"/>
        </w:rPr>
        <w:t xml:space="preserve"> </w:t>
      </w:r>
      <w:r w:rsidRPr="005C7EED">
        <w:rPr>
          <w:rFonts w:ascii="Verdana" w:hAnsi="Verdana" w:cs="Calibri"/>
        </w:rPr>
        <w:t xml:space="preserve">tel.: </w:t>
      </w:r>
      <w:r w:rsidRPr="00F46658">
        <w:rPr>
          <w:rFonts w:ascii="Verdana" w:hAnsi="Verdana"/>
        </w:rPr>
        <w:t>+420</w:t>
      </w:r>
      <w:r>
        <w:rPr>
          <w:rFonts w:ascii="Verdana" w:hAnsi="Verdana"/>
        </w:rPr>
        <w:t> 702 164 084</w:t>
      </w:r>
      <w:r w:rsidRPr="005C7EED">
        <w:rPr>
          <w:rFonts w:ascii="Verdana" w:hAnsi="Verdana" w:cs="Arial"/>
        </w:rPr>
        <w:t>,</w:t>
      </w:r>
    </w:p>
    <w:p w14:paraId="37E9AEF9"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14:paraId="1AEA5C54" w14:textId="27D42627" w:rsidR="00F91101" w:rsidRDefault="009B42BC" w:rsidP="009B42BC">
      <w:pPr>
        <w:spacing w:after="120"/>
        <w:jc w:val="both"/>
      </w:pPr>
      <w:r>
        <w:t xml:space="preserve">        </w:t>
      </w:r>
      <w:r w:rsidRPr="0096452A">
        <w:t xml:space="preserve">Petr Richter, </w:t>
      </w:r>
      <w:r w:rsidRPr="009B42BC">
        <w:rPr>
          <w:rFonts w:ascii="Verdana" w:hAnsi="Verdana"/>
        </w:rPr>
        <w:t>tel.: +420 724 932 308</w:t>
      </w:r>
      <w:r w:rsidR="00F91101" w:rsidRPr="005C7EED">
        <w:rPr>
          <w:rFonts w:ascii="Verdana" w:hAnsi="Verdana" w:cs="Arial"/>
        </w:rPr>
        <w:t>.</w:t>
      </w:r>
    </w:p>
    <w:p w14:paraId="2BE4BC23" w14:textId="77777777" w:rsidR="00F422D3" w:rsidRDefault="00F422D3" w:rsidP="00B42F40">
      <w:pPr>
        <w:pStyle w:val="Textbezodsazen"/>
      </w:pPr>
      <w:r>
        <w:t>(</w:t>
      </w:r>
      <w:r w:rsidRPr="00B42F40">
        <w:t>dále</w:t>
      </w:r>
      <w:r>
        <w:t xml:space="preserve"> jen „</w:t>
      </w:r>
      <w:r w:rsidR="009222E1">
        <w:rPr>
          <w:b/>
        </w:rPr>
        <w:t>Objednatel</w:t>
      </w:r>
      <w:r>
        <w:t>“)</w:t>
      </w:r>
    </w:p>
    <w:p w14:paraId="01125858" w14:textId="77777777" w:rsidR="00F422D3" w:rsidRDefault="00F422D3" w:rsidP="00B42F40">
      <w:pPr>
        <w:pStyle w:val="Textbezodsazen"/>
        <w:spacing w:after="0"/>
      </w:pPr>
      <w:r>
        <w:t xml:space="preserve">číslo smlouvy: </w:t>
      </w:r>
      <w:r w:rsidR="00DE6DE1" w:rsidRPr="00131DBB">
        <w:rPr>
          <w:highlight w:val="green"/>
        </w:rPr>
        <w:fldChar w:fldCharType="begin"/>
      </w:r>
      <w:r w:rsidR="00DE6DE1" w:rsidRPr="00131DBB">
        <w:rPr>
          <w:highlight w:val="green"/>
        </w:rPr>
        <w:instrText xml:space="preserve"> MACROBUTTON  VložitŠirokouMezeru "[VLOŽÍ OBJEDNATEL]" </w:instrText>
      </w:r>
      <w:r w:rsidR="00DE6DE1" w:rsidRPr="00131DBB">
        <w:rPr>
          <w:highlight w:val="green"/>
        </w:rPr>
        <w:fldChar w:fldCharType="end"/>
      </w:r>
      <w:r>
        <w:t xml:space="preserve"> </w:t>
      </w:r>
    </w:p>
    <w:p w14:paraId="37D3E257" w14:textId="77777777" w:rsidR="00B3036E" w:rsidRDefault="00B3036E" w:rsidP="00B3036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69EEA30" w14:textId="2935BDEF" w:rsidR="00F422D3" w:rsidRDefault="00F422D3" w:rsidP="00B42F40">
      <w:pPr>
        <w:pStyle w:val="Textbezodsazen"/>
      </w:pPr>
      <w:r>
        <w:t xml:space="preserve">ISPROFOND: </w:t>
      </w:r>
      <w:r w:rsidR="009B42BC" w:rsidRPr="009B42BC">
        <w:t>5623520025</w:t>
      </w:r>
    </w:p>
    <w:p w14:paraId="298B1CCA" w14:textId="77777777" w:rsidR="00B42F40" w:rsidRDefault="00B42F40" w:rsidP="00B42F40">
      <w:pPr>
        <w:pStyle w:val="Textbezodsazen"/>
      </w:pPr>
    </w:p>
    <w:p w14:paraId="58DC33B1" w14:textId="77777777" w:rsidR="00F422D3" w:rsidRDefault="00F422D3" w:rsidP="00B42F40">
      <w:pPr>
        <w:pStyle w:val="Textbezodsazen"/>
      </w:pPr>
      <w:r w:rsidRPr="00B42F40">
        <w:t>a</w:t>
      </w:r>
    </w:p>
    <w:p w14:paraId="12B803FE" w14:textId="77777777" w:rsidR="00CC6517" w:rsidRPr="00B42F40" w:rsidRDefault="00CC6517" w:rsidP="00B42F40">
      <w:pPr>
        <w:pStyle w:val="Textbezodsazen"/>
      </w:pPr>
    </w:p>
    <w:p w14:paraId="387DCFF6" w14:textId="77777777" w:rsidR="00AF4519" w:rsidRDefault="00AF4519" w:rsidP="00B42F40">
      <w:pPr>
        <w:pStyle w:val="Textbezodsazen"/>
        <w:spacing w:after="0"/>
        <w:rPr>
          <w:b/>
        </w:rPr>
      </w:pPr>
      <w:r>
        <w:rPr>
          <w:b/>
        </w:rPr>
        <w:t>Zhotovitel</w:t>
      </w:r>
    </w:p>
    <w:p w14:paraId="4D9FDC0B" w14:textId="77777777" w:rsidR="00F422D3" w:rsidRPr="00B42F40" w:rsidRDefault="00DE6DE1"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14:paraId="08C97D5F" w14:textId="77777777" w:rsidR="00F422D3" w:rsidRPr="00B42F40" w:rsidRDefault="00F422D3" w:rsidP="00B42F40">
      <w:pPr>
        <w:pStyle w:val="Textbezodsazen"/>
        <w:spacing w:after="0"/>
      </w:pPr>
      <w:r w:rsidRPr="00B42F40">
        <w:t xml:space="preserve">se sídlem: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34DB6427" w14:textId="77777777" w:rsidR="00F422D3" w:rsidRPr="00B42F40" w:rsidRDefault="00F422D3" w:rsidP="00B42F40">
      <w:pPr>
        <w:pStyle w:val="Textbezodsazen"/>
        <w:spacing w:after="0"/>
      </w:pPr>
      <w:r w:rsidRPr="00B42F40">
        <w:t xml:space="preserve">IČO: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DIČ: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5F9E0050"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soudem</w:t>
      </w:r>
      <w:r w:rsidR="00A349C6">
        <w:t xml:space="preserve"> v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w:t>
      </w:r>
    </w:p>
    <w:p w14:paraId="4B7ED63A" w14:textId="77777777" w:rsidR="00F422D3" w:rsidRPr="00B42F40" w:rsidRDefault="00F422D3" w:rsidP="00B42F40">
      <w:pPr>
        <w:pStyle w:val="Textbezodsazen"/>
        <w:spacing w:after="0"/>
      </w:pPr>
      <w:r w:rsidRPr="00B42F40">
        <w:t xml:space="preserve">spisová značka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5BED4EC1" w14:textId="77777777" w:rsidR="00F422D3" w:rsidRPr="00B42F40" w:rsidRDefault="00F422D3" w:rsidP="00B42F40">
      <w:pPr>
        <w:pStyle w:val="Textbezodsazen"/>
        <w:spacing w:after="0"/>
      </w:pPr>
      <w:r w:rsidRPr="00B42F40">
        <w:t xml:space="preserve">bank. spojení: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č. účtu: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39F31A3B" w14:textId="77777777" w:rsidR="00F422D3" w:rsidRPr="00B42F40" w:rsidRDefault="00F422D3" w:rsidP="00B42F40">
      <w:pPr>
        <w:pStyle w:val="Textbezodsazen"/>
      </w:pPr>
      <w:r w:rsidRPr="00B42F40">
        <w:t xml:space="preserve">zastoupena: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3E42144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08111FF8" w14:textId="77777777" w:rsidR="00F422D3" w:rsidRPr="00B42F40" w:rsidRDefault="00DE6DE1"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14:paraId="140432B5"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0019F36B"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7E9C030B" w14:textId="77777777" w:rsidR="006F5F96" w:rsidRPr="005C7EED" w:rsidRDefault="00DE6DE1"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422DBF86"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701948F9" w14:textId="77777777" w:rsidR="006F5F96" w:rsidRPr="005C7EED" w:rsidRDefault="00DE6DE1"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15117BBC"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5AC497C3" w14:textId="77777777" w:rsidR="006F5F96" w:rsidRDefault="00DE6DE1"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42FF0415"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4C4C7737" w14:textId="77777777" w:rsidR="006F5F96" w:rsidRPr="006F5F96" w:rsidRDefault="00DE6DE1"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2C864DCD"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37637CA0" w14:textId="77777777" w:rsidR="00F422D3" w:rsidRPr="00B42F40" w:rsidRDefault="00F422D3" w:rsidP="00B42F40">
      <w:pPr>
        <w:pStyle w:val="Textbezodsazen"/>
      </w:pPr>
      <w:r w:rsidRPr="00B42F40">
        <w:t xml:space="preserve">číslo smlouvy: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7EB0E714" w14:textId="77777777" w:rsidR="006F5F96" w:rsidRDefault="006F5F96" w:rsidP="00B42F40">
      <w:pPr>
        <w:pStyle w:val="Textbezodsazen"/>
      </w:pPr>
    </w:p>
    <w:p w14:paraId="639DEC1D"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r>
        <w:t>ust.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3C780C7F"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484368E" w14:textId="77777777" w:rsidR="00F91101" w:rsidRDefault="00F91101" w:rsidP="00106CD8">
      <w:pPr>
        <w:pStyle w:val="Textbezodsazen"/>
        <w:rPr>
          <w:b/>
        </w:rPr>
      </w:pPr>
    </w:p>
    <w:p w14:paraId="3F2DDE4C" w14:textId="77777777" w:rsidR="00F91101" w:rsidRPr="007F2FC8" w:rsidRDefault="00F91101" w:rsidP="007F2FC8">
      <w:pPr>
        <w:pStyle w:val="Nadpis1-1"/>
      </w:pPr>
      <w:r w:rsidRPr="007F2FC8">
        <w:t>PŘEDMĚT SMLOUVY</w:t>
      </w:r>
    </w:p>
    <w:p w14:paraId="5DB5D4FC" w14:textId="57450325" w:rsidR="00F91101" w:rsidRDefault="009222E1" w:rsidP="00C02F8B">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při přípravě a realizaci stavby </w:t>
      </w:r>
      <w:r w:rsidR="009B42BC" w:rsidRPr="009B42BC">
        <w:rPr>
          <w:rFonts w:ascii="Verdana" w:hAnsi="Verdana" w:cs="Calibri"/>
          <w:b/>
        </w:rPr>
        <w:t>„Výstavba uzlové trakční napájecí stanice Brno-Černovice“</w:t>
      </w:r>
      <w:r w:rsidR="00F91101" w:rsidRPr="009B42BC">
        <w:rPr>
          <w:b/>
        </w:rPr>
        <w:t xml:space="preserve"> </w:t>
      </w:r>
      <w:r w:rsidR="00F91101" w:rsidRPr="005C7EED">
        <w:t xml:space="preserve">(dále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9505A0">
        <w:t xml:space="preserve"> (dále jen „Dílo“)</w:t>
      </w:r>
      <w:r w:rsidR="00F91101" w:rsidRPr="005C7EED">
        <w:t>.</w:t>
      </w:r>
    </w:p>
    <w:p w14:paraId="23B8BD69" w14:textId="77777777" w:rsidR="00F91101" w:rsidRPr="005C7EED" w:rsidRDefault="00F91101" w:rsidP="007F2FC8">
      <w:pPr>
        <w:pStyle w:val="Text1-1"/>
      </w:pPr>
      <w:r w:rsidRPr="005C7EED">
        <w:t xml:space="preserve">Koordinátor </w:t>
      </w:r>
      <w:r w:rsidRPr="007F2FC8">
        <w:t>BOZP</w:t>
      </w:r>
      <w:r w:rsidRPr="005C7EED">
        <w:t xml:space="preserve"> je při přípravě stavby povinen vykonávat v souladu se zákonem č.</w:t>
      </w:r>
      <w:r w:rsidR="0016651F">
        <w:t> </w:t>
      </w:r>
      <w:r w:rsidRPr="005C7EED">
        <w:t>309/2006 Sb. a nařízením vlády č. 591/2006 Sb. zejména tyto činnosti:</w:t>
      </w:r>
    </w:p>
    <w:p w14:paraId="01473446" w14:textId="77777777" w:rsidR="00F91101" w:rsidRPr="005C7EED" w:rsidRDefault="00F91101" w:rsidP="00E175B2">
      <w:pPr>
        <w:numPr>
          <w:ilvl w:val="0"/>
          <w:numId w:val="12"/>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v dostatečném časovém předstihu předat </w:t>
      </w:r>
      <w:r w:rsidR="009222E1">
        <w:rPr>
          <w:rFonts w:ascii="Verdana" w:hAnsi="Verdana" w:cs="Calibri"/>
          <w:color w:val="000000"/>
        </w:rPr>
        <w:t>Objednatel</w:t>
      </w:r>
      <w:r w:rsidRPr="005C7EED">
        <w:rPr>
          <w:rFonts w:ascii="Verdana" w:hAnsi="Verdana" w:cs="Calibri"/>
          <w:color w:val="000000"/>
        </w:rPr>
        <w:t>i plán obsahující kromě náležitostí uvedených v § 15 odst. 2 zákonem č. 309/2006 Sb. také přehled právních předpisů vztahujících se ke stavbě, informace o rizicích, které se mohou při realizaci stavby vyskytnout se zřetelem na práce a činnosti vystavující fyzickou osobu zvýšenému ohrožení života nebo poškození zdraví, a další podklady nutné pro zajištění bezpečného a zdraví neohrožujícího pracovního prostředí a podmínek výkonu práce, na které je třeba vzít zřetel s ohledem na charakter stavby a její realizaci,</w:t>
      </w:r>
    </w:p>
    <w:p w14:paraId="23AD0DB7" w14:textId="77777777" w:rsidR="00F91101" w:rsidRPr="005C7EED" w:rsidRDefault="00F91101" w:rsidP="00E175B2">
      <w:pPr>
        <w:numPr>
          <w:ilvl w:val="0"/>
          <w:numId w:val="12"/>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bez zbytečného odkladu předat projektantovi, zhotoviteli</w:t>
      </w:r>
      <w:r w:rsidR="00AF4519">
        <w:rPr>
          <w:rFonts w:ascii="Verdana" w:hAnsi="Verdana" w:cs="Calibri"/>
          <w:color w:val="000000"/>
        </w:rPr>
        <w:t xml:space="preserve"> stavby</w:t>
      </w:r>
      <w:r w:rsidRPr="005C7EED">
        <w:rPr>
          <w:rFonts w:ascii="Verdana" w:hAnsi="Verdana" w:cs="Calibri"/>
          <w:color w:val="000000"/>
        </w:rPr>
        <w:t>, pokud byl již určen, popřípadě jiné osobě veškeré další informace o bezpečnostních a zdravotních rizicích, které jsou mu známy a které se dotýkají jejich činnosti,</w:t>
      </w:r>
    </w:p>
    <w:p w14:paraId="40F3E65F" w14:textId="77777777" w:rsidR="00F91101" w:rsidRPr="005C7EED" w:rsidRDefault="00F91101" w:rsidP="00E175B2">
      <w:pPr>
        <w:numPr>
          <w:ilvl w:val="0"/>
          <w:numId w:val="12"/>
        </w:numPr>
        <w:tabs>
          <w:tab w:val="clear" w:pos="900"/>
        </w:tabs>
        <w:overflowPunct w:val="0"/>
        <w:autoSpaceDE w:val="0"/>
        <w:autoSpaceDN w:val="0"/>
        <w:adjustRightInd w:val="0"/>
        <w:spacing w:before="120" w:after="120" w:line="240" w:lineRule="auto"/>
        <w:ind w:left="1134" w:hanging="357"/>
        <w:jc w:val="both"/>
        <w:textAlignment w:val="baseline"/>
        <w:rPr>
          <w:rFonts w:ascii="Verdana" w:hAnsi="Verdana" w:cs="Calibri"/>
          <w:color w:val="000000"/>
        </w:rPr>
      </w:pPr>
      <w:r w:rsidRPr="005C7EED">
        <w:rPr>
          <w:rFonts w:ascii="Verdana" w:hAnsi="Verdana" w:cs="Calibri"/>
          <w:color w:val="000000"/>
        </w:rPr>
        <w:t>provádět další činnosti stanovené prováděcím právním předpisem k zákonu č.</w:t>
      </w:r>
      <w:r w:rsidR="0016651F">
        <w:rPr>
          <w:rFonts w:ascii="Verdana" w:hAnsi="Verdana" w:cs="Calibri"/>
          <w:color w:val="000000"/>
        </w:rPr>
        <w:t> </w:t>
      </w:r>
      <w:r w:rsidRPr="005C7EED">
        <w:rPr>
          <w:rFonts w:ascii="Verdana" w:hAnsi="Verdana" w:cs="Calibri"/>
          <w:color w:val="000000"/>
        </w:rPr>
        <w:t>309/2006 Sb.,</w:t>
      </w:r>
    </w:p>
    <w:p w14:paraId="67D99507" w14:textId="77777777" w:rsidR="00F91101" w:rsidRPr="005C7EED" w:rsidRDefault="00F91101" w:rsidP="00C02F8B">
      <w:pPr>
        <w:pStyle w:val="Text1-1"/>
      </w:pPr>
      <w:r w:rsidRPr="005C7EED">
        <w:lastRenderedPageBreak/>
        <w:t>Koordinátor BOZP je při realizaci stav</w:t>
      </w:r>
      <w:r w:rsidRPr="00C02F8B">
        <w:rPr>
          <w:rStyle w:val="Text1-1Char"/>
        </w:rPr>
        <w:t>b</w:t>
      </w:r>
      <w:r w:rsidRPr="005C7EED">
        <w:t>y povinen vykonávat v souladu se zákonem č.</w:t>
      </w:r>
      <w:r w:rsidR="0016651F">
        <w:t> </w:t>
      </w:r>
      <w:r w:rsidRPr="005C7EED">
        <w:t>309/2006 Sb. a nařízením vlády č. 591/2006 Sb. zejména tyto činnosti:</w:t>
      </w:r>
    </w:p>
    <w:p w14:paraId="21370CDB"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57F4E2D5"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68AEE4D6"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188DCF52"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13572DA5" w14:textId="77777777"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14:paraId="127ED6E8" w14:textId="77777777"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27072C18"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593355D5"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2170A04D" w14:textId="77777777"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78C26E3B" w14:textId="77777777"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560BB97B" w14:textId="77777777"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1AD77AD4"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14:paraId="578FD402" w14:textId="77777777"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43C52505" w14:textId="77777777"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7D2A17EA" w14:textId="77777777"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52E469D0" w14:textId="77777777"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14:paraId="1FBC2981"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14:paraId="109104A5"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při stanovení času potřebného k bezpečnému provádění jednotlivých prací nebo činností,</w:t>
      </w:r>
    </w:p>
    <w:p w14:paraId="266BEC0F"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154BC52E"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16D8455D"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14:paraId="01E9B77D"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7E30DA72"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333955C8"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14:paraId="399CA8B5" w14:textId="77777777"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14:paraId="4A00F36E" w14:textId="77777777"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2187AE56"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14:paraId="6D37D7E1" w14:textId="77777777"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1261CD40" w14:textId="77777777"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14:paraId="4D0BC320"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14:paraId="57498947" w14:textId="77777777"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3B243CCA" w14:textId="77777777"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783CDC9C" w14:textId="77777777"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51E83499"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14:paraId="5436A906"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4FFF240B"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0A16A42C"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21A4EE39"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4F53CA10"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5C7B9AFB"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14:paraId="0CF580DA"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14:paraId="415CF3BA" w14:textId="77777777" w:rsidR="00F91101" w:rsidRPr="007F2FC8" w:rsidRDefault="00F91101" w:rsidP="007F2FC8">
      <w:pPr>
        <w:pStyle w:val="Nadpis1-1"/>
      </w:pPr>
      <w:r w:rsidRPr="007F2FC8">
        <w:t>PRÁVA A POVINNOSTI KOORDINÁTORA BOZP</w:t>
      </w:r>
    </w:p>
    <w:p w14:paraId="25FEF9D1" w14:textId="77777777"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14:paraId="41C29932" w14:textId="77777777" w:rsidR="00F91101" w:rsidRPr="005C7EED" w:rsidRDefault="00F91101" w:rsidP="007F2FC8">
      <w:pPr>
        <w:pStyle w:val="Text1-1"/>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617BFDEF"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14:paraId="6CC9B3CE"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16651F">
        <w:rPr>
          <w:rFonts w:cs="Tahoma"/>
          <w:bCs/>
        </w:rPr>
        <w:t>;</w:t>
      </w:r>
    </w:p>
    <w:p w14:paraId="1103DAF4"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Přípravná dokumentace stavby;</w:t>
      </w:r>
    </w:p>
    <w:p w14:paraId="5BF37285"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14:paraId="257D34C8"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14:paraId="4F5E95AD" w14:textId="77777777"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7AA0F073" w14:textId="77777777" w:rsidR="00F91101" w:rsidRPr="005C7EED" w:rsidRDefault="00F91101" w:rsidP="007F2FC8">
      <w:pPr>
        <w:pStyle w:val="Text1-1"/>
      </w:pPr>
      <w:r w:rsidRPr="005C7EED">
        <w:t>Koordinátor BOZP se v</w:t>
      </w:r>
      <w:r w:rsidR="0016651F">
        <w:t xml:space="preserve"> </w:t>
      </w:r>
      <w:r w:rsidRPr="005C7EED">
        <w:t xml:space="preserve">souladu interním předpisem Zam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0B356D7B" w14:textId="77777777" w:rsidR="00F91101"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14:paraId="1BB5CB59" w14:textId="77777777" w:rsidR="004832E5" w:rsidRPr="005C7EED" w:rsidRDefault="004832E5" w:rsidP="007F2FC8">
      <w:pPr>
        <w:pStyle w:val="Text1-1"/>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14:paraId="2846C9A2" w14:textId="77777777"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3EB21D73" w14:textId="77777777" w:rsidR="00F91101" w:rsidRPr="005C7EED" w:rsidRDefault="00F91101" w:rsidP="007F2FC8">
      <w:pPr>
        <w:pStyle w:val="Text1-1"/>
      </w:pPr>
      <w:r w:rsidRPr="005C7EED">
        <w:lastRenderedPageBreak/>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52209733" w14:textId="77777777"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14:paraId="475551E0" w14:textId="77777777" w:rsidR="00F91101" w:rsidRPr="005C7EED" w:rsidRDefault="00F91101" w:rsidP="007F2FC8">
      <w:pPr>
        <w:pStyle w:val="Text1-1"/>
      </w:pPr>
      <w:r w:rsidRPr="005C7EED">
        <w:t xml:space="preserve">Koordinátor BOZP je osobou oprávněnou provádět dle stavebního zákona zápisy do stavebního deníku a tyto zápisy se zavazuje provádět ve lhůtě do 2 dnů ode dne, kdy zapisované skutečnosti nastanou. </w:t>
      </w:r>
    </w:p>
    <w:p w14:paraId="2F32C9C1" w14:textId="77777777"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4A72C09D" w14:textId="77777777"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14:paraId="2F541629" w14:textId="77777777" w:rsidR="00F91101" w:rsidRPr="005C7EED" w:rsidRDefault="00F91101" w:rsidP="007F2FC8">
      <w:pPr>
        <w:pStyle w:val="Text1-1"/>
      </w:pPr>
      <w:r w:rsidRPr="005C7EED">
        <w:t>Koordinátor BOZP si je vědom skutečnosti, že nemá pravomoc zastavit stavbu.</w:t>
      </w:r>
    </w:p>
    <w:p w14:paraId="47E2F58A" w14:textId="77777777" w:rsidR="00F91101" w:rsidRPr="005C7EED" w:rsidRDefault="00F91101" w:rsidP="007F2FC8">
      <w:pPr>
        <w:pStyle w:val="Text1-1"/>
      </w:pPr>
      <w:r w:rsidRPr="005C7EED">
        <w:t>Koordinátor BOZP plně ručí za kvalitu plánu BOZP po dobu platnosti této smlouvy.</w:t>
      </w:r>
    </w:p>
    <w:p w14:paraId="68F29662" w14:textId="77777777" w:rsidR="00F91101" w:rsidRPr="005C7EED" w:rsidRDefault="00F91101" w:rsidP="007F2FC8">
      <w:pPr>
        <w:pStyle w:val="Text1-1"/>
      </w:pPr>
      <w:r w:rsidRPr="005C7EED">
        <w:t>Při plnění předmětu této smlouvy bude koordinátor BOZP postupovat komplexně s důslednou vnitřní koordinací navrhovaných postupů, zejména z hlediska minimalizace omezení realizace stavby a se zřetelem na ekonomické dopady do realizace stavby.</w:t>
      </w:r>
    </w:p>
    <w:p w14:paraId="3D8012FB" w14:textId="77777777"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7564F7CE" w14:textId="77777777" w:rsidR="00F91101" w:rsidRPr="005C7EED" w:rsidRDefault="00F91101" w:rsidP="007F2FC8">
      <w:pPr>
        <w:pStyle w:val="Text1-1"/>
      </w:pPr>
      <w:r w:rsidRPr="005C7EED">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3D8384C2" w14:textId="77777777" w:rsidR="00F91101" w:rsidRPr="007F2FC8" w:rsidRDefault="00F91101" w:rsidP="007F2FC8">
      <w:pPr>
        <w:pStyle w:val="Nadpis1-1"/>
      </w:pPr>
      <w:r w:rsidRPr="007F2FC8">
        <w:t>CENA A PLATEBNÍ PODMÍNKY</w:t>
      </w:r>
    </w:p>
    <w:p w14:paraId="7988E81B" w14:textId="77777777"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14:paraId="143D47A7"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 xml:space="preserve">Cena za výkon činnosti při přípravě stavby bez DPH </w:t>
      </w:r>
      <w:r w:rsidRPr="005C7EED">
        <w:rPr>
          <w:rFonts w:ascii="Verdana" w:hAnsi="Verdana" w:cs="Calibri"/>
        </w:rPr>
        <w:tab/>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5C7EED">
        <w:rPr>
          <w:rFonts w:ascii="Verdana" w:hAnsi="Verdana" w:cs="Calibri"/>
        </w:rPr>
        <w:t xml:space="preserve"> Kč</w:t>
      </w:r>
    </w:p>
    <w:p w14:paraId="0DF27E41" w14:textId="77777777" w:rsidR="00F91101" w:rsidRPr="004832E5" w:rsidRDefault="00F91101" w:rsidP="009A324F">
      <w:pPr>
        <w:tabs>
          <w:tab w:val="right" w:leader="dot" w:pos="8647"/>
        </w:tabs>
        <w:spacing w:after="120"/>
        <w:ind w:left="737"/>
        <w:rPr>
          <w:rFonts w:ascii="Verdana" w:hAnsi="Verdana" w:cs="Calibri"/>
          <w:u w:val="single"/>
        </w:rPr>
      </w:pPr>
      <w:r w:rsidRPr="004832E5">
        <w:rPr>
          <w:rFonts w:ascii="Verdana" w:hAnsi="Verdana" w:cs="Calibri"/>
          <w:u w:val="single"/>
        </w:rPr>
        <w:t xml:space="preserve">Cena za výkon činnosti při realizaci stavby bez DPH </w:t>
      </w:r>
      <w:r w:rsidRPr="004832E5">
        <w:rPr>
          <w:rFonts w:ascii="Verdana" w:hAnsi="Verdana" w:cs="Calibri"/>
          <w:u w:val="single"/>
        </w:rPr>
        <w:tab/>
      </w:r>
      <w:r w:rsidR="00DE6DE1" w:rsidRPr="004832E5">
        <w:rPr>
          <w:highlight w:val="yellow"/>
          <w:u w:val="single"/>
        </w:rPr>
        <w:fldChar w:fldCharType="begin"/>
      </w:r>
      <w:r w:rsidR="00DE6DE1" w:rsidRPr="004832E5">
        <w:rPr>
          <w:highlight w:val="yellow"/>
          <w:u w:val="single"/>
        </w:rPr>
        <w:instrText xml:space="preserve"> MACROBUTTON  VložitŠirokouMezeru "[VLOŽÍ DODAVATEL]" </w:instrText>
      </w:r>
      <w:r w:rsidR="00DE6DE1" w:rsidRPr="004832E5">
        <w:rPr>
          <w:highlight w:val="yellow"/>
          <w:u w:val="single"/>
        </w:rPr>
        <w:fldChar w:fldCharType="end"/>
      </w:r>
      <w:r w:rsidRPr="004832E5">
        <w:rPr>
          <w:rFonts w:ascii="Verdana" w:hAnsi="Verdana" w:cs="Calibri"/>
          <w:u w:val="single"/>
        </w:rPr>
        <w:t xml:space="preserve"> Kč</w:t>
      </w:r>
    </w:p>
    <w:p w14:paraId="2AE23A03" w14:textId="77777777" w:rsidR="00F91101" w:rsidRPr="009A324F" w:rsidRDefault="00F91101" w:rsidP="009A324F">
      <w:pPr>
        <w:tabs>
          <w:tab w:val="right" w:leader="dot" w:pos="8647"/>
        </w:tabs>
        <w:spacing w:after="120"/>
        <w:ind w:left="737"/>
        <w:rPr>
          <w:rFonts w:ascii="Verdana" w:hAnsi="Verdana" w:cs="Calibri"/>
          <w:b/>
        </w:rPr>
      </w:pPr>
      <w:r w:rsidRPr="009A324F">
        <w:rPr>
          <w:rFonts w:ascii="Verdana" w:hAnsi="Verdana" w:cs="Calibri"/>
          <w:b/>
        </w:rPr>
        <w:t xml:space="preserve">Celková cena bez DPH </w:t>
      </w:r>
      <w:r w:rsidRPr="009A324F">
        <w:rPr>
          <w:rFonts w:ascii="Verdana" w:hAnsi="Verdana" w:cs="Calibri"/>
          <w:b/>
        </w:rPr>
        <w:tab/>
      </w:r>
      <w:r w:rsidR="00DE6DE1" w:rsidRPr="00DE6DE1">
        <w:rPr>
          <w:b/>
          <w:highlight w:val="yellow"/>
        </w:rPr>
        <w:fldChar w:fldCharType="begin"/>
      </w:r>
      <w:r w:rsidR="00DE6DE1" w:rsidRPr="00DE6DE1">
        <w:rPr>
          <w:b/>
          <w:highlight w:val="yellow"/>
        </w:rPr>
        <w:instrText xml:space="preserve"> MACROBUTTON  VložitŠirokouMezeru "[VLOŽÍ DODAVATEL]" </w:instrText>
      </w:r>
      <w:r w:rsidR="00DE6DE1" w:rsidRPr="00DE6DE1">
        <w:rPr>
          <w:b/>
          <w:highlight w:val="yellow"/>
        </w:rPr>
        <w:fldChar w:fldCharType="end"/>
      </w:r>
      <w:r w:rsidRPr="009A324F">
        <w:rPr>
          <w:rFonts w:ascii="Verdana" w:hAnsi="Verdana" w:cs="Calibri"/>
          <w:b/>
        </w:rPr>
        <w:t xml:space="preserve"> Kč</w:t>
      </w:r>
    </w:p>
    <w:p w14:paraId="43D859FC" w14:textId="77777777" w:rsidR="00F91101" w:rsidRDefault="00F91101" w:rsidP="000E06A3">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009A324F">
        <w:t xml:space="preserve"> </w:t>
      </w:r>
      <w:r w:rsidRPr="005C7EED">
        <w:rPr>
          <w:rFonts w:ascii="Verdana" w:hAnsi="Verdana" w:cs="Arial"/>
        </w:rPr>
        <w:t>korun českých bez DPH)</w:t>
      </w:r>
    </w:p>
    <w:p w14:paraId="01DC2A27" w14:textId="77777777" w:rsidR="00F91101" w:rsidRPr="005C7EED" w:rsidRDefault="00F91101" w:rsidP="000E06A3">
      <w:pPr>
        <w:spacing w:before="120"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7649BAD5" w14:textId="77777777"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w:t>
      </w:r>
      <w:r w:rsidRPr="005C7EED">
        <w:lastRenderedPageBreak/>
        <w:t xml:space="preserve">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05918515" w14:textId="77777777"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3AAB18DF" w14:textId="77777777"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w:t>
      </w:r>
      <w:r w:rsidR="00C22FA5">
        <w:t>S</w:t>
      </w:r>
      <w:r w:rsidRPr="005C7EED">
        <w:t xml:space="preserve">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C22FA5">
        <w:t xml:space="preserve"> </w:t>
      </w:r>
      <w:r w:rsidR="007929C0">
        <w:t>Pro účely vyhotovení dodatku, jehož předmětem budou dodatečné služby, je Koordinátor BOZP povinen předložit Objednateli dle povahy dodatečných služeb i bližší specifikaci jejich rozsahu, cenovou kalkulaci a/nebo dopad na dobu plnění.</w:t>
      </w:r>
    </w:p>
    <w:p w14:paraId="50E5FD3A" w14:textId="77777777" w:rsidR="00F91101" w:rsidRPr="005C7EED" w:rsidRDefault="00F91101" w:rsidP="007F2FC8">
      <w:pPr>
        <w:pStyle w:val="Text1-1"/>
      </w:pPr>
      <w:r w:rsidRPr="005C7EED">
        <w:t>Koordinátor BOZP je povinen snížit cenu o položky uvedené v cenové nabídce koordinátora BOZP, které nebudou vykonány (méněpráce).</w:t>
      </w:r>
    </w:p>
    <w:p w14:paraId="22306839" w14:textId="77777777" w:rsidR="00F91101" w:rsidRPr="005C7EED" w:rsidRDefault="00F91101" w:rsidP="007F2FC8">
      <w:pPr>
        <w:pStyle w:val="Text1-1"/>
      </w:pPr>
      <w:r w:rsidRPr="005C7EED">
        <w:t xml:space="preserve">Úhrada ceny za výkon činnosti při přípravě stavby bude provedena jednorázově na základě daňového dokladu vystaveného koordinátorem BOZP nejpozději do 15 dnů po ukončení výkonu činnosti koordinátora BOZP při přípravě stavby. Úhrada ceny za výkon činnosti při realizaci stavby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361B177E" w14:textId="77777777"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14:paraId="48610CDF" w14:textId="77777777" w:rsidR="00F91101" w:rsidRPr="005C7EED" w:rsidRDefault="00F91101" w:rsidP="007F2FC8">
      <w:pPr>
        <w:pStyle w:val="Text1-1"/>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4E37A785" w14:textId="77777777" w:rsidR="00F91101" w:rsidRPr="005C7EED" w:rsidRDefault="00F91101" w:rsidP="009A324F">
      <w:pPr>
        <w:pStyle w:val="Text1-1"/>
      </w:pPr>
      <w:r w:rsidRPr="005C7EED">
        <w:t xml:space="preserve">Na daňových dokladech bude </w:t>
      </w:r>
      <w:r w:rsidR="009222E1">
        <w:t>Objednatel</w:t>
      </w:r>
      <w:r w:rsidRPr="005C7EED">
        <w:t xml:space="preserve"> uváděn takto:</w:t>
      </w:r>
    </w:p>
    <w:p w14:paraId="4822715B" w14:textId="77777777" w:rsidR="009A324F" w:rsidRDefault="00F91101" w:rsidP="00683499">
      <w:pPr>
        <w:spacing w:before="120" w:after="0"/>
        <w:ind w:left="567" w:firstLine="170"/>
        <w:jc w:val="both"/>
        <w:rPr>
          <w:rFonts w:ascii="Verdana" w:hAnsi="Verdana" w:cs="Calibri"/>
        </w:rPr>
      </w:pPr>
      <w:r w:rsidRPr="005C7EED">
        <w:rPr>
          <w:rFonts w:ascii="Verdana" w:hAnsi="Verdana" w:cs="Calibri"/>
        </w:rPr>
        <w:t>Správa železni</w:t>
      </w:r>
      <w:r w:rsidR="001308B2">
        <w:rPr>
          <w:rFonts w:ascii="Verdana" w:hAnsi="Verdana" w:cs="Calibri"/>
        </w:rPr>
        <w:t>c</w:t>
      </w:r>
      <w:r w:rsidRPr="005C7EED">
        <w:rPr>
          <w:rFonts w:ascii="Verdana" w:hAnsi="Verdana" w:cs="Calibri"/>
        </w:rPr>
        <w:t>, státní organizace,</w:t>
      </w:r>
    </w:p>
    <w:p w14:paraId="6C639A4E" w14:textId="77777777" w:rsidR="009A324F" w:rsidRDefault="00F91101" w:rsidP="00683499">
      <w:pPr>
        <w:spacing w:after="0"/>
        <w:ind w:left="567" w:firstLine="170"/>
        <w:jc w:val="both"/>
        <w:rPr>
          <w:rFonts w:ascii="Verdana" w:hAnsi="Verdana" w:cs="Calibri"/>
        </w:rPr>
      </w:pPr>
      <w:r w:rsidRPr="005C7EED">
        <w:rPr>
          <w:rFonts w:ascii="Verdana" w:hAnsi="Verdana" w:cs="Calibri"/>
        </w:rPr>
        <w:t>Praha 1, Nové Město, Dlážděná 1003/7, PSČ 110 00,</w:t>
      </w:r>
    </w:p>
    <w:p w14:paraId="442391E7" w14:textId="77777777" w:rsidR="009A324F" w:rsidRDefault="00F91101" w:rsidP="00683499">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23A13698" w14:textId="77777777" w:rsidR="009A324F" w:rsidRDefault="00F91101" w:rsidP="00683499">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7AB8195E" w14:textId="77777777" w:rsidR="00F91101"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14:paraId="03B2152D" w14:textId="77777777" w:rsidR="00CC2E84" w:rsidRPr="00393828" w:rsidRDefault="00CC2E84" w:rsidP="00CC2E84">
      <w:pPr>
        <w:pStyle w:val="Text1-1"/>
        <w:numPr>
          <w:ilvl w:val="0"/>
          <w:numId w:val="0"/>
        </w:numPr>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14:paraId="61E313B9" w14:textId="77777777" w:rsidR="00CC2E84" w:rsidRPr="00393828" w:rsidRDefault="00CC2E84" w:rsidP="00CC2E84">
      <w:pPr>
        <w:pStyle w:val="Text1-1"/>
        <w:numPr>
          <w:ilvl w:val="0"/>
          <w:numId w:val="32"/>
        </w:numPr>
        <w:ind w:left="1276"/>
      </w:pPr>
      <w:r w:rsidRPr="00393828">
        <w:t>v listinné podobě na adresu Správa železnic, státní organizace, Centrální finanční účtárna Čechy, Náměstí Jana Pernera 217, 530 02 Pardubice, nebo</w:t>
      </w:r>
    </w:p>
    <w:p w14:paraId="5F7878C5" w14:textId="77777777" w:rsidR="00CC2E84" w:rsidRPr="00393828" w:rsidRDefault="00CC2E84" w:rsidP="00CC2E84">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14:paraId="2BBE123B" w14:textId="77777777" w:rsidR="00CC2E84" w:rsidRPr="005C7EED" w:rsidRDefault="00CC2E84" w:rsidP="00CC2E84">
      <w:pPr>
        <w:pStyle w:val="Text1-1"/>
        <w:numPr>
          <w:ilvl w:val="0"/>
          <w:numId w:val="32"/>
        </w:numPr>
        <w:ind w:left="1276"/>
        <w:rPr>
          <w:rFonts w:ascii="Verdana" w:hAnsi="Verdana" w:cs="Calibri"/>
        </w:rPr>
      </w:pPr>
      <w:r w:rsidRPr="00393828">
        <w:lastRenderedPageBreak/>
        <w:t>datovou zprávou na identifikátor datové schránky: uccchjm</w:t>
      </w:r>
      <w:r>
        <w:t>.</w:t>
      </w:r>
    </w:p>
    <w:p w14:paraId="35CE3428" w14:textId="77777777"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14:paraId="42B3AA63" w14:textId="77777777" w:rsidR="00F91101" w:rsidRPr="005C7EED" w:rsidRDefault="00F91101" w:rsidP="007F2FC8">
      <w:pPr>
        <w:pStyle w:val="Text1-1"/>
      </w:pPr>
      <w:r w:rsidRPr="005C7EED">
        <w:t>Finanční prostředky poskytované na základě této smlouvy koordinátorovi BOZP nemohou být předmětem výkonu práv třetích osob.</w:t>
      </w:r>
    </w:p>
    <w:p w14:paraId="019C793A" w14:textId="77777777" w:rsidR="00F91101" w:rsidRPr="004C64C5" w:rsidRDefault="00F91101" w:rsidP="004C64C5">
      <w:pPr>
        <w:pStyle w:val="Nadpis1-1"/>
      </w:pPr>
      <w:r w:rsidRPr="004C64C5">
        <w:t>DOBA PLNĚNÍ A UKONČENÍ SMLOUVY</w:t>
      </w:r>
    </w:p>
    <w:p w14:paraId="6AE350B4" w14:textId="147D681B" w:rsidR="00F91101" w:rsidRPr="005C7EED" w:rsidRDefault="00F91101" w:rsidP="009A324F">
      <w:pPr>
        <w:pStyle w:val="Text1-2"/>
        <w:tabs>
          <w:tab w:val="clear" w:pos="1474"/>
        </w:tabs>
        <w:ind w:left="737"/>
      </w:pPr>
      <w:r w:rsidRPr="005C7EED">
        <w:t xml:space="preserve">Zahájení výkonu činnosti koordinátora BOZP při přípravě stavby: bezodkladně po nabytí účinnosti této smlouvy, nejdříve však od zahájení prací na zpracování projektové dokumentace pro </w:t>
      </w:r>
      <w:r w:rsidR="00765033">
        <w:t>povolení záměru</w:t>
      </w:r>
      <w:r w:rsidRPr="005C7EED">
        <w:t>.</w:t>
      </w:r>
    </w:p>
    <w:p w14:paraId="2D9BF0CB" w14:textId="77777777" w:rsidR="009A324F" w:rsidRDefault="00F91101" w:rsidP="009A324F">
      <w:pPr>
        <w:tabs>
          <w:tab w:val="left" w:pos="900"/>
        </w:tabs>
        <w:spacing w:before="120" w:after="120"/>
        <w:ind w:left="737"/>
        <w:jc w:val="both"/>
        <w:rPr>
          <w:rFonts w:ascii="Verdana" w:hAnsi="Verdana" w:cs="Calibri"/>
        </w:rPr>
      </w:pPr>
      <w:r w:rsidRPr="005C7EED">
        <w:rPr>
          <w:rFonts w:ascii="Verdana" w:hAnsi="Verdana" w:cs="Calibri"/>
        </w:rPr>
        <w:t xml:space="preserve">Ukončení výkonu činnosti koordinátora BOZP při přípravě stavby: </w:t>
      </w:r>
    </w:p>
    <w:p w14:paraId="5271743C" w14:textId="4406AEB6" w:rsidR="00F91101" w:rsidRPr="005C7EED" w:rsidRDefault="00F91101" w:rsidP="009A324F">
      <w:pPr>
        <w:tabs>
          <w:tab w:val="left" w:pos="900"/>
        </w:tabs>
        <w:spacing w:before="120" w:after="120"/>
        <w:ind w:left="737"/>
        <w:jc w:val="both"/>
        <w:rPr>
          <w:rFonts w:ascii="Verdana" w:hAnsi="Verdana" w:cs="Calibri"/>
          <w:b/>
        </w:rPr>
      </w:pPr>
      <w:r w:rsidRPr="005C7EED">
        <w:rPr>
          <w:rFonts w:ascii="Verdana" w:hAnsi="Verdana" w:cs="Calibri"/>
        </w:rPr>
        <w:t xml:space="preserve">do předání </w:t>
      </w:r>
      <w:r w:rsidRPr="005C7EED">
        <w:rPr>
          <w:rFonts w:ascii="Verdana" w:hAnsi="Verdana" w:cs="Calibri"/>
          <w:color w:val="000000"/>
        </w:rPr>
        <w:t xml:space="preserve">projektové dokumentace pro </w:t>
      </w:r>
      <w:r w:rsidR="00765033">
        <w:rPr>
          <w:rFonts w:ascii="Verdana" w:hAnsi="Verdana" w:cs="Calibri"/>
          <w:color w:val="000000"/>
        </w:rPr>
        <w:t xml:space="preserve">povolení záměru </w:t>
      </w:r>
      <w:r w:rsidR="009222E1">
        <w:rPr>
          <w:rFonts w:ascii="Verdana" w:hAnsi="Verdana" w:cs="Calibri"/>
          <w:color w:val="000000"/>
        </w:rPr>
        <w:t>Objednatel</w:t>
      </w:r>
      <w:r w:rsidRPr="005C7EED">
        <w:rPr>
          <w:rFonts w:ascii="Verdana" w:hAnsi="Verdana" w:cs="Calibri"/>
          <w:color w:val="000000"/>
        </w:rPr>
        <w:t>i, které se předpokládá do</w:t>
      </w:r>
      <w:r w:rsidRPr="005C7EED">
        <w:rPr>
          <w:rFonts w:ascii="Verdana" w:hAnsi="Verdana" w:cs="Calibri"/>
        </w:rPr>
        <w:t xml:space="preserve"> </w:t>
      </w:r>
      <w:r w:rsidR="009B42BC" w:rsidRPr="009B42BC">
        <w:rPr>
          <w:rFonts w:ascii="Verdana" w:hAnsi="Verdana" w:cs="Arial"/>
          <w:b/>
        </w:rPr>
        <w:t>14</w:t>
      </w:r>
      <w:r w:rsidRPr="009B42BC">
        <w:rPr>
          <w:rFonts w:ascii="Verdana" w:hAnsi="Verdana" w:cs="Arial"/>
          <w:b/>
        </w:rPr>
        <w:t xml:space="preserve"> měsíců</w:t>
      </w:r>
      <w:r w:rsidRPr="005C7EED">
        <w:rPr>
          <w:rFonts w:ascii="Verdana" w:hAnsi="Verdana" w:cs="Arial"/>
        </w:rPr>
        <w:t xml:space="preserve"> ode dne zahájení</w:t>
      </w:r>
      <w:r w:rsidR="00E07792">
        <w:rPr>
          <w:rFonts w:ascii="Verdana" w:hAnsi="Verdana" w:cs="Arial"/>
        </w:rPr>
        <w:t xml:space="preserve"> prací</w:t>
      </w:r>
      <w:bookmarkStart w:id="0" w:name="_GoBack"/>
      <w:bookmarkEnd w:id="0"/>
      <w:r w:rsidRPr="005C7EED">
        <w:rPr>
          <w:rFonts w:ascii="Verdana" w:hAnsi="Verdana" w:cs="Arial"/>
        </w:rPr>
        <w:t>.</w:t>
      </w:r>
    </w:p>
    <w:p w14:paraId="65850F7D" w14:textId="77777777" w:rsidR="009A324F" w:rsidRDefault="00F91101" w:rsidP="009A324F">
      <w:pPr>
        <w:pStyle w:val="Text1-2"/>
        <w:tabs>
          <w:tab w:val="clear" w:pos="1474"/>
        </w:tabs>
        <w:ind w:left="737"/>
      </w:pPr>
      <w:r w:rsidRPr="005C7EED">
        <w:t xml:space="preserve">Ukončení výkonu činnosti koordinátora BOZP při realizaci stavby: </w:t>
      </w:r>
    </w:p>
    <w:p w14:paraId="3CB02B9E" w14:textId="4D6BD215" w:rsidR="00F91101" w:rsidRPr="005C7EED" w:rsidRDefault="00F91101" w:rsidP="009A324F">
      <w:pPr>
        <w:pStyle w:val="Text1-2"/>
        <w:numPr>
          <w:ilvl w:val="0"/>
          <w:numId w:val="0"/>
        </w:numPr>
        <w:ind w:left="737"/>
      </w:pPr>
      <w:r w:rsidRPr="005C7EED">
        <w:t xml:space="preserve">do </w:t>
      </w:r>
      <w:r w:rsidR="009B42BC" w:rsidRPr="009B42BC">
        <w:rPr>
          <w:rFonts w:cs="Arial"/>
          <w:b/>
        </w:rPr>
        <w:t xml:space="preserve">36 </w:t>
      </w:r>
      <w:r w:rsidRPr="009B42BC">
        <w:rPr>
          <w:b/>
        </w:rPr>
        <w:t>měsíců</w:t>
      </w:r>
      <w:r w:rsidRPr="005C7EED">
        <w:t xml:space="preserve"> ode dne zahájení stavebních prací na předmětné stavbě, kdy je předpokládáno ukončení stavebních prací.</w:t>
      </w:r>
    </w:p>
    <w:p w14:paraId="4D8613E1" w14:textId="77777777" w:rsidR="00F91101" w:rsidRPr="009A324F" w:rsidRDefault="00F91101" w:rsidP="009A324F">
      <w:pPr>
        <w:pStyle w:val="Text1-1"/>
      </w:pPr>
      <w:r w:rsidRPr="005C7EED">
        <w:t>Činnost</w:t>
      </w:r>
      <w:r w:rsidRPr="005C7EED">
        <w:rPr>
          <w:b/>
        </w:rPr>
        <w:t xml:space="preserve"> </w:t>
      </w:r>
      <w:r w:rsidRPr="005C7EED">
        <w:t xml:space="preserve">koordinátora BOZP při realizaci stavby bude koordinátor BOZP vykonávat pouze v případě, že </w:t>
      </w:r>
      <w:r w:rsidR="009222E1">
        <w:t>Objednatel</w:t>
      </w:r>
      <w:r w:rsidRPr="005C7EED">
        <w:t xml:space="preserve">i vznikne povinnost koordinátora BOZP při realizaci stavby určit podle § 14 odst. 6 ve spojení s § 15 odst. 1 zákona </w:t>
      </w:r>
      <w:r w:rsidRPr="005C7EED">
        <w:rPr>
          <w:color w:val="000000"/>
        </w:rPr>
        <w:t xml:space="preserve">č. 309/2006 Sb. Oznámí-li </w:t>
      </w:r>
      <w:r w:rsidR="009222E1">
        <w:rPr>
          <w:color w:val="000000"/>
        </w:rPr>
        <w:t>Objednatel</w:t>
      </w:r>
      <w:r w:rsidRPr="005C7EED">
        <w:rPr>
          <w:color w:val="000000"/>
        </w:rPr>
        <w:t xml:space="preserve"> koordinátorovi BOZP, že mu nevznikla povinnost určit koordinátora BOZP při realizaci stavby, skončí plnění dle této smlouvy ukončením </w:t>
      </w:r>
      <w:r w:rsidRPr="005C7EED">
        <w:t>výkonu činnosti koordinátora BOZP při přípravě stavby dle čl</w:t>
      </w:r>
      <w:r w:rsidR="007D77B4">
        <w:t>.</w:t>
      </w:r>
      <w:r w:rsidRPr="005C7EED">
        <w:t xml:space="preserve"> </w:t>
      </w:r>
      <w:r w:rsidR="007D77B4">
        <w:t xml:space="preserve">4, odst. </w:t>
      </w:r>
      <w:r w:rsidR="00E40651">
        <w:t>4.1</w:t>
      </w:r>
      <w:r w:rsidRPr="005C7EED">
        <w:t xml:space="preserve">.1. V takovém případě nebude </w:t>
      </w:r>
      <w:r w:rsidRPr="009A324F">
        <w:t>cena za výkon činnosti koordinátora BOZP při realizaci stavby účtována.</w:t>
      </w:r>
    </w:p>
    <w:p w14:paraId="2BB58385" w14:textId="77777777" w:rsidR="00F91101" w:rsidRPr="005C7EED" w:rsidRDefault="009222E1" w:rsidP="004C64C5">
      <w:pPr>
        <w:pStyle w:val="Text1-1"/>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.1.</w:t>
      </w:r>
      <w:r w:rsidR="007D77B4">
        <w:t xml:space="preserve"> a/nebo 4.1.2</w:t>
      </w:r>
      <w:r w:rsidR="00F91101" w:rsidRPr="005C7EED">
        <w:t xml:space="preserve"> této smlouvy zaviněného koordinátorem BOZP, či nevykonávání činností, jež jsou předmětem této smlouvy, řádně a včas s odbornou péčí.</w:t>
      </w:r>
    </w:p>
    <w:p w14:paraId="6D83448E" w14:textId="77777777"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5FE9E11D" w14:textId="77777777" w:rsidR="00F91101" w:rsidRPr="005C7EED"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2A6DF42C" w14:textId="77777777" w:rsidR="00F91101" w:rsidRPr="004C64C5" w:rsidRDefault="00F91101" w:rsidP="004C64C5">
      <w:pPr>
        <w:pStyle w:val="Nadpis1-1"/>
      </w:pPr>
      <w:r w:rsidRPr="004C64C5">
        <w:lastRenderedPageBreak/>
        <w:t>OSTATNÍ UJEDNÁNÍ</w:t>
      </w:r>
    </w:p>
    <w:p w14:paraId="573CFF45" w14:textId="77777777"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 se zavazuje v průběhu trvání t</w:t>
      </w:r>
      <w:r w:rsidR="00D418D6">
        <w: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5A19D840" w14:textId="77777777"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2C89F574" w14:textId="77777777" w:rsidR="00F91101" w:rsidRDefault="00F91101" w:rsidP="004C64C5">
      <w:pPr>
        <w:pStyle w:val="Text1-1"/>
      </w:pPr>
      <w:r w:rsidRPr="005C7EED">
        <w:t xml:space="preserve">V případě, že </w:t>
      </w:r>
      <w:r w:rsidR="009222E1">
        <w:t>Objednatel</w:t>
      </w:r>
      <w:r w:rsidRPr="005C7EED">
        <w:t xml:space="preserve"> určí více koordinátorů BOZP, kteří budou působit při přípravě nebo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439A33B0" w14:textId="77777777" w:rsidR="00BC4A1F" w:rsidRPr="002D4C7D" w:rsidRDefault="00BC4A1F" w:rsidP="00BC4A1F">
      <w:pPr>
        <w:pStyle w:val="Text1-1"/>
      </w:pPr>
      <w:r w:rsidRPr="002D4C7D">
        <w:t>Compliance doložka a etické zásady</w:t>
      </w:r>
    </w:p>
    <w:p w14:paraId="0DBDCAE5" w14:textId="77777777" w:rsidR="00BC4A1F" w:rsidRPr="002D4C7D" w:rsidRDefault="00BC4A1F" w:rsidP="00C22FA5">
      <w:pPr>
        <w:pStyle w:val="Text1-1"/>
        <w:numPr>
          <w:ilvl w:val="0"/>
          <w:numId w:val="0"/>
        </w:numPr>
        <w:ind w:left="737"/>
      </w:pPr>
      <w:r w:rsidRPr="002D4C7D">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451D7281" w14:textId="77777777" w:rsidR="00BC4A1F" w:rsidRPr="002D4C7D" w:rsidRDefault="00BC4A1F" w:rsidP="00BC4A1F">
      <w:pPr>
        <w:pStyle w:val="Text1-1"/>
      </w:pPr>
      <w:r w:rsidRPr="002D4C7D">
        <w:t>Sociálně a environmentálně odpovědné zadávání</w:t>
      </w:r>
    </w:p>
    <w:p w14:paraId="15BEAB5D" w14:textId="77777777" w:rsidR="00BC4A1F" w:rsidRPr="002D4C7D" w:rsidRDefault="009505A0" w:rsidP="006978FE">
      <w:pPr>
        <w:pStyle w:val="Text1-2"/>
        <w:tabs>
          <w:tab w:val="clear" w:pos="1474"/>
        </w:tabs>
        <w:ind w:left="1418" w:hanging="709"/>
      </w:pPr>
      <w:r w:rsidRPr="005C7EED">
        <w:t xml:space="preserve">Koordinátor BOZP </w:t>
      </w:r>
      <w:r w:rsidR="00BC4A1F" w:rsidRPr="002D4C7D">
        <w:t>se zavazuje sjednat si s dalšími osobami, které se na jeho straně podílejí na realizaci Díla a jsou podnikateli, stejnou nebo kratší dobu splatnosti daňových dokladů, jaká je sjednána v této Smlouvě.</w:t>
      </w:r>
    </w:p>
    <w:p w14:paraId="4EC0C2DC" w14:textId="77777777" w:rsidR="00BC4A1F" w:rsidRPr="002D4C7D" w:rsidRDefault="009505A0" w:rsidP="006978FE">
      <w:pPr>
        <w:pStyle w:val="Text1-2"/>
        <w:tabs>
          <w:tab w:val="clear" w:pos="1474"/>
        </w:tabs>
        <w:ind w:left="1418" w:hanging="709"/>
      </w:pPr>
      <w:r w:rsidRPr="005C7EED">
        <w:t xml:space="preserve">Koordinátor BOZP </w:t>
      </w:r>
      <w:r w:rsidR="00BC4A1F"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BC4A1F" w:rsidRPr="002D4C7D">
        <w:t xml:space="preserve">uvedenými ve výzvě Objednatele, ze kterých bude vyplývat splnění povinnosti </w:t>
      </w:r>
      <w:r w:rsidRPr="005C7EED">
        <w:t>Koordinátor</w:t>
      </w:r>
      <w:r>
        <w:t>a</w:t>
      </w:r>
      <w:r w:rsidRPr="005C7EED">
        <w:t xml:space="preserve"> BOZP </w:t>
      </w:r>
      <w:r w:rsidR="00BC4A1F" w:rsidRPr="002D4C7D">
        <w:t xml:space="preserve">dle předchozího odstavce </w:t>
      </w:r>
      <w:r w:rsidR="00BC4A1F">
        <w:t>5</w:t>
      </w:r>
      <w:r w:rsidR="00BC4A1F" w:rsidRPr="002D4C7D">
        <w:t xml:space="preserve">.5.1. Předkládaná smluvní dokumentace bude anonymizovaná tak, aby neobsahovala osobní údaje či obchodní tajemství </w:t>
      </w:r>
      <w:r w:rsidRPr="005C7EED">
        <w:t>Koordinátor</w:t>
      </w:r>
      <w:r>
        <w:t>a</w:t>
      </w:r>
      <w:r w:rsidRPr="005C7EED">
        <w:t xml:space="preserve"> BOZP</w:t>
      </w:r>
      <w:r w:rsidR="00BC4A1F" w:rsidRPr="002D4C7D">
        <w:t xml:space="preserve"> či smluvních partnerů </w:t>
      </w:r>
      <w:r w:rsidRPr="005C7EED">
        <w:t>Koordinátor</w:t>
      </w:r>
      <w:r>
        <w:t>a</w:t>
      </w:r>
      <w:r w:rsidRPr="005C7EED">
        <w:t xml:space="preserve"> BOZP</w:t>
      </w:r>
      <w:r w:rsidR="00BC4A1F" w:rsidRPr="002D4C7D">
        <w:t xml:space="preserve">; musí z ní však být vždy zřejmé splnění povinnosti dle odst. </w:t>
      </w:r>
      <w:r w:rsidR="00BC4A1F">
        <w:t>5</w:t>
      </w:r>
      <w:r w:rsidR="00BC4A1F" w:rsidRPr="002D4C7D">
        <w:t>.5.1 této Smlouvy.</w:t>
      </w:r>
    </w:p>
    <w:p w14:paraId="540054FA" w14:textId="77777777" w:rsidR="00BC4A1F" w:rsidRPr="002D4C7D" w:rsidRDefault="00BC4A1F" w:rsidP="006978FE">
      <w:pPr>
        <w:pStyle w:val="Text1-2"/>
        <w:tabs>
          <w:tab w:val="clear" w:pos="1474"/>
        </w:tabs>
        <w:ind w:left="1418" w:hanging="709"/>
      </w:pPr>
      <w:r w:rsidRPr="002D4C7D">
        <w:t>Případné porady</w:t>
      </w:r>
      <w:r w:rsidR="002419BD">
        <w:t xml:space="preserve"> a jednání</w:t>
      </w:r>
      <w:r w:rsidRPr="002D4C7D">
        <w:t xml:space="preserve">, které </w:t>
      </w:r>
      <w:r w:rsidR="009505A0" w:rsidRPr="005C7EED">
        <w:t xml:space="preserve">Koordinátor BOZP </w:t>
      </w:r>
      <w:r w:rsidRPr="002D4C7D">
        <w:t>pro účely plnění předmětu Díla svolá, budou probíhat primárně distančním způsobem (elektronicky, např. MS Teams, Google meet, atp.), pokud nebude nutné, aby byly spojeny s místním šetřením.</w:t>
      </w:r>
    </w:p>
    <w:p w14:paraId="2BC8D99B" w14:textId="77777777" w:rsidR="00BC4A1F" w:rsidRPr="002D4C7D" w:rsidRDefault="009505A0" w:rsidP="006978FE">
      <w:pPr>
        <w:pStyle w:val="Text1-2"/>
        <w:tabs>
          <w:tab w:val="clear" w:pos="1474"/>
        </w:tabs>
        <w:ind w:left="1418" w:hanging="709"/>
      </w:pPr>
      <w:r w:rsidRPr="005C7EED">
        <w:t xml:space="preserve">Koordinátor BOZP </w:t>
      </w:r>
      <w:r w:rsidR="00BC4A1F"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BC4A1F" w:rsidRPr="002D4C7D">
        <w:t>nebo při provádění prací přímo na staveništi.</w:t>
      </w:r>
    </w:p>
    <w:p w14:paraId="5350E088" w14:textId="77777777" w:rsidR="00BC4A1F" w:rsidRPr="002D4C7D" w:rsidRDefault="00BC4A1F" w:rsidP="006978FE">
      <w:pPr>
        <w:pStyle w:val="Text1-2"/>
        <w:tabs>
          <w:tab w:val="clear" w:pos="1474"/>
        </w:tabs>
        <w:ind w:left="1418" w:hanging="709"/>
      </w:pPr>
      <w:r w:rsidRPr="002D4C7D">
        <w:t xml:space="preserve">Objednatel oznámí </w:t>
      </w:r>
      <w:r w:rsidR="009505A0" w:rsidRPr="005C7EED">
        <w:t xml:space="preserve">Koordinátor BOZP </w:t>
      </w:r>
      <w:r w:rsidRPr="002D4C7D">
        <w:t xml:space="preserve">požadavek na provedení exkurze minimálně 45 dní před požadovaným termínem konání exkurze. </w:t>
      </w:r>
      <w:r w:rsidR="009505A0" w:rsidRPr="005C7EED">
        <w:t xml:space="preserve">Koordinátor BOZP </w:t>
      </w:r>
      <w:r w:rsidRPr="002D4C7D">
        <w:t xml:space="preserve">nejméně 30 dní před Objednatelem požadovaným termínem konání exkurze potvrdí možnost uskutečnění exkurze, případně navrhne Objednateli jiný </w:t>
      </w:r>
      <w:r w:rsidRPr="002D4C7D">
        <w:lastRenderedPageBreak/>
        <w:t xml:space="preserve">termín uskutečnění exkurze, nejpozději však do 30 dnů od původně Objednatelem požadovaného termínu. </w:t>
      </w:r>
      <w:r w:rsidR="009505A0" w:rsidRPr="005C7EED">
        <w:t xml:space="preserve">Koordinátor BOZP </w:t>
      </w:r>
      <w:r w:rsidRPr="002D4C7D">
        <w:t>poskytne Objednateli součinnost při jeho účasti na exkurzi. Ustanovení předchozí věty však nezavazuje Objednatele k účasti na exkurzi.</w:t>
      </w:r>
    </w:p>
    <w:p w14:paraId="60C29759" w14:textId="77777777" w:rsidR="00BC4A1F" w:rsidRPr="002D4C7D" w:rsidRDefault="00BC4A1F" w:rsidP="006978FE">
      <w:pPr>
        <w:pStyle w:val="Text1-2"/>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24351849" w14:textId="77777777" w:rsidR="00BC4A1F" w:rsidRPr="002D4C7D" w:rsidRDefault="009505A0" w:rsidP="006978FE">
      <w:pPr>
        <w:pStyle w:val="Text1-2"/>
        <w:tabs>
          <w:tab w:val="clear" w:pos="1474"/>
        </w:tabs>
        <w:ind w:left="1418" w:hanging="709"/>
      </w:pPr>
      <w:r w:rsidRPr="005C7EED">
        <w:t xml:space="preserve">Koordinátor BOZP </w:t>
      </w:r>
      <w:r w:rsidR="00BC4A1F" w:rsidRPr="002D4C7D">
        <w:t>se zavazuje provést účastníky exkurze po dotčených místech dle podmínek a omezení stanovených BOZP a poskytnout účastníkům exkurze odborný výklad k aktuálně prováděným činnostem.</w:t>
      </w:r>
    </w:p>
    <w:p w14:paraId="23F17207" w14:textId="77777777" w:rsidR="00BC4A1F" w:rsidRDefault="00BC4A1F" w:rsidP="006978FE">
      <w:pPr>
        <w:pStyle w:val="Text1-2"/>
        <w:tabs>
          <w:tab w:val="clear" w:pos="1474"/>
        </w:tabs>
        <w:ind w:left="1418" w:hanging="709"/>
      </w:pPr>
      <w:r w:rsidRPr="002D4C7D">
        <w:t xml:space="preserve">O provedené exkurzi je </w:t>
      </w:r>
      <w:r w:rsidR="009505A0"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14:paraId="00B0314A" w14:textId="77777777" w:rsidR="00C733D8" w:rsidRPr="00CF076B" w:rsidRDefault="00C733D8" w:rsidP="00C22FA5">
      <w:pPr>
        <w:pStyle w:val="Text1-1"/>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Pr>
          <w:rFonts w:ascii="Verdana" w:hAnsi="Verdana" w:cs="Verdana"/>
        </w:rPr>
        <w:t xml:space="preserve">minimálně </w:t>
      </w:r>
      <w:r w:rsidRPr="000B58CF">
        <w:rPr>
          <w:rFonts w:ascii="Verdana" w:hAnsi="Verdana" w:cs="Verdana"/>
        </w:rPr>
        <w:t>ve stejném rozsahu.</w:t>
      </w:r>
    </w:p>
    <w:p w14:paraId="025FA6F3" w14:textId="77777777" w:rsidR="00CF076B" w:rsidRDefault="00CF076B" w:rsidP="00CF076B">
      <w:pPr>
        <w:pStyle w:val="Text1-1"/>
      </w:pPr>
      <w:r w:rsidRPr="008F4602">
        <w:rPr>
          <w:rFonts w:ascii="Verdana" w:hAnsi="Verdana" w:cs="Verdana"/>
        </w:rPr>
        <w:t>Mezinárodní</w:t>
      </w:r>
      <w:r>
        <w:t xml:space="preserve"> sankce</w:t>
      </w:r>
    </w:p>
    <w:p w14:paraId="2A945B32" w14:textId="77777777" w:rsidR="002419BD" w:rsidRDefault="00CF076B" w:rsidP="00CF076B">
      <w:pPr>
        <w:pStyle w:val="Text1-2"/>
      </w:pPr>
      <w:r>
        <w:t xml:space="preserve">Koordinátor BOZP prohlašuje, že </w:t>
      </w:r>
    </w:p>
    <w:p w14:paraId="187B64DE" w14:textId="2AF7FEBE" w:rsidR="002419BD" w:rsidRDefault="002419BD" w:rsidP="00CD14A9">
      <w:pPr>
        <w:pStyle w:val="Text1-2"/>
        <w:numPr>
          <w:ilvl w:val="0"/>
          <w:numId w:val="36"/>
        </w:numPr>
        <w:ind w:left="1843"/>
      </w:pPr>
      <w:r w:rsidRPr="00C41F26">
        <w:t>on, ani žádný z jeho poddodavatelů, nejsou osobami, na něž se vztahuje zákaz zadání veřejné zakázky ve smyslu § 48a ZZVZ</w:t>
      </w:r>
      <w:r>
        <w:t>,</w:t>
      </w:r>
    </w:p>
    <w:p w14:paraId="50D95FB8" w14:textId="77777777" w:rsidR="002419BD" w:rsidRDefault="002419BD" w:rsidP="00CD14A9">
      <w:pPr>
        <w:pStyle w:val="Text1-2"/>
        <w:numPr>
          <w:ilvl w:val="0"/>
          <w:numId w:val="36"/>
        </w:numPr>
        <w:ind w:left="1843"/>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3E39E77B" w14:textId="4FF25866" w:rsidR="00CF076B" w:rsidRDefault="00CF076B" w:rsidP="00CD14A9">
      <w:pPr>
        <w:pStyle w:val="Text1-2"/>
        <w:numPr>
          <w:ilvl w:val="0"/>
          <w:numId w:val="36"/>
        </w:numPr>
        <w:ind w:left="1843"/>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892D3B" w:rsidRPr="00A45BB7">
        <w:t xml:space="preserve">anebo osobami dle čl. 2 nařízení Rady (ES) uvedeném v odstavci </w:t>
      </w:r>
      <w:r w:rsidR="00892D3B">
        <w:t>5.7.4</w:t>
      </w:r>
      <w:r w:rsidR="00892D3B" w:rsidRPr="00A45BB7">
        <w:t xml:space="preserve"> této smlouvy </w:t>
      </w:r>
      <w:r>
        <w:t>(dále jen „Sankční seznamy“),</w:t>
      </w:r>
    </w:p>
    <w:p w14:paraId="4E721C5F" w14:textId="77777777" w:rsidR="00CF076B" w:rsidRDefault="00CF076B" w:rsidP="00CF076B">
      <w:pPr>
        <w:pStyle w:val="Text1-2"/>
      </w:pPr>
      <w:r>
        <w:lastRenderedPageBreak/>
        <w:t>Je-li Koordinátorem BOZP sdružení více osob, platí výše podmínky dle tohoto odst. 5.7 také jednotlivě pro všechny osoby v rámci Koordinátora BOZP sdružené, a to bez ohledu na právní formu tohoto sdružení.</w:t>
      </w:r>
    </w:p>
    <w:p w14:paraId="0AB73551" w14:textId="77777777" w:rsidR="00CF076B" w:rsidRDefault="00CF076B" w:rsidP="00CF076B">
      <w:pPr>
        <w:pStyle w:val="Text1-2"/>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14:paraId="31851EDF" w14:textId="77245ECE" w:rsidR="00CF076B" w:rsidRDefault="00CF076B" w:rsidP="00CF076B">
      <w:pPr>
        <w:pStyle w:val="Text1-2"/>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00765033">
        <w:t>N</w:t>
      </w:r>
      <w:r w:rsidR="00765033"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1"/>
      <w:r>
        <w:t>.</w:t>
      </w:r>
    </w:p>
    <w:p w14:paraId="5AFE1E90" w14:textId="4ED17993" w:rsidR="00CF076B" w:rsidRDefault="00CF076B" w:rsidP="00CF076B">
      <w:pPr>
        <w:pStyle w:val="Text1-2"/>
      </w:pPr>
      <w:r>
        <w:t>Koordinátor BOZP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1E75413" w14:textId="39E5AA69" w:rsidR="002419BD" w:rsidRDefault="002419BD" w:rsidP="00CF076B">
      <w:pPr>
        <w:pStyle w:val="Text1-2"/>
      </w:pPr>
      <w:r w:rsidRPr="0050326A">
        <w:t xml:space="preserve">Ukáží-li se prohlášení Zhotovitele dle odstavce </w:t>
      </w:r>
      <w:r>
        <w:t>5.7</w:t>
      </w:r>
      <w:r w:rsidRPr="0050326A">
        <w:t xml:space="preserve">.1 této Smlouvy jako nepravdivá nebo poruší-li Zhotovitel svou oznamovací povinnost dle odstavce </w:t>
      </w:r>
      <w:r>
        <w:t>5.7</w:t>
      </w:r>
      <w:r w:rsidRPr="0050326A">
        <w:t xml:space="preserve">.3 nebo některou z povinností dle odstavců </w:t>
      </w:r>
      <w:r>
        <w:t>5.7</w:t>
      </w:r>
      <w:r w:rsidRPr="0050326A">
        <w:t xml:space="preserve">.4 nebo </w:t>
      </w:r>
      <w:r>
        <w:t>5.7</w:t>
      </w:r>
      <w:r w:rsidRPr="0050326A">
        <w:t>.5 této Smlouvy, je Objednatel oprávněn odstoupit od této Smlouvy.</w:t>
      </w:r>
      <w:r>
        <w:t xml:space="preserve"> Ustanovení § 2004 odst. 2 </w:t>
      </w:r>
      <w:r w:rsidR="00765033">
        <w:t>o</w:t>
      </w:r>
      <w:r w:rsidRPr="0050326A">
        <w:t>bčanského zákoníku se nepoužij</w:t>
      </w:r>
      <w:r>
        <w:t>e.</w:t>
      </w:r>
    </w:p>
    <w:p w14:paraId="02914DF9" w14:textId="77777777" w:rsidR="005C59E4" w:rsidRPr="00B459C0" w:rsidRDefault="005C59E4" w:rsidP="005C59E4">
      <w:pPr>
        <w:pStyle w:val="Text1-1"/>
      </w:pPr>
      <w:r w:rsidRPr="00B459C0">
        <w:t>Požadavek na Poddodavatele</w:t>
      </w:r>
    </w:p>
    <w:p w14:paraId="1B69009B" w14:textId="77777777" w:rsidR="005C59E4" w:rsidRPr="00B459C0" w:rsidRDefault="005C59E4" w:rsidP="005C59E4">
      <w:pPr>
        <w:pStyle w:val="Text1-2"/>
        <w:tabs>
          <w:tab w:val="clear" w:pos="1474"/>
          <w:tab w:val="num" w:pos="1503"/>
        </w:tabs>
        <w:ind w:left="1503" w:hanging="794"/>
      </w:pPr>
      <w:r w:rsidRPr="00B459C0">
        <w:t xml:space="preserve">Zhotovitel prohlašuje, že žádný z jeho Poddodavatelů </w:t>
      </w:r>
      <w:r w:rsidR="002419BD" w:rsidRPr="00B459C0">
        <w:t xml:space="preserve">(uvedených v Příloze č. </w:t>
      </w:r>
      <w:r w:rsidR="002419BD">
        <w:t>1</w:t>
      </w:r>
      <w:r w:rsidR="002419BD" w:rsidRPr="00B459C0">
        <w:t xml:space="preserve"> této Smlouvy)</w:t>
      </w:r>
      <w:r w:rsidR="002419BD">
        <w:t xml:space="preserve"> </w:t>
      </w:r>
      <w:r w:rsidRPr="00B459C0">
        <w:t>nebyl v zemi svého sídla v posledních 5 letech pravomocně odsouzen pro trestný čin uvedený v příloze č.</w:t>
      </w:r>
      <w:r w:rsidR="001B456E">
        <w:t> </w:t>
      </w:r>
      <w:r w:rsidRPr="00B459C0">
        <w:t>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649082A" w14:textId="77777777" w:rsidR="005C59E4" w:rsidRPr="00B459C0" w:rsidRDefault="005C59E4" w:rsidP="005C59E4">
      <w:pPr>
        <w:pStyle w:val="Text1-2"/>
        <w:tabs>
          <w:tab w:val="clear" w:pos="1474"/>
          <w:tab w:val="num" w:pos="1503"/>
        </w:tabs>
        <w:ind w:left="1503" w:hanging="794"/>
      </w:pPr>
      <w:r w:rsidRPr="00B459C0">
        <w:t xml:space="preserve">Přestane-li některý z Poddodavatelů </w:t>
      </w:r>
      <w:r w:rsidR="002419BD" w:rsidRPr="00B459C0">
        <w:t xml:space="preserve">(uvedených v Příloze č. </w:t>
      </w:r>
      <w:r w:rsidR="002419BD">
        <w:t>1</w:t>
      </w:r>
      <w:r w:rsidR="002419BD" w:rsidRPr="00B459C0">
        <w:t xml:space="preserve"> této Smlouvy)</w:t>
      </w:r>
      <w:r w:rsidR="002419BD">
        <w:t xml:space="preserve"> </w:t>
      </w:r>
      <w:r w:rsidRPr="00B459C0">
        <w:t xml:space="preserve">splňovat výše uvedené podmínky dle odst. </w:t>
      </w:r>
      <w:r w:rsidR="002026F8">
        <w:t>5</w:t>
      </w:r>
      <w:r w:rsidRPr="00B459C0">
        <w:t>.</w:t>
      </w:r>
      <w:r w:rsidR="002026F8">
        <w:t>8</w:t>
      </w:r>
      <w:r w:rsidRPr="00B459C0">
        <w:t>.1 této Smlouvy, oznámí Zhotovitel tuto skutečnost bez zbytečného odkladu, nejpozději však do 3 pracovních dnů ode dne, kdy Poddodavatel přestal splňovat výše uvedené podmínky, Objednateli.</w:t>
      </w:r>
    </w:p>
    <w:p w14:paraId="5ACAF32C" w14:textId="77777777" w:rsidR="005C59E4" w:rsidRDefault="005C59E4" w:rsidP="002026F8">
      <w:pPr>
        <w:pStyle w:val="Text1-2"/>
        <w:tabs>
          <w:tab w:val="clear" w:pos="1474"/>
          <w:tab w:val="num" w:pos="1503"/>
        </w:tabs>
        <w:ind w:left="1503" w:hanging="794"/>
      </w:pPr>
      <w:r w:rsidRPr="00B459C0">
        <w:t xml:space="preserve">Objednatel může požadovat nahrazení Poddodavatele, který přestal splňovat podmínky dle odst. </w:t>
      </w:r>
      <w:r w:rsidR="002026F8">
        <w:t>5.8</w:t>
      </w:r>
      <w:r w:rsidRPr="00B459C0">
        <w:t>.1 této Smlouvy.</w:t>
      </w:r>
    </w:p>
    <w:p w14:paraId="36DFB680" w14:textId="04C64FAB" w:rsidR="002419BD" w:rsidRPr="002D4C7D" w:rsidRDefault="002419BD" w:rsidP="002026F8">
      <w:pPr>
        <w:pStyle w:val="Text1-2"/>
        <w:tabs>
          <w:tab w:val="clear" w:pos="1474"/>
          <w:tab w:val="num" w:pos="1503"/>
        </w:tabs>
        <w:ind w:left="1503" w:hanging="794"/>
      </w:pPr>
      <w:r w:rsidRPr="00B459C0">
        <w:lastRenderedPageBreak/>
        <w:t xml:space="preserve">Ukáží-li se prohlášení Zhotovitele dle odstavce </w:t>
      </w:r>
      <w:r>
        <w:t>5.8</w:t>
      </w:r>
      <w:r w:rsidRPr="00B459C0">
        <w:t xml:space="preserve">.1 této Smlouvy jako nepravdivá nebo poruší-li Zhotovitel svou oznamovací povinnost dle odstavce </w:t>
      </w:r>
      <w:r>
        <w:t>5.8</w:t>
      </w:r>
      <w:r w:rsidRPr="00B459C0">
        <w:t>.2, je Objednatel oprávněn odstoupit od této Smlouvy.</w:t>
      </w:r>
      <w:r>
        <w:t xml:space="preserve"> Ustanovení § 2004 odst. 2 </w:t>
      </w:r>
      <w:r w:rsidR="00765033">
        <w:t>o</w:t>
      </w:r>
      <w:r w:rsidRPr="0050326A">
        <w:t>bčanského zákoníku se nepoužij</w:t>
      </w:r>
      <w:r>
        <w:t>e.</w:t>
      </w:r>
    </w:p>
    <w:p w14:paraId="3F692C55" w14:textId="77777777" w:rsidR="00F91101" w:rsidRPr="004C64C5" w:rsidRDefault="00F91101" w:rsidP="004C64C5">
      <w:pPr>
        <w:pStyle w:val="Nadpis1-1"/>
      </w:pPr>
      <w:r w:rsidRPr="004C64C5">
        <w:t>SMLUVNÍ POKUTY A ÚROK Z PRODLENÍ</w:t>
      </w:r>
    </w:p>
    <w:p w14:paraId="40D69EEE" w14:textId="77777777"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049BF970" w14:textId="77777777" w:rsidR="00F91101" w:rsidRPr="005C7EED" w:rsidRDefault="00F91101" w:rsidP="004C64C5">
      <w:pPr>
        <w:pStyle w:val="Text1-1"/>
      </w:pPr>
      <w:r w:rsidRPr="005C7EED">
        <w:t xml:space="preserve">Koordinátor BOZP se zavazuje uhradit </w:t>
      </w:r>
      <w:r w:rsidR="009222E1">
        <w:t>Objednatel</w:t>
      </w:r>
      <w:r w:rsidRPr="005C7EED">
        <w:t>i smluvní pokutu:</w:t>
      </w:r>
    </w:p>
    <w:p w14:paraId="6EBD0385"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 odst</w:t>
      </w:r>
      <w:r w:rsidR="001B7B96">
        <w:rPr>
          <w:rFonts w:ascii="Verdana" w:hAnsi="Verdana" w:cs="Calibri"/>
        </w:rPr>
        <w:t>avcích</w:t>
      </w:r>
      <w:r w:rsidRPr="005C7EED">
        <w:rPr>
          <w:rFonts w:ascii="Verdana" w:hAnsi="Verdana" w:cs="Calibri"/>
        </w:rPr>
        <w:t xml:space="preserve"> </w:t>
      </w:r>
      <w:r w:rsidR="007D77B4">
        <w:rPr>
          <w:rFonts w:ascii="Verdana" w:hAnsi="Verdana" w:cs="Calibri"/>
        </w:rPr>
        <w:t>4.1</w:t>
      </w:r>
      <w:r w:rsidRPr="005C7EED">
        <w:rPr>
          <w:rFonts w:ascii="Verdana" w:hAnsi="Verdana" w:cs="Calibri"/>
        </w:rPr>
        <w:t>.1</w:t>
      </w:r>
      <w:r w:rsidR="007D77B4">
        <w:rPr>
          <w:rFonts w:ascii="Verdana" w:hAnsi="Verdana" w:cs="Calibri"/>
        </w:rPr>
        <w:t xml:space="preserve"> a/nebo 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1B7B96">
        <w:rPr>
          <w:rFonts w:ascii="Verdana" w:hAnsi="Verdana" w:cs="Calibri"/>
        </w:rPr>
        <w:t>;</w:t>
      </w:r>
    </w:p>
    <w:p w14:paraId="643CEA3E"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1B7B96">
        <w:rPr>
          <w:rFonts w:ascii="Verdana" w:hAnsi="Verdana" w:cs="Calibri"/>
        </w:rPr>
        <w:t>;</w:t>
      </w:r>
    </w:p>
    <w:p w14:paraId="0FF34024"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částku ve výši 50 % sjednané ceny dle této smlouvy v případě nepředložení dokladů dle odst</w:t>
      </w:r>
      <w:r w:rsidR="001B7B96">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1B7B96">
        <w:rPr>
          <w:rFonts w:ascii="Verdana" w:hAnsi="Verdana" w:cs="Calibri"/>
        </w:rPr>
        <w:t>;</w:t>
      </w:r>
    </w:p>
    <w:p w14:paraId="01F062F9" w14:textId="77777777" w:rsidR="00F91101"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em nejpozději do 60-ti dnů od vzniku události</w:t>
      </w:r>
      <w:r w:rsidR="001B7B96">
        <w:rPr>
          <w:rFonts w:ascii="Verdana" w:hAnsi="Verdana" w:cs="Calibri"/>
        </w:rPr>
        <w:t>;</w:t>
      </w:r>
    </w:p>
    <w:p w14:paraId="7E119F47" w14:textId="77777777"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0518692D" w14:textId="77777777"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14:paraId="148789A4" w14:textId="77777777"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9505A0" w:rsidRPr="005C7EED">
        <w:t xml:space="preserve">Koordinátor BOZP </w:t>
      </w:r>
      <w:r w:rsidRPr="002D4C7D">
        <w:t>neumožní provedení exkurze</w:t>
      </w:r>
      <w:r>
        <w:t xml:space="preserve"> dle odstavce 5.5.4 Smlouvy;</w:t>
      </w:r>
    </w:p>
    <w:p w14:paraId="2EB80516" w14:textId="77777777" w:rsidR="009505A0" w:rsidRPr="009505A0"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Pr="002D4C7D">
        <w:t xml:space="preserve"> případě nepředložení písemné zprávy v rozsahu </w:t>
      </w:r>
      <w:r>
        <w:t xml:space="preserve">a </w:t>
      </w:r>
      <w:r w:rsidRPr="002D4C7D">
        <w:t xml:space="preserve">ve lhůtě </w:t>
      </w:r>
      <w:r>
        <w:t xml:space="preserve">stanovené v </w:t>
      </w:r>
      <w:r w:rsidRPr="002D4C7D">
        <w:t>odstavc</w:t>
      </w:r>
      <w:r>
        <w:t>i</w:t>
      </w:r>
      <w:r w:rsidRPr="002D4C7D">
        <w:t xml:space="preserve"> </w:t>
      </w:r>
      <w:r>
        <w:t>5.5.8 Smlouvy</w:t>
      </w:r>
      <w:r w:rsidR="009505A0">
        <w:t>;</w:t>
      </w:r>
    </w:p>
    <w:p w14:paraId="64A7F2C8" w14:textId="77777777" w:rsidR="001B7B96" w:rsidRPr="009505A0" w:rsidRDefault="009505A0" w:rsidP="0032071A">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9505A0">
        <w:rPr>
          <w:rFonts w:ascii="Verdana" w:hAnsi="Verdana" w:cs="Calibri"/>
        </w:rPr>
        <w:t xml:space="preserve">částku ve výši </w:t>
      </w:r>
      <w:r w:rsidRPr="009505A0">
        <w:rPr>
          <w:rFonts w:ascii="Verdana" w:hAnsi="Verdana" w:cs="Calibri"/>
          <w:color w:val="000000"/>
        </w:rPr>
        <w:t xml:space="preserve">2.000 Kč </w:t>
      </w:r>
      <w:r w:rsidRPr="009505A0">
        <w:rPr>
          <w:rFonts w:ascii="Verdana" w:hAnsi="Verdana" w:cs="Calibri"/>
        </w:rPr>
        <w:t>za každé jednotlivé nesplnění jiných závazků a povinností dle této smlouvy</w:t>
      </w:r>
      <w:r w:rsidR="001B7B96">
        <w:t>.</w:t>
      </w:r>
    </w:p>
    <w:p w14:paraId="1A19E209" w14:textId="28317B13" w:rsidR="00CF076B" w:rsidRPr="002026F8" w:rsidRDefault="00CF076B" w:rsidP="00CF076B">
      <w:pPr>
        <w:pStyle w:val="Text1-1"/>
        <w:rPr>
          <w:rFonts w:ascii="Verdana" w:hAnsi="Verdana" w:cs="Verdana"/>
        </w:rPr>
      </w:pPr>
      <w:r>
        <w:t xml:space="preserve">Koordinátor BOZP je povinen zaplatit za každé jednotlivé porušení povinností dle </w:t>
      </w:r>
      <w:r w:rsidR="002419BD">
        <w:t>článku 5.7 (</w:t>
      </w:r>
      <w:r>
        <w:t>s výjimkou oznamovací povinnosti dle odstavce 5.7.3</w:t>
      </w:r>
      <w:r w:rsidR="002419BD">
        <w:t>)</w:t>
      </w:r>
      <w:r>
        <w:t xml:space="preserve"> této Smlouvy, smluvní pokutu ve výši </w:t>
      </w:r>
      <w:r w:rsidR="00CC1F61">
        <w:t>1</w:t>
      </w:r>
      <w:r>
        <w:t xml:space="preserve">00.000 Kč. Koordinátor BOZP je dále povinen zaplatit za každé jednotlivé porušení oznamovací povinnosti dle odstavce 5.7.3 smluvní pokutu ve výši </w:t>
      </w:r>
      <w:r w:rsidR="00CC1F61">
        <w:t>5</w:t>
      </w:r>
      <w:r>
        <w:t xml:space="preserve">00.000 Kč. Ustanovení § 2050 </w:t>
      </w:r>
      <w:r w:rsidR="00765033">
        <w:t>o</w:t>
      </w:r>
      <w:r>
        <w:t>bčanského zákoníku se nepoužij</w:t>
      </w:r>
      <w:r w:rsidR="002419BD">
        <w:t>e</w:t>
      </w:r>
      <w:r>
        <w:t>.</w:t>
      </w:r>
    </w:p>
    <w:p w14:paraId="6E014504" w14:textId="3D26B6BD" w:rsidR="002026F8" w:rsidRDefault="00CD14A9" w:rsidP="00CF076B">
      <w:pPr>
        <w:pStyle w:val="Text1-1"/>
        <w:rPr>
          <w:rFonts w:ascii="Verdana" w:hAnsi="Verdana" w:cs="Verdana"/>
        </w:rPr>
      </w:pPr>
      <w:r>
        <w:lastRenderedPageBreak/>
        <w:t xml:space="preserve">Koordinátor BOZP </w:t>
      </w:r>
      <w:r w:rsidR="002026F8" w:rsidRPr="00B459C0">
        <w:t xml:space="preserve">je povinen zaplatit za každé jednotlivé porušení povinností dle </w:t>
      </w:r>
      <w:r w:rsidR="002419BD">
        <w:t>článku 5.8 (</w:t>
      </w:r>
      <w:r w:rsidR="002026F8" w:rsidRPr="00B459C0">
        <w:t xml:space="preserve">s výjimkou oznamovací povinnosti dle odstavce </w:t>
      </w:r>
      <w:r w:rsidR="002026F8">
        <w:t>5.8</w:t>
      </w:r>
      <w:r w:rsidR="002026F8" w:rsidRPr="00B459C0">
        <w:t>.2</w:t>
      </w:r>
      <w:r w:rsidR="002419BD">
        <w:t>)</w:t>
      </w:r>
      <w:r w:rsidR="002026F8" w:rsidRPr="00B459C0">
        <w:t xml:space="preserve"> této Smlouvy smluvní pokutu ve výši 100.000 Kč. Zhotovitel je dále povinen zaplatit za každé jednotlivé porušení oznamovací povinnosti dle odstavce </w:t>
      </w:r>
      <w:r w:rsidR="002026F8">
        <w:t>5.8</w:t>
      </w:r>
      <w:r w:rsidR="002026F8" w:rsidRPr="00B459C0">
        <w:t xml:space="preserve">.2 smluvní pokutu ve výši 50.000 Kč. Ustanovení § 2050 </w:t>
      </w:r>
      <w:r w:rsidR="00765033">
        <w:t>o</w:t>
      </w:r>
      <w:r w:rsidR="002026F8" w:rsidRPr="00B459C0">
        <w:t>bčanského zákoníku se nepoužij</w:t>
      </w:r>
      <w:r w:rsidR="00CC1F61">
        <w:t>e</w:t>
      </w:r>
      <w:r w:rsidR="002026F8" w:rsidRPr="00B459C0">
        <w:t>.</w:t>
      </w:r>
    </w:p>
    <w:p w14:paraId="41C18AD0" w14:textId="77777777"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38F717D1" w14:textId="77777777" w:rsidR="00F91101" w:rsidRPr="004C64C5" w:rsidRDefault="00F91101" w:rsidP="004C64C5">
      <w:pPr>
        <w:pStyle w:val="Nadpis1-1"/>
      </w:pPr>
      <w:r w:rsidRPr="004C64C5">
        <w:t>KONTROLY A AUDITY</w:t>
      </w:r>
    </w:p>
    <w:p w14:paraId="7A5986FD" w14:textId="77777777"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579C7E7C" w14:textId="77777777"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29AD4E83" w14:textId="77777777"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78A9CDE7" w14:textId="77777777"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ust.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254D20B7" w14:textId="77777777" w:rsidR="00F91101" w:rsidRPr="004C64C5" w:rsidRDefault="00F91101" w:rsidP="004C64C5">
      <w:pPr>
        <w:pStyle w:val="Nadpis1-1"/>
      </w:pPr>
      <w:r w:rsidRPr="004C64C5">
        <w:lastRenderedPageBreak/>
        <w:t>ZÁVĚREČNÁ USTANOVENÍ</w:t>
      </w:r>
    </w:p>
    <w:p w14:paraId="1AECC175" w14:textId="2AFD0751" w:rsidR="00F91101" w:rsidRPr="005C7EED" w:rsidRDefault="00F91101" w:rsidP="004C64C5">
      <w:pPr>
        <w:pStyle w:val="Text1-1"/>
      </w:pPr>
      <w:r w:rsidRPr="005C7EED">
        <w:t xml:space="preserve">Pokud není v této smlouvě stanoveno jinak, platí pro právní vztahy z ní vyplývající </w:t>
      </w:r>
      <w:r w:rsidRPr="005D359B">
        <w:t>příslušná</w:t>
      </w:r>
      <w:r w:rsidRPr="005C7EED">
        <w:t xml:space="preserve"> ustanovení občanského zákoníku a dalších příslušných právních předpisů České republiky.</w:t>
      </w:r>
    </w:p>
    <w:p w14:paraId="07C66918" w14:textId="77777777"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14:paraId="61BA6B0C" w14:textId="77777777"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47A9A771"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52896C19"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1308B2">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D04D0F2" w14:textId="475012B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w:t>
      </w:r>
      <w:r w:rsidR="00765033">
        <w:rPr>
          <w:rFonts w:ascii="Verdana" w:hAnsi="Verdana"/>
          <w:sz w:val="18"/>
          <w:szCs w:val="18"/>
        </w:rPr>
        <w:t>ého</w:t>
      </w:r>
      <w:r w:rsidRPr="005C7EED">
        <w:rPr>
          <w:rFonts w:ascii="Verdana" w:hAnsi="Verdana"/>
          <w:sz w:val="18"/>
          <w:szCs w:val="18"/>
        </w:rPr>
        <w:t xml:space="preserve"> zákoník</w:t>
      </w:r>
      <w:r w:rsidR="00765033">
        <w:rPr>
          <w:rFonts w:ascii="Verdana" w:hAnsi="Verdana"/>
          <w:sz w:val="18"/>
          <w:szCs w:val="18"/>
        </w:rPr>
        <w:t>u</w:t>
      </w:r>
      <w:r w:rsidRPr="005C7EED">
        <w:rPr>
          <w:rFonts w:ascii="Verdana" w:hAnsi="Verdana"/>
          <w:sz w:val="18"/>
          <w:szCs w:val="18"/>
        </w:rPr>
        <w:t>, ve znění pozdějších předpisů (dále jen „obchodní tajemství“), a že se nejedná ani o informace, které nemohou být v registru smluv uveřejněny na základě ustanovení § 3 odst. 1 ZRS.</w:t>
      </w:r>
    </w:p>
    <w:p w14:paraId="3CD0DA43"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1308B2">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1308B2">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1308B2">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33520A0B"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6D580955" w14:textId="77777777"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656AEAB4" w14:textId="77777777" w:rsidR="00F91101" w:rsidRPr="005C7EED" w:rsidRDefault="00F91101" w:rsidP="004C64C5">
      <w:pPr>
        <w:pStyle w:val="Text1-1"/>
      </w:pPr>
      <w:r w:rsidRPr="005C7EED">
        <w:lastRenderedPageBreak/>
        <w:t>Tuto smlouvu je možné měnit, doplňovat nebo rušit pouze v téže formě, v jaké byla tato smlouva uzavřena, nebo ve formě přísnější.</w:t>
      </w:r>
    </w:p>
    <w:p w14:paraId="51BAD9B9" w14:textId="77777777"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083F825A" w14:textId="77777777" w:rsidR="00F91101" w:rsidRPr="005C7EED" w:rsidRDefault="00F91101" w:rsidP="004C64C5">
      <w:pPr>
        <w:pStyle w:val="Text1-1"/>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077858A4" w14:textId="77777777" w:rsidR="00F91101" w:rsidRPr="005C7EED" w:rsidRDefault="00F91101" w:rsidP="004C64C5">
      <w:pPr>
        <w:pStyle w:val="Text1-1"/>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2EED49EB" w14:textId="77777777" w:rsidR="00F91101" w:rsidRPr="005C7EED" w:rsidRDefault="00F91101" w:rsidP="004C64C5">
      <w:pPr>
        <w:pStyle w:val="Text1-1"/>
      </w:pPr>
      <w:bookmarkStart w:id="2" w:name="_Ref214189956"/>
      <w:r w:rsidRPr="005C7EED">
        <w:t>Veškerá práva a povinnosti vyplývající z této smlouvy přecházejí, pokud to povaha těchto práv a povinností nevylučuje, na právní nástupce smluvních stran.</w:t>
      </w:r>
      <w:bookmarkEnd w:id="2"/>
      <w:r w:rsidRPr="005C7EED">
        <w:t xml:space="preserve"> Žádná ze stran není oprávněna převést jakákoliv práva či povinnosti nebo jejich část na třetí osobu bez předchozího písemného souhlasu druhé smluvní strany.</w:t>
      </w:r>
    </w:p>
    <w:p w14:paraId="60399B01" w14:textId="77777777"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1CFC5F04" w14:textId="77777777"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8D5D447" w14:textId="77777777"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5E3D67A1" w14:textId="77777777" w:rsidR="00F91101" w:rsidRPr="005C7EED" w:rsidRDefault="00F91101" w:rsidP="004C64C5">
      <w:pPr>
        <w:pStyle w:val="Text1-1"/>
      </w:pPr>
      <w:r w:rsidRPr="005C7EED">
        <w:t xml:space="preserve">Tato smlouva je vyhotovena </w:t>
      </w:r>
      <w:r w:rsidR="00CC2E84" w:rsidRPr="005657F2">
        <w:t>elektronicky a podepsána zaručeným elektronickým podpisem založeným na kvalifikovaném certifikátu pro elektronický podpis nebo kvalifikovaným elektronickým podpisem.</w:t>
      </w:r>
    </w:p>
    <w:p w14:paraId="74BD8266" w14:textId="77777777" w:rsidR="00F91101"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14:paraId="25406703" w14:textId="77777777" w:rsidR="00CC1F61" w:rsidRDefault="00CC1F61" w:rsidP="00CC1F61">
      <w:pPr>
        <w:pStyle w:val="Text1-1"/>
      </w:pPr>
      <w:r w:rsidRPr="005B73AF">
        <w:t>Přílohy, které tvoří nedílnou součást této Smlouvy o dílo:</w:t>
      </w:r>
    </w:p>
    <w:p w14:paraId="32BC9D8E" w14:textId="77777777" w:rsidR="00CC1F61" w:rsidRPr="005C7EED" w:rsidRDefault="00CC1F61" w:rsidP="00CC1F61">
      <w:pPr>
        <w:pStyle w:val="Text1-1"/>
        <w:numPr>
          <w:ilvl w:val="0"/>
          <w:numId w:val="0"/>
        </w:numPr>
        <w:ind w:left="737"/>
      </w:pPr>
      <w:r w:rsidRPr="00964369">
        <w:t>Příloha</w:t>
      </w:r>
      <w:r>
        <w:t xml:space="preserve"> č. 1</w:t>
      </w:r>
      <w:r>
        <w:tab/>
      </w:r>
      <w:r w:rsidRPr="006923FD">
        <w:rPr>
          <w:b/>
        </w:rPr>
        <w:t>Seznam poddodavatelů</w:t>
      </w:r>
    </w:p>
    <w:p w14:paraId="08F524A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3F8C133A" w14:textId="77777777" w:rsidR="007D77B4" w:rsidRDefault="007D77B4" w:rsidP="009F0867">
      <w:pPr>
        <w:pStyle w:val="Textbezodsazen"/>
      </w:pPr>
    </w:p>
    <w:p w14:paraId="7BCA7BDF"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21FF181E" w14:textId="77777777" w:rsidR="00F422D3" w:rsidRDefault="00F422D3" w:rsidP="009F0867">
      <w:pPr>
        <w:pStyle w:val="Textbezodsazen"/>
      </w:pPr>
    </w:p>
    <w:p w14:paraId="524D0559" w14:textId="77777777" w:rsidR="00F422D3" w:rsidRDefault="00F422D3" w:rsidP="009F0867">
      <w:pPr>
        <w:pStyle w:val="Textbezodsazen"/>
      </w:pPr>
    </w:p>
    <w:p w14:paraId="6FD307FD" w14:textId="69B0B3FA" w:rsidR="00F422D3" w:rsidRDefault="00F422D3" w:rsidP="009F0867">
      <w:pPr>
        <w:pStyle w:val="Textbezodsazen"/>
      </w:pPr>
      <w:r>
        <w:t>……………………………</w:t>
      </w:r>
      <w:r w:rsidR="00342DC7">
        <w:t>……</w:t>
      </w:r>
      <w:r w:rsidR="00622E36">
        <w:t>…………</w:t>
      </w:r>
      <w:r>
        <w:t>…………</w:t>
      </w:r>
      <w:r>
        <w:tab/>
      </w:r>
      <w:r>
        <w:tab/>
      </w:r>
      <w:r>
        <w:tab/>
      </w:r>
      <w:r>
        <w:tab/>
        <w:t>………………………</w:t>
      </w:r>
      <w:r w:rsidR="00342DC7">
        <w:t>….</w:t>
      </w:r>
      <w:r>
        <w:t>……………….</w:t>
      </w:r>
    </w:p>
    <w:p w14:paraId="0DE65AE4" w14:textId="77777777"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14:paraId="5939988B"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14:paraId="119E03C9" w14:textId="77777777" w:rsidR="00342DC7" w:rsidRDefault="00342DC7" w:rsidP="00342DC7">
      <w:pPr>
        <w:pStyle w:val="Textbezodsazen"/>
        <w:spacing w:after="0"/>
      </w:pPr>
      <w:r>
        <w:t>Správa železni</w:t>
      </w:r>
      <w:r w:rsidR="001308B2">
        <w:t>c</w:t>
      </w:r>
      <w:r>
        <w:t>, státní organizace</w:t>
      </w:r>
    </w:p>
    <w:p w14:paraId="7603F016" w14:textId="77777777" w:rsidR="00CC1F61" w:rsidRDefault="00CC1F61" w:rsidP="009F0867">
      <w:pPr>
        <w:pStyle w:val="Textbezodsazen"/>
      </w:pPr>
      <w:r>
        <w:br w:type="page"/>
      </w:r>
    </w:p>
    <w:p w14:paraId="101E736E" w14:textId="77777777" w:rsidR="00CC1F61" w:rsidRDefault="00CC1F61" w:rsidP="00CC1F61">
      <w:pPr>
        <w:pStyle w:val="Nadpisbezsl1-1"/>
      </w:pPr>
      <w:r>
        <w:lastRenderedPageBreak/>
        <w:t>Příloha č. 1</w:t>
      </w:r>
    </w:p>
    <w:p w14:paraId="7B3F0B1D" w14:textId="77777777" w:rsidR="00CC1F61" w:rsidRDefault="00CC1F61" w:rsidP="00CC1F61">
      <w:pPr>
        <w:pStyle w:val="Nadpisbezsl1-2"/>
      </w:pPr>
      <w:r>
        <w:t>Seznam poddodavatelů</w:t>
      </w:r>
    </w:p>
    <w:p w14:paraId="3C9A54AA" w14:textId="77777777" w:rsidR="00CC1F61" w:rsidRDefault="00CC1F61" w:rsidP="00CC1F61">
      <w:pPr>
        <w:pStyle w:val="Tabulka"/>
      </w:pPr>
    </w:p>
    <w:tbl>
      <w:tblPr>
        <w:tblStyle w:val="Tabulka10"/>
        <w:tblW w:w="8860" w:type="dxa"/>
        <w:tblLook w:val="04A0" w:firstRow="1" w:lastRow="0" w:firstColumn="1" w:lastColumn="0" w:noHBand="0" w:noVBand="1"/>
      </w:tblPr>
      <w:tblGrid>
        <w:gridCol w:w="2774"/>
        <w:gridCol w:w="3129"/>
        <w:gridCol w:w="2957"/>
      </w:tblGrid>
      <w:tr w:rsidR="00CC1F61" w:rsidRPr="006B7093" w14:paraId="09D9E930" w14:textId="77777777" w:rsidTr="002C0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7AEE4CA" w14:textId="77777777" w:rsidR="00CC1F61" w:rsidRPr="006B7093" w:rsidRDefault="00CC1F61" w:rsidP="002C0884">
            <w:pPr>
              <w:pStyle w:val="Tabulka"/>
              <w:rPr>
                <w:rStyle w:val="Nadpisvtabulce"/>
              </w:rPr>
            </w:pPr>
            <w:r w:rsidRPr="006B7093">
              <w:rPr>
                <w:rStyle w:val="Nadpisvtabulce"/>
              </w:rPr>
              <w:t>Identifikace poddodavatele</w:t>
            </w:r>
          </w:p>
          <w:p w14:paraId="5B8BC37E" w14:textId="77777777" w:rsidR="00CC1F61" w:rsidRPr="006B7093" w:rsidRDefault="00CC1F61" w:rsidP="002C0884">
            <w:pPr>
              <w:pStyle w:val="Tabulka"/>
              <w:rPr>
                <w:rStyle w:val="Nadpisvtabulce"/>
              </w:rPr>
            </w:pPr>
            <w:r w:rsidRPr="006B7093">
              <w:rPr>
                <w:rStyle w:val="Nadpisvtabulce"/>
              </w:rPr>
              <w:t>(obchodní firma, sídlo a IČO)</w:t>
            </w:r>
          </w:p>
        </w:tc>
        <w:tc>
          <w:tcPr>
            <w:tcW w:w="3129" w:type="dxa"/>
          </w:tcPr>
          <w:p w14:paraId="1BD795C3" w14:textId="77777777" w:rsidR="00CC1F61" w:rsidRPr="006B7093" w:rsidRDefault="00CC1F61"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38991D47" w14:textId="77777777" w:rsidR="00CC1F61" w:rsidRPr="006B7093" w:rsidRDefault="00CC1F61"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6504F28D" w14:textId="77777777" w:rsidR="00CC1F61" w:rsidRPr="006B7093" w:rsidRDefault="00CC1F61" w:rsidP="002C0884">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CC1F61" w:rsidRPr="006B7093" w14:paraId="6CF0060D"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07D38160" w14:textId="77777777" w:rsidR="00CC1F61" w:rsidRPr="006B7093" w:rsidRDefault="00CC1F61" w:rsidP="002C0884">
            <w:pPr>
              <w:pStyle w:val="Tabulka"/>
            </w:pPr>
            <w:r w:rsidRPr="006B7093">
              <w:rPr>
                <w:highlight w:val="yellow"/>
              </w:rPr>
              <w:t>[VLOŽÍ ZHOTOVITEL]</w:t>
            </w:r>
          </w:p>
        </w:tc>
        <w:tc>
          <w:tcPr>
            <w:tcW w:w="3129" w:type="dxa"/>
          </w:tcPr>
          <w:p w14:paraId="5816F66C" w14:textId="77777777" w:rsidR="00CC1F61" w:rsidRPr="006B7093" w:rsidRDefault="00CC1F61"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3F87012" w14:textId="77777777" w:rsidR="00CC1F61" w:rsidRPr="006B7093" w:rsidRDefault="00CC1F61"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CC1F61" w:rsidRPr="006B7093" w14:paraId="36251C42"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4F2524AC" w14:textId="77777777" w:rsidR="00CC1F61" w:rsidRPr="006B7093" w:rsidRDefault="00CC1F61" w:rsidP="002C0884">
            <w:pPr>
              <w:pStyle w:val="Tabulka"/>
            </w:pPr>
            <w:r w:rsidRPr="006B7093">
              <w:rPr>
                <w:highlight w:val="yellow"/>
              </w:rPr>
              <w:t>[VLOŽÍ ZHOTOVITEL]</w:t>
            </w:r>
          </w:p>
        </w:tc>
        <w:tc>
          <w:tcPr>
            <w:tcW w:w="3129" w:type="dxa"/>
          </w:tcPr>
          <w:p w14:paraId="5EFCAF60" w14:textId="77777777" w:rsidR="00CC1F61" w:rsidRPr="006B7093" w:rsidRDefault="00CC1F61"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EE0EE5D" w14:textId="77777777" w:rsidR="00CC1F61" w:rsidRPr="006B7093" w:rsidRDefault="00CC1F61"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CC1F61" w:rsidRPr="006B7093" w14:paraId="5CC98A28"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48B9EBD7" w14:textId="77777777" w:rsidR="00CC1F61" w:rsidRPr="006B7093" w:rsidRDefault="00CC1F61" w:rsidP="002C0884">
            <w:pPr>
              <w:pStyle w:val="Tabulka"/>
            </w:pPr>
            <w:r w:rsidRPr="006B7093">
              <w:rPr>
                <w:highlight w:val="yellow"/>
              </w:rPr>
              <w:t>[VLOŽÍ ZHOTOVITEL]</w:t>
            </w:r>
          </w:p>
        </w:tc>
        <w:tc>
          <w:tcPr>
            <w:tcW w:w="3129" w:type="dxa"/>
          </w:tcPr>
          <w:p w14:paraId="1F99651C" w14:textId="77777777" w:rsidR="00CC1F61" w:rsidRPr="006B7093" w:rsidRDefault="00CC1F61"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AC89A05" w14:textId="77777777" w:rsidR="00CC1F61" w:rsidRPr="006B7093" w:rsidRDefault="00CC1F61"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CC1F61" w:rsidRPr="006B7093" w14:paraId="7C7F1779"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3AC6004A" w14:textId="77777777" w:rsidR="00CC1F61" w:rsidRPr="006B7093" w:rsidRDefault="00CC1F61" w:rsidP="002C0884">
            <w:pPr>
              <w:pStyle w:val="Tabulka"/>
            </w:pPr>
            <w:r w:rsidRPr="006B7093">
              <w:rPr>
                <w:highlight w:val="yellow"/>
              </w:rPr>
              <w:t>[VLOŽÍ ZHOTOVITEL]</w:t>
            </w:r>
          </w:p>
        </w:tc>
        <w:tc>
          <w:tcPr>
            <w:tcW w:w="3129" w:type="dxa"/>
          </w:tcPr>
          <w:p w14:paraId="5905F5F7" w14:textId="77777777" w:rsidR="00CC1F61" w:rsidRPr="006B7093" w:rsidRDefault="00CC1F61"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4B9F1D3" w14:textId="77777777" w:rsidR="00CC1F61" w:rsidRPr="006B7093" w:rsidRDefault="00CC1F61"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CC1F61" w:rsidRPr="006B7093" w14:paraId="075DB778" w14:textId="77777777" w:rsidTr="002C0884">
        <w:tc>
          <w:tcPr>
            <w:cnfStyle w:val="001000000000" w:firstRow="0" w:lastRow="0" w:firstColumn="1" w:lastColumn="0" w:oddVBand="0" w:evenVBand="0" w:oddHBand="0" w:evenHBand="0" w:firstRowFirstColumn="0" w:firstRowLastColumn="0" w:lastRowFirstColumn="0" w:lastRowLastColumn="0"/>
            <w:tcW w:w="5903" w:type="dxa"/>
            <w:gridSpan w:val="2"/>
          </w:tcPr>
          <w:p w14:paraId="32B46569" w14:textId="77777777" w:rsidR="00CC1F61" w:rsidRPr="006B7093" w:rsidRDefault="00CC1F61" w:rsidP="002C0884">
            <w:pPr>
              <w:pStyle w:val="Tabulka"/>
              <w:jc w:val="right"/>
              <w:rPr>
                <w:rStyle w:val="Tun"/>
              </w:rPr>
            </w:pPr>
            <w:r w:rsidRPr="006B7093">
              <w:rPr>
                <w:rStyle w:val="Tun"/>
              </w:rPr>
              <w:t>CELKEM %</w:t>
            </w:r>
          </w:p>
        </w:tc>
        <w:tc>
          <w:tcPr>
            <w:tcW w:w="2957" w:type="dxa"/>
          </w:tcPr>
          <w:p w14:paraId="4DA328B6" w14:textId="77777777" w:rsidR="00CC1F61" w:rsidRPr="006B7093" w:rsidRDefault="00CC1F61"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315438E8" w14:textId="77777777" w:rsidR="00E901A3" w:rsidRDefault="00E901A3" w:rsidP="009F0867">
      <w:pPr>
        <w:pStyle w:val="Textbezodsazen"/>
      </w:pPr>
    </w:p>
    <w:p w14:paraId="0717EC9C" w14:textId="77777777" w:rsidR="00F762A8" w:rsidRDefault="00F762A8" w:rsidP="00E175B2">
      <w:pPr>
        <w:pStyle w:val="Nadpisbezsl1-1"/>
      </w:pPr>
    </w:p>
    <w:sectPr w:rsidR="00F762A8" w:rsidSect="002419BD">
      <w:headerReference w:type="default" r:id="rId12"/>
      <w:footerReference w:type="default" r:id="rId13"/>
      <w:headerReference w:type="first" r:id="rId14"/>
      <w:pgSz w:w="11906" w:h="16838" w:code="9"/>
      <w:pgMar w:top="2052" w:right="1134" w:bottom="1474" w:left="1418" w:header="595" w:footer="624" w:gutter="652"/>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F2EDA8" w14:textId="77777777" w:rsidR="006F5F96" w:rsidRDefault="006F5F96" w:rsidP="00962258">
      <w:pPr>
        <w:spacing w:after="0" w:line="240" w:lineRule="auto"/>
      </w:pPr>
      <w:r>
        <w:separator/>
      </w:r>
    </w:p>
  </w:endnote>
  <w:endnote w:type="continuationSeparator" w:id="0">
    <w:p w14:paraId="592F81CF" w14:textId="77777777"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7F15B0C7" w14:textId="77777777" w:rsidTr="00EB46E5">
      <w:tc>
        <w:tcPr>
          <w:tcW w:w="1361" w:type="dxa"/>
          <w:tcMar>
            <w:left w:w="0" w:type="dxa"/>
            <w:right w:w="0" w:type="dxa"/>
          </w:tcMar>
          <w:vAlign w:val="bottom"/>
        </w:tcPr>
        <w:p w14:paraId="5A88CE62" w14:textId="67E6D91E"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14A9">
            <w:rPr>
              <w:rStyle w:val="slostrnky"/>
              <w:noProof/>
            </w:rPr>
            <w:t>17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07792">
            <w:rPr>
              <w:b/>
              <w:noProof/>
              <w:color w:val="FF5200" w:themeColor="accent2"/>
              <w:sz w:val="14"/>
              <w:szCs w:val="14"/>
            </w:rPr>
            <w:t>17</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D625AB8" w14:textId="77777777" w:rsidR="006F5F96" w:rsidRDefault="006F5F96" w:rsidP="00B8518B">
          <w:pPr>
            <w:pStyle w:val="Zpat"/>
          </w:pPr>
        </w:p>
      </w:tc>
      <w:tc>
        <w:tcPr>
          <w:tcW w:w="425" w:type="dxa"/>
          <w:shd w:val="clear" w:color="auto" w:fill="auto"/>
          <w:tcMar>
            <w:left w:w="0" w:type="dxa"/>
            <w:right w:w="0" w:type="dxa"/>
          </w:tcMar>
        </w:tcPr>
        <w:p w14:paraId="513F2BDF" w14:textId="77777777" w:rsidR="006F5F96" w:rsidRDefault="006F5F96" w:rsidP="00B8518B">
          <w:pPr>
            <w:pStyle w:val="Zpat"/>
          </w:pPr>
        </w:p>
      </w:tc>
      <w:tc>
        <w:tcPr>
          <w:tcW w:w="8505" w:type="dxa"/>
        </w:tcPr>
        <w:p w14:paraId="7F82DA7B" w14:textId="77777777" w:rsidR="006F5F96" w:rsidRPr="00143EC0" w:rsidRDefault="006F5F96" w:rsidP="00F422D3">
          <w:pPr>
            <w:pStyle w:val="Zpat0"/>
            <w:rPr>
              <w:b/>
            </w:rPr>
          </w:pPr>
        </w:p>
        <w:p w14:paraId="5A04A408" w14:textId="77777777" w:rsidR="006F5F96" w:rsidRDefault="006F5F96" w:rsidP="00F95FBD">
          <w:pPr>
            <w:pStyle w:val="Zpat0"/>
          </w:pPr>
        </w:p>
      </w:tc>
    </w:tr>
  </w:tbl>
  <w:p w14:paraId="7E2BB561" w14:textId="77777777"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8C261A" w14:textId="77777777" w:rsidR="006F5F96" w:rsidRDefault="006F5F96" w:rsidP="00962258">
      <w:pPr>
        <w:spacing w:after="0" w:line="240" w:lineRule="auto"/>
      </w:pPr>
      <w:r>
        <w:separator/>
      </w:r>
    </w:p>
  </w:footnote>
  <w:footnote w:type="continuationSeparator" w:id="0">
    <w:p w14:paraId="007FDF26" w14:textId="77777777"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3BC3B8B4" w14:textId="77777777" w:rsidTr="00C02D0A">
      <w:trPr>
        <w:trHeight w:hRule="exact" w:val="454"/>
      </w:trPr>
      <w:tc>
        <w:tcPr>
          <w:tcW w:w="1361" w:type="dxa"/>
          <w:tcMar>
            <w:top w:w="57" w:type="dxa"/>
            <w:left w:w="0" w:type="dxa"/>
            <w:right w:w="0" w:type="dxa"/>
          </w:tcMar>
        </w:tcPr>
        <w:p w14:paraId="55A171CB"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2D9762FF" w14:textId="77777777" w:rsidR="006F5F96" w:rsidRDefault="006F5F96" w:rsidP="00523EA7">
          <w:pPr>
            <w:pStyle w:val="Zpat"/>
          </w:pPr>
        </w:p>
      </w:tc>
      <w:tc>
        <w:tcPr>
          <w:tcW w:w="5698" w:type="dxa"/>
          <w:shd w:val="clear" w:color="auto" w:fill="auto"/>
          <w:tcMar>
            <w:top w:w="57" w:type="dxa"/>
            <w:left w:w="0" w:type="dxa"/>
            <w:right w:w="0" w:type="dxa"/>
          </w:tcMar>
        </w:tcPr>
        <w:p w14:paraId="23BD99D8" w14:textId="77777777" w:rsidR="006F5F96" w:rsidRPr="00D6163D" w:rsidRDefault="006F5F96" w:rsidP="00D6163D">
          <w:pPr>
            <w:pStyle w:val="Druhdokumentu"/>
          </w:pPr>
        </w:p>
      </w:tc>
    </w:tr>
  </w:tbl>
  <w:p w14:paraId="5E91A4EF" w14:textId="77777777"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6A2CC" w14:textId="77777777" w:rsidR="002419BD" w:rsidRDefault="002419BD" w:rsidP="002419BD">
    <w:pPr>
      <w:pStyle w:val="Zhlav"/>
    </w:pPr>
    <w:r>
      <w:rPr>
        <w:noProof/>
        <w:lang w:eastAsia="cs-CZ"/>
      </w:rPr>
      <w:drawing>
        <wp:anchor distT="0" distB="0" distL="114300" distR="114300" simplePos="0" relativeHeight="251659264" behindDoc="0" locked="1" layoutInCell="1" allowOverlap="1" wp14:anchorId="33B14632" wp14:editId="32DEC2EF">
          <wp:simplePos x="0" y="0"/>
          <wp:positionH relativeFrom="column">
            <wp:posOffset>0</wp:posOffset>
          </wp:positionH>
          <wp:positionV relativeFrom="page">
            <wp:posOffset>377190</wp:posOffset>
          </wp:positionV>
          <wp:extent cx="1717040" cy="636905"/>
          <wp:effectExtent l="0" t="0" r="0" b="0"/>
          <wp:wrapNone/>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0C57C2F"/>
    <w:multiLevelType w:val="hybridMultilevel"/>
    <w:tmpl w:val="5A48FCA2"/>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8"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0"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7"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8"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9"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4"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6"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7"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8" w15:restartNumberingAfterBreak="0">
    <w:nsid w:val="722F54CD"/>
    <w:multiLevelType w:val="hybridMultilevel"/>
    <w:tmpl w:val="03925394"/>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9"/>
  </w:num>
  <w:num w:numId="4">
    <w:abstractNumId w:val="11"/>
  </w:num>
  <w:num w:numId="5">
    <w:abstractNumId w:val="13"/>
  </w:num>
  <w:num w:numId="6">
    <w:abstractNumId w:val="22"/>
  </w:num>
  <w:num w:numId="7">
    <w:abstractNumId w:val="24"/>
  </w:num>
  <w:num w:numId="8">
    <w:abstractNumId w:val="0"/>
  </w:num>
  <w:num w:numId="9">
    <w:abstractNumId w:val="5"/>
  </w:num>
  <w:num w:numId="10">
    <w:abstractNumId w:val="30"/>
  </w:num>
  <w:num w:numId="11">
    <w:abstractNumId w:val="3"/>
  </w:num>
  <w:num w:numId="12">
    <w:abstractNumId w:val="17"/>
  </w:num>
  <w:num w:numId="13">
    <w:abstractNumId w:val="19"/>
  </w:num>
  <w:num w:numId="14">
    <w:abstractNumId w:val="2"/>
  </w:num>
  <w:num w:numId="15">
    <w:abstractNumId w:val="25"/>
  </w:num>
  <w:num w:numId="16">
    <w:abstractNumId w:val="7"/>
  </w:num>
  <w:num w:numId="17">
    <w:abstractNumId w:val="18"/>
  </w:num>
  <w:num w:numId="18">
    <w:abstractNumId w:val="16"/>
  </w:num>
  <w:num w:numId="19">
    <w:abstractNumId w:val="23"/>
  </w:num>
  <w:num w:numId="20">
    <w:abstractNumId w:val="12"/>
  </w:num>
  <w:num w:numId="21">
    <w:abstractNumId w:val="21"/>
  </w:num>
  <w:num w:numId="22">
    <w:abstractNumId w:val="26"/>
  </w:num>
  <w:num w:numId="23">
    <w:abstractNumId w:val="15"/>
  </w:num>
  <w:num w:numId="24">
    <w:abstractNumId w:val="14"/>
  </w:num>
  <w:num w:numId="25">
    <w:abstractNumId w:val="9"/>
  </w:num>
  <w:num w:numId="26">
    <w:abstractNumId w:val="20"/>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 w:numId="29">
    <w:abstractNumId w:val="10"/>
  </w:num>
  <w:num w:numId="30">
    <w:abstractNumId w:val="0"/>
  </w:num>
  <w:num w:numId="31">
    <w:abstractNumId w:val="0"/>
  </w:num>
  <w:num w:numId="32">
    <w:abstractNumId w:val="27"/>
  </w:num>
  <w:num w:numId="33">
    <w:abstractNumId w:val="0"/>
  </w:num>
  <w:num w:numId="34">
    <w:abstractNumId w:val="0"/>
  </w:num>
  <w:num w:numId="35">
    <w:abstractNumId w:val="0"/>
  </w:num>
  <w:num w:numId="36">
    <w:abstractNumId w:val="28"/>
  </w:num>
  <w:num w:numId="37">
    <w:abstractNumId w:val="0"/>
  </w:num>
  <w:num w:numId="38">
    <w:abstractNumId w:val="0"/>
  </w:num>
  <w:num w:numId="39">
    <w:abstractNumId w:val="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17F3C"/>
    <w:rsid w:val="00041EC8"/>
    <w:rsid w:val="0006588D"/>
    <w:rsid w:val="00067A5E"/>
    <w:rsid w:val="000719BB"/>
    <w:rsid w:val="00072A65"/>
    <w:rsid w:val="00072C1E"/>
    <w:rsid w:val="000B4EB8"/>
    <w:rsid w:val="000C41F2"/>
    <w:rsid w:val="000D22C4"/>
    <w:rsid w:val="000D27D1"/>
    <w:rsid w:val="000E06A3"/>
    <w:rsid w:val="000E1A7F"/>
    <w:rsid w:val="00106CD8"/>
    <w:rsid w:val="00111135"/>
    <w:rsid w:val="00112864"/>
    <w:rsid w:val="00114472"/>
    <w:rsid w:val="00114988"/>
    <w:rsid w:val="00115069"/>
    <w:rsid w:val="001150F2"/>
    <w:rsid w:val="00125A0D"/>
    <w:rsid w:val="001308B2"/>
    <w:rsid w:val="00131CFC"/>
    <w:rsid w:val="00137A1E"/>
    <w:rsid w:val="00143EC0"/>
    <w:rsid w:val="001656A2"/>
    <w:rsid w:val="00165977"/>
    <w:rsid w:val="0016651F"/>
    <w:rsid w:val="00170EC5"/>
    <w:rsid w:val="001747C1"/>
    <w:rsid w:val="00177D6B"/>
    <w:rsid w:val="00187660"/>
    <w:rsid w:val="00191F90"/>
    <w:rsid w:val="001A3204"/>
    <w:rsid w:val="001B456E"/>
    <w:rsid w:val="001B4E74"/>
    <w:rsid w:val="001B7B96"/>
    <w:rsid w:val="001C5817"/>
    <w:rsid w:val="001C645F"/>
    <w:rsid w:val="001E678E"/>
    <w:rsid w:val="001F518E"/>
    <w:rsid w:val="002026F8"/>
    <w:rsid w:val="002038D5"/>
    <w:rsid w:val="002071BB"/>
    <w:rsid w:val="00207DF5"/>
    <w:rsid w:val="00225027"/>
    <w:rsid w:val="00225674"/>
    <w:rsid w:val="00240B81"/>
    <w:rsid w:val="002419BD"/>
    <w:rsid w:val="00247D01"/>
    <w:rsid w:val="00252F9D"/>
    <w:rsid w:val="00255B10"/>
    <w:rsid w:val="00261A5B"/>
    <w:rsid w:val="00262E5B"/>
    <w:rsid w:val="0026404F"/>
    <w:rsid w:val="00276AFE"/>
    <w:rsid w:val="00276B64"/>
    <w:rsid w:val="002A3B57"/>
    <w:rsid w:val="002C31BF"/>
    <w:rsid w:val="002D5203"/>
    <w:rsid w:val="002D7FD6"/>
    <w:rsid w:val="002E0CD7"/>
    <w:rsid w:val="002E0CFB"/>
    <w:rsid w:val="002E5C7B"/>
    <w:rsid w:val="002F28EB"/>
    <w:rsid w:val="002F4333"/>
    <w:rsid w:val="002F74F6"/>
    <w:rsid w:val="0030003A"/>
    <w:rsid w:val="00327EEF"/>
    <w:rsid w:val="0033239F"/>
    <w:rsid w:val="0034274B"/>
    <w:rsid w:val="00342DC7"/>
    <w:rsid w:val="0034719F"/>
    <w:rsid w:val="00350A35"/>
    <w:rsid w:val="003571D8"/>
    <w:rsid w:val="00357BC6"/>
    <w:rsid w:val="00361422"/>
    <w:rsid w:val="0037545D"/>
    <w:rsid w:val="003778FA"/>
    <w:rsid w:val="0038312E"/>
    <w:rsid w:val="00392910"/>
    <w:rsid w:val="00392EB6"/>
    <w:rsid w:val="003956C6"/>
    <w:rsid w:val="003B23D6"/>
    <w:rsid w:val="003C33F2"/>
    <w:rsid w:val="003D756E"/>
    <w:rsid w:val="003E420D"/>
    <w:rsid w:val="003E4C13"/>
    <w:rsid w:val="004078F3"/>
    <w:rsid w:val="004160CB"/>
    <w:rsid w:val="004229BE"/>
    <w:rsid w:val="00427794"/>
    <w:rsid w:val="004328E4"/>
    <w:rsid w:val="00450F07"/>
    <w:rsid w:val="00453CD3"/>
    <w:rsid w:val="00460660"/>
    <w:rsid w:val="00464BA9"/>
    <w:rsid w:val="004832E5"/>
    <w:rsid w:val="00483969"/>
    <w:rsid w:val="00486107"/>
    <w:rsid w:val="00491827"/>
    <w:rsid w:val="004C4399"/>
    <w:rsid w:val="004C64C5"/>
    <w:rsid w:val="004C787C"/>
    <w:rsid w:val="004D09FB"/>
    <w:rsid w:val="004E6233"/>
    <w:rsid w:val="004E7A1F"/>
    <w:rsid w:val="004F4B9B"/>
    <w:rsid w:val="004F607A"/>
    <w:rsid w:val="00502690"/>
    <w:rsid w:val="0050666E"/>
    <w:rsid w:val="00511AB9"/>
    <w:rsid w:val="00523BB5"/>
    <w:rsid w:val="00523EA7"/>
    <w:rsid w:val="005406EB"/>
    <w:rsid w:val="00544816"/>
    <w:rsid w:val="00546B72"/>
    <w:rsid w:val="00553375"/>
    <w:rsid w:val="00555884"/>
    <w:rsid w:val="005614AC"/>
    <w:rsid w:val="0056317B"/>
    <w:rsid w:val="005736B7"/>
    <w:rsid w:val="00575E5A"/>
    <w:rsid w:val="00580245"/>
    <w:rsid w:val="00582A82"/>
    <w:rsid w:val="005A1F44"/>
    <w:rsid w:val="005C59E4"/>
    <w:rsid w:val="005D359B"/>
    <w:rsid w:val="005D3C39"/>
    <w:rsid w:val="005D6794"/>
    <w:rsid w:val="005E7125"/>
    <w:rsid w:val="00600ECE"/>
    <w:rsid w:val="00601A8C"/>
    <w:rsid w:val="0061068E"/>
    <w:rsid w:val="006115D3"/>
    <w:rsid w:val="00622E36"/>
    <w:rsid w:val="006371F0"/>
    <w:rsid w:val="0065610E"/>
    <w:rsid w:val="00660AD3"/>
    <w:rsid w:val="006633C9"/>
    <w:rsid w:val="006776B6"/>
    <w:rsid w:val="00683499"/>
    <w:rsid w:val="00693150"/>
    <w:rsid w:val="006978FE"/>
    <w:rsid w:val="006A17DA"/>
    <w:rsid w:val="006A5570"/>
    <w:rsid w:val="006A5576"/>
    <w:rsid w:val="006A689C"/>
    <w:rsid w:val="006B3D79"/>
    <w:rsid w:val="006B6FE4"/>
    <w:rsid w:val="006C2343"/>
    <w:rsid w:val="006C442A"/>
    <w:rsid w:val="006D6786"/>
    <w:rsid w:val="006E0578"/>
    <w:rsid w:val="006E314D"/>
    <w:rsid w:val="006F5F96"/>
    <w:rsid w:val="00704D1E"/>
    <w:rsid w:val="00710723"/>
    <w:rsid w:val="007117B1"/>
    <w:rsid w:val="007145F3"/>
    <w:rsid w:val="00723ED1"/>
    <w:rsid w:val="00740AF5"/>
    <w:rsid w:val="00743525"/>
    <w:rsid w:val="007470DC"/>
    <w:rsid w:val="007541A2"/>
    <w:rsid w:val="00755818"/>
    <w:rsid w:val="007616C2"/>
    <w:rsid w:val="0076286B"/>
    <w:rsid w:val="00765033"/>
    <w:rsid w:val="00766846"/>
    <w:rsid w:val="0077673A"/>
    <w:rsid w:val="00780051"/>
    <w:rsid w:val="007846E1"/>
    <w:rsid w:val="007847D6"/>
    <w:rsid w:val="007929C0"/>
    <w:rsid w:val="007A16AA"/>
    <w:rsid w:val="007A5172"/>
    <w:rsid w:val="007A67A0"/>
    <w:rsid w:val="007B570C"/>
    <w:rsid w:val="007C5289"/>
    <w:rsid w:val="007C6287"/>
    <w:rsid w:val="007D26F9"/>
    <w:rsid w:val="007D77B4"/>
    <w:rsid w:val="007E4A6E"/>
    <w:rsid w:val="007E7EB2"/>
    <w:rsid w:val="007F2FC8"/>
    <w:rsid w:val="007F56A7"/>
    <w:rsid w:val="00800851"/>
    <w:rsid w:val="00807DD0"/>
    <w:rsid w:val="008156D5"/>
    <w:rsid w:val="00821D01"/>
    <w:rsid w:val="00826B7B"/>
    <w:rsid w:val="00846789"/>
    <w:rsid w:val="00866994"/>
    <w:rsid w:val="008739ED"/>
    <w:rsid w:val="00883098"/>
    <w:rsid w:val="00892D3B"/>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505A0"/>
    <w:rsid w:val="00953CB5"/>
    <w:rsid w:val="00962258"/>
    <w:rsid w:val="009678B7"/>
    <w:rsid w:val="00992D9C"/>
    <w:rsid w:val="00996CB8"/>
    <w:rsid w:val="009A324F"/>
    <w:rsid w:val="009B2E97"/>
    <w:rsid w:val="009B4201"/>
    <w:rsid w:val="009B42BC"/>
    <w:rsid w:val="009B5146"/>
    <w:rsid w:val="009C418E"/>
    <w:rsid w:val="009C442C"/>
    <w:rsid w:val="009E07F4"/>
    <w:rsid w:val="009E0829"/>
    <w:rsid w:val="009F0867"/>
    <w:rsid w:val="009F309B"/>
    <w:rsid w:val="009F392E"/>
    <w:rsid w:val="009F53C5"/>
    <w:rsid w:val="009F638B"/>
    <w:rsid w:val="00A03406"/>
    <w:rsid w:val="00A0740E"/>
    <w:rsid w:val="00A21A01"/>
    <w:rsid w:val="00A349C6"/>
    <w:rsid w:val="00A50641"/>
    <w:rsid w:val="00A530BF"/>
    <w:rsid w:val="00A6177B"/>
    <w:rsid w:val="00A66136"/>
    <w:rsid w:val="00A71189"/>
    <w:rsid w:val="00A7364A"/>
    <w:rsid w:val="00A74DCC"/>
    <w:rsid w:val="00A753ED"/>
    <w:rsid w:val="00A77512"/>
    <w:rsid w:val="00A93156"/>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3036E"/>
    <w:rsid w:val="00B42873"/>
    <w:rsid w:val="00B42F40"/>
    <w:rsid w:val="00B5431A"/>
    <w:rsid w:val="00B75EE1"/>
    <w:rsid w:val="00B77481"/>
    <w:rsid w:val="00B8518B"/>
    <w:rsid w:val="00B97CC3"/>
    <w:rsid w:val="00BC06C4"/>
    <w:rsid w:val="00BC4A1F"/>
    <w:rsid w:val="00BC5BDD"/>
    <w:rsid w:val="00BD5DE9"/>
    <w:rsid w:val="00BD7E91"/>
    <w:rsid w:val="00BD7F0D"/>
    <w:rsid w:val="00C02D0A"/>
    <w:rsid w:val="00C02F8B"/>
    <w:rsid w:val="00C03A6E"/>
    <w:rsid w:val="00C226C0"/>
    <w:rsid w:val="00C22FA5"/>
    <w:rsid w:val="00C42FE6"/>
    <w:rsid w:val="00C441C8"/>
    <w:rsid w:val="00C44F6A"/>
    <w:rsid w:val="00C530B3"/>
    <w:rsid w:val="00C6198E"/>
    <w:rsid w:val="00C708EA"/>
    <w:rsid w:val="00C733D8"/>
    <w:rsid w:val="00C778A5"/>
    <w:rsid w:val="00C95162"/>
    <w:rsid w:val="00CB4F6D"/>
    <w:rsid w:val="00CB6A37"/>
    <w:rsid w:val="00CB7684"/>
    <w:rsid w:val="00CC1F61"/>
    <w:rsid w:val="00CC2E84"/>
    <w:rsid w:val="00CC4EA8"/>
    <w:rsid w:val="00CC6517"/>
    <w:rsid w:val="00CC7C8F"/>
    <w:rsid w:val="00CD14A9"/>
    <w:rsid w:val="00CD1FC4"/>
    <w:rsid w:val="00CF076B"/>
    <w:rsid w:val="00D034A0"/>
    <w:rsid w:val="00D21061"/>
    <w:rsid w:val="00D4108E"/>
    <w:rsid w:val="00D4188F"/>
    <w:rsid w:val="00D418D6"/>
    <w:rsid w:val="00D4328E"/>
    <w:rsid w:val="00D54AD0"/>
    <w:rsid w:val="00D6163D"/>
    <w:rsid w:val="00D831A3"/>
    <w:rsid w:val="00D97BE3"/>
    <w:rsid w:val="00DA3711"/>
    <w:rsid w:val="00DA5324"/>
    <w:rsid w:val="00DA5B30"/>
    <w:rsid w:val="00DD46F3"/>
    <w:rsid w:val="00DE56F2"/>
    <w:rsid w:val="00DE6DE1"/>
    <w:rsid w:val="00DF116D"/>
    <w:rsid w:val="00E07792"/>
    <w:rsid w:val="00E13127"/>
    <w:rsid w:val="00E16FF7"/>
    <w:rsid w:val="00E175B2"/>
    <w:rsid w:val="00E26D68"/>
    <w:rsid w:val="00E40651"/>
    <w:rsid w:val="00E44045"/>
    <w:rsid w:val="00E53242"/>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5607"/>
    <w:rsid w:val="00F4722B"/>
    <w:rsid w:val="00F54432"/>
    <w:rsid w:val="00F659EB"/>
    <w:rsid w:val="00F762A8"/>
    <w:rsid w:val="00F82A52"/>
    <w:rsid w:val="00F86BA6"/>
    <w:rsid w:val="00F91101"/>
    <w:rsid w:val="00F95FBD"/>
    <w:rsid w:val="00FB6342"/>
    <w:rsid w:val="00FC6389"/>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5564CB24"/>
  <w14:defaultImageDpi w14:val="32767"/>
  <w15:docId w15:val="{01C8B1BE-A9A3-4CE6-82C8-7F7E096F5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sharepoint/v3"/>
    <ds:schemaRef ds:uri="http://purl.org/dc/term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6CCDD32-94A7-4D74-A620-D6F9622EF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110</TotalTime>
  <Pages>17</Pages>
  <Words>7143</Words>
  <Characters>42147</Characters>
  <Application>Microsoft Office Word</Application>
  <DocSecurity>0</DocSecurity>
  <Lines>351</Lines>
  <Paragraphs>98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49192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6</cp:revision>
  <cp:lastPrinted>2019-03-12T14:16:00Z</cp:lastPrinted>
  <dcterms:created xsi:type="dcterms:W3CDTF">2024-02-07T14:37:00Z</dcterms:created>
  <dcterms:modified xsi:type="dcterms:W3CDTF">2024-04-23T08:47:00Z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