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149EEF09" w14:textId="77777777" w:rsidTr="003668A7">
        <w:trPr>
          <w:trHeight w:val="5613"/>
        </w:trPr>
        <w:tc>
          <w:tcPr>
            <w:tcW w:w="8674" w:type="dxa"/>
          </w:tcPr>
          <w:p w14:paraId="6A107680" w14:textId="307CC65A" w:rsidR="00EE2F0C" w:rsidRPr="00331E6D" w:rsidRDefault="00213D73" w:rsidP="00AB3891">
            <w:pPr>
              <w:pStyle w:val="Stavnebourendokumentu"/>
              <w:tabs>
                <w:tab w:val="right" w:pos="8675"/>
              </w:tabs>
            </w:pPr>
            <w:bookmarkStart w:id="0" w:name="_Toc499564342"/>
            <w:bookmarkStart w:id="1" w:name="_Toc499564365"/>
            <w:bookmarkStart w:id="2" w:name="_Toc499564758"/>
            <w:r>
              <w:rPr>
                <w:noProof/>
                <w:lang w:eastAsia="cs-CZ"/>
              </w:rPr>
              <w:t xml:space="preserve"> </w:t>
            </w:r>
            <w:r w:rsidR="00AB3891">
              <w:rPr>
                <w:noProof/>
                <w:lang w:eastAsia="cs-CZ"/>
              </w:rPr>
              <w:t xml:space="preserve">  </w:t>
            </w:r>
            <w:r w:rsidR="00AB3891">
              <w:t xml:space="preserve"> </w:t>
            </w:r>
          </w:p>
        </w:tc>
      </w:tr>
      <w:tr w:rsidR="00EE2F0C" w:rsidRPr="00331E6D" w14:paraId="5C769D7F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3044DA47" w14:textId="77777777" w:rsidR="00EE2F0C" w:rsidRPr="00331E6D" w:rsidRDefault="00EE2F0C" w:rsidP="00120D55"/>
        </w:tc>
      </w:tr>
      <w:tr w:rsidR="00EE2F0C" w:rsidRPr="00331E6D" w14:paraId="0F1848A9" w14:textId="77777777" w:rsidTr="003668A7">
        <w:trPr>
          <w:cantSplit/>
          <w:trHeight w:hRule="exact" w:val="5273"/>
        </w:trPr>
        <w:tc>
          <w:tcPr>
            <w:tcW w:w="8674" w:type="dxa"/>
          </w:tcPr>
          <w:sdt>
            <w:sdtPr>
              <w:alias w:val="Název"/>
              <w:tag w:val=""/>
              <w:id w:val="-890489275"/>
              <w:placeholder>
                <w:docPart w:val="6DB6FF40741045838C41239DFAC3C146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4D850AD2" w14:textId="0F2E913A" w:rsidR="00EE2F0C" w:rsidRPr="00331E6D" w:rsidRDefault="00283810" w:rsidP="00120D55">
                <w:pPr>
                  <w:pStyle w:val="Nzev"/>
                </w:pPr>
                <w:r>
                  <w:t>Záměr projektu</w:t>
                </w:r>
              </w:p>
            </w:sdtContent>
          </w:sdt>
          <w:p w14:paraId="03FCF388" w14:textId="03B9E21F" w:rsidR="004C61C9" w:rsidRDefault="009157F4" w:rsidP="000F2A5F">
            <w:pPr>
              <w:pStyle w:val="Doplkovinformaceknzvudokumentu"/>
              <w:rPr>
                <w:noProof/>
              </w:rPr>
            </w:pPr>
            <w:r>
              <w:t>„</w:t>
            </w:r>
            <w:r w:rsidR="006C0522">
              <w:t>Rekonstrukce nástupišť v ŽST Valašské Meziříčí</w:t>
            </w:r>
            <w:r>
              <w:t>“</w:t>
            </w:r>
          </w:p>
          <w:p w14:paraId="1A1768B3" w14:textId="08F3A835" w:rsidR="00590F9B" w:rsidRPr="00CF6F6A" w:rsidRDefault="00694577" w:rsidP="00385F43">
            <w:pPr>
              <w:pStyle w:val="Doplkovinformaceknzvudokumentu"/>
              <w:rPr>
                <w:noProof/>
              </w:rPr>
            </w:pPr>
            <w:r>
              <w:rPr>
                <w:noProof/>
              </w:rPr>
              <w:t xml:space="preserve">Příloha </w:t>
            </w:r>
            <w:r w:rsidR="008A67A3">
              <w:rPr>
                <w:noProof/>
              </w:rPr>
              <w:t>G</w:t>
            </w:r>
            <w:r w:rsidR="00CF6F6A">
              <w:rPr>
                <w:noProof/>
              </w:rPr>
              <w:t xml:space="preserve">: </w:t>
            </w:r>
            <w:r w:rsidR="008A67A3" w:rsidRPr="008A67A3">
              <w:rPr>
                <w:noProof/>
              </w:rPr>
              <w:t>Prohlášení zhotovitele projektové dokumentace akce v aktuálním stupni investorské přípravy, ke kterému je předkládán záměr projektu, konstatující, že jím navržené řešení je z technického a ekonomického hlediska nejefektivnější při respektování vše</w:t>
            </w:r>
            <w:r w:rsidR="00385F43">
              <w:rPr>
                <w:noProof/>
              </w:rPr>
              <w:t>ch platných právních předpisů a </w:t>
            </w:r>
            <w:r w:rsidR="008A67A3" w:rsidRPr="008A67A3">
              <w:rPr>
                <w:noProof/>
              </w:rPr>
              <w:t>technických norem</w:t>
            </w:r>
          </w:p>
        </w:tc>
      </w:tr>
      <w:tr w:rsidR="00EE2F0C" w:rsidRPr="00331E6D" w14:paraId="1FAA29B1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31A846A0" w14:textId="77777777" w:rsidR="00EE2F0C" w:rsidRPr="00331E6D" w:rsidRDefault="00EE2F0C" w:rsidP="00120D55"/>
        </w:tc>
      </w:tr>
      <w:bookmarkEnd w:id="0"/>
      <w:bookmarkEnd w:id="1"/>
      <w:bookmarkEnd w:id="2"/>
    </w:tbl>
    <w:p w14:paraId="6579C953" w14:textId="55EF57BE" w:rsidR="001C559F" w:rsidRDefault="001C559F" w:rsidP="00213D73">
      <w:pPr>
        <w:pStyle w:val="Bezmezer"/>
      </w:pPr>
    </w:p>
    <w:p w14:paraId="5A05E8C4" w14:textId="2FBF91C1" w:rsidR="00CF6F6A" w:rsidRDefault="00CF6F6A" w:rsidP="00213D73">
      <w:pPr>
        <w:pStyle w:val="Bezmezer"/>
      </w:pPr>
    </w:p>
    <w:p w14:paraId="634757D4" w14:textId="43013B21" w:rsidR="00CF6F6A" w:rsidRDefault="00CF6F6A" w:rsidP="00213D73">
      <w:pPr>
        <w:pStyle w:val="Bezmezer"/>
      </w:pPr>
    </w:p>
    <w:p w14:paraId="58CD7C3C" w14:textId="77777777" w:rsidR="00363017" w:rsidRDefault="00363017" w:rsidP="00E979EE"/>
    <w:p w14:paraId="2305E8B3" w14:textId="5F653D6F" w:rsidR="00363017" w:rsidRPr="00363017" w:rsidRDefault="006C0522" w:rsidP="00363017">
      <w:pPr>
        <w:pageBreakBefore/>
        <w:contextualSpacing/>
        <w:rPr>
          <w:b/>
        </w:rPr>
      </w:pPr>
      <w:r>
        <w:rPr>
          <w:b/>
        </w:rPr>
        <w:lastRenderedPageBreak/>
        <w:t>Rekonstrukce nástupišť v ŽST Valašské Meziříčí</w:t>
      </w:r>
    </w:p>
    <w:p w14:paraId="1F3DE2DD" w14:textId="1B943F9F" w:rsidR="00766D92" w:rsidRPr="00766D92" w:rsidRDefault="00766D92" w:rsidP="00E979EE">
      <w:pPr>
        <w:rPr>
          <w:b/>
        </w:rPr>
      </w:pPr>
      <w:r w:rsidRPr="00766D92">
        <w:rPr>
          <w:b/>
        </w:rPr>
        <w:t>Prohlášení zhotovitele záměru projektu</w:t>
      </w:r>
    </w:p>
    <w:p w14:paraId="21479B58" w14:textId="77777777" w:rsidR="00766D92" w:rsidRDefault="00766D92" w:rsidP="00E979EE"/>
    <w:p w14:paraId="21463609" w14:textId="12CC61E2" w:rsidR="00CF6F6A" w:rsidRDefault="00E979EE" w:rsidP="00E979EE">
      <w:r>
        <w:t xml:space="preserve">Zhotovitel </w:t>
      </w:r>
      <w:proofErr w:type="spellStart"/>
      <w:r>
        <w:t>dokumentce</w:t>
      </w:r>
      <w:proofErr w:type="spellEnd"/>
      <w:r>
        <w:t xml:space="preserve"> „</w:t>
      </w:r>
      <w:r w:rsidR="006C0522">
        <w:t>Rekonstrukce nástupišť v ŽST Valašské Meziříčí</w:t>
      </w:r>
      <w:r>
        <w:t xml:space="preserve">“ </w:t>
      </w:r>
      <w:r w:rsidR="00363017">
        <w:t xml:space="preserve">ve stupni záměr projektu prohlašuje, že </w:t>
      </w:r>
      <w:r>
        <w:t xml:space="preserve">navržené řešení </w:t>
      </w:r>
      <w:r w:rsidR="00363017">
        <w:t xml:space="preserve">je </w:t>
      </w:r>
      <w:r>
        <w:t xml:space="preserve">z technického a ekonomického hlediska nejefektivnější při respektování všech platných právních předpisů a technických norem. </w:t>
      </w:r>
    </w:p>
    <w:p w14:paraId="7C521472" w14:textId="0B6BEAE9" w:rsidR="00363017" w:rsidRDefault="00363017" w:rsidP="00E979EE"/>
    <w:p w14:paraId="461FA31E" w14:textId="20647BD3" w:rsidR="00363017" w:rsidRDefault="00363017" w:rsidP="00E979EE">
      <w:r>
        <w:t xml:space="preserve">V Praze dne </w:t>
      </w:r>
      <w:r w:rsidR="00136735">
        <w:t>26</w:t>
      </w:r>
      <w:r>
        <w:t xml:space="preserve">. </w:t>
      </w:r>
      <w:r w:rsidR="006C0522">
        <w:t>1</w:t>
      </w:r>
      <w:r w:rsidR="008A67A3">
        <w:t>. 202</w:t>
      </w:r>
      <w:r w:rsidR="006C0522">
        <w:t>3</w:t>
      </w:r>
    </w:p>
    <w:p w14:paraId="4F3E5F62" w14:textId="26DE1E6D" w:rsidR="00363017" w:rsidRDefault="00363017" w:rsidP="00E979EE"/>
    <w:p w14:paraId="3241FDB0" w14:textId="28AE045B" w:rsidR="00363017" w:rsidRDefault="00363017" w:rsidP="00E979EE">
      <w:bookmarkStart w:id="3" w:name="_GoBack"/>
      <w:bookmarkEnd w:id="3"/>
    </w:p>
    <w:p w14:paraId="36E9F279" w14:textId="4807D683" w:rsidR="00363017" w:rsidRDefault="00363017" w:rsidP="00E979EE"/>
    <w:p w14:paraId="6FBD2F29" w14:textId="47C7345A" w:rsidR="00363017" w:rsidRDefault="00363017" w:rsidP="00E979EE"/>
    <w:p w14:paraId="40302F4C" w14:textId="58C07F39" w:rsidR="00363017" w:rsidRDefault="00363017" w:rsidP="00E979EE">
      <w:pPr>
        <w:contextualSpacing/>
      </w:pPr>
      <w:r>
        <w:t xml:space="preserve">Ing. </w:t>
      </w:r>
      <w:r w:rsidR="006C0522">
        <w:t>Alena Heinišová</w:t>
      </w:r>
    </w:p>
    <w:p w14:paraId="3244089E" w14:textId="23FAF68F" w:rsidR="00363017" w:rsidRDefault="00766D92" w:rsidP="00E979EE">
      <w:pPr>
        <w:ind w:left="1418" w:hanging="1418"/>
        <w:contextualSpacing/>
      </w:pPr>
      <w:r>
        <w:t>ředitel</w:t>
      </w:r>
      <w:r w:rsidR="006C0522">
        <w:t>ka odboru projektování staveb</w:t>
      </w:r>
    </w:p>
    <w:sectPr w:rsidR="00363017" w:rsidSect="00363017">
      <w:headerReference w:type="default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D89BF" w14:textId="77777777" w:rsidR="00852D90" w:rsidRDefault="00852D90" w:rsidP="00962258">
      <w:pPr>
        <w:spacing w:after="0" w:line="240" w:lineRule="auto"/>
      </w:pPr>
      <w:r>
        <w:separator/>
      </w:r>
    </w:p>
  </w:endnote>
  <w:endnote w:type="continuationSeparator" w:id="0">
    <w:p w14:paraId="5C02E68B" w14:textId="77777777" w:rsidR="00852D90" w:rsidRDefault="00852D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1E6A7" w14:textId="77777777" w:rsidR="001C559F" w:rsidRPr="005F4418" w:rsidRDefault="001C559F" w:rsidP="00DF5890">
    <w:pPr>
      <w:pStyle w:val="Zpat"/>
      <w:jc w:val="both"/>
    </w:pPr>
    <w:r>
      <w:rPr>
        <w:rStyle w:val="ZpatChar"/>
      </w:rPr>
      <w:tab/>
    </w:r>
  </w:p>
  <w:p w14:paraId="43E6C0A7" w14:textId="72D5BED7" w:rsidR="00363017" w:rsidRDefault="00363017" w:rsidP="00363017">
    <w:pPr>
      <w:pStyle w:val="Zhlav"/>
    </w:pPr>
  </w:p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63017" w14:paraId="7ED8591D" w14:textId="77777777" w:rsidTr="00A261A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4D2649" w14:textId="77777777" w:rsidR="00363017" w:rsidRPr="00B8518B" w:rsidRDefault="00363017" w:rsidP="0036301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C26DCC" w14:textId="77777777" w:rsidR="00363017" w:rsidRPr="00F16C35" w:rsidRDefault="00363017" w:rsidP="00363017">
          <w:pPr>
            <w:pStyle w:val="Zpat"/>
            <w:rPr>
              <w:sz w:val="12"/>
              <w:szCs w:val="12"/>
            </w:rPr>
          </w:pPr>
          <w:r w:rsidRPr="00F16C35">
            <w:rPr>
              <w:sz w:val="12"/>
              <w:szCs w:val="12"/>
            </w:rPr>
            <w:t>Správa železnic, státní organizace</w:t>
          </w:r>
        </w:p>
        <w:p w14:paraId="35FB1C8D" w14:textId="77777777" w:rsidR="00363017" w:rsidRPr="00F16C35" w:rsidRDefault="00363017" w:rsidP="00363017">
          <w:pPr>
            <w:pStyle w:val="Zpat"/>
            <w:rPr>
              <w:sz w:val="12"/>
              <w:szCs w:val="12"/>
            </w:rPr>
          </w:pPr>
          <w:r w:rsidRPr="00F16C35">
            <w:rPr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832735" w14:textId="77777777" w:rsidR="00363017" w:rsidRPr="00F16C35" w:rsidRDefault="00363017" w:rsidP="00363017">
          <w:pPr>
            <w:pStyle w:val="Zpat"/>
            <w:rPr>
              <w:sz w:val="12"/>
              <w:szCs w:val="12"/>
            </w:rPr>
          </w:pPr>
          <w:r w:rsidRPr="00F16C35">
            <w:rPr>
              <w:sz w:val="12"/>
              <w:szCs w:val="12"/>
            </w:rPr>
            <w:t>Sídlo: Dlážděná 1003/7, 110 00 Praha 1</w:t>
          </w:r>
        </w:p>
        <w:p w14:paraId="2B84223A" w14:textId="77777777" w:rsidR="00363017" w:rsidRPr="00F16C35" w:rsidRDefault="00363017" w:rsidP="00363017">
          <w:pPr>
            <w:pStyle w:val="Zpat"/>
            <w:rPr>
              <w:sz w:val="12"/>
              <w:szCs w:val="12"/>
            </w:rPr>
          </w:pPr>
          <w:r w:rsidRPr="00F16C35">
            <w:rPr>
              <w:sz w:val="12"/>
              <w:szCs w:val="12"/>
            </w:rPr>
            <w:t>IČO: 709 94 234 DIČ: CZ709 94 234</w:t>
          </w:r>
        </w:p>
        <w:p w14:paraId="0721DC39" w14:textId="77777777" w:rsidR="00363017" w:rsidRPr="00F16C35" w:rsidRDefault="00363017" w:rsidP="00363017">
          <w:pPr>
            <w:pStyle w:val="Zpat"/>
            <w:rPr>
              <w:sz w:val="12"/>
              <w:szCs w:val="12"/>
            </w:rPr>
          </w:pPr>
          <w:r w:rsidRPr="00F16C35">
            <w:rPr>
              <w:sz w:val="12"/>
              <w:szCs w:val="12"/>
            </w:rPr>
            <w:t>spravazeleznic.cz</w:t>
          </w:r>
        </w:p>
      </w:tc>
      <w:tc>
        <w:tcPr>
          <w:tcW w:w="2921" w:type="dxa"/>
        </w:tcPr>
        <w:p w14:paraId="390A1F52" w14:textId="77777777" w:rsidR="00363017" w:rsidRPr="00F16C35" w:rsidRDefault="00363017" w:rsidP="00363017">
          <w:pPr>
            <w:pStyle w:val="Zpat"/>
            <w:rPr>
              <w:b/>
              <w:sz w:val="12"/>
              <w:szCs w:val="12"/>
            </w:rPr>
          </w:pPr>
          <w:r w:rsidRPr="00F16C35">
            <w:rPr>
              <w:b/>
              <w:sz w:val="12"/>
              <w:szCs w:val="12"/>
            </w:rPr>
            <w:t>Generální ředitelství</w:t>
          </w:r>
        </w:p>
        <w:p w14:paraId="5460517F" w14:textId="77777777" w:rsidR="00363017" w:rsidRPr="00F16C35" w:rsidRDefault="00363017" w:rsidP="00363017">
          <w:pPr>
            <w:pStyle w:val="Zpat"/>
            <w:rPr>
              <w:b/>
              <w:sz w:val="12"/>
              <w:szCs w:val="12"/>
            </w:rPr>
          </w:pPr>
          <w:r w:rsidRPr="00F16C35">
            <w:rPr>
              <w:b/>
              <w:sz w:val="12"/>
              <w:szCs w:val="12"/>
            </w:rPr>
            <w:t>Dlážděná 1003/7</w:t>
          </w:r>
        </w:p>
        <w:p w14:paraId="0E2364A2" w14:textId="77777777" w:rsidR="00363017" w:rsidRPr="00F16C35" w:rsidRDefault="00363017" w:rsidP="00363017">
          <w:pPr>
            <w:pStyle w:val="Zpat"/>
            <w:rPr>
              <w:sz w:val="12"/>
              <w:szCs w:val="12"/>
            </w:rPr>
          </w:pPr>
          <w:r w:rsidRPr="00F16C35">
            <w:rPr>
              <w:b/>
              <w:sz w:val="12"/>
              <w:szCs w:val="12"/>
            </w:rPr>
            <w:t>110 00 Praha 1</w:t>
          </w:r>
        </w:p>
      </w:tc>
    </w:tr>
  </w:tbl>
  <w:p w14:paraId="4CDFAB90" w14:textId="77777777" w:rsidR="00363017" w:rsidRDefault="00363017" w:rsidP="00363017">
    <w:pPr>
      <w:pStyle w:val="Zpat"/>
    </w:pPr>
  </w:p>
  <w:p w14:paraId="6EB764E6" w14:textId="0538D076" w:rsidR="001C559F" w:rsidRPr="005F4418" w:rsidRDefault="001C559F" w:rsidP="00DF5890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D6854" w14:textId="77777777" w:rsidR="00852D90" w:rsidRDefault="00852D90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608624D7" w14:textId="77777777" w:rsidR="00852D90" w:rsidRDefault="00852D90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363017" w14:paraId="43E2DEC6" w14:textId="77777777" w:rsidTr="00A261A0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6CAFF648" w14:textId="77777777" w:rsidR="00363017" w:rsidRDefault="00363017" w:rsidP="00363017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35882AE8" w14:textId="77777777" w:rsidR="00363017" w:rsidRPr="00D31458" w:rsidRDefault="00363017" w:rsidP="00363017"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71891942" wp14:editId="339AF62F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22B5385" w14:textId="77777777" w:rsidR="00363017" w:rsidRDefault="003630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213D73" w14:paraId="3F9930F8" w14:textId="77777777" w:rsidTr="00A261A0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4A7F3C8" w14:textId="77777777" w:rsidR="00213D73" w:rsidRDefault="00213D73" w:rsidP="00213D73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3A3FE0A0" w14:textId="77777777" w:rsidR="00213D73" w:rsidRPr="00D31458" w:rsidRDefault="00213D73" w:rsidP="00213D73">
          <w:r>
            <w:rPr>
              <w:noProof/>
              <w:lang w:eastAsia="cs-CZ"/>
            </w:rPr>
            <w:drawing>
              <wp:anchor distT="0" distB="0" distL="114300" distR="114300" simplePos="0" relativeHeight="251656704" behindDoc="0" locked="1" layoutInCell="1" allowOverlap="1" wp14:anchorId="72F86193" wp14:editId="3DC4292E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91C3209" w14:textId="77777777" w:rsidR="00213D73" w:rsidRDefault="00213D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E21355F"/>
    <w:multiLevelType w:val="hybridMultilevel"/>
    <w:tmpl w:val="8A3C8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AB721BB"/>
    <w:multiLevelType w:val="hybridMultilevel"/>
    <w:tmpl w:val="85EC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491035D1"/>
    <w:multiLevelType w:val="multilevel"/>
    <w:tmpl w:val="0D34D660"/>
    <w:numStyleLink w:val="ListBulletmultilevel"/>
  </w:abstractNum>
  <w:abstractNum w:abstractNumId="6" w15:restartNumberingAfterBreak="0">
    <w:nsid w:val="628678A2"/>
    <w:multiLevelType w:val="hybridMultilevel"/>
    <w:tmpl w:val="49582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804EF"/>
    <w:multiLevelType w:val="multilevel"/>
    <w:tmpl w:val="386019A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E347E82"/>
    <w:multiLevelType w:val="multilevel"/>
    <w:tmpl w:val="CABE99FC"/>
    <w:numStyleLink w:val="ListNumbermultilevel"/>
  </w:abstractNum>
  <w:abstractNum w:abstractNumId="9" w15:restartNumberingAfterBreak="0">
    <w:nsid w:val="7064096D"/>
    <w:multiLevelType w:val="hybridMultilevel"/>
    <w:tmpl w:val="8C704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E84605"/>
    <w:multiLevelType w:val="hybridMultilevel"/>
    <w:tmpl w:val="BCD027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742F4"/>
    <w:multiLevelType w:val="hybridMultilevel"/>
    <w:tmpl w:val="7550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10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hideSpellingErrors/>
  <w:hideGrammaticalErrors/>
  <w:proofState w:spelling="clean" w:grammar="clean"/>
  <w:attachedTemplate r:id="rId1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E7D"/>
    <w:rsid w:val="00010320"/>
    <w:rsid w:val="0002356B"/>
    <w:rsid w:val="00034E7D"/>
    <w:rsid w:val="00035962"/>
    <w:rsid w:val="0004339C"/>
    <w:rsid w:val="00044193"/>
    <w:rsid w:val="000444B9"/>
    <w:rsid w:val="00047855"/>
    <w:rsid w:val="00051ED9"/>
    <w:rsid w:val="0005256B"/>
    <w:rsid w:val="0005323C"/>
    <w:rsid w:val="00054250"/>
    <w:rsid w:val="00054E8C"/>
    <w:rsid w:val="00060DF6"/>
    <w:rsid w:val="000623E8"/>
    <w:rsid w:val="0007064B"/>
    <w:rsid w:val="00072628"/>
    <w:rsid w:val="00072C1E"/>
    <w:rsid w:val="00074F5D"/>
    <w:rsid w:val="00081652"/>
    <w:rsid w:val="00081988"/>
    <w:rsid w:val="00083AF0"/>
    <w:rsid w:val="0008785B"/>
    <w:rsid w:val="00094799"/>
    <w:rsid w:val="00095E60"/>
    <w:rsid w:val="000A024A"/>
    <w:rsid w:val="000B1FCB"/>
    <w:rsid w:val="000B22EA"/>
    <w:rsid w:val="000B3266"/>
    <w:rsid w:val="000B4EB8"/>
    <w:rsid w:val="000C1D4B"/>
    <w:rsid w:val="000C41F2"/>
    <w:rsid w:val="000C76DB"/>
    <w:rsid w:val="000D22C4"/>
    <w:rsid w:val="000D27D1"/>
    <w:rsid w:val="000D7470"/>
    <w:rsid w:val="000E126F"/>
    <w:rsid w:val="000E3154"/>
    <w:rsid w:val="000F2A5F"/>
    <w:rsid w:val="000F3D51"/>
    <w:rsid w:val="00100C6E"/>
    <w:rsid w:val="001026A8"/>
    <w:rsid w:val="00114472"/>
    <w:rsid w:val="001150F2"/>
    <w:rsid w:val="0012037D"/>
    <w:rsid w:val="00120D55"/>
    <w:rsid w:val="0012502D"/>
    <w:rsid w:val="00131D31"/>
    <w:rsid w:val="00136735"/>
    <w:rsid w:val="00141CF1"/>
    <w:rsid w:val="0014707C"/>
    <w:rsid w:val="00152527"/>
    <w:rsid w:val="00162009"/>
    <w:rsid w:val="0017002F"/>
    <w:rsid w:val="00170EC5"/>
    <w:rsid w:val="001747C1"/>
    <w:rsid w:val="00185F4F"/>
    <w:rsid w:val="00193398"/>
    <w:rsid w:val="0019468F"/>
    <w:rsid w:val="00197D3F"/>
    <w:rsid w:val="001A5445"/>
    <w:rsid w:val="001B47C4"/>
    <w:rsid w:val="001B4E74"/>
    <w:rsid w:val="001B5D7B"/>
    <w:rsid w:val="001C353F"/>
    <w:rsid w:val="001C559F"/>
    <w:rsid w:val="001D1354"/>
    <w:rsid w:val="001E7A33"/>
    <w:rsid w:val="001F1892"/>
    <w:rsid w:val="001F388A"/>
    <w:rsid w:val="00202911"/>
    <w:rsid w:val="00203718"/>
    <w:rsid w:val="00205203"/>
    <w:rsid w:val="00205B9B"/>
    <w:rsid w:val="00207DF5"/>
    <w:rsid w:val="00213AE1"/>
    <w:rsid w:val="00213D73"/>
    <w:rsid w:val="00221422"/>
    <w:rsid w:val="00224705"/>
    <w:rsid w:val="00234ABF"/>
    <w:rsid w:val="0024040C"/>
    <w:rsid w:val="002478C3"/>
    <w:rsid w:val="00253CF6"/>
    <w:rsid w:val="00255F44"/>
    <w:rsid w:val="00261A5B"/>
    <w:rsid w:val="00262DB0"/>
    <w:rsid w:val="00275D7E"/>
    <w:rsid w:val="00283810"/>
    <w:rsid w:val="00293AC5"/>
    <w:rsid w:val="00293D19"/>
    <w:rsid w:val="002977A0"/>
    <w:rsid w:val="002A08E2"/>
    <w:rsid w:val="002A3B3E"/>
    <w:rsid w:val="002A6A79"/>
    <w:rsid w:val="002B41C9"/>
    <w:rsid w:val="002B7C0E"/>
    <w:rsid w:val="002C31BF"/>
    <w:rsid w:val="002C6916"/>
    <w:rsid w:val="002C7443"/>
    <w:rsid w:val="002D0125"/>
    <w:rsid w:val="002D0A5F"/>
    <w:rsid w:val="002D4695"/>
    <w:rsid w:val="002D521A"/>
    <w:rsid w:val="002E0CD7"/>
    <w:rsid w:val="002E3A1E"/>
    <w:rsid w:val="002E4648"/>
    <w:rsid w:val="002E762E"/>
    <w:rsid w:val="002F4EBE"/>
    <w:rsid w:val="002F7FC8"/>
    <w:rsid w:val="003048DA"/>
    <w:rsid w:val="003157B0"/>
    <w:rsid w:val="00316817"/>
    <w:rsid w:val="003226C9"/>
    <w:rsid w:val="00327EEF"/>
    <w:rsid w:val="00331E6D"/>
    <w:rsid w:val="0033504A"/>
    <w:rsid w:val="003375A3"/>
    <w:rsid w:val="0034356D"/>
    <w:rsid w:val="0034719F"/>
    <w:rsid w:val="00356171"/>
    <w:rsid w:val="003571D8"/>
    <w:rsid w:val="00357247"/>
    <w:rsid w:val="003577E2"/>
    <w:rsid w:val="00357BC6"/>
    <w:rsid w:val="00357F51"/>
    <w:rsid w:val="00361422"/>
    <w:rsid w:val="00363017"/>
    <w:rsid w:val="003642DF"/>
    <w:rsid w:val="003668A7"/>
    <w:rsid w:val="00373348"/>
    <w:rsid w:val="00381826"/>
    <w:rsid w:val="00381B11"/>
    <w:rsid w:val="00385F43"/>
    <w:rsid w:val="00392F8E"/>
    <w:rsid w:val="003934B4"/>
    <w:rsid w:val="003956C6"/>
    <w:rsid w:val="003A2994"/>
    <w:rsid w:val="003A5E90"/>
    <w:rsid w:val="003A7858"/>
    <w:rsid w:val="003C08C0"/>
    <w:rsid w:val="003C33F2"/>
    <w:rsid w:val="003C6497"/>
    <w:rsid w:val="003F0C3F"/>
    <w:rsid w:val="003F681A"/>
    <w:rsid w:val="00401B1C"/>
    <w:rsid w:val="00417D6F"/>
    <w:rsid w:val="00417E41"/>
    <w:rsid w:val="00426EC2"/>
    <w:rsid w:val="0042728F"/>
    <w:rsid w:val="00430650"/>
    <w:rsid w:val="00441EF2"/>
    <w:rsid w:val="00444F01"/>
    <w:rsid w:val="004462C7"/>
    <w:rsid w:val="00450F07"/>
    <w:rsid w:val="00453CD3"/>
    <w:rsid w:val="004579A8"/>
    <w:rsid w:val="00460660"/>
    <w:rsid w:val="00465115"/>
    <w:rsid w:val="0046584C"/>
    <w:rsid w:val="00465F76"/>
    <w:rsid w:val="004670CC"/>
    <w:rsid w:val="00467ED9"/>
    <w:rsid w:val="00476C7F"/>
    <w:rsid w:val="004832E2"/>
    <w:rsid w:val="00486107"/>
    <w:rsid w:val="00491827"/>
    <w:rsid w:val="00495282"/>
    <w:rsid w:val="00496E3E"/>
    <w:rsid w:val="004A34A3"/>
    <w:rsid w:val="004B2A1A"/>
    <w:rsid w:val="004C005A"/>
    <w:rsid w:val="004C4399"/>
    <w:rsid w:val="004C48FB"/>
    <w:rsid w:val="004C61C9"/>
    <w:rsid w:val="004C787C"/>
    <w:rsid w:val="004E23E0"/>
    <w:rsid w:val="004E7A1F"/>
    <w:rsid w:val="004F2668"/>
    <w:rsid w:val="004F4B9B"/>
    <w:rsid w:val="004F539B"/>
    <w:rsid w:val="00500A74"/>
    <w:rsid w:val="0051001F"/>
    <w:rsid w:val="00511AB9"/>
    <w:rsid w:val="0051424B"/>
    <w:rsid w:val="00516BA9"/>
    <w:rsid w:val="00522924"/>
    <w:rsid w:val="0052372C"/>
    <w:rsid w:val="00523BB5"/>
    <w:rsid w:val="00523EA7"/>
    <w:rsid w:val="005406EB"/>
    <w:rsid w:val="00541F68"/>
    <w:rsid w:val="00542156"/>
    <w:rsid w:val="005527D1"/>
    <w:rsid w:val="00553375"/>
    <w:rsid w:val="0055481D"/>
    <w:rsid w:val="005553B2"/>
    <w:rsid w:val="00557CAE"/>
    <w:rsid w:val="00557DBF"/>
    <w:rsid w:val="00563707"/>
    <w:rsid w:val="00564CCD"/>
    <w:rsid w:val="00570D75"/>
    <w:rsid w:val="0057364E"/>
    <w:rsid w:val="005736B7"/>
    <w:rsid w:val="00575E5A"/>
    <w:rsid w:val="005850DB"/>
    <w:rsid w:val="00590F9B"/>
    <w:rsid w:val="00595092"/>
    <w:rsid w:val="005A309C"/>
    <w:rsid w:val="005B4D80"/>
    <w:rsid w:val="005C1916"/>
    <w:rsid w:val="005C3D8E"/>
    <w:rsid w:val="005C4EFA"/>
    <w:rsid w:val="005C5FFA"/>
    <w:rsid w:val="005D0315"/>
    <w:rsid w:val="005D6655"/>
    <w:rsid w:val="005E38B3"/>
    <w:rsid w:val="005E53A6"/>
    <w:rsid w:val="005E6D86"/>
    <w:rsid w:val="005F273F"/>
    <w:rsid w:val="005F4418"/>
    <w:rsid w:val="0060394D"/>
    <w:rsid w:val="0061068E"/>
    <w:rsid w:val="006126DB"/>
    <w:rsid w:val="006139F6"/>
    <w:rsid w:val="00620848"/>
    <w:rsid w:val="006329B4"/>
    <w:rsid w:val="00632D19"/>
    <w:rsid w:val="0064164A"/>
    <w:rsid w:val="006560DE"/>
    <w:rsid w:val="0065610E"/>
    <w:rsid w:val="00660683"/>
    <w:rsid w:val="00660AD3"/>
    <w:rsid w:val="006618C7"/>
    <w:rsid w:val="00663B8F"/>
    <w:rsid w:val="00666CEB"/>
    <w:rsid w:val="00671877"/>
    <w:rsid w:val="00675FEF"/>
    <w:rsid w:val="006847A1"/>
    <w:rsid w:val="006861B1"/>
    <w:rsid w:val="00687C11"/>
    <w:rsid w:val="00694577"/>
    <w:rsid w:val="006972B6"/>
    <w:rsid w:val="006A5570"/>
    <w:rsid w:val="006A5FA4"/>
    <w:rsid w:val="006A689C"/>
    <w:rsid w:val="006B1D89"/>
    <w:rsid w:val="006B3D79"/>
    <w:rsid w:val="006B4F6C"/>
    <w:rsid w:val="006B7C3D"/>
    <w:rsid w:val="006C0522"/>
    <w:rsid w:val="006C240C"/>
    <w:rsid w:val="006C3B5D"/>
    <w:rsid w:val="006D1E5B"/>
    <w:rsid w:val="006D4DC2"/>
    <w:rsid w:val="006D5D9F"/>
    <w:rsid w:val="006E0578"/>
    <w:rsid w:val="006E1240"/>
    <w:rsid w:val="006E1E5B"/>
    <w:rsid w:val="006E314D"/>
    <w:rsid w:val="006E402D"/>
    <w:rsid w:val="006E461A"/>
    <w:rsid w:val="007012B1"/>
    <w:rsid w:val="0070306C"/>
    <w:rsid w:val="00706CD5"/>
    <w:rsid w:val="00710723"/>
    <w:rsid w:val="00714801"/>
    <w:rsid w:val="00715962"/>
    <w:rsid w:val="00722840"/>
    <w:rsid w:val="00723ED1"/>
    <w:rsid w:val="007265A9"/>
    <w:rsid w:val="0073287A"/>
    <w:rsid w:val="00740C9A"/>
    <w:rsid w:val="00743390"/>
    <w:rsid w:val="00743525"/>
    <w:rsid w:val="00745243"/>
    <w:rsid w:val="00753FF5"/>
    <w:rsid w:val="0076286B"/>
    <w:rsid w:val="00766846"/>
    <w:rsid w:val="00766D92"/>
    <w:rsid w:val="00767988"/>
    <w:rsid w:val="00770639"/>
    <w:rsid w:val="0077673A"/>
    <w:rsid w:val="0078112D"/>
    <w:rsid w:val="00783141"/>
    <w:rsid w:val="007846E1"/>
    <w:rsid w:val="00784E9C"/>
    <w:rsid w:val="0079265E"/>
    <w:rsid w:val="007A0F5E"/>
    <w:rsid w:val="007A5172"/>
    <w:rsid w:val="007A7D38"/>
    <w:rsid w:val="007B25C5"/>
    <w:rsid w:val="007B2700"/>
    <w:rsid w:val="007B570C"/>
    <w:rsid w:val="007B75C3"/>
    <w:rsid w:val="007C4495"/>
    <w:rsid w:val="007C61B5"/>
    <w:rsid w:val="007D0BD6"/>
    <w:rsid w:val="007D3A84"/>
    <w:rsid w:val="007D56DF"/>
    <w:rsid w:val="007E3370"/>
    <w:rsid w:val="007E4A6E"/>
    <w:rsid w:val="007E5335"/>
    <w:rsid w:val="007F1D89"/>
    <w:rsid w:val="007F4B76"/>
    <w:rsid w:val="007F56A7"/>
    <w:rsid w:val="008007B8"/>
    <w:rsid w:val="00803EEA"/>
    <w:rsid w:val="00807DD0"/>
    <w:rsid w:val="0081127A"/>
    <w:rsid w:val="00812FBA"/>
    <w:rsid w:val="00832C0F"/>
    <w:rsid w:val="00833CDF"/>
    <w:rsid w:val="00842EFD"/>
    <w:rsid w:val="00851A16"/>
    <w:rsid w:val="0085228A"/>
    <w:rsid w:val="00852D90"/>
    <w:rsid w:val="0085366B"/>
    <w:rsid w:val="00867914"/>
    <w:rsid w:val="00872FCD"/>
    <w:rsid w:val="008738BE"/>
    <w:rsid w:val="00874CEC"/>
    <w:rsid w:val="00880F0D"/>
    <w:rsid w:val="008870E8"/>
    <w:rsid w:val="008924BD"/>
    <w:rsid w:val="008A2546"/>
    <w:rsid w:val="008A3568"/>
    <w:rsid w:val="008A67A3"/>
    <w:rsid w:val="008B5C17"/>
    <w:rsid w:val="008C400B"/>
    <w:rsid w:val="008D03B9"/>
    <w:rsid w:val="008D6CFC"/>
    <w:rsid w:val="008E139A"/>
    <w:rsid w:val="008E2705"/>
    <w:rsid w:val="008F18D6"/>
    <w:rsid w:val="008F575B"/>
    <w:rsid w:val="00904780"/>
    <w:rsid w:val="00913257"/>
    <w:rsid w:val="00913421"/>
    <w:rsid w:val="009157F4"/>
    <w:rsid w:val="00917600"/>
    <w:rsid w:val="00922385"/>
    <w:rsid w:val="009223DF"/>
    <w:rsid w:val="009334D1"/>
    <w:rsid w:val="009337B4"/>
    <w:rsid w:val="00936091"/>
    <w:rsid w:val="00937227"/>
    <w:rsid w:val="00940D8A"/>
    <w:rsid w:val="009473CC"/>
    <w:rsid w:val="00957740"/>
    <w:rsid w:val="00962258"/>
    <w:rsid w:val="009622B9"/>
    <w:rsid w:val="009678B7"/>
    <w:rsid w:val="00967DAB"/>
    <w:rsid w:val="00971695"/>
    <w:rsid w:val="00972986"/>
    <w:rsid w:val="00974597"/>
    <w:rsid w:val="00983700"/>
    <w:rsid w:val="0099217B"/>
    <w:rsid w:val="00992D9C"/>
    <w:rsid w:val="00994C23"/>
    <w:rsid w:val="00996CB8"/>
    <w:rsid w:val="009979A4"/>
    <w:rsid w:val="009A489E"/>
    <w:rsid w:val="009A4DAE"/>
    <w:rsid w:val="009A5AF9"/>
    <w:rsid w:val="009A6179"/>
    <w:rsid w:val="009B2192"/>
    <w:rsid w:val="009B2E97"/>
    <w:rsid w:val="009C3AF2"/>
    <w:rsid w:val="009C442C"/>
    <w:rsid w:val="009C65C9"/>
    <w:rsid w:val="009C7D2B"/>
    <w:rsid w:val="009E07F4"/>
    <w:rsid w:val="009E57A1"/>
    <w:rsid w:val="009E6F4A"/>
    <w:rsid w:val="009F309B"/>
    <w:rsid w:val="009F392E"/>
    <w:rsid w:val="009F4FE1"/>
    <w:rsid w:val="00A0190F"/>
    <w:rsid w:val="00A12659"/>
    <w:rsid w:val="00A213AE"/>
    <w:rsid w:val="00A260C9"/>
    <w:rsid w:val="00A32D8F"/>
    <w:rsid w:val="00A34A6A"/>
    <w:rsid w:val="00A34C14"/>
    <w:rsid w:val="00A3567E"/>
    <w:rsid w:val="00A36DA1"/>
    <w:rsid w:val="00A36E4D"/>
    <w:rsid w:val="00A50641"/>
    <w:rsid w:val="00A530BF"/>
    <w:rsid w:val="00A555D3"/>
    <w:rsid w:val="00A6177B"/>
    <w:rsid w:val="00A66136"/>
    <w:rsid w:val="00A67E84"/>
    <w:rsid w:val="00A70A7A"/>
    <w:rsid w:val="00A71189"/>
    <w:rsid w:val="00A753ED"/>
    <w:rsid w:val="00A812B8"/>
    <w:rsid w:val="00A91B80"/>
    <w:rsid w:val="00A9313A"/>
    <w:rsid w:val="00A94C2F"/>
    <w:rsid w:val="00A96906"/>
    <w:rsid w:val="00A96AE7"/>
    <w:rsid w:val="00AA4CBB"/>
    <w:rsid w:val="00AA65FA"/>
    <w:rsid w:val="00AA7351"/>
    <w:rsid w:val="00AB1E89"/>
    <w:rsid w:val="00AB3891"/>
    <w:rsid w:val="00AC0652"/>
    <w:rsid w:val="00AC06E6"/>
    <w:rsid w:val="00AC075C"/>
    <w:rsid w:val="00AC4E42"/>
    <w:rsid w:val="00AC6031"/>
    <w:rsid w:val="00AC67C4"/>
    <w:rsid w:val="00AD056F"/>
    <w:rsid w:val="00AD6731"/>
    <w:rsid w:val="00AE0C9B"/>
    <w:rsid w:val="00AE6C45"/>
    <w:rsid w:val="00AF1414"/>
    <w:rsid w:val="00AF151E"/>
    <w:rsid w:val="00AF5A60"/>
    <w:rsid w:val="00B008D5"/>
    <w:rsid w:val="00B01FE1"/>
    <w:rsid w:val="00B02CF9"/>
    <w:rsid w:val="00B05971"/>
    <w:rsid w:val="00B0635E"/>
    <w:rsid w:val="00B114E0"/>
    <w:rsid w:val="00B13EBB"/>
    <w:rsid w:val="00B14398"/>
    <w:rsid w:val="00B15D0D"/>
    <w:rsid w:val="00B21058"/>
    <w:rsid w:val="00B22392"/>
    <w:rsid w:val="00B2524D"/>
    <w:rsid w:val="00B25347"/>
    <w:rsid w:val="00B34E92"/>
    <w:rsid w:val="00B37A82"/>
    <w:rsid w:val="00B41F37"/>
    <w:rsid w:val="00B42E01"/>
    <w:rsid w:val="00B45014"/>
    <w:rsid w:val="00B539EC"/>
    <w:rsid w:val="00B53E39"/>
    <w:rsid w:val="00B75EE1"/>
    <w:rsid w:val="00B77481"/>
    <w:rsid w:val="00B830AC"/>
    <w:rsid w:val="00B849D5"/>
    <w:rsid w:val="00B8518B"/>
    <w:rsid w:val="00B86D78"/>
    <w:rsid w:val="00B934D6"/>
    <w:rsid w:val="00BA1ECC"/>
    <w:rsid w:val="00BA6011"/>
    <w:rsid w:val="00BB3262"/>
    <w:rsid w:val="00BB58CA"/>
    <w:rsid w:val="00BC4E50"/>
    <w:rsid w:val="00BD7E91"/>
    <w:rsid w:val="00BD7F0D"/>
    <w:rsid w:val="00BE0A28"/>
    <w:rsid w:val="00BE1A37"/>
    <w:rsid w:val="00BE42D7"/>
    <w:rsid w:val="00BE7072"/>
    <w:rsid w:val="00BF0196"/>
    <w:rsid w:val="00BF6CBB"/>
    <w:rsid w:val="00C02D0A"/>
    <w:rsid w:val="00C03A6E"/>
    <w:rsid w:val="00C107A2"/>
    <w:rsid w:val="00C1082F"/>
    <w:rsid w:val="00C226C0"/>
    <w:rsid w:val="00C23692"/>
    <w:rsid w:val="00C42483"/>
    <w:rsid w:val="00C4331A"/>
    <w:rsid w:val="00C44F6A"/>
    <w:rsid w:val="00C46BB4"/>
    <w:rsid w:val="00C4736C"/>
    <w:rsid w:val="00C53880"/>
    <w:rsid w:val="00C6198E"/>
    <w:rsid w:val="00C656CE"/>
    <w:rsid w:val="00C664A1"/>
    <w:rsid w:val="00C669D2"/>
    <w:rsid w:val="00C7221B"/>
    <w:rsid w:val="00C7753E"/>
    <w:rsid w:val="00C778A5"/>
    <w:rsid w:val="00C80613"/>
    <w:rsid w:val="00C84F87"/>
    <w:rsid w:val="00C85DC2"/>
    <w:rsid w:val="00C90BEA"/>
    <w:rsid w:val="00C95162"/>
    <w:rsid w:val="00C96815"/>
    <w:rsid w:val="00CB14BA"/>
    <w:rsid w:val="00CB18B2"/>
    <w:rsid w:val="00CB25C8"/>
    <w:rsid w:val="00CB6093"/>
    <w:rsid w:val="00CC0D4C"/>
    <w:rsid w:val="00CC3A26"/>
    <w:rsid w:val="00CC726B"/>
    <w:rsid w:val="00CD1FC4"/>
    <w:rsid w:val="00CD29E2"/>
    <w:rsid w:val="00CE583C"/>
    <w:rsid w:val="00CF0551"/>
    <w:rsid w:val="00CF2AC3"/>
    <w:rsid w:val="00CF4110"/>
    <w:rsid w:val="00CF6F6A"/>
    <w:rsid w:val="00D034A0"/>
    <w:rsid w:val="00D10253"/>
    <w:rsid w:val="00D110B6"/>
    <w:rsid w:val="00D1327D"/>
    <w:rsid w:val="00D1537F"/>
    <w:rsid w:val="00D20A86"/>
    <w:rsid w:val="00D21061"/>
    <w:rsid w:val="00D31458"/>
    <w:rsid w:val="00D37329"/>
    <w:rsid w:val="00D4108E"/>
    <w:rsid w:val="00D414F8"/>
    <w:rsid w:val="00D562C1"/>
    <w:rsid w:val="00D6163D"/>
    <w:rsid w:val="00D6633E"/>
    <w:rsid w:val="00D70C5F"/>
    <w:rsid w:val="00D77977"/>
    <w:rsid w:val="00D831A3"/>
    <w:rsid w:val="00DA3711"/>
    <w:rsid w:val="00DA660E"/>
    <w:rsid w:val="00DB4E3E"/>
    <w:rsid w:val="00DD46F3"/>
    <w:rsid w:val="00DE504D"/>
    <w:rsid w:val="00DE56F2"/>
    <w:rsid w:val="00DF116D"/>
    <w:rsid w:val="00DF3830"/>
    <w:rsid w:val="00DF5890"/>
    <w:rsid w:val="00E03BEB"/>
    <w:rsid w:val="00E11B2C"/>
    <w:rsid w:val="00E12B08"/>
    <w:rsid w:val="00E16FF7"/>
    <w:rsid w:val="00E21915"/>
    <w:rsid w:val="00E25E06"/>
    <w:rsid w:val="00E466C3"/>
    <w:rsid w:val="00E5046F"/>
    <w:rsid w:val="00E60C59"/>
    <w:rsid w:val="00E67DC7"/>
    <w:rsid w:val="00E92DA1"/>
    <w:rsid w:val="00E970F9"/>
    <w:rsid w:val="00E979EE"/>
    <w:rsid w:val="00EB104F"/>
    <w:rsid w:val="00EB2752"/>
    <w:rsid w:val="00EB341F"/>
    <w:rsid w:val="00EB6BA0"/>
    <w:rsid w:val="00ED14BD"/>
    <w:rsid w:val="00EE2F0C"/>
    <w:rsid w:val="00EE598D"/>
    <w:rsid w:val="00EE633F"/>
    <w:rsid w:val="00EF3E40"/>
    <w:rsid w:val="00F00E12"/>
    <w:rsid w:val="00F016C7"/>
    <w:rsid w:val="00F11F11"/>
    <w:rsid w:val="00F12DEC"/>
    <w:rsid w:val="00F1715C"/>
    <w:rsid w:val="00F22B61"/>
    <w:rsid w:val="00F26C26"/>
    <w:rsid w:val="00F278D3"/>
    <w:rsid w:val="00F310F8"/>
    <w:rsid w:val="00F32997"/>
    <w:rsid w:val="00F356F3"/>
    <w:rsid w:val="00F35939"/>
    <w:rsid w:val="00F377B2"/>
    <w:rsid w:val="00F37F81"/>
    <w:rsid w:val="00F40D38"/>
    <w:rsid w:val="00F44F9C"/>
    <w:rsid w:val="00F45607"/>
    <w:rsid w:val="00F457DE"/>
    <w:rsid w:val="00F46F32"/>
    <w:rsid w:val="00F5041B"/>
    <w:rsid w:val="00F52F59"/>
    <w:rsid w:val="00F54599"/>
    <w:rsid w:val="00F56F1D"/>
    <w:rsid w:val="00F608CF"/>
    <w:rsid w:val="00F659EB"/>
    <w:rsid w:val="00F70D05"/>
    <w:rsid w:val="00F86BA6"/>
    <w:rsid w:val="00F87417"/>
    <w:rsid w:val="00F948AF"/>
    <w:rsid w:val="00F954B9"/>
    <w:rsid w:val="00FA3806"/>
    <w:rsid w:val="00FA3E0D"/>
    <w:rsid w:val="00FA4B7D"/>
    <w:rsid w:val="00FB0EEA"/>
    <w:rsid w:val="00FB224D"/>
    <w:rsid w:val="00FB2F20"/>
    <w:rsid w:val="00FB6342"/>
    <w:rsid w:val="00FC10B4"/>
    <w:rsid w:val="00FC6389"/>
    <w:rsid w:val="00FC7FE4"/>
    <w:rsid w:val="00FD3A5D"/>
    <w:rsid w:val="00FE4445"/>
    <w:rsid w:val="00FE6BBD"/>
    <w:rsid w:val="00FF19FE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599A4"/>
  <w14:defaultImageDpi w14:val="330"/>
  <w15:docId w15:val="{BC144746-24A8-4814-95A6-B5BEE4D2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8" w:unhideWhenUsed="1" w:qFormat="1"/>
    <w:lsdException w:name="heading 4" w:semiHidden="1" w:uiPriority="8" w:unhideWhenUsed="1" w:qFormat="1"/>
    <w:lsdException w:name="heading 5" w:semiHidden="1" w:uiPriority="8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FA4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3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81652"/>
    <w:pPr>
      <w:keepNext/>
      <w:keepLines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3"/>
      </w:numPr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3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semiHidden/>
    <w:unhideWhenUsed/>
    <w:qFormat/>
    <w:rsid w:val="00710723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semiHidden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5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paragraph" w:customStyle="1" w:styleId="Default">
    <w:name w:val="Default"/>
    <w:rsid w:val="007C44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441EF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2B7C0E"/>
    <w:pPr>
      <w:spacing w:after="0" w:line="240" w:lineRule="auto"/>
    </w:pPr>
  </w:style>
  <w:style w:type="table" w:customStyle="1" w:styleId="Mkatabulky11">
    <w:name w:val="Mřížka tabulky11"/>
    <w:basedOn w:val="Normlntabulka"/>
    <w:next w:val="Mkatabulky"/>
    <w:uiPriority w:val="59"/>
    <w:rsid w:val="007D56DF"/>
    <w:pPr>
      <w:spacing w:after="0" w:line="240" w:lineRule="auto"/>
    </w:pPr>
    <w:rPr>
      <w:rFonts w:ascii="Verdana" w:eastAsia="Calibri" w:hAnsi="Verdana" w:cs="Times New Roman"/>
      <w:sz w:val="20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encakova\Documents\Vlastn&#237;%20&#353;ablony%20Office\sprava-zeleznic_zprava_analyza_v9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B6FF40741045838C41239DFAC3C1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2BFBE-5350-4EDE-A4D5-CE68E83D684A}"/>
      </w:docPartPr>
      <w:docPartBody>
        <w:p w:rsidR="008D78AC" w:rsidRDefault="005D7C18">
          <w:pPr>
            <w:pStyle w:val="6DB6FF40741045838C41239DFAC3C146"/>
          </w:pPr>
          <w:r w:rsidRPr="006A7DE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670"/>
    <w:rsid w:val="00001538"/>
    <w:rsid w:val="0001460A"/>
    <w:rsid w:val="00063EEC"/>
    <w:rsid w:val="000F5FE1"/>
    <w:rsid w:val="00196E6E"/>
    <w:rsid w:val="00203742"/>
    <w:rsid w:val="00227FE3"/>
    <w:rsid w:val="00254EF1"/>
    <w:rsid w:val="00265D8D"/>
    <w:rsid w:val="00273B9D"/>
    <w:rsid w:val="002973A9"/>
    <w:rsid w:val="002B7D6C"/>
    <w:rsid w:val="00310DAD"/>
    <w:rsid w:val="003221D2"/>
    <w:rsid w:val="003C114C"/>
    <w:rsid w:val="00434E4D"/>
    <w:rsid w:val="00452D13"/>
    <w:rsid w:val="004B457F"/>
    <w:rsid w:val="0052732F"/>
    <w:rsid w:val="00561933"/>
    <w:rsid w:val="00595D4E"/>
    <w:rsid w:val="005D7C18"/>
    <w:rsid w:val="00657670"/>
    <w:rsid w:val="006C2DC4"/>
    <w:rsid w:val="006D1CC1"/>
    <w:rsid w:val="006F0D64"/>
    <w:rsid w:val="006F7EA1"/>
    <w:rsid w:val="00724B24"/>
    <w:rsid w:val="00756DC3"/>
    <w:rsid w:val="0079691E"/>
    <w:rsid w:val="00796C0E"/>
    <w:rsid w:val="007B4C10"/>
    <w:rsid w:val="007C6908"/>
    <w:rsid w:val="007C782C"/>
    <w:rsid w:val="007F2BA4"/>
    <w:rsid w:val="008A5B0B"/>
    <w:rsid w:val="008B6987"/>
    <w:rsid w:val="008B7B50"/>
    <w:rsid w:val="008D78AC"/>
    <w:rsid w:val="008E6E1D"/>
    <w:rsid w:val="008F2FA4"/>
    <w:rsid w:val="00967643"/>
    <w:rsid w:val="009F76B3"/>
    <w:rsid w:val="00A96FA4"/>
    <w:rsid w:val="00A97ED6"/>
    <w:rsid w:val="00AB294D"/>
    <w:rsid w:val="00AE3D5D"/>
    <w:rsid w:val="00AF7AC2"/>
    <w:rsid w:val="00B07EAE"/>
    <w:rsid w:val="00C33496"/>
    <w:rsid w:val="00C94D46"/>
    <w:rsid w:val="00CB7A94"/>
    <w:rsid w:val="00D249EF"/>
    <w:rsid w:val="00D90589"/>
    <w:rsid w:val="00DA57DD"/>
    <w:rsid w:val="00E34688"/>
    <w:rsid w:val="00E40BE9"/>
    <w:rsid w:val="00E45C6B"/>
    <w:rsid w:val="00ED4FFE"/>
    <w:rsid w:val="00ED54AC"/>
    <w:rsid w:val="00F63DE6"/>
    <w:rsid w:val="00F92D2D"/>
    <w:rsid w:val="00F9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B6FF40741045838C41239DFAC3C146">
    <w:name w:val="6DB6FF40741045838C41239DFAC3C146"/>
  </w:style>
  <w:style w:type="paragraph" w:customStyle="1" w:styleId="82936A2FA57E47E69CF8BD2E69EBFC43">
    <w:name w:val="82936A2FA57E47E69CF8BD2E69EBFC43"/>
  </w:style>
  <w:style w:type="paragraph" w:customStyle="1" w:styleId="21712A900C4C4DC69BFD4EAB75A5D06C">
    <w:name w:val="21712A900C4C4DC69BFD4EAB75A5D06C"/>
    <w:rsid w:val="00657670"/>
  </w:style>
  <w:style w:type="paragraph" w:customStyle="1" w:styleId="30B87AFEEC774F438CEA92E077C99AC6">
    <w:name w:val="30B87AFEEC774F438CEA92E077C99AC6"/>
    <w:rsid w:val="00657670"/>
  </w:style>
  <w:style w:type="paragraph" w:customStyle="1" w:styleId="9108E654E8A746BF9ECAD7219A01F357">
    <w:name w:val="9108E654E8A746BF9ECAD7219A01F357"/>
    <w:rsid w:val="006576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41A4C6-77AC-4229-9463-FE076E08B84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3224AB-6000-4CBB-A358-FCCDF9025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sprava-zeleznic_zprava_analyza_v9_SABLONA</Template>
  <TotalTime>9</TotalTime>
  <Pages>2</Pages>
  <Words>118</Words>
  <Characters>701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Záměr projektu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Záměr projektu</dc:title>
  <dc:subject/>
  <dc:creator>Fridrich@spravazeleznic.cz</dc:creator>
  <cp:keywords/>
  <dc:description/>
  <cp:lastModifiedBy>Fridrich Karel, Ing.</cp:lastModifiedBy>
  <cp:revision>7</cp:revision>
  <cp:lastPrinted>2021-12-20T13:21:00Z</cp:lastPrinted>
  <dcterms:created xsi:type="dcterms:W3CDTF">2022-02-24T17:43:00Z</dcterms:created>
  <dcterms:modified xsi:type="dcterms:W3CDTF">2023-01-26T13:15:00Z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