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EB53367" w14:textId="43F4844A" w:rsidR="00F862D6" w:rsidRPr="003E6B9A" w:rsidRDefault="00C8366F" w:rsidP="0037111D">
            <w:r w:rsidRPr="00C8366F">
              <w:rPr>
                <w:rFonts w:ascii="Helvetica" w:hAnsi="Helvetica"/>
              </w:rPr>
              <w:t>4457/2024-SŽ-SSV-Ú3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00AF12B3" w14:textId="1A69844F" w:rsidR="00F862D6" w:rsidRPr="003E6B9A" w:rsidRDefault="006E78D7" w:rsidP="00CC1E2B">
            <w:r>
              <w:t>2</w:t>
            </w:r>
            <w:r w:rsidR="003E6B9A" w:rsidRPr="003E6B9A">
              <w:t>/</w:t>
            </w:r>
            <w:r>
              <w:t>1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3E707284" w:rsidR="00F862D6" w:rsidRPr="003E6B9A" w:rsidRDefault="00C33818" w:rsidP="00FE3455">
            <w:r>
              <w:t>Ing. Magdaléna Holá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0C21345F" w:rsidR="009A7568" w:rsidRPr="003E6B9A" w:rsidRDefault="00C33818" w:rsidP="009A7568">
            <w:r>
              <w:t>+420 724 932 387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036B29A7" w:rsidR="009A7568" w:rsidRPr="003E6B9A" w:rsidRDefault="00C33818" w:rsidP="006104F6">
            <w:r>
              <w:t>HolaM@spravazeleznic.cz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0889669A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6E78D7">
              <w:rPr>
                <w:noProof/>
              </w:rPr>
              <w:t>22. dubna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201AEA55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C33818">
        <w:rPr>
          <w:rFonts w:eastAsia="Times New Roman" w:cs="Times New Roman"/>
          <w:lang w:eastAsia="cs-CZ"/>
        </w:rPr>
        <w:t>1</w:t>
      </w:r>
    </w:p>
    <w:p w14:paraId="1C466933" w14:textId="7205B693" w:rsidR="009206F5" w:rsidRPr="00C84783" w:rsidRDefault="009206F5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ab/>
        <w:t>„</w:t>
      </w:r>
      <w:r w:rsidR="00C33818" w:rsidRPr="00C33818">
        <w:rPr>
          <w:rFonts w:eastAsia="Calibri" w:cs="Times New Roman"/>
          <w:b/>
          <w:lang w:eastAsia="cs-CZ"/>
        </w:rPr>
        <w:t>Zřízení EOV v obvodu OŘ Olomouc, 1. etapa</w:t>
      </w:r>
      <w:r>
        <w:rPr>
          <w:rFonts w:eastAsia="Calibri" w:cs="Times New Roman"/>
          <w:b/>
          <w:lang w:eastAsia="cs-CZ"/>
        </w:rPr>
        <w:t>“</w:t>
      </w:r>
    </w:p>
    <w:p w14:paraId="3908AC4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C568B9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47DD5D5C" w14:textId="0DB92405" w:rsidR="00C33818" w:rsidRDefault="00C33818" w:rsidP="00C3381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SO 57-84-01 </w:t>
      </w:r>
      <w:proofErr w:type="spellStart"/>
      <w:r>
        <w:rPr>
          <w:sz w:val="22"/>
          <w:szCs w:val="22"/>
        </w:rPr>
        <w:t>Žst</w:t>
      </w:r>
      <w:proofErr w:type="spellEnd"/>
      <w:r>
        <w:rPr>
          <w:sz w:val="22"/>
          <w:szCs w:val="22"/>
        </w:rPr>
        <w:t xml:space="preserve">. Žulová, EOV </w:t>
      </w:r>
    </w:p>
    <w:p w14:paraId="125374BB" w14:textId="77777777" w:rsidR="00C33818" w:rsidRDefault="00C33818" w:rsidP="00C33818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 TZ </w:t>
      </w:r>
      <w:r>
        <w:rPr>
          <w:b/>
          <w:bCs/>
          <w:sz w:val="22"/>
          <w:szCs w:val="22"/>
        </w:rPr>
        <w:t xml:space="preserve">SO578401_01_001_TZ </w:t>
      </w:r>
      <w:r>
        <w:rPr>
          <w:sz w:val="22"/>
          <w:szCs w:val="22"/>
        </w:rPr>
        <w:t xml:space="preserve">je zmíněno SO 57-86-01, které má obsahovat výkopové práce pro SO 57-84-01. </w:t>
      </w:r>
    </w:p>
    <w:p w14:paraId="26B1E966" w14:textId="77777777" w:rsidR="00C33818" w:rsidRDefault="00C33818" w:rsidP="00C33818">
      <w:pPr>
        <w:pStyle w:val="Default"/>
        <w:jc w:val="both"/>
        <w:rPr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Kabelová trasa je ve velké míře společná i pro kabely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nn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a osvětlení. Zemní práce </w:t>
      </w:r>
    </w:p>
    <w:p w14:paraId="1253C221" w14:textId="77777777" w:rsidR="00C33818" w:rsidRDefault="00C33818" w:rsidP="00C33818">
      <w:pPr>
        <w:pStyle w:val="Default"/>
        <w:jc w:val="both"/>
        <w:rPr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v rozsahu společné kabelové trasy řeší SO 57-86-01. </w:t>
      </w:r>
    </w:p>
    <w:p w14:paraId="5C4F47A3" w14:textId="257A7AC6" w:rsidR="00CB7B5A" w:rsidRPr="00C33818" w:rsidRDefault="00C33818" w:rsidP="00C33818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Prosíme zadavatele o doplnění dokumentace SO 57-86-01 a výkazu výměr v dostupné dokumentaci není toto SO obsaženo. </w:t>
      </w:r>
    </w:p>
    <w:p w14:paraId="687C2E86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DA61B7D" w14:textId="5BE945E9" w:rsidR="00302BAF" w:rsidRPr="006E78D7" w:rsidRDefault="00CD4ABB" w:rsidP="00CB7B5A">
      <w:pPr>
        <w:spacing w:after="0" w:line="240" w:lineRule="auto"/>
        <w:rPr>
          <w:rFonts w:ascii="Aptos" w:hAnsi="Aptos" w:cs="Aptos"/>
          <w:color w:val="000000"/>
          <w:sz w:val="22"/>
          <w:szCs w:val="22"/>
        </w:rPr>
      </w:pPr>
      <w:r w:rsidRPr="006E78D7">
        <w:rPr>
          <w:rFonts w:ascii="Aptos" w:hAnsi="Aptos" w:cs="Aptos"/>
          <w:color w:val="000000"/>
          <w:sz w:val="22"/>
          <w:szCs w:val="22"/>
        </w:rPr>
        <w:t xml:space="preserve">Zadavatel nebude „SO 57-86-01 </w:t>
      </w:r>
      <w:proofErr w:type="spellStart"/>
      <w:r w:rsidRPr="006E78D7">
        <w:rPr>
          <w:rFonts w:ascii="Aptos" w:hAnsi="Aptos" w:cs="Aptos"/>
          <w:color w:val="000000"/>
          <w:sz w:val="22"/>
          <w:szCs w:val="22"/>
        </w:rPr>
        <w:t>Žst</w:t>
      </w:r>
      <w:proofErr w:type="spellEnd"/>
      <w:r w:rsidRPr="006E78D7">
        <w:rPr>
          <w:rFonts w:ascii="Aptos" w:hAnsi="Aptos" w:cs="Aptos"/>
          <w:color w:val="000000"/>
          <w:sz w:val="22"/>
          <w:szCs w:val="22"/>
        </w:rPr>
        <w:t xml:space="preserve">. Žulová, rozvody </w:t>
      </w:r>
      <w:proofErr w:type="spellStart"/>
      <w:r w:rsidRPr="006E78D7">
        <w:rPr>
          <w:rFonts w:ascii="Aptos" w:hAnsi="Aptos" w:cs="Aptos"/>
          <w:color w:val="000000"/>
          <w:sz w:val="22"/>
          <w:szCs w:val="22"/>
        </w:rPr>
        <w:t>nn</w:t>
      </w:r>
      <w:proofErr w:type="spellEnd"/>
      <w:r w:rsidRPr="006E78D7">
        <w:rPr>
          <w:rFonts w:ascii="Aptos" w:hAnsi="Aptos" w:cs="Aptos"/>
          <w:color w:val="000000"/>
          <w:sz w:val="22"/>
          <w:szCs w:val="22"/>
        </w:rPr>
        <w:t xml:space="preserve"> a osvětlení“ doplňovat do zadávací dokumentace. Náplň tohoto SO bude předmětem stavby „Oprava rozvodů nízkého napětí v </w:t>
      </w:r>
      <w:proofErr w:type="spellStart"/>
      <w:r w:rsidRPr="006E78D7">
        <w:rPr>
          <w:rFonts w:ascii="Aptos" w:hAnsi="Aptos" w:cs="Aptos"/>
          <w:color w:val="000000"/>
          <w:sz w:val="22"/>
          <w:szCs w:val="22"/>
        </w:rPr>
        <w:t>žst</w:t>
      </w:r>
      <w:proofErr w:type="spellEnd"/>
      <w:r w:rsidRPr="006E78D7">
        <w:rPr>
          <w:rFonts w:ascii="Aptos" w:hAnsi="Aptos" w:cs="Aptos"/>
          <w:color w:val="000000"/>
          <w:sz w:val="22"/>
          <w:szCs w:val="22"/>
        </w:rPr>
        <w:t>. Žulová“, která bude probíhat souběžně a v koordinaci se stavbou „Zřízení EOV v obvodu OŘ Olomouc, 1. etapa“ viz</w:t>
      </w:r>
      <w:r w:rsidR="00F81DB0" w:rsidRPr="006E78D7">
        <w:rPr>
          <w:rFonts w:ascii="Aptos" w:hAnsi="Aptos" w:cs="Aptos"/>
          <w:color w:val="000000"/>
          <w:sz w:val="22"/>
          <w:szCs w:val="22"/>
        </w:rPr>
        <w:t xml:space="preserve"> ZTP odst. 3.1.2.</w:t>
      </w:r>
    </w:p>
    <w:p w14:paraId="7F11C39C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78A3E51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14:paraId="66C4C87C" w14:textId="0B2CBD6F" w:rsidR="00C33818" w:rsidRDefault="00C33818" w:rsidP="00C33818">
      <w:pPr>
        <w:pStyle w:val="Default"/>
        <w:jc w:val="both"/>
        <w:rPr>
          <w:b/>
          <w:bCs/>
          <w:sz w:val="22"/>
          <w:szCs w:val="22"/>
        </w:rPr>
      </w:pPr>
      <w:r w:rsidRPr="00C33818">
        <w:rPr>
          <w:b/>
          <w:bCs/>
          <w:sz w:val="22"/>
          <w:szCs w:val="22"/>
        </w:rPr>
        <w:t xml:space="preserve">SO 57-84-01 </w:t>
      </w:r>
      <w:proofErr w:type="spellStart"/>
      <w:r w:rsidRPr="00C33818">
        <w:rPr>
          <w:b/>
          <w:bCs/>
          <w:sz w:val="22"/>
          <w:szCs w:val="22"/>
        </w:rPr>
        <w:t>Žst</w:t>
      </w:r>
      <w:proofErr w:type="spellEnd"/>
      <w:r w:rsidRPr="00C33818">
        <w:rPr>
          <w:b/>
          <w:bCs/>
          <w:sz w:val="22"/>
          <w:szCs w:val="22"/>
        </w:rPr>
        <w:t xml:space="preserve">. Žulová, EOV </w:t>
      </w:r>
    </w:p>
    <w:p w14:paraId="43598476" w14:textId="2BB77FB0" w:rsidR="00C33818" w:rsidRDefault="00C33818" w:rsidP="00C33818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Žádáme zadavatele o doplnění položky viz. níže, která v daném SO chybí. </w:t>
      </w:r>
    </w:p>
    <w:p w14:paraId="7B428128" w14:textId="77777777" w:rsidR="006E78D7" w:rsidRPr="00C33818" w:rsidRDefault="006E78D7" w:rsidP="00C33818">
      <w:pPr>
        <w:pStyle w:val="Default"/>
        <w:jc w:val="both"/>
        <w:rPr>
          <w:sz w:val="22"/>
          <w:szCs w:val="22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6"/>
        <w:gridCol w:w="1986"/>
        <w:gridCol w:w="1986"/>
        <w:gridCol w:w="1805"/>
      </w:tblGrid>
      <w:tr w:rsidR="00C33818" w14:paraId="43400C82" w14:textId="77777777" w:rsidTr="006E78D7">
        <w:trPr>
          <w:trHeight w:val="80"/>
        </w:trPr>
        <w:tc>
          <w:tcPr>
            <w:tcW w:w="1986" w:type="dxa"/>
          </w:tcPr>
          <w:p w14:paraId="264C1820" w14:textId="39AA5E47" w:rsidR="00C33818" w:rsidRDefault="00C33818" w:rsidP="00256A20">
            <w:pPr>
              <w:pStyle w:val="Default"/>
              <w:rPr>
                <w:rFonts w:ascii="Calibri" w:hAnsi="Calibri" w:cs="Calibri"/>
                <w:sz w:val="16"/>
                <w:szCs w:val="16"/>
              </w:rPr>
            </w:pPr>
            <w:r w:rsidRPr="00C33818">
              <w:rPr>
                <w:rFonts w:ascii="Calibri" w:hAnsi="Calibri" w:cs="Calibri"/>
                <w:sz w:val="16"/>
                <w:szCs w:val="16"/>
              </w:rPr>
              <w:t>743936</w:t>
            </w:r>
          </w:p>
        </w:tc>
        <w:tc>
          <w:tcPr>
            <w:tcW w:w="1986" w:type="dxa"/>
          </w:tcPr>
          <w:p w14:paraId="504641F7" w14:textId="77777777" w:rsidR="00C33818" w:rsidRDefault="00C33818" w:rsidP="00256A20">
            <w:pPr>
              <w:pStyle w:val="Default"/>
              <w:rPr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ROZVADĚČ EOV - SADA KOLEJOVÉHO TEPLOMĚRU, ČIDLA SRÁŽEK A VENKOVNÍ TEPLOTY </w:t>
            </w:r>
          </w:p>
        </w:tc>
        <w:tc>
          <w:tcPr>
            <w:tcW w:w="1986" w:type="dxa"/>
          </w:tcPr>
          <w:p w14:paraId="325D7F5E" w14:textId="77777777" w:rsidR="00C33818" w:rsidRDefault="00C33818" w:rsidP="00256A20">
            <w:pPr>
              <w:pStyle w:val="Defaul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KUS </w:t>
            </w:r>
          </w:p>
        </w:tc>
        <w:tc>
          <w:tcPr>
            <w:tcW w:w="1805" w:type="dxa"/>
          </w:tcPr>
          <w:p w14:paraId="47EBFC6F" w14:textId="77777777" w:rsidR="00C33818" w:rsidRDefault="00C33818" w:rsidP="00256A20">
            <w:pPr>
              <w:pStyle w:val="Defaul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1 </w:t>
            </w:r>
          </w:p>
        </w:tc>
      </w:tr>
    </w:tbl>
    <w:p w14:paraId="6162D69D" w14:textId="77777777" w:rsidR="006E78D7" w:rsidRDefault="006E78D7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E94491" w14:textId="4161D630" w:rsidR="00302BAF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6C9580DA" w14:textId="091CF63B" w:rsidR="00CB7B5A" w:rsidRPr="006E78D7" w:rsidRDefault="009874EE" w:rsidP="006E78D7">
      <w:pPr>
        <w:spacing w:after="0" w:line="240" w:lineRule="auto"/>
        <w:rPr>
          <w:rFonts w:ascii="Aptos" w:hAnsi="Aptos" w:cs="Aptos"/>
          <w:color w:val="000000"/>
          <w:sz w:val="22"/>
          <w:szCs w:val="22"/>
        </w:rPr>
      </w:pPr>
      <w:r w:rsidRPr="006E78D7">
        <w:rPr>
          <w:rFonts w:ascii="Aptos" w:hAnsi="Aptos" w:cs="Aptos"/>
          <w:color w:val="000000"/>
          <w:sz w:val="22"/>
          <w:szCs w:val="22"/>
        </w:rPr>
        <w:t xml:space="preserve">Doplňujeme položku 743936 do soupisu prací „SO 57-84-01 </w:t>
      </w:r>
      <w:proofErr w:type="spellStart"/>
      <w:r w:rsidRPr="006E78D7">
        <w:rPr>
          <w:rFonts w:ascii="Aptos" w:hAnsi="Aptos" w:cs="Aptos"/>
          <w:color w:val="000000"/>
          <w:sz w:val="22"/>
          <w:szCs w:val="22"/>
        </w:rPr>
        <w:t>Žst</w:t>
      </w:r>
      <w:proofErr w:type="spellEnd"/>
      <w:r w:rsidRPr="006E78D7">
        <w:rPr>
          <w:rFonts w:ascii="Aptos" w:hAnsi="Aptos" w:cs="Aptos"/>
          <w:color w:val="000000"/>
          <w:sz w:val="22"/>
          <w:szCs w:val="22"/>
        </w:rPr>
        <w:t>. Žulová, EOV“ (vyznačena žlutým podbarvením) a předkládáme k ocenění kompletní soupis prací</w:t>
      </w:r>
      <w:r w:rsidR="00CB7B5A" w:rsidRPr="006E78D7">
        <w:rPr>
          <w:rFonts w:ascii="Aptos" w:hAnsi="Aptos" w:cs="Aptos"/>
          <w:color w:val="000000"/>
          <w:sz w:val="22"/>
          <w:szCs w:val="22"/>
        </w:rPr>
        <w:t xml:space="preserve"> </w:t>
      </w:r>
      <w:r w:rsidRPr="006E78D7">
        <w:rPr>
          <w:rFonts w:ascii="Aptos" w:hAnsi="Aptos" w:cs="Aptos"/>
          <w:color w:val="000000"/>
          <w:sz w:val="22"/>
          <w:szCs w:val="22"/>
        </w:rPr>
        <w:t>(EOV_OLC1_soupisy praci_20240422.xlsx).</w:t>
      </w:r>
    </w:p>
    <w:p w14:paraId="5E6D6E0C" w14:textId="77777777" w:rsidR="00483F34" w:rsidRPr="00C84783" w:rsidRDefault="00483F34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76ECA128" w14:textId="77777777" w:rsidR="006E78D7" w:rsidRDefault="006E78D7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7A28F18A" w14:textId="27D02372" w:rsidR="00CB7B5A" w:rsidRPr="006E78D7" w:rsidRDefault="00483F34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E78D7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398E31EB" w14:textId="77777777" w:rsidR="006E78D7" w:rsidRDefault="006E78D7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587528B1" w14:textId="77777777" w:rsidR="006E78D7" w:rsidRPr="006E78D7" w:rsidRDefault="006E78D7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6764B932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0CB19CEC" w14:textId="77777777" w:rsidR="007D330E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E12BD00" w14:textId="77777777" w:rsidR="006E78D7" w:rsidRDefault="006E78D7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4645A93A" w14:textId="77777777" w:rsidR="006E78D7" w:rsidRDefault="006E78D7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541584EA" w14:textId="77777777" w:rsidR="006E78D7" w:rsidRPr="00CB7B5A" w:rsidRDefault="006E78D7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4DDB199" w14:textId="03A212F6"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E78D7">
        <w:rPr>
          <w:rFonts w:eastAsia="Calibri" w:cs="Times New Roman"/>
          <w:b/>
          <w:bCs/>
          <w:lang w:eastAsia="cs-CZ"/>
        </w:rPr>
        <w:t xml:space="preserve">Příloha: </w:t>
      </w:r>
      <w:r w:rsidR="006E78D7" w:rsidRPr="006E78D7">
        <w:rPr>
          <w:rFonts w:eastAsia="Calibri" w:cs="Times New Roman"/>
          <w:bCs/>
          <w:lang w:eastAsia="cs-CZ"/>
        </w:rPr>
        <w:t>EOV_OLC1_soupisy praci_20240422</w:t>
      </w:r>
    </w:p>
    <w:p w14:paraId="17F30656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46DD3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3544B73D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6E78D7">
        <w:rPr>
          <w:rFonts w:eastAsia="Calibri" w:cs="Times New Roman"/>
          <w:lang w:eastAsia="cs-CZ"/>
        </w:rPr>
        <w:t>22.4.2024</w:t>
      </w: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77777777" w:rsidR="009206F5" w:rsidRPr="00CB7B5A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2A0E186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0F8AF0A" w14:textId="77777777" w:rsidR="00CC1E2B" w:rsidRDefault="00CC1E2B" w:rsidP="00CB7B5A"/>
    <w:sectPr w:rsidR="00CC1E2B" w:rsidSect="00E032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81595D" w14:textId="77777777" w:rsidR="00E032DB" w:rsidRDefault="00E032DB" w:rsidP="00962258">
      <w:pPr>
        <w:spacing w:after="0" w:line="240" w:lineRule="auto"/>
      </w:pPr>
      <w:r>
        <w:separator/>
      </w:r>
    </w:p>
  </w:endnote>
  <w:endnote w:type="continuationSeparator" w:id="0">
    <w:p w14:paraId="65410C08" w14:textId="77777777" w:rsidR="00E032DB" w:rsidRDefault="00E032D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0A10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4BB1CFA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874E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874E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47FB578B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874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874E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6E6BAE" w14:textId="77777777" w:rsidR="00E032DB" w:rsidRDefault="00E032DB" w:rsidP="00962258">
      <w:pPr>
        <w:spacing w:after="0" w:line="240" w:lineRule="auto"/>
      </w:pPr>
      <w:r>
        <w:separator/>
      </w:r>
    </w:p>
  </w:footnote>
  <w:footnote w:type="continuationSeparator" w:id="0">
    <w:p w14:paraId="56B5E488" w14:textId="77777777" w:rsidR="00E032DB" w:rsidRDefault="00E032D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F5A3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 w16cid:durableId="875309905">
    <w:abstractNumId w:val="2"/>
  </w:num>
  <w:num w:numId="2" w16cid:durableId="1146776846">
    <w:abstractNumId w:val="1"/>
  </w:num>
  <w:num w:numId="3" w16cid:durableId="539242973">
    <w:abstractNumId w:val="3"/>
  </w:num>
  <w:num w:numId="4" w16cid:durableId="1459955683">
    <w:abstractNumId w:val="5"/>
  </w:num>
  <w:num w:numId="5" w16cid:durableId="942348701">
    <w:abstractNumId w:val="0"/>
  </w:num>
  <w:num w:numId="6" w16cid:durableId="113726483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02BAF"/>
    <w:rsid w:val="00357BC6"/>
    <w:rsid w:val="0037111D"/>
    <w:rsid w:val="003956C6"/>
    <w:rsid w:val="003C5BE7"/>
    <w:rsid w:val="003E6B9A"/>
    <w:rsid w:val="003E75CE"/>
    <w:rsid w:val="003F37AB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518E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695E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D3093"/>
    <w:rsid w:val="006E0578"/>
    <w:rsid w:val="006E314D"/>
    <w:rsid w:val="006E78D7"/>
    <w:rsid w:val="006E7F06"/>
    <w:rsid w:val="007072C4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C71CF"/>
    <w:rsid w:val="008D03B9"/>
    <w:rsid w:val="008F18D6"/>
    <w:rsid w:val="00904780"/>
    <w:rsid w:val="009113A8"/>
    <w:rsid w:val="009206F5"/>
    <w:rsid w:val="00922385"/>
    <w:rsid w:val="009223DF"/>
    <w:rsid w:val="00936091"/>
    <w:rsid w:val="00940D8A"/>
    <w:rsid w:val="00962258"/>
    <w:rsid w:val="009678B7"/>
    <w:rsid w:val="00982411"/>
    <w:rsid w:val="009874EE"/>
    <w:rsid w:val="00992D9C"/>
    <w:rsid w:val="00996CB8"/>
    <w:rsid w:val="009A7568"/>
    <w:rsid w:val="009B24D8"/>
    <w:rsid w:val="009B2E97"/>
    <w:rsid w:val="009B72CC"/>
    <w:rsid w:val="009E07F4"/>
    <w:rsid w:val="009F1E8E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AF312C"/>
    <w:rsid w:val="00B15B5E"/>
    <w:rsid w:val="00B15BC1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33818"/>
    <w:rsid w:val="00C44F6A"/>
    <w:rsid w:val="00C727E5"/>
    <w:rsid w:val="00C8207D"/>
    <w:rsid w:val="00C8366F"/>
    <w:rsid w:val="00C84783"/>
    <w:rsid w:val="00CB7B5A"/>
    <w:rsid w:val="00CC1E2B"/>
    <w:rsid w:val="00CD1FC4"/>
    <w:rsid w:val="00CD4ABB"/>
    <w:rsid w:val="00CD4C0F"/>
    <w:rsid w:val="00CE371D"/>
    <w:rsid w:val="00CE5FA9"/>
    <w:rsid w:val="00D02A4D"/>
    <w:rsid w:val="00D159C0"/>
    <w:rsid w:val="00D21061"/>
    <w:rsid w:val="00D316A7"/>
    <w:rsid w:val="00D4108E"/>
    <w:rsid w:val="00D6163D"/>
    <w:rsid w:val="00D63009"/>
    <w:rsid w:val="00D831A3"/>
    <w:rsid w:val="00D86FA1"/>
    <w:rsid w:val="00D902AD"/>
    <w:rsid w:val="00DA6FFE"/>
    <w:rsid w:val="00DC3110"/>
    <w:rsid w:val="00DD46F3"/>
    <w:rsid w:val="00DD58A6"/>
    <w:rsid w:val="00DE56F2"/>
    <w:rsid w:val="00DF116D"/>
    <w:rsid w:val="00E032DB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1DB0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  <w:style w:type="paragraph" w:customStyle="1" w:styleId="Default">
    <w:name w:val="Default"/>
    <w:rsid w:val="00C33818"/>
    <w:pPr>
      <w:autoSpaceDE w:val="0"/>
      <w:autoSpaceDN w:val="0"/>
      <w:adjustRightInd w:val="0"/>
      <w:spacing w:after="0" w:line="240" w:lineRule="auto"/>
    </w:pPr>
    <w:rPr>
      <w:rFonts w:ascii="Aptos" w:hAnsi="Aptos" w:cs="Apto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E48E3B-A8CA-466F-BAAA-4553FF59D2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</TotalTime>
  <Pages>2</Pages>
  <Words>305</Words>
  <Characters>1804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3</cp:revision>
  <cp:lastPrinted>2019-02-22T13:28:00Z</cp:lastPrinted>
  <dcterms:created xsi:type="dcterms:W3CDTF">2024-04-22T11:30:00Z</dcterms:created>
  <dcterms:modified xsi:type="dcterms:W3CDTF">2024-04-22T11:31:00Z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