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1431D778" w:rsidR="00F862D6" w:rsidRPr="003E6B9A" w:rsidRDefault="000D0CB7" w:rsidP="0037111D">
            <w:r>
              <w:rPr>
                <w:rFonts w:ascii="Helvetica" w:hAnsi="Helvetica"/>
              </w:rPr>
              <w:t>4343</w:t>
            </w:r>
            <w:r w:rsidR="00CB7B5A">
              <w:rPr>
                <w:rFonts w:ascii="Helvetica" w:hAnsi="Helvetica"/>
              </w:rPr>
              <w:t>/</w:t>
            </w:r>
            <w:r>
              <w:rPr>
                <w:rFonts w:ascii="Helvetica" w:hAnsi="Helvetica"/>
              </w:rPr>
              <w:t>2024</w:t>
            </w:r>
            <w:r w:rsidR="003E6B9A" w:rsidRPr="003E6B9A">
              <w:rPr>
                <w:rFonts w:ascii="Helvetica" w:hAnsi="Helvetica"/>
              </w:rPr>
              <w:t>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03763B58" w:rsidR="00F862D6" w:rsidRPr="003E6B9A" w:rsidRDefault="000D0CB7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5A071027" w:rsidR="00F862D6" w:rsidRPr="003E6B9A" w:rsidRDefault="004A0863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3F16131" w:rsidR="009A7568" w:rsidRPr="003E6B9A" w:rsidRDefault="004A0863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771F8394" w:rsidR="009A7568" w:rsidRPr="003E6B9A" w:rsidRDefault="004A0863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115682A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D0CB7">
              <w:rPr>
                <w:noProof/>
              </w:rPr>
              <w:t>19.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6437F6C8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621E01">
        <w:rPr>
          <w:rFonts w:eastAsia="Times New Roman" w:cs="Times New Roman"/>
          <w:lang w:eastAsia="cs-CZ"/>
        </w:rPr>
        <w:t>2</w:t>
      </w:r>
    </w:p>
    <w:p w14:paraId="1C466933" w14:textId="43ED724F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4A0863" w:rsidRPr="004A0863">
        <w:rPr>
          <w:rFonts w:eastAsia="Calibri" w:cs="Times New Roman"/>
          <w:b/>
          <w:lang w:eastAsia="cs-CZ"/>
        </w:rPr>
        <w:t>Rekonstrukce zastávky Lipová Lázně zastávka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55FBD258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621E01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298DBA47" w14:textId="77777777" w:rsidR="00621E01" w:rsidRPr="00621E01" w:rsidRDefault="00621E01" w:rsidP="00621E01">
      <w:pPr>
        <w:spacing w:after="0" w:line="240" w:lineRule="auto"/>
        <w:rPr>
          <w:rFonts w:eastAsia="Calibri" w:cs="Times New Roman"/>
          <w:lang w:eastAsia="cs-CZ"/>
        </w:rPr>
      </w:pPr>
      <w:r w:rsidRPr="00621E01">
        <w:rPr>
          <w:rFonts w:eastAsia="Calibri" w:cs="Times New Roman"/>
          <w:b/>
          <w:bCs/>
          <w:lang w:eastAsia="cs-CZ"/>
        </w:rPr>
        <w:t xml:space="preserve">SO25 (Lipová Lázně </w:t>
      </w:r>
      <w:proofErr w:type="spellStart"/>
      <w:r w:rsidRPr="00621E01">
        <w:rPr>
          <w:rFonts w:eastAsia="Calibri" w:cs="Times New Roman"/>
          <w:b/>
          <w:bCs/>
          <w:lang w:eastAsia="cs-CZ"/>
        </w:rPr>
        <w:t>zast</w:t>
      </w:r>
      <w:proofErr w:type="spellEnd"/>
      <w:r w:rsidRPr="00621E01">
        <w:rPr>
          <w:rFonts w:eastAsia="Calibri" w:cs="Times New Roman"/>
          <w:b/>
          <w:bCs/>
          <w:lang w:eastAsia="cs-CZ"/>
        </w:rPr>
        <w:t xml:space="preserve">., úprava kabelových rozvodů a osvětlení) : </w:t>
      </w:r>
    </w:p>
    <w:p w14:paraId="3D300A3D" w14:textId="77777777" w:rsidR="00621E01" w:rsidRPr="00621E01" w:rsidRDefault="00621E01" w:rsidP="00621E01">
      <w:pPr>
        <w:spacing w:after="0" w:line="240" w:lineRule="auto"/>
        <w:rPr>
          <w:rFonts w:eastAsia="Calibri" w:cs="Times New Roman"/>
          <w:lang w:eastAsia="cs-CZ"/>
        </w:rPr>
      </w:pPr>
      <w:r w:rsidRPr="00621E01">
        <w:rPr>
          <w:rFonts w:eastAsia="Calibri" w:cs="Times New Roman"/>
          <w:lang w:eastAsia="cs-CZ"/>
        </w:rPr>
        <w:t>V soupisu prací</w:t>
      </w:r>
      <w:r w:rsidRPr="00621E01">
        <w:rPr>
          <w:rFonts w:eastAsia="Calibri" w:cs="Times New Roman"/>
          <w:b/>
          <w:bCs/>
          <w:lang w:eastAsia="cs-CZ"/>
        </w:rPr>
        <w:t xml:space="preserve"> </w:t>
      </w:r>
      <w:r w:rsidRPr="00621E01">
        <w:rPr>
          <w:rFonts w:eastAsia="Calibri" w:cs="Times New Roman"/>
          <w:lang w:eastAsia="cs-CZ"/>
        </w:rPr>
        <w:t xml:space="preserve">se nacházejí položky zemních prací, které uvádí třídu zeminy TŘ.III. </w:t>
      </w:r>
    </w:p>
    <w:p w14:paraId="770594D5" w14:textId="77777777" w:rsidR="00621E01" w:rsidRDefault="00621E01" w:rsidP="00621E01">
      <w:pPr>
        <w:spacing w:after="0" w:line="240" w:lineRule="auto"/>
        <w:rPr>
          <w:rFonts w:eastAsia="Calibri" w:cs="Times New Roman"/>
          <w:lang w:eastAsia="cs-CZ"/>
        </w:rPr>
      </w:pPr>
      <w:r w:rsidRPr="00621E01">
        <w:rPr>
          <w:rFonts w:eastAsia="Calibri" w:cs="Times New Roman"/>
          <w:lang w:eastAsia="cs-CZ"/>
        </w:rPr>
        <w:t>Chápeme správně, že se jedná o max. třídu těžitelnosti 4 dle starší ČSN 73 3050 dle tabulky níže?</w:t>
      </w:r>
    </w:p>
    <w:p w14:paraId="328354B6" w14:textId="7355926C" w:rsidR="00621E01" w:rsidRPr="00621E01" w:rsidRDefault="00621E01" w:rsidP="00621E01">
      <w:pPr>
        <w:spacing w:after="0" w:line="240" w:lineRule="auto"/>
        <w:rPr>
          <w:rFonts w:eastAsia="Calibri" w:cs="Times New Roman"/>
          <w:lang w:eastAsia="cs-CZ"/>
        </w:rPr>
      </w:pPr>
      <w:r>
        <w:rPr>
          <w:noProof/>
          <w:lang w:eastAsia="cs-CZ"/>
        </w:rPr>
        <w:drawing>
          <wp:inline distT="0" distB="0" distL="0" distR="0" wp14:anchorId="34DF1DF0" wp14:editId="6E8C5ED2">
            <wp:extent cx="4587875" cy="2162810"/>
            <wp:effectExtent l="0" t="0" r="3175" b="8890"/>
            <wp:docPr id="1" name="Obrázek 1" descr="cid:image001.png@01DA9193.7AC7B7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A9193.7AC7B7A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875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144EAAFC" w:rsidR="00CB7B5A" w:rsidRPr="000D0CB7" w:rsidRDefault="00CB2317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0D0CB7">
        <w:rPr>
          <w:rFonts w:eastAsia="Calibri" w:cs="Times New Roman"/>
          <w:bCs/>
          <w:lang w:eastAsia="cs-CZ"/>
        </w:rPr>
        <w:t>Jedná se o zeminu třídy těžitelnosti II. dle platné ČSN 73 6133 (viz třídník OTSKP). Pro potřebu realizace stavby je možno uvažovat s třídou těžitelnosti 4 dle neplatné ČSN a nepředpokládá se využití trhavin.</w:t>
      </w:r>
    </w:p>
    <w:p w14:paraId="29023B7F" w14:textId="77777777" w:rsidR="00CB2317" w:rsidRPr="00CB7B5A" w:rsidRDefault="00CB231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7D0D21" w14:textId="77777777" w:rsidR="00CB7B5A" w:rsidRPr="009F5246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F5246">
        <w:rPr>
          <w:rFonts w:eastAsia="Times New Roman" w:cs="Times New Roman"/>
          <w:lang w:eastAsia="cs-CZ"/>
        </w:rPr>
        <w:t xml:space="preserve">Vzhledem ke skutečnosti, že bylo provedeno pouze </w:t>
      </w:r>
      <w:r w:rsidRPr="009F5246">
        <w:rPr>
          <w:rFonts w:eastAsia="Times New Roman" w:cs="Times New Roman"/>
          <w:b/>
          <w:lang w:eastAsia="cs-CZ"/>
        </w:rPr>
        <w:t>vysvětlení zadávací dokumentace</w:t>
      </w:r>
      <w:r w:rsidRPr="009F5246">
        <w:rPr>
          <w:rFonts w:eastAsia="Times New Roman" w:cs="Times New Roman"/>
          <w:lang w:eastAsia="cs-CZ"/>
        </w:rPr>
        <w:t>, neprodlužuje zada</w:t>
      </w:r>
      <w:r w:rsidR="00483F34" w:rsidRPr="009F5246">
        <w:rPr>
          <w:rFonts w:eastAsia="Times New Roman" w:cs="Times New Roman"/>
          <w:lang w:eastAsia="cs-CZ"/>
        </w:rPr>
        <w:t>vatel lhůtu pro podání nabídek.</w:t>
      </w: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17F30656" w14:textId="6B53FC76" w:rsidR="00CB7B5A" w:rsidRPr="009F5246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E032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DB4C87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23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23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197C1DA9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23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23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11B65AD"/>
    <w:multiLevelType w:val="hybridMultilevel"/>
    <w:tmpl w:val="74A6720C"/>
    <w:lvl w:ilvl="0" w:tplc="291EDE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296329463">
    <w:abstractNumId w:val="2"/>
  </w:num>
  <w:num w:numId="2" w16cid:durableId="651179679">
    <w:abstractNumId w:val="1"/>
  </w:num>
  <w:num w:numId="3" w16cid:durableId="1239899058">
    <w:abstractNumId w:val="3"/>
  </w:num>
  <w:num w:numId="4" w16cid:durableId="200943288">
    <w:abstractNumId w:val="6"/>
  </w:num>
  <w:num w:numId="5" w16cid:durableId="845706928">
    <w:abstractNumId w:val="0"/>
  </w:num>
  <w:num w:numId="6" w16cid:durableId="1475559935">
    <w:abstractNumId w:val="5"/>
  </w:num>
  <w:num w:numId="7" w16cid:durableId="18860226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D0CB7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3F4780"/>
    <w:rsid w:val="0041380F"/>
    <w:rsid w:val="00450F07"/>
    <w:rsid w:val="00453CD3"/>
    <w:rsid w:val="00455BC7"/>
    <w:rsid w:val="00460660"/>
    <w:rsid w:val="00460CCB"/>
    <w:rsid w:val="00477370"/>
    <w:rsid w:val="00480BE1"/>
    <w:rsid w:val="00483F34"/>
    <w:rsid w:val="00486107"/>
    <w:rsid w:val="00490C88"/>
    <w:rsid w:val="00491827"/>
    <w:rsid w:val="004926B0"/>
    <w:rsid w:val="004A0863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21E01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2EA8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9F5246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02690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2317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1.png@01DA9193.7AC7B7A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2CC00F-0FE2-47F1-B970-0B8F33A0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2024-04-19T05:14:00Z</dcterms:created>
  <dcterms:modified xsi:type="dcterms:W3CDTF">2024-04-19T05:14:00Z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