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45BD8D5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bookmarkStart w:id="0" w:name="_Hlk164323498"/>
      <w:r w:rsidR="0030144A" w:rsidRPr="0030144A">
        <w:rPr>
          <w:rFonts w:ascii="Verdana" w:hAnsi="Verdana"/>
          <w:b/>
        </w:rPr>
        <w:t>„GSM-R+ETCS Hranice na Moravě – Horní Lideč – Střelná“, I. etapa</w:t>
      </w:r>
      <w:r w:rsidRPr="00311811">
        <w:rPr>
          <w:rFonts w:ascii="Verdana" w:hAnsi="Verdana"/>
        </w:rPr>
        <w:t xml:space="preserve"> </w:t>
      </w:r>
      <w:bookmarkEnd w:id="0"/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10774" w:type="dxa"/>
        <w:tblInd w:w="-426" w:type="dxa"/>
        <w:tblLayout w:type="fixed"/>
        <w:tblLook w:val="04E0" w:firstRow="1" w:lastRow="1" w:firstColumn="1" w:lastColumn="0" w:noHBand="0" w:noVBand="1"/>
      </w:tblPr>
      <w:tblGrid>
        <w:gridCol w:w="1419"/>
        <w:gridCol w:w="1701"/>
        <w:gridCol w:w="1701"/>
        <w:gridCol w:w="1701"/>
        <w:gridCol w:w="1275"/>
        <w:gridCol w:w="1418"/>
        <w:gridCol w:w="1559"/>
      </w:tblGrid>
      <w:tr w:rsidR="00756B37" w:rsidRPr="00185D41" w14:paraId="4625591D" w14:textId="77777777" w:rsidTr="007E38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14:paraId="6724458F" w14:textId="77777777" w:rsidR="00756B37" w:rsidRPr="00185D41" w:rsidRDefault="00756B37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701" w:type="dxa"/>
          </w:tcPr>
          <w:p w14:paraId="758D74CF" w14:textId="77777777" w:rsidR="00756B37" w:rsidRPr="00185D41" w:rsidRDefault="00756B3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756B37" w:rsidRPr="00185D41" w:rsidRDefault="00756B3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701" w:type="dxa"/>
          </w:tcPr>
          <w:p w14:paraId="47F11895" w14:textId="77777777" w:rsidR="00756B37" w:rsidRPr="00185D41" w:rsidRDefault="00756B3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756B37" w:rsidRPr="00185D41" w:rsidRDefault="00756B3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756B37" w:rsidRPr="00185D41" w:rsidRDefault="00756B3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D7655B0" w:rsidR="00756B37" w:rsidRPr="00185D41" w:rsidRDefault="00756B3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>
              <w:rPr>
                <w:rFonts w:ascii="Verdana" w:hAnsi="Verdana"/>
                <w:b/>
              </w:rPr>
              <w:t xml:space="preserve"> 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5" w:type="dxa"/>
          </w:tcPr>
          <w:p w14:paraId="68078DBD" w14:textId="77777777" w:rsidR="00756B37" w:rsidRPr="00185D41" w:rsidRDefault="00756B3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8" w:type="dxa"/>
          </w:tcPr>
          <w:p w14:paraId="44221869" w14:textId="56F106AF" w:rsidR="00756B37" w:rsidRPr="0054300D" w:rsidRDefault="0054300D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54300D">
              <w:rPr>
                <w:rFonts w:ascii="Verdana" w:hAnsi="Verdana"/>
                <w:b/>
                <w:szCs w:val="14"/>
              </w:rPr>
              <w:t>Osoba odpovědná za výkon činnosti koordinátora BOZP</w:t>
            </w:r>
          </w:p>
        </w:tc>
        <w:tc>
          <w:tcPr>
            <w:tcW w:w="1559" w:type="dxa"/>
          </w:tcPr>
          <w:p w14:paraId="66A35AD9" w14:textId="77777777" w:rsidR="007E3880" w:rsidRPr="004C076B" w:rsidRDefault="007E3880" w:rsidP="007E38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4C076B">
              <w:rPr>
                <w:rFonts w:ascii="Verdana" w:hAnsi="Verdana"/>
                <w:b/>
              </w:rPr>
              <w:t>Investiční náklady stavby</w:t>
            </w:r>
          </w:p>
          <w:p w14:paraId="23E131A4" w14:textId="77777777" w:rsidR="007E3880" w:rsidRPr="007E3880" w:rsidRDefault="007E3880" w:rsidP="007E38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3880">
              <w:rPr>
                <w:b/>
              </w:rPr>
              <w:t>/</w:t>
            </w:r>
          </w:p>
          <w:p w14:paraId="0ACBC3DB" w14:textId="113A2F42" w:rsidR="00756B37" w:rsidRPr="00185D41" w:rsidRDefault="007E3880" w:rsidP="007E38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7E3880">
              <w:rPr>
                <w:rFonts w:ascii="Verdana" w:hAnsi="Verdana"/>
                <w:b/>
              </w:rPr>
              <w:t>Cena služby, kterou dodavatel poskytl** za posledních 5 let v Kč*** bez DPH</w:t>
            </w:r>
          </w:p>
        </w:tc>
      </w:tr>
      <w:tr w:rsidR="0054300D" w:rsidRPr="00185D41" w14:paraId="28842925" w14:textId="77777777" w:rsidTr="007E3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14:paraId="21D87BFD" w14:textId="77777777" w:rsidR="0054300D" w:rsidRPr="00185D41" w:rsidRDefault="0054300D" w:rsidP="0054300D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9195335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47FB41A8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14:paraId="0D1293FD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</w:tcPr>
          <w:p w14:paraId="4740766C" w14:textId="4DF66BD4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CC40F1A" w14:textId="6B0F5BC5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54300D" w:rsidRPr="00185D41" w14:paraId="0EF54EA6" w14:textId="77777777" w:rsidTr="007E3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</w:tcPr>
          <w:p w14:paraId="712B3BF7" w14:textId="77777777" w:rsidR="0054300D" w:rsidRPr="00185D41" w:rsidRDefault="0054300D" w:rsidP="0054300D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2A87688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0178F827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5" w:type="dxa"/>
          </w:tcPr>
          <w:p w14:paraId="18D4A5E5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</w:tcPr>
          <w:p w14:paraId="57FA0692" w14:textId="0193848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30ECFEBC" w14:textId="0F0BEFC5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54300D" w:rsidRPr="00185D41" w14:paraId="0F8C9D42" w14:textId="77777777" w:rsidTr="007E3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bottom w:val="single" w:sz="2" w:space="0" w:color="auto"/>
            </w:tcBorders>
          </w:tcPr>
          <w:p w14:paraId="73D6F80D" w14:textId="77777777" w:rsidR="0054300D" w:rsidRPr="00185D41" w:rsidRDefault="0054300D" w:rsidP="0054300D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18F706B2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442A0AF1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1BF2859C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bottom w:val="single" w:sz="2" w:space="0" w:color="auto"/>
            </w:tcBorders>
          </w:tcPr>
          <w:p w14:paraId="452CEE7E" w14:textId="134FE0B9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1FC8524" w14:textId="2DDAFD1C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54300D" w:rsidRPr="00185D41" w14:paraId="50E61D24" w14:textId="77777777" w:rsidTr="007E3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bottom w:val="single" w:sz="2" w:space="0" w:color="auto"/>
            </w:tcBorders>
          </w:tcPr>
          <w:p w14:paraId="2079A506" w14:textId="77777777" w:rsidR="0054300D" w:rsidRPr="00185D41" w:rsidRDefault="0054300D" w:rsidP="0054300D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5BCABEC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76B31A62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50080AA6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bottom w:val="single" w:sz="2" w:space="0" w:color="auto"/>
            </w:tcBorders>
          </w:tcPr>
          <w:p w14:paraId="395326BE" w14:textId="7A6CDD1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F8D759E" w14:textId="67C63103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54300D" w:rsidRPr="00185D41" w14:paraId="2AEF22F5" w14:textId="77777777" w:rsidTr="007E38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bottom w:val="single" w:sz="2" w:space="0" w:color="auto"/>
            </w:tcBorders>
          </w:tcPr>
          <w:p w14:paraId="26F8D9C0" w14:textId="77777777" w:rsidR="0054300D" w:rsidRPr="00185D41" w:rsidRDefault="0054300D" w:rsidP="0054300D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33C67544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0DC4B73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2E474C60" w14:textId="77777777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bottom w:val="single" w:sz="2" w:space="0" w:color="auto"/>
            </w:tcBorders>
          </w:tcPr>
          <w:p w14:paraId="59D35A0B" w14:textId="3D6AB66D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049D14D" w14:textId="46021B05" w:rsidR="0054300D" w:rsidRPr="00185D41" w:rsidRDefault="0054300D" w:rsidP="005430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54300D" w:rsidRPr="00185D41" w14:paraId="4CBAC7A4" w14:textId="77777777" w:rsidTr="007E38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54300D" w:rsidRPr="00185D41" w:rsidRDefault="0054300D" w:rsidP="0054300D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54300D" w:rsidRPr="00185D41" w:rsidRDefault="0054300D" w:rsidP="0054300D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54300D" w:rsidRPr="00185D41" w:rsidRDefault="0054300D" w:rsidP="0054300D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54300D" w:rsidRPr="00185D41" w:rsidRDefault="0054300D" w:rsidP="0054300D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54300D" w:rsidRPr="00185D41" w:rsidRDefault="0054300D" w:rsidP="0054300D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shd w:val="clear" w:color="auto" w:fill="auto"/>
          </w:tcPr>
          <w:p w14:paraId="4ECB181A" w14:textId="41E54798" w:rsidR="0054300D" w:rsidRPr="00185D41" w:rsidRDefault="0054300D" w:rsidP="0054300D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45F114E1" w14:textId="1C323FED" w:rsidR="0054300D" w:rsidRPr="00185D41" w:rsidRDefault="0054300D" w:rsidP="0054300D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51E8C75F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  <w:bookmarkStart w:id="1" w:name="_Hlk164232727"/>
      <w:r w:rsidR="00AC102D">
        <w:rPr>
          <w:rFonts w:cs="Calibri"/>
          <w:b/>
          <w:bCs/>
          <w:szCs w:val="20"/>
        </w:rPr>
        <w:t xml:space="preserve">, </w:t>
      </w:r>
      <w:r w:rsidR="00AC102D" w:rsidRPr="00AC102D">
        <w:rPr>
          <w:rFonts w:cs="Calibri"/>
          <w:b/>
          <w:bCs/>
          <w:szCs w:val="20"/>
        </w:rPr>
        <w:t>kteří se budou podílet na výkonu koordinátora BOZP</w:t>
      </w:r>
      <w:bookmarkEnd w:id="1"/>
    </w:p>
    <w:tbl>
      <w:tblPr>
        <w:tblW w:w="10064" w:type="dxa"/>
        <w:tblInd w:w="-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127"/>
        <w:gridCol w:w="1842"/>
        <w:gridCol w:w="2127"/>
        <w:gridCol w:w="1984"/>
        <w:gridCol w:w="1984"/>
      </w:tblGrid>
      <w:tr w:rsidR="00811B74" w14:paraId="5ECC1160" w14:textId="77777777" w:rsidTr="00306C80">
        <w:trPr>
          <w:cantSplit/>
          <w:trHeight w:val="832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563EC625" w:rsidR="00811B74" w:rsidRPr="00D82211" w:rsidRDefault="00811B74" w:rsidP="00306C8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D82211">
              <w:rPr>
                <w:rFonts w:ascii="Verdana" w:eastAsia="Calibri" w:hAnsi="Verdana" w:cs="Calibri"/>
                <w:b/>
                <w:bCs/>
                <w:sz w:val="18"/>
                <w:szCs w:val="18"/>
                <w:lang w:eastAsia="en-US"/>
              </w:rPr>
              <w:t>Identifikace Hlavního koordinátora BOZP/Zástupce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47FD43B" w14:textId="0A475171" w:rsidR="00811B74" w:rsidRPr="00D82211" w:rsidRDefault="00811B74" w:rsidP="00306C8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D82211">
              <w:rPr>
                <w:rFonts w:ascii="Verdana" w:hAnsi="Verdana" w:cs="Calibri"/>
                <w:b/>
                <w:bCs/>
                <w:sz w:val="18"/>
                <w:szCs w:val="18"/>
              </w:rPr>
              <w:t>Jméno, příjmení, koordinátora BOZP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15C5F49" w14:textId="00FDAB15" w:rsidR="00811B74" w:rsidRPr="00D82211" w:rsidRDefault="00306C80" w:rsidP="00306C8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D82211">
              <w:rPr>
                <w:rFonts w:ascii="Verdana" w:hAnsi="Verdana" w:cs="Calibri"/>
                <w:b/>
                <w:bCs/>
                <w:sz w:val="18"/>
                <w:szCs w:val="18"/>
              </w:rPr>
              <w:t>Stavba – název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48DAA0E" w14:textId="77777777" w:rsidR="00811B74" w:rsidRPr="00D82211" w:rsidRDefault="00811B74" w:rsidP="00306C8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D82211">
              <w:rPr>
                <w:rFonts w:ascii="Verdana" w:hAnsi="Verdana" w:cs="Calibri"/>
                <w:b/>
                <w:bCs/>
                <w:sz w:val="18"/>
                <w:szCs w:val="18"/>
              </w:rPr>
              <w:t>Zahájení činnosti / ukončení činnosti</w:t>
            </w:r>
          </w:p>
          <w:p w14:paraId="481715D9" w14:textId="29C1D931" w:rsidR="00811B74" w:rsidRPr="00D82211" w:rsidRDefault="00811B74" w:rsidP="00306C8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D82211">
              <w:rPr>
                <w:rFonts w:ascii="Verdana" w:hAnsi="Verdana" w:cs="Calibri"/>
                <w:b/>
                <w:bCs/>
                <w:sz w:val="14"/>
                <w:szCs w:val="18"/>
              </w:rPr>
              <w:t>(v celkové délce minimálně 3 roky za posledních 6 let)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1EA644F" w:rsidR="00811B74" w:rsidRPr="00D82211" w:rsidRDefault="00811B74" w:rsidP="00306C8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D82211">
              <w:rPr>
                <w:rFonts w:ascii="Verdana" w:hAnsi="Verdana" w:cs="Calibri"/>
                <w:b/>
                <w:bCs/>
                <w:sz w:val="18"/>
                <w:szCs w:val="18"/>
              </w:rPr>
              <w:t>Uveďte, v jakém vztahu k dodavateli osoba je</w:t>
            </w:r>
          </w:p>
        </w:tc>
      </w:tr>
      <w:tr w:rsidR="00811B74" w14:paraId="7127E500" w14:textId="77777777" w:rsidTr="00F83226">
        <w:trPr>
          <w:cantSplit/>
          <w:trHeight w:val="334"/>
        </w:trPr>
        <w:tc>
          <w:tcPr>
            <w:tcW w:w="2127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811B74" w:rsidRDefault="00811B74" w:rsidP="00811B74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AC92C0" w14:textId="77777777" w:rsidR="00811B74" w:rsidRDefault="00811B74" w:rsidP="00811B74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B66C8E" w14:textId="77777777" w:rsidR="00811B74" w:rsidRDefault="00811B74" w:rsidP="00811B74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4C64BB7" w14:textId="77777777" w:rsidR="00811B74" w:rsidRDefault="00811B74" w:rsidP="00811B74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38ADF615" w:rsidR="00811B74" w:rsidRDefault="00811B74" w:rsidP="00811B74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D82211" w14:paraId="5AF313D8" w14:textId="77777777" w:rsidTr="007713BB">
        <w:trPr>
          <w:cantSplit/>
          <w:trHeight w:val="567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2893746" w14:textId="1E2225F9" w:rsidR="00D82211" w:rsidRDefault="00D82211" w:rsidP="00D82211">
            <w:pPr>
              <w:rPr>
                <w:sz w:val="18"/>
                <w:szCs w:val="18"/>
              </w:rPr>
            </w:pPr>
            <w:r w:rsidRPr="00B06AAC">
              <w:rPr>
                <w:rFonts w:cs="Calibri"/>
                <w:b/>
                <w:sz w:val="18"/>
                <w:szCs w:val="18"/>
              </w:rPr>
              <w:t>Hlavní koordinátor BOZP: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073DD" w14:textId="5C041C37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041FEA" w14:textId="627B78B5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ED8002" w14:textId="466F29EB" w:rsidR="00D82211" w:rsidRPr="00D82211" w:rsidRDefault="00D82211" w:rsidP="00D82211">
            <w:pPr>
              <w:rPr>
                <w:rFonts w:cs="Calibri"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465354EA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2433DD92" w14:textId="77777777" w:rsidTr="007713BB">
        <w:trPr>
          <w:cantSplit/>
          <w:trHeight w:val="567"/>
        </w:trPr>
        <w:tc>
          <w:tcPr>
            <w:tcW w:w="212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4D320A" w14:textId="1F1776A9" w:rsidR="00D82211" w:rsidRDefault="00D82211" w:rsidP="00D82211">
            <w:pPr>
              <w:rPr>
                <w:sz w:val="18"/>
                <w:szCs w:val="18"/>
              </w:rPr>
            </w:pPr>
            <w:r w:rsidRPr="00280A28">
              <w:rPr>
                <w:rFonts w:cs="Calibri"/>
                <w:b/>
                <w:bCs/>
                <w:sz w:val="18"/>
                <w:szCs w:val="18"/>
              </w:rPr>
              <w:t>Zástupce: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A47EF0" w14:textId="24BB4279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1C4E31" w14:textId="35D2A4ED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FA8337" w14:textId="31A7E9B3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03548EE4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044F4BD5" w14:textId="77777777" w:rsidTr="00811B74">
        <w:trPr>
          <w:cantSplit/>
          <w:trHeight w:val="567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7E2D5" w14:textId="6A23260E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2BE7B8" w14:textId="3EF1E34A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D1DF3C" w14:textId="6D0DE486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45DB5D" w14:textId="11BD3CE4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6E88AC46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6C71D6D7" w14:textId="77777777" w:rsidTr="00811B74">
        <w:trPr>
          <w:cantSplit/>
          <w:trHeight w:val="567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1CCD71" w14:textId="6177C425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E7BA8" w14:textId="60A964B9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EBEA7" w14:textId="4904CD02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3EB1E" w14:textId="23D5A789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6EFD41D8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2FF68A35" w14:textId="77777777" w:rsidTr="00811B74">
        <w:trPr>
          <w:cantSplit/>
          <w:trHeight w:val="567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64BEC6A" w14:textId="4AACB035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ABEA6" w14:textId="5D89FB0D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30561" w14:textId="5839A7F5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378D4" w14:textId="5688E8CB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50EF83E3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052957DD" w14:textId="77777777" w:rsidTr="00811B74">
        <w:trPr>
          <w:cantSplit/>
          <w:trHeight w:val="567"/>
        </w:trPr>
        <w:tc>
          <w:tcPr>
            <w:tcW w:w="2127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2020D245" w14:textId="5DF0C941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54DCB" w14:textId="11710681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BEBB7" w14:textId="36ED40DD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ADFB" w14:textId="5D578C29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0D5F1CEF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494383B8" w14:textId="77777777" w:rsidTr="00811B74">
        <w:trPr>
          <w:cantSplit/>
          <w:trHeight w:val="567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E1C747B" w14:textId="7965A0F2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C87A2A" w14:textId="3813421B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8DA7F0" w14:textId="46DE367A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40FFB9" w14:textId="02A8E7A0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4A502FA7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2E3AC4E6" w14:textId="77777777" w:rsidTr="00811B74">
        <w:trPr>
          <w:cantSplit/>
          <w:trHeight w:val="567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20F84B" w14:textId="4ADC580D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74C53" w14:textId="55DBC4F9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37D4D" w14:textId="55DCB824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E2420" w14:textId="24CA99BA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359F1ED2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13DB283E" w14:textId="77777777" w:rsidTr="00811B74">
        <w:trPr>
          <w:cantSplit/>
          <w:trHeight w:val="567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FA06733" w14:textId="022AD98C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58184E" w14:textId="6B206304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4A5FA6" w14:textId="0F912468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55730" w14:textId="0B783BAF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006CA9A9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D82211" w14:paraId="5D984C36" w14:textId="77777777" w:rsidTr="00811B74">
        <w:trPr>
          <w:cantSplit/>
          <w:trHeight w:val="567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37CDB" w14:textId="40E875C6" w:rsidR="00D82211" w:rsidRDefault="00D82211" w:rsidP="00D82211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A9CF82" w14:textId="54837322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FF27BD" w14:textId="4E2E6FC4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260C39C" w14:textId="1E965B27" w:rsidR="00D82211" w:rsidRDefault="00D82211" w:rsidP="00D8221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3EDEBF61" w:rsidR="00D82211" w:rsidRDefault="00D82211" w:rsidP="00D8221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64A81C9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2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2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AB8FCFB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E72A3D" w:rsidRPr="00E72A3D">
        <w:rPr>
          <w:b/>
          <w:sz w:val="18"/>
          <w:szCs w:val="18"/>
        </w:rPr>
        <w:t>„GSM-R+ETCS Hranice na Moravě – Horní Lideč – Střelná“, I. etapa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3620511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0FBE3" w14:textId="77777777" w:rsidR="00F9533C" w:rsidRDefault="00F9533C" w:rsidP="00C62104">
      <w:pPr>
        <w:spacing w:after="0" w:line="240" w:lineRule="auto"/>
      </w:pPr>
      <w:r>
        <w:separator/>
      </w:r>
    </w:p>
  </w:endnote>
  <w:endnote w:type="continuationSeparator" w:id="0">
    <w:p w14:paraId="76A58FF5" w14:textId="77777777" w:rsidR="00F9533C" w:rsidRDefault="00F9533C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098CE" w14:textId="77777777" w:rsidR="00F9533C" w:rsidRDefault="00F9533C" w:rsidP="00C62104">
      <w:pPr>
        <w:spacing w:after="0" w:line="240" w:lineRule="auto"/>
      </w:pPr>
      <w:r>
        <w:separator/>
      </w:r>
    </w:p>
  </w:footnote>
  <w:footnote w:type="continuationSeparator" w:id="0">
    <w:p w14:paraId="55D8D0B9" w14:textId="77777777" w:rsidR="00F9533C" w:rsidRDefault="00F9533C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44FC2"/>
    <w:rsid w:val="00185D41"/>
    <w:rsid w:val="00251199"/>
    <w:rsid w:val="0030144A"/>
    <w:rsid w:val="00306C80"/>
    <w:rsid w:val="00311811"/>
    <w:rsid w:val="00335183"/>
    <w:rsid w:val="003727EC"/>
    <w:rsid w:val="003A2330"/>
    <w:rsid w:val="003B4683"/>
    <w:rsid w:val="004259B3"/>
    <w:rsid w:val="004733DC"/>
    <w:rsid w:val="004C076B"/>
    <w:rsid w:val="0054300D"/>
    <w:rsid w:val="00621726"/>
    <w:rsid w:val="006676CC"/>
    <w:rsid w:val="00756B37"/>
    <w:rsid w:val="007C3E9A"/>
    <w:rsid w:val="007C4CEE"/>
    <w:rsid w:val="007E3880"/>
    <w:rsid w:val="00811B74"/>
    <w:rsid w:val="00852B39"/>
    <w:rsid w:val="00855FF2"/>
    <w:rsid w:val="008905C8"/>
    <w:rsid w:val="008B34EE"/>
    <w:rsid w:val="00984127"/>
    <w:rsid w:val="00AC102D"/>
    <w:rsid w:val="00BD61C3"/>
    <w:rsid w:val="00BF6A6B"/>
    <w:rsid w:val="00C00C9B"/>
    <w:rsid w:val="00C50B4C"/>
    <w:rsid w:val="00C62104"/>
    <w:rsid w:val="00C74AE1"/>
    <w:rsid w:val="00CF3161"/>
    <w:rsid w:val="00D444D5"/>
    <w:rsid w:val="00D82211"/>
    <w:rsid w:val="00E31DFB"/>
    <w:rsid w:val="00E72A3D"/>
    <w:rsid w:val="00F83226"/>
    <w:rsid w:val="00F9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2106</Words>
  <Characters>12431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12</cp:revision>
  <cp:lastPrinted>2023-11-09T12:08:00Z</cp:lastPrinted>
  <dcterms:created xsi:type="dcterms:W3CDTF">2023-11-09T12:10:00Z</dcterms:created>
  <dcterms:modified xsi:type="dcterms:W3CDTF">2024-04-18T08:20:00Z</dcterms:modified>
</cp:coreProperties>
</file>