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0BB63755" w:rsidR="00F862D6" w:rsidRPr="003E6B9A" w:rsidRDefault="001F4FF8" w:rsidP="0037111D">
            <w:r w:rsidRPr="001F4FF8">
              <w:rPr>
                <w:rFonts w:ascii="Helvetica" w:hAnsi="Helvetica"/>
              </w:rPr>
              <w:t>4243/2024-SŽ-SSV-Ú3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01B515C4" w:rsidR="00F862D6" w:rsidRPr="003E6B9A" w:rsidRDefault="001F4FF8" w:rsidP="00CC1E2B">
            <w:r>
              <w:t>2</w:t>
            </w:r>
            <w:r w:rsidR="003E6B9A" w:rsidRPr="003E6B9A">
              <w:t>/</w:t>
            </w:r>
            <w:r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0880C00B" w:rsidR="00F862D6" w:rsidRPr="003E6B9A" w:rsidRDefault="003710C3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5E7FA866" w:rsidR="009A7568" w:rsidRPr="003E6B9A" w:rsidRDefault="003710C3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072E7ACE" w:rsidR="009A7568" w:rsidRPr="003E6B9A" w:rsidRDefault="003710C3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3B8A134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F4FF8">
              <w:rPr>
                <w:noProof/>
              </w:rPr>
              <w:t>17.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6A316DDB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3710C3">
        <w:rPr>
          <w:rFonts w:eastAsia="Times New Roman" w:cs="Times New Roman"/>
          <w:lang w:eastAsia="cs-CZ"/>
        </w:rPr>
        <w:t>2</w:t>
      </w:r>
    </w:p>
    <w:p w14:paraId="1C466933" w14:textId="1305A6A6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3710C3" w:rsidRPr="004320C6">
        <w:rPr>
          <w:rFonts w:eastAsia="Calibri" w:cs="Times New Roman"/>
          <w:b/>
          <w:lang w:eastAsia="cs-CZ"/>
        </w:rPr>
        <w:t>Zrušení přejezdu P7803 v km 21,336 trati Krnov – Jindřichov ve Slezsku – státní hranice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2CFB3E54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3710C3"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5210AC86" w14:textId="77777777" w:rsidR="003710C3" w:rsidRDefault="003710C3" w:rsidP="003710C3">
      <w:r w:rsidRPr="00460728">
        <w:rPr>
          <w:b/>
        </w:rPr>
        <w:t>PS 01-01-31 - Zrušení PZS F2 km 21,336:</w:t>
      </w:r>
      <w:r>
        <w:t xml:space="preserve"> V soupisu prací se vyskytují následující položky:</w:t>
      </w:r>
    </w:p>
    <w:p w14:paraId="64B76E7D" w14:textId="77777777" w:rsidR="003710C3" w:rsidRDefault="003710C3" w:rsidP="003710C3">
      <w:r w:rsidRPr="005F67ED">
        <w:rPr>
          <w:noProof/>
        </w:rPr>
        <w:drawing>
          <wp:inline distT="0" distB="0" distL="0" distR="0" wp14:anchorId="5D45E7D3" wp14:editId="67E4CA75">
            <wp:extent cx="6102897" cy="3402648"/>
            <wp:effectExtent l="0" t="0" r="0" b="7620"/>
            <wp:docPr id="1635021448" name="Obrázek 1635021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513" cy="341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69B22" w14:textId="77777777" w:rsidR="003710C3" w:rsidRDefault="003710C3" w:rsidP="003710C3">
      <w:r>
        <w:t>Domníváme se správně, že položku č. 32 (s popisem „Druhotná surovina – výkup“) uchazeč ocení za 0 Kč?</w:t>
      </w:r>
    </w:p>
    <w:p w14:paraId="3A4A4C81" w14:textId="77777777" w:rsidR="003710C3" w:rsidRDefault="003710C3" w:rsidP="003710C3">
      <w:r>
        <w:t>Domníváme se správně, že položku č. 33 (s popisem „</w:t>
      </w:r>
      <w:proofErr w:type="spellStart"/>
      <w:proofErr w:type="gramStart"/>
      <w:r w:rsidRPr="005F67ED">
        <w:t>Výzisk</w:t>
      </w:r>
      <w:proofErr w:type="spellEnd"/>
      <w:r w:rsidRPr="005F67ED">
        <w:t xml:space="preserve"> - přebírá</w:t>
      </w:r>
      <w:proofErr w:type="gramEnd"/>
      <w:r w:rsidRPr="005F67ED">
        <w:t xml:space="preserve"> Správa železnic</w:t>
      </w:r>
      <w:r>
        <w:t>“) uchazeč ocení za 0 Kč?</w:t>
      </w:r>
    </w:p>
    <w:p w14:paraId="4F65D318" w14:textId="77777777" w:rsidR="003710C3" w:rsidRDefault="003710C3" w:rsidP="003710C3">
      <w:r>
        <w:t>Dále poukazujeme na součtový vzorec v buňce L154, ve kterém nejsou zahrnuty celkové ceny položek č. 32 a 33.</w:t>
      </w:r>
    </w:p>
    <w:p w14:paraId="10601E95" w14:textId="77777777" w:rsidR="003710C3" w:rsidRDefault="003710C3" w:rsidP="003710C3"/>
    <w:p w14:paraId="5281EBF5" w14:textId="77777777" w:rsidR="003710C3" w:rsidRPr="002343ED" w:rsidRDefault="003710C3" w:rsidP="003710C3"/>
    <w:p w14:paraId="5C4F47A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245992C9" w:rsidR="00302BAF" w:rsidRPr="001F4FF8" w:rsidRDefault="00352057" w:rsidP="00CB7B5A">
      <w:pPr>
        <w:spacing w:after="0" w:line="240" w:lineRule="auto"/>
      </w:pPr>
      <w:r w:rsidRPr="001F4FF8">
        <w:t>U položek č. 32 a č. 33 se předpokládá nacenění manipulace s materiálem, případně doprava materiálu. Součtový vzorec opraven (viz příloha).</w:t>
      </w:r>
    </w:p>
    <w:p w14:paraId="7F11C39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9580DA" w14:textId="77777777" w:rsidR="00CB7B5A" w:rsidRDefault="00CB7B5A" w:rsidP="00CB7B5A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5E6D6E0C" w14:textId="77777777" w:rsidR="00483F34" w:rsidRPr="00C84783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723B201" w14:textId="77777777" w:rsidR="00483F34" w:rsidRPr="001F4FF8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F4FF8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5A36352A" w14:textId="77777777" w:rsidR="00D159C0" w:rsidRPr="00CB7B5A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A8E955A" w14:textId="77777777" w:rsidR="001F4FF8" w:rsidRDefault="001F4FF8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B89A512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4CCACD60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F4FF8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="00352057">
        <w:rPr>
          <w:rFonts w:eastAsia="Calibri" w:cs="Times New Roman"/>
          <w:bCs/>
          <w:lang w:eastAsia="cs-CZ"/>
        </w:rPr>
        <w:t>Soupis prací PS 01-01-31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17F30656" w14:textId="7D571BF8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1DDAC900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1F4FF8">
        <w:rPr>
          <w:rFonts w:eastAsia="Calibri" w:cs="Times New Roman"/>
          <w:lang w:eastAsia="cs-CZ"/>
        </w:rPr>
        <w:t>17.4.2024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C5579C" w14:textId="77777777" w:rsidR="001F4FF8" w:rsidRPr="00CB7B5A" w:rsidRDefault="001F4FF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7A29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6F37A" w14:textId="77777777" w:rsidR="007A291B" w:rsidRDefault="007A291B" w:rsidP="00962258">
      <w:pPr>
        <w:spacing w:after="0" w:line="240" w:lineRule="auto"/>
      </w:pPr>
      <w:r>
        <w:separator/>
      </w:r>
    </w:p>
  </w:endnote>
  <w:endnote w:type="continuationSeparator" w:id="0">
    <w:p w14:paraId="5E6FDB4E" w14:textId="77777777" w:rsidR="007A291B" w:rsidRDefault="007A29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8373F" w14:textId="77777777" w:rsidR="007A291B" w:rsidRDefault="007A291B" w:rsidP="00962258">
      <w:pPr>
        <w:spacing w:after="0" w:line="240" w:lineRule="auto"/>
      </w:pPr>
      <w:r>
        <w:separator/>
      </w:r>
    </w:p>
  </w:footnote>
  <w:footnote w:type="continuationSeparator" w:id="0">
    <w:p w14:paraId="1B3A384E" w14:textId="77777777" w:rsidR="007A291B" w:rsidRDefault="007A291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F4FF8"/>
    <w:rsid w:val="00207DF5"/>
    <w:rsid w:val="00267369"/>
    <w:rsid w:val="0026785D"/>
    <w:rsid w:val="002C31BF"/>
    <w:rsid w:val="002E0CD7"/>
    <w:rsid w:val="002F026B"/>
    <w:rsid w:val="00302BAF"/>
    <w:rsid w:val="00352057"/>
    <w:rsid w:val="00357BC6"/>
    <w:rsid w:val="003710C3"/>
    <w:rsid w:val="0037111D"/>
    <w:rsid w:val="003956C6"/>
    <w:rsid w:val="003C5BE7"/>
    <w:rsid w:val="003E6B9A"/>
    <w:rsid w:val="003E75CE"/>
    <w:rsid w:val="003F1E59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291B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2</Pages>
  <Words>235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2</cp:revision>
  <cp:lastPrinted>2019-02-22T13:28:00Z</cp:lastPrinted>
  <dcterms:created xsi:type="dcterms:W3CDTF">2024-04-17T09:55:00Z</dcterms:created>
  <dcterms:modified xsi:type="dcterms:W3CDTF">2024-04-17T09:55:00Z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