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892E5C" w14:paraId="125D8ABD" w14:textId="77777777" w:rsidTr="00F862D6">
        <w:tc>
          <w:tcPr>
            <w:tcW w:w="1020" w:type="dxa"/>
          </w:tcPr>
          <w:p w14:paraId="0BD2528A" w14:textId="77777777" w:rsidR="00892E5C" w:rsidRPr="00BD3417" w:rsidRDefault="00892E5C" w:rsidP="00892E5C">
            <w:r w:rsidRPr="00BD3417">
              <w:t>Naše zn.</w:t>
            </w:r>
          </w:p>
        </w:tc>
        <w:tc>
          <w:tcPr>
            <w:tcW w:w="2552" w:type="dxa"/>
          </w:tcPr>
          <w:p w14:paraId="1EB53367" w14:textId="2AE804C5" w:rsidR="00892E5C" w:rsidRPr="00BD3417" w:rsidRDefault="00BD3417" w:rsidP="00892E5C">
            <w:r w:rsidRPr="00BD3417">
              <w:t>4101/2024-SŽ-SSV-Ú3</w:t>
            </w:r>
          </w:p>
        </w:tc>
        <w:tc>
          <w:tcPr>
            <w:tcW w:w="823" w:type="dxa"/>
          </w:tcPr>
          <w:p w14:paraId="2881C3E5" w14:textId="77777777" w:rsidR="00892E5C" w:rsidRDefault="00892E5C" w:rsidP="00892E5C"/>
        </w:tc>
        <w:tc>
          <w:tcPr>
            <w:tcW w:w="3685" w:type="dxa"/>
            <w:vMerge/>
          </w:tcPr>
          <w:p w14:paraId="1544FAFD" w14:textId="77777777" w:rsidR="00892E5C" w:rsidRDefault="00892E5C" w:rsidP="00892E5C"/>
        </w:tc>
      </w:tr>
      <w:tr w:rsidR="00892E5C" w14:paraId="0DC037FA" w14:textId="77777777" w:rsidTr="00F862D6">
        <w:tc>
          <w:tcPr>
            <w:tcW w:w="1020" w:type="dxa"/>
          </w:tcPr>
          <w:p w14:paraId="29A02B6F" w14:textId="77777777" w:rsidR="00892E5C" w:rsidRPr="00BD3417" w:rsidRDefault="00892E5C" w:rsidP="00892E5C">
            <w:r w:rsidRPr="00BD3417">
              <w:t>Listů/příloh</w:t>
            </w:r>
          </w:p>
        </w:tc>
        <w:tc>
          <w:tcPr>
            <w:tcW w:w="2552" w:type="dxa"/>
          </w:tcPr>
          <w:p w14:paraId="00AF12B3" w14:textId="66F9FDCF" w:rsidR="00892E5C" w:rsidRPr="00BD3417" w:rsidRDefault="00BD3417" w:rsidP="00892E5C">
            <w:r w:rsidRPr="00BD3417">
              <w:t>2</w:t>
            </w:r>
            <w:r w:rsidR="00892E5C" w:rsidRPr="00BD3417">
              <w:t>/</w:t>
            </w:r>
            <w:r w:rsidRPr="00BD3417">
              <w:t>0</w:t>
            </w:r>
          </w:p>
        </w:tc>
        <w:tc>
          <w:tcPr>
            <w:tcW w:w="823" w:type="dxa"/>
          </w:tcPr>
          <w:p w14:paraId="576D1A8B" w14:textId="77777777" w:rsidR="00892E5C" w:rsidRDefault="00892E5C" w:rsidP="00892E5C"/>
        </w:tc>
        <w:tc>
          <w:tcPr>
            <w:tcW w:w="3685" w:type="dxa"/>
            <w:vMerge/>
          </w:tcPr>
          <w:p w14:paraId="0FA02536" w14:textId="77777777" w:rsidR="00892E5C" w:rsidRDefault="00892E5C" w:rsidP="00892E5C">
            <w:pPr>
              <w:rPr>
                <w:noProof/>
              </w:rPr>
            </w:pPr>
          </w:p>
        </w:tc>
      </w:tr>
      <w:tr w:rsidR="00892E5C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892E5C" w:rsidRDefault="00892E5C" w:rsidP="00892E5C"/>
        </w:tc>
        <w:tc>
          <w:tcPr>
            <w:tcW w:w="2552" w:type="dxa"/>
          </w:tcPr>
          <w:p w14:paraId="2AE8B3BC" w14:textId="77777777" w:rsidR="00892E5C" w:rsidRPr="003E6B9A" w:rsidRDefault="00892E5C" w:rsidP="00892E5C"/>
        </w:tc>
        <w:tc>
          <w:tcPr>
            <w:tcW w:w="823" w:type="dxa"/>
          </w:tcPr>
          <w:p w14:paraId="3C43ECEB" w14:textId="77777777" w:rsidR="00892E5C" w:rsidRDefault="00892E5C" w:rsidP="00892E5C"/>
        </w:tc>
        <w:tc>
          <w:tcPr>
            <w:tcW w:w="3685" w:type="dxa"/>
            <w:vMerge/>
          </w:tcPr>
          <w:p w14:paraId="14E4C100" w14:textId="77777777" w:rsidR="00892E5C" w:rsidRDefault="00892E5C" w:rsidP="00892E5C"/>
        </w:tc>
      </w:tr>
      <w:tr w:rsidR="00892E5C" w14:paraId="63BE9957" w14:textId="77777777" w:rsidTr="00F862D6">
        <w:tc>
          <w:tcPr>
            <w:tcW w:w="1020" w:type="dxa"/>
          </w:tcPr>
          <w:p w14:paraId="1B6F1E19" w14:textId="77777777" w:rsidR="00892E5C" w:rsidRDefault="00892E5C" w:rsidP="00892E5C">
            <w:r>
              <w:t>Vyřizuje</w:t>
            </w:r>
          </w:p>
        </w:tc>
        <w:tc>
          <w:tcPr>
            <w:tcW w:w="2552" w:type="dxa"/>
          </w:tcPr>
          <w:p w14:paraId="10E25C9B" w14:textId="399C3B9E" w:rsidR="00892E5C" w:rsidRPr="003E6B9A" w:rsidRDefault="00892E5C" w:rsidP="00892E5C">
            <w:r w:rsidRPr="000575AF">
              <w:t>Ing. Radomíra Rečková</w:t>
            </w:r>
          </w:p>
        </w:tc>
        <w:tc>
          <w:tcPr>
            <w:tcW w:w="823" w:type="dxa"/>
          </w:tcPr>
          <w:p w14:paraId="570770A3" w14:textId="77777777" w:rsidR="00892E5C" w:rsidRDefault="00892E5C" w:rsidP="00892E5C"/>
        </w:tc>
        <w:tc>
          <w:tcPr>
            <w:tcW w:w="3685" w:type="dxa"/>
            <w:vMerge/>
          </w:tcPr>
          <w:p w14:paraId="5378FE3F" w14:textId="77777777" w:rsidR="00892E5C" w:rsidRDefault="00892E5C" w:rsidP="00892E5C"/>
        </w:tc>
      </w:tr>
      <w:tr w:rsidR="00892E5C" w14:paraId="456F7750" w14:textId="77777777" w:rsidTr="00F862D6">
        <w:tc>
          <w:tcPr>
            <w:tcW w:w="1020" w:type="dxa"/>
          </w:tcPr>
          <w:p w14:paraId="220D925F" w14:textId="77777777" w:rsidR="00892E5C" w:rsidRDefault="00892E5C" w:rsidP="00892E5C"/>
        </w:tc>
        <w:tc>
          <w:tcPr>
            <w:tcW w:w="2552" w:type="dxa"/>
          </w:tcPr>
          <w:p w14:paraId="7DB51256" w14:textId="77777777" w:rsidR="00892E5C" w:rsidRPr="003E6B9A" w:rsidRDefault="00892E5C" w:rsidP="00892E5C"/>
        </w:tc>
        <w:tc>
          <w:tcPr>
            <w:tcW w:w="823" w:type="dxa"/>
          </w:tcPr>
          <w:p w14:paraId="268D668E" w14:textId="77777777" w:rsidR="00892E5C" w:rsidRDefault="00892E5C" w:rsidP="00892E5C"/>
        </w:tc>
        <w:tc>
          <w:tcPr>
            <w:tcW w:w="3685" w:type="dxa"/>
            <w:vMerge/>
          </w:tcPr>
          <w:p w14:paraId="19A40C10" w14:textId="77777777" w:rsidR="00892E5C" w:rsidRDefault="00892E5C" w:rsidP="00892E5C"/>
        </w:tc>
      </w:tr>
      <w:tr w:rsidR="00892E5C" w14:paraId="24C2F0FD" w14:textId="77777777" w:rsidTr="00F862D6">
        <w:tc>
          <w:tcPr>
            <w:tcW w:w="1020" w:type="dxa"/>
          </w:tcPr>
          <w:p w14:paraId="60410610" w14:textId="77777777" w:rsidR="00892E5C" w:rsidRDefault="00892E5C" w:rsidP="00892E5C">
            <w:r>
              <w:t>Mobil</w:t>
            </w:r>
          </w:p>
        </w:tc>
        <w:tc>
          <w:tcPr>
            <w:tcW w:w="2552" w:type="dxa"/>
          </w:tcPr>
          <w:p w14:paraId="39927106" w14:textId="39A80227" w:rsidR="00892E5C" w:rsidRPr="003E6B9A" w:rsidRDefault="00892E5C" w:rsidP="00892E5C">
            <w:r w:rsidRPr="000575AF">
              <w:t>+420 725 744 197</w:t>
            </w:r>
          </w:p>
        </w:tc>
        <w:tc>
          <w:tcPr>
            <w:tcW w:w="823" w:type="dxa"/>
          </w:tcPr>
          <w:p w14:paraId="4206CB85" w14:textId="77777777" w:rsidR="00892E5C" w:rsidRDefault="00892E5C" w:rsidP="00892E5C"/>
        </w:tc>
        <w:tc>
          <w:tcPr>
            <w:tcW w:w="3685" w:type="dxa"/>
            <w:vMerge/>
          </w:tcPr>
          <w:p w14:paraId="19BA8D14" w14:textId="77777777" w:rsidR="00892E5C" w:rsidRDefault="00892E5C" w:rsidP="00892E5C"/>
        </w:tc>
      </w:tr>
      <w:tr w:rsidR="00892E5C" w14:paraId="500A076E" w14:textId="77777777" w:rsidTr="00F862D6">
        <w:tc>
          <w:tcPr>
            <w:tcW w:w="1020" w:type="dxa"/>
          </w:tcPr>
          <w:p w14:paraId="65A3E0A4" w14:textId="77777777" w:rsidR="00892E5C" w:rsidRDefault="00892E5C" w:rsidP="00892E5C">
            <w:r>
              <w:t>E-mail</w:t>
            </w:r>
          </w:p>
        </w:tc>
        <w:tc>
          <w:tcPr>
            <w:tcW w:w="2552" w:type="dxa"/>
          </w:tcPr>
          <w:p w14:paraId="5AEDDF66" w14:textId="7D675F44" w:rsidR="00892E5C" w:rsidRPr="003E6B9A" w:rsidRDefault="00892E5C" w:rsidP="00892E5C">
            <w:r w:rsidRPr="000575AF">
              <w:t>Reckova@spravazeleznic.cz</w:t>
            </w:r>
          </w:p>
        </w:tc>
        <w:tc>
          <w:tcPr>
            <w:tcW w:w="823" w:type="dxa"/>
          </w:tcPr>
          <w:p w14:paraId="72A03481" w14:textId="77777777" w:rsidR="00892E5C" w:rsidRDefault="00892E5C" w:rsidP="00892E5C"/>
        </w:tc>
        <w:tc>
          <w:tcPr>
            <w:tcW w:w="3685" w:type="dxa"/>
            <w:vMerge/>
          </w:tcPr>
          <w:p w14:paraId="070B1AA6" w14:textId="77777777" w:rsidR="00892E5C" w:rsidRDefault="00892E5C" w:rsidP="00892E5C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635AAC1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F35EE">
              <w:rPr>
                <w:noProof/>
              </w:rPr>
              <w:t>15.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192B5CA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661A4E">
        <w:rPr>
          <w:rFonts w:eastAsia="Times New Roman" w:cs="Times New Roman"/>
          <w:lang w:eastAsia="cs-CZ"/>
        </w:rPr>
        <w:t>1</w:t>
      </w:r>
    </w:p>
    <w:p w14:paraId="1C466933" w14:textId="5E74062B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661A4E" w:rsidRPr="00661A4E">
        <w:rPr>
          <w:rFonts w:eastAsia="Calibri" w:cs="Times New Roman"/>
          <w:b/>
          <w:lang w:eastAsia="cs-CZ"/>
        </w:rPr>
        <w:t xml:space="preserve">Rekonstrukce mostu v km 4,894 na trati </w:t>
      </w:r>
      <w:proofErr w:type="gramStart"/>
      <w:r w:rsidR="00661A4E" w:rsidRPr="00661A4E">
        <w:rPr>
          <w:rFonts w:eastAsia="Calibri" w:cs="Times New Roman"/>
          <w:b/>
          <w:lang w:eastAsia="cs-CZ"/>
        </w:rPr>
        <w:t>Brno - Přerov</w:t>
      </w:r>
      <w:proofErr w:type="gramEnd"/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041C47BD" w:rsidR="00CB7B5A" w:rsidRPr="007F35EE" w:rsidRDefault="00661A4E" w:rsidP="00CB7B5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7F35EE">
        <w:rPr>
          <w:rFonts w:ascii="Verdana" w:eastAsia="Times New Roman" w:hAnsi="Verdana" w:cs="Tahoma"/>
          <w:b/>
          <w:bCs/>
          <w:color w:val="000000"/>
          <w:lang w:eastAsia="cs-CZ"/>
        </w:rPr>
        <w:t>Realizace duktilních mikropilot na SO 11-11-01 (položka č. 3 a 4) a SO 11-20-01 (položka č.11 a 12)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 xml:space="preserve">V TZ </w:t>
      </w:r>
      <w:proofErr w:type="gramStart"/>
      <w:r w:rsidRPr="007F35EE">
        <w:rPr>
          <w:rFonts w:ascii="Verdana" w:eastAsia="Times New Roman" w:hAnsi="Verdana" w:cs="Tahoma"/>
          <w:color w:val="000000"/>
          <w:lang w:eastAsia="cs-CZ"/>
        </w:rPr>
        <w:t>uvedeno :</w:t>
      </w:r>
      <w:proofErr w:type="gramEnd"/>
      <w:r w:rsidRPr="007F35EE">
        <w:rPr>
          <w:rFonts w:ascii="Verdana" w:eastAsia="Times New Roman" w:hAnsi="Verdana" w:cs="Tahoma"/>
          <w:color w:val="000000"/>
          <w:lang w:eastAsia="cs-CZ"/>
        </w:rPr>
        <w:t xml:space="preserve"> Ražené duktilní mikropiloty s litinovou trubkou průměru 170 mm s </w:t>
      </w:r>
      <w:proofErr w:type="spellStart"/>
      <w:r w:rsidRPr="007F35EE">
        <w:rPr>
          <w:rFonts w:ascii="Verdana" w:eastAsia="Times New Roman" w:hAnsi="Verdana" w:cs="Tahoma"/>
          <w:color w:val="000000"/>
          <w:lang w:eastAsia="cs-CZ"/>
        </w:rPr>
        <w:t>tl</w:t>
      </w:r>
      <w:proofErr w:type="spellEnd"/>
      <w:r w:rsidRPr="007F35EE">
        <w:rPr>
          <w:rFonts w:ascii="Verdana" w:eastAsia="Times New Roman" w:hAnsi="Verdana" w:cs="Tahoma"/>
          <w:color w:val="000000"/>
          <w:lang w:eastAsia="cs-CZ"/>
        </w:rPr>
        <w:t>. stěny 13 mm, délky 8 m budou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umístěny po dvou kusech pod každým prefabrikátem. Během beranění bude pilota vnitřním otvorem rour přes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špici po plášti injektována cementovou maltou. Nad hlavou každé z mikropilot bude umístěna svařovaná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roznášení mřížka o rozměru 500x500 mm z bet. výztuže Ø 16 mm s oky 100x100 mm. Hlavy mikropilot budou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zality v základu přechodové zídky.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Rozmístění mikropilot je patrné z výkresové dokumentace a vytyčovacího výkresu. V příčném směru jsou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mikropiloty umístěny přibližně v těžišti zídky, tj. 620 mm od okraje stojiny. V podélném směru jsou pod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každým blokem dvě mikropiloty s osovou vzdáleností 500 mm od krajů zídky, viz příloha této dokumentace -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výkresy tvarů dílů.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Celkové množství MP na obou SO 272 m.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Dotaz zhotovitele : realizace duktilních MP jako náhrady za klasické MP jsou zajímavé při větším rozsahu a vhodné geologii, trubky těchto MP jsou litinové a při ražení se do sebe vkládají, takto fungují pouze na tlak, takže pokud by měly přenášet i tah, je třeba dovnitř vložit nějaký další prvek, např. 28-32 GEWI tyč.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 xml:space="preserve">Pokud tedy narazíme na </w:t>
      </w:r>
      <w:proofErr w:type="spellStart"/>
      <w:r w:rsidRPr="007F35EE">
        <w:rPr>
          <w:rFonts w:ascii="Verdana" w:eastAsia="Times New Roman" w:hAnsi="Verdana" w:cs="Tahoma"/>
          <w:color w:val="000000"/>
          <w:lang w:eastAsia="cs-CZ"/>
        </w:rPr>
        <w:t>beranitelnou</w:t>
      </w:r>
      <w:proofErr w:type="spellEnd"/>
      <w:r w:rsidRPr="007F35EE">
        <w:rPr>
          <w:rFonts w:ascii="Verdana" w:eastAsia="Times New Roman" w:hAnsi="Verdana" w:cs="Tahoma"/>
          <w:color w:val="000000"/>
          <w:lang w:eastAsia="cs-CZ"/>
        </w:rPr>
        <w:t xml:space="preserve"> překážku při realizaci, celá MP bude do naražené hloubky nepoužitelná a bude se muset dělat znovu klasická MP.</w:t>
      </w:r>
      <w:r w:rsidRPr="007F35EE">
        <w:rPr>
          <w:rFonts w:ascii="Verdana" w:eastAsia="Times New Roman" w:hAnsi="Verdana" w:cs="Tahoma"/>
          <w:color w:val="000000"/>
          <w:lang w:eastAsia="cs-CZ"/>
        </w:rPr>
        <w:br/>
        <w:t>Je možné s ohledem na výše uvedené nahradit tyto duktilní mikropiloty klasickými, které jsou schopny přenášet i tah?</w:t>
      </w:r>
    </w:p>
    <w:p w14:paraId="77237060" w14:textId="77777777" w:rsidR="00BD3417" w:rsidRPr="00CB7B5A" w:rsidRDefault="00BD341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C6B8252" w14:textId="77777777" w:rsidR="004E3BFB" w:rsidRPr="007F35EE" w:rsidRDefault="004E3BFB" w:rsidP="004E3BFB">
      <w:pPr>
        <w:spacing w:after="0"/>
        <w:rPr>
          <w:rFonts w:ascii="Verdana" w:hAnsi="Verdana"/>
        </w:rPr>
      </w:pPr>
      <w:r w:rsidRPr="007F35EE">
        <w:rPr>
          <w:rFonts w:ascii="Verdana" w:hAnsi="Verdana"/>
        </w:rPr>
        <w:t>Zadavatel souhlasí s navrženou změnou, kdy původně plánované duktilní mikropiloty nebudou v rámci předmětné zakázky použity. Namísto nich pak budou použity klasické mikropiloty.</w:t>
      </w:r>
    </w:p>
    <w:p w14:paraId="22F9D9AE" w14:textId="7B998AB7" w:rsidR="0099263B" w:rsidRPr="007F35EE" w:rsidRDefault="004E3BFB" w:rsidP="004E3BFB">
      <w:pPr>
        <w:spacing w:after="0"/>
        <w:rPr>
          <w:rFonts w:ascii="Verdana" w:hAnsi="Verdana"/>
        </w:rPr>
      </w:pPr>
      <w:r w:rsidRPr="007F35EE">
        <w:rPr>
          <w:rFonts w:ascii="Verdana" w:hAnsi="Verdana"/>
        </w:rPr>
        <w:t>Soupis prací zůstává beze změny.</w:t>
      </w:r>
    </w:p>
    <w:p w14:paraId="333DF1C7" w14:textId="77777777" w:rsidR="00BD3417" w:rsidRDefault="00BD341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9919C0" w14:textId="77777777" w:rsidR="007F35EE" w:rsidRDefault="007F35E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33361A" w14:textId="323DCAC8" w:rsidR="00CB7B5A" w:rsidRPr="00BD3417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34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D3417">
        <w:rPr>
          <w:rFonts w:eastAsia="Times New Roman" w:cs="Times New Roman"/>
          <w:b/>
          <w:lang w:eastAsia="cs-CZ"/>
        </w:rPr>
        <w:t>změny/doplnění zadávací dokumentace</w:t>
      </w:r>
      <w:r w:rsidRPr="00BD3417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BD3417">
        <w:rPr>
          <w:rFonts w:eastAsia="Times New Roman" w:cs="Times New Roman"/>
          <w:lang w:eastAsia="cs-CZ"/>
        </w:rPr>
        <w:br/>
      </w:r>
      <w:r w:rsidR="00BD3417" w:rsidRPr="00BD3417">
        <w:rPr>
          <w:rFonts w:eastAsia="Times New Roman" w:cs="Times New Roman"/>
          <w:lang w:eastAsia="cs-CZ"/>
        </w:rPr>
        <w:t>22. 4. 2024</w:t>
      </w:r>
      <w:r w:rsidRPr="00BD3417">
        <w:rPr>
          <w:rFonts w:eastAsia="Times New Roman" w:cs="Times New Roman"/>
          <w:lang w:eastAsia="cs-CZ"/>
        </w:rPr>
        <w:t xml:space="preserve"> na den </w:t>
      </w:r>
      <w:r w:rsidR="00BD3417" w:rsidRPr="00BD3417">
        <w:rPr>
          <w:rFonts w:eastAsia="Times New Roman" w:cs="Times New Roman"/>
          <w:lang w:eastAsia="cs-CZ"/>
        </w:rPr>
        <w:t>23. 4. 2024</w:t>
      </w:r>
      <w:r w:rsidRPr="00BD3417">
        <w:rPr>
          <w:rFonts w:eastAsia="Times New Roman" w:cs="Times New Roman"/>
          <w:lang w:eastAsia="cs-CZ"/>
        </w:rPr>
        <w:t xml:space="preserve">. </w:t>
      </w:r>
    </w:p>
    <w:p w14:paraId="4DAF4B9A" w14:textId="77777777" w:rsidR="00CB7B5A" w:rsidRPr="00C84783" w:rsidRDefault="00CB7B5A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3FA0DA7B" w14:textId="77777777" w:rsidR="006D3093" w:rsidRPr="00CB7B5A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lastRenderedPageBreak/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7F3065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D19FE5" w14:textId="77777777" w:rsidR="00BD3417" w:rsidRDefault="00BD34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DB746D" w14:textId="77777777" w:rsidR="00BD3417" w:rsidRPr="00CB7B5A" w:rsidRDefault="00BD34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5B8D93" w14:textId="77777777" w:rsidR="00BD3417" w:rsidRDefault="00BD34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904BD0" w14:textId="77777777" w:rsidR="00BD3417" w:rsidRPr="00CB7B5A" w:rsidRDefault="00BD34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3520" w14:textId="77777777" w:rsidR="00CD4C0F" w:rsidRDefault="00CD4C0F" w:rsidP="00962258">
      <w:pPr>
        <w:spacing w:after="0" w:line="240" w:lineRule="auto"/>
      </w:pPr>
      <w:r>
        <w:separator/>
      </w:r>
    </w:p>
  </w:endnote>
  <w:endnote w:type="continuationSeparator" w:id="0">
    <w:p w14:paraId="7A18F59E" w14:textId="77777777" w:rsidR="00CD4C0F" w:rsidRDefault="00CD4C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E550" w14:textId="77777777" w:rsidR="00CD4C0F" w:rsidRDefault="00CD4C0F" w:rsidP="00962258">
      <w:pPr>
        <w:spacing w:after="0" w:line="240" w:lineRule="auto"/>
      </w:pPr>
      <w:r>
        <w:separator/>
      </w:r>
    </w:p>
  </w:footnote>
  <w:footnote w:type="continuationSeparator" w:id="0">
    <w:p w14:paraId="716D7D1E" w14:textId="77777777" w:rsidR="00CD4C0F" w:rsidRDefault="00CD4C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4AEF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E3BFB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61A4E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35EE"/>
    <w:rsid w:val="007F56A7"/>
    <w:rsid w:val="00807DD0"/>
    <w:rsid w:val="00813F11"/>
    <w:rsid w:val="00891334"/>
    <w:rsid w:val="00892E5C"/>
    <w:rsid w:val="008A14C0"/>
    <w:rsid w:val="008A3568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63B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3417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4688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48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2024-04-15T05:33:00Z</cp:lastPrinted>
  <dcterms:created xsi:type="dcterms:W3CDTF">2023-11-14T16:31:00Z</dcterms:created>
  <dcterms:modified xsi:type="dcterms:W3CDTF">2024-04-15T06:15:00Z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