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49BEECB2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145B01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145B01">
        <w:rPr>
          <w:rFonts w:ascii="Verdana" w:hAnsi="Verdana"/>
          <w:sz w:val="18"/>
          <w:szCs w:val="18"/>
        </w:rPr>
        <w:t xml:space="preserve"> </w:t>
      </w:r>
      <w:r w:rsidR="00991281" w:rsidRPr="00991281">
        <w:rPr>
          <w:rFonts w:ascii="Verdana" w:hAnsi="Verdana"/>
          <w:b/>
          <w:sz w:val="18"/>
          <w:szCs w:val="18"/>
        </w:rPr>
        <w:t>„Dodání a montáž vrat (sekčních, otvíravých) v obvodu OŘ UNL“</w:t>
      </w:r>
      <w:r w:rsidR="00991281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99FCBE" w14:textId="77777777" w:rsidR="00FF61E8" w:rsidRDefault="00FF61E8">
      <w:r>
        <w:separator/>
      </w:r>
    </w:p>
  </w:endnote>
  <w:endnote w:type="continuationSeparator" w:id="0">
    <w:p w14:paraId="3DBD6A93" w14:textId="77777777" w:rsidR="00FF61E8" w:rsidRDefault="00F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924329" w14:textId="006C95C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45B01" w:rsidRPr="00145B0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96405C" w14:textId="77777777" w:rsidR="00FF61E8" w:rsidRDefault="00FF61E8">
      <w:r>
        <w:separator/>
      </w:r>
    </w:p>
  </w:footnote>
  <w:footnote w:type="continuationSeparator" w:id="0">
    <w:p w14:paraId="7EE3C1E1" w14:textId="77777777" w:rsidR="00FF61E8" w:rsidRDefault="00F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BBD6D9" w14:textId="77777777" w:rsidTr="0045048D">
      <w:trPr>
        <w:trHeight w:val="925"/>
      </w:trPr>
      <w:tc>
        <w:tcPr>
          <w:tcW w:w="5041" w:type="dxa"/>
          <w:vAlign w:val="center"/>
        </w:tcPr>
        <w:p w14:paraId="178C5915" w14:textId="0367726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45B01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397B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40D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77895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C7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455C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41DBF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281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6CBE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836A5"/>
    <w:rsid w:val="00344FAC"/>
    <w:rsid w:val="00482B79"/>
    <w:rsid w:val="004A5424"/>
    <w:rsid w:val="004D3FFA"/>
    <w:rsid w:val="0053461A"/>
    <w:rsid w:val="00573D4E"/>
    <w:rsid w:val="00895471"/>
    <w:rsid w:val="008A5906"/>
    <w:rsid w:val="0091317D"/>
    <w:rsid w:val="00940E9B"/>
    <w:rsid w:val="00AE0D27"/>
    <w:rsid w:val="00B42F44"/>
    <w:rsid w:val="00BC4977"/>
    <w:rsid w:val="00BD478F"/>
    <w:rsid w:val="00C65986"/>
    <w:rsid w:val="00CB3255"/>
    <w:rsid w:val="00D71258"/>
    <w:rsid w:val="00E66F6D"/>
    <w:rsid w:val="00E73AA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D8EB611-0AE7-48F9-9B3A-C8707ABE1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22</cp:revision>
  <cp:lastPrinted>2016-08-01T07:54:00Z</cp:lastPrinted>
  <dcterms:created xsi:type="dcterms:W3CDTF">2018-11-26T13:17:00Z</dcterms:created>
  <dcterms:modified xsi:type="dcterms:W3CDTF">2024-04-02T11:00:00Z</dcterms:modified>
</cp:coreProperties>
</file>