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7285D8B" w:rsidR="00F862D6" w:rsidRPr="003E6B9A" w:rsidRDefault="00CB43CD" w:rsidP="0037111D">
            <w:r w:rsidRPr="00CB43CD">
              <w:rPr>
                <w:rFonts w:ascii="Helvetica" w:hAnsi="Helvetica"/>
              </w:rPr>
              <w:t>3891/2024-SŽ-SSV-Ú3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935040" w:rsidRDefault="00F862D6" w:rsidP="0077673A">
            <w:r w:rsidRPr="00935040">
              <w:t>Listů/příloh</w:t>
            </w:r>
          </w:p>
        </w:tc>
        <w:tc>
          <w:tcPr>
            <w:tcW w:w="2552" w:type="dxa"/>
          </w:tcPr>
          <w:p w14:paraId="333CD487" w14:textId="18CEDD48" w:rsidR="00F862D6" w:rsidRPr="00935040" w:rsidRDefault="00794E2E" w:rsidP="00CC1E2B">
            <w:r w:rsidRPr="00935040">
              <w:t>2</w:t>
            </w:r>
            <w:r w:rsidR="003E6B9A" w:rsidRPr="00935040">
              <w:t>/</w:t>
            </w:r>
            <w:r w:rsidRPr="00935040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935040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896778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35040">
              <w:rPr>
                <w:noProof/>
              </w:rPr>
              <w:t>12.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755EDD3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B43CD">
        <w:rPr>
          <w:rFonts w:eastAsia="Times New Roman" w:cs="Times New Roman"/>
          <w:lang w:eastAsia="cs-CZ"/>
        </w:rPr>
        <w:t>1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F56A51" w14:textId="4E68F304" w:rsidR="004873F0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5F997690" w14:textId="77777777" w:rsidR="004873F0" w:rsidRDefault="004873F0" w:rsidP="004873F0">
      <w:r>
        <w:rPr>
          <w:rFonts w:cstheme="minorHAnsi"/>
        </w:rPr>
        <w:t xml:space="preserve">SO 90-90 </w:t>
      </w:r>
      <w:r>
        <w:rPr>
          <w:rFonts w:cstheme="minorHAnsi"/>
        </w:rPr>
        <w:br/>
      </w:r>
      <w:r>
        <w:t>Při kontrole celkového množství odpadů v SO 90-90 a součtu množství v jednotlivých PS a SO jsme zjistili rozdíly v celkovém množství odpadů:</w:t>
      </w:r>
    </w:p>
    <w:tbl>
      <w:tblPr>
        <w:tblStyle w:val="Mkatabulky"/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1028"/>
        <w:gridCol w:w="550"/>
        <w:gridCol w:w="3068"/>
        <w:gridCol w:w="903"/>
        <w:gridCol w:w="1417"/>
        <w:gridCol w:w="1508"/>
      </w:tblGrid>
      <w:tr w:rsidR="004873F0" w:rsidRPr="00190AD5" w14:paraId="45A1D45C" w14:textId="77777777" w:rsidTr="00487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/>
          </w:tcPr>
          <w:p w14:paraId="1D6650A6" w14:textId="77777777" w:rsidR="004873F0" w:rsidRPr="00190AD5" w:rsidRDefault="004873F0" w:rsidP="002C027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p.č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0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/>
          </w:tcPr>
          <w:p w14:paraId="7930BE14" w14:textId="77777777" w:rsidR="004873F0" w:rsidRPr="00190AD5" w:rsidRDefault="004873F0" w:rsidP="002C02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kód</w:t>
            </w:r>
          </w:p>
        </w:tc>
        <w:tc>
          <w:tcPr>
            <w:tcW w:w="5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/>
          </w:tcPr>
          <w:p w14:paraId="5DF8F3EF" w14:textId="77777777" w:rsidR="004873F0" w:rsidRPr="00190AD5" w:rsidRDefault="004873F0" w:rsidP="002C02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2B2FC9B" w14:textId="77777777" w:rsidR="004873F0" w:rsidRPr="00190AD5" w:rsidRDefault="004873F0" w:rsidP="002C02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Název položky</w:t>
            </w:r>
          </w:p>
        </w:tc>
        <w:tc>
          <w:tcPr>
            <w:tcW w:w="9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/>
          </w:tcPr>
          <w:p w14:paraId="1791858D" w14:textId="77777777" w:rsidR="004873F0" w:rsidRPr="00190AD5" w:rsidRDefault="004873F0" w:rsidP="002C02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m.j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/>
          </w:tcPr>
          <w:p w14:paraId="44BD3163" w14:textId="77777777" w:rsidR="004873F0" w:rsidRPr="00190AD5" w:rsidRDefault="004873F0" w:rsidP="002C02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Množství v SO 90-90</w:t>
            </w:r>
          </w:p>
        </w:tc>
        <w:tc>
          <w:tcPr>
            <w:tcW w:w="1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1C8187" w14:textId="77777777" w:rsidR="004873F0" w:rsidRPr="00190AD5" w:rsidRDefault="004873F0" w:rsidP="002C02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Suma množství v PS a SO</w:t>
            </w:r>
          </w:p>
        </w:tc>
      </w:tr>
      <w:tr w:rsidR="004873F0" w:rsidRPr="00190AD5" w14:paraId="1BF92A1F" w14:textId="77777777" w:rsidTr="004873F0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  <w:noWrap/>
            <w:hideMark/>
          </w:tcPr>
          <w:p w14:paraId="6C5CAFBA" w14:textId="77777777" w:rsidR="004873F0" w:rsidRPr="00190AD5" w:rsidRDefault="004873F0" w:rsidP="002C027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28" w:type="dxa"/>
            <w:noWrap/>
            <w:hideMark/>
          </w:tcPr>
          <w:p w14:paraId="3ACE5866" w14:textId="77777777" w:rsidR="004873F0" w:rsidRPr="00190AD5" w:rsidRDefault="004873F0" w:rsidP="002C02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R015111</w:t>
            </w:r>
          </w:p>
        </w:tc>
        <w:tc>
          <w:tcPr>
            <w:tcW w:w="550" w:type="dxa"/>
            <w:noWrap/>
            <w:hideMark/>
          </w:tcPr>
          <w:p w14:paraId="19221534" w14:textId="77777777" w:rsidR="004873F0" w:rsidRPr="00190AD5" w:rsidRDefault="004873F0" w:rsidP="002C02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901</w:t>
            </w:r>
          </w:p>
        </w:tc>
        <w:tc>
          <w:tcPr>
            <w:tcW w:w="3068" w:type="dxa"/>
            <w:hideMark/>
          </w:tcPr>
          <w:p w14:paraId="4B941EB1" w14:textId="77777777" w:rsidR="004873F0" w:rsidRPr="00190AD5" w:rsidRDefault="004873F0" w:rsidP="002C0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POPLATKY ZA LIKVIDACI ODPADŮ NEKONTAMINOVANÝCH - 17 05 04 VYTĚŽENÉ ZEMINY A HORNINY - I. TŘÍDA TĚŽITELNOSTI VČETNĚ DOPRAVY</w:t>
            </w:r>
          </w:p>
        </w:tc>
        <w:tc>
          <w:tcPr>
            <w:tcW w:w="903" w:type="dxa"/>
            <w:noWrap/>
            <w:hideMark/>
          </w:tcPr>
          <w:p w14:paraId="0C6A4BFD" w14:textId="77777777" w:rsidR="004873F0" w:rsidRPr="00190AD5" w:rsidRDefault="004873F0" w:rsidP="002C02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417" w:type="dxa"/>
            <w:noWrap/>
            <w:hideMark/>
          </w:tcPr>
          <w:p w14:paraId="64F1DAA9" w14:textId="77777777" w:rsidR="004873F0" w:rsidRPr="00190AD5" w:rsidRDefault="004873F0" w:rsidP="002C02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53 105,010</w:t>
            </w:r>
          </w:p>
        </w:tc>
        <w:tc>
          <w:tcPr>
            <w:tcW w:w="1508" w:type="dxa"/>
          </w:tcPr>
          <w:p w14:paraId="2D5E769D" w14:textId="77777777" w:rsidR="004873F0" w:rsidRPr="00190AD5" w:rsidRDefault="004873F0" w:rsidP="002C02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53 115,010</w:t>
            </w:r>
          </w:p>
        </w:tc>
      </w:tr>
      <w:tr w:rsidR="004873F0" w:rsidRPr="00190AD5" w14:paraId="7233A94C" w14:textId="77777777" w:rsidTr="004873F0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  <w:noWrap/>
            <w:hideMark/>
          </w:tcPr>
          <w:p w14:paraId="40D1ACDF" w14:textId="77777777" w:rsidR="004873F0" w:rsidRPr="00190AD5" w:rsidRDefault="004873F0" w:rsidP="002C027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028" w:type="dxa"/>
            <w:noWrap/>
            <w:hideMark/>
          </w:tcPr>
          <w:p w14:paraId="46E1B709" w14:textId="77777777" w:rsidR="004873F0" w:rsidRPr="00190AD5" w:rsidRDefault="004873F0" w:rsidP="002C02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R015240</w:t>
            </w:r>
          </w:p>
        </w:tc>
        <w:tc>
          <w:tcPr>
            <w:tcW w:w="550" w:type="dxa"/>
            <w:noWrap/>
            <w:hideMark/>
          </w:tcPr>
          <w:p w14:paraId="5C37ADCF" w14:textId="77777777" w:rsidR="004873F0" w:rsidRPr="00190AD5" w:rsidRDefault="004873F0" w:rsidP="002C02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901</w:t>
            </w:r>
          </w:p>
        </w:tc>
        <w:tc>
          <w:tcPr>
            <w:tcW w:w="3068" w:type="dxa"/>
            <w:hideMark/>
          </w:tcPr>
          <w:p w14:paraId="5F13BA5C" w14:textId="77777777" w:rsidR="004873F0" w:rsidRPr="00190AD5" w:rsidRDefault="004873F0" w:rsidP="002C0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POPLATKY ZA LIKVIDACI ODPADŮ NEKONTAMINOVANÝCH - 20 03 01 SMĚSNÝ KOMUNÁLNÍ ODPAD, VČETNĚ DOPRAVY</w:t>
            </w:r>
          </w:p>
        </w:tc>
        <w:tc>
          <w:tcPr>
            <w:tcW w:w="903" w:type="dxa"/>
            <w:noWrap/>
            <w:hideMark/>
          </w:tcPr>
          <w:p w14:paraId="12E1454C" w14:textId="77777777" w:rsidR="004873F0" w:rsidRPr="00190AD5" w:rsidRDefault="004873F0" w:rsidP="002C02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417" w:type="dxa"/>
            <w:noWrap/>
            <w:hideMark/>
          </w:tcPr>
          <w:p w14:paraId="672C4155" w14:textId="77777777" w:rsidR="004873F0" w:rsidRPr="00190AD5" w:rsidRDefault="004873F0" w:rsidP="002C02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90AD5">
              <w:rPr>
                <w:rFonts w:ascii="Arial" w:hAnsi="Arial" w:cs="Arial"/>
                <w:sz w:val="20"/>
                <w:szCs w:val="20"/>
                <w:lang w:eastAsia="cs-CZ"/>
              </w:rPr>
              <w:t>9,700</w:t>
            </w:r>
          </w:p>
        </w:tc>
        <w:tc>
          <w:tcPr>
            <w:tcW w:w="1508" w:type="dxa"/>
          </w:tcPr>
          <w:p w14:paraId="27D35A15" w14:textId="77777777" w:rsidR="004873F0" w:rsidRPr="00190AD5" w:rsidRDefault="004873F0" w:rsidP="002C02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9,200</w:t>
            </w:r>
          </w:p>
        </w:tc>
      </w:tr>
    </w:tbl>
    <w:p w14:paraId="3F925D6B" w14:textId="09E2BCA0" w:rsidR="00BD5319" w:rsidRPr="004873F0" w:rsidRDefault="004873F0" w:rsidP="004873F0">
      <w:pPr>
        <w:rPr>
          <w:rFonts w:cstheme="minorHAnsi"/>
        </w:rPr>
      </w:pPr>
      <w:r>
        <w:rPr>
          <w:rFonts w:cstheme="minorHAnsi"/>
        </w:rPr>
        <w:br/>
        <w:t>Žádáme zadavatele o prověření.</w:t>
      </w:r>
    </w:p>
    <w:p w14:paraId="6D16A484" w14:textId="5A6AF9D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FF2E054" w14:textId="68935019" w:rsidR="00B75FB2" w:rsidRPr="00794E2E" w:rsidRDefault="00B75FB2" w:rsidP="00B75FB2">
      <w:pPr>
        <w:spacing w:after="0" w:line="240" w:lineRule="auto"/>
        <w:rPr>
          <w:rFonts w:eastAsia="Calibri" w:cs="Times New Roman"/>
          <w:b/>
          <w:lang w:eastAsia="cs-CZ"/>
        </w:rPr>
      </w:pPr>
      <w:r w:rsidRPr="00794E2E">
        <w:rPr>
          <w:rFonts w:eastAsia="Calibri" w:cs="Times New Roman"/>
          <w:b/>
          <w:lang w:eastAsia="cs-CZ"/>
        </w:rPr>
        <w:t>Položka č. R015111 upravena na 53 115,010 T a pol.</w:t>
      </w:r>
      <w:r w:rsidR="00492617" w:rsidRPr="00794E2E">
        <w:rPr>
          <w:rFonts w:eastAsia="Calibri" w:cs="Times New Roman"/>
          <w:b/>
          <w:lang w:eastAsia="cs-CZ"/>
        </w:rPr>
        <w:t xml:space="preserve"> </w:t>
      </w:r>
      <w:r w:rsidRPr="00794E2E">
        <w:rPr>
          <w:rFonts w:eastAsia="Calibri" w:cs="Times New Roman"/>
          <w:b/>
          <w:lang w:eastAsia="cs-CZ"/>
        </w:rPr>
        <w:t>č. R015240 upravena na 9,2 T.</w:t>
      </w:r>
    </w:p>
    <w:p w14:paraId="1394B130" w14:textId="77777777" w:rsidR="00B75FB2" w:rsidRPr="00794E2E" w:rsidRDefault="00B75FB2" w:rsidP="00B75F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5E3A88" w14:textId="77777777" w:rsidR="00B75FB2" w:rsidRPr="00794E2E" w:rsidRDefault="00B75FB2" w:rsidP="00B75FB2">
      <w:pPr>
        <w:spacing w:after="0" w:line="240" w:lineRule="auto"/>
        <w:rPr>
          <w:rFonts w:eastAsia="Calibri" w:cs="Times New Roman"/>
          <w:b/>
          <w:lang w:eastAsia="cs-CZ"/>
        </w:rPr>
      </w:pPr>
      <w:r w:rsidRPr="00794E2E">
        <w:rPr>
          <w:rFonts w:eastAsia="Calibri" w:cs="Times New Roman"/>
          <w:b/>
          <w:lang w:eastAsia="cs-CZ"/>
        </w:rPr>
        <w:t>Upraven soupis prací SO 90-90.</w:t>
      </w:r>
    </w:p>
    <w:p w14:paraId="436B7607" w14:textId="77777777" w:rsidR="004873F0" w:rsidRPr="00BD5319" w:rsidRDefault="004873F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35B7B0F6" w14:textId="77777777" w:rsidR="004873F0" w:rsidRDefault="004873F0" w:rsidP="004873F0">
      <w:pPr>
        <w:rPr>
          <w:rFonts w:cstheme="minorHAnsi"/>
          <w:b/>
          <w:bCs/>
        </w:rPr>
      </w:pPr>
      <w:r w:rsidRPr="00AA2A55">
        <w:rPr>
          <w:rFonts w:cstheme="minorHAnsi"/>
        </w:rPr>
        <w:t>Zadaný soupis prací</w:t>
      </w:r>
      <w:r>
        <w:rPr>
          <w:rFonts w:cstheme="minorHAnsi"/>
        </w:rPr>
        <w:t xml:space="preserve"> obsahuje dva provozní soubory se stejným kódovým označením.</w:t>
      </w:r>
    </w:p>
    <w:tbl>
      <w:tblPr>
        <w:tblW w:w="7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6100"/>
      </w:tblGrid>
      <w:tr w:rsidR="004873F0" w:rsidRPr="00AA2A55" w14:paraId="24CF289E" w14:textId="77777777" w:rsidTr="002C0275">
        <w:trPr>
          <w:trHeight w:val="25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8BB5" w14:textId="77777777" w:rsidR="004873F0" w:rsidRPr="00AA2A55" w:rsidRDefault="004873F0" w:rsidP="002C027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A2A55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 PS 33-14-01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7D63" w14:textId="77777777" w:rsidR="004873F0" w:rsidRPr="00AA2A55" w:rsidRDefault="004873F0" w:rsidP="002C027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A2A55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ŽST Jihlava, úprava MK</w:t>
            </w:r>
          </w:p>
        </w:tc>
      </w:tr>
      <w:tr w:rsidR="004873F0" w:rsidRPr="00AA2A55" w14:paraId="07D69631" w14:textId="77777777" w:rsidTr="002C0275">
        <w:trPr>
          <w:trHeight w:val="25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ED5F" w14:textId="77777777" w:rsidR="004873F0" w:rsidRPr="00AA2A55" w:rsidRDefault="004873F0" w:rsidP="002C027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A2A55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 PS 33-14-01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234A" w14:textId="77777777" w:rsidR="004873F0" w:rsidRPr="00AA2A55" w:rsidRDefault="004873F0" w:rsidP="002C027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A2A55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ŽST Jihlava, telefonní </w:t>
            </w:r>
            <w:proofErr w:type="spellStart"/>
            <w:r w:rsidRPr="00AA2A55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zapojovač</w:t>
            </w:r>
            <w:proofErr w:type="spellEnd"/>
            <w:r w:rsidRPr="00AA2A55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, doplnění</w:t>
            </w:r>
          </w:p>
        </w:tc>
      </w:tr>
    </w:tbl>
    <w:p w14:paraId="4E4C9424" w14:textId="77777777" w:rsidR="004873F0" w:rsidRDefault="004873F0" w:rsidP="004873F0">
      <w:pPr>
        <w:rPr>
          <w:rFonts w:cstheme="minorHAnsi"/>
        </w:rPr>
      </w:pPr>
      <w:r>
        <w:rPr>
          <w:rFonts w:cstheme="minorHAnsi"/>
        </w:rPr>
        <w:br/>
        <w:t>Žádáme zadavatele o prověření.</w:t>
      </w:r>
    </w:p>
    <w:p w14:paraId="302FD2D3" w14:textId="77777777" w:rsidR="004873F0" w:rsidRPr="00BD5319" w:rsidRDefault="004873F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A2BEF68" w14:textId="7434303A" w:rsidR="004873F0" w:rsidRPr="00794E2E" w:rsidRDefault="00B75FB2" w:rsidP="004873F0">
      <w:pPr>
        <w:spacing w:after="0" w:line="240" w:lineRule="auto"/>
        <w:rPr>
          <w:rFonts w:eastAsia="Calibri" w:cs="Times New Roman"/>
          <w:b/>
          <w:lang w:eastAsia="cs-CZ"/>
        </w:rPr>
      </w:pPr>
      <w:r w:rsidRPr="00794E2E">
        <w:rPr>
          <w:rFonts w:eastAsia="Calibri" w:cs="Times New Roman"/>
          <w:b/>
          <w:lang w:eastAsia="cs-CZ"/>
        </w:rPr>
        <w:t xml:space="preserve">U provozního souboru „ŽST Jihlava, telefonní </w:t>
      </w:r>
      <w:proofErr w:type="spellStart"/>
      <w:r w:rsidRPr="00794E2E">
        <w:rPr>
          <w:rFonts w:eastAsia="Calibri" w:cs="Times New Roman"/>
          <w:b/>
          <w:lang w:eastAsia="cs-CZ"/>
        </w:rPr>
        <w:t>zapojovač</w:t>
      </w:r>
      <w:proofErr w:type="spellEnd"/>
      <w:r w:rsidRPr="00794E2E">
        <w:rPr>
          <w:rFonts w:eastAsia="Calibri" w:cs="Times New Roman"/>
          <w:b/>
          <w:lang w:eastAsia="cs-CZ"/>
        </w:rPr>
        <w:t xml:space="preserve">, doplnění“ je špatné kódové označení. Správně je to PS 33-14-03 ŽST Jihlava, telefonní </w:t>
      </w:r>
      <w:proofErr w:type="spellStart"/>
      <w:r w:rsidRPr="00794E2E">
        <w:rPr>
          <w:rFonts w:eastAsia="Calibri" w:cs="Times New Roman"/>
          <w:b/>
          <w:lang w:eastAsia="cs-CZ"/>
        </w:rPr>
        <w:t>zapojovač</w:t>
      </w:r>
      <w:proofErr w:type="spellEnd"/>
      <w:r w:rsidRPr="00794E2E">
        <w:rPr>
          <w:rFonts w:eastAsia="Calibri" w:cs="Times New Roman"/>
          <w:b/>
          <w:lang w:eastAsia="cs-CZ"/>
        </w:rPr>
        <w:t>, doplnění.</w:t>
      </w:r>
    </w:p>
    <w:p w14:paraId="112B057A" w14:textId="5BB564F2" w:rsidR="00B75FB2" w:rsidRPr="00794E2E" w:rsidRDefault="00B75FB2" w:rsidP="004873F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EE71C0" w14:textId="13EDA275" w:rsidR="00B75FB2" w:rsidRPr="00794E2E" w:rsidRDefault="00B75FB2" w:rsidP="004873F0">
      <w:pPr>
        <w:spacing w:after="0" w:line="240" w:lineRule="auto"/>
        <w:rPr>
          <w:rFonts w:eastAsia="Calibri" w:cs="Times New Roman"/>
          <w:b/>
          <w:lang w:eastAsia="cs-CZ"/>
        </w:rPr>
      </w:pPr>
      <w:r w:rsidRPr="00794E2E">
        <w:rPr>
          <w:rFonts w:eastAsia="Calibri" w:cs="Times New Roman"/>
          <w:b/>
          <w:lang w:eastAsia="cs-CZ"/>
        </w:rPr>
        <w:t xml:space="preserve">Upraven soupis prací. </w:t>
      </w: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EB976B8" w14:textId="77777777" w:rsidR="00794E2E" w:rsidRDefault="00794E2E" w:rsidP="00794E2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6353B3D" w14:textId="52115A13" w:rsidR="00664163" w:rsidRDefault="00664163" w:rsidP="00794E2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794E2E" w:rsidRPr="00794E2E">
        <w:rPr>
          <w:rFonts w:eastAsia="Times New Roman" w:cs="Times New Roman"/>
          <w:b/>
          <w:bCs/>
          <w:lang w:eastAsia="cs-CZ"/>
        </w:rPr>
        <w:t>6. 5. 2024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794E2E" w:rsidRPr="00794E2E">
        <w:rPr>
          <w:rFonts w:eastAsia="Times New Roman" w:cs="Times New Roman"/>
          <w:b/>
          <w:bCs/>
          <w:lang w:eastAsia="cs-CZ"/>
        </w:rPr>
        <w:t>7. 5. 2024</w:t>
      </w:r>
      <w:r w:rsidRPr="00C87717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E4E137" w14:textId="1B4167D6" w:rsidR="00664163" w:rsidRPr="00C10590" w:rsidRDefault="00664163" w:rsidP="00C105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10590" w:rsidRPr="00C10590">
        <w:rPr>
          <w:rFonts w:eastAsia="Times New Roman" w:cs="Times New Roman"/>
          <w:lang w:eastAsia="cs-CZ"/>
        </w:rPr>
        <w:t>Z2024-014535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5A6DE33E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794E2E" w:rsidRPr="00794E2E">
        <w:rPr>
          <w:rFonts w:eastAsia="Times New Roman" w:cs="Times New Roman"/>
          <w:b/>
          <w:bCs/>
          <w:lang w:eastAsia="cs-CZ"/>
        </w:rPr>
        <w:t>6. 5. 2024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794E2E">
        <w:rPr>
          <w:rFonts w:eastAsia="Times New Roman" w:cs="Times New Roman"/>
          <w:b/>
          <w:bCs/>
          <w:color w:val="000000" w:themeColor="text1"/>
          <w:lang w:eastAsia="cs-CZ"/>
        </w:rPr>
        <w:t>7. 5. 2024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35040">
        <w:rPr>
          <w:rFonts w:eastAsia="Calibri" w:cs="Times New Roman"/>
          <w:b/>
          <w:bCs/>
          <w:lang w:eastAsia="cs-CZ"/>
        </w:rPr>
        <w:t xml:space="preserve">Příloha: </w:t>
      </w:r>
      <w:r w:rsidRPr="0093504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35040">
        <w:rPr>
          <w:rFonts w:eastAsia="Calibri" w:cs="Times New Roman"/>
          <w:bCs/>
          <w:lang w:eastAsia="cs-CZ"/>
        </w:rPr>
        <w:instrText xml:space="preserve"> FORMTEXT </w:instrText>
      </w:r>
      <w:r w:rsidRPr="00935040">
        <w:rPr>
          <w:rFonts w:eastAsia="Calibri" w:cs="Times New Roman"/>
          <w:bCs/>
          <w:lang w:eastAsia="cs-CZ"/>
        </w:rPr>
      </w:r>
      <w:r w:rsidRPr="00935040">
        <w:rPr>
          <w:rFonts w:eastAsia="Calibri" w:cs="Times New Roman"/>
          <w:bCs/>
          <w:lang w:eastAsia="cs-CZ"/>
        </w:rPr>
        <w:fldChar w:fldCharType="separate"/>
      </w:r>
      <w:r w:rsidRPr="00935040">
        <w:rPr>
          <w:rFonts w:eastAsia="Calibri" w:cs="Times New Roman"/>
          <w:bCs/>
          <w:lang w:eastAsia="cs-CZ"/>
        </w:rPr>
        <w:t> </w:t>
      </w:r>
      <w:r w:rsidRPr="00935040">
        <w:rPr>
          <w:rFonts w:eastAsia="Calibri" w:cs="Times New Roman"/>
          <w:bCs/>
          <w:lang w:eastAsia="cs-CZ"/>
        </w:rPr>
        <w:t> </w:t>
      </w:r>
      <w:r w:rsidRPr="00935040">
        <w:rPr>
          <w:rFonts w:eastAsia="Calibri" w:cs="Times New Roman"/>
          <w:bCs/>
          <w:lang w:eastAsia="cs-CZ"/>
        </w:rPr>
        <w:t> </w:t>
      </w:r>
      <w:r w:rsidRPr="00935040">
        <w:rPr>
          <w:rFonts w:eastAsia="Calibri" w:cs="Times New Roman"/>
          <w:bCs/>
          <w:lang w:eastAsia="cs-CZ"/>
        </w:rPr>
        <w:t> </w:t>
      </w:r>
      <w:r w:rsidRPr="00935040">
        <w:rPr>
          <w:rFonts w:eastAsia="Calibri" w:cs="Times New Roman"/>
          <w:bCs/>
          <w:lang w:eastAsia="cs-CZ"/>
        </w:rPr>
        <w:t> </w:t>
      </w:r>
      <w:r w:rsidRPr="00935040">
        <w:rPr>
          <w:rFonts w:eastAsia="Calibri" w:cs="Times New Roman"/>
          <w:bCs/>
          <w:lang w:eastAsia="cs-CZ"/>
        </w:rPr>
        <w:fldChar w:fldCharType="end"/>
      </w:r>
    </w:p>
    <w:p w14:paraId="3568D690" w14:textId="6BC56A3D" w:rsidR="00664163" w:rsidRPr="00935040" w:rsidRDefault="00935040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935040">
        <w:rPr>
          <w:rFonts w:eastAsia="Calibri" w:cs="Times New Roman"/>
          <w:b/>
          <w:bCs/>
          <w:lang w:eastAsia="cs-CZ"/>
        </w:rPr>
        <w:t>XDC_Jihlava_mesto_zm01_20240411</w:t>
      </w:r>
    </w:p>
    <w:p w14:paraId="2C98285D" w14:textId="6E6F54FA" w:rsidR="00935040" w:rsidRPr="00935040" w:rsidRDefault="00935040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935040">
        <w:rPr>
          <w:rFonts w:eastAsia="Calibri" w:cs="Times New Roman"/>
          <w:b/>
          <w:bCs/>
          <w:lang w:eastAsia="cs-CZ"/>
        </w:rPr>
        <w:t>XLS_Jihlava_mesto_zm01_20240411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96FCA8" w14:textId="77777777" w:rsidR="00935040" w:rsidRDefault="0093504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585A5C" w14:textId="77777777" w:rsidR="00935040" w:rsidRDefault="0093504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261B46" w14:textId="77777777" w:rsidR="00935040" w:rsidRDefault="0093504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0DEE75" w14:textId="77777777" w:rsidR="00935040" w:rsidRDefault="0093504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6F12B10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94E2E">
        <w:rPr>
          <w:rFonts w:eastAsia="Calibri" w:cs="Times New Roman"/>
          <w:lang w:eastAsia="cs-CZ"/>
        </w:rPr>
        <w:t>V Praze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029E2" w14:textId="77777777" w:rsidR="0088472C" w:rsidRDefault="0088472C" w:rsidP="00962258">
      <w:pPr>
        <w:spacing w:after="0" w:line="240" w:lineRule="auto"/>
      </w:pPr>
      <w:r>
        <w:separator/>
      </w:r>
    </w:p>
  </w:endnote>
  <w:endnote w:type="continuationSeparator" w:id="0">
    <w:p w14:paraId="393D177D" w14:textId="77777777" w:rsidR="0088472C" w:rsidRDefault="008847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EA0294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61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61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8EEF40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6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61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9F37A" w14:textId="77777777" w:rsidR="0088472C" w:rsidRDefault="0088472C" w:rsidP="00962258">
      <w:pPr>
        <w:spacing w:after="0" w:line="240" w:lineRule="auto"/>
      </w:pPr>
      <w:r>
        <w:separator/>
      </w:r>
    </w:p>
  </w:footnote>
  <w:footnote w:type="continuationSeparator" w:id="0">
    <w:p w14:paraId="255E334F" w14:textId="77777777" w:rsidR="0088472C" w:rsidRDefault="008847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408839691">
    <w:abstractNumId w:val="2"/>
  </w:num>
  <w:num w:numId="2" w16cid:durableId="1954095370">
    <w:abstractNumId w:val="1"/>
  </w:num>
  <w:num w:numId="3" w16cid:durableId="2076514590">
    <w:abstractNumId w:val="3"/>
  </w:num>
  <w:num w:numId="4" w16cid:durableId="573976575">
    <w:abstractNumId w:val="6"/>
  </w:num>
  <w:num w:numId="5" w16cid:durableId="906957612">
    <w:abstractNumId w:val="0"/>
  </w:num>
  <w:num w:numId="6" w16cid:durableId="410395524">
    <w:abstractNumId w:val="5"/>
  </w:num>
  <w:num w:numId="7" w16cid:durableId="139123047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96D39"/>
    <w:rsid w:val="002C31BF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873F0"/>
    <w:rsid w:val="00491827"/>
    <w:rsid w:val="0049261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4E2E"/>
    <w:rsid w:val="007B570C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145D4"/>
    <w:rsid w:val="00922385"/>
    <w:rsid w:val="009223DF"/>
    <w:rsid w:val="00935040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5FB2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0590"/>
    <w:rsid w:val="00C30759"/>
    <w:rsid w:val="00C44F6A"/>
    <w:rsid w:val="00C727E5"/>
    <w:rsid w:val="00C8207D"/>
    <w:rsid w:val="00CB43CD"/>
    <w:rsid w:val="00CB7B5A"/>
    <w:rsid w:val="00CC1E2B"/>
    <w:rsid w:val="00CD1FC4"/>
    <w:rsid w:val="00CE371D"/>
    <w:rsid w:val="00D02A4D"/>
    <w:rsid w:val="00D21061"/>
    <w:rsid w:val="00D316A7"/>
    <w:rsid w:val="00D4108E"/>
    <w:rsid w:val="00D46EF1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73F0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97F3808-836A-4AE6-B171-DDC4D0BAA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</TotalTime>
  <Pages>2</Pages>
  <Words>406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12</cp:revision>
  <cp:lastPrinted>2019-02-22T13:28:00Z</cp:lastPrinted>
  <dcterms:created xsi:type="dcterms:W3CDTF">2024-03-18T11:22:00Z</dcterms:created>
  <dcterms:modified xsi:type="dcterms:W3CDTF">2024-04-12T04:40:00Z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