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D2CAF9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091B04">
        <w:rPr>
          <w:b/>
          <w:color w:val="FF5200" w:themeColor="accent2"/>
          <w:sz w:val="36"/>
          <w:szCs w:val="36"/>
        </w:rPr>
        <w:t>„</w:t>
      </w:r>
      <w:r w:rsidR="00091B04" w:rsidRPr="00091B04">
        <w:rPr>
          <w:b/>
          <w:color w:val="FF5200" w:themeColor="accent2"/>
          <w:sz w:val="36"/>
          <w:szCs w:val="36"/>
        </w:rPr>
        <w:t>Cepová sekačka</w:t>
      </w:r>
      <w:r w:rsidR="0031280B" w:rsidRPr="00091B04">
        <w:rPr>
          <w:b/>
          <w:color w:val="FF5200" w:themeColor="accent2"/>
          <w:sz w:val="36"/>
          <w:szCs w:val="36"/>
        </w:rPr>
        <w:t>“</w:t>
      </w:r>
      <w:r w:rsidR="000128D4" w:rsidRPr="00091B04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3E0CE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8099/2024</w:t>
      </w:r>
      <w:r w:rsidR="003E0CE5" w:rsidRPr="003E0CE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-SŽ-OŘ BNO-NPI</w:t>
      </w:r>
      <w:r w:rsidR="003E0CE5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(č.j. dokumentu </w:t>
      </w:r>
      <w:r w:rsidR="0031030C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Výzvy</w:t>
      </w:r>
      <w:r w:rsidR="00E6656A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k podání nabídky</w:t>
      </w:r>
      <w:r w:rsidR="000128D4" w:rsidRPr="00091B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4121DEBA" w:rsidR="00633D9C" w:rsidRDefault="00A93A74" w:rsidP="00130210">
          <w:pPr>
            <w:pStyle w:val="Obsah2"/>
          </w:pPr>
          <w:r>
            <w:t>Obsah</w:t>
          </w:r>
          <w:bookmarkStart w:id="0" w:name="_GoBack"/>
          <w:bookmarkEnd w:id="0"/>
        </w:p>
        <w:p w14:paraId="7C9C345C" w14:textId="257719EA" w:rsidR="00DB48E7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2422486" w:history="1">
            <w:r w:rsidR="00DB48E7" w:rsidRPr="0036317B">
              <w:rPr>
                <w:rStyle w:val="Hypertextovodkaz"/>
                <w:noProof/>
              </w:rPr>
              <w:t>Kapitola 1.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Základní údaje k nabídce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_Toc162422486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2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0F91A6A9" w14:textId="3EB5063A" w:rsidR="00DB48E7" w:rsidRDefault="005503A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422487" w:history="1">
            <w:r w:rsidR="00DB48E7" w:rsidRPr="0036317B">
              <w:rPr>
                <w:rStyle w:val="Hypertextovodkaz"/>
                <w:noProof/>
              </w:rPr>
              <w:t>Kapitola 2.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Ceník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_Toc162422487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3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61B350F9" w14:textId="69C3EAB1" w:rsidR="00DB48E7" w:rsidRDefault="005503A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422488" w:history="1">
            <w:r w:rsidR="00DB48E7" w:rsidRPr="0036317B">
              <w:rPr>
                <w:rStyle w:val="Hypertextovodkaz"/>
                <w:noProof/>
              </w:rPr>
              <w:t>Kapitola 3.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Čestné prohlášení o splnění základní způsobilosti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_Toc162422488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4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37364769" w14:textId="0052AFB1" w:rsidR="00DB48E7" w:rsidRDefault="005503A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422489" w:history="1">
            <w:r w:rsidR="00DB48E7" w:rsidRPr="0036317B">
              <w:rPr>
                <w:rStyle w:val="Hypertextovodkaz"/>
                <w:noProof/>
              </w:rPr>
              <w:t>Kapitola 4.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Čestné prohlášení účastníka o střetu zájmů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_Toc162422489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5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385E50A6" w14:textId="4C33B18E" w:rsidR="00DB48E7" w:rsidRDefault="005503A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422490" w:history="1">
            <w:r w:rsidR="00DB48E7" w:rsidRPr="0036317B">
              <w:rPr>
                <w:rStyle w:val="Hypertextovodkaz"/>
                <w:noProof/>
              </w:rPr>
              <w:t>Kapitola 5.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Čestné prohlášení účastníka k neuzavření zakázaných dohod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_Toc162422490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6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1548D16A" w14:textId="474CE23D" w:rsidR="00DB48E7" w:rsidRDefault="005503A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422491" w:history="1">
            <w:r w:rsidR="00DB48E7" w:rsidRPr="0036317B">
              <w:rPr>
                <w:rStyle w:val="Hypertextovodkaz"/>
                <w:rFonts w:eastAsia="Times New Roman"/>
                <w:noProof/>
              </w:rPr>
              <w:t>Kapitola 6.</w:t>
            </w:r>
            <w:r w:rsidR="00DB48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B48E7" w:rsidRPr="0036317B">
              <w:rPr>
                <w:rStyle w:val="Hypertextovodkaz"/>
                <w:noProof/>
              </w:rPr>
              <w:t>Čestné</w:t>
            </w:r>
            <w:r w:rsidR="00DB48E7" w:rsidRPr="0036317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DB48E7">
              <w:rPr>
                <w:noProof/>
                <w:webHidden/>
              </w:rPr>
              <w:tab/>
            </w:r>
            <w:r w:rsidR="00DB48E7">
              <w:rPr>
                <w:noProof/>
                <w:webHidden/>
              </w:rPr>
              <w:fldChar w:fldCharType="begin"/>
            </w:r>
            <w:r w:rsidR="00DB48E7">
              <w:rPr>
                <w:noProof/>
                <w:webHidden/>
              </w:rPr>
              <w:instrText xml:space="preserve"> PAGEREF _Toc162422491 \h </w:instrText>
            </w:r>
            <w:r w:rsidR="00DB48E7">
              <w:rPr>
                <w:noProof/>
                <w:webHidden/>
              </w:rPr>
            </w:r>
            <w:r w:rsidR="00DB48E7">
              <w:rPr>
                <w:noProof/>
                <w:webHidden/>
              </w:rPr>
              <w:fldChar w:fldCharType="separate"/>
            </w:r>
            <w:r w:rsidR="00133F9B">
              <w:rPr>
                <w:noProof/>
                <w:webHidden/>
              </w:rPr>
              <w:t>7</w:t>
            </w:r>
            <w:r w:rsidR="00DB48E7">
              <w:rPr>
                <w:noProof/>
                <w:webHidden/>
              </w:rPr>
              <w:fldChar w:fldCharType="end"/>
            </w:r>
          </w:hyperlink>
        </w:p>
        <w:p w14:paraId="218BAFDF" w14:textId="53BC5F2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1" w:name="_Toc162422486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3DED3080" w:rsidR="008B1A2C" w:rsidRPr="004E1498" w:rsidRDefault="008B1A2C" w:rsidP="00471B29">
      <w:pPr>
        <w:pStyle w:val="Identifikace"/>
      </w:pPr>
      <w:r w:rsidRPr="004E1498">
        <w:t>IČO 709</w:t>
      </w:r>
      <w:r w:rsidR="00091B04">
        <w:t xml:space="preserve"> </w:t>
      </w:r>
      <w:r w:rsidRPr="004E1498">
        <w:t>94</w:t>
      </w:r>
      <w:r w:rsidR="00091B04">
        <w:t xml:space="preserve"> </w:t>
      </w:r>
      <w:r w:rsidRPr="004E1498">
        <w:t>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1D925FD5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091B04">
        <w:rPr>
          <w:rFonts w:eastAsia="Times New Roman" w:cs="Times New Roman"/>
          <w:lang w:eastAsia="cs-CZ"/>
        </w:rPr>
        <w:t xml:space="preserve">podlimitní </w:t>
      </w:r>
      <w:r w:rsidR="00091B04" w:rsidRPr="00091B04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503A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503A5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62422487"/>
      <w:r>
        <w:lastRenderedPageBreak/>
        <w:t>Ceník</w:t>
      </w:r>
      <w:bookmarkEnd w:id="2"/>
    </w:p>
    <w:p w14:paraId="3E5E9B0F" w14:textId="023A41ED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091B04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091B04" w:rsidRPr="00091B04">
        <w:rPr>
          <w:rStyle w:val="Siln"/>
          <w:b w:val="0"/>
          <w:bCs w:val="0"/>
          <w:i/>
          <w:iCs/>
        </w:rPr>
        <w:t>3</w:t>
      </w:r>
      <w:r w:rsidRPr="00091B04">
        <w:rPr>
          <w:rStyle w:val="Siln"/>
          <w:b w:val="0"/>
          <w:bCs w:val="0"/>
          <w:i/>
          <w:iCs/>
        </w:rPr>
        <w:t xml:space="preserve"> Závazného </w:t>
      </w:r>
      <w:r w:rsidR="00091B04" w:rsidRPr="00091B04">
        <w:rPr>
          <w:rStyle w:val="Siln"/>
          <w:b w:val="0"/>
          <w:bCs w:val="0"/>
          <w:i/>
          <w:iCs/>
        </w:rPr>
        <w:t>vzoru smlouv</w:t>
      </w:r>
      <w:r w:rsidR="00091B04">
        <w:rPr>
          <w:rStyle w:val="Siln"/>
          <w:b w:val="0"/>
          <w:bCs w:val="0"/>
          <w:i/>
          <w:iCs/>
        </w:rPr>
        <w:t>y</w:t>
      </w:r>
      <w:r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62422488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6242248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62422490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6242249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67A774CC" w14:textId="2B1FBB23" w:rsidR="002126E7" w:rsidRDefault="002126E7" w:rsidP="00F0533E">
      <w:pPr>
        <w:rPr>
          <w:highlight w:val="green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24282022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9C55FF" w16cid:durableId="2767CF92"/>
  <w16cid:commentId w16cid:paraId="25AE50F4" w16cid:durableId="2767CF8B"/>
  <w16cid:commentId w16cid:paraId="2B645E15" w16cid:durableId="2767CF8C"/>
  <w16cid:commentId w16cid:paraId="565E0F95" w16cid:durableId="2767CF8D"/>
  <w16cid:commentId w16cid:paraId="6DF00398" w16cid:durableId="2767CF8E"/>
  <w16cid:commentId w16cid:paraId="1CABC1E4" w16cid:durableId="2767CF8F"/>
  <w16cid:commentId w16cid:paraId="0439FB28" w16cid:durableId="2767CF90"/>
  <w16cid:commentId w16cid:paraId="4668238C" w16cid:durableId="2767CF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F92E9" w14:textId="77777777" w:rsidR="005503A5" w:rsidRDefault="005503A5" w:rsidP="00962258">
      <w:pPr>
        <w:spacing w:after="0" w:line="240" w:lineRule="auto"/>
      </w:pPr>
      <w:r>
        <w:separator/>
      </w:r>
    </w:p>
  </w:endnote>
  <w:endnote w:type="continuationSeparator" w:id="0">
    <w:p w14:paraId="19ECDF54" w14:textId="77777777" w:rsidR="005503A5" w:rsidRDefault="005503A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83391D6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3F9B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3F9B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7948B4F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3F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3F9B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5B5BC9E2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3F9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3F9B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80101" w14:textId="77777777" w:rsidR="005503A5" w:rsidRDefault="005503A5" w:rsidP="00962258">
      <w:pPr>
        <w:spacing w:after="0" w:line="240" w:lineRule="auto"/>
      </w:pPr>
      <w:r>
        <w:separator/>
      </w:r>
    </w:p>
  </w:footnote>
  <w:footnote w:type="continuationSeparator" w:id="0">
    <w:p w14:paraId="298137FC" w14:textId="77777777" w:rsidR="005503A5" w:rsidRDefault="005503A5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2411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1B04"/>
    <w:rsid w:val="00097793"/>
    <w:rsid w:val="000A412D"/>
    <w:rsid w:val="000B5E1C"/>
    <w:rsid w:val="000E23A7"/>
    <w:rsid w:val="000F7070"/>
    <w:rsid w:val="0010693F"/>
    <w:rsid w:val="00114472"/>
    <w:rsid w:val="00130210"/>
    <w:rsid w:val="00133F9B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0CE5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03A5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20FB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B48E7"/>
    <w:rsid w:val="00DC75F3"/>
    <w:rsid w:val="00DD46F3"/>
    <w:rsid w:val="00DE1BFA"/>
    <w:rsid w:val="00DE56F2"/>
    <w:rsid w:val="00DF116D"/>
    <w:rsid w:val="00DF2FE4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ind w:left="567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FD05A7-815A-4AED-B7AE-47641F702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244</TotalTime>
  <Pages>8</Pages>
  <Words>1151</Words>
  <Characters>6792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Gregorová Elena, Ing.</cp:lastModifiedBy>
  <cp:revision>39</cp:revision>
  <cp:lastPrinted>2023-10-05T09:40:00Z</cp:lastPrinted>
  <dcterms:created xsi:type="dcterms:W3CDTF">2023-08-21T11:49:00Z</dcterms:created>
  <dcterms:modified xsi:type="dcterms:W3CDTF">2024-04-02T05:44:00Z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