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8694B" w14:textId="46680EA5" w:rsidR="00AD0C7B" w:rsidRPr="00836A96" w:rsidRDefault="00510819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bookmarkStart w:id="0" w:name="_Toc488655332"/>
    <w:bookmarkStart w:id="1" w:name="_Toc489536447"/>
    <w:bookmarkStart w:id="2" w:name="_Toc489617455"/>
    <w:bookmarkStart w:id="3" w:name="_Toc20977904"/>
    <w:bookmarkStart w:id="4" w:name="_Toc389559699"/>
    <w:bookmarkStart w:id="5" w:name="_Toc397429847"/>
    <w:bookmarkStart w:id="6" w:name="_Ref433028040"/>
    <w:bookmarkStart w:id="7" w:name="_Toc1048197"/>
    <w:bookmarkStart w:id="8" w:name="_Hlk161904960"/>
    <w:p w14:paraId="30C248F6" w14:textId="01EC2336" w:rsidR="005108D0" w:rsidRDefault="00510819" w:rsidP="005108D0">
      <w:pPr>
        <w:pStyle w:val="Titul2"/>
        <w:tabs>
          <w:tab w:val="clear" w:pos="6796"/>
        </w:tabs>
        <w:rPr>
          <w:rStyle w:val="ZhlavChar"/>
          <w:lang w:val="en-US"/>
        </w:r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3688DD3119A84391BDB62214957F9BF1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5108D0" w:rsidRPr="00510819">
            <w:rPr>
              <w:szCs w:val="24"/>
            </w:rPr>
            <w:t xml:space="preserve">„Prostá elektrizace traťového úseku </w:t>
          </w:r>
          <w:proofErr w:type="gramStart"/>
          <w:r w:rsidR="005108D0" w:rsidRPr="00510819">
            <w:rPr>
              <w:szCs w:val="24"/>
            </w:rPr>
            <w:t>Zdice - Písek</w:t>
          </w:r>
          <w:proofErr w:type="gramEnd"/>
          <w:r w:rsidR="005108D0" w:rsidRPr="00510819">
            <w:rPr>
              <w:szCs w:val="24"/>
            </w:rPr>
            <w:t>“</w:t>
          </w:r>
        </w:sdtContent>
      </w:sdt>
    </w:p>
    <w:p w14:paraId="00BC4E70" w14:textId="77777777" w:rsidR="005108D0" w:rsidRPr="005108D0" w:rsidRDefault="005108D0" w:rsidP="005108D0">
      <w:pPr>
        <w:rPr>
          <w:lang w:val="en-US"/>
        </w:rPr>
      </w:pPr>
    </w:p>
    <w:p w14:paraId="209AA731" w14:textId="77777777" w:rsidR="005108D0" w:rsidRPr="005108D0" w:rsidRDefault="005108D0" w:rsidP="005108D0">
      <w:pPr>
        <w:rPr>
          <w:lang w:val="en-US"/>
        </w:rPr>
      </w:pPr>
    </w:p>
    <w:p w14:paraId="4D9C523A" w14:textId="77777777" w:rsidR="005108D0" w:rsidRPr="005108D0" w:rsidRDefault="005108D0" w:rsidP="005108D0">
      <w:pPr>
        <w:rPr>
          <w:lang w:val="en-US"/>
        </w:rPr>
      </w:pPr>
    </w:p>
    <w:p w14:paraId="5B0F91FA" w14:textId="010B6386" w:rsidR="005108D0" w:rsidRDefault="005108D0" w:rsidP="005108D0">
      <w:pPr>
        <w:rPr>
          <w:lang w:val="en-US"/>
        </w:rPr>
      </w:pPr>
    </w:p>
    <w:p w14:paraId="2CF5C719" w14:textId="1AFC0F8E" w:rsidR="005108D0" w:rsidRDefault="005108D0" w:rsidP="005108D0">
      <w:pPr>
        <w:tabs>
          <w:tab w:val="left" w:pos="2850"/>
        </w:tabs>
        <w:rPr>
          <w:lang w:val="en-US"/>
        </w:rPr>
      </w:pPr>
      <w:r>
        <w:rPr>
          <w:lang w:val="en-US"/>
        </w:rPr>
        <w:tab/>
      </w:r>
    </w:p>
    <w:p w14:paraId="75C38E09" w14:textId="4C98BF9F" w:rsidR="005108D0" w:rsidRPr="005108D0" w:rsidRDefault="005108D0" w:rsidP="005108D0">
      <w:pPr>
        <w:tabs>
          <w:tab w:val="left" w:pos="2850"/>
        </w:tabs>
        <w:rPr>
          <w:lang w:val="en-US"/>
        </w:rPr>
        <w:sectPr w:rsidR="005108D0" w:rsidRPr="005108D0" w:rsidSect="000F4276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r>
        <w:rPr>
          <w:lang w:val="en-US"/>
        </w:rPr>
        <w:tab/>
      </w:r>
    </w:p>
    <w:bookmarkEnd w:id="8"/>
    <w:p w14:paraId="00E6CD8D" w14:textId="6F1F5FBF" w:rsidR="009E0953" w:rsidRPr="009E0953" w:rsidRDefault="005108D0" w:rsidP="005108D0">
      <w:pPr>
        <w:pStyle w:val="Titul2"/>
        <w:tabs>
          <w:tab w:val="clear" w:pos="6796"/>
        </w:tabs>
      </w:pPr>
      <w:r w:rsidRPr="009E0953">
        <w:lastRenderedPageBreak/>
        <w:t xml:space="preserve"> </w:t>
      </w:r>
      <w:r w:rsidR="009E0953" w:rsidRPr="009E0953">
        <w:t>Obsah</w:t>
      </w:r>
      <w:bookmarkEnd w:id="0"/>
      <w:bookmarkEnd w:id="1"/>
      <w:bookmarkEnd w:id="2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11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>
              <w:rPr>
                <w:rFonts w:asciiTheme="minorHAnsi" w:eastAsia="SimSun" w:hAnsiTheme="minorHAnsi" w:cs="font350"/>
                <w:lang w:eastAsia="ar-SA"/>
              </w:rPr>
              <w:t>DiMS</w:t>
            </w:r>
            <w:proofErr w:type="spellEnd"/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12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12"/>
    </w:p>
    <w:p w14:paraId="5495C069" w14:textId="77777777" w:rsidR="009977AA" w:rsidRDefault="002E37A9" w:rsidP="00D70454">
      <w:pPr>
        <w:pStyle w:val="Nadpis2-2"/>
      </w:pPr>
      <w:bookmarkStart w:id="13" w:name="_Toc152075804"/>
      <w:bookmarkStart w:id="14" w:name="_Toc20977905"/>
      <w:r>
        <w:t>Základní informace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57D4FB58" w:rsidR="000763BC" w:rsidRPr="00822E1C" w:rsidRDefault="00510819" w:rsidP="0001716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sdt>
              <w:sdtPr>
                <w:alias w:val="Název akce - Vypsat pole, přenese se do zápatí"/>
                <w:tag w:val="Název akce"/>
                <w:id w:val="1889687308"/>
                <w:placeholder>
                  <w:docPart w:val="39AF0FAB171F458C9B181AA788763F10"/>
                </w:placeholder>
                <w:text w:multiLine="1"/>
              </w:sdtPr>
              <w:sdtEndPr/>
              <w:sdtContent>
                <w:r w:rsidR="005108D0" w:rsidRPr="005108D0">
                  <w:rPr>
                    <w:sz w:val="18"/>
                  </w:rPr>
                  <w:t xml:space="preserve">„Prostá elektrizace traťového úseku </w:t>
                </w:r>
                <w:proofErr w:type="gramStart"/>
                <w:r w:rsidR="005108D0" w:rsidRPr="005108D0">
                  <w:rPr>
                    <w:sz w:val="18"/>
                  </w:rPr>
                  <w:t>Zdice - Písek</w:t>
                </w:r>
                <w:proofErr w:type="gramEnd"/>
                <w:r w:rsidR="005108D0" w:rsidRPr="005108D0">
                  <w:rPr>
                    <w:sz w:val="18"/>
                  </w:rPr>
                  <w:t>“</w:t>
                </w:r>
              </w:sdtContent>
            </w:sdt>
          </w:p>
        </w:tc>
      </w:tr>
      <w:tr w:rsidR="0025266A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25266A" w:rsidRPr="00F2688E" w:rsidRDefault="0025266A" w:rsidP="0025266A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D91DD4E" w:rsidR="0025266A" w:rsidRPr="0015448A" w:rsidRDefault="00017163" w:rsidP="0025266A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ZP/DUSL</w:t>
            </w:r>
          </w:p>
        </w:tc>
      </w:tr>
      <w:tr w:rsidR="00A016C3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7437E036" w:rsidR="00A016C3" w:rsidRPr="002C7D33" w:rsidRDefault="005108D0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B869D1">
              <w:rPr>
                <w:sz w:val="18"/>
              </w:rPr>
              <w:t>S632300146</w:t>
            </w:r>
          </w:p>
        </w:tc>
      </w:tr>
      <w:tr w:rsidR="00A016C3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0D19BFDD" w:rsidR="00A016C3" w:rsidRPr="007651AE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510819">
              <w:rPr>
                <w:sz w:val="18"/>
              </w:rPr>
              <w:t xml:space="preserve">3273214901 </w:t>
            </w:r>
          </w:p>
        </w:tc>
      </w:tr>
      <w:tr w:rsidR="00A016C3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A016C3" w:rsidRPr="00EB45F3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A016C3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3EABE3F0" w14:textId="77777777" w:rsidR="00A016C3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  <w:p w14:paraId="1ABA398F" w14:textId="77777777" w:rsidR="005108D0" w:rsidRDefault="005108D0" w:rsidP="005108D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trať   Zdice - Písek  </w:t>
            </w:r>
          </w:p>
          <w:p w14:paraId="4FA79608" w14:textId="25BB3A59" w:rsidR="00A016C3" w:rsidRPr="00431ABD" w:rsidRDefault="00A016C3" w:rsidP="0001716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016C3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0EF1476C" w:rsidR="00A016C3" w:rsidRPr="00F2688E" w:rsidRDefault="005108D0" w:rsidP="00A016C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en-US"/>
              </w:rPr>
            </w:pPr>
            <w:r w:rsidRPr="000E20A9">
              <w:rPr>
                <w:sz w:val="18"/>
              </w:rPr>
              <w:t>0202I1, 0202IL, 028128, 0281N1, 028126, 0281M1, 028124, 0281L1, 0281P1, 028122, 0281K1, 028120, 0281J1, 0281I1, 028120, 0281O1, 028116. 0281H1, 028114, 0281G1, 028112, 0281F1, 028110, 0281E1, 028108, 0281D1, 028106, 0281C1</w:t>
            </w:r>
          </w:p>
        </w:tc>
      </w:tr>
      <w:tr w:rsidR="00A016C3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A016C3" w:rsidRPr="00F2688E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52F7CE3E" w:rsidR="00A016C3" w:rsidRPr="0075773D" w:rsidRDefault="005108D0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B869D1">
              <w:rPr>
                <w:sz w:val="18"/>
              </w:rPr>
              <w:t>Středočeský, Jihočeský</w:t>
            </w:r>
          </w:p>
        </w:tc>
      </w:tr>
      <w:tr w:rsidR="00A016C3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011BFB2E" w:rsidR="00A016C3" w:rsidRPr="00690CCF" w:rsidRDefault="00A016C3" w:rsidP="00A016C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</w:t>
            </w:r>
            <w:r w:rsidRPr="007662E4">
              <w:rPr>
                <w:sz w:val="18"/>
              </w:rPr>
              <w:t>le dokumentace</w:t>
            </w:r>
            <w:r w:rsidRPr="0075773D">
              <w:rPr>
                <w:sz w:val="18"/>
                <w:highlight w:val="cyan"/>
              </w:rPr>
              <w:t xml:space="preserve"> 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5" w:name="_Toc152075805"/>
      <w:r>
        <w:t>Objednatel</w:t>
      </w:r>
      <w:bookmarkEnd w:id="15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431ABD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664FD0BD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7662E4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431ABD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B12FB6B" w:rsidR="00431ABD" w:rsidRPr="0055671A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7662E4">
              <w:rPr>
                <w:sz w:val="18"/>
              </w:rPr>
              <w:t>Dlážděná 1003/7, 110 00 Praha 1 - Nové Město</w:t>
            </w:r>
          </w:p>
        </w:tc>
      </w:tr>
      <w:tr w:rsidR="00431ABD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726B9305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431ABD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431ABD" w:rsidRPr="00F2688E" w:rsidRDefault="00431ABD" w:rsidP="00431ABD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68673E1D" w:rsidR="00431ABD" w:rsidRPr="00DC7837" w:rsidRDefault="00431ABD" w:rsidP="00431ABD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>Ke Štvanici 656/3, 186 00, Praha 8 - Karlín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6" w:name="_Toc152075806"/>
      <w:r>
        <w:t>Dodavatel</w:t>
      </w:r>
      <w:bookmarkEnd w:id="16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AAAA6D6" w14:textId="56D2E09B" w:rsidR="00822E1C" w:rsidRDefault="00822E1C">
      <w:pPr>
        <w:rPr>
          <w:sz w:val="22"/>
        </w:rPr>
      </w:pPr>
      <w:bookmarkStart w:id="17" w:name="_Toc152075807"/>
      <w:r>
        <w:br w:type="page"/>
      </w:r>
    </w:p>
    <w:p w14:paraId="36D28A9A" w14:textId="144BCAAA" w:rsidR="000E0D96" w:rsidRDefault="000E0D96" w:rsidP="000E0D96">
      <w:pPr>
        <w:pStyle w:val="Nadpis2-2"/>
      </w:pPr>
      <w:r>
        <w:lastRenderedPageBreak/>
        <w:t>Popis stavby</w:t>
      </w:r>
      <w:bookmarkEnd w:id="17"/>
    </w:p>
    <w:p w14:paraId="383F4052" w14:textId="77777777" w:rsidR="00822E1C" w:rsidRDefault="00822E1C" w:rsidP="00431ABD">
      <w:pPr>
        <w:ind w:left="73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DDC8097" w14:textId="77777777" w:rsidR="00510819" w:rsidRPr="00510819" w:rsidRDefault="00510819" w:rsidP="00510819">
      <w:pPr>
        <w:ind w:left="737"/>
      </w:pPr>
      <w:r w:rsidRPr="00510819">
        <w:t>Cílem díla je elektrizace úseku trati pro umožnění vozby bateriovými vlaky v osobní dálkové dopravě, případně elektrickými hnacími vozidly v nákladní dopravě bez nutnosti dalších investičně náročných úprav trati a bez úprav, které by vyžadovaly dlouhou přípravu, posuzování vlivu na životní prostředí (EIA) a náročné projednávání dokumentací pro územní rozhodnutí, nebo pro stavební povolení.</w:t>
      </w:r>
    </w:p>
    <w:p w14:paraId="6C09AA7F" w14:textId="77777777" w:rsidR="00410541" w:rsidRPr="00510819" w:rsidRDefault="00410541" w:rsidP="00431ABD">
      <w:pPr>
        <w:ind w:left="737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5B13F842" w14:textId="247C4AF0" w:rsidR="009B321C" w:rsidRPr="00510819" w:rsidRDefault="00A81F84" w:rsidP="009B321C">
      <w:pPr>
        <w:ind w:left="709"/>
        <w:jc w:val="both"/>
      </w:pPr>
      <w:r w:rsidRPr="00510819">
        <w:br/>
      </w:r>
    </w:p>
    <w:p w14:paraId="07277E58" w14:textId="57D21DC4" w:rsidR="009B321C" w:rsidRDefault="00A016C3" w:rsidP="00A81F84">
      <w:pPr>
        <w:ind w:left="709"/>
        <w:jc w:val="both"/>
      </w:pPr>
      <w:r w:rsidRPr="00510819">
        <w:t>Digitálním model</w:t>
      </w:r>
      <w:r w:rsidR="009B321C" w:rsidRPr="00510819">
        <w:t xml:space="preserve"> s</w:t>
      </w:r>
      <w:r w:rsidRPr="00510819">
        <w:t>tavby bude prováděn a vytvářen</w:t>
      </w:r>
      <w:r w:rsidR="00017163" w:rsidRPr="00510819">
        <w:t xml:space="preserve"> od stupně DUSL. Ve stupni ZP</w:t>
      </w:r>
      <w:r w:rsidR="009B321C" w:rsidRPr="00510819">
        <w:t xml:space="preserve"> se uplatní režim BIM pouze v rozsahu požadavků na sdílení dat a dokumentů v rámci CDE a uplatnění cílů spojených s využití CDE pro milník spojený s připomínkovým řízením.</w:t>
      </w:r>
    </w:p>
    <w:p w14:paraId="25CCEEC9" w14:textId="77777777" w:rsidR="009B321C" w:rsidRDefault="009B321C" w:rsidP="00A81F84">
      <w:pPr>
        <w:ind w:left="709"/>
        <w:jc w:val="both"/>
      </w:pPr>
    </w:p>
    <w:p w14:paraId="4FDF1A93" w14:textId="72D00A6A" w:rsidR="00DE1242" w:rsidRDefault="00DE1242" w:rsidP="00A81F84">
      <w:pPr>
        <w:ind w:left="709"/>
        <w:jc w:val="both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8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8"/>
    </w:p>
    <w:p w14:paraId="20874ECE" w14:textId="77777777" w:rsidR="00224780" w:rsidRDefault="00224780" w:rsidP="00224780">
      <w:pPr>
        <w:pStyle w:val="Nadpis2-2"/>
      </w:pPr>
      <w:bookmarkStart w:id="19" w:name="_Toc152075809"/>
      <w:r>
        <w:t>Odpovědné osoby</w:t>
      </w:r>
      <w:r w:rsidR="00F2688E">
        <w:t xml:space="preserve"> </w:t>
      </w:r>
      <w:r w:rsidR="0097207A">
        <w:t>Objednatele</w:t>
      </w:r>
      <w:bookmarkEnd w:id="19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68893F0F" w:rsidR="0097207A" w:rsidRPr="00C63F37" w:rsidRDefault="00431ABD" w:rsidP="00431ABD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 xml:space="preserve">Správa železnic, státní organizace </w:t>
            </w:r>
          </w:p>
        </w:tc>
      </w:tr>
      <w:tr w:rsidR="00B10E4C" w:rsidRPr="00F2688E" w14:paraId="4B5619E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F5516AB" w14:textId="77777777" w:rsidR="00B10E4C" w:rsidRPr="00510819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Správa železnic, státní organizace</w:t>
            </w:r>
          </w:p>
          <w:p w14:paraId="6E536A2C" w14:textId="439EFF93" w:rsidR="00B10E4C" w:rsidRPr="00510819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Stavební</w:t>
            </w:r>
            <w:r w:rsidR="00017163" w:rsidRPr="00510819">
              <w:rPr>
                <w:sz w:val="18"/>
              </w:rPr>
              <w:t xml:space="preserve"> správa západ</w:t>
            </w:r>
          </w:p>
          <w:p w14:paraId="111D01D7" w14:textId="5840783D" w:rsidR="00B10E4C" w:rsidRDefault="00017163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Petr Steiner</w:t>
            </w:r>
          </w:p>
          <w:p w14:paraId="223C51CB" w14:textId="77777777" w:rsidR="00510819" w:rsidRPr="00510819" w:rsidRDefault="00510819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20DC3F4B" w14:textId="1B4BB47E" w:rsidR="00B10E4C" w:rsidRPr="00510819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M: +420</w:t>
            </w:r>
            <w:r w:rsidR="00017163" w:rsidRPr="00510819">
              <w:rPr>
                <w:sz w:val="18"/>
              </w:rPr>
              <w:t> 601 084 417</w:t>
            </w:r>
          </w:p>
          <w:p w14:paraId="6797F31A" w14:textId="458964B0" w:rsidR="00B10E4C" w:rsidRPr="00510819" w:rsidRDefault="00B10E4C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E:</w:t>
            </w:r>
            <w:r w:rsidRPr="00510819">
              <w:rPr>
                <w:sz w:val="18"/>
              </w:rPr>
              <w:t> </w:t>
            </w:r>
            <w:r w:rsidRPr="00510819">
              <w:t xml:space="preserve"> </w:t>
            </w:r>
            <w:r w:rsidR="00017163" w:rsidRPr="00510819">
              <w:rPr>
                <w:sz w:val="18"/>
              </w:rPr>
              <w:t>steiner</w:t>
            </w:r>
            <w:r w:rsidRPr="00510819">
              <w:rPr>
                <w:sz w:val="18"/>
              </w:rPr>
              <w:t>@spravazeleznic.cz</w:t>
            </w:r>
          </w:p>
        </w:tc>
      </w:tr>
      <w:tr w:rsidR="00B10E4C" w:rsidRPr="00F2688E" w14:paraId="4E91EC4A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B10E4C" w:rsidRPr="005F0952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4ACEFB8" w14:textId="77777777" w:rsidR="00780FA1" w:rsidRPr="00510819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Ing. Stanislav Vitásek, Ph.D.</w:t>
            </w:r>
          </w:p>
          <w:p w14:paraId="197539FE" w14:textId="73FADB2A" w:rsidR="00780FA1" w:rsidRPr="00510819" w:rsidRDefault="00017163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10819">
              <w:rPr>
                <w:sz w:val="18"/>
              </w:rPr>
              <w:t xml:space="preserve">SŽ </w:t>
            </w:r>
            <w:proofErr w:type="gramStart"/>
            <w:r w:rsidRPr="00510819">
              <w:rPr>
                <w:sz w:val="18"/>
              </w:rPr>
              <w:t xml:space="preserve">GŘ </w:t>
            </w:r>
            <w:r w:rsidR="00780FA1" w:rsidRPr="00510819">
              <w:rPr>
                <w:sz w:val="18"/>
              </w:rPr>
              <w:t>- Odbor</w:t>
            </w:r>
            <w:proofErr w:type="gramEnd"/>
            <w:r w:rsidR="00780FA1" w:rsidRPr="00510819">
              <w:rPr>
                <w:sz w:val="18"/>
              </w:rPr>
              <w:t xml:space="preserve"> strategie,</w:t>
            </w:r>
          </w:p>
          <w:p w14:paraId="413E7813" w14:textId="77777777" w:rsidR="00780FA1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 xml:space="preserve">Oddělení digitalizace stavebních projektů </w:t>
            </w:r>
          </w:p>
          <w:p w14:paraId="2B08F273" w14:textId="77777777" w:rsidR="00510819" w:rsidRPr="00510819" w:rsidRDefault="00510819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14915097" w14:textId="77777777" w:rsidR="00780FA1" w:rsidRPr="00510819" w:rsidRDefault="00780FA1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M: +420 736 260 403</w:t>
            </w:r>
          </w:p>
          <w:p w14:paraId="419D6755" w14:textId="68863747" w:rsidR="00B10E4C" w:rsidRPr="00510819" w:rsidRDefault="00780FA1" w:rsidP="00B10E4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 xml:space="preserve">E: vitasek@spravazeleznic.cz </w:t>
            </w:r>
          </w:p>
        </w:tc>
      </w:tr>
      <w:tr w:rsidR="00B10E4C" w:rsidRPr="00F2688E" w14:paraId="6A747E4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B10E4C" w:rsidRPr="00F2688E" w:rsidRDefault="00B10E4C" w:rsidP="00B10E4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0F7AD698" w14:textId="77777777" w:rsidR="00E43C5F" w:rsidRPr="00510819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 xml:space="preserve">Ing. Mariana </w:t>
            </w:r>
            <w:proofErr w:type="spellStart"/>
            <w:r w:rsidRPr="00510819">
              <w:rPr>
                <w:sz w:val="18"/>
              </w:rPr>
              <w:t>Salavová</w:t>
            </w:r>
            <w:proofErr w:type="spellEnd"/>
          </w:p>
          <w:p w14:paraId="7687456E" w14:textId="1EE40A29" w:rsidR="00E43C5F" w:rsidRPr="00510819" w:rsidRDefault="00017163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10819">
              <w:rPr>
                <w:sz w:val="18"/>
              </w:rPr>
              <w:t xml:space="preserve"> SŽ </w:t>
            </w:r>
            <w:proofErr w:type="gramStart"/>
            <w:r w:rsidRPr="00510819">
              <w:rPr>
                <w:sz w:val="18"/>
              </w:rPr>
              <w:t xml:space="preserve">GŘ </w:t>
            </w:r>
            <w:r w:rsidR="00E43C5F" w:rsidRPr="00510819">
              <w:rPr>
                <w:sz w:val="18"/>
              </w:rPr>
              <w:t>- Odbor</w:t>
            </w:r>
            <w:proofErr w:type="gramEnd"/>
            <w:r w:rsidR="00E43C5F" w:rsidRPr="00510819">
              <w:rPr>
                <w:sz w:val="18"/>
              </w:rPr>
              <w:t xml:space="preserve"> strategie,</w:t>
            </w:r>
          </w:p>
          <w:p w14:paraId="3BD2C510" w14:textId="77777777" w:rsidR="00510819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Oddělení digitalizace stavebních projektů</w:t>
            </w:r>
          </w:p>
          <w:p w14:paraId="3E7F805A" w14:textId="6AE3AF8E" w:rsidR="00E43C5F" w:rsidRPr="00510819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 xml:space="preserve"> </w:t>
            </w:r>
          </w:p>
          <w:p w14:paraId="0E7FA98D" w14:textId="77777777" w:rsidR="00E43C5F" w:rsidRPr="00510819" w:rsidRDefault="00E43C5F" w:rsidP="00E43C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>M: +420 606 054 261</w:t>
            </w:r>
          </w:p>
          <w:p w14:paraId="30593C8B" w14:textId="26D3D36A" w:rsidR="00B10E4C" w:rsidRPr="00510819" w:rsidRDefault="00E43C5F" w:rsidP="00780FA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10819">
              <w:rPr>
                <w:sz w:val="18"/>
              </w:rPr>
              <w:t xml:space="preserve">E: salavovam@spravazeleznic.cz 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20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</w:t>
      </w:r>
      <w:proofErr w:type="spellStart"/>
      <w:r w:rsidR="00B945B5" w:rsidRPr="00B945B5">
        <w:rPr>
          <w:i/>
          <w:iCs/>
        </w:rPr>
        <w:t>DiMS</w:t>
      </w:r>
      <w:proofErr w:type="spellEnd"/>
      <w:r w:rsidR="00B945B5" w:rsidRPr="00B945B5">
        <w:rPr>
          <w:i/>
          <w:iCs/>
        </w:rPr>
        <w:t xml:space="preserve">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21" w:name="_Toc152075810"/>
      <w:r>
        <w:t xml:space="preserve">Odpovědné osoby </w:t>
      </w:r>
      <w:r w:rsidR="00076BB5">
        <w:t>Dodavatel</w:t>
      </w:r>
      <w:bookmarkEnd w:id="20"/>
      <w:r w:rsidR="00331F0C">
        <w:t>e</w:t>
      </w:r>
      <w:bookmarkEnd w:id="21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431ABD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 xml:space="preserve">Struktura </w:t>
      </w:r>
      <w:proofErr w:type="spellStart"/>
      <w:r w:rsidRPr="008F338B">
        <w:rPr>
          <w:i/>
          <w:iCs/>
        </w:rPr>
        <w:t>DiMS</w:t>
      </w:r>
      <w:proofErr w:type="spellEnd"/>
      <w:r w:rsidRPr="008F338B">
        <w:rPr>
          <w:i/>
          <w:iCs/>
        </w:rPr>
        <w:t xml:space="preserve">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2" w:name="_Toc151544378"/>
      <w:bookmarkStart w:id="23" w:name="_Toc152075811"/>
      <w:r>
        <w:lastRenderedPageBreak/>
        <w:t>Matice odpovědnosti</w:t>
      </w:r>
      <w:bookmarkEnd w:id="22"/>
      <w:bookmarkEnd w:id="23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 xml:space="preserve">Struktura </w:t>
      </w:r>
      <w:proofErr w:type="spellStart"/>
      <w:r w:rsidRPr="008F338B">
        <w:rPr>
          <w:i/>
          <w:iCs/>
        </w:rPr>
        <w:t>DiMS</w:t>
      </w:r>
      <w:proofErr w:type="spellEnd"/>
      <w:r w:rsidRPr="008F338B">
        <w:rPr>
          <w:i/>
          <w:iCs/>
        </w:rPr>
        <w:t xml:space="preserve">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4" w:name="_Toc152075812"/>
      <w:r>
        <w:lastRenderedPageBreak/>
        <w:t>Cíle BIM projektu</w:t>
      </w:r>
      <w:bookmarkEnd w:id="24"/>
    </w:p>
    <w:p w14:paraId="7C9336A3" w14:textId="77777777" w:rsidR="005F03BA" w:rsidRDefault="005F03BA" w:rsidP="005F03BA">
      <w:pPr>
        <w:pStyle w:val="Nadpis2-2"/>
      </w:pPr>
      <w:bookmarkStart w:id="25" w:name="_Toc80793118"/>
      <w:bookmarkStart w:id="26" w:name="_Toc152075813"/>
      <w:r>
        <w:t xml:space="preserve">Harmonogram cílů </w:t>
      </w:r>
      <w:bookmarkEnd w:id="25"/>
      <w:r>
        <w:t>BIM</w:t>
      </w:r>
      <w:bookmarkEnd w:id="26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 xml:space="preserve">. Obsahuje detailní plán projednání jednotlivých částí díla včetně tvorby </w:t>
      </w:r>
      <w:proofErr w:type="spellStart"/>
      <w:r>
        <w:t>DiMS</w:t>
      </w:r>
      <w:proofErr w:type="spellEnd"/>
      <w:r>
        <w:t>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7" w:name="_Toc152075814"/>
      <w:r>
        <w:t>Základní termíny plnění cílů</w:t>
      </w:r>
      <w:r w:rsidR="003B09F4">
        <w:t xml:space="preserve"> BIM</w:t>
      </w:r>
      <w:bookmarkEnd w:id="27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8" w:name="_Toc152075815"/>
      <w:r>
        <w:lastRenderedPageBreak/>
        <w:t>Podrobný popis plnění cílů BIM</w:t>
      </w:r>
      <w:bookmarkEnd w:id="28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9" w:name="_Toc152075816"/>
      <w:bookmarkEnd w:id="11"/>
      <w:bookmarkEnd w:id="14"/>
      <w:bookmarkEnd w:id="4"/>
      <w:bookmarkEnd w:id="5"/>
      <w:bookmarkEnd w:id="6"/>
      <w:bookmarkEnd w:id="7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9"/>
    </w:p>
    <w:p w14:paraId="5E868BC0" w14:textId="3882EEA9" w:rsidR="007F1FFB" w:rsidRDefault="007F1FFB" w:rsidP="007F1FFB">
      <w:pPr>
        <w:pStyle w:val="Nadpis2-2"/>
      </w:pPr>
      <w:bookmarkStart w:id="30" w:name="_Toc62574827"/>
      <w:bookmarkStart w:id="31" w:name="_Toc80793123"/>
      <w:bookmarkStart w:id="32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30"/>
      <w:r w:rsidR="008E1274">
        <w:t>IMS</w:t>
      </w:r>
      <w:bookmarkEnd w:id="31"/>
      <w:bookmarkEnd w:id="32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431ABD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431ABD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</w:t>
            </w:r>
            <w:proofErr w:type="spellStart"/>
            <w:r w:rsidRPr="008B02AB">
              <w:rPr>
                <w:sz w:val="16"/>
                <w:szCs w:val="16"/>
              </w:rPr>
              <w:t>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</w:t>
            </w:r>
            <w:proofErr w:type="spellEnd"/>
            <w:r w:rsidRPr="008B02AB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431ABD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431ABD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3" w:name="_Toc152075818"/>
      <w:r>
        <w:t xml:space="preserve">Dílčí </w:t>
      </w:r>
      <w:proofErr w:type="spellStart"/>
      <w:r>
        <w:t>DiMS</w:t>
      </w:r>
      <w:bookmarkEnd w:id="33"/>
      <w:proofErr w:type="spellEnd"/>
    </w:p>
    <w:p w14:paraId="6BB99657" w14:textId="3CA24F34" w:rsidR="0014679B" w:rsidRDefault="0014679B" w:rsidP="0014679B">
      <w:pPr>
        <w:pStyle w:val="Text2-1"/>
      </w:pPr>
      <w:r>
        <w:t xml:space="preserve">Seznam dílčích </w:t>
      </w:r>
      <w:proofErr w:type="spellStart"/>
      <w:r>
        <w:t>DiMS</w:t>
      </w:r>
      <w:proofErr w:type="spellEnd"/>
      <w:r>
        <w:t xml:space="preserve">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 xml:space="preserve">D235X_Elektrické </w:t>
            </w:r>
            <w:proofErr w:type="spellStart"/>
            <w:r w:rsidRPr="002D2301">
              <w:rPr>
                <w:sz w:val="13"/>
                <w:szCs w:val="13"/>
              </w:rPr>
              <w:t>předtápěcí</w:t>
            </w:r>
            <w:proofErr w:type="spellEnd"/>
            <w:r w:rsidRPr="002D2301">
              <w:rPr>
                <w:sz w:val="13"/>
                <w:szCs w:val="13"/>
              </w:rPr>
              <w:t xml:space="preserve">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4" w:name="_Toc51077168"/>
      <w:bookmarkStart w:id="35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</w:t>
      </w:r>
      <w:proofErr w:type="spellStart"/>
      <w:r>
        <w:t>DiMS</w:t>
      </w:r>
      <w:proofErr w:type="spellEnd"/>
      <w:r>
        <w:t xml:space="preserve">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F0407E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3686" w:type="dxa"/>
          </w:tcPr>
          <w:p w14:paraId="51E32A0B" w14:textId="77777777" w:rsidR="00C60130" w:rsidRPr="00F0407E" w:rsidRDefault="00C60130" w:rsidP="00431AB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 xml:space="preserve">Podrobné členění </w:t>
      </w:r>
      <w:proofErr w:type="spellStart"/>
      <w:r>
        <w:t>DiMS</w:t>
      </w:r>
      <w:proofErr w:type="spellEnd"/>
      <w:r>
        <w:t>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 xml:space="preserve">Struktura </w:t>
      </w:r>
      <w:proofErr w:type="spellStart"/>
      <w:r w:rsidRPr="00197971">
        <w:rPr>
          <w:i/>
          <w:iCs/>
        </w:rPr>
        <w:t>DiMS</w:t>
      </w:r>
      <w:proofErr w:type="spellEnd"/>
      <w:r w:rsidRPr="00197971">
        <w:rPr>
          <w:i/>
          <w:iCs/>
        </w:rPr>
        <w:t xml:space="preserve">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6" w:name="_Toc152075819"/>
      <w:r>
        <w:t xml:space="preserve">Sdružené </w:t>
      </w:r>
      <w:proofErr w:type="spellStart"/>
      <w:r>
        <w:t>DiMS</w:t>
      </w:r>
      <w:proofErr w:type="spellEnd"/>
      <w:r w:rsidR="0090738B">
        <w:t xml:space="preserve"> (</w:t>
      </w:r>
      <w:proofErr w:type="spellStart"/>
      <w:r w:rsidR="0090738B">
        <w:t>sDiMS</w:t>
      </w:r>
      <w:proofErr w:type="spellEnd"/>
      <w:r w:rsidR="0090738B">
        <w:t>)</w:t>
      </w:r>
      <w:bookmarkEnd w:id="36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</w:t>
      </w:r>
      <w:proofErr w:type="spellStart"/>
      <w:r w:rsidRPr="003F55BC">
        <w:t>sDiMS</w:t>
      </w:r>
      <w:proofErr w:type="spellEnd"/>
      <w:r w:rsidRPr="003F55BC">
        <w:t xml:space="preserve"> a jejich obsahová náplň </w:t>
      </w:r>
      <w:r w:rsidR="00263F79">
        <w:t>(obsažené</w:t>
      </w:r>
      <w:r w:rsidRPr="003F55BC">
        <w:t xml:space="preserve"> dílčí </w:t>
      </w:r>
      <w:proofErr w:type="spellStart"/>
      <w:r w:rsidRPr="003F55BC">
        <w:t>DiMS</w:t>
      </w:r>
      <w:proofErr w:type="spellEnd"/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 xml:space="preserve">Název </w:t>
            </w:r>
            <w:proofErr w:type="spellStart"/>
            <w:r w:rsidRPr="00FB6E1C">
              <w:rPr>
                <w:b/>
                <w:sz w:val="16"/>
                <w:szCs w:val="16"/>
              </w:rPr>
              <w:t>sDiMS</w:t>
            </w:r>
            <w:proofErr w:type="spellEnd"/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 xml:space="preserve">Obsahová náplň </w:t>
            </w:r>
            <w:proofErr w:type="spellStart"/>
            <w:r w:rsidRPr="00FB6E1C">
              <w:rPr>
                <w:b/>
                <w:sz w:val="16"/>
                <w:szCs w:val="16"/>
              </w:rPr>
              <w:t>sDiMS</w:t>
            </w:r>
            <w:proofErr w:type="spellEnd"/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</w:t>
            </w:r>
            <w:proofErr w:type="spellStart"/>
            <w:r w:rsidRPr="002D2301">
              <w:rPr>
                <w:sz w:val="13"/>
                <w:szCs w:val="13"/>
                <w:highlight w:val="yellow"/>
              </w:rPr>
              <w:t>sDiMS</w:t>
            </w:r>
            <w:proofErr w:type="spellEnd"/>
            <w:r w:rsidRPr="002D2301">
              <w:rPr>
                <w:sz w:val="13"/>
                <w:szCs w:val="13"/>
                <w:highlight w:val="yellow"/>
              </w:rPr>
              <w:t xml:space="preserve"> Název sdruženého </w:t>
            </w:r>
            <w:proofErr w:type="spellStart"/>
            <w:r w:rsidRPr="002D2301">
              <w:rPr>
                <w:sz w:val="13"/>
                <w:szCs w:val="13"/>
                <w:highlight w:val="yellow"/>
              </w:rPr>
              <w:t>DiMS</w:t>
            </w:r>
            <w:proofErr w:type="spellEnd"/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431ABD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431ABD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4"/>
      <w:bookmarkEnd w:id="35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7" w:name="_Toc51077170"/>
      <w:bookmarkStart w:id="38" w:name="_Toc80793126"/>
      <w:bookmarkStart w:id="39" w:name="_Toc152075820"/>
      <w:r>
        <w:lastRenderedPageBreak/>
        <w:t>S</w:t>
      </w:r>
      <w:r w:rsidR="00CE7699">
        <w:t>polečné datového</w:t>
      </w:r>
      <w:bookmarkEnd w:id="37"/>
      <w:bookmarkEnd w:id="38"/>
      <w:r w:rsidR="00CE7699">
        <w:t xml:space="preserve"> prostředí</w:t>
      </w:r>
      <w:bookmarkEnd w:id="39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40" w:name="_Toc152075821"/>
      <w:r>
        <w:t>Základní p</w:t>
      </w:r>
      <w:r w:rsidR="00842345">
        <w:t>opis zvoleného CDE</w:t>
      </w:r>
      <w:bookmarkEnd w:id="40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1" w:name="_Toc152075822"/>
      <w:r>
        <w:t>Nakládání s </w:t>
      </w:r>
      <w:r w:rsidR="008B4A28">
        <w:t>dokument</w:t>
      </w:r>
      <w:r>
        <w:t>y v CDE</w:t>
      </w:r>
      <w:bookmarkEnd w:id="41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v rámci </w:t>
      </w:r>
      <w:proofErr w:type="spellStart"/>
      <w:r>
        <w:rPr>
          <w:rFonts w:asciiTheme="minorHAnsi" w:hAnsiTheme="minorHAnsi" w:cstheme="minorHAnsi"/>
        </w:rPr>
        <w:t>work</w:t>
      </w:r>
      <w:r w:rsidRPr="00261806">
        <w:rPr>
          <w:rFonts w:asciiTheme="minorHAnsi" w:hAnsiTheme="minorHAnsi" w:cstheme="minorHAnsi"/>
        </w:rPr>
        <w:t>flow</w:t>
      </w:r>
      <w:proofErr w:type="spellEnd"/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2" w:name="_Toc152075823"/>
      <w:r>
        <w:t>Skupiny uživatelských oprávnění</w:t>
      </w:r>
      <w:bookmarkEnd w:id="42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 xml:space="preserve">Struktura </w:t>
      </w:r>
      <w:proofErr w:type="spellStart"/>
      <w:r w:rsidRPr="002D1FE0">
        <w:rPr>
          <w:rFonts w:asciiTheme="minorHAnsi" w:hAnsiTheme="minorHAnsi" w:cstheme="minorHAnsi"/>
          <w:i/>
          <w:iCs/>
        </w:rPr>
        <w:t>DiMS</w:t>
      </w:r>
      <w:proofErr w:type="spellEnd"/>
      <w:r w:rsidRPr="002D1FE0">
        <w:rPr>
          <w:rFonts w:asciiTheme="minorHAnsi" w:hAnsiTheme="minorHAnsi" w:cstheme="minorHAnsi"/>
          <w:i/>
          <w:iCs/>
        </w:rPr>
        <w:t xml:space="preserve">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3" w:name="_Toc152075824"/>
      <w:r>
        <w:lastRenderedPageBreak/>
        <w:t>Procesy řešené v rámci CDE</w:t>
      </w:r>
      <w:bookmarkEnd w:id="43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proofErr w:type="spellStart"/>
      <w:r w:rsidR="00DA3CF0">
        <w:t>W</w:t>
      </w:r>
      <w:r w:rsidR="00305F67">
        <w:t>orflow</w:t>
      </w:r>
      <w:proofErr w:type="spellEnd"/>
      <w:r w:rsidR="00305F67">
        <w:t xml:space="preserve">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431ABD">
      <w:pPr>
        <w:pStyle w:val="Nadpis2-1"/>
        <w:spacing w:after="480"/>
      </w:pPr>
      <w:bookmarkStart w:id="44" w:name="_Toc148342781"/>
      <w:bookmarkStart w:id="45" w:name="_Toc151544396"/>
      <w:bookmarkStart w:id="46" w:name="_Toc152075825"/>
      <w:bookmarkStart w:id="47" w:name="_Hlk148434462"/>
      <w:r>
        <w:lastRenderedPageBreak/>
        <w:t>P</w:t>
      </w:r>
      <w:r w:rsidR="003A3F48">
        <w:t>říloh</w:t>
      </w:r>
      <w:bookmarkEnd w:id="44"/>
      <w:bookmarkEnd w:id="45"/>
      <w:r w:rsidR="00AA38C3">
        <w:t>y</w:t>
      </w:r>
      <w:bookmarkEnd w:id="46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7"/>
    <w:bookmarkEnd w:id="48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9" w:name="_Hlk148432328"/>
      <w:r>
        <w:rPr>
          <w:noProof/>
        </w:rPr>
        <w:t xml:space="preserve">Přílohy jsou uvedeny bez čísla verze. </w:t>
      </w:r>
      <w:bookmarkEnd w:id="49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B777" w14:textId="77777777" w:rsidR="00017163" w:rsidRDefault="00017163" w:rsidP="00962258">
      <w:r>
        <w:separator/>
      </w:r>
    </w:p>
  </w:endnote>
  <w:endnote w:type="continuationSeparator" w:id="0">
    <w:p w14:paraId="40F04595" w14:textId="77777777" w:rsidR="00017163" w:rsidRDefault="00017163" w:rsidP="00962258">
      <w:r>
        <w:continuationSeparator/>
      </w:r>
    </w:p>
  </w:endnote>
  <w:endnote w:type="continuationNotice" w:id="1">
    <w:p w14:paraId="08169A9A" w14:textId="77777777" w:rsidR="00017163" w:rsidRDefault="0001716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108D0" w:rsidRPr="00B435A5" w14:paraId="4CB15A53" w14:textId="77777777" w:rsidTr="00EE1F89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875D16C" w14:textId="195193BC" w:rsidR="005108D0" w:rsidRPr="00B8518B" w:rsidRDefault="005108D0" w:rsidP="00D3365C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10819">
            <w:rPr>
              <w:rStyle w:val="slostrnky"/>
              <w:noProof/>
            </w:rPr>
            <w:t>17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AEFDDB9" w14:textId="5AC18D60" w:rsidR="005108D0" w:rsidRPr="003462EB" w:rsidRDefault="00510819" w:rsidP="00D3365C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108D0">
                <w:t xml:space="preserve">„Prostá elektrizace traťového úseku </w:t>
              </w:r>
              <w:proofErr w:type="gramStart"/>
              <w:r w:rsidR="005108D0">
                <w:t>Zdice - Písek</w:t>
              </w:r>
              <w:proofErr w:type="gramEnd"/>
              <w:r w:rsidR="005108D0">
                <w:t>“</w:t>
              </w:r>
            </w:sdtContent>
          </w:sdt>
        </w:p>
        <w:p w14:paraId="6F19D29A" w14:textId="0E0BD051" w:rsidR="005108D0" w:rsidRPr="00B435A5" w:rsidRDefault="00510819" w:rsidP="008E47DF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5108D0">
                <w:t>Plán realizace BIM (BEP)</w:t>
              </w:r>
            </w:sdtContent>
          </w:sdt>
        </w:p>
      </w:tc>
    </w:tr>
  </w:tbl>
  <w:p w14:paraId="4AE31012" w14:textId="77777777" w:rsidR="005108D0" w:rsidRPr="00FB2C4A" w:rsidRDefault="005108D0" w:rsidP="00D336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108D0" w:rsidRPr="009E09BE" w14:paraId="723FD214" w14:textId="77777777" w:rsidTr="00EE1F8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04FC801" w14:textId="223B8440" w:rsidR="005108D0" w:rsidRPr="003462EB" w:rsidRDefault="00510819" w:rsidP="00D3365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108D0">
                <w:t xml:space="preserve">„Prostá elektrizace traťového úseku </w:t>
              </w:r>
              <w:proofErr w:type="gramStart"/>
              <w:r w:rsidR="005108D0">
                <w:t>Zdice - Písek</w:t>
              </w:r>
              <w:proofErr w:type="gramEnd"/>
              <w:r w:rsidR="005108D0">
                <w:t>“</w:t>
              </w:r>
            </w:sdtContent>
          </w:sdt>
        </w:p>
        <w:p w14:paraId="2FB88DE7" w14:textId="79F35712" w:rsidR="005108D0" w:rsidRPr="003462EB" w:rsidRDefault="00510819" w:rsidP="00D3365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5108D0">
                <w:rPr>
                  <w:b/>
                  <w:color w:val="FF5200" w:themeColor="accent2"/>
                  <w:sz w:val="14"/>
                </w:rPr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5628B1F4" w14:textId="2346E90C" w:rsidR="005108D0" w:rsidRPr="009E09BE" w:rsidRDefault="005108D0" w:rsidP="00D3365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510819">
            <w:rPr>
              <w:rStyle w:val="slostrnky"/>
              <w:noProof/>
            </w:rPr>
            <w:t>17</w:t>
          </w:r>
          <w:r>
            <w:rPr>
              <w:rStyle w:val="slostrnky"/>
            </w:rPr>
            <w:fldChar w:fldCharType="end"/>
          </w:r>
        </w:p>
      </w:tc>
    </w:tr>
  </w:tbl>
  <w:p w14:paraId="156B2D73" w14:textId="77777777" w:rsidR="005108D0" w:rsidRPr="00D3365C" w:rsidRDefault="005108D0" w:rsidP="00D336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C3DDD" w14:textId="77777777" w:rsidR="005108D0" w:rsidRPr="00D3365C" w:rsidRDefault="005108D0" w:rsidP="00D3365C">
    <w:pPr>
      <w:pStyle w:val="Tituldatum"/>
      <w:tabs>
        <w:tab w:val="left" w:pos="2552"/>
      </w:tabs>
      <w:rPr>
        <w:sz w:val="22"/>
        <w:szCs w:val="22"/>
      </w:rPr>
    </w:pPr>
    <w:bookmarkStart w:id="9" w:name="_Hlk148431927"/>
    <w:bookmarkStart w:id="10" w:name="_Hlk148431928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Pr="00510819">
      <w:rPr>
        <w:sz w:val="22"/>
        <w:szCs w:val="22"/>
      </w:rPr>
      <w:t>10.3.2024</w:t>
    </w:r>
  </w:p>
  <w:p w14:paraId="246E3176" w14:textId="772754FE" w:rsidR="005108D0" w:rsidRPr="00D3365C" w:rsidRDefault="005108D0" w:rsidP="00D3365C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59CD" w14:textId="77777777" w:rsidR="00017163" w:rsidRDefault="00017163" w:rsidP="00962258">
      <w:r>
        <w:separator/>
      </w:r>
    </w:p>
  </w:footnote>
  <w:footnote w:type="continuationSeparator" w:id="0">
    <w:p w14:paraId="448697A6" w14:textId="77777777" w:rsidR="00017163" w:rsidRDefault="00017163" w:rsidP="00962258">
      <w:r>
        <w:continuationSeparator/>
      </w:r>
    </w:p>
  </w:footnote>
  <w:footnote w:type="continuationNotice" w:id="1">
    <w:p w14:paraId="661A37A5" w14:textId="77777777" w:rsidR="00017163" w:rsidRDefault="0001716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B00DA" w14:textId="77777777" w:rsidR="005108D0" w:rsidRPr="00D3365C" w:rsidRDefault="005108D0" w:rsidP="00D3365C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D975B29" wp14:editId="32912D6E">
          <wp:extent cx="1714500" cy="638175"/>
          <wp:effectExtent l="0" t="0" r="0" b="9525"/>
          <wp:docPr id="623786954" name="Obrázek 623786954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230F" w14:textId="77777777" w:rsidR="00017163" w:rsidRDefault="00017163">
    <w:pPr>
      <w:pStyle w:val="Zhlav"/>
    </w:pPr>
    <w:r>
      <w:rPr>
        <w:noProof/>
        <w:lang w:eastAsia="cs-CZ"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017163" w:rsidRPr="00460660" w:rsidRDefault="0001716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691000">
    <w:abstractNumId w:val="7"/>
  </w:num>
  <w:num w:numId="2" w16cid:durableId="1644236655">
    <w:abstractNumId w:val="6"/>
  </w:num>
  <w:num w:numId="3" w16cid:durableId="1382972333">
    <w:abstractNumId w:val="2"/>
  </w:num>
  <w:num w:numId="4" w16cid:durableId="1424451326">
    <w:abstractNumId w:val="19"/>
  </w:num>
  <w:num w:numId="5" w16cid:durableId="235091799">
    <w:abstractNumId w:val="9"/>
  </w:num>
  <w:num w:numId="6" w16cid:durableId="538126698">
    <w:abstractNumId w:val="17"/>
  </w:num>
  <w:num w:numId="7" w16cid:durableId="1554921508">
    <w:abstractNumId w:val="0"/>
  </w:num>
  <w:num w:numId="8" w16cid:durableId="647050022">
    <w:abstractNumId w:val="5"/>
  </w:num>
  <w:num w:numId="9" w16cid:durableId="1511286869">
    <w:abstractNumId w:val="18"/>
  </w:num>
  <w:num w:numId="10" w16cid:durableId="391079392">
    <w:abstractNumId w:val="3"/>
  </w:num>
  <w:num w:numId="11" w16cid:durableId="1341077590">
    <w:abstractNumId w:val="13"/>
  </w:num>
  <w:num w:numId="12" w16cid:durableId="267087824">
    <w:abstractNumId w:val="15"/>
  </w:num>
  <w:num w:numId="13" w16cid:durableId="881289788">
    <w:abstractNumId w:val="1"/>
  </w:num>
  <w:num w:numId="14" w16cid:durableId="1353142300">
    <w:abstractNumId w:val="12"/>
  </w:num>
  <w:num w:numId="15" w16cid:durableId="877931949">
    <w:abstractNumId w:val="4"/>
  </w:num>
  <w:num w:numId="16" w16cid:durableId="1103914524">
    <w:abstractNumId w:val="10"/>
  </w:num>
  <w:num w:numId="17" w16cid:durableId="759714697">
    <w:abstractNumId w:val="8"/>
  </w:num>
  <w:num w:numId="18" w16cid:durableId="635111796">
    <w:abstractNumId w:val="11"/>
  </w:num>
  <w:num w:numId="19" w16cid:durableId="57946710">
    <w:abstractNumId w:val="5"/>
  </w:num>
  <w:num w:numId="20" w16cid:durableId="630550066">
    <w:abstractNumId w:val="5"/>
  </w:num>
  <w:num w:numId="21" w16cid:durableId="1343360814">
    <w:abstractNumId w:val="5"/>
  </w:num>
  <w:num w:numId="22" w16cid:durableId="649409066">
    <w:abstractNumId w:val="5"/>
  </w:num>
  <w:num w:numId="23" w16cid:durableId="238755007">
    <w:abstractNumId w:val="5"/>
  </w:num>
  <w:num w:numId="24" w16cid:durableId="1467624467">
    <w:abstractNumId w:val="5"/>
  </w:num>
  <w:num w:numId="25" w16cid:durableId="721292904">
    <w:abstractNumId w:val="5"/>
  </w:num>
  <w:num w:numId="26" w16cid:durableId="790175544">
    <w:abstractNumId w:val="5"/>
  </w:num>
  <w:num w:numId="27" w16cid:durableId="790631108">
    <w:abstractNumId w:val="5"/>
  </w:num>
  <w:num w:numId="28" w16cid:durableId="1087194222">
    <w:abstractNumId w:val="5"/>
  </w:num>
  <w:num w:numId="29" w16cid:durableId="1576865795">
    <w:abstractNumId w:val="5"/>
  </w:num>
  <w:num w:numId="30" w16cid:durableId="404305635">
    <w:abstractNumId w:val="5"/>
  </w:num>
  <w:num w:numId="31" w16cid:durableId="2034962011">
    <w:abstractNumId w:val="9"/>
  </w:num>
  <w:num w:numId="32" w16cid:durableId="1193304274">
    <w:abstractNumId w:val="5"/>
  </w:num>
  <w:num w:numId="33" w16cid:durableId="287246978">
    <w:abstractNumId w:val="5"/>
  </w:num>
  <w:num w:numId="34" w16cid:durableId="2053964053">
    <w:abstractNumId w:val="5"/>
  </w:num>
  <w:num w:numId="35" w16cid:durableId="18036911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80292302">
    <w:abstractNumId w:val="5"/>
  </w:num>
  <w:num w:numId="37" w16cid:durableId="794524469">
    <w:abstractNumId w:val="5"/>
  </w:num>
  <w:num w:numId="38" w16cid:durableId="173424592">
    <w:abstractNumId w:val="5"/>
  </w:num>
  <w:num w:numId="39" w16cid:durableId="1167554582">
    <w:abstractNumId w:val="14"/>
  </w:num>
  <w:num w:numId="40" w16cid:durableId="968508162">
    <w:abstractNumId w:val="5"/>
  </w:num>
  <w:num w:numId="41" w16cid:durableId="1549106104">
    <w:abstractNumId w:val="5"/>
  </w:num>
  <w:num w:numId="42" w16cid:durableId="1600798541">
    <w:abstractNumId w:val="5"/>
  </w:num>
  <w:num w:numId="43" w16cid:durableId="37899329">
    <w:abstractNumId w:val="5"/>
  </w:num>
  <w:num w:numId="44" w16cid:durableId="714236214">
    <w:abstractNumId w:val="5"/>
  </w:num>
  <w:num w:numId="45" w16cid:durableId="124929868">
    <w:abstractNumId w:val="5"/>
  </w:num>
  <w:num w:numId="46" w16cid:durableId="946304062">
    <w:abstractNumId w:val="5"/>
  </w:num>
  <w:num w:numId="47" w16cid:durableId="2003463274">
    <w:abstractNumId w:val="5"/>
  </w:num>
  <w:num w:numId="48" w16cid:durableId="1685281215">
    <w:abstractNumId w:val="9"/>
  </w:num>
  <w:num w:numId="49" w16cid:durableId="267854475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163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0DF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266A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11CE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541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1ABD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4238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0819"/>
    <w:rsid w:val="005108D0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6458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6C8C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0FA1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1F9C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E1C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1BD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5D3F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321C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16C3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4A51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1F84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FB4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0E4C"/>
    <w:rsid w:val="00B11215"/>
    <w:rsid w:val="00B11CAD"/>
    <w:rsid w:val="00B12177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5769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1A6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3C5F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39FE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086F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39AF0FAB171F458C9B181AA788763F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01113F-8544-44C5-8C45-8E10D2409BC5}"/>
      </w:docPartPr>
      <w:docPartBody>
        <w:p w:rsidR="004D3427" w:rsidRDefault="004D3427" w:rsidP="004D3427">
          <w:pPr>
            <w:pStyle w:val="39AF0FAB171F458C9B181AA788763F10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3688DD3119A84391BDB62214957F9B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7DAAB-35B5-40BD-AA9A-CD1680B25528}"/>
      </w:docPartPr>
      <w:docPartBody>
        <w:p w:rsidR="00F57827" w:rsidRDefault="00E73A25" w:rsidP="00E73A25">
          <w:pPr>
            <w:pStyle w:val="3688DD3119A84391BDB62214957F9BF1"/>
          </w:pPr>
          <w:r w:rsidRPr="004E4619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2133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A6C5E"/>
    <w:rsid w:val="004D3427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07E08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46748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73A25"/>
    <w:rsid w:val="00E82ACB"/>
    <w:rsid w:val="00E9281D"/>
    <w:rsid w:val="00F37E07"/>
    <w:rsid w:val="00F46CFF"/>
    <w:rsid w:val="00F57827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3A25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9AF0FAB171F458C9B181AA788763F10">
    <w:name w:val="39AF0FAB171F458C9B181AA788763F10"/>
    <w:rsid w:val="004D3427"/>
    <w:pPr>
      <w:spacing w:after="160" w:line="259" w:lineRule="auto"/>
    </w:pPr>
  </w:style>
  <w:style w:type="paragraph" w:customStyle="1" w:styleId="3688DD3119A84391BDB62214957F9BF1">
    <w:name w:val="3688DD3119A84391BDB62214957F9BF1"/>
    <w:rsid w:val="00E73A2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FA5BA1F-567B-4682-B78B-B22341B367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19</Pages>
  <Words>2056</Words>
  <Characters>12135</Characters>
  <Application>Microsoft Office Word</Application>
  <DocSecurity>2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„Prostá elektrizace traťového úseku Zdice - Písek“</dc:subject>
  <dc:creator>Správa železnic</dc:creator>
  <cp:keywords>2023-12</cp:keywords>
  <cp:lastModifiedBy>Šafář Karel, Ing.</cp:lastModifiedBy>
  <cp:revision>11</cp:revision>
  <cp:lastPrinted>2021-08-24T05:31:00Z</cp:lastPrinted>
  <dcterms:created xsi:type="dcterms:W3CDTF">2024-03-08T07:14:00Z</dcterms:created>
  <dcterms:modified xsi:type="dcterms:W3CDTF">2024-03-25T12:28:00Z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