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380AAA9F" w:rsidR="00F862D6" w:rsidRPr="001A6F12" w:rsidRDefault="00410BC6" w:rsidP="0037111D">
            <w:pPr>
              <w:rPr>
                <w:szCs w:val="14"/>
              </w:rPr>
            </w:pPr>
            <w:r>
              <w:rPr>
                <w:szCs w:val="14"/>
              </w:rPr>
              <w:t>26</w:t>
            </w:r>
            <w:r w:rsidR="00C04B2D">
              <w:rPr>
                <w:szCs w:val="14"/>
              </w:rPr>
              <w:t>92</w:t>
            </w:r>
            <w:r w:rsidR="00B841EE">
              <w:rPr>
                <w:szCs w:val="14"/>
              </w:rPr>
              <w:t>/</w:t>
            </w:r>
            <w:r>
              <w:rPr>
                <w:szCs w:val="14"/>
              </w:rPr>
              <w:t>2024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6C3A373" w:rsidR="00F862D6" w:rsidRPr="001A6F12" w:rsidRDefault="00410BC6" w:rsidP="00CC1E2B">
            <w:pPr>
              <w:rPr>
                <w:szCs w:val="14"/>
              </w:rPr>
            </w:pPr>
            <w:r>
              <w:rPr>
                <w:szCs w:val="14"/>
              </w:rPr>
              <w:t>21</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CB8A214" w:rsidR="00F862D6" w:rsidRPr="001A6F12" w:rsidRDefault="00410BC6" w:rsidP="00FE3455">
            <w:pPr>
              <w:rPr>
                <w:szCs w:val="14"/>
              </w:rPr>
            </w:pPr>
            <w:r>
              <w:rPr>
                <w:szCs w:val="14"/>
              </w:rPr>
              <w:t>Mgr. Kateřina Lacigová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4BC34343" w:rsidR="009A7568" w:rsidRPr="001A6F12" w:rsidRDefault="00410BC6" w:rsidP="009A7568">
            <w:pPr>
              <w:rPr>
                <w:szCs w:val="14"/>
              </w:rPr>
            </w:pPr>
            <w:r>
              <w:rPr>
                <w:szCs w:val="14"/>
              </w:rPr>
              <w:t>+420 724 932 384</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205B791A" w:rsidR="009A7568" w:rsidRPr="001A6F12" w:rsidRDefault="00410BC6" w:rsidP="006104F6">
            <w:pPr>
              <w:rPr>
                <w:szCs w:val="14"/>
              </w:rPr>
            </w:pPr>
            <w:r>
              <w:rPr>
                <w:szCs w:val="14"/>
              </w:rPr>
              <w:t>Lacigova@spravazeleznic.cz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F2393E" w:rsidRDefault="009A7568" w:rsidP="009A7568">
            <w:pPr>
              <w:rPr>
                <w:szCs w:val="14"/>
              </w:rPr>
            </w:pPr>
            <w:r w:rsidRPr="00F2393E">
              <w:rPr>
                <w:szCs w:val="14"/>
              </w:rPr>
              <w:t>Datum</w:t>
            </w:r>
          </w:p>
        </w:tc>
        <w:tc>
          <w:tcPr>
            <w:tcW w:w="2552" w:type="dxa"/>
          </w:tcPr>
          <w:p w14:paraId="01E017F8" w14:textId="39131FF6" w:rsidR="009A7568" w:rsidRPr="00F2393E" w:rsidRDefault="00410BC6" w:rsidP="009A7568">
            <w:pPr>
              <w:rPr>
                <w:szCs w:val="14"/>
              </w:rPr>
            </w:pPr>
            <w:r w:rsidRPr="00F2393E">
              <w:rPr>
                <w:szCs w:val="14"/>
              </w:rPr>
              <w:t>1</w:t>
            </w:r>
            <w:r w:rsidR="00F2393E" w:rsidRPr="00F2393E">
              <w:rPr>
                <w:szCs w:val="14"/>
              </w:rPr>
              <w:t>8</w:t>
            </w:r>
            <w:r w:rsidRPr="00F2393E">
              <w:rPr>
                <w:szCs w:val="14"/>
              </w:rPr>
              <w:t>. března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2C20B8D" w14:textId="77777777" w:rsidR="00410BC6" w:rsidRPr="00FC099F" w:rsidRDefault="00FC44E6" w:rsidP="00FC44E6">
      <w:pPr>
        <w:spacing w:after="0" w:line="240" w:lineRule="auto"/>
        <w:rPr>
          <w:rFonts w:eastAsia="Times New Roman" w:cs="Times New Roman"/>
          <w:lang w:eastAsia="cs-CZ"/>
        </w:rPr>
      </w:pPr>
      <w:r w:rsidRPr="00FC099F">
        <w:rPr>
          <w:rFonts w:eastAsia="Times New Roman" w:cs="Times New Roman"/>
          <w:lang w:eastAsia="cs-CZ"/>
        </w:rPr>
        <w:t xml:space="preserve">Níže uvedený zadavatel Vás tímto vyzývá k podání nabídky ve veřejné zakázce </w:t>
      </w:r>
    </w:p>
    <w:p w14:paraId="2F62F4AE" w14:textId="77777777" w:rsidR="00410BC6" w:rsidRPr="00FC099F" w:rsidRDefault="00410BC6" w:rsidP="00FC44E6">
      <w:pPr>
        <w:spacing w:after="0" w:line="240" w:lineRule="auto"/>
        <w:rPr>
          <w:rFonts w:eastAsia="Times New Roman" w:cs="Times New Roman"/>
          <w:lang w:eastAsia="cs-CZ"/>
        </w:rPr>
      </w:pPr>
    </w:p>
    <w:p w14:paraId="508687A4" w14:textId="0D72FA31" w:rsidR="00FC44E6" w:rsidRPr="00FC099F" w:rsidRDefault="00FC44E6" w:rsidP="00FC44E6">
      <w:pPr>
        <w:spacing w:after="0" w:line="240" w:lineRule="auto"/>
        <w:rPr>
          <w:rFonts w:eastAsia="Times New Roman" w:cs="Times New Roman"/>
          <w:iCs/>
          <w:lang w:eastAsia="cs-CZ"/>
        </w:rPr>
      </w:pPr>
      <w:bookmarkStart w:id="0" w:name="_Hlk161143976"/>
      <w:r w:rsidRPr="00FC099F">
        <w:rPr>
          <w:rFonts w:eastAsia="Times New Roman" w:cs="Times New Roman"/>
          <w:iCs/>
          <w:lang w:eastAsia="cs-CZ"/>
        </w:rPr>
        <w:t>na služby:</w:t>
      </w:r>
      <w:r w:rsidR="00410BC6" w:rsidRPr="00FC099F">
        <w:rPr>
          <w:rFonts w:eastAsia="Times New Roman" w:cs="Times New Roman"/>
          <w:iCs/>
          <w:lang w:eastAsia="cs-CZ"/>
        </w:rPr>
        <w:t xml:space="preserve"> </w:t>
      </w:r>
      <w:r w:rsidR="00506D82" w:rsidRPr="00FC099F">
        <w:rPr>
          <w:rFonts w:eastAsia="Times New Roman" w:cs="Times New Roman"/>
          <w:b/>
          <w:iCs/>
          <w:lang w:eastAsia="cs-CZ"/>
        </w:rPr>
        <w:t>Projektová dokumentace pro společné povolení, projektová dokumentace pro provádění stavby a výkon dozoru</w:t>
      </w:r>
      <w:r w:rsidR="00333388" w:rsidRPr="00FC099F">
        <w:rPr>
          <w:rFonts w:eastAsia="Times New Roman" w:cs="Times New Roman"/>
          <w:b/>
          <w:iCs/>
          <w:lang w:eastAsia="cs-CZ"/>
        </w:rPr>
        <w:t xml:space="preserve"> projektanta</w:t>
      </w:r>
      <w:r w:rsidR="00506D82" w:rsidRPr="00FC099F">
        <w:rPr>
          <w:rFonts w:eastAsia="Times New Roman" w:cs="Times New Roman"/>
          <w:b/>
          <w:iCs/>
          <w:lang w:eastAsia="cs-CZ"/>
        </w:rPr>
        <w:t xml:space="preserve"> (dále jen „DUSP+PDPS+D</w:t>
      </w:r>
      <w:r w:rsidR="00410BC6" w:rsidRPr="00FC099F">
        <w:rPr>
          <w:rFonts w:eastAsia="Times New Roman" w:cs="Times New Roman"/>
          <w:b/>
          <w:iCs/>
          <w:lang w:eastAsia="cs-CZ"/>
        </w:rPr>
        <w:t>P</w:t>
      </w:r>
      <w:r w:rsidR="00506D82" w:rsidRPr="00FC099F">
        <w:rPr>
          <w:rFonts w:eastAsia="Times New Roman" w:cs="Times New Roman"/>
          <w:b/>
          <w:iCs/>
          <w:lang w:eastAsia="cs-CZ"/>
        </w:rPr>
        <w:t>“)</w:t>
      </w:r>
    </w:p>
    <w:p w14:paraId="0DD36B57" w14:textId="77777777" w:rsidR="00333388" w:rsidRPr="00FC099F" w:rsidRDefault="00333388" w:rsidP="00FC44E6">
      <w:pPr>
        <w:spacing w:after="0" w:line="240" w:lineRule="auto"/>
        <w:rPr>
          <w:rFonts w:eastAsia="Times New Roman" w:cs="Times New Roman"/>
          <w:b/>
          <w:i/>
          <w:color w:val="FF0000"/>
          <w:lang w:eastAsia="cs-CZ"/>
        </w:rPr>
      </w:pPr>
    </w:p>
    <w:p w14:paraId="4AE66A44" w14:textId="09FBA5CD" w:rsidR="00FC44E6" w:rsidRPr="00410BC6" w:rsidRDefault="00FC44E6" w:rsidP="00410BC6">
      <w:r w:rsidRPr="00FC099F">
        <w:rPr>
          <w:rFonts w:eastAsia="Times New Roman" w:cs="Times New Roman"/>
          <w:lang w:eastAsia="cs-CZ"/>
        </w:rPr>
        <w:t>s</w:t>
      </w:r>
      <w:r w:rsidR="00410BC6" w:rsidRPr="00FC099F">
        <w:rPr>
          <w:rFonts w:eastAsia="Times New Roman" w:cs="Times New Roman"/>
          <w:lang w:eastAsia="cs-CZ"/>
        </w:rPr>
        <w:t> </w:t>
      </w:r>
      <w:r w:rsidRPr="00FC099F">
        <w:rPr>
          <w:rFonts w:eastAsia="Times New Roman" w:cs="Times New Roman"/>
          <w:lang w:eastAsia="cs-CZ"/>
        </w:rPr>
        <w:t>názvem</w:t>
      </w:r>
      <w:r w:rsidR="00410BC6" w:rsidRPr="00FC099F">
        <w:rPr>
          <w:rFonts w:eastAsia="Times New Roman" w:cs="Times New Roman"/>
          <w:lang w:eastAsia="cs-CZ"/>
        </w:rPr>
        <w:t>:</w:t>
      </w:r>
      <w:r w:rsidRPr="00FC099F">
        <w:rPr>
          <w:rFonts w:eastAsia="Times New Roman" w:cs="Times New Roman"/>
          <w:b/>
          <w:lang w:eastAsia="cs-CZ"/>
        </w:rPr>
        <w:t xml:space="preserve"> „</w:t>
      </w:r>
      <w:r w:rsidR="00C04B2D" w:rsidRPr="00FC099F">
        <w:rPr>
          <w:rFonts w:eastAsia="Times New Roman" w:cs="Arial"/>
          <w:b/>
          <w:bCs/>
          <w:color w:val="000000"/>
          <w:lang w:eastAsia="cs-CZ"/>
        </w:rPr>
        <w:t xml:space="preserve">Výstavba PZS na přejezdu P5384 v km 8,795 trati Hradec </w:t>
      </w:r>
      <w:proofErr w:type="gramStart"/>
      <w:r w:rsidR="00C04B2D" w:rsidRPr="00FC099F">
        <w:rPr>
          <w:rFonts w:eastAsia="Times New Roman" w:cs="Arial"/>
          <w:b/>
          <w:bCs/>
          <w:color w:val="000000"/>
          <w:lang w:eastAsia="cs-CZ"/>
        </w:rPr>
        <w:t>Králové - Turnov</w:t>
      </w:r>
      <w:proofErr w:type="gramEnd"/>
      <w:r w:rsidRPr="00FC099F">
        <w:rPr>
          <w:rFonts w:eastAsia="Times New Roman" w:cs="Times New Roman"/>
          <w:b/>
          <w:lang w:eastAsia="cs-CZ"/>
        </w:rPr>
        <w:t>“</w:t>
      </w:r>
    </w:p>
    <w:bookmarkEnd w:id="0"/>
    <w:p w14:paraId="048790E4" w14:textId="608F6E3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sidRPr="00F2393E">
        <w:rPr>
          <w:rFonts w:eastAsia="Times New Roman" w:cs="Times New Roman"/>
          <w:lang w:eastAsia="cs-CZ"/>
        </w:rPr>
        <w:t>dle registru</w:t>
      </w:r>
      <w:r w:rsidRPr="00F2393E">
        <w:rPr>
          <w:rFonts w:eastAsia="Times New Roman" w:cs="Times New Roman"/>
          <w:lang w:eastAsia="cs-CZ"/>
        </w:rPr>
        <w:t>:</w:t>
      </w:r>
      <w:r w:rsidR="00410BC6" w:rsidRPr="00F2393E">
        <w:rPr>
          <w:rFonts w:eastAsia="Times New Roman" w:cs="Times New Roman"/>
          <w:lang w:eastAsia="cs-CZ"/>
        </w:rPr>
        <w:t xml:space="preserve"> 61724</w:t>
      </w:r>
      <w:r w:rsidR="00F2393E" w:rsidRPr="00F2393E">
        <w:rPr>
          <w:rFonts w:eastAsia="Times New Roman" w:cs="Times New Roman"/>
          <w:lang w:eastAsia="cs-CZ"/>
        </w:rPr>
        <w:t>057</w:t>
      </w:r>
      <w:r w:rsidRPr="00F2393E">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0166A7FF" w14:textId="52A8673D" w:rsidR="00275EA1" w:rsidRPr="0095684C" w:rsidRDefault="00410BC6" w:rsidP="0095684C">
      <w:pPr>
        <w:spacing w:after="0" w:line="240" w:lineRule="auto"/>
        <w:ind w:right="23"/>
        <w:jc w:val="both"/>
        <w:rPr>
          <w:i/>
        </w:rPr>
      </w:pPr>
      <w:r>
        <w:rPr>
          <w:rFonts w:eastAsia="Times New Roman" w:cs="Times New Roman"/>
          <w:i/>
          <w:lang w:eastAsia="cs-CZ"/>
        </w:rPr>
        <w:t>U</w:t>
      </w:r>
      <w:r w:rsidR="00275EA1" w:rsidRPr="0095684C">
        <w:rPr>
          <w:rFonts w:eastAsia="Times New Roman" w:cs="Times New Roman"/>
          <w:i/>
          <w:lang w:eastAsia="cs-CZ"/>
        </w:rPr>
        <w:t xml:space="preserve"> této zakázky se předpokládá, že bude </w:t>
      </w:r>
      <w:r w:rsidR="00275EA1" w:rsidRPr="0095684C">
        <w:rPr>
          <w:rFonts w:eastAsia="Times New Roman" w:cs="Times New Roman"/>
          <w:i/>
          <w:iCs/>
          <w:lang w:eastAsia="cs-CZ"/>
        </w:rPr>
        <w:t>financována</w:t>
      </w:r>
      <w:r w:rsidR="00275EA1" w:rsidRPr="0095684C">
        <w:rPr>
          <w:rFonts w:eastAsia="Times New Roman" w:cs="Times New Roman"/>
          <w:i/>
          <w:lang w:eastAsia="cs-CZ"/>
        </w:rPr>
        <w:t xml:space="preserve"> z prostředků Státního fondu dopravní infrastruktury</w:t>
      </w:r>
      <w:r w:rsidR="00A46717" w:rsidRPr="0095684C">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FC44E6" w:rsidRPr="00FC44E6">
        <w:rPr>
          <w:rFonts w:eastAsia="Times New Roman" w:cs="Times New Roman"/>
          <w:lang w:val="x-none" w:eastAsia="x-none"/>
        </w:rPr>
        <w:lastRenderedPageBreak/>
        <w:t xml:space="preserve">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616ACD4F" w:rsidR="00FC44E6" w:rsidRDefault="00FC44E6" w:rsidP="00FC44E6">
      <w:pPr>
        <w:spacing w:after="0" w:line="240" w:lineRule="auto"/>
        <w:ind w:left="426"/>
        <w:jc w:val="both"/>
        <w:rPr>
          <w:rFonts w:eastAsia="Times New Roman" w:cs="Arial"/>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500DEF67" w14:textId="77777777" w:rsidR="00410BC6" w:rsidRPr="00FC44E6" w:rsidRDefault="00410BC6" w:rsidP="00410BC6">
      <w:pPr>
        <w:spacing w:after="0" w:line="240" w:lineRule="auto"/>
        <w:ind w:left="426"/>
        <w:jc w:val="both"/>
        <w:rPr>
          <w:rFonts w:eastAsia="Times New Roman" w:cs="Times New Roman"/>
          <w:lang w:eastAsia="cs-CZ"/>
        </w:rPr>
      </w:pPr>
      <w:r w:rsidRPr="00702393">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2E74E3E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410BC6" w:rsidRPr="00410BC6">
        <w:rPr>
          <w:rFonts w:eastAsia="Times New Roman" w:cs="Times New Roman"/>
          <w:b/>
          <w:bCs/>
          <w:lang w:eastAsia="cs-CZ"/>
        </w:rPr>
        <w:t>1 </w:t>
      </w:r>
      <w:r w:rsidR="00C04B2D">
        <w:rPr>
          <w:rFonts w:eastAsia="Times New Roman" w:cs="Times New Roman"/>
          <w:b/>
          <w:bCs/>
          <w:lang w:eastAsia="cs-CZ"/>
        </w:rPr>
        <w:t>351</w:t>
      </w:r>
      <w:r w:rsidR="00410BC6" w:rsidRPr="00410BC6">
        <w:rPr>
          <w:rFonts w:eastAsia="Times New Roman" w:cs="Times New Roman"/>
          <w:b/>
          <w:bCs/>
          <w:lang w:eastAsia="cs-CZ"/>
        </w:rPr>
        <w:t xml:space="preserve"> </w:t>
      </w:r>
      <w:r w:rsidR="00C04B2D">
        <w:rPr>
          <w:rFonts w:eastAsia="Times New Roman" w:cs="Times New Roman"/>
          <w:b/>
          <w:bCs/>
          <w:lang w:eastAsia="cs-CZ"/>
        </w:rPr>
        <w:t>11</w:t>
      </w:r>
      <w:r w:rsidR="00410BC6" w:rsidRPr="00410BC6">
        <w:rPr>
          <w:rFonts w:eastAsia="Times New Roman" w:cs="Times New Roman"/>
          <w:b/>
          <w:bCs/>
          <w:lang w:eastAsia="cs-CZ"/>
        </w:rPr>
        <w:t>9</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47971796" w14:textId="44DADE56" w:rsidR="00410BC6" w:rsidRPr="00FC099F" w:rsidRDefault="00FC44E6" w:rsidP="00410BC6">
      <w:pPr>
        <w:spacing w:after="0" w:line="240" w:lineRule="auto"/>
        <w:ind w:left="426"/>
        <w:jc w:val="both"/>
        <w:rPr>
          <w:rFonts w:ascii="Verdana" w:hAnsi="Verdana"/>
        </w:rPr>
      </w:pPr>
      <w:r w:rsidRPr="00FC099F">
        <w:rPr>
          <w:rFonts w:eastAsia="Times New Roman" w:cs="Times New Roman"/>
          <w:b/>
          <w:lang w:eastAsia="cs-CZ"/>
        </w:rPr>
        <w:t xml:space="preserve">Předmětem VZ je </w:t>
      </w:r>
      <w:r w:rsidR="00410BC6" w:rsidRPr="00FC099F">
        <w:rPr>
          <w:rFonts w:eastAsia="Times New Roman" w:cs="Times New Roman"/>
          <w:b/>
          <w:lang w:eastAsia="cs-CZ"/>
        </w:rPr>
        <w:t xml:space="preserve">zpracování Projektové </w:t>
      </w:r>
      <w:r w:rsidR="00410BC6" w:rsidRPr="00FC099F">
        <w:rPr>
          <w:rFonts w:ascii="Verdana" w:hAnsi="Verdana"/>
          <w:b/>
        </w:rPr>
        <w:t>Dokumentace pro vydání společného povolení</w:t>
      </w:r>
      <w:r w:rsidR="00410BC6" w:rsidRPr="00FC099F">
        <w:rPr>
          <w:rFonts w:ascii="Verdana" w:hAnsi="Verdana"/>
        </w:rPr>
        <w:t xml:space="preserve"> („DUSP“) a </w:t>
      </w:r>
      <w:r w:rsidR="00410BC6" w:rsidRPr="00FC099F">
        <w:rPr>
          <w:rFonts w:ascii="Verdana" w:hAnsi="Verdana"/>
          <w:b/>
          <w:bCs/>
        </w:rPr>
        <w:t>Projektové</w:t>
      </w:r>
      <w:r w:rsidR="00410BC6" w:rsidRPr="00FC099F">
        <w:rPr>
          <w:rFonts w:ascii="Verdana" w:hAnsi="Verdana"/>
        </w:rPr>
        <w:t xml:space="preserve"> </w:t>
      </w:r>
      <w:r w:rsidR="00410BC6" w:rsidRPr="00FC099F">
        <w:rPr>
          <w:rFonts w:ascii="Verdana" w:hAnsi="Verdana"/>
          <w:b/>
          <w:bCs/>
        </w:rPr>
        <w:t>Dokumentace pro provádění stavby</w:t>
      </w:r>
      <w:r w:rsidR="00410BC6" w:rsidRPr="00FC099F">
        <w:rPr>
          <w:rFonts w:ascii="Verdana" w:hAnsi="Verdana"/>
        </w:rPr>
        <w:t xml:space="preserve"> („PDPS“) včetně </w:t>
      </w:r>
      <w:r w:rsidR="00410BC6" w:rsidRPr="00FC099F">
        <w:rPr>
          <w:rFonts w:ascii="Verdana" w:hAnsi="Verdana"/>
          <w:b/>
          <w:bCs/>
        </w:rPr>
        <w:t xml:space="preserve">výkonu Dozoru projektanta </w:t>
      </w:r>
      <w:r w:rsidR="00410BC6" w:rsidRPr="00FC099F">
        <w:rPr>
          <w:rFonts w:ascii="Verdana" w:hAnsi="Verdana"/>
        </w:rPr>
        <w:t>(„DP“) při realizaci stavby s názvem „</w:t>
      </w:r>
      <w:r w:rsidR="00C04B2D" w:rsidRPr="00FC099F">
        <w:rPr>
          <w:rFonts w:eastAsia="Times New Roman" w:cs="Arial"/>
          <w:color w:val="000000"/>
          <w:lang w:eastAsia="cs-CZ"/>
        </w:rPr>
        <w:t xml:space="preserve">Výstavba PZS na přejezdu P5384 v km 8,795 trati Hradec </w:t>
      </w:r>
      <w:proofErr w:type="gramStart"/>
      <w:r w:rsidR="00C04B2D" w:rsidRPr="00FC099F">
        <w:rPr>
          <w:rFonts w:eastAsia="Times New Roman" w:cs="Arial"/>
          <w:color w:val="000000"/>
          <w:lang w:eastAsia="cs-CZ"/>
        </w:rPr>
        <w:t>Králové - Turnov</w:t>
      </w:r>
      <w:proofErr w:type="gramEnd"/>
      <w:r w:rsidR="00410BC6" w:rsidRPr="00FC099F">
        <w:rPr>
          <w:rFonts w:ascii="Verdana" w:eastAsia="Times New Roman" w:hAnsi="Verdana" w:cs="Arial"/>
          <w:bCs/>
          <w:color w:val="000000"/>
          <w:sz w:val="20"/>
          <w:szCs w:val="20"/>
          <w:lang w:eastAsia="cs-CZ"/>
        </w:rPr>
        <w:t>“</w:t>
      </w:r>
      <w:r w:rsidR="00410BC6" w:rsidRPr="00FC099F">
        <w:rPr>
          <w:rFonts w:eastAsia="Times New Roman" w:cs="Times New Roman"/>
          <w:bCs/>
          <w:lang w:eastAsia="cs-CZ"/>
        </w:rPr>
        <w:t>.</w:t>
      </w:r>
    </w:p>
    <w:p w14:paraId="1584C31B" w14:textId="77777777" w:rsidR="00410BC6" w:rsidRPr="00FC099F" w:rsidRDefault="00410BC6" w:rsidP="00410BC6">
      <w:pPr>
        <w:spacing w:after="200" w:line="276" w:lineRule="auto"/>
        <w:ind w:firstLine="426"/>
        <w:rPr>
          <w:rFonts w:eastAsia="Times New Roman" w:cs="Times New Roman"/>
          <w:b/>
          <w:lang w:eastAsia="cs-CZ"/>
        </w:rPr>
      </w:pPr>
    </w:p>
    <w:p w14:paraId="6F585B95" w14:textId="1E6B4D64" w:rsidR="00410BC6" w:rsidRPr="00FC099F" w:rsidRDefault="00410BC6" w:rsidP="00410BC6">
      <w:pPr>
        <w:spacing w:after="200" w:line="276" w:lineRule="auto"/>
        <w:ind w:firstLine="426"/>
        <w:rPr>
          <w:rFonts w:eastAsia="Times New Roman" w:cs="Times New Roman"/>
          <w:b/>
          <w:lang w:eastAsia="cs-CZ"/>
        </w:rPr>
      </w:pPr>
      <w:r w:rsidRPr="00FC099F">
        <w:rPr>
          <w:rFonts w:eastAsia="Times New Roman" w:cs="Times New Roman"/>
          <w:b/>
          <w:lang w:eastAsia="cs-CZ"/>
        </w:rPr>
        <w:t>Specifikace Díla DUSP+PDPS</w:t>
      </w:r>
    </w:p>
    <w:p w14:paraId="6A663373"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FC099F">
        <w:t>Předmětem Díla je</w:t>
      </w:r>
      <w:r w:rsidRPr="00FC099F">
        <w:rPr>
          <w:b/>
        </w:rPr>
        <w:t xml:space="preserve"> </w:t>
      </w:r>
      <w:r w:rsidRPr="00FC099F">
        <w:t>zpracování Projektové dokumentace pro vydání společného povolení (DUSP) a projektové Dokumentace pro provádění stavby (PDPS) včetně výkonu dozoru projektanta při realizaci stavby dle zadávacích podmínek Objednatele.</w:t>
      </w:r>
      <w:r w:rsidRPr="00FC099F">
        <w:rPr>
          <w:i/>
          <w:color w:val="FF0000"/>
        </w:rPr>
        <w:t xml:space="preserve"> </w:t>
      </w:r>
    </w:p>
    <w:p w14:paraId="6DD0B6C4"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FC099F">
        <w:rPr>
          <w:rStyle w:val="Tun"/>
        </w:rPr>
        <w:t>Zpracování a podání žádosti o</w:t>
      </w:r>
      <w:r w:rsidRPr="00FC099F">
        <w:rPr>
          <w:b/>
        </w:rPr>
        <w:t xml:space="preserve"> </w:t>
      </w:r>
      <w:r w:rsidRPr="00FC099F">
        <w:rPr>
          <w:rStyle w:val="Tun"/>
        </w:rPr>
        <w:t>vydání povolení záměru</w:t>
      </w:r>
      <w:r w:rsidRPr="00FC099F">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7B005DEF"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FC099F">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FC099F">
          <w:rPr>
            <w:rStyle w:val="Hypertextovodkaz"/>
          </w:rPr>
          <w:t>Stanovení nákladů staveb - www.spravazeleznic.cz</w:t>
        </w:r>
      </w:hyperlink>
    </w:p>
    <w:p w14:paraId="582086D8"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FC099F">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FC099F">
        <w:t>Rezortní</w:t>
      </w:r>
      <w:proofErr w:type="gramEnd"/>
      <w:r w:rsidRPr="00FC099F">
        <w:t xml:space="preserve"> metodika pro hodnocení ekonomické efektivnosti projektů dopravních staveb, schválená Ministerstvem dopravy dne 31. 10. 2017. Aktuálně platné znění prováděcích pokynů je k dispozici na </w:t>
      </w:r>
      <w:hyperlink r:id="rId13" w:history="1">
        <w:r w:rsidRPr="00FC099F">
          <w:rPr>
            <w:rStyle w:val="Hypertextovodkaz"/>
          </w:rPr>
          <w:t>http://www.sfdi.cz/pravidla-metodiky-a-ceniky/metodiky/</w:t>
        </w:r>
      </w:hyperlink>
      <w:r w:rsidRPr="00FC099F">
        <w:t>.</w:t>
      </w:r>
    </w:p>
    <w:p w14:paraId="72E1F165"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FC099F">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0F6A33B"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FC099F">
        <w:t xml:space="preserve">Pro záměr bude příslušný orgán ochrany přírody (KÚ příslušného kraje a/nebo Správa CHKO, pokud jí záměr prochází) zažádán o odůvodněné stanovisko dle § 45i (Natura </w:t>
      </w:r>
      <w:r w:rsidRPr="00FC099F">
        <w:lastRenderedPageBreak/>
        <w:t>2000) zákona č. 114/1992 Sb., o ochraně přírody a krajiny, ve znění pozdějších předpisů. Součástí žádosti bude stručný popis záměru a mapový výstup s vyznačením umístění předmětného záměru.</w:t>
      </w:r>
    </w:p>
    <w:p w14:paraId="70E0EBDE" w14:textId="77777777" w:rsidR="00410BC6" w:rsidRPr="00FC099F" w:rsidRDefault="00410BC6" w:rsidP="00410BC6">
      <w:pPr>
        <w:widowControl w:val="0"/>
        <w:tabs>
          <w:tab w:val="left" w:pos="426"/>
        </w:tabs>
        <w:autoSpaceDE w:val="0"/>
        <w:autoSpaceDN w:val="0"/>
        <w:spacing w:before="60" w:after="0" w:line="22" w:lineRule="atLeast"/>
        <w:ind w:left="850" w:right="133"/>
        <w:jc w:val="both"/>
      </w:pPr>
      <w:r w:rsidRPr="00FC099F">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FC590E4"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FC099F">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95474BC" w14:textId="77777777" w:rsidR="00410BC6" w:rsidRPr="00FC099F" w:rsidRDefault="00410BC6" w:rsidP="00410BC6">
      <w:pPr>
        <w:widowControl w:val="0"/>
        <w:numPr>
          <w:ilvl w:val="1"/>
          <w:numId w:val="43"/>
        </w:numPr>
        <w:tabs>
          <w:tab w:val="clear" w:pos="360"/>
          <w:tab w:val="left" w:pos="426"/>
        </w:tabs>
        <w:autoSpaceDE w:val="0"/>
        <w:autoSpaceDN w:val="0"/>
        <w:spacing w:before="60" w:after="0" w:line="22" w:lineRule="atLeast"/>
        <w:ind w:left="850" w:right="130" w:hanging="426"/>
        <w:jc w:val="both"/>
        <w:rPr>
          <w:rFonts w:cs="Arial"/>
        </w:rPr>
      </w:pPr>
      <w:r w:rsidRPr="00FC099F">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80F3E85" w14:textId="77777777" w:rsidR="00410BC6" w:rsidRPr="00FC099F" w:rsidRDefault="00410BC6" w:rsidP="00410BC6">
      <w:pPr>
        <w:widowControl w:val="0"/>
        <w:tabs>
          <w:tab w:val="left" w:pos="426"/>
        </w:tabs>
        <w:autoSpaceDE w:val="0"/>
        <w:autoSpaceDN w:val="0"/>
        <w:spacing w:before="60" w:after="0" w:line="22" w:lineRule="atLeast"/>
        <w:ind w:left="850" w:right="130"/>
        <w:jc w:val="both"/>
      </w:pPr>
      <w:r w:rsidRPr="00FC099F">
        <w:t>Geodetické a mapové podklady (mapové podklady TÚ</w:t>
      </w:r>
      <w:proofErr w:type="gramStart"/>
      <w:r w:rsidRPr="00FC099F">
        <w:t xml:space="preserve"> ..</w:t>
      </w:r>
      <w:proofErr w:type="gramEnd"/>
      <w:r w:rsidRPr="00FC099F">
        <w:t xml:space="preserve"> km …, patné ŽBP a projekty PPK) zajistí Objednatel prostřednictvím SŽG. Mapové podklady budou zpracovány do hranic dráhy. Ostatní potřebné podklady pro zpracování dokumentace si zajistí Zhotovitel na vlastní náklady.</w:t>
      </w:r>
    </w:p>
    <w:p w14:paraId="61FC97AD" w14:textId="3790A017" w:rsidR="00410BC6" w:rsidRPr="00FC099F" w:rsidRDefault="00410BC6" w:rsidP="00410BC6">
      <w:pPr>
        <w:pStyle w:val="Odstavecseseznamem"/>
        <w:widowControl w:val="0"/>
        <w:numPr>
          <w:ilvl w:val="1"/>
          <w:numId w:val="43"/>
        </w:numPr>
        <w:tabs>
          <w:tab w:val="left" w:pos="426"/>
        </w:tabs>
        <w:autoSpaceDE w:val="0"/>
        <w:autoSpaceDN w:val="0"/>
        <w:spacing w:before="60" w:after="0" w:line="22" w:lineRule="atLeast"/>
        <w:ind w:left="850" w:right="130"/>
        <w:jc w:val="both"/>
      </w:pPr>
      <w:r w:rsidRPr="00FC099F">
        <w:t xml:space="preserve">Bližší specifikace rozsahu předmětu plnění je obsažena ve Všeobecných technických podmínkách, případně i Zvláštních technických podmínkách, které </w:t>
      </w:r>
      <w:proofErr w:type="gramStart"/>
      <w:r w:rsidRPr="00FC099F">
        <w:t>tvoří</w:t>
      </w:r>
      <w:proofErr w:type="gramEnd"/>
      <w:r w:rsidRPr="00FC099F">
        <w:t xml:space="preserve"> část obsahu Smlouvy a které jsou Přílohou č. 3 Smlouvy.</w:t>
      </w:r>
    </w:p>
    <w:p w14:paraId="520379D8" w14:textId="77777777" w:rsidR="00410BC6" w:rsidRPr="00FC44E6" w:rsidRDefault="00410BC6"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099F"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w:t>
      </w:r>
      <w:r w:rsidRPr="00FC099F">
        <w:rPr>
          <w:rFonts w:eastAsia="Times New Roman" w:cs="Times New Roman"/>
          <w:lang w:eastAsia="cs-CZ"/>
        </w:rPr>
        <w:t>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099F" w:rsidRDefault="00FC44E6" w:rsidP="00FC44E6">
      <w:pPr>
        <w:spacing w:after="0" w:line="240" w:lineRule="auto"/>
        <w:ind w:left="426"/>
        <w:jc w:val="both"/>
        <w:rPr>
          <w:rFonts w:eastAsia="Times New Roman" w:cs="Times New Roman"/>
          <w:lang w:eastAsia="cs-CZ"/>
        </w:rPr>
      </w:pPr>
    </w:p>
    <w:p w14:paraId="728FA3D8" w14:textId="69EFEF0C" w:rsidR="00410BC6" w:rsidRPr="00FC099F" w:rsidRDefault="00410BC6" w:rsidP="00410BC6">
      <w:pPr>
        <w:numPr>
          <w:ilvl w:val="0"/>
          <w:numId w:val="7"/>
        </w:numPr>
        <w:spacing w:after="0" w:line="240" w:lineRule="auto"/>
        <w:ind w:left="680" w:hanging="283"/>
        <w:rPr>
          <w:rFonts w:eastAsia="Times New Roman" w:cs="Times New Roman"/>
          <w:lang w:eastAsia="cs-CZ"/>
        </w:rPr>
      </w:pPr>
      <w:r w:rsidRPr="00FC099F">
        <w:rPr>
          <w:rFonts w:eastAsia="Times New Roman" w:cs="Times New Roman"/>
          <w:lang w:eastAsia="cs-CZ"/>
        </w:rPr>
        <w:t xml:space="preserve">  Výzva k podání nabídky č. j. 26</w:t>
      </w:r>
      <w:r w:rsidR="00C04B2D" w:rsidRPr="00FC099F">
        <w:rPr>
          <w:rFonts w:eastAsia="Times New Roman" w:cs="Times New Roman"/>
          <w:lang w:eastAsia="cs-CZ"/>
        </w:rPr>
        <w:t>92</w:t>
      </w:r>
      <w:r w:rsidRPr="00FC099F">
        <w:rPr>
          <w:rFonts w:eastAsia="Times New Roman" w:cs="Times New Roman"/>
          <w:lang w:eastAsia="cs-CZ"/>
        </w:rPr>
        <w:t>/2024-SŽ-SSV-Ú3 ze dne 1</w:t>
      </w:r>
      <w:r w:rsidR="00F2393E">
        <w:rPr>
          <w:rFonts w:eastAsia="Times New Roman" w:cs="Times New Roman"/>
          <w:lang w:eastAsia="cs-CZ"/>
        </w:rPr>
        <w:t>8</w:t>
      </w:r>
      <w:r w:rsidRPr="00FC099F">
        <w:rPr>
          <w:rFonts w:eastAsia="Times New Roman" w:cs="Times New Roman"/>
          <w:lang w:eastAsia="cs-CZ"/>
        </w:rPr>
        <w:t xml:space="preserve">. března 2024 </w:t>
      </w:r>
    </w:p>
    <w:p w14:paraId="0B8D9899" w14:textId="5C61BC67" w:rsidR="00410BC6" w:rsidRPr="00FC099F" w:rsidRDefault="00410BC6" w:rsidP="00410BC6">
      <w:pPr>
        <w:spacing w:after="0" w:line="240" w:lineRule="auto"/>
        <w:ind w:left="794"/>
        <w:rPr>
          <w:rFonts w:eastAsia="Times New Roman" w:cs="Times New Roman"/>
          <w:lang w:eastAsia="cs-CZ"/>
        </w:rPr>
      </w:pPr>
      <w:r w:rsidRPr="00FC099F">
        <w:rPr>
          <w:rFonts w:eastAsia="Times New Roman" w:cs="Times New Roman"/>
          <w:lang w:eastAsia="cs-CZ"/>
        </w:rPr>
        <w:t xml:space="preserve">(dále jen “Výzva”), </w:t>
      </w:r>
    </w:p>
    <w:p w14:paraId="5223D443" w14:textId="77777777" w:rsidR="00410BC6" w:rsidRPr="00FC099F" w:rsidRDefault="00410BC6" w:rsidP="00410BC6">
      <w:pPr>
        <w:numPr>
          <w:ilvl w:val="0"/>
          <w:numId w:val="7"/>
        </w:numPr>
        <w:spacing w:after="0" w:line="240" w:lineRule="auto"/>
        <w:ind w:left="757"/>
        <w:rPr>
          <w:rFonts w:eastAsia="Times New Roman" w:cs="Times New Roman"/>
          <w:lang w:eastAsia="cs-CZ"/>
        </w:rPr>
      </w:pPr>
      <w:r w:rsidRPr="00FC099F">
        <w:rPr>
          <w:rFonts w:eastAsia="Times New Roman" w:cs="Times New Roman"/>
          <w:lang w:eastAsia="cs-CZ"/>
        </w:rPr>
        <w:t>Závazný vzor Smlouvy o dílo na zhotovení DUSP+PDPS+DP,</w:t>
      </w:r>
    </w:p>
    <w:p w14:paraId="4392EE66" w14:textId="77777777" w:rsidR="00410BC6" w:rsidRPr="00FC099F" w:rsidRDefault="00410BC6" w:rsidP="00410BC6">
      <w:pPr>
        <w:numPr>
          <w:ilvl w:val="0"/>
          <w:numId w:val="7"/>
        </w:numPr>
        <w:spacing w:after="0" w:line="240" w:lineRule="auto"/>
        <w:ind w:left="757"/>
        <w:rPr>
          <w:rFonts w:eastAsia="Times New Roman" w:cs="Times New Roman"/>
          <w:lang w:eastAsia="cs-CZ"/>
        </w:rPr>
      </w:pPr>
      <w:r w:rsidRPr="00FC099F">
        <w:rPr>
          <w:rFonts w:eastAsia="Times New Roman" w:cs="Times New Roman"/>
          <w:lang w:eastAsia="cs-CZ"/>
        </w:rPr>
        <w:t xml:space="preserve">Obchodní </w:t>
      </w:r>
      <w:proofErr w:type="gramStart"/>
      <w:r w:rsidRPr="00FC099F">
        <w:rPr>
          <w:rFonts w:eastAsia="Times New Roman" w:cs="Times New Roman"/>
          <w:lang w:eastAsia="cs-CZ"/>
        </w:rPr>
        <w:t>podmínky - OP</w:t>
      </w:r>
      <w:proofErr w:type="gramEnd"/>
      <w:r w:rsidRPr="00FC099F">
        <w:rPr>
          <w:rFonts w:eastAsia="Times New Roman" w:cs="Times New Roman"/>
          <w:lang w:eastAsia="cs-CZ"/>
        </w:rPr>
        <w:t>/DOKUMENTACE/04/24,</w:t>
      </w:r>
    </w:p>
    <w:p w14:paraId="76D093A5" w14:textId="77777777" w:rsidR="00410BC6" w:rsidRPr="00FC099F" w:rsidRDefault="00410BC6" w:rsidP="00410BC6">
      <w:pPr>
        <w:numPr>
          <w:ilvl w:val="0"/>
          <w:numId w:val="7"/>
        </w:numPr>
        <w:spacing w:after="0" w:line="240" w:lineRule="auto"/>
        <w:ind w:left="757"/>
        <w:rPr>
          <w:rFonts w:eastAsia="Times New Roman" w:cs="Times New Roman"/>
          <w:lang w:eastAsia="cs-CZ"/>
        </w:rPr>
      </w:pPr>
      <w:r w:rsidRPr="00FC099F">
        <w:rPr>
          <w:rFonts w:eastAsia="Times New Roman" w:cs="Times New Roman"/>
          <w:lang w:eastAsia="cs-CZ"/>
        </w:rPr>
        <w:t>Všeobecné technické podmínky – VTP/DOKUMENTACE/06/23,</w:t>
      </w:r>
    </w:p>
    <w:p w14:paraId="18AAD8CC" w14:textId="26C2D3D2" w:rsidR="00FC44E6" w:rsidRPr="00FC099F" w:rsidRDefault="00410BC6" w:rsidP="00410BC6">
      <w:pPr>
        <w:numPr>
          <w:ilvl w:val="0"/>
          <w:numId w:val="7"/>
        </w:numPr>
        <w:spacing w:after="0" w:line="240" w:lineRule="auto"/>
        <w:ind w:left="757"/>
        <w:rPr>
          <w:rFonts w:eastAsia="Times New Roman" w:cs="Times New Roman"/>
          <w:lang w:eastAsia="cs-CZ"/>
        </w:rPr>
      </w:pPr>
      <w:r w:rsidRPr="00FC099F">
        <w:rPr>
          <w:rFonts w:eastAsia="Times New Roman" w:cs="Times New Roman"/>
          <w:bCs/>
          <w:lang w:eastAsia="cs-CZ"/>
        </w:rPr>
        <w:t>Zvláštní technické podmínky</w:t>
      </w:r>
      <w:r w:rsidRPr="00FC099F">
        <w:rPr>
          <w:rFonts w:eastAsia="Times New Roman" w:cs="Times New Roman"/>
          <w:lang w:eastAsia="cs-CZ"/>
        </w:rPr>
        <w:t xml:space="preserve"> </w:t>
      </w:r>
      <w:r w:rsidRPr="00FC099F">
        <w:rPr>
          <w:rFonts w:eastAsia="Times New Roman" w:cs="Times New Roman"/>
          <w:bCs/>
          <w:lang w:eastAsia="cs-CZ"/>
        </w:rPr>
        <w:t>ze dne 1</w:t>
      </w:r>
      <w:r w:rsidR="00C04B2D" w:rsidRPr="00FC099F">
        <w:rPr>
          <w:rFonts w:eastAsia="Times New Roman" w:cs="Times New Roman"/>
          <w:bCs/>
          <w:lang w:eastAsia="cs-CZ"/>
        </w:rPr>
        <w:t>9</w:t>
      </w:r>
      <w:r w:rsidRPr="00FC099F">
        <w:rPr>
          <w:rFonts w:eastAsia="Times New Roman" w:cs="Times New Roman"/>
          <w:bCs/>
          <w:lang w:eastAsia="cs-CZ"/>
        </w:rPr>
        <w:t>. 1. 2024 včetně příloh v nich uvedených</w:t>
      </w:r>
      <w:r w:rsidRPr="00FC099F">
        <w:rPr>
          <w:rFonts w:ascii="Verdana" w:hAnsi="Verdana" w:cs="Verdana"/>
          <w:color w:val="000000"/>
        </w:rPr>
        <w:t>.</w:t>
      </w:r>
    </w:p>
    <w:p w14:paraId="4D616C2F" w14:textId="77777777" w:rsidR="00410BC6" w:rsidRDefault="00410BC6" w:rsidP="00410BC6">
      <w:pPr>
        <w:spacing w:after="0" w:line="240" w:lineRule="auto"/>
        <w:ind w:left="426"/>
        <w:rPr>
          <w:rFonts w:ascii="Verdana" w:hAnsi="Verdana" w:cs="Verdana"/>
          <w:color w:val="000000"/>
        </w:rPr>
      </w:pPr>
    </w:p>
    <w:p w14:paraId="284A795F" w14:textId="77777777" w:rsidR="00410BC6" w:rsidRPr="00FC44E6" w:rsidRDefault="00410BC6" w:rsidP="00410BC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Default="00FC44E6" w:rsidP="00FC44E6">
      <w:pPr>
        <w:spacing w:after="0" w:line="240" w:lineRule="auto"/>
        <w:ind w:left="426"/>
        <w:jc w:val="both"/>
        <w:rPr>
          <w:rFonts w:eastAsia="Times New Roman" w:cs="Times New Roman"/>
          <w:lang w:eastAsia="cs-CZ"/>
        </w:rPr>
      </w:pPr>
    </w:p>
    <w:p w14:paraId="606C06AF" w14:textId="77777777" w:rsidR="003F26BD" w:rsidRPr="00FC44E6" w:rsidRDefault="003F26BD"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2184B1B1" w14:textId="77777777" w:rsidR="00553AB5" w:rsidRPr="00FC099F" w:rsidRDefault="00553AB5" w:rsidP="00553AB5">
      <w:pPr>
        <w:spacing w:after="0" w:line="240" w:lineRule="auto"/>
        <w:ind w:left="426"/>
        <w:rPr>
          <w:rFonts w:eastAsia="Times New Roman" w:cs="Times New Roman"/>
          <w:lang w:eastAsia="cs-CZ"/>
        </w:rPr>
      </w:pPr>
      <w:bookmarkStart w:id="1" w:name="_Hlk160790185"/>
      <w:r w:rsidRPr="00FC099F">
        <w:rPr>
          <w:rFonts w:eastAsia="Times New Roman" w:cs="Times New Roman"/>
          <w:b/>
          <w:u w:val="single"/>
          <w:lang w:eastAsia="cs-CZ"/>
        </w:rPr>
        <w:t>Zahájení plnění:</w:t>
      </w:r>
      <w:r w:rsidRPr="00FC099F">
        <w:rPr>
          <w:rFonts w:eastAsia="Times New Roman" w:cs="Times New Roman"/>
          <w:lang w:eastAsia="cs-CZ"/>
        </w:rPr>
        <w:t xml:space="preserve"> dnem nabytí účinnosti smlouvy.</w:t>
      </w:r>
    </w:p>
    <w:p w14:paraId="7AA19010" w14:textId="77777777" w:rsidR="00553AB5" w:rsidRPr="00FC099F" w:rsidRDefault="00553AB5" w:rsidP="00553AB5">
      <w:pPr>
        <w:spacing w:after="0" w:line="240" w:lineRule="auto"/>
        <w:ind w:left="426"/>
        <w:rPr>
          <w:rFonts w:eastAsia="Times New Roman" w:cs="Times New Roman"/>
          <w:b/>
          <w:lang w:eastAsia="cs-CZ"/>
        </w:rPr>
      </w:pPr>
    </w:p>
    <w:p w14:paraId="2320C1EE" w14:textId="77777777" w:rsidR="00553AB5" w:rsidRPr="00FC099F" w:rsidRDefault="00553AB5" w:rsidP="00553AB5">
      <w:pPr>
        <w:spacing w:after="0" w:line="240" w:lineRule="auto"/>
        <w:ind w:left="426"/>
        <w:rPr>
          <w:rFonts w:eastAsia="Times New Roman" w:cs="Times New Roman"/>
          <w:b/>
          <w:u w:val="single"/>
          <w:lang w:eastAsia="cs-CZ"/>
        </w:rPr>
      </w:pPr>
      <w:r w:rsidRPr="00FC099F">
        <w:rPr>
          <w:rFonts w:eastAsia="Times New Roman" w:cs="Times New Roman"/>
          <w:b/>
          <w:u w:val="single"/>
          <w:lang w:eastAsia="cs-CZ"/>
        </w:rPr>
        <w:t>Dokončení plnění:</w:t>
      </w:r>
    </w:p>
    <w:p w14:paraId="3ABC94B6" w14:textId="77777777" w:rsidR="00553AB5" w:rsidRPr="00FC099F" w:rsidRDefault="00553AB5" w:rsidP="00553AB5">
      <w:pPr>
        <w:spacing w:after="0" w:line="240" w:lineRule="auto"/>
        <w:ind w:left="426"/>
        <w:rPr>
          <w:rFonts w:eastAsia="Times New Roman" w:cs="Times New Roman"/>
          <w:b/>
          <w:lang w:eastAsia="cs-CZ"/>
        </w:rPr>
      </w:pPr>
    </w:p>
    <w:p w14:paraId="6FA1EE5E" w14:textId="77777777" w:rsidR="00553AB5" w:rsidRPr="00FC099F" w:rsidRDefault="00553AB5" w:rsidP="00553AB5">
      <w:pPr>
        <w:spacing w:after="0" w:line="240" w:lineRule="auto"/>
        <w:ind w:firstLine="426"/>
        <w:rPr>
          <w:rFonts w:eastAsia="Times New Roman" w:cs="Times New Roman"/>
          <w:b/>
          <w:i/>
          <w:u w:val="single"/>
          <w:lang w:eastAsia="cs-CZ"/>
        </w:rPr>
      </w:pPr>
      <w:r w:rsidRPr="00FC099F">
        <w:rPr>
          <w:rFonts w:eastAsia="Times New Roman" w:cs="Times New Roman"/>
          <w:b/>
          <w:i/>
          <w:u w:val="single"/>
          <w:lang w:eastAsia="cs-CZ"/>
        </w:rPr>
        <w:t xml:space="preserve">1. dílčí etapa: </w:t>
      </w:r>
    </w:p>
    <w:p w14:paraId="32428DB3" w14:textId="4FADA130" w:rsidR="00553AB5" w:rsidRPr="00FC099F" w:rsidRDefault="00553AB5" w:rsidP="00553AB5">
      <w:pPr>
        <w:spacing w:after="0" w:line="240" w:lineRule="auto"/>
        <w:ind w:left="426"/>
        <w:jc w:val="both"/>
        <w:rPr>
          <w:rFonts w:eastAsia="Times New Roman" w:cs="Times New Roman"/>
          <w:b/>
          <w:bCs/>
          <w:lang w:eastAsia="cs-CZ"/>
        </w:rPr>
      </w:pPr>
      <w:r w:rsidRPr="00FC099F">
        <w:rPr>
          <w:rFonts w:eastAsia="Times New Roman" w:cs="Times New Roman"/>
          <w:lang w:eastAsia="cs-CZ"/>
        </w:rPr>
        <w:t xml:space="preserve">Předmět díla v rozsahu – zpracování DUSP+PDPS, </w:t>
      </w:r>
      <w:r w:rsidR="00AF1934" w:rsidRPr="00FC099F">
        <w:rPr>
          <w:rFonts w:eastAsia="Times New Roman" w:cs="Times New Roman"/>
          <w:lang w:eastAsia="cs-CZ"/>
        </w:rPr>
        <w:t xml:space="preserve">souhrnného </w:t>
      </w:r>
      <w:r w:rsidRPr="00FC099F">
        <w:rPr>
          <w:rFonts w:eastAsia="Times New Roman" w:cs="Times New Roman"/>
          <w:lang w:eastAsia="cs-CZ"/>
        </w:rPr>
        <w:t>rozpočtu a ekonomické</w:t>
      </w:r>
      <w:r w:rsidR="00AF1934" w:rsidRPr="00FC099F">
        <w:rPr>
          <w:rFonts w:eastAsia="Times New Roman" w:cs="Times New Roman"/>
          <w:lang w:eastAsia="cs-CZ"/>
        </w:rPr>
        <w:t>ho</w:t>
      </w:r>
      <w:r w:rsidRPr="00FC099F">
        <w:rPr>
          <w:rFonts w:eastAsia="Times New Roman" w:cs="Times New Roman"/>
          <w:lang w:eastAsia="cs-CZ"/>
        </w:rPr>
        <w:t xml:space="preserve"> hodnocení k připomínkám</w:t>
      </w:r>
    </w:p>
    <w:p w14:paraId="3E42E81D" w14:textId="77777777" w:rsidR="00553AB5" w:rsidRPr="00FC099F" w:rsidRDefault="00553AB5" w:rsidP="00553AB5">
      <w:pPr>
        <w:spacing w:after="0" w:line="240" w:lineRule="auto"/>
        <w:ind w:left="426"/>
        <w:jc w:val="both"/>
        <w:rPr>
          <w:rFonts w:eastAsia="Times New Roman" w:cs="Times New Roman"/>
          <w:b/>
          <w:bCs/>
          <w:lang w:eastAsia="cs-CZ"/>
        </w:rPr>
      </w:pPr>
    </w:p>
    <w:p w14:paraId="27CF8371" w14:textId="39FD07FC" w:rsidR="00553AB5" w:rsidRPr="00FC099F" w:rsidRDefault="00553AB5" w:rsidP="00553AB5">
      <w:pPr>
        <w:spacing w:after="0" w:line="240" w:lineRule="auto"/>
        <w:ind w:left="426"/>
        <w:jc w:val="both"/>
        <w:rPr>
          <w:rFonts w:eastAsia="Times New Roman" w:cs="Times New Roman"/>
          <w:lang w:eastAsia="cs-CZ"/>
        </w:rPr>
      </w:pPr>
      <w:r w:rsidRPr="00FC099F">
        <w:rPr>
          <w:rFonts w:eastAsia="Times New Roman" w:cs="Times New Roman"/>
          <w:lang w:eastAsia="cs-CZ"/>
        </w:rPr>
        <w:t xml:space="preserve">- bude dokončeno a předáno </w:t>
      </w:r>
      <w:r w:rsidRPr="00FC099F">
        <w:rPr>
          <w:rFonts w:eastAsia="Times New Roman" w:cs="Times New Roman"/>
          <w:b/>
          <w:lang w:eastAsia="cs-CZ"/>
        </w:rPr>
        <w:t>do 6 měsíců od zahájení plnění</w:t>
      </w:r>
    </w:p>
    <w:p w14:paraId="5EF256E6" w14:textId="77777777" w:rsidR="00553AB5" w:rsidRPr="00FC099F" w:rsidRDefault="00553AB5" w:rsidP="00553AB5">
      <w:pPr>
        <w:spacing w:after="0" w:line="240" w:lineRule="auto"/>
        <w:ind w:left="426"/>
        <w:jc w:val="both"/>
        <w:rPr>
          <w:rFonts w:eastAsia="Times New Roman" w:cs="Times New Roman"/>
          <w:lang w:eastAsia="cs-CZ"/>
        </w:rPr>
      </w:pPr>
      <w:r w:rsidRPr="00FC099F">
        <w:rPr>
          <w:rFonts w:eastAsia="Times New Roman" w:cs="Times New Roman"/>
          <w:lang w:eastAsia="cs-CZ"/>
        </w:rPr>
        <w:t xml:space="preserve">- </w:t>
      </w:r>
      <w:r w:rsidRPr="00FC099F">
        <w:rPr>
          <w:rFonts w:eastAsia="Times New Roman" w:cs="Times New Roman"/>
          <w:b/>
          <w:lang w:eastAsia="cs-CZ"/>
        </w:rPr>
        <w:t>fakturováno</w:t>
      </w:r>
      <w:r w:rsidRPr="00FC099F">
        <w:rPr>
          <w:rFonts w:eastAsia="Times New Roman" w:cs="Times New Roman"/>
          <w:lang w:eastAsia="cs-CZ"/>
        </w:rPr>
        <w:t xml:space="preserve"> bude </w:t>
      </w:r>
      <w:r w:rsidRPr="00FC099F">
        <w:rPr>
          <w:rFonts w:eastAsia="Times New Roman" w:cs="Times New Roman"/>
          <w:b/>
          <w:bCs/>
          <w:lang w:eastAsia="cs-CZ"/>
        </w:rPr>
        <w:t>70 % ceny</w:t>
      </w:r>
      <w:r w:rsidRPr="00FC099F">
        <w:rPr>
          <w:rFonts w:eastAsia="Times New Roman" w:cs="Times New Roman"/>
          <w:lang w:eastAsia="cs-CZ"/>
        </w:rPr>
        <w:t xml:space="preserve"> díla za zpracování DUSP+PDPS</w:t>
      </w:r>
    </w:p>
    <w:p w14:paraId="11FC8F06" w14:textId="77777777" w:rsidR="00553AB5" w:rsidRPr="00FC099F" w:rsidRDefault="00553AB5" w:rsidP="00553AB5">
      <w:pPr>
        <w:spacing w:after="0" w:line="240" w:lineRule="auto"/>
        <w:ind w:left="426"/>
        <w:jc w:val="both"/>
        <w:rPr>
          <w:rFonts w:eastAsia="Times New Roman" w:cs="Times New Roman"/>
          <w:lang w:eastAsia="cs-CZ"/>
        </w:rPr>
      </w:pPr>
    </w:p>
    <w:p w14:paraId="21078803" w14:textId="77777777" w:rsidR="00553AB5" w:rsidRPr="00FC099F" w:rsidRDefault="00553AB5" w:rsidP="00553AB5">
      <w:pPr>
        <w:spacing w:after="0" w:line="240" w:lineRule="auto"/>
        <w:ind w:left="426"/>
        <w:jc w:val="both"/>
        <w:rPr>
          <w:rFonts w:eastAsia="Times New Roman" w:cs="Times New Roman"/>
          <w:b/>
          <w:i/>
          <w:u w:val="single"/>
          <w:lang w:eastAsia="cs-CZ"/>
        </w:rPr>
      </w:pPr>
      <w:r w:rsidRPr="00FC099F">
        <w:rPr>
          <w:rFonts w:eastAsia="Times New Roman" w:cs="Times New Roman"/>
          <w:b/>
          <w:i/>
          <w:u w:val="single"/>
          <w:lang w:eastAsia="cs-CZ"/>
        </w:rPr>
        <w:t>2. dílčí etapa:</w:t>
      </w:r>
    </w:p>
    <w:p w14:paraId="38F9A2B9" w14:textId="77777777" w:rsidR="00553AB5" w:rsidRPr="00FC099F" w:rsidRDefault="00553AB5" w:rsidP="00553AB5">
      <w:pPr>
        <w:spacing w:after="0" w:line="240" w:lineRule="auto"/>
        <w:ind w:left="426"/>
        <w:jc w:val="both"/>
        <w:rPr>
          <w:rFonts w:eastAsia="Times New Roman" w:cs="Times New Roman"/>
          <w:lang w:eastAsia="cs-CZ"/>
        </w:rPr>
      </w:pPr>
      <w:r w:rsidRPr="00FC099F">
        <w:rPr>
          <w:rFonts w:eastAsia="Times New Roman" w:cs="Times New Roman"/>
          <w:lang w:eastAsia="cs-CZ"/>
        </w:rPr>
        <w:t xml:space="preserve">Předmět díla v rozsahu - odevzdání DUSP+PDPS </w:t>
      </w:r>
      <w:r w:rsidRPr="00FC099F">
        <w:rPr>
          <w:rFonts w:eastAsia="Times New Roman" w:cs="Times New Roman"/>
          <w:lang w:eastAsia="x-none"/>
        </w:rPr>
        <w:t xml:space="preserve">včetně zapracovaných případných připomínek, které budou projednány a zapracovány, </w:t>
      </w:r>
      <w:r w:rsidRPr="00FC099F">
        <w:rPr>
          <w:rFonts w:eastAsia="Times New Roman" w:cs="Times New Roman"/>
          <w:b/>
          <w:bCs/>
          <w:lang w:eastAsia="x-none"/>
        </w:rPr>
        <w:t>podání žádosti o povolení záměru</w:t>
      </w:r>
      <w:r w:rsidRPr="00FC099F">
        <w:rPr>
          <w:rFonts w:eastAsia="Times New Roman" w:cs="Times New Roman"/>
          <w:lang w:eastAsia="x-none"/>
        </w:rPr>
        <w:t xml:space="preserve">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w:t>
      </w:r>
      <w:r w:rsidRPr="00FC099F">
        <w:rPr>
          <w:rFonts w:eastAsia="Times New Roman" w:cs="Times New Roman"/>
          <w:lang w:eastAsia="cs-CZ"/>
        </w:rPr>
        <w:t>hodnocení ekonomické efektivnosti</w:t>
      </w:r>
      <w:r w:rsidRPr="00FC099F" w:rsidDel="003B7CB7">
        <w:rPr>
          <w:rFonts w:eastAsia="Times New Roman" w:cs="Times New Roman"/>
          <w:lang w:eastAsia="x-none"/>
        </w:rPr>
        <w:t xml:space="preserve"> </w:t>
      </w:r>
      <w:r w:rsidRPr="00FC099F">
        <w:rPr>
          <w:rFonts w:eastAsia="Times New Roman" w:cs="Times New Roman"/>
          <w:lang w:eastAsia="x-none"/>
        </w:rPr>
        <w:t>po připomínkách</w:t>
      </w:r>
    </w:p>
    <w:p w14:paraId="5BE45F8F" w14:textId="77777777" w:rsidR="00553AB5" w:rsidRPr="00FC099F" w:rsidRDefault="00553AB5" w:rsidP="00553AB5">
      <w:pPr>
        <w:spacing w:after="0" w:line="240" w:lineRule="auto"/>
        <w:ind w:left="426"/>
        <w:jc w:val="both"/>
        <w:rPr>
          <w:rFonts w:eastAsia="Times New Roman" w:cs="Times New Roman"/>
          <w:lang w:eastAsia="cs-CZ"/>
        </w:rPr>
      </w:pPr>
    </w:p>
    <w:p w14:paraId="6332CE4F" w14:textId="59CF666D" w:rsidR="00553AB5" w:rsidRPr="00FC099F" w:rsidRDefault="00553AB5" w:rsidP="00553AB5">
      <w:pPr>
        <w:spacing w:after="0" w:line="240" w:lineRule="auto"/>
        <w:ind w:left="426"/>
        <w:jc w:val="both"/>
        <w:rPr>
          <w:rFonts w:eastAsia="Times New Roman" w:cs="Times New Roman"/>
          <w:b/>
          <w:lang w:eastAsia="cs-CZ"/>
        </w:rPr>
      </w:pPr>
      <w:r w:rsidRPr="00FC099F">
        <w:rPr>
          <w:rFonts w:eastAsia="Times New Roman" w:cs="Times New Roman"/>
          <w:lang w:eastAsia="cs-CZ"/>
        </w:rPr>
        <w:t xml:space="preserve">- bude dokončeno a předáno </w:t>
      </w:r>
      <w:r w:rsidRPr="00FC099F">
        <w:rPr>
          <w:rFonts w:eastAsia="Times New Roman" w:cs="Times New Roman"/>
          <w:b/>
          <w:lang w:eastAsia="cs-CZ"/>
        </w:rPr>
        <w:t>do 9 měsíců od zahájení plnění</w:t>
      </w:r>
    </w:p>
    <w:p w14:paraId="2F2192FA" w14:textId="77777777" w:rsidR="00553AB5" w:rsidRPr="00FC099F" w:rsidRDefault="00553AB5" w:rsidP="00553AB5">
      <w:pPr>
        <w:spacing w:after="0" w:line="240" w:lineRule="auto"/>
        <w:ind w:left="426"/>
        <w:jc w:val="both"/>
        <w:rPr>
          <w:rFonts w:eastAsia="Times New Roman" w:cs="Times New Roman"/>
          <w:lang w:eastAsia="cs-CZ"/>
        </w:rPr>
      </w:pPr>
      <w:r w:rsidRPr="00FC099F">
        <w:rPr>
          <w:rFonts w:eastAsia="Times New Roman" w:cs="Times New Roman"/>
          <w:lang w:eastAsia="cs-CZ"/>
        </w:rPr>
        <w:t xml:space="preserve">- </w:t>
      </w:r>
      <w:r w:rsidRPr="00FC099F">
        <w:rPr>
          <w:rFonts w:eastAsia="Times New Roman" w:cs="Times New Roman"/>
          <w:b/>
          <w:lang w:eastAsia="cs-CZ"/>
        </w:rPr>
        <w:t>fakturováno</w:t>
      </w:r>
      <w:r w:rsidRPr="00FC099F">
        <w:rPr>
          <w:rFonts w:eastAsia="Times New Roman" w:cs="Times New Roman"/>
          <w:lang w:eastAsia="cs-CZ"/>
        </w:rPr>
        <w:t xml:space="preserve"> bude </w:t>
      </w:r>
      <w:r w:rsidRPr="00FC099F">
        <w:rPr>
          <w:rFonts w:eastAsia="Times New Roman" w:cs="Times New Roman"/>
          <w:b/>
          <w:bCs/>
          <w:lang w:eastAsia="cs-CZ"/>
        </w:rPr>
        <w:t>20 % ceny</w:t>
      </w:r>
      <w:r w:rsidRPr="00FC099F">
        <w:rPr>
          <w:rFonts w:eastAsia="Times New Roman" w:cs="Times New Roman"/>
          <w:lang w:eastAsia="cs-CZ"/>
        </w:rPr>
        <w:t xml:space="preserve"> díla za zpracování DUSP+PDPS</w:t>
      </w:r>
    </w:p>
    <w:p w14:paraId="36105856" w14:textId="77777777" w:rsidR="00553AB5" w:rsidRPr="00FC099F" w:rsidRDefault="00553AB5" w:rsidP="00553AB5">
      <w:pPr>
        <w:spacing w:after="0" w:line="240" w:lineRule="auto"/>
        <w:ind w:left="426"/>
        <w:jc w:val="both"/>
        <w:rPr>
          <w:rFonts w:eastAsia="Times New Roman" w:cs="Times New Roman"/>
          <w:b/>
          <w:i/>
          <w:u w:val="single"/>
          <w:lang w:eastAsia="cs-CZ"/>
        </w:rPr>
      </w:pPr>
    </w:p>
    <w:p w14:paraId="2C19BB14" w14:textId="77777777" w:rsidR="00553AB5" w:rsidRPr="00FC099F" w:rsidRDefault="00553AB5" w:rsidP="00553AB5">
      <w:pPr>
        <w:spacing w:after="0" w:line="240" w:lineRule="auto"/>
        <w:ind w:left="426"/>
        <w:jc w:val="both"/>
        <w:rPr>
          <w:rFonts w:eastAsia="Times New Roman" w:cs="Times New Roman"/>
          <w:b/>
          <w:i/>
          <w:u w:val="single"/>
          <w:lang w:eastAsia="cs-CZ"/>
        </w:rPr>
      </w:pPr>
      <w:r w:rsidRPr="00FC099F">
        <w:rPr>
          <w:rFonts w:eastAsia="Times New Roman" w:cs="Times New Roman"/>
          <w:b/>
          <w:i/>
          <w:u w:val="single"/>
          <w:lang w:eastAsia="cs-CZ"/>
        </w:rPr>
        <w:t xml:space="preserve">3. dílčí etapa:  </w:t>
      </w:r>
    </w:p>
    <w:p w14:paraId="722AADF4" w14:textId="77777777" w:rsidR="00553AB5" w:rsidRPr="00FC099F" w:rsidRDefault="00553AB5" w:rsidP="00553AB5">
      <w:pPr>
        <w:spacing w:after="0" w:line="240" w:lineRule="auto"/>
        <w:ind w:left="426"/>
        <w:jc w:val="both"/>
        <w:rPr>
          <w:rFonts w:eastAsia="Times New Roman" w:cs="Times New Roman"/>
          <w:b/>
          <w:i/>
          <w:u w:val="single"/>
          <w:lang w:eastAsia="cs-CZ"/>
        </w:rPr>
      </w:pPr>
    </w:p>
    <w:p w14:paraId="6A60529D" w14:textId="77777777" w:rsidR="00553AB5" w:rsidRPr="00FC099F" w:rsidRDefault="00553AB5" w:rsidP="00553AB5">
      <w:pPr>
        <w:spacing w:after="0" w:line="240" w:lineRule="auto"/>
        <w:ind w:left="454"/>
        <w:jc w:val="both"/>
        <w:rPr>
          <w:rFonts w:eastAsia="Times New Roman" w:cs="Times New Roman"/>
          <w:lang w:eastAsia="cs-CZ"/>
        </w:rPr>
      </w:pPr>
      <w:r w:rsidRPr="00FC099F">
        <w:rPr>
          <w:rFonts w:eastAsia="Times New Roman" w:cs="Times New Roman"/>
          <w:lang w:eastAsia="cs-CZ"/>
        </w:rPr>
        <w:t xml:space="preserve">Předmět díla v </w:t>
      </w:r>
      <w:proofErr w:type="gramStart"/>
      <w:r w:rsidRPr="00FC099F">
        <w:rPr>
          <w:rFonts w:eastAsia="Times New Roman" w:cs="Times New Roman"/>
          <w:lang w:eastAsia="cs-CZ"/>
        </w:rPr>
        <w:t>rozsahu - zajištění</w:t>
      </w:r>
      <w:proofErr w:type="gramEnd"/>
      <w:r w:rsidRPr="00FC099F">
        <w:rPr>
          <w:rFonts w:eastAsia="Times New Roman" w:cs="Times New Roman"/>
          <w:lang w:eastAsia="cs-CZ"/>
        </w:rPr>
        <w:t xml:space="preserve"> právní moci rozhodnutí o povolení záměru (povolení stavby nebo zařízení) dle Stavebního zákona</w:t>
      </w:r>
    </w:p>
    <w:p w14:paraId="0C4E3D4F" w14:textId="77777777" w:rsidR="00553AB5" w:rsidRPr="00FC099F" w:rsidRDefault="00553AB5" w:rsidP="00553AB5">
      <w:pPr>
        <w:spacing w:after="0" w:line="240" w:lineRule="auto"/>
        <w:ind w:left="426"/>
        <w:jc w:val="both"/>
        <w:rPr>
          <w:rFonts w:eastAsia="Times New Roman" w:cs="Times New Roman"/>
          <w:b/>
          <w:i/>
          <w:u w:val="single"/>
          <w:lang w:eastAsia="cs-CZ"/>
        </w:rPr>
      </w:pPr>
    </w:p>
    <w:p w14:paraId="3092C53C" w14:textId="77777777" w:rsidR="00553AB5" w:rsidRPr="00FC099F" w:rsidRDefault="00553AB5" w:rsidP="00553AB5">
      <w:pPr>
        <w:spacing w:after="0" w:line="240" w:lineRule="auto"/>
        <w:ind w:left="426"/>
        <w:jc w:val="both"/>
        <w:rPr>
          <w:rFonts w:eastAsia="Times New Roman" w:cs="Times New Roman"/>
          <w:b/>
          <w:lang w:eastAsia="cs-CZ"/>
        </w:rPr>
      </w:pPr>
      <w:r w:rsidRPr="00FC099F">
        <w:rPr>
          <w:rFonts w:eastAsia="Times New Roman" w:cs="Times New Roman"/>
          <w:lang w:eastAsia="cs-CZ"/>
        </w:rPr>
        <w:t xml:space="preserve">- bude dokončeno </w:t>
      </w:r>
      <w:r w:rsidRPr="00FC099F">
        <w:rPr>
          <w:rFonts w:eastAsia="Times New Roman" w:cs="Times New Roman"/>
          <w:b/>
          <w:bCs/>
          <w:lang w:eastAsia="cs-CZ"/>
        </w:rPr>
        <w:t>odevzdáním pravomocného rozhodnutí Objednateli</w:t>
      </w:r>
    </w:p>
    <w:p w14:paraId="09A557DB" w14:textId="77777777" w:rsidR="00553AB5" w:rsidRPr="00FC099F" w:rsidRDefault="00553AB5" w:rsidP="00553AB5">
      <w:pPr>
        <w:spacing w:after="0" w:line="240" w:lineRule="auto"/>
        <w:ind w:left="426"/>
        <w:jc w:val="both"/>
        <w:rPr>
          <w:rFonts w:eastAsia="Times New Roman" w:cs="Times New Roman"/>
          <w:lang w:eastAsia="cs-CZ"/>
        </w:rPr>
      </w:pPr>
      <w:r w:rsidRPr="00FC099F">
        <w:rPr>
          <w:rFonts w:eastAsia="Times New Roman" w:cs="Times New Roman"/>
          <w:lang w:eastAsia="cs-CZ"/>
        </w:rPr>
        <w:t xml:space="preserve">- </w:t>
      </w:r>
      <w:r w:rsidRPr="00FC099F">
        <w:rPr>
          <w:rFonts w:eastAsia="Times New Roman" w:cs="Times New Roman"/>
          <w:b/>
          <w:lang w:eastAsia="cs-CZ"/>
        </w:rPr>
        <w:t>fakturováno</w:t>
      </w:r>
      <w:r w:rsidRPr="00FC099F">
        <w:rPr>
          <w:rFonts w:eastAsia="Times New Roman" w:cs="Times New Roman"/>
          <w:lang w:eastAsia="cs-CZ"/>
        </w:rPr>
        <w:t xml:space="preserve"> bude </w:t>
      </w:r>
      <w:r w:rsidRPr="00FC099F">
        <w:rPr>
          <w:rFonts w:eastAsia="Times New Roman" w:cs="Times New Roman"/>
          <w:b/>
          <w:bCs/>
          <w:lang w:eastAsia="cs-CZ"/>
        </w:rPr>
        <w:t>10 % ceny</w:t>
      </w:r>
      <w:r w:rsidRPr="00FC099F">
        <w:rPr>
          <w:rFonts w:eastAsia="Times New Roman" w:cs="Times New Roman"/>
          <w:lang w:eastAsia="cs-CZ"/>
        </w:rPr>
        <w:t xml:space="preserve"> díla za zpracování DUSP+PDPS</w:t>
      </w:r>
    </w:p>
    <w:p w14:paraId="272823DC" w14:textId="77777777" w:rsidR="00553AB5" w:rsidRPr="00FC099F" w:rsidRDefault="00553AB5" w:rsidP="00553AB5">
      <w:pPr>
        <w:spacing w:after="0" w:line="240" w:lineRule="auto"/>
        <w:ind w:left="426"/>
        <w:jc w:val="both"/>
        <w:rPr>
          <w:rFonts w:eastAsia="Times New Roman" w:cs="Times New Roman"/>
          <w:lang w:eastAsia="cs-CZ"/>
        </w:rPr>
      </w:pPr>
    </w:p>
    <w:p w14:paraId="49F46458" w14:textId="77777777" w:rsidR="00553AB5" w:rsidRPr="00FC099F" w:rsidRDefault="00553AB5" w:rsidP="00553AB5">
      <w:pPr>
        <w:spacing w:after="0" w:line="240" w:lineRule="auto"/>
        <w:ind w:left="426"/>
        <w:jc w:val="both"/>
        <w:rPr>
          <w:rFonts w:eastAsia="Times New Roman" w:cs="Times New Roman"/>
          <w:b/>
          <w:i/>
          <w:u w:val="single"/>
          <w:lang w:eastAsia="cs-CZ"/>
        </w:rPr>
      </w:pPr>
      <w:r w:rsidRPr="00FC099F">
        <w:rPr>
          <w:rFonts w:eastAsia="Times New Roman" w:cs="Times New Roman"/>
          <w:b/>
          <w:i/>
          <w:u w:val="single"/>
          <w:lang w:eastAsia="cs-CZ"/>
        </w:rPr>
        <w:t xml:space="preserve">4. dílčí etapa:  </w:t>
      </w:r>
    </w:p>
    <w:p w14:paraId="3FBA715D" w14:textId="2EF1F4E6" w:rsidR="00553AB5" w:rsidRPr="00FC099F" w:rsidRDefault="00553AB5" w:rsidP="00553AB5">
      <w:pPr>
        <w:spacing w:after="0" w:line="240" w:lineRule="auto"/>
        <w:ind w:left="426"/>
        <w:jc w:val="both"/>
        <w:rPr>
          <w:rFonts w:eastAsia="Times New Roman" w:cs="Times New Roman"/>
          <w:lang w:eastAsia="cs-CZ"/>
        </w:rPr>
      </w:pPr>
      <w:r w:rsidRPr="00FC099F">
        <w:rPr>
          <w:rFonts w:eastAsia="Times New Roman" w:cs="Times New Roman"/>
          <w:lang w:eastAsia="cs-CZ"/>
        </w:rPr>
        <w:t xml:space="preserve">Předmět díla v rozsahu – výkon DP při realizaci </w:t>
      </w:r>
      <w:proofErr w:type="gramStart"/>
      <w:r w:rsidRPr="00FC099F">
        <w:rPr>
          <w:rFonts w:eastAsia="Times New Roman" w:cs="Times New Roman"/>
          <w:lang w:eastAsia="cs-CZ"/>
        </w:rPr>
        <w:t>stavby - bude</w:t>
      </w:r>
      <w:proofErr w:type="gramEnd"/>
      <w:r w:rsidRPr="00FC099F">
        <w:rPr>
          <w:rFonts w:eastAsia="Times New Roman" w:cs="Times New Roman"/>
          <w:lang w:eastAsia="cs-CZ"/>
        </w:rPr>
        <w:t xml:space="preserve"> prováděn v průběhu provádění stavebních prací dle zpracovaného platného harmonogramu prací stavby (</w:t>
      </w:r>
      <w:bookmarkStart w:id="2" w:name="_Hlk160790011"/>
      <w:r w:rsidRPr="00FC099F">
        <w:rPr>
          <w:rFonts w:eastAsia="Times New Roman" w:cs="Arial"/>
          <w:lang w:eastAsia="cs-CZ"/>
        </w:rPr>
        <w:t>předpokládan</w:t>
      </w:r>
      <w:r w:rsidR="00DD1C35" w:rsidRPr="00FC099F">
        <w:rPr>
          <w:rFonts w:eastAsia="Times New Roman" w:cs="Arial"/>
          <w:lang w:eastAsia="cs-CZ"/>
        </w:rPr>
        <w:t>ou</w:t>
      </w:r>
      <w:r w:rsidRPr="00FC099F">
        <w:rPr>
          <w:rFonts w:eastAsia="Times New Roman" w:cs="Arial"/>
          <w:lang w:eastAsia="cs-CZ"/>
        </w:rPr>
        <w:t xml:space="preserve"> dob</w:t>
      </w:r>
      <w:r w:rsidR="00DD1C35" w:rsidRPr="00FC099F">
        <w:rPr>
          <w:rFonts w:eastAsia="Times New Roman" w:cs="Arial"/>
          <w:lang w:eastAsia="cs-CZ"/>
        </w:rPr>
        <w:t>u</w:t>
      </w:r>
      <w:r w:rsidRPr="00FC099F">
        <w:rPr>
          <w:rFonts w:eastAsia="Times New Roman" w:cs="Arial"/>
          <w:lang w:eastAsia="cs-CZ"/>
        </w:rPr>
        <w:t xml:space="preserve"> délky realizace</w:t>
      </w:r>
      <w:r w:rsidR="00DD1C35" w:rsidRPr="00FC099F">
        <w:rPr>
          <w:rFonts w:eastAsia="Times New Roman" w:cs="Arial"/>
          <w:lang w:eastAsia="cs-CZ"/>
        </w:rPr>
        <w:t xml:space="preserve"> určí DUSP</w:t>
      </w:r>
      <w:bookmarkEnd w:id="2"/>
      <w:r w:rsidRPr="00FC099F">
        <w:rPr>
          <w:rFonts w:eastAsia="Times New Roman" w:cs="Arial"/>
          <w:lang w:eastAsia="cs-CZ"/>
        </w:rPr>
        <w:t>)</w:t>
      </w:r>
      <w:r w:rsidRPr="00FC099F">
        <w:rPr>
          <w:rFonts w:eastAsia="Times New Roman" w:cs="Times New Roman"/>
          <w:lang w:eastAsia="cs-CZ"/>
        </w:rPr>
        <w:t>, vždy ale do ukončení stavebních prací na stavbě dle Smlouvy o dílo se zhotovitelem stavby</w:t>
      </w:r>
    </w:p>
    <w:bookmarkEnd w:id="1"/>
    <w:p w14:paraId="6E9BDE1D" w14:textId="77777777" w:rsidR="00553AB5" w:rsidRPr="00FC099F" w:rsidRDefault="00553AB5" w:rsidP="00553AB5">
      <w:pPr>
        <w:spacing w:after="0" w:line="240" w:lineRule="auto"/>
        <w:ind w:left="426"/>
        <w:jc w:val="both"/>
        <w:rPr>
          <w:rFonts w:eastAsia="Times New Roman" w:cs="Times New Roman"/>
          <w:lang w:eastAsia="cs-CZ"/>
        </w:rPr>
      </w:pPr>
    </w:p>
    <w:p w14:paraId="6CA4FCDD" w14:textId="77777777" w:rsidR="00553AB5" w:rsidRPr="00FC099F" w:rsidRDefault="00553AB5" w:rsidP="00553AB5">
      <w:pPr>
        <w:spacing w:after="0" w:line="240" w:lineRule="auto"/>
        <w:ind w:left="426"/>
        <w:jc w:val="both"/>
        <w:rPr>
          <w:rFonts w:eastAsia="Times New Roman" w:cs="Times New Roman"/>
          <w:b/>
          <w:lang w:eastAsia="cs-CZ"/>
        </w:rPr>
      </w:pPr>
      <w:r w:rsidRPr="00FC099F">
        <w:rPr>
          <w:rFonts w:eastAsia="Times New Roman" w:cs="Times New Roman"/>
          <w:lang w:eastAsia="cs-CZ"/>
        </w:rPr>
        <w:t xml:space="preserve">- </w:t>
      </w:r>
      <w:bookmarkStart w:id="3" w:name="_Hlk160790224"/>
      <w:r w:rsidRPr="00FC099F">
        <w:rPr>
          <w:rFonts w:eastAsia="Times New Roman" w:cs="Times New Roman"/>
          <w:lang w:eastAsia="cs-CZ"/>
        </w:rPr>
        <w:t>bude dokončeno a předáno:</w:t>
      </w:r>
      <w:r w:rsidRPr="00FC099F">
        <w:rPr>
          <w:rFonts w:eastAsia="Times New Roman" w:cs="Times New Roman"/>
          <w:b/>
          <w:lang w:eastAsia="cs-CZ"/>
        </w:rPr>
        <w:t xml:space="preserve"> ke dni dokončení stavebních prací na stavbě a podpisu </w:t>
      </w:r>
      <w:r w:rsidRPr="00FC099F">
        <w:rPr>
          <w:rFonts w:eastAsia="Times New Roman" w:cs="Times New Roman"/>
          <w:bCs/>
          <w:lang w:eastAsia="cs-CZ"/>
        </w:rPr>
        <w:t>a předložení výkazu poskytnutých služeb (o výkonu dozoru projektanta)</w:t>
      </w:r>
    </w:p>
    <w:p w14:paraId="10858DB8" w14:textId="4676C8C3" w:rsidR="00553AB5" w:rsidRPr="002446F9" w:rsidRDefault="00553AB5" w:rsidP="00553AB5">
      <w:pPr>
        <w:spacing w:after="0" w:line="240" w:lineRule="auto"/>
        <w:ind w:left="426"/>
        <w:jc w:val="both"/>
        <w:rPr>
          <w:rFonts w:eastAsia="Times New Roman" w:cs="Times New Roman"/>
          <w:lang w:eastAsia="cs-CZ"/>
        </w:rPr>
      </w:pPr>
      <w:r w:rsidRPr="00FC099F">
        <w:rPr>
          <w:rFonts w:eastAsia="Times New Roman" w:cs="Times New Roman"/>
          <w:lang w:eastAsia="cs-CZ"/>
        </w:rPr>
        <w:lastRenderedPageBreak/>
        <w:t xml:space="preserve">- cena za výkon DP bude </w:t>
      </w:r>
      <w:r w:rsidRPr="00FC099F">
        <w:rPr>
          <w:rFonts w:eastAsia="Times New Roman" w:cs="Times New Roman"/>
          <w:b/>
          <w:bCs/>
          <w:lang w:eastAsia="cs-CZ"/>
        </w:rPr>
        <w:t xml:space="preserve">fakturována </w:t>
      </w:r>
      <w:r w:rsidR="00DD1C35" w:rsidRPr="00FC099F">
        <w:rPr>
          <w:rFonts w:eastAsia="Times New Roman" w:cs="Times New Roman"/>
          <w:b/>
          <w:bCs/>
          <w:lang w:eastAsia="cs-CZ"/>
        </w:rPr>
        <w:t>jednorázově</w:t>
      </w:r>
      <w:r w:rsidRPr="00FC099F">
        <w:rPr>
          <w:rFonts w:eastAsia="Times New Roman" w:cs="Times New Roman"/>
          <w:b/>
          <w:bCs/>
          <w:lang w:eastAsia="cs-CZ"/>
        </w:rPr>
        <w:t xml:space="preserve"> </w:t>
      </w:r>
      <w:r w:rsidRPr="00FC099F">
        <w:rPr>
          <w:rFonts w:eastAsia="Times New Roman" w:cs="Times New Roman"/>
          <w:lang w:eastAsia="cs-CZ"/>
        </w:rPr>
        <w:t xml:space="preserve">po </w:t>
      </w:r>
      <w:r w:rsidR="00DD1C35" w:rsidRPr="00FC099F">
        <w:rPr>
          <w:rFonts w:eastAsia="Times New Roman" w:cs="Times New Roman"/>
          <w:lang w:eastAsia="cs-CZ"/>
        </w:rPr>
        <w:t>ukončení</w:t>
      </w:r>
      <w:r w:rsidRPr="00FC099F">
        <w:rPr>
          <w:rFonts w:eastAsia="Times New Roman" w:cs="Times New Roman"/>
          <w:lang w:eastAsia="cs-CZ"/>
        </w:rPr>
        <w:t xml:space="preserve">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E9A80D1" w14:textId="77777777" w:rsidR="00553AB5" w:rsidRDefault="00553AB5" w:rsidP="00553AB5">
      <w:pPr>
        <w:spacing w:after="0" w:line="240" w:lineRule="auto"/>
        <w:ind w:left="426"/>
        <w:jc w:val="both"/>
        <w:rPr>
          <w:rFonts w:eastAsia="Times New Roman" w:cs="Times New Roman"/>
          <w:lang w:eastAsia="cs-CZ"/>
        </w:rPr>
      </w:pPr>
    </w:p>
    <w:p w14:paraId="384CBBE0" w14:textId="77777777" w:rsidR="00553AB5" w:rsidRPr="00000E23" w:rsidRDefault="00553AB5" w:rsidP="00553AB5">
      <w:pPr>
        <w:spacing w:after="0" w:line="240" w:lineRule="auto"/>
        <w:ind w:left="426"/>
        <w:jc w:val="both"/>
        <w:rPr>
          <w:rFonts w:eastAsia="Times New Roman" w:cs="Times New Roman"/>
          <w:lang w:eastAsia="cs-CZ"/>
        </w:rPr>
      </w:pPr>
      <w:r w:rsidRPr="002446F9">
        <w:rPr>
          <w:rFonts w:eastAsia="Times New Roman" w:cs="Times New Roman"/>
          <w:lang w:eastAsia="cs-CZ"/>
        </w:rPr>
        <w:t xml:space="preserve">Cena za dílo v rámci jednotlivých etap bude fakturována za </w:t>
      </w:r>
      <w:r w:rsidRPr="00000E23">
        <w:rPr>
          <w:rFonts w:eastAsia="Times New Roman" w:cs="Times New Roman"/>
          <w:lang w:eastAsia="cs-CZ"/>
        </w:rPr>
        <w:t>předpokladu odevzdání díla bez vad a nedodělků, k výše uvedeným termínům plnění.</w:t>
      </w:r>
    </w:p>
    <w:p w14:paraId="451FC6C8" w14:textId="77777777" w:rsidR="00553AB5" w:rsidRDefault="00553AB5" w:rsidP="00553AB5">
      <w:pPr>
        <w:spacing w:after="0" w:line="240" w:lineRule="auto"/>
        <w:ind w:left="426"/>
        <w:jc w:val="both"/>
        <w:rPr>
          <w:rFonts w:eastAsia="Times New Roman" w:cs="Times New Roman"/>
          <w:b/>
          <w:lang w:eastAsia="cs-CZ"/>
        </w:rPr>
      </w:pPr>
    </w:p>
    <w:bookmarkEnd w:id="3"/>
    <w:p w14:paraId="469AE40A" w14:textId="75291BE3" w:rsidR="00553AB5" w:rsidRDefault="00553AB5" w:rsidP="00553AB5">
      <w:pPr>
        <w:spacing w:after="0" w:line="240" w:lineRule="auto"/>
        <w:ind w:left="426"/>
        <w:jc w:val="both"/>
        <w:rPr>
          <w:rFonts w:eastAsia="Times New Roman" w:cs="Times New Roman"/>
          <w:b/>
          <w:lang w:eastAsia="cs-CZ"/>
        </w:rPr>
      </w:pPr>
      <w:r w:rsidRPr="00000E23">
        <w:rPr>
          <w:rFonts w:eastAsia="Times New Roman" w:cs="Times New Roman"/>
          <w:b/>
          <w:lang w:eastAsia="cs-CZ"/>
        </w:rPr>
        <w:t xml:space="preserve">     </w:t>
      </w:r>
    </w:p>
    <w:p w14:paraId="72D05438" w14:textId="3F2B24A1" w:rsidR="00553AB5" w:rsidRPr="00FC099F" w:rsidRDefault="00553AB5" w:rsidP="00553AB5">
      <w:pPr>
        <w:spacing w:after="0" w:line="240" w:lineRule="auto"/>
        <w:ind w:left="426"/>
        <w:jc w:val="both"/>
        <w:rPr>
          <w:rFonts w:eastAsia="Times New Roman" w:cs="Times New Roman"/>
          <w:u w:val="single"/>
          <w:lang w:eastAsia="cs-CZ"/>
        </w:rPr>
      </w:pPr>
      <w:r w:rsidRPr="00FC099F">
        <w:rPr>
          <w:rFonts w:eastAsia="Times New Roman" w:cs="Times New Roman"/>
          <w:b/>
          <w:u w:val="single"/>
          <w:lang w:eastAsia="cs-CZ"/>
        </w:rPr>
        <w:t>Místo plnění:</w:t>
      </w:r>
      <w:r w:rsidRPr="00FC099F">
        <w:rPr>
          <w:rFonts w:eastAsia="Times New Roman" w:cs="Times New Roman"/>
          <w:u w:val="single"/>
          <w:lang w:eastAsia="cs-CZ"/>
        </w:rPr>
        <w:t xml:space="preserve">  </w:t>
      </w:r>
    </w:p>
    <w:p w14:paraId="3A0DE5F4" w14:textId="6B4C489F" w:rsidR="00553AB5" w:rsidRPr="00FC099F" w:rsidRDefault="00553AB5" w:rsidP="00553AB5">
      <w:pPr>
        <w:numPr>
          <w:ilvl w:val="0"/>
          <w:numId w:val="16"/>
        </w:numPr>
        <w:spacing w:after="0" w:line="240" w:lineRule="auto"/>
        <w:rPr>
          <w:rFonts w:eastAsia="Times New Roman" w:cs="Times New Roman"/>
          <w:b/>
          <w:i/>
          <w:lang w:eastAsia="cs-CZ"/>
        </w:rPr>
      </w:pPr>
      <w:r w:rsidRPr="00FC099F">
        <w:rPr>
          <w:rFonts w:eastAsia="Times New Roman" w:cs="Times New Roman"/>
          <w:b/>
          <w:lang w:eastAsia="cs-CZ"/>
        </w:rPr>
        <w:t xml:space="preserve">DUSP+PDPS: </w:t>
      </w:r>
      <w:r w:rsidRPr="00FC099F">
        <w:rPr>
          <w:rFonts w:eastAsia="Times New Roman" w:cs="Times New Roman"/>
          <w:bCs/>
          <w:lang w:eastAsia="cs-CZ"/>
        </w:rPr>
        <w:t>Správa železnic, státní organizace, Oblastní ředitelství Hradec Králové, U </w:t>
      </w:r>
      <w:proofErr w:type="spellStart"/>
      <w:r w:rsidRPr="00FC099F">
        <w:rPr>
          <w:rFonts w:eastAsia="Times New Roman" w:cs="Times New Roman"/>
          <w:bCs/>
          <w:lang w:eastAsia="cs-CZ"/>
        </w:rPr>
        <w:t>Fotochemy</w:t>
      </w:r>
      <w:proofErr w:type="spellEnd"/>
      <w:r w:rsidRPr="00FC099F">
        <w:rPr>
          <w:rFonts w:eastAsia="Times New Roman" w:cs="Times New Roman"/>
          <w:bCs/>
          <w:lang w:eastAsia="cs-CZ"/>
        </w:rPr>
        <w:t xml:space="preserve"> 259, 501 01 Hradec Králové</w:t>
      </w:r>
    </w:p>
    <w:p w14:paraId="423BA632" w14:textId="77777777" w:rsidR="00553AB5" w:rsidRPr="00FC099F" w:rsidRDefault="00553AB5" w:rsidP="00553AB5">
      <w:pPr>
        <w:numPr>
          <w:ilvl w:val="0"/>
          <w:numId w:val="17"/>
        </w:numPr>
        <w:spacing w:after="0" w:line="240" w:lineRule="auto"/>
        <w:rPr>
          <w:rFonts w:eastAsia="Times New Roman" w:cs="Times New Roman"/>
          <w:lang w:eastAsia="cs-CZ"/>
        </w:rPr>
      </w:pPr>
      <w:r w:rsidRPr="00FC099F">
        <w:rPr>
          <w:rFonts w:eastAsia="Times New Roman" w:cs="Times New Roman"/>
          <w:b/>
          <w:lang w:eastAsia="cs-CZ"/>
        </w:rPr>
        <w:t>DP:</w:t>
      </w:r>
      <w:r w:rsidRPr="00FC099F">
        <w:rPr>
          <w:rFonts w:eastAsia="Times New Roman" w:cs="Times New Roman"/>
          <w:lang w:eastAsia="cs-CZ"/>
        </w:rPr>
        <w:t xml:space="preserve"> místo plnění stavby, popř. jiná objednatelem určená místa výkonu DP</w:t>
      </w:r>
    </w:p>
    <w:p w14:paraId="333058CC" w14:textId="77777777" w:rsidR="00FC44E6" w:rsidRPr="00FC099F" w:rsidRDefault="00FC44E6" w:rsidP="00FC44E6">
      <w:pPr>
        <w:spacing w:after="0" w:line="240" w:lineRule="auto"/>
        <w:ind w:left="426"/>
        <w:jc w:val="both"/>
        <w:rPr>
          <w:rFonts w:eastAsia="Times New Roman" w:cs="Times New Roman"/>
          <w:b/>
          <w:lang w:eastAsia="cs-CZ"/>
        </w:rPr>
      </w:pPr>
      <w:r w:rsidRPr="00FC099F">
        <w:rPr>
          <w:rFonts w:eastAsia="Times New Roman" w:cs="Times New Roman"/>
          <w:b/>
          <w:lang w:eastAsia="cs-CZ"/>
        </w:rPr>
        <w:t xml:space="preserve">       </w:t>
      </w:r>
    </w:p>
    <w:p w14:paraId="7311E565" w14:textId="636C774D" w:rsidR="00FC44E6" w:rsidRPr="00FC099F" w:rsidRDefault="00FC44E6" w:rsidP="00553AB5">
      <w:pPr>
        <w:numPr>
          <w:ilvl w:val="0"/>
          <w:numId w:val="6"/>
        </w:numPr>
        <w:tabs>
          <w:tab w:val="num" w:pos="426"/>
        </w:tabs>
        <w:spacing w:after="120" w:line="240" w:lineRule="auto"/>
        <w:ind w:left="340"/>
        <w:rPr>
          <w:rFonts w:eastAsia="Times New Roman" w:cs="Times New Roman"/>
          <w:b/>
          <w:u w:val="single"/>
          <w:lang w:eastAsia="cs-CZ"/>
        </w:rPr>
      </w:pPr>
      <w:r w:rsidRPr="00FC099F">
        <w:rPr>
          <w:rFonts w:eastAsia="Times New Roman" w:cs="Times New Roman"/>
          <w:b/>
          <w:u w:val="single"/>
          <w:lang w:eastAsia="cs-CZ"/>
        </w:rPr>
        <w:t>Způsob plnění:</w:t>
      </w:r>
      <w:r w:rsidR="00A07251" w:rsidRPr="00FC099F">
        <w:rPr>
          <w:rFonts w:eastAsia="Times New Roman" w:cs="Times New Roman"/>
          <w:b/>
          <w:u w:val="single"/>
          <w:lang w:eastAsia="cs-CZ"/>
        </w:rPr>
        <w:t xml:space="preserve"> </w:t>
      </w:r>
    </w:p>
    <w:p w14:paraId="44040B5B" w14:textId="77777777" w:rsidR="00A207F7" w:rsidRPr="00FC099F" w:rsidRDefault="00A207F7" w:rsidP="00A207F7">
      <w:pPr>
        <w:pStyle w:val="Odstavecseseznamem"/>
        <w:spacing w:after="0" w:line="240" w:lineRule="auto"/>
        <w:ind w:left="340"/>
        <w:jc w:val="both"/>
        <w:rPr>
          <w:rFonts w:eastAsia="Times New Roman" w:cs="Arial"/>
          <w:lang w:eastAsia="cs-CZ"/>
        </w:rPr>
      </w:pPr>
      <w:bookmarkStart w:id="4" w:name="_Hlk160789871"/>
      <w:r w:rsidRPr="00FC099F">
        <w:rPr>
          <w:rFonts w:eastAsia="Times New Roman" w:cs="Arial"/>
          <w:u w:val="single"/>
          <w:lang w:eastAsia="cs-CZ"/>
        </w:rPr>
        <w:t>DUSP a PDPS k připomínkám</w:t>
      </w:r>
      <w:r w:rsidRPr="00FC099F">
        <w:rPr>
          <w:rFonts w:eastAsia="Times New Roman" w:cs="Arial"/>
          <w:lang w:eastAsia="cs-CZ"/>
        </w:rPr>
        <w:t xml:space="preserve"> je nutno vyhotovit 1x v digitální uzavřené formě + 1 x geodetickou dokumentaci v otevřené formě.</w:t>
      </w:r>
    </w:p>
    <w:p w14:paraId="6A34899B" w14:textId="59591541" w:rsidR="00A207F7" w:rsidRPr="00A207F7" w:rsidRDefault="00A207F7" w:rsidP="00A207F7">
      <w:pPr>
        <w:pStyle w:val="Odstavecseseznamem"/>
        <w:spacing w:after="0" w:line="240" w:lineRule="auto"/>
        <w:ind w:left="340"/>
        <w:jc w:val="both"/>
        <w:rPr>
          <w:rFonts w:eastAsia="Times New Roman" w:cs="Arial"/>
          <w:lang w:eastAsia="cs-CZ"/>
        </w:rPr>
      </w:pPr>
      <w:r w:rsidRPr="00FC099F">
        <w:rPr>
          <w:rFonts w:eastAsia="Times New Roman" w:cs="Arial"/>
          <w:u w:val="single"/>
          <w:lang w:eastAsia="cs-CZ"/>
        </w:rPr>
        <w:t>DUSP a PDPS</w:t>
      </w:r>
      <w:r w:rsidRPr="00FC099F">
        <w:rPr>
          <w:rFonts w:eastAsia="Times New Roman" w:cs="Arial"/>
          <w:lang w:eastAsia="cs-CZ"/>
        </w:rPr>
        <w:t xml:space="preserve"> je nutno vyhotovit 6x v tištěné, 6x v digitální formě (z toho 1x v otevřené formě – formáty </w:t>
      </w:r>
      <w:proofErr w:type="spellStart"/>
      <w:r w:rsidRPr="00FC099F">
        <w:rPr>
          <w:rFonts w:eastAsia="Times New Roman" w:cs="Arial"/>
          <w:lang w:eastAsia="cs-CZ"/>
        </w:rPr>
        <w:t>dgn</w:t>
      </w:r>
      <w:proofErr w:type="spellEnd"/>
      <w:r w:rsidRPr="00FC099F">
        <w:rPr>
          <w:rFonts w:eastAsia="Times New Roman" w:cs="Arial"/>
          <w:lang w:eastAsia="cs-CZ"/>
        </w:rPr>
        <w:t xml:space="preserve">, MS Word, MS Excel, 1x v uzavřené formě </w:t>
      </w:r>
      <w:proofErr w:type="spellStart"/>
      <w:r w:rsidRPr="00FC099F">
        <w:rPr>
          <w:rFonts w:eastAsia="Times New Roman" w:cs="Arial"/>
          <w:lang w:eastAsia="cs-CZ"/>
        </w:rPr>
        <w:t>TreeInfo</w:t>
      </w:r>
      <w:proofErr w:type="spellEnd"/>
      <w:r w:rsidRPr="00FC099F">
        <w:rPr>
          <w:rFonts w:eastAsia="Times New Roman" w:cs="Arial"/>
          <w:lang w:eastAsia="cs-CZ"/>
        </w:rPr>
        <w:t xml:space="preserve"> – formát </w:t>
      </w:r>
      <w:proofErr w:type="spellStart"/>
      <w:r w:rsidRPr="00FC099F">
        <w:rPr>
          <w:rFonts w:eastAsia="Times New Roman" w:cs="Arial"/>
          <w:lang w:eastAsia="cs-CZ"/>
        </w:rPr>
        <w:t>pdf</w:t>
      </w:r>
      <w:proofErr w:type="spellEnd"/>
      <w:r w:rsidRPr="00FC099F">
        <w:rPr>
          <w:rFonts w:eastAsia="Times New Roman" w:cs="Arial"/>
          <w:lang w:eastAsia="cs-CZ"/>
        </w:rPr>
        <w:t xml:space="preserve">, 4x v uzavřené formě – formát </w:t>
      </w:r>
      <w:proofErr w:type="spellStart"/>
      <w:r w:rsidRPr="00FC099F">
        <w:rPr>
          <w:rFonts w:eastAsia="Times New Roman" w:cs="Arial"/>
          <w:lang w:eastAsia="cs-CZ"/>
        </w:rPr>
        <w:t>pdf</w:t>
      </w:r>
      <w:proofErr w:type="spellEnd"/>
      <w:r w:rsidRPr="00FC099F">
        <w:rPr>
          <w:rFonts w:eastAsia="Times New Roman" w:cs="Arial"/>
          <w:lang w:eastAsia="cs-CZ"/>
        </w:rPr>
        <w:t xml:space="preserve">) a 4x v digitální formě náklady stavby (z toho 1x v otevřené formě ve formátu </w:t>
      </w:r>
      <w:proofErr w:type="spellStart"/>
      <w:r w:rsidRPr="00FC099F">
        <w:rPr>
          <w:rFonts w:eastAsia="Times New Roman" w:cs="Arial"/>
          <w:lang w:eastAsia="cs-CZ"/>
        </w:rPr>
        <w:t>xls</w:t>
      </w:r>
      <w:proofErr w:type="spellEnd"/>
      <w:r w:rsidRPr="00FC099F">
        <w:rPr>
          <w:rFonts w:eastAsia="Times New Roman" w:cs="Arial"/>
          <w:lang w:eastAsia="cs-CZ"/>
        </w:rPr>
        <w:t xml:space="preserve"> a 3x v uzavřené formě), 1 x v otevřeném datovém formátu XML</w:t>
      </w:r>
      <w:r w:rsidRPr="00FC099F">
        <w:rPr>
          <w:rFonts w:eastAsia="Times New Roman" w:cs="Arial"/>
          <w:lang w:eastAsia="cs-CZ"/>
        </w:rPr>
        <w:br/>
        <w:t xml:space="preserve">ve struktuře dat dle datového předpisu XC4 – viz </w:t>
      </w:r>
      <w:hyperlink r:id="rId16" w:history="1">
        <w:r w:rsidRPr="00FC099F">
          <w:rPr>
            <w:rFonts w:eastAsia="Times New Roman" w:cs="Arial"/>
            <w:color w:val="0000FF"/>
            <w:u w:val="single"/>
            <w:lang w:eastAsia="cs-CZ"/>
          </w:rPr>
          <w:t>www.xc4.cz</w:t>
        </w:r>
      </w:hyperlink>
      <w:r w:rsidRPr="00FC099F">
        <w:rPr>
          <w:rFonts w:eastAsia="Times New Roman" w:cs="Arial"/>
          <w:lang w:eastAsia="cs-CZ"/>
        </w:rPr>
        <w:t>).</w:t>
      </w:r>
    </w:p>
    <w:bookmarkEnd w:id="4"/>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7839ABD5" w14:textId="77777777" w:rsidR="00FC44E6" w:rsidRDefault="00FC44E6" w:rsidP="00FC44E6">
      <w:pPr>
        <w:spacing w:after="0" w:line="240" w:lineRule="auto"/>
        <w:ind w:firstLine="426"/>
        <w:jc w:val="both"/>
        <w:rPr>
          <w:rFonts w:eastAsia="Times New Roman" w:cs="Times New Roman"/>
          <w:lang w:eastAsia="cs-CZ"/>
        </w:rPr>
      </w:pPr>
    </w:p>
    <w:p w14:paraId="114342FD" w14:textId="77777777" w:rsidR="00FC099F" w:rsidRPr="00FC44E6" w:rsidRDefault="00FC099F"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lastRenderedPageBreak/>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099F"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w:t>
      </w:r>
      <w:r w:rsidRPr="00FC099F">
        <w:rPr>
          <w:rFonts w:eastAsia="Times New Roman" w:cs="Times New Roman"/>
          <w:lang w:eastAsia="cs-CZ"/>
        </w:rPr>
        <w:t xml:space="preserve">živnostenského rejstříku); dodavatel </w:t>
      </w:r>
      <w:proofErr w:type="gramStart"/>
      <w:r w:rsidRPr="00FC099F">
        <w:rPr>
          <w:rFonts w:eastAsia="Times New Roman" w:cs="Times New Roman"/>
          <w:lang w:eastAsia="cs-CZ"/>
        </w:rPr>
        <w:t>předloží</w:t>
      </w:r>
      <w:proofErr w:type="gramEnd"/>
      <w:r w:rsidRPr="00FC099F">
        <w:rPr>
          <w:rFonts w:eastAsia="Times New Roman" w:cs="Times New Roman"/>
          <w:lang w:eastAsia="cs-CZ"/>
        </w:rPr>
        <w:t>, že má k dispozici oprávnění k podnikání pro následující činnosti:</w:t>
      </w:r>
    </w:p>
    <w:p w14:paraId="14BD4FEC" w14:textId="77777777" w:rsidR="007721D5" w:rsidRPr="00FC099F" w:rsidRDefault="007721D5" w:rsidP="007721D5">
      <w:pPr>
        <w:numPr>
          <w:ilvl w:val="0"/>
          <w:numId w:val="18"/>
        </w:numPr>
        <w:spacing w:after="0" w:line="240" w:lineRule="auto"/>
        <w:jc w:val="both"/>
        <w:rPr>
          <w:rFonts w:eastAsia="Times New Roman" w:cs="Times New Roman"/>
          <w:lang w:eastAsia="cs-CZ"/>
        </w:rPr>
      </w:pPr>
      <w:r w:rsidRPr="00FC099F">
        <w:rPr>
          <w:rFonts w:eastAsia="Times New Roman" w:cs="Times New Roman"/>
          <w:lang w:eastAsia="cs-CZ"/>
        </w:rPr>
        <w:t>projektovou činnost ve výstavbě;</w:t>
      </w:r>
    </w:p>
    <w:p w14:paraId="3DAFD478" w14:textId="77777777" w:rsidR="007721D5" w:rsidRPr="00FC099F" w:rsidRDefault="007721D5" w:rsidP="007721D5">
      <w:pPr>
        <w:numPr>
          <w:ilvl w:val="0"/>
          <w:numId w:val="18"/>
        </w:numPr>
        <w:spacing w:after="0" w:line="240" w:lineRule="auto"/>
        <w:jc w:val="both"/>
        <w:rPr>
          <w:rFonts w:eastAsia="Times New Roman" w:cs="Times New Roman"/>
          <w:lang w:eastAsia="cs-CZ"/>
        </w:rPr>
      </w:pPr>
      <w:r w:rsidRPr="00FC099F">
        <w:rPr>
          <w:rFonts w:eastAsia="Times New Roman" w:cs="Times New Roman"/>
          <w:lang w:eastAsia="cs-CZ"/>
        </w:rPr>
        <w:t>výkon zeměměřických činností;</w:t>
      </w:r>
    </w:p>
    <w:p w14:paraId="0EB44D19" w14:textId="3C4E67BC" w:rsidR="00FC44E6" w:rsidRPr="00FC099F" w:rsidRDefault="00FC44E6" w:rsidP="00A07251">
      <w:pPr>
        <w:numPr>
          <w:ilvl w:val="0"/>
          <w:numId w:val="14"/>
        </w:numPr>
        <w:spacing w:after="0" w:line="240" w:lineRule="auto"/>
        <w:ind w:left="907"/>
        <w:jc w:val="both"/>
        <w:rPr>
          <w:rFonts w:eastAsia="Times New Roman" w:cs="Times New Roman"/>
          <w:lang w:eastAsia="cs-CZ"/>
        </w:rPr>
      </w:pPr>
      <w:r w:rsidRPr="00FC099F">
        <w:rPr>
          <w:rFonts w:eastAsia="Times New Roman" w:cs="Times New Roman"/>
          <w:lang w:eastAsia="cs-CZ"/>
        </w:rPr>
        <w:t xml:space="preserve">osvědčení </w:t>
      </w:r>
      <w:proofErr w:type="gramStart"/>
      <w:r w:rsidRPr="00FC099F">
        <w:rPr>
          <w:rFonts w:eastAsia="Times New Roman" w:cs="Times New Roman"/>
          <w:lang w:eastAsia="cs-CZ"/>
        </w:rPr>
        <w:t>o</w:t>
      </w:r>
      <w:r w:rsidR="007721D5" w:rsidRPr="00FC099F">
        <w:rPr>
          <w:rFonts w:eastAsia="Times New Roman" w:cs="Times New Roman"/>
          <w:lang w:eastAsia="cs-CZ"/>
        </w:rPr>
        <w:t xml:space="preserve"> </w:t>
      </w:r>
      <w:r w:rsidRPr="00FC099F">
        <w:rPr>
          <w:rFonts w:eastAsia="Times New Roman" w:cs="Times New Roman"/>
          <w:lang w:eastAsia="cs-CZ"/>
        </w:rPr>
        <w:t xml:space="preserve"> autorizaci</w:t>
      </w:r>
      <w:proofErr w:type="gramEnd"/>
      <w:r w:rsidRPr="00FC099F">
        <w:rPr>
          <w:rFonts w:eastAsia="Times New Roman" w:cs="Times New Roman"/>
          <w:lang w:eastAsia="cs-CZ"/>
        </w:rPr>
        <w:t xml:space="preserve"> </w:t>
      </w:r>
      <w:r w:rsidR="007721D5" w:rsidRPr="00FC099F">
        <w:rPr>
          <w:rFonts w:eastAsia="Times New Roman" w:cs="Times New Roman"/>
          <w:lang w:eastAsia="cs-CZ"/>
        </w:rPr>
        <w:t xml:space="preserve"> </w:t>
      </w:r>
      <w:r w:rsidRPr="00FC099F">
        <w:rPr>
          <w:rFonts w:eastAsia="Times New Roman" w:cs="Times New Roman"/>
          <w:lang w:eastAsia="cs-CZ"/>
        </w:rPr>
        <w:t>(ČR) nebo</w:t>
      </w:r>
      <w:r w:rsidR="007721D5" w:rsidRPr="00FC099F">
        <w:rPr>
          <w:rFonts w:eastAsia="Times New Roman" w:cs="Times New Roman"/>
          <w:lang w:eastAsia="cs-CZ"/>
        </w:rPr>
        <w:t xml:space="preserve"> </w:t>
      </w:r>
      <w:r w:rsidRPr="00FC099F">
        <w:rPr>
          <w:rFonts w:eastAsia="Times New Roman" w:cs="Times New Roman"/>
          <w:lang w:eastAsia="cs-CZ"/>
        </w:rPr>
        <w:t xml:space="preserve"> registraci</w:t>
      </w:r>
      <w:r w:rsidR="007721D5" w:rsidRPr="00FC099F">
        <w:rPr>
          <w:rFonts w:eastAsia="Times New Roman" w:cs="Times New Roman"/>
          <w:lang w:eastAsia="cs-CZ"/>
        </w:rPr>
        <w:t xml:space="preserve"> </w:t>
      </w:r>
      <w:r w:rsidRPr="00FC099F">
        <w:rPr>
          <w:rFonts w:eastAsia="Times New Roman" w:cs="Times New Roman"/>
          <w:lang w:eastAsia="cs-CZ"/>
        </w:rPr>
        <w:t xml:space="preserve"> (zahraničí) v rozsahu </w:t>
      </w:r>
      <w:r w:rsidR="007721D5" w:rsidRPr="00FC099F">
        <w:rPr>
          <w:rFonts w:eastAsia="Times New Roman" w:cs="Times New Roman"/>
          <w:lang w:eastAsia="cs-CZ"/>
        </w:rPr>
        <w:t xml:space="preserve"> </w:t>
      </w:r>
      <w:r w:rsidRPr="00FC099F">
        <w:rPr>
          <w:rFonts w:eastAsia="Times New Roman" w:cs="Times New Roman"/>
          <w:lang w:eastAsia="cs-CZ"/>
        </w:rPr>
        <w:t>dle</w:t>
      </w:r>
      <w:r w:rsidR="007721D5" w:rsidRPr="00FC099F">
        <w:rPr>
          <w:rFonts w:eastAsia="Times New Roman" w:cs="Times New Roman"/>
          <w:lang w:eastAsia="cs-CZ"/>
        </w:rPr>
        <w:t xml:space="preserve"> </w:t>
      </w:r>
      <w:r w:rsidRPr="00FC099F">
        <w:rPr>
          <w:rFonts w:eastAsia="Times New Roman" w:cs="Times New Roman"/>
          <w:lang w:eastAsia="cs-CZ"/>
        </w:rPr>
        <w:t xml:space="preserve"> §5 </w:t>
      </w:r>
      <w:r w:rsidR="007721D5" w:rsidRPr="00FC099F">
        <w:rPr>
          <w:rFonts w:eastAsia="Times New Roman" w:cs="Times New Roman"/>
          <w:lang w:eastAsia="cs-CZ"/>
        </w:rPr>
        <w:t xml:space="preserve"> </w:t>
      </w:r>
      <w:r w:rsidRPr="00FC099F">
        <w:rPr>
          <w:rFonts w:eastAsia="Times New Roman" w:cs="Times New Roman"/>
          <w:lang w:eastAsia="cs-CZ"/>
        </w:rPr>
        <w:t xml:space="preserve">odst. 3 </w:t>
      </w:r>
      <w:r w:rsidR="007721D5" w:rsidRPr="00FC099F">
        <w:rPr>
          <w:rFonts w:eastAsia="Times New Roman" w:cs="Times New Roman"/>
          <w:lang w:eastAsia="cs-CZ"/>
        </w:rPr>
        <w:t xml:space="preserve">písm. </w:t>
      </w:r>
      <w:r w:rsidRPr="00FC099F">
        <w:rPr>
          <w:rFonts w:eastAsia="Times New Roman" w:cs="Times New Roman"/>
          <w:b/>
          <w:bCs/>
          <w:lang w:eastAsia="cs-CZ"/>
        </w:rPr>
        <w:t>e)</w:t>
      </w:r>
      <w:r w:rsidRPr="00FC099F">
        <w:rPr>
          <w:rFonts w:eastAsia="Times New Roman" w:cs="Times New Roman"/>
          <w:lang w:eastAsia="cs-CZ"/>
        </w:rPr>
        <w:t xml:space="preserve"> technologická zařízení staveb zákona č. 360/1992 Sb., o výkonu povolání autorizovaných architektů a o výkonu povolání autorizovaných inženýrů a techniků činných ve výstavbě, ve znění pozdějších předpisů; </w:t>
      </w:r>
    </w:p>
    <w:p w14:paraId="35FE6710" w14:textId="5F245BF8" w:rsidR="00FC44E6" w:rsidRPr="00FC099F" w:rsidRDefault="00E3094D" w:rsidP="00A07251">
      <w:pPr>
        <w:numPr>
          <w:ilvl w:val="0"/>
          <w:numId w:val="14"/>
        </w:numPr>
        <w:spacing w:after="0" w:line="240" w:lineRule="auto"/>
        <w:ind w:left="907"/>
        <w:jc w:val="both"/>
        <w:rPr>
          <w:rFonts w:eastAsia="Times New Roman" w:cs="Times New Roman"/>
          <w:lang w:eastAsia="cs-CZ"/>
        </w:rPr>
      </w:pPr>
      <w:r w:rsidRPr="00FC099F">
        <w:t xml:space="preserve">autorizace pro ověřování výsledků zeměměřických činností v rozsahu dle § 16f odst. 1 písm. </w:t>
      </w:r>
      <w:r w:rsidRPr="00FC099F">
        <w:rPr>
          <w:b/>
        </w:rPr>
        <w:t xml:space="preserve">a) </w:t>
      </w:r>
      <w:r w:rsidRPr="00FC099F">
        <w:t>a</w:t>
      </w:r>
      <w:r w:rsidRPr="00FC099F">
        <w:rPr>
          <w:b/>
        </w:rPr>
        <w:t xml:space="preserve"> c)</w:t>
      </w:r>
      <w:r w:rsidRPr="00FC099F">
        <w:t xml:space="preserve"> zákona č. 200/1994 Sb., o zeměměřictví a o změně a doplnění některých zákonů souvisejících s jeho zavedením, ve znění pozdějších předpisů</w:t>
      </w:r>
      <w:r w:rsidR="00FC44E6" w:rsidRPr="00FC099F">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099F">
        <w:rPr>
          <w:rFonts w:eastAsia="Times New Roman" w:cs="Times New Roman"/>
          <w:lang w:eastAsia="cs-CZ"/>
        </w:rPr>
        <w:t>osvědčení o odborné způsobilosti koordinátora BOZP na staveništi podle</w:t>
      </w:r>
      <w:r w:rsidRPr="00FC44E6">
        <w:rPr>
          <w:rFonts w:eastAsia="Times New Roman" w:cs="Times New Roman"/>
          <w:lang w:eastAsia="cs-CZ"/>
        </w:rPr>
        <w:t xml:space="preserv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0913EDBB" w14:textId="77777777" w:rsidR="007721D5" w:rsidRPr="00000E23" w:rsidRDefault="007721D5" w:rsidP="007721D5">
      <w:pPr>
        <w:spacing w:after="0" w:line="240" w:lineRule="auto"/>
        <w:ind w:left="426"/>
        <w:jc w:val="both"/>
        <w:rPr>
          <w:rFonts w:eastAsia="Times New Roman" w:cs="Times New Roman"/>
          <w:lang w:eastAsia="cs-CZ"/>
        </w:rPr>
      </w:pPr>
      <w:r w:rsidRPr="00000E23">
        <w:rPr>
          <w:rFonts w:eastAsia="Times New Roman" w:cs="Times New Roman"/>
          <w:lang w:eastAsia="cs-CZ"/>
        </w:rPr>
        <w:t xml:space="preserve">K prokázání splnění technické kvalifikace </w:t>
      </w:r>
      <w:proofErr w:type="gramStart"/>
      <w:r w:rsidRPr="00000E23">
        <w:rPr>
          <w:rFonts w:eastAsia="Times New Roman" w:cs="Times New Roman"/>
          <w:lang w:eastAsia="cs-CZ"/>
        </w:rPr>
        <w:t>předloží</w:t>
      </w:r>
      <w:proofErr w:type="gramEnd"/>
      <w:r w:rsidRPr="00000E23">
        <w:rPr>
          <w:rFonts w:eastAsia="Times New Roman" w:cs="Times New Roman"/>
          <w:lang w:eastAsia="cs-CZ"/>
        </w:rPr>
        <w:t xml:space="preserve"> dodavatel zadavateli následující doklady:</w:t>
      </w:r>
    </w:p>
    <w:p w14:paraId="5C93CD50" w14:textId="77777777" w:rsidR="007721D5" w:rsidRPr="00000E23" w:rsidRDefault="007721D5" w:rsidP="007721D5">
      <w:pPr>
        <w:spacing w:after="0" w:line="240" w:lineRule="auto"/>
        <w:ind w:left="426"/>
        <w:jc w:val="both"/>
        <w:rPr>
          <w:rFonts w:eastAsia="Times New Roman" w:cs="Times New Roman"/>
          <w:lang w:eastAsia="cs-CZ"/>
        </w:rPr>
      </w:pPr>
    </w:p>
    <w:p w14:paraId="2D38609D" w14:textId="18FED115" w:rsidR="007721D5" w:rsidRPr="00000E23" w:rsidRDefault="007721D5" w:rsidP="007721D5">
      <w:pPr>
        <w:numPr>
          <w:ilvl w:val="0"/>
          <w:numId w:val="19"/>
        </w:numPr>
        <w:spacing w:after="0" w:line="240" w:lineRule="auto"/>
        <w:ind w:left="907" w:hanging="340"/>
        <w:jc w:val="both"/>
        <w:rPr>
          <w:rFonts w:eastAsia="Times New Roman" w:cs="Calibri"/>
          <w:lang w:eastAsia="cs-CZ"/>
        </w:rPr>
      </w:pPr>
      <w:r w:rsidRPr="00000E23">
        <w:rPr>
          <w:rFonts w:eastAsia="Times New Roman" w:cs="Calibri"/>
          <w:lang w:eastAsia="cs-CZ"/>
        </w:rPr>
        <w:t xml:space="preserve">Zadavatel požaduje </w:t>
      </w:r>
      <w:r w:rsidRPr="00000E23">
        <w:rPr>
          <w:rFonts w:eastAsia="Times New Roman" w:cs="Calibri"/>
          <w:b/>
          <w:bCs/>
          <w:lang w:eastAsia="cs-CZ"/>
        </w:rPr>
        <w:t>předložení seznamu ukončených významných služeb obdobného charakteru</w:t>
      </w:r>
      <w:r w:rsidRPr="00000E23">
        <w:rPr>
          <w:rFonts w:eastAsia="Times New Roman" w:cs="Calibri"/>
          <w:lang w:eastAsia="cs-CZ"/>
        </w:rPr>
        <w:t xml:space="preserve"> poskytnutých dodavatelem </w:t>
      </w:r>
      <w:r w:rsidRPr="00000E23">
        <w:rPr>
          <w:rFonts w:eastAsia="Times New Roman" w:cs="Calibri"/>
          <w:b/>
          <w:bCs/>
          <w:lang w:eastAsia="cs-CZ"/>
        </w:rPr>
        <w:t xml:space="preserve">v posledních </w:t>
      </w:r>
      <w:r>
        <w:rPr>
          <w:rFonts w:eastAsia="Times New Roman" w:cs="Calibri"/>
          <w:b/>
          <w:bCs/>
          <w:lang w:eastAsia="cs-CZ"/>
        </w:rPr>
        <w:t>5</w:t>
      </w:r>
      <w:r w:rsidRPr="00000E23">
        <w:rPr>
          <w:rFonts w:eastAsia="Times New Roman" w:cs="Arial"/>
          <w:b/>
          <w:bCs/>
          <w:lang w:eastAsia="cs-CZ"/>
        </w:rPr>
        <w:t xml:space="preserve"> l</w:t>
      </w:r>
      <w:r w:rsidRPr="00000E23">
        <w:rPr>
          <w:rFonts w:eastAsia="Times New Roman" w:cs="Calibri"/>
          <w:b/>
          <w:bCs/>
          <w:lang w:eastAsia="cs-CZ"/>
        </w:rPr>
        <w:t>etech</w:t>
      </w:r>
      <w:r w:rsidRPr="00000E23">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08F99779" w14:textId="77777777" w:rsidR="007721D5" w:rsidRPr="00FC099F" w:rsidRDefault="00A5181C" w:rsidP="00A1024D">
      <w:pPr>
        <w:spacing w:after="0" w:line="240" w:lineRule="auto"/>
        <w:ind w:left="907"/>
        <w:jc w:val="both"/>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rsidR="00A123D1">
        <w:t>/DUSL</w:t>
      </w:r>
      <w:r w:rsidRPr="00A5181C">
        <w:t xml:space="preserve">+PDPS“) </w:t>
      </w:r>
      <w:r w:rsidR="00A123D1">
        <w:t xml:space="preserve">nebo ve stupních </w:t>
      </w:r>
      <w:r w:rsidR="00A123D1" w:rsidRPr="007D63FC">
        <w:t xml:space="preserve">dokumentace pro </w:t>
      </w:r>
      <w:r w:rsidR="00A123D1">
        <w:t xml:space="preserve">vydání rozhodnutí o umístění stavby a projektové dokumentace pro vydání stavebního povolení (dále jen „DUR+DSP“) nebo ve stupních </w:t>
      </w:r>
      <w:r w:rsidR="00A123D1" w:rsidRPr="007D63FC">
        <w:t xml:space="preserve">dokumentace pro </w:t>
      </w:r>
      <w:r w:rsidR="00A123D1">
        <w:t xml:space="preserve">vydání rozhodnutí o umístění stavby a projektové dokumentace pro vydání stavebního </w:t>
      </w:r>
      <w:r w:rsidR="00A123D1" w:rsidRPr="00FC099F">
        <w:t xml:space="preserve">povolení a projektové dokumentace pro provádění stavby (dále jen „DUR+DSP+PDPS“) </w:t>
      </w:r>
      <w:r w:rsidRPr="00FC099F">
        <w:t xml:space="preserve">dle </w:t>
      </w:r>
      <w:r w:rsidR="007A674F" w:rsidRPr="00FC099F">
        <w:t xml:space="preserve">prováděcích </w:t>
      </w:r>
      <w:r w:rsidRPr="00FC099F">
        <w:t>právních předpisů</w:t>
      </w:r>
      <w:r w:rsidRPr="00FC099F">
        <w:rPr>
          <w:vertAlign w:val="superscript"/>
        </w:rPr>
        <w:footnoteReference w:id="1"/>
      </w:r>
      <w:r w:rsidRPr="00FC099F">
        <w:t xml:space="preserve"> pro stavby železničních drah </w:t>
      </w:r>
    </w:p>
    <w:p w14:paraId="598BE3E1" w14:textId="7A1119A4" w:rsidR="00FC44E6" w:rsidRPr="00FC099F" w:rsidRDefault="007721D5" w:rsidP="00A1024D">
      <w:pPr>
        <w:spacing w:after="0" w:line="240" w:lineRule="auto"/>
        <w:ind w:left="907"/>
        <w:jc w:val="both"/>
      </w:pPr>
      <w:r w:rsidRPr="00FC099F">
        <w:t>celostátních nebo regionálních ve smyslu § 5 odst. 1 a § 3 odst. 1 písm. a), b)</w:t>
      </w:r>
      <w:r w:rsidR="00A5181C" w:rsidRPr="00FC099F">
        <w:t xml:space="preserve"> zák. č. 266/1994 Sb., o dráhách, ve znění pozdějších předpisů. Za službu obdobného charakteru, resp. projektové práce spočívající ve zhotovení dokumentace ve stupni DSP nebo DSP+PDPS nebo DUSP</w:t>
      </w:r>
      <w:r w:rsidR="007A674F" w:rsidRPr="00FC099F">
        <w:t>/DUSL</w:t>
      </w:r>
      <w:r w:rsidR="00A5181C" w:rsidRPr="00FC099F">
        <w:t xml:space="preserve"> nebo DUSP</w:t>
      </w:r>
      <w:r w:rsidR="007A674F" w:rsidRPr="00FC099F">
        <w:t>/DUSL</w:t>
      </w:r>
      <w:r w:rsidR="00A5181C" w:rsidRPr="00FC099F">
        <w:t>+PDPS</w:t>
      </w:r>
      <w:r w:rsidR="007A674F" w:rsidRPr="00FC099F">
        <w:t xml:space="preserve"> nebo DUR+DSP nebo DUR+DSP+PDPS</w:t>
      </w:r>
      <w:r w:rsidR="00A5181C" w:rsidRPr="00FC099F">
        <w:t>, zadavatel považuje rovněž provedení aktualizace dokumentace ve stupni DSP nebo DSP+PDPS nebo DUSP</w:t>
      </w:r>
      <w:r w:rsidR="007A674F" w:rsidRPr="00FC099F">
        <w:t>/DUSL</w:t>
      </w:r>
      <w:r w:rsidR="00A5181C" w:rsidRPr="00FC099F">
        <w:t xml:space="preserve"> nebo DUSP</w:t>
      </w:r>
      <w:r w:rsidR="007A674F" w:rsidRPr="00FC099F">
        <w:t>/DUSL</w:t>
      </w:r>
      <w:r w:rsidR="00A5181C" w:rsidRPr="00FC099F">
        <w:t>+PDPS</w:t>
      </w:r>
      <w:r w:rsidR="007A674F" w:rsidRPr="00FC099F">
        <w:t xml:space="preserve"> nebo DUR+DSP nebo DUR+DSP+PDPS</w:t>
      </w:r>
      <w:r w:rsidR="00A5181C" w:rsidRPr="00FC099F">
        <w:t>.</w:t>
      </w:r>
    </w:p>
    <w:p w14:paraId="7532C688" w14:textId="77777777" w:rsidR="00A5181C" w:rsidRPr="00FC099F"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rsidRPr="00FC099F">
        <w:lastRenderedPageBreak/>
        <w:t xml:space="preserve">Pro účely doložení požadované technické kvalifikace se dokumentacemi ve stupních DSP+PDSP rozumí jak dokumentace zpracovaná dle přílohy č. 5 </w:t>
      </w:r>
      <w:proofErr w:type="spellStart"/>
      <w:r w:rsidRPr="00FC099F">
        <w:t>vyhl</w:t>
      </w:r>
      <w:proofErr w:type="spellEnd"/>
      <w:r w:rsidRPr="00FC099F">
        <w:t>. č. 146/2008 Sb., o rozsahu a obsahu projektové dokumentace dopravních staveb, ve znění účinném do 30. 11. 2018 (tj. zpracovaná v jednom stupni na úrovni dokumentace zahrnující jednak DSP a jednak PDPS s výjimkou vybraných provozních</w:t>
      </w:r>
      <w:r>
        <w:t xml:space="preserve">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6073F2CA" w14:textId="77777777" w:rsidR="008E479E" w:rsidRDefault="00FC44E6" w:rsidP="00FC44E6">
      <w:pPr>
        <w:spacing w:after="0" w:line="240" w:lineRule="auto"/>
        <w:ind w:left="907"/>
        <w:jc w:val="both"/>
        <w:rPr>
          <w:rFonts w:eastAsia="Times New Roman" w:cs="Times New Roman"/>
          <w:lang w:eastAsia="cs-CZ"/>
        </w:rPr>
      </w:pPr>
      <w:bookmarkStart w:id="5" w:name="_Hlk161143954"/>
      <w:r w:rsidRPr="00FC44E6">
        <w:rPr>
          <w:rFonts w:eastAsia="Times New Roman" w:cs="Times New Roman"/>
          <w:lang w:eastAsia="cs-CZ"/>
        </w:rPr>
        <w:t xml:space="preserve">Dodavatel musí předloženým seznamem významných služeb prokázat, že v uvedeném období poskytl alespoň </w:t>
      </w:r>
      <w:r w:rsidRPr="008E479E">
        <w:rPr>
          <w:rFonts w:eastAsia="Times New Roman" w:cs="Times New Roman"/>
          <w:b/>
          <w:bCs/>
          <w:lang w:eastAsia="cs-CZ"/>
        </w:rPr>
        <w:t>2 služby obdobného charakteru</w:t>
      </w:r>
      <w:r w:rsidRPr="00FC44E6">
        <w:rPr>
          <w:rFonts w:eastAsia="Times New Roman" w:cs="Times New Roman"/>
          <w:lang w:eastAsia="cs-CZ"/>
        </w:rPr>
        <w:t>, jejichž předmětem byly mimo jiné následující činnosti:</w:t>
      </w:r>
    </w:p>
    <w:p w14:paraId="07998283" w14:textId="77777777" w:rsidR="008E479E" w:rsidRPr="00DB2E10" w:rsidRDefault="008E479E" w:rsidP="008E479E">
      <w:pPr>
        <w:pStyle w:val="Odstavecseseznamem"/>
        <w:numPr>
          <w:ilvl w:val="0"/>
          <w:numId w:val="23"/>
        </w:numPr>
        <w:spacing w:before="120" w:after="0" w:line="240" w:lineRule="auto"/>
        <w:ind w:left="1607"/>
        <w:jc w:val="both"/>
      </w:pPr>
      <w:r w:rsidRPr="00DB2E10">
        <w:rPr>
          <w:rFonts w:eastAsia="Times New Roman" w:cs="Times New Roman"/>
          <w:lang w:eastAsia="cs-CZ"/>
        </w:rPr>
        <w:t xml:space="preserve">Zpracování projektové dokumentace ve stupni DSP nebo DSP+PDPS nebo DUSP </w:t>
      </w:r>
      <w:r w:rsidRPr="00DB2E10">
        <w:rPr>
          <w:rFonts w:eastAsia="Times New Roman" w:cs="Times New Roman"/>
          <w:b/>
          <w:bCs/>
          <w:lang w:eastAsia="cs-CZ"/>
        </w:rPr>
        <w:t>pro rekonstrukci nebo novostavbu přejezdového zabezpečovacího světelného zařízení</w:t>
      </w:r>
      <w:r w:rsidRPr="00DB2E10">
        <w:rPr>
          <w:rFonts w:eastAsia="Times New Roman" w:cs="Times New Roman"/>
          <w:lang w:eastAsia="cs-CZ"/>
        </w:rPr>
        <w:t>.</w:t>
      </w:r>
    </w:p>
    <w:bookmarkEnd w:id="5"/>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3CA774D8" w:rsidR="00FC44E6" w:rsidRDefault="00FC44E6" w:rsidP="00FC44E6">
      <w:pPr>
        <w:spacing w:after="0" w:line="240" w:lineRule="auto"/>
        <w:ind w:left="907"/>
        <w:jc w:val="both"/>
      </w:pPr>
      <w:r w:rsidRPr="008E479E">
        <w:rPr>
          <w:rFonts w:eastAsia="Times New Roman" w:cs="Times New Roman"/>
          <w:b/>
          <w:bCs/>
          <w:lang w:eastAsia="cs-CZ"/>
        </w:rPr>
        <w:t xml:space="preserve">Celkový součet </w:t>
      </w:r>
      <w:r w:rsidR="00917840" w:rsidRPr="008E479E">
        <w:rPr>
          <w:rFonts w:eastAsia="Times New Roman" w:cs="Times New Roman"/>
          <w:b/>
          <w:bCs/>
          <w:lang w:eastAsia="cs-CZ"/>
        </w:rPr>
        <w:t xml:space="preserve">hodnot </w:t>
      </w:r>
      <w:r w:rsidRPr="008E479E">
        <w:rPr>
          <w:rFonts w:eastAsia="Times New Roman" w:cs="Times New Roman"/>
          <w:b/>
          <w:bCs/>
          <w:lang w:eastAsia="cs-CZ"/>
        </w:rPr>
        <w:t>významných služeb</w:t>
      </w:r>
      <w:r w:rsidRPr="00FC44E6">
        <w:rPr>
          <w:rFonts w:eastAsia="Times New Roman" w:cs="Times New Roman"/>
          <w:lang w:eastAsia="cs-CZ"/>
        </w:rPr>
        <w:t xml:space="preserve"> obdobného charakteru za poslední</w:t>
      </w:r>
      <w:r w:rsidR="008E479E">
        <w:rPr>
          <w:rFonts w:eastAsia="Times New Roman" w:cs="Times New Roman"/>
          <w:lang w:eastAsia="cs-CZ"/>
        </w:rPr>
        <w:t>ch 5 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8E479E">
        <w:rPr>
          <w:rFonts w:eastAsia="Times New Roman" w:cs="Times New Roman"/>
          <w:b/>
          <w:bCs/>
          <w:lang w:eastAsia="cs-CZ"/>
        </w:rPr>
        <w:t>minimálně</w:t>
      </w:r>
      <w:r w:rsidR="008E479E">
        <w:rPr>
          <w:rFonts w:eastAsia="Times New Roman" w:cs="Times New Roman"/>
          <w:lang w:eastAsia="cs-CZ"/>
        </w:rPr>
        <w:t xml:space="preserve"> </w:t>
      </w:r>
      <w:r w:rsidR="008E479E" w:rsidRPr="008E479E">
        <w:rPr>
          <w:rFonts w:eastAsia="Times New Roman" w:cs="Times New Roman"/>
          <w:b/>
          <w:bCs/>
          <w:lang w:eastAsia="cs-CZ"/>
        </w:rPr>
        <w:t>1 </w:t>
      </w:r>
      <w:r w:rsidR="00C04B2D">
        <w:rPr>
          <w:rFonts w:eastAsia="Times New Roman" w:cs="Times New Roman"/>
          <w:b/>
          <w:bCs/>
          <w:lang w:eastAsia="cs-CZ"/>
        </w:rPr>
        <w:t>3</w:t>
      </w:r>
      <w:r w:rsidR="008E479E" w:rsidRPr="008E479E">
        <w:rPr>
          <w:rFonts w:eastAsia="Times New Roman" w:cs="Times New Roman"/>
          <w:b/>
          <w:bCs/>
          <w:lang w:eastAsia="cs-CZ"/>
        </w:rPr>
        <w:t>50 000</w:t>
      </w:r>
      <w:r w:rsidRPr="00FC44E6">
        <w:rPr>
          <w:rFonts w:eastAsia="Times New Roman" w:cs="Times New Roman"/>
          <w:b/>
          <w:bCs/>
          <w:lang w:eastAsia="cs-CZ"/>
        </w:rPr>
        <w:t xml:space="preserve"> </w:t>
      </w:r>
      <w:r w:rsidRPr="008E479E">
        <w:rPr>
          <w:rFonts w:eastAsia="Times New Roman" w:cs="Times New Roman"/>
          <w:b/>
          <w:bCs/>
          <w:lang w:eastAsia="cs-CZ"/>
        </w:rPr>
        <w:t>Kč</w:t>
      </w:r>
      <w:r w:rsidRPr="00FC44E6">
        <w:rPr>
          <w:rFonts w:eastAsia="Times New Roman" w:cs="Times New Roman"/>
          <w:lang w:eastAsia="cs-CZ"/>
        </w:rPr>
        <w:t xml:space="preserve"> bez DPH, přičemž</w:t>
      </w:r>
      <w:r w:rsidR="008E479E">
        <w:rPr>
          <w:rFonts w:eastAsia="Times New Roman" w:cs="Times New Roman"/>
          <w:lang w:eastAsia="cs-CZ"/>
        </w:rPr>
        <w:t xml:space="preserve"> </w:t>
      </w:r>
      <w:proofErr w:type="gramStart"/>
      <w:r w:rsidRPr="00FC44E6">
        <w:rPr>
          <w:rFonts w:eastAsia="Times New Roman" w:cs="Times New Roman"/>
          <w:lang w:eastAsia="cs-CZ"/>
        </w:rPr>
        <w:t>alespoň</w:t>
      </w:r>
      <w:r w:rsidR="008E479E">
        <w:rPr>
          <w:rFonts w:eastAsia="Times New Roman" w:cs="Times New Roman"/>
          <w:lang w:eastAsia="cs-CZ"/>
        </w:rPr>
        <w:t xml:space="preserve"> </w:t>
      </w:r>
      <w:r w:rsidR="00FC099F">
        <w:rPr>
          <w:rFonts w:eastAsia="Times New Roman" w:cs="Times New Roman"/>
          <w:lang w:eastAsia="cs-CZ"/>
        </w:rPr>
        <w:t xml:space="preserve"> </w:t>
      </w:r>
      <w:r w:rsidRPr="008E479E">
        <w:rPr>
          <w:rFonts w:eastAsia="Times New Roman" w:cs="Times New Roman"/>
          <w:b/>
          <w:bCs/>
          <w:lang w:eastAsia="cs-CZ"/>
        </w:rPr>
        <w:t>jedna</w:t>
      </w:r>
      <w:proofErr w:type="gramEnd"/>
      <w:r w:rsidRPr="008E479E">
        <w:rPr>
          <w:rFonts w:eastAsia="Times New Roman" w:cs="Times New Roman"/>
          <w:b/>
          <w:bCs/>
          <w:lang w:eastAsia="cs-CZ"/>
        </w:rPr>
        <w:t xml:space="preserve"> </w:t>
      </w:r>
      <w:r w:rsidR="00FC099F">
        <w:rPr>
          <w:rFonts w:eastAsia="Times New Roman" w:cs="Times New Roman"/>
          <w:b/>
          <w:bCs/>
          <w:lang w:eastAsia="cs-CZ"/>
        </w:rPr>
        <w:t xml:space="preserve"> </w:t>
      </w:r>
      <w:r w:rsidR="00B16D2C" w:rsidRPr="008E479E">
        <w:rPr>
          <w:rFonts w:eastAsia="Times New Roman" w:cs="Times New Roman"/>
          <w:b/>
          <w:bCs/>
          <w:lang w:eastAsia="cs-CZ"/>
        </w:rPr>
        <w:t xml:space="preserve">významná </w:t>
      </w:r>
      <w:r w:rsidRPr="008E479E">
        <w:rPr>
          <w:rFonts w:eastAsia="Times New Roman" w:cs="Times New Roman"/>
          <w:b/>
          <w:bCs/>
          <w:lang w:eastAsia="cs-CZ"/>
        </w:rPr>
        <w:t xml:space="preserve">služba musí dosahovat </w:t>
      </w:r>
      <w:r w:rsidR="00917840" w:rsidRPr="008E479E">
        <w:rPr>
          <w:rFonts w:eastAsia="Times New Roman" w:cs="Times New Roman"/>
          <w:b/>
          <w:bCs/>
          <w:lang w:eastAsia="cs-CZ"/>
        </w:rPr>
        <w:t xml:space="preserve">hodnoty </w:t>
      </w:r>
      <w:r w:rsidRPr="008E479E">
        <w:rPr>
          <w:rFonts w:eastAsia="Times New Roman" w:cs="Times New Roman"/>
          <w:b/>
          <w:bCs/>
          <w:lang w:eastAsia="cs-CZ"/>
        </w:rPr>
        <w:t>nejméně</w:t>
      </w:r>
      <w:r w:rsidR="008E479E">
        <w:rPr>
          <w:rFonts w:eastAsia="Times New Roman" w:cs="Times New Roman"/>
          <w:lang w:eastAsia="cs-CZ"/>
        </w:rPr>
        <w:t xml:space="preserve"> </w:t>
      </w:r>
      <w:r w:rsidR="008E479E" w:rsidRPr="008E479E">
        <w:rPr>
          <w:rFonts w:eastAsia="Times New Roman" w:cs="Times New Roman"/>
          <w:b/>
          <w:bCs/>
          <w:lang w:eastAsia="cs-CZ"/>
        </w:rPr>
        <w:t>6</w:t>
      </w:r>
      <w:r w:rsidR="00C04B2D">
        <w:rPr>
          <w:rFonts w:eastAsia="Times New Roman" w:cs="Times New Roman"/>
          <w:b/>
          <w:bCs/>
          <w:lang w:eastAsia="cs-CZ"/>
        </w:rPr>
        <w:t>7</w:t>
      </w:r>
      <w:r w:rsidR="008E479E" w:rsidRPr="008E479E">
        <w:rPr>
          <w:rFonts w:eastAsia="Times New Roman" w:cs="Times New Roman"/>
          <w:b/>
          <w:bCs/>
          <w:lang w:eastAsia="cs-CZ"/>
        </w:rPr>
        <w:t>5 000</w:t>
      </w:r>
      <w:r w:rsidRPr="00FC44E6">
        <w:rPr>
          <w:rFonts w:eastAsia="Times New Roman" w:cs="Times New Roman"/>
          <w:b/>
          <w:bCs/>
          <w:lang w:eastAsia="cs-CZ"/>
        </w:rPr>
        <w:t xml:space="preserve"> </w:t>
      </w:r>
      <w:r w:rsidRPr="008E479E">
        <w:rPr>
          <w:rFonts w:eastAsia="Times New Roman" w:cs="Times New Roman"/>
          <w:b/>
          <w:bCs/>
          <w:lang w:eastAsia="cs-CZ"/>
        </w:rPr>
        <w:t>Kč</w:t>
      </w:r>
      <w:r w:rsidRPr="00FC44E6">
        <w:rPr>
          <w:rFonts w:eastAsia="Times New Roman" w:cs="Times New Roman"/>
          <w:lang w:eastAsia="cs-CZ"/>
        </w:rPr>
        <w:t xml:space="preserve">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241D1C9"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w:t>
      </w:r>
      <w:r w:rsidRPr="000045F9">
        <w:lastRenderedPageBreak/>
        <w:t xml:space="preserve">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0045F9">
        <w:t>koleje  a</w:t>
      </w:r>
      <w:proofErr w:type="gramEnd"/>
      <w:r w:rsidRPr="000045F9">
        <w:t>/nebo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3AAE8206" w:rsidR="00FC44E6" w:rsidRDefault="00862C88" w:rsidP="00FC44E6">
      <w:pPr>
        <w:spacing w:after="0" w:line="240" w:lineRule="auto"/>
        <w:ind w:left="907"/>
        <w:jc w:val="both"/>
        <w:rPr>
          <w:rFonts w:eastAsia="Times New Roman" w:cs="Times New Roman"/>
          <w:lang w:eastAsia="cs-CZ"/>
        </w:rPr>
      </w:pPr>
      <w:r w:rsidRPr="00A169B6">
        <w:rPr>
          <w:rFonts w:eastAsia="Times New Roman" w:cs="Times New Roman"/>
          <w:lang w:eastAsia="cs-CZ"/>
        </w:rPr>
        <w:t xml:space="preserve">Doba 5 let před zahájením </w:t>
      </w:r>
      <w:r w:rsidR="00BE7DBA" w:rsidRPr="00A169B6">
        <w:rPr>
          <w:rFonts w:eastAsia="Times New Roman" w:cs="Times New Roman"/>
          <w:lang w:eastAsia="cs-CZ"/>
        </w:rPr>
        <w:t xml:space="preserve">výběrového </w:t>
      </w:r>
      <w:r w:rsidRPr="00A169B6">
        <w:rPr>
          <w:rFonts w:eastAsia="Times New Roman" w:cs="Times New Roman"/>
          <w:lang w:eastAsia="cs-CZ"/>
        </w:rPr>
        <w:t>řízení se považuje za splněnou, pokud byly činnosti odpovídající zadavatelem stanovené definici významné služby dokončeny v</w:t>
      </w:r>
      <w:r w:rsidR="00824143" w:rsidRPr="00A169B6">
        <w:rPr>
          <w:rFonts w:eastAsia="Times New Roman" w:cs="Times New Roman"/>
          <w:lang w:eastAsia="cs-CZ"/>
        </w:rPr>
        <w:t> </w:t>
      </w:r>
      <w:r w:rsidRPr="00A169B6">
        <w:rPr>
          <w:rFonts w:eastAsia="Times New Roman" w:cs="Times New Roman"/>
          <w:lang w:eastAsia="cs-CZ"/>
        </w:rPr>
        <w:t xml:space="preserve">průběhu této doby nebo kdykoli po zahájení </w:t>
      </w:r>
      <w:r w:rsidR="001335E1" w:rsidRPr="00A169B6">
        <w:rPr>
          <w:rFonts w:eastAsia="Times New Roman" w:cs="Times New Roman"/>
          <w:lang w:eastAsia="cs-CZ"/>
        </w:rPr>
        <w:t xml:space="preserve">výběrového </w:t>
      </w:r>
      <w:r w:rsidRPr="00A169B6">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A169B6">
        <w:t xml:space="preserve">Pro prokázání kvalifikace postačuje, aby byly požadované minimální hodnoty významných služeb dosaženy za celou dobu poskytování významných služeb, nikoliv pouze v průběhu posledních </w:t>
      </w:r>
      <w:r w:rsidR="00653600" w:rsidRPr="00A169B6">
        <w:t xml:space="preserve">5 </w:t>
      </w:r>
      <w:r w:rsidRPr="00A169B6">
        <w:t xml:space="preserve">let před zahájením </w:t>
      </w:r>
      <w:r w:rsidR="001335E1" w:rsidRPr="00A169B6">
        <w:t xml:space="preserve">výběrového </w:t>
      </w:r>
      <w:r w:rsidRPr="00A169B6">
        <w:t>řízení.</w:t>
      </w:r>
      <w:r w:rsidR="00FC44E6" w:rsidRPr="00A169B6">
        <w:rPr>
          <w:rFonts w:eastAsia="Times New Roman" w:cs="Times New Roman"/>
          <w:lang w:eastAsia="cs-CZ"/>
        </w:rPr>
        <w:t xml:space="preserve">  V případě, že byla referovaná služba, resp. činnost </w:t>
      </w:r>
      <w:r w:rsidRPr="00A169B6">
        <w:t>či zpracovaný příslušný stupeň dokumentace</w:t>
      </w:r>
      <w:r w:rsidRPr="00A169B6">
        <w:rPr>
          <w:rFonts w:eastAsia="Times New Roman" w:cs="Times New Roman"/>
          <w:lang w:eastAsia="cs-CZ"/>
        </w:rPr>
        <w:t xml:space="preserve"> </w:t>
      </w:r>
      <w:r w:rsidR="00FC44E6" w:rsidRPr="00A169B6">
        <w:rPr>
          <w:rFonts w:eastAsia="Times New Roman" w:cs="Times New Roman"/>
          <w:lang w:eastAsia="cs-CZ"/>
        </w:rPr>
        <w:t>součástí rozsáhlejšího plnění pro objednatele služby (např. kromě zpracování projektové dokumentace měl dodavatel vykonávat i autorský dozor</w:t>
      </w:r>
      <w:r w:rsidR="00824143" w:rsidRPr="00A169B6">
        <w:rPr>
          <w:rFonts w:eastAsia="Times New Roman" w:cs="Times New Roman"/>
          <w:lang w:eastAsia="cs-CZ"/>
        </w:rPr>
        <w:t>/dozor projektanta</w:t>
      </w:r>
      <w:r w:rsidR="00FC44E6" w:rsidRPr="00A169B6">
        <w:rPr>
          <w:rFonts w:eastAsia="Times New Roman" w:cs="Times New Roman"/>
          <w:lang w:eastAsia="cs-CZ"/>
        </w:rPr>
        <w:t xml:space="preserve"> při realizaci stavby apod.) postačí, pokud je </w:t>
      </w:r>
      <w:r w:rsidR="00796F66" w:rsidRPr="00A169B6">
        <w:t xml:space="preserve">v uvedené době </w:t>
      </w:r>
      <w:r w:rsidR="00FC44E6" w:rsidRPr="00A169B6">
        <w:rPr>
          <w:rFonts w:eastAsia="Times New Roman" w:cs="Times New Roman"/>
          <w:lang w:eastAsia="cs-CZ"/>
        </w:rPr>
        <w:t>dokončeno plnění</w:t>
      </w:r>
      <w:r w:rsidRPr="00A169B6">
        <w:rPr>
          <w:rFonts w:eastAsia="Times New Roman" w:cs="Times New Roman"/>
          <w:lang w:eastAsia="cs-CZ"/>
        </w:rPr>
        <w:t>, které odpovídá zadavatelem stanovené definici významné služby</w:t>
      </w:r>
      <w:r w:rsidR="00FC44E6" w:rsidRPr="00A169B6">
        <w:rPr>
          <w:rFonts w:eastAsia="Times New Roman" w:cs="Times New Roman"/>
          <w:lang w:eastAsia="cs-CZ"/>
        </w:rPr>
        <w:t xml:space="preserve"> (tj. </w:t>
      </w:r>
      <w:r w:rsidR="00796F66" w:rsidRPr="00A169B6">
        <w:t xml:space="preserve">např. projektové práce spočívající ve zpracování </w:t>
      </w:r>
      <w:r w:rsidR="00796F66" w:rsidRPr="00A169B6">
        <w:rPr>
          <w:rFonts w:cs="Arial"/>
          <w:bCs/>
        </w:rPr>
        <w:t>dokumentace</w:t>
      </w:r>
      <w:r w:rsidR="00796F66" w:rsidRPr="00A169B6">
        <w:t xml:space="preserve"> ve stupni DSP nebo DSP+PDPS nebo DUSP</w:t>
      </w:r>
      <w:r w:rsidR="00B630D8" w:rsidRPr="00A169B6">
        <w:t>/DUSL</w:t>
      </w:r>
      <w:r w:rsidR="00796F66" w:rsidRPr="00A169B6">
        <w:t xml:space="preserve"> nebo DUSP</w:t>
      </w:r>
      <w:r w:rsidR="00B630D8" w:rsidRPr="00A169B6">
        <w:t>/DUSL</w:t>
      </w:r>
      <w:r w:rsidR="00796F66" w:rsidRPr="00A169B6">
        <w:t>+PDPS</w:t>
      </w:r>
      <w:r w:rsidR="00FC44E6" w:rsidRPr="00A169B6" w:rsidDel="00BE45A2">
        <w:rPr>
          <w:rFonts w:eastAsia="Times New Roman" w:cs="Times New Roman"/>
          <w:lang w:eastAsia="cs-CZ"/>
        </w:rPr>
        <w:t xml:space="preserve"> </w:t>
      </w:r>
      <w:r w:rsidR="00B630D8" w:rsidRPr="00A169B6">
        <w:t xml:space="preserve">nebo DUR+DSP nebo DUR+DSP+PDPS </w:t>
      </w:r>
      <w:r w:rsidR="00FC44E6" w:rsidRPr="00A169B6">
        <w:rPr>
          <w:rFonts w:eastAsia="Times New Roman" w:cs="Times New Roman"/>
          <w:lang w:eastAsia="cs-CZ"/>
        </w:rPr>
        <w:t>pro stavby železničních drah)</w:t>
      </w:r>
      <w:r w:rsidR="00796F66" w:rsidRPr="00A169B6">
        <w:t xml:space="preserve"> s tím, že zakázka jako celek (tj. ohledně dalších činností, např. autorského dozoru</w:t>
      </w:r>
      <w:r w:rsidR="00824143" w:rsidRPr="00A169B6">
        <w:t>/dozoru projektanta</w:t>
      </w:r>
      <w:r w:rsidR="00796F66" w:rsidRPr="00A169B6">
        <w:t xml:space="preserve"> při realizaci stavby) dokončena není</w:t>
      </w:r>
      <w:r w:rsidR="00FC44E6" w:rsidRPr="00A169B6">
        <w:rPr>
          <w:rFonts w:eastAsia="Times New Roman" w:cs="Times New Roman"/>
          <w:lang w:eastAsia="cs-CZ"/>
        </w:rPr>
        <w:t xml:space="preserve">; zároveň však platí, že nestačí, pokud </w:t>
      </w:r>
      <w:r w:rsidR="00656373" w:rsidRPr="00A169B6">
        <w:rPr>
          <w:rFonts w:eastAsia="Times New Roman" w:cs="Times New Roman"/>
          <w:lang w:eastAsia="cs-CZ"/>
        </w:rPr>
        <w:t>je</w:t>
      </w:r>
      <w:r w:rsidR="00FC44E6" w:rsidRPr="00A169B6">
        <w:rPr>
          <w:rFonts w:eastAsia="Times New Roman" w:cs="Times New Roman"/>
          <w:lang w:eastAsia="cs-CZ"/>
        </w:rPr>
        <w:t xml:space="preserve"> v posledních 5 letech dokončena služba rozsáhlejšího plnění jako celek, avšak plnění </w:t>
      </w:r>
      <w:r w:rsidRPr="00A169B6">
        <w:rPr>
          <w:rFonts w:eastAsia="Times New Roman" w:cs="Times New Roman"/>
          <w:lang w:eastAsia="cs-CZ"/>
        </w:rPr>
        <w:t>odpovídající definici významné služby</w:t>
      </w:r>
      <w:r w:rsidR="00FC44E6" w:rsidRPr="00A169B6">
        <w:rPr>
          <w:rFonts w:eastAsia="Times New Roman" w:cs="Times New Roman"/>
          <w:lang w:eastAsia="cs-CZ"/>
        </w:rPr>
        <w:t xml:space="preserve"> bylo dokončeno dříve než před 5  lety. </w:t>
      </w:r>
      <w:r w:rsidRPr="00A169B6">
        <w:rPr>
          <w:rFonts w:eastAsia="Times New Roman" w:cs="Times New Roman"/>
          <w:lang w:eastAsia="cs-CZ"/>
        </w:rPr>
        <w:t>Je-li referenční zakázka součástí rozsáhlejšího plnění pro téhož dodavatele (např. zpracování i jiných stupňů předprojektové</w:t>
      </w:r>
      <w:r w:rsidRPr="00862C88">
        <w:rPr>
          <w:rFonts w:eastAsia="Times New Roman" w:cs="Times New Roman"/>
          <w:lang w:eastAsia="cs-CZ"/>
        </w:rPr>
        <w:t xml:space="preserve">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637C8396" w14:textId="77777777" w:rsidR="008F5B24" w:rsidRDefault="008F5B24" w:rsidP="008F5B24">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3AD10C9A" w14:textId="77777777" w:rsidR="008F5B24" w:rsidRDefault="008F5B24" w:rsidP="008F5B24">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posouzení shody nebo vhodnosti pro použití prvku interoperability či ES prohlášení o ověření subsystému, zpracování nákladů stavby, zpracování v režimu BIM;</w:t>
      </w:r>
    </w:p>
    <w:p w14:paraId="00DD3422" w14:textId="77777777" w:rsidR="008F5B24" w:rsidRPr="00FC44E6" w:rsidRDefault="008F5B24" w:rsidP="008F5B24">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DUSP/DUSL nebo DUSP/DUSL+PDPS nebo DUR+DSP nebo DUR+DSP+PDPS považuje za dokončenou definitivním předáním DSP nebo DSP+PDPS nebo DUSP/DUSL</w:t>
      </w:r>
      <w:r w:rsidRPr="00103A92">
        <w:t xml:space="preserve"> </w:t>
      </w:r>
      <w:r>
        <w:t>nebo DUSP/DUSL+PDPS nebo DUR+DSP nebo DUR+DSP+PDPS včetně dokladové části, příp. jejich aktualizace objednateli po zapracování všech připomínek</w:t>
      </w:r>
      <w:r w:rsidRPr="00F0349F">
        <w:t xml:space="preserve"> </w:t>
      </w:r>
      <w:r>
        <w:t xml:space="preserve">a jejím převzetím objednatelem, a to bez případného podání žádosti o </w:t>
      </w:r>
      <w:r w:rsidRPr="006A070D">
        <w:t>územní rozhodnutí, územní souhlas</w:t>
      </w:r>
      <w:r>
        <w:t>, stavební povolení, společné povolení nebo povolení záměru (povolení stavby),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3932645D" w14:textId="77777777" w:rsidR="00A169B6" w:rsidRDefault="00FC44E6" w:rsidP="00A169B6">
      <w:pPr>
        <w:numPr>
          <w:ilvl w:val="0"/>
          <w:numId w:val="19"/>
        </w:numPr>
        <w:spacing w:after="0" w:line="240" w:lineRule="auto"/>
        <w:ind w:left="907" w:hanging="340"/>
        <w:jc w:val="both"/>
        <w:rPr>
          <w:rFonts w:eastAsia="Times New Roman" w:cs="Times New Roman"/>
          <w:lang w:eastAsia="cs-CZ"/>
        </w:rPr>
      </w:pPr>
      <w:r w:rsidRPr="00A169B6">
        <w:rPr>
          <w:rFonts w:eastAsia="Times New Roman" w:cs="Times New Roman"/>
          <w:lang w:eastAsia="cs-CZ"/>
        </w:rPr>
        <w:t xml:space="preserve">Zadavatel požaduje </w:t>
      </w:r>
      <w:r w:rsidRPr="00A169B6">
        <w:rPr>
          <w:rFonts w:eastAsia="Times New Roman" w:cs="Times New Roman"/>
          <w:b/>
          <w:bCs/>
          <w:lang w:eastAsia="cs-CZ"/>
        </w:rPr>
        <w:t>předložení seznamu personálu dodavatele.</w:t>
      </w:r>
      <w:r w:rsidRPr="00A169B6">
        <w:rPr>
          <w:rFonts w:eastAsia="Times New Roman" w:cs="Times New Roman"/>
          <w:lang w:eastAsia="cs-CZ"/>
        </w:rPr>
        <w:t xml:space="preserve"> </w:t>
      </w:r>
    </w:p>
    <w:p w14:paraId="24290B2C" w14:textId="77777777" w:rsidR="00A169B6" w:rsidRDefault="00A169B6" w:rsidP="00A169B6">
      <w:pPr>
        <w:spacing w:after="0" w:line="240" w:lineRule="auto"/>
        <w:ind w:left="907"/>
        <w:jc w:val="both"/>
        <w:rPr>
          <w:rFonts w:eastAsia="Times New Roman" w:cs="Times New Roman"/>
          <w:lang w:eastAsia="cs-CZ"/>
        </w:rPr>
      </w:pPr>
    </w:p>
    <w:p w14:paraId="06BC5AF7" w14:textId="3CF64476" w:rsidR="00FC44E6" w:rsidRPr="00A169B6" w:rsidRDefault="008F5B24" w:rsidP="00A169B6">
      <w:pPr>
        <w:spacing w:after="0" w:line="240" w:lineRule="auto"/>
        <w:ind w:left="907"/>
        <w:jc w:val="both"/>
        <w:rPr>
          <w:rFonts w:eastAsia="Times New Roman" w:cs="Times New Roman"/>
          <w:lang w:eastAsia="cs-CZ"/>
        </w:rPr>
      </w:pPr>
      <w:r w:rsidRPr="008F5B24">
        <w:t xml:space="preserve">Pro každou osobu odborného personálu v níže uvedené funkci, může být za účelem splnění kvalifikace doložena pouze jedna fyzická osoba. </w:t>
      </w:r>
      <w:r w:rsidRPr="008F5B24">
        <w:rPr>
          <w:rFonts w:eastAsia="Times New Roman" w:cs="Times New Roman"/>
          <w:lang w:eastAsia="cs-CZ"/>
        </w:rPr>
        <w:t xml:space="preserve">Jednotlivé požadavky na kvalifikační kritéria u každé jednotlivé funkce,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r w:rsidR="00FC44E6" w:rsidRPr="00A169B6">
        <w:rPr>
          <w:rFonts w:eastAsia="Times New Roman" w:cs="Times New Roman"/>
          <w:lang w:eastAsia="cs-CZ"/>
        </w:rPr>
        <w:t xml:space="preserve"> </w:t>
      </w:r>
    </w:p>
    <w:p w14:paraId="02FA628B" w14:textId="77777777" w:rsidR="00FC44E6" w:rsidRPr="00A169B6" w:rsidRDefault="00FC44E6" w:rsidP="00FC44E6">
      <w:pPr>
        <w:spacing w:after="0" w:line="240" w:lineRule="auto"/>
        <w:ind w:left="907"/>
        <w:jc w:val="both"/>
        <w:rPr>
          <w:rFonts w:eastAsia="Times New Roman" w:cs="Times New Roman"/>
          <w:lang w:eastAsia="cs-CZ"/>
        </w:rPr>
      </w:pPr>
    </w:p>
    <w:p w14:paraId="5AA3136F" w14:textId="76DB7D8D" w:rsidR="00FC44E6" w:rsidRPr="00A169B6" w:rsidRDefault="00FC44E6" w:rsidP="00FC44E6">
      <w:pPr>
        <w:spacing w:after="0" w:line="240" w:lineRule="auto"/>
        <w:ind w:left="907"/>
        <w:jc w:val="both"/>
        <w:rPr>
          <w:rFonts w:eastAsia="Times New Roman" w:cs="Times New Roman"/>
          <w:lang w:eastAsia="cs-CZ"/>
        </w:rPr>
      </w:pPr>
      <w:r w:rsidRPr="00A169B6">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A169B6" w:rsidRDefault="00FC44E6" w:rsidP="00FC44E6">
      <w:pPr>
        <w:spacing w:after="0" w:line="240" w:lineRule="auto"/>
        <w:ind w:left="907"/>
        <w:jc w:val="both"/>
        <w:rPr>
          <w:rFonts w:eastAsia="Times New Roman" w:cs="Times New Roman"/>
          <w:lang w:eastAsia="cs-CZ"/>
        </w:rPr>
      </w:pPr>
    </w:p>
    <w:p w14:paraId="1469E698" w14:textId="1E257F21" w:rsidR="00FC44E6" w:rsidRPr="00A169B6" w:rsidRDefault="00FC44E6" w:rsidP="00FC44E6">
      <w:pPr>
        <w:spacing w:after="0" w:line="240" w:lineRule="auto"/>
        <w:ind w:left="907"/>
        <w:jc w:val="both"/>
        <w:rPr>
          <w:rFonts w:eastAsia="Times New Roman" w:cs="Times New Roman"/>
          <w:lang w:eastAsia="cs-CZ"/>
        </w:rPr>
      </w:pPr>
      <w:r w:rsidRPr="00A169B6">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A169B6">
        <w:rPr>
          <w:rFonts w:eastAsia="Times New Roman" w:cs="Times New Roman"/>
          <w:b/>
          <w:lang w:eastAsia="cs-CZ"/>
        </w:rPr>
        <w:t>Informace o této skutečnosti bude uvedena v</w:t>
      </w:r>
      <w:r w:rsidR="00824143" w:rsidRPr="00A169B6">
        <w:rPr>
          <w:rFonts w:eastAsia="Times New Roman" w:cs="Times New Roman"/>
          <w:b/>
          <w:lang w:eastAsia="cs-CZ"/>
        </w:rPr>
        <w:t> </w:t>
      </w:r>
      <w:r w:rsidRPr="00A169B6">
        <w:rPr>
          <w:rFonts w:eastAsia="Times New Roman" w:cs="Times New Roman"/>
          <w:b/>
          <w:lang w:eastAsia="cs-CZ"/>
        </w:rPr>
        <w:t>profesním životopisu</w:t>
      </w:r>
      <w:r w:rsidRPr="00A169B6">
        <w:rPr>
          <w:rFonts w:eastAsia="Times New Roman" w:cs="Times New Roman"/>
          <w:lang w:eastAsia="cs-CZ"/>
        </w:rPr>
        <w:t>. Nesplnění této podmínky může být důvodem pro vyloučení dodavatele z výběrového řízení.</w:t>
      </w:r>
    </w:p>
    <w:p w14:paraId="3DC01E6D" w14:textId="77777777" w:rsidR="00FC44E6" w:rsidRPr="00A169B6" w:rsidRDefault="00FC44E6" w:rsidP="00FC44E6">
      <w:pPr>
        <w:spacing w:after="0" w:line="240" w:lineRule="auto"/>
        <w:ind w:left="907"/>
        <w:jc w:val="both"/>
        <w:rPr>
          <w:rFonts w:eastAsia="Times New Roman" w:cs="Times New Roman"/>
          <w:lang w:eastAsia="cs-CZ"/>
        </w:rPr>
      </w:pPr>
    </w:p>
    <w:p w14:paraId="0E5C00D6" w14:textId="365BBEF5" w:rsidR="00FC44E6" w:rsidRPr="00FC44E6" w:rsidRDefault="00FC44E6" w:rsidP="00FC44E6">
      <w:pPr>
        <w:spacing w:after="0" w:line="240" w:lineRule="auto"/>
        <w:ind w:left="907"/>
        <w:jc w:val="both"/>
        <w:rPr>
          <w:rFonts w:eastAsia="Times New Roman" w:cs="Times New Roman"/>
          <w:lang w:eastAsia="cs-CZ"/>
        </w:rPr>
      </w:pPr>
      <w:r w:rsidRPr="00A169B6">
        <w:rPr>
          <w:rFonts w:eastAsia="Times New Roman" w:cs="Times New Roman"/>
          <w:lang w:eastAsia="cs-CZ"/>
        </w:rPr>
        <w:t xml:space="preserve">Dodavatel v nabídce </w:t>
      </w:r>
      <w:proofErr w:type="gramStart"/>
      <w:r w:rsidRPr="00A169B6">
        <w:rPr>
          <w:rFonts w:eastAsia="Times New Roman" w:cs="Times New Roman"/>
          <w:lang w:eastAsia="cs-CZ"/>
        </w:rPr>
        <w:t>předloží</w:t>
      </w:r>
      <w:proofErr w:type="gramEnd"/>
      <w:r w:rsidRPr="00A169B6">
        <w:rPr>
          <w:rFonts w:eastAsia="Times New Roman" w:cs="Times New Roman"/>
          <w:lang w:eastAsia="cs-CZ"/>
        </w:rPr>
        <w:t xml:space="preserve"> strukturované profesní životopisy každého člena odborného personálu, doklady o požadované</w:t>
      </w:r>
      <w:r w:rsidR="004A1D74" w:rsidRPr="00A169B6">
        <w:rPr>
          <w:rFonts w:eastAsia="Times New Roman" w:cs="Times New Roman"/>
          <w:lang w:eastAsia="cs-CZ"/>
        </w:rPr>
        <w:t xml:space="preserve"> praxi</w:t>
      </w:r>
      <w:r w:rsidRPr="00A169B6">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008F5B24">
        <w:rPr>
          <w:rFonts w:eastAsia="Times New Roman" w:cs="Times New Roman"/>
          <w:lang w:eastAsia="cs-CZ"/>
        </w:rPr>
        <w:t>z</w:t>
      </w:r>
      <w:proofErr w:type="gramEnd"/>
      <w:r w:rsidRPr="00A169B6">
        <w:rPr>
          <w:rFonts w:eastAsia="Times New Roman" w:cs="Times New Roman"/>
          <w:lang w:eastAsia="cs-CZ"/>
        </w:rPr>
        <w:t xml:space="preserve"> dodavatelem předkládaných dokumentů):</w:t>
      </w:r>
    </w:p>
    <w:p w14:paraId="7A98BEEC" w14:textId="77777777" w:rsidR="00FC44E6" w:rsidRPr="00FC099F" w:rsidRDefault="00FC44E6" w:rsidP="00FC44E6">
      <w:pPr>
        <w:spacing w:after="0" w:line="240" w:lineRule="auto"/>
        <w:ind w:firstLine="567"/>
        <w:jc w:val="both"/>
        <w:rPr>
          <w:rFonts w:eastAsia="Times New Roman" w:cs="Times New Roman"/>
          <w:lang w:eastAsia="cs-CZ"/>
        </w:rPr>
      </w:pPr>
    </w:p>
    <w:p w14:paraId="24277631" w14:textId="0AE114A5" w:rsidR="00A169B6" w:rsidRPr="00FC099F" w:rsidRDefault="00A169B6" w:rsidP="00A169B6">
      <w:pPr>
        <w:pStyle w:val="Odstavec1-1a"/>
        <w:keepNext/>
        <w:numPr>
          <w:ilvl w:val="0"/>
          <w:numId w:val="27"/>
        </w:numPr>
        <w:ind w:left="1417"/>
        <w:rPr>
          <w:b/>
        </w:rPr>
      </w:pPr>
      <w:r w:rsidRPr="00FC099F">
        <w:rPr>
          <w:b/>
        </w:rPr>
        <w:lastRenderedPageBreak/>
        <w:t>specialista na zabezpečovací zařízení</w:t>
      </w:r>
    </w:p>
    <w:p w14:paraId="18EDF74A" w14:textId="6FA6AC46" w:rsidR="00A169B6" w:rsidRPr="00FC099F" w:rsidRDefault="00A169B6" w:rsidP="00A169B6">
      <w:pPr>
        <w:pStyle w:val="Odrka1-2-"/>
        <w:ind w:left="1928"/>
      </w:pPr>
      <w:r w:rsidRPr="00FC099F">
        <w:t xml:space="preserve">nejméně 5 let praxe v projektování v oboru své specializace (zabezpečovací zařízení); </w:t>
      </w:r>
    </w:p>
    <w:p w14:paraId="7C34A247" w14:textId="1DF6073A" w:rsidR="00A169B6" w:rsidRPr="00FC099F" w:rsidRDefault="00A169B6" w:rsidP="00A169B6">
      <w:pPr>
        <w:pStyle w:val="Odrka1-2-"/>
        <w:ind w:left="1928"/>
      </w:pPr>
      <w:r w:rsidRPr="00FC099F">
        <w:t xml:space="preserve">autorizace v rozsahu dle § 5 odst. 3 písm. e) autorizačního zákona, tedy pro technologická zařízení staveb; </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76994"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w:t>
      </w:r>
      <w:r w:rsidRPr="00F76994">
        <w:rPr>
          <w:rFonts w:eastAsia="Times New Roman" w:cs="Times New Roman"/>
          <w:lang w:eastAsia="cs-CZ"/>
        </w:rPr>
        <w:t xml:space="preserve">kvalifikovaných dodavatelů nebo obdobou certifikátu vydaného v rámci systému </w:t>
      </w:r>
      <w:r w:rsidRPr="00F76994">
        <w:rPr>
          <w:rFonts w:eastAsia="Times New Roman" w:cs="Times New Roman"/>
          <w:lang w:eastAsia="cs-CZ"/>
        </w:rPr>
        <w:lastRenderedPageBreak/>
        <w:t xml:space="preserve">certifikovaných dodavatelů. Zadavatel výslovně uvádí, že pokud dodavatel </w:t>
      </w:r>
      <w:proofErr w:type="gramStart"/>
      <w:r w:rsidRPr="00F76994">
        <w:rPr>
          <w:rFonts w:eastAsia="Times New Roman" w:cs="Times New Roman"/>
          <w:lang w:eastAsia="cs-CZ"/>
        </w:rPr>
        <w:t>předloží</w:t>
      </w:r>
      <w:proofErr w:type="gramEnd"/>
      <w:r w:rsidRPr="00F76994">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76994" w:rsidRDefault="00FC44E6" w:rsidP="00FC44E6">
      <w:pPr>
        <w:spacing w:before="120" w:after="0" w:line="240" w:lineRule="auto"/>
        <w:ind w:left="425"/>
        <w:jc w:val="both"/>
        <w:rPr>
          <w:rFonts w:eastAsia="Times New Roman" w:cs="Times New Roman"/>
          <w:lang w:eastAsia="cs-CZ"/>
        </w:rPr>
      </w:pPr>
      <w:r w:rsidRPr="00F76994">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76994" w:rsidRDefault="00A33295" w:rsidP="00FC44E6">
      <w:pPr>
        <w:spacing w:before="120" w:after="0" w:line="240" w:lineRule="auto"/>
        <w:ind w:left="425"/>
        <w:jc w:val="both"/>
        <w:rPr>
          <w:rFonts w:eastAsia="Times New Roman" w:cs="Times New Roman"/>
          <w:lang w:eastAsia="cs-CZ"/>
        </w:rPr>
      </w:pPr>
    </w:p>
    <w:p w14:paraId="13CA6E32" w14:textId="471B2F65" w:rsidR="00FC44E6" w:rsidRPr="00F76994" w:rsidRDefault="00FC44E6" w:rsidP="006E3697">
      <w:pPr>
        <w:numPr>
          <w:ilvl w:val="0"/>
          <w:numId w:val="21"/>
        </w:numPr>
        <w:tabs>
          <w:tab w:val="left" w:pos="1985"/>
        </w:tabs>
        <w:spacing w:after="0" w:line="240" w:lineRule="auto"/>
        <w:ind w:left="709"/>
        <w:rPr>
          <w:rFonts w:eastAsia="Times New Roman" w:cs="Times New Roman"/>
          <w:lang w:eastAsia="cs-CZ"/>
        </w:rPr>
      </w:pPr>
      <w:r w:rsidRPr="00F76994">
        <w:rPr>
          <w:rFonts w:eastAsia="Times New Roman" w:cs="Times New Roman"/>
          <w:u w:val="single"/>
          <w:lang w:eastAsia="cs-CZ"/>
        </w:rPr>
        <w:t>Prokazování odborné způsobilosti zahraničními osobami podle zvláštních právních předpisů</w:t>
      </w:r>
      <w:r w:rsidR="00F76994" w:rsidRPr="00F76994">
        <w:rPr>
          <w:rFonts w:eastAsia="Times New Roman" w:cs="Times New Roman"/>
          <w:u w:val="single"/>
          <w:lang w:eastAsia="cs-CZ"/>
        </w:rPr>
        <w:t>:</w:t>
      </w:r>
      <w:r w:rsidRPr="00F76994">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76994">
        <w:rPr>
          <w:rFonts w:eastAsia="Times New Roman" w:cs="Times New Roman"/>
          <w:lang w:eastAsia="cs-CZ"/>
        </w:rPr>
        <w:t>Od zahraničních osob bude požadováno předložení dokladu o odborné způsobilosti v</w:t>
      </w:r>
      <w:r w:rsidR="00824143" w:rsidRPr="00F76994">
        <w:rPr>
          <w:rFonts w:eastAsia="Times New Roman" w:cs="Times New Roman"/>
          <w:lang w:eastAsia="cs-CZ"/>
        </w:rPr>
        <w:t> </w:t>
      </w:r>
      <w:r w:rsidRPr="00F76994">
        <w:rPr>
          <w:rFonts w:eastAsia="Times New Roman" w:cs="Times New Roman"/>
          <w:lang w:eastAsia="cs-CZ"/>
        </w:rPr>
        <w:t>příslušném oboru vydávaného v</w:t>
      </w:r>
      <w:r w:rsidR="00824143" w:rsidRPr="00F76994">
        <w:rPr>
          <w:rFonts w:eastAsia="Times New Roman" w:cs="Times New Roman"/>
          <w:lang w:eastAsia="cs-CZ"/>
        </w:rPr>
        <w:t> </w:t>
      </w:r>
      <w:r w:rsidRPr="00F76994">
        <w:rPr>
          <w:rFonts w:eastAsia="Times New Roman" w:cs="Times New Roman"/>
          <w:lang w:eastAsia="cs-CZ"/>
        </w:rPr>
        <w:t>zemi, kde tyto osoby odbornou způsobilost vykonávají. Pokud se v</w:t>
      </w:r>
      <w:r w:rsidR="00824143" w:rsidRPr="00F76994">
        <w:rPr>
          <w:rFonts w:eastAsia="Times New Roman" w:cs="Times New Roman"/>
          <w:lang w:eastAsia="cs-CZ"/>
        </w:rPr>
        <w:t> </w:t>
      </w:r>
      <w:r w:rsidRPr="00F76994">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w:t>
      </w:r>
      <w:r w:rsidRPr="00FC44E6">
        <w:rPr>
          <w:rFonts w:eastAsia="Times New Roman" w:cs="Times New Roman"/>
          <w:lang w:eastAsia="cs-CZ"/>
        </w:rPr>
        <w:t xml:space="preserve">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5D39656A"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76994">
        <w:rPr>
          <w:rFonts w:eastAsia="Times New Roman" w:cs="Times New Roman"/>
          <w:lang w:eastAsia="cs-CZ"/>
        </w:rPr>
        <w:t>.</w:t>
      </w:r>
    </w:p>
    <w:p w14:paraId="5173E81F" w14:textId="7DF47BF4"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7BFFE309" w14:textId="2C8B4A01" w:rsidR="00FC44E6" w:rsidRPr="00F76994" w:rsidRDefault="00FC44E6" w:rsidP="00F76994">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 xml:space="preserve">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w:t>
      </w:r>
      <w:r w:rsidRPr="00FC44E6">
        <w:rPr>
          <w:rFonts w:eastAsia="Times New Roman" w:cs="Times New Roman"/>
          <w:lang w:eastAsia="cs-CZ"/>
        </w:rPr>
        <w:lastRenderedPageBreak/>
        <w:t>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w:t>
      </w:r>
      <w:r w:rsidRPr="00A74D45">
        <w:rPr>
          <w:rFonts w:eastAsia="Times New Roman" w:cs="Times New Roman"/>
          <w:color w:val="000000"/>
          <w:lang w:eastAsia="cs-CZ"/>
        </w:rPr>
        <w:lastRenderedPageBreak/>
        <w:t xml:space="preserve">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5CEAD0CE" w14:textId="77777777" w:rsidR="00EA55C2" w:rsidRDefault="00EA55C2" w:rsidP="00EA55C2">
      <w:pPr>
        <w:autoSpaceDE w:val="0"/>
        <w:autoSpaceDN w:val="0"/>
        <w:spacing w:after="0" w:line="240" w:lineRule="auto"/>
        <w:ind w:left="457"/>
        <w:jc w:val="both"/>
        <w:rPr>
          <w:rFonts w:eastAsia="Times New Roman" w:cs="Times New Roman"/>
          <w:lang w:eastAsia="cs-CZ"/>
        </w:rPr>
      </w:pPr>
    </w:p>
    <w:p w14:paraId="6932495F" w14:textId="391665DE" w:rsidR="00FC44E6" w:rsidRPr="00FC44E6" w:rsidRDefault="00FC44E6" w:rsidP="00EA55C2">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31C7E79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w:t>
      </w:r>
      <w:r w:rsidRPr="00FC099F">
        <w:rPr>
          <w:rFonts w:eastAsia="Times New Roman" w:cs="Times New Roman"/>
          <w:lang w:eastAsia="cs-CZ"/>
        </w:rPr>
        <w:t xml:space="preserve">Díla bez DPH uvedená v čl. 3.3 závazného vzoru smlouvy, která představuje součet celkové Ceny za zpracování </w:t>
      </w:r>
      <w:r w:rsidR="007211E0" w:rsidRPr="00FC099F">
        <w:rPr>
          <w:rFonts w:eastAsia="Times New Roman" w:cs="Times New Roman"/>
          <w:bCs/>
          <w:iCs/>
          <w:lang w:eastAsia="cs-CZ"/>
        </w:rPr>
        <w:t>DUSP+PDPS</w:t>
      </w:r>
      <w:r w:rsidRPr="00FC099F">
        <w:rPr>
          <w:rFonts w:eastAsia="Times New Roman" w:cs="Times New Roman"/>
          <w:bCs/>
          <w:lang w:eastAsia="cs-CZ"/>
        </w:rPr>
        <w:t xml:space="preserve"> </w:t>
      </w:r>
      <w:r w:rsidRPr="00FC099F">
        <w:rPr>
          <w:rFonts w:eastAsia="Times New Roman" w:cs="Times New Roman"/>
          <w:lang w:eastAsia="cs-CZ"/>
        </w:rPr>
        <w:t>bez DPH a celkové Ceny za výkon dozoru</w:t>
      </w:r>
      <w:r w:rsidR="001E241B" w:rsidRPr="00FC099F">
        <w:rPr>
          <w:rFonts w:eastAsia="Times New Roman" w:cs="Times New Roman"/>
          <w:lang w:eastAsia="cs-CZ"/>
        </w:rPr>
        <w:t xml:space="preserve"> projektanta</w:t>
      </w:r>
      <w:r w:rsidRPr="00FC099F">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44AC175" w14:textId="08A1B222" w:rsidR="00FC44E6" w:rsidRDefault="00FC44E6" w:rsidP="00FC44E6">
      <w:pPr>
        <w:spacing w:after="0" w:line="240" w:lineRule="auto"/>
        <w:ind w:left="426"/>
        <w:jc w:val="both"/>
        <w:rPr>
          <w:rFonts w:eastAsia="Times New Roman" w:cs="Times New Roman"/>
          <w:lang w:eastAsia="cs-CZ"/>
        </w:rPr>
      </w:pP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EA55C2">
        <w:rPr>
          <w:rFonts w:cs="Arial"/>
          <w:b/>
        </w:rPr>
        <w:t>Nabídky lze podat v termínu, který je uveden na profilu zadavatele:</w:t>
      </w:r>
      <w:r w:rsidRPr="00EA55C2">
        <w:rPr>
          <w:rFonts w:cs="Arial"/>
        </w:rPr>
        <w:t xml:space="preserve"> </w:t>
      </w:r>
      <w:hyperlink r:id="rId18" w:history="1">
        <w:r w:rsidRPr="00EA55C2">
          <w:rPr>
            <w:rStyle w:val="Hypertextovodkaz"/>
            <w:rFonts w:cs="Arial"/>
            <w:b/>
            <w:bCs/>
            <w:lang w:eastAsia="cs-CZ"/>
          </w:rPr>
          <w:t>https://zakazky.spravazeleznic.cz/</w:t>
        </w:r>
      </w:hyperlink>
      <w:r w:rsidRPr="00EA55C2">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095AE0BE"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6"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6"/>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45151287" w14:textId="77777777" w:rsidR="00D76863"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r>
    </w:p>
    <w:p w14:paraId="1722EB3F" w14:textId="77777777" w:rsidR="00D76863" w:rsidRDefault="00D76863" w:rsidP="000324AD">
      <w:pPr>
        <w:autoSpaceDE w:val="0"/>
        <w:autoSpaceDN w:val="0"/>
        <w:spacing w:after="0" w:line="240" w:lineRule="auto"/>
        <w:ind w:left="426" w:hanging="426"/>
        <w:jc w:val="both"/>
        <w:rPr>
          <w:rFonts w:eastAsia="Calibri" w:cs="Times New Roman"/>
          <w:color w:val="000000"/>
          <w:lang w:eastAsia="cs-CZ"/>
        </w:rPr>
      </w:pPr>
    </w:p>
    <w:p w14:paraId="015EE45C" w14:textId="77777777" w:rsidR="00D76863" w:rsidRDefault="00D76863" w:rsidP="000324AD">
      <w:pPr>
        <w:autoSpaceDE w:val="0"/>
        <w:autoSpaceDN w:val="0"/>
        <w:spacing w:after="0" w:line="240" w:lineRule="auto"/>
        <w:ind w:left="426" w:hanging="426"/>
        <w:jc w:val="both"/>
        <w:rPr>
          <w:rFonts w:eastAsia="Calibri" w:cs="Times New Roman"/>
          <w:color w:val="000000"/>
          <w:lang w:eastAsia="cs-CZ"/>
        </w:rPr>
      </w:pPr>
    </w:p>
    <w:p w14:paraId="4FF1CB8E" w14:textId="77777777" w:rsidR="00DB2E10" w:rsidRDefault="00DB2E10" w:rsidP="000324AD">
      <w:pPr>
        <w:autoSpaceDE w:val="0"/>
        <w:autoSpaceDN w:val="0"/>
        <w:spacing w:after="0" w:line="240" w:lineRule="auto"/>
        <w:ind w:left="426" w:hanging="426"/>
        <w:jc w:val="both"/>
        <w:rPr>
          <w:rFonts w:eastAsia="Calibri" w:cs="Times New Roman"/>
          <w:color w:val="000000"/>
          <w:lang w:eastAsia="cs-CZ"/>
        </w:rPr>
      </w:pPr>
    </w:p>
    <w:p w14:paraId="52D9C492" w14:textId="31A77C78" w:rsidR="000324AD" w:rsidRDefault="00FC44E6" w:rsidP="00D76863">
      <w:pPr>
        <w:autoSpaceDE w:val="0"/>
        <w:autoSpaceDN w:val="0"/>
        <w:spacing w:after="0" w:line="240" w:lineRule="auto"/>
        <w:ind w:left="426"/>
        <w:jc w:val="both"/>
        <w:rPr>
          <w:rFonts w:eastAsia="Calibri" w:cs="Times New Roman"/>
          <w:color w:val="000000"/>
          <w:lang w:eastAsia="cs-CZ"/>
        </w:rPr>
      </w:pPr>
      <w:r w:rsidRPr="00FC44E6">
        <w:rPr>
          <w:rFonts w:eastAsia="Calibri" w:cs="Times New Roman"/>
          <w:color w:val="000000"/>
          <w:lang w:eastAsia="cs-CZ"/>
        </w:rPr>
        <w:lastRenderedPageBreak/>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D76863">
        <w:rPr>
          <w:highlight w:val="yellow"/>
        </w:rPr>
        <w:t>VLOŽÍ</w:t>
      </w:r>
      <w:proofErr w:type="gramEnd"/>
      <w:r w:rsidRPr="00D76863">
        <w:rPr>
          <w:highlight w:val="yellow"/>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 xml:space="preserve">slovy: </w:t>
      </w:r>
      <w:r w:rsidRPr="00D76863">
        <w:rPr>
          <w:highlight w:val="yellow"/>
        </w:rPr>
        <w:t>"[</w:t>
      </w:r>
      <w:proofErr w:type="gramStart"/>
      <w:r w:rsidRPr="00D76863">
        <w:rPr>
          <w:highlight w:val="yellow"/>
        </w:rPr>
        <w:t>VLOŽÍ</w:t>
      </w:r>
      <w:proofErr w:type="gramEnd"/>
      <w:r w:rsidRPr="00D76863">
        <w:rPr>
          <w:highlight w:val="yellow"/>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5B70215A" w14:textId="77777777" w:rsidR="00D76863" w:rsidRDefault="00D76863" w:rsidP="00FC44E6">
      <w:pPr>
        <w:spacing w:before="120" w:after="0" w:line="240" w:lineRule="auto"/>
        <w:ind w:left="426"/>
        <w:jc w:val="both"/>
        <w:rPr>
          <w:rFonts w:eastAsia="Times New Roman" w:cs="Times New Roman"/>
          <w:lang w:eastAsia="cs-CZ"/>
        </w:rPr>
      </w:pPr>
    </w:p>
    <w:p w14:paraId="10EE68A6" w14:textId="77777777" w:rsidR="00D76863" w:rsidRDefault="00D76863" w:rsidP="00FC44E6">
      <w:pPr>
        <w:spacing w:before="120" w:after="0" w:line="240" w:lineRule="auto"/>
        <w:ind w:left="426"/>
        <w:jc w:val="both"/>
        <w:rPr>
          <w:rFonts w:eastAsia="Times New Roman" w:cs="Times New Roman"/>
          <w:lang w:eastAsia="cs-CZ"/>
        </w:rPr>
      </w:pPr>
    </w:p>
    <w:p w14:paraId="09D74053" w14:textId="77BC6151"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72E84A53"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D76863">
        <w:rPr>
          <w:rFonts w:eastAsia="Times New Roman" w:cs="Times New Roman"/>
          <w:spacing w:val="-3"/>
          <w:lang w:eastAsia="cs-CZ"/>
        </w:rPr>
        <w:t>Pokud</w:t>
      </w:r>
      <w:r w:rsidRPr="00D76863">
        <w:rPr>
          <w:rFonts w:eastAsia="Times New Roman" w:cs="Times New Roman"/>
          <w:lang w:eastAsia="cs-CZ"/>
        </w:rPr>
        <w:t xml:space="preserve"> bude nabídka vybraného dodavatele obsahovat nabídkovou cenu, která </w:t>
      </w:r>
      <w:proofErr w:type="gramStart"/>
      <w:r w:rsidRPr="00D76863">
        <w:rPr>
          <w:rFonts w:eastAsia="Times New Roman" w:cs="Times New Roman"/>
          <w:lang w:eastAsia="cs-CZ"/>
        </w:rPr>
        <w:t>překročí</w:t>
      </w:r>
      <w:proofErr w:type="gramEnd"/>
      <w:r w:rsidRPr="00D76863">
        <w:rPr>
          <w:rFonts w:eastAsia="Times New Roman" w:cs="Times New Roman"/>
          <w:lang w:eastAsia="cs-CZ"/>
        </w:rPr>
        <w:t xml:space="preserve"> režim veřejné zakázky bude</w:t>
      </w:r>
      <w:r w:rsidRPr="00D76863">
        <w:rPr>
          <w:rFonts w:eastAsia="Times New Roman" w:cs="Calibri"/>
          <w:lang w:eastAsia="cs-CZ"/>
        </w:rPr>
        <w:t xml:space="preserve"> </w:t>
      </w:r>
      <w:r w:rsidRPr="00D76863">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7F5469F6"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D76863">
        <w:rPr>
          <w:rFonts w:eastAsia="Times New Roman" w:cs="Times New Roman"/>
          <w:lang w:eastAsia="cs-CZ"/>
        </w:rPr>
        <w:t>součinnost</w:t>
      </w:r>
      <w:r w:rsidR="00CD47C0" w:rsidRPr="00D76863">
        <w:t xml:space="preserve">, především pak před podpisem smlouvy ze strany objednatele předložit prostřednictvím elektronického nástroje E-ZAK na adrese: </w:t>
      </w:r>
      <w:hyperlink r:id="rId20" w:history="1">
        <w:r w:rsidR="00CD47C0" w:rsidRPr="00D76863">
          <w:rPr>
            <w:rStyle w:val="Hypertextovodkaz"/>
          </w:rPr>
          <w:t>https://</w:t>
        </w:r>
        <w:r w:rsidR="00D02002" w:rsidRPr="00D76863">
          <w:rPr>
            <w:rStyle w:val="Hypertextovodkaz"/>
          </w:rPr>
          <w:t>zakazky.spravazeleznic.cz</w:t>
        </w:r>
        <w:r w:rsidR="00CD47C0" w:rsidRPr="00D76863">
          <w:rPr>
            <w:rStyle w:val="Hypertextovodkaz"/>
          </w:rPr>
          <w:t>/</w:t>
        </w:r>
      </w:hyperlink>
      <w:r w:rsidR="00CD47C0" w:rsidRPr="00D76863">
        <w:t xml:space="preserve">, případně jinou formou písemné elektronické komunikace (zadavatel preferuje komunikaci </w:t>
      </w:r>
      <w:r w:rsidR="00CD47C0" w:rsidRPr="00D76863">
        <w:lastRenderedPageBreak/>
        <w:t xml:space="preserve">prostřednictvím elektronického nástroje E-ZAK) dokumenty uvedené v následujícím odstavci této Výzvy. </w:t>
      </w:r>
      <w:r w:rsidR="00CD47C0" w:rsidRPr="00D76863">
        <w:rPr>
          <w:b/>
        </w:rPr>
        <w:t>Zadavatel vyzve vybraného dodavatele k poskytnutí součinnosti před uzavřením smlouvy ještě před oznámením rozhodnutí o výběru</w:t>
      </w:r>
      <w:r w:rsidR="00CD47C0" w:rsidRPr="00D76863">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D76863">
        <w:rPr>
          <w:rFonts w:eastAsia="Times New Roman" w:cs="Times New Roman"/>
          <w:lang w:eastAsia="cs-CZ"/>
        </w:rPr>
        <w:t>Pokud vybraný dodavatel odmítne uzavřít smlouvu nebo zadavateli neposkytne dostatečnou součinnost</w:t>
      </w:r>
      <w:r w:rsidRPr="00FC44E6">
        <w:rPr>
          <w:rFonts w:eastAsia="Times New Roman" w:cs="Times New Roman"/>
          <w:lang w:eastAsia="cs-CZ"/>
        </w:rPr>
        <w:t xml:space="preserve"> k 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D76863"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Vybraný dodavatel je povinen jako podmínku pro uzavření smlouvy poskytnout zadavateli řádnou </w:t>
      </w:r>
      <w:r w:rsidRPr="00D76863">
        <w:rPr>
          <w:rFonts w:eastAsia="Times New Roman" w:cs="Times New Roman"/>
          <w:lang w:eastAsia="cs-CZ"/>
        </w:rPr>
        <w:t>součinnost, která spočívá zejména v předložení následujících dokumentů:</w:t>
      </w:r>
    </w:p>
    <w:p w14:paraId="5825F10B" w14:textId="77777777" w:rsidR="00FC44E6" w:rsidRPr="00D76863" w:rsidRDefault="00FC44E6" w:rsidP="00FC44E6">
      <w:pPr>
        <w:suppressAutoHyphens/>
        <w:spacing w:after="0" w:line="240" w:lineRule="auto"/>
        <w:ind w:left="426"/>
        <w:jc w:val="both"/>
        <w:rPr>
          <w:rFonts w:eastAsia="Times New Roman" w:cs="Times New Roman"/>
          <w:lang w:eastAsia="cs-CZ"/>
        </w:rPr>
      </w:pPr>
    </w:p>
    <w:p w14:paraId="1A172F81" w14:textId="77777777" w:rsidR="001335E1" w:rsidRPr="00D76863" w:rsidRDefault="001335E1" w:rsidP="001335E1">
      <w:pPr>
        <w:numPr>
          <w:ilvl w:val="0"/>
          <w:numId w:val="25"/>
        </w:numPr>
        <w:spacing w:after="0" w:line="240" w:lineRule="auto"/>
        <w:jc w:val="both"/>
        <w:rPr>
          <w:rFonts w:eastAsia="Times New Roman" w:cs="Times New Roman"/>
          <w:lang w:eastAsia="cs-CZ"/>
        </w:rPr>
      </w:pPr>
      <w:r w:rsidRPr="00D76863">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77777777" w:rsidR="00FC44E6" w:rsidRPr="00D76863" w:rsidRDefault="00FC44E6" w:rsidP="00A07251">
      <w:pPr>
        <w:numPr>
          <w:ilvl w:val="0"/>
          <w:numId w:val="25"/>
        </w:numPr>
        <w:spacing w:after="0" w:line="240" w:lineRule="auto"/>
        <w:jc w:val="both"/>
        <w:rPr>
          <w:rFonts w:eastAsia="Times New Roman" w:cs="Times New Roman"/>
          <w:lang w:eastAsia="cs-CZ"/>
        </w:rPr>
      </w:pPr>
      <w:r w:rsidRPr="00D76863">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w:t>
      </w:r>
      <w:r w:rsidRPr="00627619">
        <w:lastRenderedPageBreak/>
        <w:t>doklady vyžádané zadavatelem dle tohoto článku, nebo zjistil-li zadavatel, že došlo k porušení zadávací podmínky ohledně naplnění požadavků § 4b zákona o střetu zájmů.</w:t>
      </w:r>
    </w:p>
    <w:p w14:paraId="61CA52AC" w14:textId="6471EF63"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76B58E6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w:t>
      </w:r>
      <w:r>
        <w:lastRenderedPageBreak/>
        <w:t>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Pr="00FC099F" w:rsidRDefault="00B1628C" w:rsidP="00A07251">
      <w:pPr>
        <w:pStyle w:val="Text1-1"/>
        <w:numPr>
          <w:ilvl w:val="0"/>
          <w:numId w:val="28"/>
        </w:numPr>
        <w:spacing w:after="0" w:line="240" w:lineRule="auto"/>
        <w:ind w:left="567"/>
      </w:pPr>
      <w:r>
        <w:t xml:space="preserve">Zadavatel </w:t>
      </w:r>
      <w:r w:rsidRPr="00FC099F">
        <w:t>aplikuje ve výběrovém řízení níže uvedené prvky odpovědného zadávání:</w:t>
      </w:r>
    </w:p>
    <w:p w14:paraId="2DC33078" w14:textId="77777777" w:rsidR="00B1628C" w:rsidRPr="00FC099F" w:rsidRDefault="00B1628C" w:rsidP="00B1628C">
      <w:pPr>
        <w:pStyle w:val="Odrka1-1"/>
        <w:spacing w:after="0" w:line="240" w:lineRule="auto"/>
        <w:ind w:left="567" w:firstLine="0"/>
      </w:pPr>
      <w:r w:rsidRPr="00FC099F">
        <w:t>rovnocenné platební podmínky v rámci dodavatelského řetězce,</w:t>
      </w:r>
    </w:p>
    <w:p w14:paraId="342743DC" w14:textId="77777777" w:rsidR="00B1628C" w:rsidRPr="00FC099F" w:rsidRDefault="00B1628C" w:rsidP="00B1628C">
      <w:pPr>
        <w:pStyle w:val="Odrka1-1"/>
        <w:spacing w:after="0" w:line="240" w:lineRule="auto"/>
        <w:ind w:left="567" w:firstLine="0"/>
      </w:pPr>
      <w:r w:rsidRPr="00FC099F">
        <w:t>porady vedené primárně distančním způsobem,</w:t>
      </w:r>
    </w:p>
    <w:p w14:paraId="72E5CD73" w14:textId="102C8618" w:rsidR="00612801" w:rsidRPr="00FC099F" w:rsidRDefault="00D76863" w:rsidP="00612801">
      <w:pPr>
        <w:pStyle w:val="Odrka1-1"/>
        <w:spacing w:after="0" w:line="240" w:lineRule="auto"/>
        <w:ind w:left="567" w:firstLine="0"/>
      </w:pPr>
      <w:r w:rsidRPr="00FC099F">
        <w:t xml:space="preserve">provedení jedné </w:t>
      </w:r>
      <w:r w:rsidR="00B1628C" w:rsidRPr="00FC099F">
        <w:t>studentské exkurze</w:t>
      </w:r>
      <w:r w:rsidRPr="00FC099F">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D76863">
        <w:t xml:space="preserve">článku </w:t>
      </w:r>
      <w:r w:rsidR="003B18E7" w:rsidRPr="00D76863">
        <w:t>4.7</w:t>
      </w:r>
      <w:r w:rsidRPr="00D76863">
        <w:t xml:space="preserve"> závazného vzoru smlouvy, který </w:t>
      </w:r>
      <w:r>
        <w:t>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0FB80C26" w14:textId="77777777" w:rsidR="0073373A" w:rsidRDefault="0073373A"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5258CB3F" w:rsidR="00AB13E8" w:rsidRPr="000B6541" w:rsidRDefault="00AB13E8" w:rsidP="0073373A">
      <w:pPr>
        <w:jc w:val="both"/>
      </w:pPr>
      <w:r w:rsidRPr="000B6541">
        <w:t>Řádně jsme se seznámili se zněním zadávacích podmínek veřejné zakázky s</w:t>
      </w:r>
      <w:r w:rsidR="0073373A">
        <w:t> </w:t>
      </w:r>
      <w:r w:rsidRPr="00FC099F">
        <w:t>názvem</w:t>
      </w:r>
      <w:r w:rsidR="0073373A" w:rsidRPr="00FC099F">
        <w:t xml:space="preserve"> </w:t>
      </w:r>
      <w:r w:rsidR="0073373A" w:rsidRPr="00FC099F">
        <w:rPr>
          <w:b/>
          <w:bCs/>
        </w:rPr>
        <w:t>„</w:t>
      </w:r>
      <w:r w:rsidR="00752CF7" w:rsidRPr="00FC099F">
        <w:rPr>
          <w:rFonts w:eastAsia="Times New Roman" w:cs="Arial"/>
          <w:b/>
          <w:bCs/>
          <w:color w:val="000000"/>
          <w:lang w:eastAsia="cs-CZ"/>
        </w:rPr>
        <w:t xml:space="preserve">Výstavba PZS na přejezdu P5384 v km 8,795 trati Hradec </w:t>
      </w:r>
      <w:proofErr w:type="gramStart"/>
      <w:r w:rsidR="00752CF7" w:rsidRPr="00FC099F">
        <w:rPr>
          <w:rFonts w:eastAsia="Times New Roman" w:cs="Arial"/>
          <w:b/>
          <w:bCs/>
          <w:color w:val="000000"/>
          <w:lang w:eastAsia="cs-CZ"/>
        </w:rPr>
        <w:t>Králové - Turnov</w:t>
      </w:r>
      <w:proofErr w:type="gramEnd"/>
      <w:r w:rsidR="0073373A" w:rsidRPr="00FC099F">
        <w:rPr>
          <w:rStyle w:val="Nadpisvtabulce"/>
          <w:bCs/>
        </w:rPr>
        <w:t>“</w:t>
      </w:r>
      <w:r w:rsidR="0073373A" w:rsidRPr="00FC099F">
        <w:rPr>
          <w:rStyle w:val="Nadpisvtabulce"/>
          <w:b w:val="0"/>
        </w:rPr>
        <w:t xml:space="preserve"> </w:t>
      </w:r>
      <w:r w:rsidRPr="00FC099F">
        <w:t>a podá</w:t>
      </w:r>
      <w:r w:rsidRPr="000B6541">
        <w:t>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674EDD">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674EDD">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3C6F" w14:textId="77777777" w:rsidR="00674EDD" w:rsidRDefault="00674EDD" w:rsidP="00962258">
      <w:pPr>
        <w:spacing w:after="0" w:line="240" w:lineRule="auto"/>
      </w:pPr>
      <w:r>
        <w:separator/>
      </w:r>
    </w:p>
  </w:endnote>
  <w:endnote w:type="continuationSeparator" w:id="0">
    <w:p w14:paraId="7F6D1C5A" w14:textId="77777777" w:rsidR="00674EDD" w:rsidRDefault="00674E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4EA0" w14:textId="77777777" w:rsidR="00674EDD" w:rsidRDefault="00674EDD" w:rsidP="00962258">
      <w:pPr>
        <w:spacing w:after="0" w:line="240" w:lineRule="auto"/>
      </w:pPr>
      <w:r>
        <w:separator/>
      </w:r>
    </w:p>
  </w:footnote>
  <w:footnote w:type="continuationSeparator" w:id="0">
    <w:p w14:paraId="6940E8F5" w14:textId="77777777" w:rsidR="00674EDD" w:rsidRDefault="00674EDD" w:rsidP="00962258">
      <w:pPr>
        <w:spacing w:after="0" w:line="240" w:lineRule="auto"/>
      </w:pPr>
      <w:r>
        <w:continuationSeparator/>
      </w:r>
    </w:p>
  </w:footnote>
  <w:footnote w:id="1">
    <w:p w14:paraId="68E30AA7" w14:textId="77777777" w:rsidR="006F622A" w:rsidRDefault="006F622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r>
        <w:rPr>
          <w:rFonts w:ascii="Calibri" w:hAnsi="Calibri" w:cs="Calibri"/>
          <w:sz w:val="16"/>
          <w:szCs w:val="16"/>
        </w:rPr>
        <w:t xml:space="preserve">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4"/>
  </w:num>
  <w:num w:numId="5" w16cid:durableId="610431523">
    <w:abstractNumId w:val="1"/>
  </w:num>
  <w:num w:numId="6" w16cid:durableId="1227255739">
    <w:abstractNumId w:val="23"/>
  </w:num>
  <w:num w:numId="7" w16cid:durableId="1941374107">
    <w:abstractNumId w:val="33"/>
  </w:num>
  <w:num w:numId="8" w16cid:durableId="904074286">
    <w:abstractNumId w:val="35"/>
  </w:num>
  <w:num w:numId="9" w16cid:durableId="1835679669">
    <w:abstractNumId w:val="24"/>
  </w:num>
  <w:num w:numId="10" w16cid:durableId="466557367">
    <w:abstractNumId w:val="28"/>
  </w:num>
  <w:num w:numId="11" w16cid:durableId="1448545842">
    <w:abstractNumId w:val="20"/>
  </w:num>
  <w:num w:numId="12" w16cid:durableId="1820532203">
    <w:abstractNumId w:val="12"/>
  </w:num>
  <w:num w:numId="13" w16cid:durableId="1467772955">
    <w:abstractNumId w:val="15"/>
  </w:num>
  <w:num w:numId="14" w16cid:durableId="90856400">
    <w:abstractNumId w:val="26"/>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7"/>
  </w:num>
  <w:num w:numId="21" w16cid:durableId="634260189">
    <w:abstractNumId w:val="27"/>
  </w:num>
  <w:num w:numId="22" w16cid:durableId="1501238026">
    <w:abstractNumId w:val="14"/>
  </w:num>
  <w:num w:numId="23" w16cid:durableId="871695309">
    <w:abstractNumId w:val="32"/>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0"/>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6"/>
  </w:num>
  <w:num w:numId="37" w16cid:durableId="1256288392">
    <w:abstractNumId w:val="31"/>
  </w:num>
  <w:num w:numId="38" w16cid:durableId="772241552">
    <w:abstractNumId w:val="11"/>
  </w:num>
  <w:num w:numId="39" w16cid:durableId="1852062327">
    <w:abstractNumId w:val="29"/>
  </w:num>
  <w:num w:numId="40" w16cid:durableId="1462305594">
    <w:abstractNumId w:val="22"/>
  </w:num>
  <w:num w:numId="41" w16cid:durableId="1220902841">
    <w:abstractNumId w:val="22"/>
  </w:num>
  <w:num w:numId="42" w16cid:durableId="16853701">
    <w:abstractNumId w:val="7"/>
  </w:num>
  <w:num w:numId="43" w16cid:durableId="153800712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335E1"/>
    <w:rsid w:val="00152497"/>
    <w:rsid w:val="00156A0A"/>
    <w:rsid w:val="001630FF"/>
    <w:rsid w:val="00170715"/>
    <w:rsid w:val="00170EC5"/>
    <w:rsid w:val="001747C1"/>
    <w:rsid w:val="0018596A"/>
    <w:rsid w:val="001A21C2"/>
    <w:rsid w:val="001A6F12"/>
    <w:rsid w:val="001B69C2"/>
    <w:rsid w:val="001C46E7"/>
    <w:rsid w:val="001C4DA0"/>
    <w:rsid w:val="001E241B"/>
    <w:rsid w:val="00204188"/>
    <w:rsid w:val="00207DF5"/>
    <w:rsid w:val="00226C57"/>
    <w:rsid w:val="00245D08"/>
    <w:rsid w:val="00257866"/>
    <w:rsid w:val="002651A0"/>
    <w:rsid w:val="00267369"/>
    <w:rsid w:val="0026785D"/>
    <w:rsid w:val="00271137"/>
    <w:rsid w:val="002714C9"/>
    <w:rsid w:val="00275EA1"/>
    <w:rsid w:val="00281BC8"/>
    <w:rsid w:val="00291EC3"/>
    <w:rsid w:val="002A1DDE"/>
    <w:rsid w:val="002A1EFF"/>
    <w:rsid w:val="002A6EE4"/>
    <w:rsid w:val="002C31BF"/>
    <w:rsid w:val="002C5A8F"/>
    <w:rsid w:val="002E0CD7"/>
    <w:rsid w:val="002E2E99"/>
    <w:rsid w:val="002F026B"/>
    <w:rsid w:val="00304332"/>
    <w:rsid w:val="00304D55"/>
    <w:rsid w:val="00333388"/>
    <w:rsid w:val="0033577D"/>
    <w:rsid w:val="00342FAC"/>
    <w:rsid w:val="0035201F"/>
    <w:rsid w:val="00354754"/>
    <w:rsid w:val="0035675B"/>
    <w:rsid w:val="00357BC6"/>
    <w:rsid w:val="003706C1"/>
    <w:rsid w:val="0037111D"/>
    <w:rsid w:val="00374F0A"/>
    <w:rsid w:val="00391007"/>
    <w:rsid w:val="00393E8F"/>
    <w:rsid w:val="003956C6"/>
    <w:rsid w:val="00396AFB"/>
    <w:rsid w:val="003A507D"/>
    <w:rsid w:val="003B18E7"/>
    <w:rsid w:val="003B5FC5"/>
    <w:rsid w:val="003C2D4D"/>
    <w:rsid w:val="003E6B9A"/>
    <w:rsid w:val="003E75CE"/>
    <w:rsid w:val="003F26BD"/>
    <w:rsid w:val="0041085D"/>
    <w:rsid w:val="00410BC6"/>
    <w:rsid w:val="0041380F"/>
    <w:rsid w:val="00414464"/>
    <w:rsid w:val="004200D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501654"/>
    <w:rsid w:val="00506D82"/>
    <w:rsid w:val="00511AB9"/>
    <w:rsid w:val="00523EA7"/>
    <w:rsid w:val="00542527"/>
    <w:rsid w:val="00551D1F"/>
    <w:rsid w:val="00553375"/>
    <w:rsid w:val="00553AB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211E0"/>
    <w:rsid w:val="00723ED1"/>
    <w:rsid w:val="0073373A"/>
    <w:rsid w:val="00735ED4"/>
    <w:rsid w:val="00741713"/>
    <w:rsid w:val="00743525"/>
    <w:rsid w:val="00752CF7"/>
    <w:rsid w:val="007531A0"/>
    <w:rsid w:val="0076286B"/>
    <w:rsid w:val="00764595"/>
    <w:rsid w:val="00766846"/>
    <w:rsid w:val="007721D5"/>
    <w:rsid w:val="0077673A"/>
    <w:rsid w:val="007846E1"/>
    <w:rsid w:val="00793361"/>
    <w:rsid w:val="00796F66"/>
    <w:rsid w:val="007A2121"/>
    <w:rsid w:val="007A44FF"/>
    <w:rsid w:val="007A674F"/>
    <w:rsid w:val="007B570C"/>
    <w:rsid w:val="007C63F1"/>
    <w:rsid w:val="007E4A6E"/>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91334"/>
    <w:rsid w:val="00895B9A"/>
    <w:rsid w:val="00896AB9"/>
    <w:rsid w:val="008A1417"/>
    <w:rsid w:val="008A3568"/>
    <w:rsid w:val="008B266F"/>
    <w:rsid w:val="008D03B9"/>
    <w:rsid w:val="008E479E"/>
    <w:rsid w:val="008F18D6"/>
    <w:rsid w:val="008F2680"/>
    <w:rsid w:val="008F5B24"/>
    <w:rsid w:val="00904780"/>
    <w:rsid w:val="009077A9"/>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4DD6"/>
    <w:rsid w:val="009A7568"/>
    <w:rsid w:val="009B2E97"/>
    <w:rsid w:val="009B72CC"/>
    <w:rsid w:val="009C27B3"/>
    <w:rsid w:val="009E07F4"/>
    <w:rsid w:val="009F392E"/>
    <w:rsid w:val="00A00324"/>
    <w:rsid w:val="00A05BB0"/>
    <w:rsid w:val="00A07251"/>
    <w:rsid w:val="00A1024D"/>
    <w:rsid w:val="00A11738"/>
    <w:rsid w:val="00A123D1"/>
    <w:rsid w:val="00A169B6"/>
    <w:rsid w:val="00A207F7"/>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E39D8"/>
    <w:rsid w:val="00AF0800"/>
    <w:rsid w:val="00AF1934"/>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87632"/>
    <w:rsid w:val="00B941D4"/>
    <w:rsid w:val="00B9643D"/>
    <w:rsid w:val="00BA69D1"/>
    <w:rsid w:val="00BB3740"/>
    <w:rsid w:val="00BC5A16"/>
    <w:rsid w:val="00BD7E91"/>
    <w:rsid w:val="00BE7DBA"/>
    <w:rsid w:val="00BF374D"/>
    <w:rsid w:val="00C02D0A"/>
    <w:rsid w:val="00C03A6E"/>
    <w:rsid w:val="00C04B2D"/>
    <w:rsid w:val="00C2037A"/>
    <w:rsid w:val="00C30759"/>
    <w:rsid w:val="00C37A09"/>
    <w:rsid w:val="00C427A2"/>
    <w:rsid w:val="00C44BC9"/>
    <w:rsid w:val="00C44F40"/>
    <w:rsid w:val="00C44F6A"/>
    <w:rsid w:val="00C653F0"/>
    <w:rsid w:val="00C727E5"/>
    <w:rsid w:val="00C8207D"/>
    <w:rsid w:val="00C825A5"/>
    <w:rsid w:val="00C94497"/>
    <w:rsid w:val="00CA6CD3"/>
    <w:rsid w:val="00CB7B5A"/>
    <w:rsid w:val="00CC1E2B"/>
    <w:rsid w:val="00CC36B3"/>
    <w:rsid w:val="00CD1FC4"/>
    <w:rsid w:val="00CD22AC"/>
    <w:rsid w:val="00CD47C0"/>
    <w:rsid w:val="00CD63CB"/>
    <w:rsid w:val="00CE2BA5"/>
    <w:rsid w:val="00CE371D"/>
    <w:rsid w:val="00CE603C"/>
    <w:rsid w:val="00CF5B09"/>
    <w:rsid w:val="00D02002"/>
    <w:rsid w:val="00D02A4D"/>
    <w:rsid w:val="00D1354B"/>
    <w:rsid w:val="00D21061"/>
    <w:rsid w:val="00D316A7"/>
    <w:rsid w:val="00D4108E"/>
    <w:rsid w:val="00D464FC"/>
    <w:rsid w:val="00D47A19"/>
    <w:rsid w:val="00D56E0B"/>
    <w:rsid w:val="00D57640"/>
    <w:rsid w:val="00D6163D"/>
    <w:rsid w:val="00D62F23"/>
    <w:rsid w:val="00D63009"/>
    <w:rsid w:val="00D748E8"/>
    <w:rsid w:val="00D7665F"/>
    <w:rsid w:val="00D76863"/>
    <w:rsid w:val="00D831A3"/>
    <w:rsid w:val="00D8474E"/>
    <w:rsid w:val="00D902AD"/>
    <w:rsid w:val="00D9041B"/>
    <w:rsid w:val="00D91438"/>
    <w:rsid w:val="00D97ACF"/>
    <w:rsid w:val="00DA6196"/>
    <w:rsid w:val="00DA6642"/>
    <w:rsid w:val="00DA6FFE"/>
    <w:rsid w:val="00DB2E10"/>
    <w:rsid w:val="00DB64B9"/>
    <w:rsid w:val="00DC3110"/>
    <w:rsid w:val="00DC5169"/>
    <w:rsid w:val="00DD1C35"/>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6308"/>
    <w:rsid w:val="00E57669"/>
    <w:rsid w:val="00E66C13"/>
    <w:rsid w:val="00E7027A"/>
    <w:rsid w:val="00E824F1"/>
    <w:rsid w:val="00EA55C2"/>
    <w:rsid w:val="00EB104F"/>
    <w:rsid w:val="00EB47F2"/>
    <w:rsid w:val="00EC20C9"/>
    <w:rsid w:val="00EC4077"/>
    <w:rsid w:val="00ED14BD"/>
    <w:rsid w:val="00ED61DF"/>
    <w:rsid w:val="00EE6B48"/>
    <w:rsid w:val="00EF470B"/>
    <w:rsid w:val="00F01440"/>
    <w:rsid w:val="00F05419"/>
    <w:rsid w:val="00F05A9D"/>
    <w:rsid w:val="00F06CF1"/>
    <w:rsid w:val="00F12DEC"/>
    <w:rsid w:val="00F137AD"/>
    <w:rsid w:val="00F1715C"/>
    <w:rsid w:val="00F2393E"/>
    <w:rsid w:val="00F310F8"/>
    <w:rsid w:val="00F35939"/>
    <w:rsid w:val="00F45607"/>
    <w:rsid w:val="00F62F6D"/>
    <w:rsid w:val="00F64786"/>
    <w:rsid w:val="00F659EB"/>
    <w:rsid w:val="00F66141"/>
    <w:rsid w:val="00F67A6E"/>
    <w:rsid w:val="00F73066"/>
    <w:rsid w:val="00F76994"/>
    <w:rsid w:val="00F804A7"/>
    <w:rsid w:val="00F862D6"/>
    <w:rsid w:val="00F86BA6"/>
    <w:rsid w:val="00F95ADD"/>
    <w:rsid w:val="00FA1046"/>
    <w:rsid w:val="00FC099F"/>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410BC6"/>
    <w:rPr>
      <w:b/>
    </w:rPr>
  </w:style>
  <w:style w:type="character" w:customStyle="1" w:styleId="Odstavec1-1aChar">
    <w:name w:val="_Odstavec_1-1_a) Char"/>
    <w:basedOn w:val="Standardnpsmoodstavce"/>
    <w:link w:val="Odstavec1-1a"/>
    <w:locked/>
    <w:rsid w:val="00A16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1038</TotalTime>
  <Pages>25</Pages>
  <Words>12933</Words>
  <Characters>76311</Characters>
  <Application>Microsoft Office Word</Application>
  <DocSecurity>0</DocSecurity>
  <Lines>635</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7</cp:revision>
  <cp:lastPrinted>2019-02-22T13:28:00Z</cp:lastPrinted>
  <dcterms:created xsi:type="dcterms:W3CDTF">2024-03-12T12:45:00Z</dcterms:created>
  <dcterms:modified xsi:type="dcterms:W3CDTF">2024-03-13T14:00:00Z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