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157A17" w14:textId="77777777" w:rsidR="00DE6DE1" w:rsidRDefault="00F422D3" w:rsidP="00DE6DE1">
      <w:pPr>
        <w:pStyle w:val="Titul1"/>
        <w:spacing w:after="0"/>
      </w:pPr>
      <w:r w:rsidRPr="005D6794">
        <w:t>SMLOUVA O DÍLO</w:t>
      </w:r>
    </w:p>
    <w:p w14:paraId="32F9B499" w14:textId="77777777" w:rsidR="00F422D3" w:rsidRPr="005D6794" w:rsidRDefault="00F422D3" w:rsidP="005D6794">
      <w:pPr>
        <w:pStyle w:val="Titul1"/>
      </w:pPr>
      <w:r w:rsidRPr="005D6794">
        <w:t xml:space="preserve">NA </w:t>
      </w:r>
      <w:r w:rsidR="00F91101">
        <w:t>VÝKON ČINNOSTI KOORDINÁTORA bezpeČNOSTI A OCHRANY ZDRAVÍ PŘI PRÁCI</w:t>
      </w:r>
      <w:r w:rsidR="00F82A52">
        <w:t xml:space="preserve"> NA STAVENIŠTI VE FÁZI PŘÍPRAVY A REALIZACE</w:t>
      </w:r>
    </w:p>
    <w:p w14:paraId="30922F2B" w14:textId="07845EA6" w:rsidR="00F422D3" w:rsidRDefault="00F422D3" w:rsidP="00F42525">
      <w:pPr>
        <w:pStyle w:val="Titul2"/>
      </w:pPr>
      <w:r>
        <w:t xml:space="preserve">Název zakázky: </w:t>
      </w:r>
      <w:bookmarkStart w:id="0" w:name="_Hlk161213347"/>
      <w:r>
        <w:t>„</w:t>
      </w:r>
      <w:r w:rsidR="00F42525">
        <w:t>Státní hranice Slovenská republika (Střelná) – Vsetín (mimo) – konverze</w:t>
      </w:r>
      <w:r w:rsidR="00F42525">
        <w:t>“</w:t>
      </w:r>
      <w:r w:rsidR="00F42525">
        <w:t>,</w:t>
      </w:r>
      <w:r w:rsidR="00F42525">
        <w:t xml:space="preserve"> </w:t>
      </w:r>
      <w:r w:rsidR="00F42525">
        <w:t>BOZP</w:t>
      </w:r>
      <w:bookmarkEnd w:id="0"/>
    </w:p>
    <w:p w14:paraId="73285970" w14:textId="77777777" w:rsidR="00F422D3" w:rsidRPr="00B42F40" w:rsidRDefault="00F422D3" w:rsidP="00B42F40">
      <w:pPr>
        <w:pStyle w:val="Nadpisbezsl1-2"/>
      </w:pPr>
      <w:r w:rsidRPr="00B42F40">
        <w:t>Smluvní strany:</w:t>
      </w:r>
    </w:p>
    <w:p w14:paraId="6DFC0F34" w14:textId="77777777" w:rsidR="00AF4519" w:rsidRDefault="00AF4519" w:rsidP="00B42F40">
      <w:pPr>
        <w:pStyle w:val="Textbezodsazen"/>
        <w:spacing w:after="0"/>
        <w:rPr>
          <w:b/>
        </w:rPr>
      </w:pPr>
      <w:r>
        <w:rPr>
          <w:b/>
        </w:rPr>
        <w:t>Objednatel</w:t>
      </w:r>
    </w:p>
    <w:p w14:paraId="79E01EEB" w14:textId="77777777" w:rsidR="00F422D3" w:rsidRPr="00F422D3" w:rsidRDefault="00F422D3" w:rsidP="00B42F40">
      <w:pPr>
        <w:pStyle w:val="Textbezodsazen"/>
        <w:spacing w:after="0"/>
        <w:rPr>
          <w:b/>
        </w:rPr>
      </w:pPr>
      <w:r w:rsidRPr="00F422D3">
        <w:rPr>
          <w:b/>
        </w:rPr>
        <w:t>Správa železni</w:t>
      </w:r>
      <w:r w:rsidR="001308B2">
        <w:rPr>
          <w:b/>
        </w:rPr>
        <w:t>c</w:t>
      </w:r>
      <w:r w:rsidRPr="00F422D3">
        <w:rPr>
          <w:b/>
        </w:rPr>
        <w:t>, státní organizace</w:t>
      </w:r>
    </w:p>
    <w:p w14:paraId="260F2644" w14:textId="77777777" w:rsidR="00F422D3" w:rsidRDefault="00F422D3" w:rsidP="00B42F40">
      <w:pPr>
        <w:pStyle w:val="Textbezodsazen"/>
        <w:spacing w:after="0"/>
      </w:pPr>
      <w:r>
        <w:t xml:space="preserve">se sídlem: Dlážděná 1003/7, 110 00 Praha 1 - Nové Město </w:t>
      </w:r>
    </w:p>
    <w:p w14:paraId="2E3BD326" w14:textId="77777777" w:rsidR="00F422D3" w:rsidRDefault="00F422D3" w:rsidP="00B42F40">
      <w:pPr>
        <w:pStyle w:val="Textbezodsazen"/>
        <w:spacing w:after="0"/>
      </w:pPr>
      <w:r>
        <w:t>IČO: 70994234 DIČ: CZ70994234</w:t>
      </w:r>
    </w:p>
    <w:p w14:paraId="482027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14:paraId="149768E3" w14:textId="77777777"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14:paraId="0F9F7FB8" w14:textId="77777777" w:rsidR="00F91101" w:rsidRDefault="00F91101" w:rsidP="00B42F40">
      <w:pPr>
        <w:pStyle w:val="Textbezodsazen"/>
        <w:spacing w:after="0"/>
        <w:rPr>
          <w:rStyle w:val="Zdraznnjemn"/>
          <w:b/>
          <w:iCs w:val="0"/>
          <w:color w:val="auto"/>
        </w:rPr>
      </w:pPr>
    </w:p>
    <w:p w14:paraId="74F3729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A80B06D" w14:textId="77777777" w:rsidR="00F422D3" w:rsidRDefault="00F422D3" w:rsidP="00B42F40">
      <w:pPr>
        <w:pStyle w:val="Textbezodsazen"/>
        <w:spacing w:after="0"/>
      </w:pPr>
      <w:r>
        <w:t>Správa železni</w:t>
      </w:r>
      <w:r w:rsidR="001308B2">
        <w:t>c</w:t>
      </w:r>
      <w:r>
        <w:t>, státní organizace</w:t>
      </w:r>
    </w:p>
    <w:p w14:paraId="75FD12D9" w14:textId="77777777" w:rsidR="00F422D3" w:rsidRDefault="00F422D3" w:rsidP="00B42F40">
      <w:pPr>
        <w:pStyle w:val="Textbezodsazen"/>
      </w:pPr>
      <w:r w:rsidRPr="00B42F40">
        <w:t>Stavební</w:t>
      </w:r>
      <w:r>
        <w:t xml:space="preserve"> správa </w:t>
      </w:r>
      <w:r w:rsidR="00F91101">
        <w:t>východ, Nerudova 1, 77900 Olomouc</w:t>
      </w:r>
    </w:p>
    <w:p w14:paraId="08C8F317" w14:textId="77777777"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20226E55" w14:textId="77777777" w:rsidR="00F91101" w:rsidRPr="00F42525"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F42525">
        <w:rPr>
          <w:rFonts w:ascii="Verdana" w:hAnsi="Verdana" w:cs="Calibri"/>
          <w:color w:val="000000"/>
        </w:rPr>
        <w:t>ve věcech smluvních (mimo podpisu této smlouvy a jejích případných dodatků):</w:t>
      </w:r>
    </w:p>
    <w:p w14:paraId="63EF7676" w14:textId="23FADCDE" w:rsidR="00F91101" w:rsidRPr="00F42525" w:rsidRDefault="00F42525" w:rsidP="00F91101">
      <w:pPr>
        <w:spacing w:after="120"/>
        <w:ind w:left="567"/>
        <w:jc w:val="both"/>
        <w:rPr>
          <w:rFonts w:ascii="Verdana" w:hAnsi="Verdana" w:cs="Calibri"/>
        </w:rPr>
      </w:pPr>
      <w:r w:rsidRPr="00F42525">
        <w:t>Mgr. Michal Maier</w:t>
      </w:r>
      <w:r w:rsidRPr="00F42525">
        <w:rPr>
          <w:rFonts w:ascii="Verdana" w:hAnsi="Verdana" w:cs="Calibri"/>
        </w:rPr>
        <w:t xml:space="preserve">, </w:t>
      </w:r>
      <w:r w:rsidR="00F91101" w:rsidRPr="00F42525">
        <w:rPr>
          <w:rFonts w:ascii="Verdana" w:hAnsi="Verdana" w:cs="Calibri"/>
        </w:rPr>
        <w:t xml:space="preserve">tel.: </w:t>
      </w:r>
      <w:r w:rsidRPr="00F42525">
        <w:rPr>
          <w:rFonts w:ascii="Verdana" w:hAnsi="Verdana"/>
        </w:rPr>
        <w:t>+420 724 932 278</w:t>
      </w:r>
      <w:r w:rsidR="00F91101" w:rsidRPr="00F42525">
        <w:rPr>
          <w:rFonts w:ascii="Verdana" w:hAnsi="Verdana" w:cs="Calibri"/>
        </w:rPr>
        <w:t>,</w:t>
      </w:r>
    </w:p>
    <w:p w14:paraId="74A086EC" w14:textId="77777777" w:rsidR="00F91101" w:rsidRPr="00F42525"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F42525">
        <w:rPr>
          <w:rFonts w:ascii="Verdana" w:hAnsi="Verdana" w:cs="Calibri"/>
          <w:color w:val="000000"/>
        </w:rPr>
        <w:t>ve věcech technických:</w:t>
      </w:r>
    </w:p>
    <w:p w14:paraId="4D6507D1" w14:textId="4A6D027F" w:rsidR="00F91101" w:rsidRPr="005C7EED" w:rsidRDefault="00F42525" w:rsidP="00F91101">
      <w:pPr>
        <w:spacing w:after="120"/>
        <w:ind w:left="567"/>
        <w:jc w:val="both"/>
        <w:rPr>
          <w:rFonts w:ascii="Verdana" w:hAnsi="Verdana" w:cs="Calibri"/>
        </w:rPr>
      </w:pPr>
      <w:r w:rsidRPr="00F42525">
        <w:t>Ing. Vojtěch Kuchař</w:t>
      </w:r>
      <w:r w:rsidRPr="00F42525">
        <w:rPr>
          <w:rFonts w:ascii="Verdana" w:hAnsi="Verdana" w:cs="Calibri"/>
        </w:rPr>
        <w:t>,</w:t>
      </w:r>
      <w:r>
        <w:rPr>
          <w:rFonts w:ascii="Verdana" w:hAnsi="Verdana" w:cs="Calibri"/>
        </w:rPr>
        <w:t xml:space="preserve"> </w:t>
      </w:r>
      <w:r w:rsidR="00F91101" w:rsidRPr="005C7EED">
        <w:rPr>
          <w:rFonts w:ascii="Verdana" w:hAnsi="Verdana" w:cs="Calibri"/>
        </w:rPr>
        <w:t xml:space="preserve">tel.: </w:t>
      </w:r>
      <w:r w:rsidRPr="00F46658">
        <w:rPr>
          <w:rFonts w:ascii="Verdana" w:hAnsi="Verdana"/>
        </w:rPr>
        <w:t>+420</w:t>
      </w:r>
      <w:r>
        <w:rPr>
          <w:rFonts w:ascii="Verdana" w:hAnsi="Verdana"/>
        </w:rPr>
        <w:t> 702 164 084</w:t>
      </w:r>
      <w:r w:rsidR="00F91101" w:rsidRPr="005C7EED">
        <w:rPr>
          <w:rFonts w:ascii="Verdana" w:hAnsi="Verdana" w:cs="Arial"/>
        </w:rPr>
        <w:t>,</w:t>
      </w:r>
    </w:p>
    <w:p w14:paraId="37E9AEF9"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14:paraId="1AEA5C54" w14:textId="7E233276" w:rsidR="00F91101" w:rsidRDefault="00F42525" w:rsidP="00F91101">
      <w:pPr>
        <w:pStyle w:val="Textbezodsazen"/>
        <w:ind w:left="567"/>
      </w:pPr>
      <w:r>
        <w:rPr>
          <w:rFonts w:ascii="Verdana" w:hAnsi="Verdana"/>
        </w:rPr>
        <w:t>Bc. Petr Krejčí</w:t>
      </w:r>
      <w:r w:rsidR="00F91101" w:rsidRPr="005C7EED">
        <w:rPr>
          <w:rFonts w:ascii="Verdana" w:hAnsi="Verdana" w:cs="Calibri"/>
        </w:rPr>
        <w:t xml:space="preserve">, tel.: </w:t>
      </w:r>
      <w:r w:rsidRPr="00624C6F">
        <w:rPr>
          <w:rFonts w:ascii="Verdana" w:hAnsi="Verdana"/>
        </w:rPr>
        <w:t>+420 </w:t>
      </w:r>
      <w:r w:rsidRPr="005B5100">
        <w:rPr>
          <w:rFonts w:ascii="Verdana" w:hAnsi="Verdana"/>
        </w:rPr>
        <w:t>725 090 576</w:t>
      </w:r>
      <w:r w:rsidR="00F91101" w:rsidRPr="005C7EED">
        <w:rPr>
          <w:rFonts w:ascii="Verdana" w:hAnsi="Verdana" w:cs="Arial"/>
        </w:rPr>
        <w:t>.</w:t>
      </w:r>
    </w:p>
    <w:p w14:paraId="2BE4BC23" w14:textId="77777777" w:rsidR="00F422D3" w:rsidRDefault="00F422D3" w:rsidP="00B42F40">
      <w:pPr>
        <w:pStyle w:val="Textbezodsazen"/>
      </w:pPr>
      <w:r>
        <w:t>(</w:t>
      </w:r>
      <w:r w:rsidRPr="00B42F40">
        <w:t>dále</w:t>
      </w:r>
      <w:r>
        <w:t xml:space="preserve"> jen „</w:t>
      </w:r>
      <w:r w:rsidR="009222E1">
        <w:rPr>
          <w:b/>
        </w:rPr>
        <w:t>Objednatel</w:t>
      </w:r>
      <w:r>
        <w:t>“)</w:t>
      </w:r>
    </w:p>
    <w:p w14:paraId="01125858" w14:textId="77777777" w:rsidR="00F422D3" w:rsidRDefault="00F422D3" w:rsidP="00B42F40">
      <w:pPr>
        <w:pStyle w:val="Textbezodsazen"/>
        <w:spacing w:after="0"/>
      </w:pPr>
      <w:r>
        <w:t xml:space="preserve">číslo smlouvy: </w:t>
      </w:r>
      <w:r w:rsidR="00DE6DE1" w:rsidRPr="00131DBB">
        <w:rPr>
          <w:highlight w:val="green"/>
        </w:rPr>
        <w:fldChar w:fldCharType="begin"/>
      </w:r>
      <w:r w:rsidR="00DE6DE1" w:rsidRPr="00131DBB">
        <w:rPr>
          <w:highlight w:val="green"/>
        </w:rPr>
        <w:instrText xml:space="preserve"> MACROBUTTON  VložitŠirokouMezeru "[VLOŽÍ OBJEDNATEL]" </w:instrText>
      </w:r>
      <w:r w:rsidR="00DE6DE1" w:rsidRPr="00131DBB">
        <w:rPr>
          <w:highlight w:val="green"/>
        </w:rPr>
        <w:fldChar w:fldCharType="end"/>
      </w:r>
      <w:r>
        <w:t xml:space="preserve"> </w:t>
      </w:r>
    </w:p>
    <w:p w14:paraId="37D3E257" w14:textId="77777777" w:rsidR="00B3036E" w:rsidRDefault="00B3036E" w:rsidP="00B3036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69EEA30" w14:textId="27040766" w:rsidR="00F422D3" w:rsidRDefault="00F422D3" w:rsidP="00B42F40">
      <w:pPr>
        <w:pStyle w:val="Textbezodsazen"/>
      </w:pPr>
      <w:r w:rsidRPr="00C826C4">
        <w:t>ISPROFOND:</w:t>
      </w:r>
      <w:r>
        <w:t xml:space="preserve"> </w:t>
      </w:r>
      <w:r w:rsidR="00F42525" w:rsidRPr="00F42525">
        <w:t>5003520141</w:t>
      </w:r>
    </w:p>
    <w:p w14:paraId="298B1CCA" w14:textId="77777777" w:rsidR="00B42F40" w:rsidRDefault="00B42F40" w:rsidP="00B42F40">
      <w:pPr>
        <w:pStyle w:val="Textbezodsazen"/>
      </w:pPr>
    </w:p>
    <w:p w14:paraId="58DC33B1" w14:textId="77777777" w:rsidR="00F422D3" w:rsidRDefault="00F422D3" w:rsidP="00B42F40">
      <w:pPr>
        <w:pStyle w:val="Textbezodsazen"/>
      </w:pPr>
      <w:r w:rsidRPr="00B42F40">
        <w:t>a</w:t>
      </w:r>
    </w:p>
    <w:p w14:paraId="12B803FE" w14:textId="77777777" w:rsidR="00CC6517" w:rsidRPr="00B42F40" w:rsidRDefault="00CC6517" w:rsidP="00B42F40">
      <w:pPr>
        <w:pStyle w:val="Textbezodsazen"/>
      </w:pPr>
    </w:p>
    <w:p w14:paraId="387DCFF6" w14:textId="77777777" w:rsidR="00AF4519" w:rsidRDefault="00AF4519" w:rsidP="00B42F40">
      <w:pPr>
        <w:pStyle w:val="Textbezodsazen"/>
        <w:spacing w:after="0"/>
        <w:rPr>
          <w:b/>
        </w:rPr>
      </w:pPr>
      <w:r>
        <w:rPr>
          <w:b/>
        </w:rPr>
        <w:t>Zhotovitel</w:t>
      </w:r>
    </w:p>
    <w:p w14:paraId="4D9FDC0B" w14:textId="77777777" w:rsidR="00F422D3" w:rsidRPr="00B42F40" w:rsidRDefault="00DE6DE1"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14:paraId="08C97D5F" w14:textId="77777777" w:rsidR="00F422D3" w:rsidRPr="00B42F40" w:rsidRDefault="00F422D3" w:rsidP="00B42F40">
      <w:pPr>
        <w:pStyle w:val="Textbezodsazen"/>
        <w:spacing w:after="0"/>
      </w:pPr>
      <w:r w:rsidRPr="00B42F40">
        <w:t xml:space="preserve">se sídlem: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14:paraId="34DB6427" w14:textId="77777777" w:rsidR="00F422D3" w:rsidRPr="00B42F40" w:rsidRDefault="00F422D3" w:rsidP="00B42F40">
      <w:pPr>
        <w:pStyle w:val="Textbezodsazen"/>
        <w:spacing w:after="0"/>
      </w:pPr>
      <w:r w:rsidRPr="00B42F40">
        <w:t xml:space="preserve">IČO: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 xml:space="preserve">, DIČ: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14:paraId="5F9E0050" w14:textId="77777777"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 xml:space="preserve"> soudem</w:t>
      </w:r>
      <w:r w:rsidR="00A349C6">
        <w:t xml:space="preserve"> v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w:t>
      </w:r>
    </w:p>
    <w:p w14:paraId="4B7ED63A" w14:textId="77777777" w:rsidR="00F422D3" w:rsidRPr="00B42F40" w:rsidRDefault="00F422D3" w:rsidP="00B42F40">
      <w:pPr>
        <w:pStyle w:val="Textbezodsazen"/>
        <w:spacing w:after="0"/>
      </w:pPr>
      <w:r w:rsidRPr="00B42F40">
        <w:t xml:space="preserve">spisová značka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14:paraId="5BED4EC1" w14:textId="77777777" w:rsidR="00F422D3" w:rsidRPr="00B42F40" w:rsidRDefault="00F422D3" w:rsidP="00B42F40">
      <w:pPr>
        <w:pStyle w:val="Textbezodsazen"/>
        <w:spacing w:after="0"/>
      </w:pPr>
      <w:r w:rsidRPr="00B42F40">
        <w:t xml:space="preserve">bank. spojení: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 xml:space="preserve">, č. účtu: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14:paraId="39F31A3B" w14:textId="77777777" w:rsidR="00F422D3" w:rsidRPr="00B42F40" w:rsidRDefault="00F422D3" w:rsidP="00B42F40">
      <w:pPr>
        <w:pStyle w:val="Textbezodsazen"/>
      </w:pPr>
      <w:r w:rsidRPr="00B42F40">
        <w:t xml:space="preserve">zastoupena: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14:paraId="3E42144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08111FF8" w14:textId="77777777" w:rsidR="00F422D3" w:rsidRPr="00B42F40" w:rsidRDefault="00DE6DE1"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14:paraId="140432B5" w14:textId="77777777"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0019F36B"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7E9C030B" w14:textId="77777777" w:rsidR="006F5F96" w:rsidRPr="005C7EED" w:rsidRDefault="00DE6DE1"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14:paraId="422DBF86"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701948F9" w14:textId="77777777" w:rsidR="006F5F96" w:rsidRPr="005C7EED" w:rsidRDefault="00DE6DE1"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14:paraId="15117BBC"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14:paraId="5AC497C3" w14:textId="77777777" w:rsidR="006F5F96" w:rsidRDefault="00DE6DE1"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42FF0415"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14:paraId="4C4C7737" w14:textId="77777777" w:rsidR="006F5F96" w:rsidRPr="006F5F96" w:rsidRDefault="00DE6DE1"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2C864DCD" w14:textId="77777777"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14:paraId="37637CA0" w14:textId="77777777" w:rsidR="00F422D3" w:rsidRPr="00B42F40" w:rsidRDefault="00F422D3" w:rsidP="00B42F40">
      <w:pPr>
        <w:pStyle w:val="Textbezodsazen"/>
      </w:pPr>
      <w:r w:rsidRPr="00B42F40">
        <w:t xml:space="preserve">číslo smlouvy: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14:paraId="7EB0E714" w14:textId="77777777" w:rsidR="006F5F96" w:rsidRDefault="006F5F96" w:rsidP="00B42F40">
      <w:pPr>
        <w:pStyle w:val="Textbezodsazen"/>
      </w:pPr>
    </w:p>
    <w:p w14:paraId="639DEC1D" w14:textId="77777777"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14:paraId="3C780C7F"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484368E" w14:textId="77777777" w:rsidR="00F91101" w:rsidRDefault="00F91101" w:rsidP="00106CD8">
      <w:pPr>
        <w:pStyle w:val="Textbezodsazen"/>
        <w:rPr>
          <w:b/>
        </w:rPr>
      </w:pPr>
    </w:p>
    <w:p w14:paraId="3F2DDE4C" w14:textId="77777777" w:rsidR="00F91101" w:rsidRPr="007F2FC8" w:rsidRDefault="00F91101" w:rsidP="007F2FC8">
      <w:pPr>
        <w:pStyle w:val="Nadpis1-1"/>
      </w:pPr>
      <w:r w:rsidRPr="007F2FC8">
        <w:t>PŘEDMĚT SMLOUVY</w:t>
      </w:r>
    </w:p>
    <w:p w14:paraId="5DB5D4FC" w14:textId="5E0621B1" w:rsidR="00F91101" w:rsidRDefault="009222E1" w:rsidP="00C02F8B">
      <w:pPr>
        <w:pStyle w:val="Text1-1"/>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při přípravě a realizaci stavby „</w:t>
      </w:r>
      <w:r w:rsidR="00F42525" w:rsidRPr="00281BFE">
        <w:rPr>
          <w:rFonts w:eastAsia="Times New Roman" w:cs="Arial"/>
          <w:b/>
          <w:color w:val="000000"/>
          <w:lang w:eastAsia="cs-CZ"/>
        </w:rPr>
        <w:t>Státní hranice Slovenská republika (Střelná) – Vsetín (mimo) – konverze</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9505A0">
        <w:t xml:space="preserve"> (dále jen „Dílo“)</w:t>
      </w:r>
      <w:r w:rsidR="00F91101" w:rsidRPr="005C7EED">
        <w:t>.</w:t>
      </w:r>
    </w:p>
    <w:p w14:paraId="23B8BD69" w14:textId="77777777" w:rsidR="00F91101" w:rsidRPr="005C7EED" w:rsidRDefault="00F91101" w:rsidP="007F2FC8">
      <w:pPr>
        <w:pStyle w:val="Text1-1"/>
      </w:pPr>
      <w:r w:rsidRPr="005C7EED">
        <w:t xml:space="preserve">Koordinátor </w:t>
      </w:r>
      <w:r w:rsidRPr="007F2FC8">
        <w:t>BOZP</w:t>
      </w:r>
      <w:r w:rsidRPr="005C7EED">
        <w:t xml:space="preserve"> je při přípravě stavby povinen vykonávat v souladu se zákonem č.</w:t>
      </w:r>
      <w:r w:rsidR="0016651F">
        <w:t> </w:t>
      </w:r>
      <w:r w:rsidRPr="005C7EED">
        <w:t>309/2006 Sb. a nařízením vlády č. 591/2006 Sb. zejména tyto činnosti:</w:t>
      </w:r>
    </w:p>
    <w:p w14:paraId="01473446" w14:textId="77777777" w:rsidR="00F91101" w:rsidRPr="005C7EED" w:rsidRDefault="00F91101" w:rsidP="00E175B2">
      <w:pPr>
        <w:numPr>
          <w:ilvl w:val="0"/>
          <w:numId w:val="12"/>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v dostatečném časovém předstihu předat </w:t>
      </w:r>
      <w:r w:rsidR="009222E1">
        <w:rPr>
          <w:rFonts w:ascii="Verdana" w:hAnsi="Verdana" w:cs="Calibri"/>
          <w:color w:val="000000"/>
        </w:rPr>
        <w:t>Objednatel</w:t>
      </w:r>
      <w:r w:rsidRPr="005C7EED">
        <w:rPr>
          <w:rFonts w:ascii="Verdana" w:hAnsi="Verdana" w:cs="Calibri"/>
          <w:color w:val="000000"/>
        </w:rPr>
        <w:t>i plán obsahující kromě náležitostí uvedených v § 15 odst. 2 zákonem č. 309/2006 Sb. také přehled právních předpisů vztahujících se ke stavbě, informace o rizicích, které se mohou při realizaci stavby vyskytnout se zřetelem na práce a činnosti vystavující fyzickou osobu zvýšenému ohrožení života nebo poškození zdraví, a další podklady nutné pro zajištění bezpečného a zdraví neohrožujícího pracovního prostředí a podmínek výkonu práce, na které je třeba vzít zřetel s ohledem na charakter stavby a její realizaci,</w:t>
      </w:r>
    </w:p>
    <w:p w14:paraId="23AD0DB7" w14:textId="77777777" w:rsidR="00F91101" w:rsidRPr="005C7EED" w:rsidRDefault="00F91101" w:rsidP="00E175B2">
      <w:pPr>
        <w:numPr>
          <w:ilvl w:val="0"/>
          <w:numId w:val="12"/>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bez zbytečného odkladu předat projektantovi, zhotoviteli</w:t>
      </w:r>
      <w:r w:rsidR="00AF4519">
        <w:rPr>
          <w:rFonts w:ascii="Verdana" w:hAnsi="Verdana" w:cs="Calibri"/>
          <w:color w:val="000000"/>
        </w:rPr>
        <w:t xml:space="preserve"> stavby</w:t>
      </w:r>
      <w:r w:rsidRPr="005C7EED">
        <w:rPr>
          <w:rFonts w:ascii="Verdana" w:hAnsi="Verdana" w:cs="Calibri"/>
          <w:color w:val="000000"/>
        </w:rPr>
        <w:t>, pokud byl již určen, popřípadě jiné osobě veškeré další informace o bezpečnostních a zdravotních rizicích, které jsou mu známy a které se dotýkají jejich činnosti,</w:t>
      </w:r>
    </w:p>
    <w:p w14:paraId="40F3E65F" w14:textId="56885BE7" w:rsidR="00F91101" w:rsidRDefault="00F91101" w:rsidP="00E175B2">
      <w:pPr>
        <w:numPr>
          <w:ilvl w:val="0"/>
          <w:numId w:val="12"/>
        </w:numPr>
        <w:tabs>
          <w:tab w:val="clear" w:pos="900"/>
        </w:tabs>
        <w:overflowPunct w:val="0"/>
        <w:autoSpaceDE w:val="0"/>
        <w:autoSpaceDN w:val="0"/>
        <w:adjustRightInd w:val="0"/>
        <w:spacing w:before="120" w:after="120" w:line="240" w:lineRule="auto"/>
        <w:ind w:left="1134" w:hanging="357"/>
        <w:jc w:val="both"/>
        <w:textAlignment w:val="baseline"/>
        <w:rPr>
          <w:rFonts w:ascii="Verdana" w:hAnsi="Verdana" w:cs="Calibri"/>
          <w:color w:val="000000"/>
        </w:rPr>
      </w:pPr>
      <w:r w:rsidRPr="005C7EED">
        <w:rPr>
          <w:rFonts w:ascii="Verdana" w:hAnsi="Verdana" w:cs="Calibri"/>
          <w:color w:val="000000"/>
        </w:rPr>
        <w:t>provádět další činnosti stanovené prováděcím právním předpisem k zákonu č.</w:t>
      </w:r>
      <w:r w:rsidR="0016651F">
        <w:rPr>
          <w:rFonts w:ascii="Verdana" w:hAnsi="Verdana" w:cs="Calibri"/>
          <w:color w:val="000000"/>
        </w:rPr>
        <w:t> </w:t>
      </w:r>
      <w:r w:rsidRPr="005C7EED">
        <w:rPr>
          <w:rFonts w:ascii="Verdana" w:hAnsi="Verdana" w:cs="Calibri"/>
          <w:color w:val="000000"/>
        </w:rPr>
        <w:t>309/2006 Sb.,</w:t>
      </w:r>
    </w:p>
    <w:p w14:paraId="483A8F00" w14:textId="20275F77" w:rsidR="000821C9" w:rsidRDefault="000821C9" w:rsidP="000821C9">
      <w:pPr>
        <w:overflowPunct w:val="0"/>
        <w:autoSpaceDE w:val="0"/>
        <w:autoSpaceDN w:val="0"/>
        <w:adjustRightInd w:val="0"/>
        <w:spacing w:before="120" w:after="120" w:line="240" w:lineRule="auto"/>
        <w:ind w:left="1134"/>
        <w:jc w:val="both"/>
        <w:textAlignment w:val="baseline"/>
        <w:rPr>
          <w:rFonts w:ascii="Verdana" w:hAnsi="Verdana" w:cs="Calibri"/>
          <w:color w:val="000000"/>
        </w:rPr>
      </w:pPr>
    </w:p>
    <w:p w14:paraId="21862017" w14:textId="77777777" w:rsidR="000821C9" w:rsidRPr="005C7EED" w:rsidRDefault="000821C9" w:rsidP="000821C9">
      <w:pPr>
        <w:overflowPunct w:val="0"/>
        <w:autoSpaceDE w:val="0"/>
        <w:autoSpaceDN w:val="0"/>
        <w:adjustRightInd w:val="0"/>
        <w:spacing w:before="120" w:after="120" w:line="240" w:lineRule="auto"/>
        <w:ind w:left="1134"/>
        <w:jc w:val="both"/>
        <w:textAlignment w:val="baseline"/>
        <w:rPr>
          <w:rFonts w:ascii="Verdana" w:hAnsi="Verdana" w:cs="Calibri"/>
          <w:color w:val="000000"/>
        </w:rPr>
      </w:pPr>
    </w:p>
    <w:p w14:paraId="67D99507" w14:textId="77777777" w:rsidR="00F91101" w:rsidRPr="005C7EED" w:rsidRDefault="00F91101" w:rsidP="00C02F8B">
      <w:pPr>
        <w:pStyle w:val="Text1-1"/>
      </w:pPr>
      <w:r w:rsidRPr="005C7EED">
        <w:lastRenderedPageBreak/>
        <w:t>Koordinátor BOZP je při realizaci stav</w:t>
      </w:r>
      <w:r w:rsidRPr="00C02F8B">
        <w:rPr>
          <w:rStyle w:val="Text1-1Char"/>
        </w:rPr>
        <w:t>b</w:t>
      </w:r>
      <w:r w:rsidRPr="005C7EED">
        <w:t>y povinen vykonávat v souladu se zákonem č.</w:t>
      </w:r>
      <w:r w:rsidR="0016651F">
        <w:t> </w:t>
      </w:r>
      <w:r w:rsidRPr="005C7EED">
        <w:t>309/2006 Sb. a nařízením vlády č. 591/2006 Sb. zejména tyto činnosti:</w:t>
      </w:r>
    </w:p>
    <w:p w14:paraId="21370CDB" w14:textId="77777777"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14:paraId="57F4E2D5"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14:paraId="68AEE4D6"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14:paraId="188DCF52"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14:paraId="13572DA5" w14:textId="77777777"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14:paraId="127ED6E8" w14:textId="77777777"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14:paraId="27072C18"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593355D5"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14:paraId="2170A04D" w14:textId="77777777" w:rsidR="00F91101" w:rsidRPr="005C7EED" w:rsidRDefault="00F91101" w:rsidP="00E175B2">
      <w:pPr>
        <w:numPr>
          <w:ilvl w:val="0"/>
          <w:numId w:val="19"/>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color w:val="000000"/>
        </w:rPr>
        <w:t>provádění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14:paraId="78C26E3B" w14:textId="77777777"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14:paraId="560BB97B" w14:textId="77777777"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14:paraId="1AD77AD4"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kontrolovat:</w:t>
      </w:r>
    </w:p>
    <w:p w14:paraId="578FD402" w14:textId="77777777" w:rsidR="00F91101" w:rsidRPr="005C7EED" w:rsidRDefault="00F91101" w:rsidP="00E175B2">
      <w:pPr>
        <w:numPr>
          <w:ilvl w:val="0"/>
          <w:numId w:val="22"/>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14:paraId="43C52505" w14:textId="77777777" w:rsidR="00F91101" w:rsidRPr="005C7EED" w:rsidRDefault="00F91101" w:rsidP="00E175B2">
      <w:pPr>
        <w:numPr>
          <w:ilvl w:val="0"/>
          <w:numId w:val="14"/>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14:paraId="7D2A17EA" w14:textId="77777777"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14:paraId="52E469D0" w14:textId="77777777"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označení staveniště a zveřejnění a aktualizaci „Oznámení o zahájení prací“ na viditelném místě u vstupu na staveniště, a to po celou dobu provádění prací až do doby předání díla do užívání nebo ukončení platnosti této smlouvy,</w:t>
      </w:r>
    </w:p>
    <w:p w14:paraId="1FBC2981"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spolupracovat:</w:t>
      </w:r>
    </w:p>
    <w:p w14:paraId="109104A5"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lastRenderedPageBreak/>
        <w:t>při stanovení času potřebného k bezpečnému provádění jednotlivých prací nebo činností,</w:t>
      </w:r>
    </w:p>
    <w:p w14:paraId="266BEC0F"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14:paraId="154BC52E"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14:paraId="16D8455D"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navrhovat:</w:t>
      </w:r>
    </w:p>
    <w:p w14:paraId="01E9B77D"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14:paraId="7E30DA72"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14:paraId="333955C8"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zúčastňovat se:</w:t>
      </w:r>
    </w:p>
    <w:p w14:paraId="399CA8B5" w14:textId="77777777"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14:paraId="4A00F36E" w14:textId="77777777"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14:paraId="2187AE56"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vést dokumentaci:</w:t>
      </w:r>
    </w:p>
    <w:p w14:paraId="6D37D7E1" w14:textId="77777777"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14:paraId="1261CD40" w14:textId="77777777"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14:paraId="4D0BC320"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provádět:</w:t>
      </w:r>
    </w:p>
    <w:p w14:paraId="57498947" w14:textId="77777777"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14:paraId="3B243CCA" w14:textId="77777777"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14:paraId="783CDC9C" w14:textId="77777777"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14:paraId="51E83499"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zpracovat:</w:t>
      </w:r>
    </w:p>
    <w:p w14:paraId="5436A906"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14:paraId="4FFF240B"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14:paraId="0A16A42C"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14:paraId="21A4EE39"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lastRenderedPageBreak/>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14:paraId="4F53CA10"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14:paraId="5C7B9AFB"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vyvěsit a zveřejnit „Oznámení o zahájení prací“ na viditelném místě u vstupu na staveniště,</w:t>
      </w:r>
    </w:p>
    <w:p w14:paraId="0CF580DA"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zajišťovat odbornou podporu a součinnost při komunikaci s orgány státní správy a</w:t>
      </w:r>
      <w:r w:rsidR="0016651F">
        <w:rPr>
          <w:rFonts w:ascii="Verdana" w:hAnsi="Verdana" w:cs="Calibri"/>
        </w:rPr>
        <w:t> </w:t>
      </w:r>
      <w:r w:rsidRPr="005C7EED">
        <w:rPr>
          <w:rFonts w:ascii="Verdana" w:hAnsi="Verdana" w:cs="Calibri"/>
        </w:rPr>
        <w:t>samosprávy.</w:t>
      </w:r>
    </w:p>
    <w:p w14:paraId="415CF3BA" w14:textId="77777777" w:rsidR="00F91101" w:rsidRPr="007F2FC8" w:rsidRDefault="00F91101" w:rsidP="007F2FC8">
      <w:pPr>
        <w:pStyle w:val="Nadpis1-1"/>
      </w:pPr>
      <w:r w:rsidRPr="007F2FC8">
        <w:t>PRÁVA A POVINNOSTI KOORDINÁTORA BOZP</w:t>
      </w:r>
    </w:p>
    <w:p w14:paraId="25FEF9D1" w14:textId="77777777" w:rsidR="00F91101" w:rsidRPr="005C7EED" w:rsidRDefault="00F91101" w:rsidP="007F2FC8">
      <w:pPr>
        <w:pStyle w:val="Text1-1"/>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14:paraId="41C29932" w14:textId="77777777" w:rsidR="00F91101" w:rsidRPr="005C7EED" w:rsidRDefault="00F91101" w:rsidP="007F2FC8">
      <w:pPr>
        <w:pStyle w:val="Text1-1"/>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14:paraId="617BFDEF"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Zadávací podmínky </w:t>
      </w:r>
      <w:r w:rsidR="009222E1">
        <w:rPr>
          <w:rFonts w:cs="Tahoma"/>
        </w:rPr>
        <w:t>Objednatel</w:t>
      </w:r>
      <w:r w:rsidRPr="0016651F">
        <w:rPr>
          <w:rFonts w:cs="Tahoma"/>
        </w:rPr>
        <w:t>e, obsažené v oznámení zadávacího řízení veřejné zakázky nebo ve výzvě k podání nabídky na výkon koordinátora BOZP a</w:t>
      </w:r>
      <w:r w:rsidR="0016651F">
        <w:rPr>
          <w:rFonts w:cs="Tahoma"/>
        </w:rPr>
        <w:t> </w:t>
      </w:r>
      <w:r w:rsidRPr="0016651F">
        <w:rPr>
          <w:rFonts w:cs="Tahoma"/>
        </w:rPr>
        <w:t>v zadávací dokumentaci;</w:t>
      </w:r>
    </w:p>
    <w:p w14:paraId="6CC9B3CE"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Nabídka koordinátora BOZP ze dne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16651F">
        <w:rPr>
          <w:rFonts w:cs="Tahoma"/>
          <w:bCs/>
        </w:rPr>
        <w:t>;</w:t>
      </w:r>
    </w:p>
    <w:p w14:paraId="1103DAF4"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Přípravná dokumentace stavby;</w:t>
      </w:r>
    </w:p>
    <w:p w14:paraId="5BF37285"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Technické kvalitativní podmínky staveb státních drah, v platném znění (dále jen TKP staveb státních drah);</w:t>
      </w:r>
    </w:p>
    <w:p w14:paraId="257D34C8"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České technické normy a interní předpisy </w:t>
      </w:r>
      <w:r w:rsidR="009222E1">
        <w:rPr>
          <w:rFonts w:cs="Tahoma"/>
        </w:rPr>
        <w:t>Objednatel</w:t>
      </w:r>
      <w:r w:rsidRPr="0016651F">
        <w:rPr>
          <w:rFonts w:cs="Tahoma"/>
        </w:rPr>
        <w:t>e vyjmenované v příslušných kapitolách TKP staveb státních drah a v TKP pozemních komunikací, platných ke dni podpisu této smlouvy.</w:t>
      </w:r>
    </w:p>
    <w:p w14:paraId="4F5E95AD" w14:textId="77777777" w:rsidR="00F91101" w:rsidRPr="005C7EED" w:rsidRDefault="00F91101" w:rsidP="007F2FC8">
      <w:pPr>
        <w:pStyle w:val="Text1-1"/>
      </w:pPr>
      <w:r w:rsidRPr="005C7EED">
        <w:t xml:space="preserve">Koordinátor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14:paraId="7AA0F073" w14:textId="77777777" w:rsidR="00F91101" w:rsidRPr="005C7EED" w:rsidRDefault="00F91101" w:rsidP="007F2FC8">
      <w:pPr>
        <w:pStyle w:val="Text1-1"/>
      </w:pPr>
      <w:r w:rsidRPr="005C7EED">
        <w:t>Koordinátor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14:paraId="0B356D7B" w14:textId="77777777" w:rsidR="00F91101" w:rsidRDefault="00F91101" w:rsidP="007F2FC8">
      <w:pPr>
        <w:pStyle w:val="Text1-1"/>
      </w:pPr>
      <w:r w:rsidRPr="005C7EED">
        <w:t>Koordinátor BOZP prohlašuje, že všechny výše uvedené dokumenty a podklady nutné k řádnému plnění předmětu smlouvy mu byly předány před podpisem této smlouvy nebo je má jinak k dispozici, s jejich obsahem je seznámen a je pro něj závazný.</w:t>
      </w:r>
    </w:p>
    <w:p w14:paraId="1BB5CB59" w14:textId="77777777" w:rsidR="004832E5" w:rsidRPr="005C7EED" w:rsidRDefault="004832E5" w:rsidP="007F2FC8">
      <w:pPr>
        <w:pStyle w:val="Text1-1"/>
      </w:pPr>
      <w:r w:rsidRPr="00EE221B">
        <w:t xml:space="preserve">Objednatel si vyhrazuje požadavek, že </w:t>
      </w:r>
      <w:r>
        <w:t xml:space="preserve">výkon činnosti koordinátora BOZP </w:t>
      </w:r>
      <w:r w:rsidRPr="00EE221B">
        <w:t>bude v průběhu realizace Stavby zajištěn osobou (osobami) disponující(mi) elektronickým podpisem</w:t>
      </w:r>
      <w:r>
        <w:t>, bude-li takového elektronického podepisování k plnění předmětu Díla třeba</w:t>
      </w:r>
      <w:r w:rsidRPr="00EE221B">
        <w:t>.</w:t>
      </w:r>
    </w:p>
    <w:p w14:paraId="2846C9A2" w14:textId="77777777" w:rsidR="00F91101" w:rsidRPr="005C7EED" w:rsidRDefault="00F91101" w:rsidP="007F2FC8">
      <w:pPr>
        <w:pStyle w:val="Text1-1"/>
      </w:pPr>
      <w:r w:rsidRPr="005C7EED">
        <w:t xml:space="preserve">Žádný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14:paraId="3EB21D73" w14:textId="77777777" w:rsidR="00F91101" w:rsidRPr="005C7EED" w:rsidRDefault="00F91101" w:rsidP="007F2FC8">
      <w:pPr>
        <w:pStyle w:val="Text1-1"/>
      </w:pPr>
      <w:r w:rsidRPr="005C7EED">
        <w:lastRenderedPageBreak/>
        <w:t xml:space="preserve">Koordinátor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14:paraId="52209733" w14:textId="77777777" w:rsidR="00F91101" w:rsidRPr="005C7EED" w:rsidRDefault="00F91101" w:rsidP="007F2FC8">
      <w:pPr>
        <w:pStyle w:val="Text1-1"/>
      </w:pPr>
      <w:r w:rsidRPr="005C7EED">
        <w:t xml:space="preserve">Koordinátor BOZP není oprávněn bez předchozího písemného souhlasu </w:t>
      </w:r>
      <w:r w:rsidR="009222E1">
        <w:t>Objednatel</w:t>
      </w:r>
      <w:r w:rsidRPr="005C7EED">
        <w:t>e převést na jinou osobu práva, povinnosti a závazky vyplývající z této smlouvy.</w:t>
      </w:r>
    </w:p>
    <w:p w14:paraId="475551E0" w14:textId="77777777" w:rsidR="00F91101" w:rsidRPr="005C7EED" w:rsidRDefault="00F91101" w:rsidP="007F2FC8">
      <w:pPr>
        <w:pStyle w:val="Text1-1"/>
      </w:pPr>
      <w:r w:rsidRPr="005C7EED">
        <w:t xml:space="preserve">Koordinátor BOZP je osobou oprávněnou provádět dle stavebního zákona zápisy do stavebního deníku a tyto zápisy se zavazuje provádět ve lhůtě do 2 dnů ode dne, kdy zapisované skutečnosti nastanou. </w:t>
      </w:r>
    </w:p>
    <w:p w14:paraId="2F32C9C1" w14:textId="77777777" w:rsidR="00F91101" w:rsidRPr="005C7EED" w:rsidRDefault="00F91101" w:rsidP="007F2FC8">
      <w:pPr>
        <w:pStyle w:val="Text1-1"/>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14:paraId="4A72C09D" w14:textId="77777777" w:rsidR="00F91101" w:rsidRPr="005C7EED" w:rsidRDefault="00F91101" w:rsidP="007F2FC8">
      <w:pPr>
        <w:pStyle w:val="Text1-1"/>
      </w:pPr>
      <w:r w:rsidRPr="005C7EED">
        <w:t>Ústní informaci, upozornění, opatření, doporučení a podněty je koordinátor BOZP vždy povinen bez zbytečného odkladu následně uskutečnit i písemnou formou.</w:t>
      </w:r>
    </w:p>
    <w:p w14:paraId="2F541629" w14:textId="77777777" w:rsidR="00F91101" w:rsidRPr="005C7EED" w:rsidRDefault="00F91101" w:rsidP="007F2FC8">
      <w:pPr>
        <w:pStyle w:val="Text1-1"/>
      </w:pPr>
      <w:r w:rsidRPr="005C7EED">
        <w:t>Koordinátor BOZP si je vědom skutečnosti, že nemá pravomoc zastavit stavbu.</w:t>
      </w:r>
    </w:p>
    <w:p w14:paraId="47E2F58A" w14:textId="77777777" w:rsidR="00F91101" w:rsidRPr="005C7EED" w:rsidRDefault="00F91101" w:rsidP="007F2FC8">
      <w:pPr>
        <w:pStyle w:val="Text1-1"/>
      </w:pPr>
      <w:r w:rsidRPr="005C7EED">
        <w:t>Koordinátor BOZP plně ručí za kvalitu plánu BOZP po dobu platnosti této smlouvy.</w:t>
      </w:r>
    </w:p>
    <w:p w14:paraId="68F29662" w14:textId="77777777" w:rsidR="00F91101" w:rsidRPr="005C7EED" w:rsidRDefault="00F91101" w:rsidP="007F2FC8">
      <w:pPr>
        <w:pStyle w:val="Text1-1"/>
      </w:pPr>
      <w:r w:rsidRPr="005C7EED">
        <w:t>Při plnění předmětu této smlouvy bude koordinátor BOZP postupovat komplexně s důslednou vnitřní koordinací navrhovaných postupů, zejména z hlediska minimalizace omezení realizace stavby a se zřetelem na ekonomické dopady do realizace stavby.</w:t>
      </w:r>
    </w:p>
    <w:p w14:paraId="3D8012FB" w14:textId="77777777" w:rsidR="00F91101" w:rsidRPr="005C7EED" w:rsidRDefault="00F91101" w:rsidP="007F2FC8">
      <w:pPr>
        <w:pStyle w:val="Text1-1"/>
      </w:pPr>
      <w:r w:rsidRPr="005C7EED">
        <w:t xml:space="preserve">Veškeré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14:paraId="7564F7CE" w14:textId="77777777" w:rsidR="00F91101" w:rsidRPr="005C7EED" w:rsidRDefault="00F91101" w:rsidP="007F2FC8">
      <w:pPr>
        <w:pStyle w:val="Text1-1"/>
      </w:pPr>
      <w:r w:rsidRPr="005C7EED">
        <w:t xml:space="preserve">Vystavovat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14:paraId="3D8384C2" w14:textId="77777777" w:rsidR="00F91101" w:rsidRPr="007F2FC8" w:rsidRDefault="00F91101" w:rsidP="007F2FC8">
      <w:pPr>
        <w:pStyle w:val="Nadpis1-1"/>
      </w:pPr>
      <w:r w:rsidRPr="007F2FC8">
        <w:t>CENA A PLATEBNÍ PODMÍNKY</w:t>
      </w:r>
    </w:p>
    <w:p w14:paraId="7988E81B" w14:textId="77777777" w:rsidR="00F91101" w:rsidRPr="005C7EED" w:rsidRDefault="009222E1" w:rsidP="00E175B2">
      <w:pPr>
        <w:pStyle w:val="Text1-1"/>
        <w:numPr>
          <w:ilvl w:val="1"/>
          <w:numId w:val="27"/>
        </w:numPr>
      </w:pPr>
      <w:r>
        <w:t>Objednatel</w:t>
      </w:r>
      <w:r w:rsidR="00F91101" w:rsidRPr="005C7EED">
        <w:t xml:space="preserve"> se zavazuje zaplatit koordinátorovi BOZP cenu za prováděné činnosti ve výši:</w:t>
      </w:r>
    </w:p>
    <w:p w14:paraId="143D47A7" w14:textId="77777777"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 xml:space="preserve">Cena za výkon činnosti při přípravě stavby bez DPH </w:t>
      </w:r>
      <w:r w:rsidRPr="005C7EED">
        <w:rPr>
          <w:rFonts w:ascii="Verdana" w:hAnsi="Verdana" w:cs="Calibri"/>
        </w:rPr>
        <w:tab/>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5C7EED">
        <w:rPr>
          <w:rFonts w:ascii="Verdana" w:hAnsi="Verdana" w:cs="Calibri"/>
        </w:rPr>
        <w:t xml:space="preserve"> Kč</w:t>
      </w:r>
    </w:p>
    <w:p w14:paraId="0DF27E41" w14:textId="77777777" w:rsidR="00F91101" w:rsidRPr="004832E5" w:rsidRDefault="00F91101" w:rsidP="009A324F">
      <w:pPr>
        <w:tabs>
          <w:tab w:val="right" w:leader="dot" w:pos="8647"/>
        </w:tabs>
        <w:spacing w:after="120"/>
        <w:ind w:left="737"/>
        <w:rPr>
          <w:rFonts w:ascii="Verdana" w:hAnsi="Verdana" w:cs="Calibri"/>
          <w:u w:val="single"/>
        </w:rPr>
      </w:pPr>
      <w:r w:rsidRPr="004832E5">
        <w:rPr>
          <w:rFonts w:ascii="Verdana" w:hAnsi="Verdana" w:cs="Calibri"/>
          <w:u w:val="single"/>
        </w:rPr>
        <w:t xml:space="preserve">Cena za výkon činnosti při realizaci stavby bez DPH </w:t>
      </w:r>
      <w:r w:rsidRPr="004832E5">
        <w:rPr>
          <w:rFonts w:ascii="Verdana" w:hAnsi="Verdana" w:cs="Calibri"/>
          <w:u w:val="single"/>
        </w:rPr>
        <w:tab/>
      </w:r>
      <w:r w:rsidR="00DE6DE1" w:rsidRPr="004832E5">
        <w:rPr>
          <w:highlight w:val="yellow"/>
          <w:u w:val="single"/>
        </w:rPr>
        <w:fldChar w:fldCharType="begin"/>
      </w:r>
      <w:r w:rsidR="00DE6DE1" w:rsidRPr="004832E5">
        <w:rPr>
          <w:highlight w:val="yellow"/>
          <w:u w:val="single"/>
        </w:rPr>
        <w:instrText xml:space="preserve"> MACROBUTTON  VložitŠirokouMezeru "[VLOŽÍ DODAVATEL]" </w:instrText>
      </w:r>
      <w:r w:rsidR="00DE6DE1" w:rsidRPr="004832E5">
        <w:rPr>
          <w:highlight w:val="yellow"/>
          <w:u w:val="single"/>
        </w:rPr>
        <w:fldChar w:fldCharType="end"/>
      </w:r>
      <w:r w:rsidRPr="004832E5">
        <w:rPr>
          <w:rFonts w:ascii="Verdana" w:hAnsi="Verdana" w:cs="Calibri"/>
          <w:u w:val="single"/>
        </w:rPr>
        <w:t xml:space="preserve"> Kč</w:t>
      </w:r>
    </w:p>
    <w:p w14:paraId="2AE23A03" w14:textId="77777777" w:rsidR="00F91101" w:rsidRPr="009A324F" w:rsidRDefault="00F91101" w:rsidP="009A324F">
      <w:pPr>
        <w:tabs>
          <w:tab w:val="right" w:leader="dot" w:pos="8647"/>
        </w:tabs>
        <w:spacing w:after="120"/>
        <w:ind w:left="737"/>
        <w:rPr>
          <w:rFonts w:ascii="Verdana" w:hAnsi="Verdana" w:cs="Calibri"/>
          <w:b/>
        </w:rPr>
      </w:pPr>
      <w:r w:rsidRPr="009A324F">
        <w:rPr>
          <w:rFonts w:ascii="Verdana" w:hAnsi="Verdana" w:cs="Calibri"/>
          <w:b/>
        </w:rPr>
        <w:t xml:space="preserve">Celková cena bez DPH </w:t>
      </w:r>
      <w:r w:rsidRPr="009A324F">
        <w:rPr>
          <w:rFonts w:ascii="Verdana" w:hAnsi="Verdana" w:cs="Calibri"/>
          <w:b/>
        </w:rPr>
        <w:tab/>
      </w:r>
      <w:r w:rsidR="00DE6DE1" w:rsidRPr="00DE6DE1">
        <w:rPr>
          <w:b/>
          <w:highlight w:val="yellow"/>
        </w:rPr>
        <w:fldChar w:fldCharType="begin"/>
      </w:r>
      <w:r w:rsidR="00DE6DE1" w:rsidRPr="00DE6DE1">
        <w:rPr>
          <w:b/>
          <w:highlight w:val="yellow"/>
        </w:rPr>
        <w:instrText xml:space="preserve"> MACROBUTTON  VložitŠirokouMezeru "[VLOŽÍ DODAVATEL]" </w:instrText>
      </w:r>
      <w:r w:rsidR="00DE6DE1" w:rsidRPr="00DE6DE1">
        <w:rPr>
          <w:b/>
          <w:highlight w:val="yellow"/>
        </w:rPr>
        <w:fldChar w:fldCharType="end"/>
      </w:r>
      <w:r w:rsidRPr="009A324F">
        <w:rPr>
          <w:rFonts w:ascii="Verdana" w:hAnsi="Verdana" w:cs="Calibri"/>
          <w:b/>
        </w:rPr>
        <w:t xml:space="preserve"> Kč</w:t>
      </w:r>
    </w:p>
    <w:p w14:paraId="43D859FC" w14:textId="77777777" w:rsidR="00F91101" w:rsidRDefault="00F91101" w:rsidP="000E06A3">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009A324F">
        <w:t xml:space="preserve"> </w:t>
      </w:r>
      <w:r w:rsidRPr="005C7EED">
        <w:rPr>
          <w:rFonts w:ascii="Verdana" w:hAnsi="Verdana" w:cs="Arial"/>
        </w:rPr>
        <w:t>korun českých bez DPH)</w:t>
      </w:r>
    </w:p>
    <w:p w14:paraId="01DC2A27" w14:textId="77777777" w:rsidR="00F91101" w:rsidRPr="005C7EED" w:rsidRDefault="00F91101" w:rsidP="000E06A3">
      <w:pPr>
        <w:spacing w:before="120"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14:paraId="7649BAD5" w14:textId="77777777" w:rsidR="00F91101" w:rsidRPr="005C7EED" w:rsidRDefault="00F91101" w:rsidP="007F2FC8">
      <w:pPr>
        <w:pStyle w:val="Text1-1"/>
      </w:pPr>
      <w:r w:rsidRPr="005C7EED">
        <w:t xml:space="preserve">Stane-li se koordinátor BOZP nespolehlivým plátcem nebo daňový doklad koordinátora BOZP bude obsahovat číslo bankovního účtu, na který má být plněno, aniž by bylo </w:t>
      </w:r>
      <w:r w:rsidRPr="005C7EED">
        <w:lastRenderedPageBreak/>
        <w:t xml:space="preserve">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14:paraId="05918515" w14:textId="77777777" w:rsidR="00F91101" w:rsidRPr="005C7EED" w:rsidRDefault="00F91101" w:rsidP="007F2FC8">
      <w:pPr>
        <w:pStyle w:val="Text1-1"/>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14:paraId="3AAB18DF" w14:textId="77777777" w:rsidR="00F91101" w:rsidRPr="005C7EED" w:rsidRDefault="00F91101" w:rsidP="007F2FC8">
      <w:pPr>
        <w:pStyle w:val="Text1-1"/>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w:t>
      </w:r>
      <w:r w:rsidR="00C22FA5">
        <w:t>S</w:t>
      </w:r>
      <w:r w:rsidRPr="005C7EED">
        <w:t xml:space="preserve">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C22FA5">
        <w:t xml:space="preserve"> </w:t>
      </w:r>
      <w:r w:rsidR="007929C0">
        <w:t>Pro účely vyhotovení dodatku, jehož předmětem budou dodatečné služby, je Koordinátor BOZP povinen předložit Objednateli dle povahy dodatečných služeb i bližší specifikaci jejich rozsahu, cenovou kalkulaci a/nebo dopad na dobu plnění.</w:t>
      </w:r>
    </w:p>
    <w:p w14:paraId="50E5FD3A" w14:textId="77777777" w:rsidR="00F91101" w:rsidRPr="005C7EED" w:rsidRDefault="00F91101" w:rsidP="007F2FC8">
      <w:pPr>
        <w:pStyle w:val="Text1-1"/>
      </w:pPr>
      <w:r w:rsidRPr="005C7EED">
        <w:t>Koordinátor BOZP je povinen snížit cenu o položky uvedené v cenové nabídce koordinátora BOZP, které nebudou vykonány (méněpráce).</w:t>
      </w:r>
    </w:p>
    <w:p w14:paraId="22306839" w14:textId="0F0EFA19" w:rsidR="00F91101" w:rsidRPr="005C7EED" w:rsidRDefault="00F91101" w:rsidP="007F2FC8">
      <w:pPr>
        <w:pStyle w:val="Text1-1"/>
      </w:pPr>
      <w:r w:rsidRPr="005C7EED">
        <w:t xml:space="preserve">Úhrada ceny za výkon činnosti při přípravě stavby bude provedena jednorázově na základě daňového dokladu vystaveného koordinátorem BOZP nejpozději do 15 dnů po ukončení výkonu činnosti koordinátora BOZP při přípravě stavby. Úhrada ceny za výkon činnosti při realizaci stavby bude </w:t>
      </w:r>
      <w:r w:rsidRPr="00C70473">
        <w:t xml:space="preserve">prováděna </w:t>
      </w:r>
      <w:r w:rsidR="00C826C4" w:rsidRPr="00C70473">
        <w:t xml:space="preserve">čtvrtletně </w:t>
      </w:r>
      <w:r w:rsidRPr="00C70473">
        <w:t>na</w:t>
      </w:r>
      <w:r w:rsidRPr="005C7EED">
        <w:t xml:space="preserve">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14:paraId="361B177E" w14:textId="77777777" w:rsidR="00F91101" w:rsidRPr="005C7EED" w:rsidRDefault="00F91101" w:rsidP="007F2FC8">
      <w:pPr>
        <w:pStyle w:val="Text1-1"/>
      </w:pPr>
      <w:r w:rsidRPr="005C7EED">
        <w:t>Na daňovém dokladu musí být uvedeno číslo smlouvy, případně číslo příslušného smluvního dodatku, a dále musí obsahovat údaje běžné pro tento druh dokladu vyžadované obecně závaznými právními předpisy.</w:t>
      </w:r>
    </w:p>
    <w:p w14:paraId="48610CDF" w14:textId="77777777" w:rsidR="00F91101" w:rsidRPr="005C7EED" w:rsidRDefault="00F91101" w:rsidP="007F2FC8">
      <w:pPr>
        <w:pStyle w:val="Text1-1"/>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14:paraId="4E37A785" w14:textId="77777777" w:rsidR="00F91101" w:rsidRPr="005C7EED" w:rsidRDefault="00F91101" w:rsidP="009A324F">
      <w:pPr>
        <w:pStyle w:val="Text1-1"/>
      </w:pPr>
      <w:r w:rsidRPr="005C7EED">
        <w:t xml:space="preserve">Na daňových dokladech bude </w:t>
      </w:r>
      <w:r w:rsidR="009222E1">
        <w:t>Objednatel</w:t>
      </w:r>
      <w:r w:rsidRPr="005C7EED">
        <w:t xml:space="preserve"> uváděn takto:</w:t>
      </w:r>
    </w:p>
    <w:p w14:paraId="4822715B" w14:textId="77777777" w:rsidR="009A324F" w:rsidRDefault="00F91101" w:rsidP="00683499">
      <w:pPr>
        <w:spacing w:before="120" w:after="0"/>
        <w:ind w:left="567" w:firstLine="170"/>
        <w:jc w:val="both"/>
        <w:rPr>
          <w:rFonts w:ascii="Verdana" w:hAnsi="Verdana" w:cs="Calibri"/>
        </w:rPr>
      </w:pPr>
      <w:r w:rsidRPr="005C7EED">
        <w:rPr>
          <w:rFonts w:ascii="Verdana" w:hAnsi="Verdana" w:cs="Calibri"/>
        </w:rPr>
        <w:t>Správa železni</w:t>
      </w:r>
      <w:r w:rsidR="001308B2">
        <w:rPr>
          <w:rFonts w:ascii="Verdana" w:hAnsi="Verdana" w:cs="Calibri"/>
        </w:rPr>
        <w:t>c</w:t>
      </w:r>
      <w:r w:rsidRPr="005C7EED">
        <w:rPr>
          <w:rFonts w:ascii="Verdana" w:hAnsi="Verdana" w:cs="Calibri"/>
        </w:rPr>
        <w:t>, státní organizace,</w:t>
      </w:r>
    </w:p>
    <w:p w14:paraId="6C639A4E" w14:textId="77777777" w:rsidR="009A324F" w:rsidRDefault="00F91101" w:rsidP="00683499">
      <w:pPr>
        <w:spacing w:after="0"/>
        <w:ind w:left="567" w:firstLine="170"/>
        <w:jc w:val="both"/>
        <w:rPr>
          <w:rFonts w:ascii="Verdana" w:hAnsi="Verdana" w:cs="Calibri"/>
        </w:rPr>
      </w:pPr>
      <w:r w:rsidRPr="005C7EED">
        <w:rPr>
          <w:rFonts w:ascii="Verdana" w:hAnsi="Verdana" w:cs="Calibri"/>
        </w:rPr>
        <w:t>Praha 1, Nové Město, Dlážděná 1003/7, PSČ 110 00,</w:t>
      </w:r>
    </w:p>
    <w:p w14:paraId="442391E7" w14:textId="77777777" w:rsidR="009A324F" w:rsidRDefault="00F91101" w:rsidP="00683499">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14:paraId="23A13698" w14:textId="77777777" w:rsidR="009A324F" w:rsidRDefault="00F91101" w:rsidP="00683499">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14:paraId="7AB8195E" w14:textId="77777777" w:rsidR="00F91101" w:rsidRDefault="00F91101" w:rsidP="009A324F">
      <w:pPr>
        <w:spacing w:before="120" w:after="120"/>
        <w:ind w:left="567" w:firstLine="170"/>
        <w:jc w:val="both"/>
        <w:rPr>
          <w:rFonts w:ascii="Verdana" w:hAnsi="Verdana" w:cs="Calibri"/>
        </w:rPr>
      </w:pPr>
      <w:r w:rsidRPr="005C7EED">
        <w:rPr>
          <w:rFonts w:ascii="Verdana" w:hAnsi="Verdana" w:cs="Calibri"/>
        </w:rPr>
        <w:t>Úplný název stavby v souladu s touto smlouvou včetně ISPROFINU/ISPROFONDU.</w:t>
      </w:r>
    </w:p>
    <w:p w14:paraId="03B2152D" w14:textId="77777777" w:rsidR="00CC2E84" w:rsidRPr="00393828" w:rsidRDefault="00CC2E84" w:rsidP="00CC2E84">
      <w:pPr>
        <w:pStyle w:val="Text1-1"/>
        <w:numPr>
          <w:ilvl w:val="0"/>
          <w:numId w:val="0"/>
        </w:numPr>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14:paraId="61E313B9" w14:textId="77777777" w:rsidR="00CC2E84" w:rsidRPr="00393828" w:rsidRDefault="00CC2E84" w:rsidP="00CC2E84">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14:paraId="5F7878C5" w14:textId="77777777" w:rsidR="00CC2E84" w:rsidRPr="00393828" w:rsidRDefault="00CC2E84" w:rsidP="00CC2E84">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14:paraId="2BBE123B" w14:textId="77777777" w:rsidR="00CC2E84" w:rsidRPr="005C7EED" w:rsidRDefault="00CC2E84" w:rsidP="00CC2E84">
      <w:pPr>
        <w:pStyle w:val="Text1-1"/>
        <w:numPr>
          <w:ilvl w:val="0"/>
          <w:numId w:val="32"/>
        </w:numPr>
        <w:ind w:left="1276"/>
        <w:rPr>
          <w:rFonts w:ascii="Verdana" w:hAnsi="Verdana" w:cs="Calibri"/>
        </w:rPr>
      </w:pPr>
      <w:r w:rsidRPr="00393828">
        <w:lastRenderedPageBreak/>
        <w:t xml:space="preserve">datovou zprávou na identifikátor datové schránky: </w:t>
      </w:r>
      <w:proofErr w:type="spellStart"/>
      <w:r w:rsidRPr="00393828">
        <w:t>uccchjm</w:t>
      </w:r>
      <w:proofErr w:type="spellEnd"/>
      <w:r>
        <w:t>.</w:t>
      </w:r>
    </w:p>
    <w:p w14:paraId="35CE3428" w14:textId="77777777" w:rsidR="00F91101" w:rsidRPr="005C7EED" w:rsidRDefault="00F91101" w:rsidP="007F2FC8">
      <w:pPr>
        <w:pStyle w:val="Text1-1"/>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14:paraId="42B3AA63" w14:textId="77777777" w:rsidR="00F91101" w:rsidRPr="005C7EED" w:rsidRDefault="00F91101" w:rsidP="007F2FC8">
      <w:pPr>
        <w:pStyle w:val="Text1-1"/>
      </w:pPr>
      <w:r w:rsidRPr="005C7EED">
        <w:t>Finanční prostředky poskytované na základě této smlouvy koordinátorovi BOZP nemohou být předmětem výkonu práv třetích osob.</w:t>
      </w:r>
    </w:p>
    <w:p w14:paraId="019C793A" w14:textId="77777777" w:rsidR="00F91101" w:rsidRPr="004C64C5" w:rsidRDefault="00F91101" w:rsidP="004C64C5">
      <w:pPr>
        <w:pStyle w:val="Nadpis1-1"/>
      </w:pPr>
      <w:r w:rsidRPr="004C64C5">
        <w:t>DOBA PLNĚNÍ A UKONČENÍ SMLOUVY</w:t>
      </w:r>
    </w:p>
    <w:p w14:paraId="6AE350B4" w14:textId="147D681B" w:rsidR="00F91101" w:rsidRPr="005C7EED" w:rsidRDefault="00F91101" w:rsidP="009A324F">
      <w:pPr>
        <w:pStyle w:val="Text1-2"/>
        <w:tabs>
          <w:tab w:val="clear" w:pos="1474"/>
        </w:tabs>
        <w:ind w:left="737"/>
      </w:pPr>
      <w:r w:rsidRPr="005C7EED">
        <w:t xml:space="preserve">Zahájení výkonu činnosti koordinátora BOZP při přípravě stavby: bezodkladně po nabytí účinnosti této smlouvy, nejdříve však od zahájení prací na zpracování projektové dokumentace pro </w:t>
      </w:r>
      <w:r w:rsidR="00765033">
        <w:t>povolení záměru</w:t>
      </w:r>
      <w:r w:rsidRPr="005C7EED">
        <w:t>.</w:t>
      </w:r>
    </w:p>
    <w:p w14:paraId="2D9BF0CB" w14:textId="77777777" w:rsidR="009A324F" w:rsidRDefault="00F91101" w:rsidP="009A324F">
      <w:pPr>
        <w:tabs>
          <w:tab w:val="left" w:pos="900"/>
        </w:tabs>
        <w:spacing w:before="120" w:after="120"/>
        <w:ind w:left="737"/>
        <w:jc w:val="both"/>
        <w:rPr>
          <w:rFonts w:ascii="Verdana" w:hAnsi="Verdana" w:cs="Calibri"/>
        </w:rPr>
      </w:pPr>
      <w:r w:rsidRPr="005C7EED">
        <w:rPr>
          <w:rFonts w:ascii="Verdana" w:hAnsi="Verdana" w:cs="Calibri"/>
        </w:rPr>
        <w:t xml:space="preserve">Ukončení výkonu činnosti koordinátora BOZP při přípravě stavby: </w:t>
      </w:r>
    </w:p>
    <w:p w14:paraId="5271743C" w14:textId="321A4CF4" w:rsidR="00F91101" w:rsidRPr="005C7EED" w:rsidRDefault="00F91101" w:rsidP="009A324F">
      <w:pPr>
        <w:tabs>
          <w:tab w:val="left" w:pos="900"/>
        </w:tabs>
        <w:spacing w:before="120" w:after="120"/>
        <w:ind w:left="737"/>
        <w:jc w:val="both"/>
        <w:rPr>
          <w:rFonts w:ascii="Verdana" w:hAnsi="Verdana" w:cs="Calibri"/>
          <w:b/>
        </w:rPr>
      </w:pPr>
      <w:r w:rsidRPr="005C7EED">
        <w:rPr>
          <w:rFonts w:ascii="Verdana" w:hAnsi="Verdana" w:cs="Calibri"/>
        </w:rPr>
        <w:t xml:space="preserve">do předání </w:t>
      </w:r>
      <w:r w:rsidRPr="005C7EED">
        <w:rPr>
          <w:rFonts w:ascii="Verdana" w:hAnsi="Verdana" w:cs="Calibri"/>
          <w:color w:val="000000"/>
        </w:rPr>
        <w:t xml:space="preserve">projektové dokumentace pro </w:t>
      </w:r>
      <w:r w:rsidR="00765033">
        <w:rPr>
          <w:rFonts w:ascii="Verdana" w:hAnsi="Verdana" w:cs="Calibri"/>
          <w:color w:val="000000"/>
        </w:rPr>
        <w:t xml:space="preserve">povolení záměru </w:t>
      </w:r>
      <w:r w:rsidR="009222E1">
        <w:rPr>
          <w:rFonts w:ascii="Verdana" w:hAnsi="Verdana" w:cs="Calibri"/>
          <w:color w:val="000000"/>
        </w:rPr>
        <w:t>Objednatel</w:t>
      </w:r>
      <w:r w:rsidRPr="005C7EED">
        <w:rPr>
          <w:rFonts w:ascii="Verdana" w:hAnsi="Verdana" w:cs="Calibri"/>
          <w:color w:val="000000"/>
        </w:rPr>
        <w:t>i, které se předpokládá do</w:t>
      </w:r>
      <w:r w:rsidRPr="005C7EED">
        <w:rPr>
          <w:rFonts w:ascii="Verdana" w:hAnsi="Verdana" w:cs="Calibri"/>
        </w:rPr>
        <w:t xml:space="preserve"> </w:t>
      </w:r>
      <w:r w:rsidR="00F42525" w:rsidRPr="00F42525">
        <w:rPr>
          <w:rFonts w:ascii="Verdana" w:hAnsi="Verdana" w:cs="Arial"/>
          <w:b/>
        </w:rPr>
        <w:t>8. 10. 2024</w:t>
      </w:r>
      <w:r w:rsidR="00F42525" w:rsidRPr="00F42525">
        <w:rPr>
          <w:rFonts w:ascii="Verdana" w:hAnsi="Verdana" w:cs="Arial"/>
        </w:rPr>
        <w:t>.</w:t>
      </w:r>
    </w:p>
    <w:p w14:paraId="65850F7D" w14:textId="77777777" w:rsidR="009A324F" w:rsidRDefault="00F91101" w:rsidP="009A324F">
      <w:pPr>
        <w:pStyle w:val="Text1-2"/>
        <w:tabs>
          <w:tab w:val="clear" w:pos="1474"/>
        </w:tabs>
        <w:ind w:left="737"/>
      </w:pPr>
      <w:r w:rsidRPr="005C7EED">
        <w:t xml:space="preserve">Ukončení výkonu činnosti koordinátora BOZP při realizaci stavby: </w:t>
      </w:r>
    </w:p>
    <w:p w14:paraId="3CB02B9E" w14:textId="268F618B" w:rsidR="00F91101" w:rsidRPr="005C7EED" w:rsidRDefault="00F91101" w:rsidP="009A324F">
      <w:pPr>
        <w:pStyle w:val="Text1-2"/>
        <w:numPr>
          <w:ilvl w:val="0"/>
          <w:numId w:val="0"/>
        </w:numPr>
        <w:ind w:left="737"/>
      </w:pPr>
      <w:r w:rsidRPr="005C7EED">
        <w:t xml:space="preserve">do </w:t>
      </w:r>
      <w:r w:rsidR="00F42525" w:rsidRPr="00F42525">
        <w:rPr>
          <w:rFonts w:cs="Arial"/>
          <w:b/>
        </w:rPr>
        <w:t xml:space="preserve">24 </w:t>
      </w:r>
      <w:r w:rsidRPr="00F42525">
        <w:rPr>
          <w:b/>
        </w:rPr>
        <w:t>měsíců</w:t>
      </w:r>
      <w:r w:rsidRPr="005C7EED">
        <w:t xml:space="preserve"> ode dne zahájení stavebních prací na předmětné stavbě, kdy je předpokládáno ukončení stavebních prací.</w:t>
      </w:r>
    </w:p>
    <w:p w14:paraId="4D8613E1" w14:textId="77777777" w:rsidR="00F91101" w:rsidRPr="009A324F" w:rsidRDefault="00F91101" w:rsidP="009A324F">
      <w:pPr>
        <w:pStyle w:val="Text1-1"/>
      </w:pPr>
      <w:r w:rsidRPr="005C7EED">
        <w:t>Činnost</w:t>
      </w:r>
      <w:r w:rsidRPr="005C7EED">
        <w:rPr>
          <w:b/>
        </w:rPr>
        <w:t xml:space="preserve"> </w:t>
      </w:r>
      <w:r w:rsidRPr="005C7EED">
        <w:t xml:space="preserve">koordinátora BOZP při realizaci stavby bude koordinátor BOZP vykonávat pouze v případě, že </w:t>
      </w:r>
      <w:r w:rsidR="009222E1">
        <w:t>Objednatel</w:t>
      </w:r>
      <w:r w:rsidRPr="005C7EED">
        <w:t xml:space="preserve">i vznikne povinnost koordinátora BOZP při realizaci stavby určit podle § 14 odst. 6 ve spojení s § 15 odst. 1 zákona </w:t>
      </w:r>
      <w:r w:rsidRPr="005C7EED">
        <w:rPr>
          <w:color w:val="000000"/>
        </w:rPr>
        <w:t xml:space="preserve">č. 309/2006 Sb. Oznámí-li </w:t>
      </w:r>
      <w:r w:rsidR="009222E1">
        <w:rPr>
          <w:color w:val="000000"/>
        </w:rPr>
        <w:t>Objednatel</w:t>
      </w:r>
      <w:r w:rsidRPr="005C7EED">
        <w:rPr>
          <w:color w:val="000000"/>
        </w:rPr>
        <w:t xml:space="preserve"> koordinátorovi BOZP, že mu nevznikla povinnost určit koordinátora BOZP při realizaci stavby, skončí plnění dle této smlouvy ukončením </w:t>
      </w:r>
      <w:r w:rsidRPr="005C7EED">
        <w:t>výkonu činnosti koordinátora BOZP při přípravě stavby dle čl</w:t>
      </w:r>
      <w:r w:rsidR="007D77B4">
        <w:t>.</w:t>
      </w:r>
      <w:r w:rsidRPr="005C7EED">
        <w:t xml:space="preserve"> </w:t>
      </w:r>
      <w:r w:rsidR="007D77B4">
        <w:t xml:space="preserve">4, odst. </w:t>
      </w:r>
      <w:r w:rsidR="00E40651">
        <w:t>4.1</w:t>
      </w:r>
      <w:r w:rsidRPr="005C7EED">
        <w:t xml:space="preserve">.1. V takovém případě nebude </w:t>
      </w:r>
      <w:r w:rsidRPr="009A324F">
        <w:t>cena za výkon činnosti koordinátora BOZP při realizaci stavby účtována.</w:t>
      </w:r>
    </w:p>
    <w:p w14:paraId="2BB58385" w14:textId="77777777" w:rsidR="00F91101" w:rsidRPr="005C7EED" w:rsidRDefault="009222E1" w:rsidP="004C64C5">
      <w:pPr>
        <w:pStyle w:val="Text1-1"/>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.1.</w:t>
      </w:r>
      <w:r w:rsidR="007D77B4">
        <w:t xml:space="preserve"> a/nebo 4.1.2</w:t>
      </w:r>
      <w:r w:rsidR="00F91101" w:rsidRPr="005C7EED">
        <w:t xml:space="preserve"> této smlouvy zaviněného koordinátorem BOZP, či nevykonávání činností, jež jsou předmětem této smlouvy, řádně a včas s odbornou péčí.</w:t>
      </w:r>
    </w:p>
    <w:p w14:paraId="6D83448E" w14:textId="77777777" w:rsidR="00F91101" w:rsidRPr="005C7EED" w:rsidRDefault="00F91101" w:rsidP="004C64C5">
      <w:pPr>
        <w:pStyle w:val="Text1-1"/>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14:paraId="5FE9E11D" w14:textId="77777777" w:rsidR="00F91101" w:rsidRPr="005C7EED" w:rsidRDefault="00F91101" w:rsidP="004C64C5">
      <w:pPr>
        <w:pStyle w:val="Text1-1"/>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14:paraId="2A6DF42C" w14:textId="77777777" w:rsidR="00F91101" w:rsidRPr="004C64C5" w:rsidRDefault="00F91101" w:rsidP="004C64C5">
      <w:pPr>
        <w:pStyle w:val="Nadpis1-1"/>
      </w:pPr>
      <w:r w:rsidRPr="004C64C5">
        <w:lastRenderedPageBreak/>
        <w:t>OSTATNÍ UJEDNÁNÍ</w:t>
      </w:r>
    </w:p>
    <w:p w14:paraId="573CFF45" w14:textId="77777777" w:rsidR="00F91101" w:rsidRPr="005C7EED" w:rsidRDefault="009222E1" w:rsidP="004C64C5">
      <w:pPr>
        <w:pStyle w:val="Text1-1"/>
      </w:pPr>
      <w:r>
        <w:t>Objednatel</w:t>
      </w:r>
      <w:r w:rsidR="00F91101" w:rsidRPr="005C7EED">
        <w:t xml:space="preserve"> se zavazuje poskytnout koordinátorovi BOZP při plnění předmětu smlouvy potřebnou součinnost. Dále se zavazuje v průběhu trvání t</w:t>
      </w:r>
      <w:r w:rsidR="00D418D6">
        <w: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14:paraId="5A19D840" w14:textId="77777777" w:rsidR="00F91101" w:rsidRPr="005C7EED" w:rsidRDefault="00F91101" w:rsidP="004C64C5">
      <w:pPr>
        <w:pStyle w:val="Text1-1"/>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14:paraId="2C89F574" w14:textId="77777777" w:rsidR="00F91101" w:rsidRDefault="00F91101" w:rsidP="004C64C5">
      <w:pPr>
        <w:pStyle w:val="Text1-1"/>
      </w:pPr>
      <w:r w:rsidRPr="005C7EED">
        <w:t xml:space="preserve">V případě, že </w:t>
      </w:r>
      <w:r w:rsidR="009222E1">
        <w:t>Objednatel</w:t>
      </w:r>
      <w:r w:rsidRPr="005C7EED">
        <w:t xml:space="preserve"> určí více koordinátorů BOZP, kteří budou působit při přípravě nebo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14:paraId="439A33B0" w14:textId="77777777" w:rsidR="00BC4A1F" w:rsidRPr="002D4C7D" w:rsidRDefault="00BC4A1F" w:rsidP="00BC4A1F">
      <w:pPr>
        <w:pStyle w:val="Text1-1"/>
      </w:pPr>
      <w:proofErr w:type="spellStart"/>
      <w:r w:rsidRPr="002D4C7D">
        <w:t>Compliance</w:t>
      </w:r>
      <w:proofErr w:type="spellEnd"/>
      <w:r w:rsidRPr="002D4C7D">
        <w:t xml:space="preserve"> doložka a etické zásady</w:t>
      </w:r>
    </w:p>
    <w:p w14:paraId="0DBDCAE5" w14:textId="77777777" w:rsidR="00BC4A1F" w:rsidRPr="002D4C7D" w:rsidRDefault="00BC4A1F" w:rsidP="00C22FA5">
      <w:pPr>
        <w:pStyle w:val="Text1-1"/>
        <w:numPr>
          <w:ilvl w:val="0"/>
          <w:numId w:val="0"/>
        </w:numPr>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14:paraId="451D7281" w14:textId="77777777" w:rsidR="00BC4A1F" w:rsidRPr="002D4C7D" w:rsidRDefault="00BC4A1F" w:rsidP="00BC4A1F">
      <w:pPr>
        <w:pStyle w:val="Text1-1"/>
      </w:pPr>
      <w:r w:rsidRPr="002D4C7D">
        <w:t>Sociálně a environmentálně odpovědné zadávání</w:t>
      </w:r>
    </w:p>
    <w:p w14:paraId="15BEAB5D" w14:textId="77777777" w:rsidR="00BC4A1F" w:rsidRPr="002D4C7D" w:rsidRDefault="009505A0" w:rsidP="006978FE">
      <w:pPr>
        <w:pStyle w:val="Text1-2"/>
        <w:tabs>
          <w:tab w:val="clear" w:pos="1474"/>
        </w:tabs>
        <w:ind w:left="1418" w:hanging="709"/>
      </w:pPr>
      <w:r w:rsidRPr="005C7EED">
        <w:t xml:space="preserve">Koordinátor BOZP </w:t>
      </w:r>
      <w:r w:rsidR="00BC4A1F" w:rsidRPr="002D4C7D">
        <w:t>se zavazuje sjednat si s dalšími osobami, které se na jeho straně podílejí na realizaci Díla a jsou podnikateli, stejnou nebo kratší dobu splatnosti daňových dokladů, jaká je sjednána v této Smlouvě.</w:t>
      </w:r>
    </w:p>
    <w:p w14:paraId="4EC0C2DC" w14:textId="77777777" w:rsidR="00BC4A1F" w:rsidRPr="002D4C7D" w:rsidRDefault="009505A0" w:rsidP="006978FE">
      <w:pPr>
        <w:pStyle w:val="Text1-2"/>
        <w:tabs>
          <w:tab w:val="clear" w:pos="1474"/>
        </w:tabs>
        <w:ind w:left="1418" w:hanging="709"/>
      </w:pPr>
      <w:r w:rsidRPr="005C7EED">
        <w:t xml:space="preserve">Koordinátor BOZP </w:t>
      </w:r>
      <w:r w:rsidR="00BC4A1F"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BC4A1F" w:rsidRPr="002D4C7D">
        <w:t xml:space="preserve">uvedenými ve výzvě Objednatele, ze kterých bude vyplývat splnění povinnosti </w:t>
      </w:r>
      <w:r w:rsidRPr="005C7EED">
        <w:t>Koordinátor</w:t>
      </w:r>
      <w:r>
        <w:t>a</w:t>
      </w:r>
      <w:r w:rsidRPr="005C7EED">
        <w:t xml:space="preserve"> BOZP </w:t>
      </w:r>
      <w:r w:rsidR="00BC4A1F" w:rsidRPr="002D4C7D">
        <w:t xml:space="preserve">dle předchozího odstavce </w:t>
      </w:r>
      <w:r w:rsidR="00BC4A1F">
        <w:t>5</w:t>
      </w:r>
      <w:r w:rsidR="00BC4A1F" w:rsidRPr="002D4C7D">
        <w:t xml:space="preserve">.5.1. Předkládaná smluvní dokumentace bude anonymizovaná tak, aby neobsahovala osobní údaje či obchodní tajemství </w:t>
      </w:r>
      <w:r w:rsidRPr="005C7EED">
        <w:t>Koordinátor</w:t>
      </w:r>
      <w:r>
        <w:t>a</w:t>
      </w:r>
      <w:r w:rsidRPr="005C7EED">
        <w:t xml:space="preserve"> BOZP</w:t>
      </w:r>
      <w:r w:rsidR="00BC4A1F" w:rsidRPr="002D4C7D">
        <w:t xml:space="preserve"> či smluvních partnerů </w:t>
      </w:r>
      <w:r w:rsidRPr="005C7EED">
        <w:t>Koordinátor</w:t>
      </w:r>
      <w:r>
        <w:t>a</w:t>
      </w:r>
      <w:r w:rsidRPr="005C7EED">
        <w:t xml:space="preserve"> BOZP</w:t>
      </w:r>
      <w:r w:rsidR="00BC4A1F" w:rsidRPr="002D4C7D">
        <w:t xml:space="preserve">; musí z ní však být vždy zřejmé splnění povinnosti dle odst. </w:t>
      </w:r>
      <w:r w:rsidR="00BC4A1F">
        <w:t>5</w:t>
      </w:r>
      <w:r w:rsidR="00BC4A1F" w:rsidRPr="002D4C7D">
        <w:t>.5.1 této Smlouvy.</w:t>
      </w:r>
    </w:p>
    <w:p w14:paraId="540054FA" w14:textId="77777777" w:rsidR="00BC4A1F" w:rsidRPr="002D4C7D" w:rsidRDefault="00BC4A1F" w:rsidP="006978FE">
      <w:pPr>
        <w:pStyle w:val="Text1-2"/>
        <w:tabs>
          <w:tab w:val="clear" w:pos="1474"/>
        </w:tabs>
        <w:ind w:left="1418" w:hanging="709"/>
      </w:pPr>
      <w:r w:rsidRPr="002D4C7D">
        <w:t>Případné porady</w:t>
      </w:r>
      <w:r w:rsidR="002419BD">
        <w:t xml:space="preserve"> a jednání</w:t>
      </w:r>
      <w:r w:rsidRPr="002D4C7D">
        <w:t xml:space="preserve">, které </w:t>
      </w:r>
      <w:r w:rsidR="009505A0" w:rsidRPr="005C7EED">
        <w:t xml:space="preserve">Koordinátor BOZP </w:t>
      </w:r>
      <w:r w:rsidRPr="002D4C7D">
        <w:t>pro účely plnění předmětu Díla svolá, budou probíhat primárně distančním způsobem (elektronicky, např. MS Teams, Google meet, atp.), pokud nebude nutné, aby byly spojeny s místním šetřením.</w:t>
      </w:r>
    </w:p>
    <w:p w14:paraId="2BC8D99B" w14:textId="77777777" w:rsidR="00BC4A1F" w:rsidRPr="002D4C7D" w:rsidRDefault="009505A0" w:rsidP="006978FE">
      <w:pPr>
        <w:pStyle w:val="Text1-2"/>
        <w:tabs>
          <w:tab w:val="clear" w:pos="1474"/>
        </w:tabs>
        <w:ind w:left="1418" w:hanging="709"/>
      </w:pPr>
      <w:r w:rsidRPr="005C7EED">
        <w:t xml:space="preserve">Koordinátor BOZP </w:t>
      </w:r>
      <w:r w:rsidR="00BC4A1F"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BC4A1F" w:rsidRPr="002D4C7D">
        <w:t>nebo při provádění prací přímo na staveništi.</w:t>
      </w:r>
    </w:p>
    <w:p w14:paraId="5350E088" w14:textId="77777777" w:rsidR="00BC4A1F" w:rsidRPr="002D4C7D" w:rsidRDefault="00BC4A1F" w:rsidP="006978FE">
      <w:pPr>
        <w:pStyle w:val="Text1-2"/>
        <w:tabs>
          <w:tab w:val="clear" w:pos="1474"/>
        </w:tabs>
        <w:ind w:left="1418" w:hanging="709"/>
      </w:pPr>
      <w:r w:rsidRPr="002D4C7D">
        <w:t xml:space="preserve">Objednatel oznámí </w:t>
      </w:r>
      <w:r w:rsidR="009505A0" w:rsidRPr="005C7EED">
        <w:t xml:space="preserve">Koordinátor BOZP </w:t>
      </w:r>
      <w:r w:rsidRPr="002D4C7D">
        <w:t xml:space="preserve">požadavek na provedení exkurze minimálně 45 dní před požadovaným termínem konání exkurze. </w:t>
      </w:r>
      <w:r w:rsidR="009505A0" w:rsidRPr="005C7EED">
        <w:t xml:space="preserve">Koordinátor BOZP </w:t>
      </w:r>
      <w:r w:rsidRPr="002D4C7D">
        <w:t xml:space="preserve">nejméně 30 dní před Objednatelem požadovaným termínem konání exkurze potvrdí možnost uskutečnění exkurze, případně navrhne Objednateli jiný </w:t>
      </w:r>
      <w:r w:rsidRPr="002D4C7D">
        <w:lastRenderedPageBreak/>
        <w:t xml:space="preserve">termín uskutečnění exkurze, nejpozději však do 30 dnů od původně Objednatelem požadovaného termínu. </w:t>
      </w:r>
      <w:r w:rsidR="009505A0" w:rsidRPr="005C7EED">
        <w:t xml:space="preserve">Koordinátor BOZP </w:t>
      </w:r>
      <w:r w:rsidRPr="002D4C7D">
        <w:t>poskytne Objednateli součinnost při jeho účasti na exkurzi. Ustanovení předchozí věty však nezavazuje Objednatele k účasti na exkurzi.</w:t>
      </w:r>
    </w:p>
    <w:p w14:paraId="60C29759" w14:textId="77777777" w:rsidR="00BC4A1F" w:rsidRPr="002D4C7D" w:rsidRDefault="00BC4A1F" w:rsidP="006978FE">
      <w:pPr>
        <w:pStyle w:val="Text1-2"/>
        <w:tabs>
          <w:tab w:val="clear" w:pos="1474"/>
        </w:tabs>
        <w:ind w:left="1418" w:hanging="709"/>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24351849" w14:textId="77777777" w:rsidR="00BC4A1F" w:rsidRPr="002D4C7D" w:rsidRDefault="009505A0" w:rsidP="006978FE">
      <w:pPr>
        <w:pStyle w:val="Text1-2"/>
        <w:tabs>
          <w:tab w:val="clear" w:pos="1474"/>
        </w:tabs>
        <w:ind w:left="1418" w:hanging="709"/>
      </w:pPr>
      <w:r w:rsidRPr="005C7EED">
        <w:t xml:space="preserve">Koordinátor BOZP </w:t>
      </w:r>
      <w:r w:rsidR="00BC4A1F" w:rsidRPr="002D4C7D">
        <w:t>se zavazuje provést účastníky exkurze po dotčených místech dle podmínek a omezení stanovených BOZP a poskytnout účastníkům exkurze odborný výklad k aktuálně prováděným činnostem.</w:t>
      </w:r>
    </w:p>
    <w:p w14:paraId="23F17207" w14:textId="77777777" w:rsidR="00BC4A1F" w:rsidRDefault="00BC4A1F" w:rsidP="006978FE">
      <w:pPr>
        <w:pStyle w:val="Text1-2"/>
        <w:tabs>
          <w:tab w:val="clear" w:pos="1474"/>
        </w:tabs>
        <w:ind w:left="1418" w:hanging="709"/>
      </w:pPr>
      <w:r w:rsidRPr="002D4C7D">
        <w:t xml:space="preserve">O provedené exkurzi je </w:t>
      </w:r>
      <w:r w:rsidR="009505A0"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14:paraId="00B0314A" w14:textId="77777777" w:rsidR="00C733D8" w:rsidRPr="00CF076B" w:rsidRDefault="00C733D8" w:rsidP="00C22FA5">
      <w:pPr>
        <w:pStyle w:val="Text1-1"/>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Pr>
          <w:rFonts w:ascii="Verdana" w:hAnsi="Verdana" w:cs="Verdana"/>
        </w:rPr>
        <w:t xml:space="preserve">minimálně </w:t>
      </w:r>
      <w:r w:rsidRPr="000B58CF">
        <w:rPr>
          <w:rFonts w:ascii="Verdana" w:hAnsi="Verdana" w:cs="Verdana"/>
        </w:rPr>
        <w:t>ve stejném rozsahu.</w:t>
      </w:r>
    </w:p>
    <w:p w14:paraId="025FA6F3" w14:textId="77777777" w:rsidR="00CF076B" w:rsidRDefault="00CF076B" w:rsidP="00CF076B">
      <w:pPr>
        <w:pStyle w:val="Text1-1"/>
      </w:pPr>
      <w:r w:rsidRPr="008F4602">
        <w:rPr>
          <w:rFonts w:ascii="Verdana" w:hAnsi="Verdana" w:cs="Verdana"/>
        </w:rPr>
        <w:t>Mezinárodní</w:t>
      </w:r>
      <w:r>
        <w:t xml:space="preserve"> sankce</w:t>
      </w:r>
    </w:p>
    <w:p w14:paraId="2A945B32" w14:textId="77777777" w:rsidR="002419BD" w:rsidRDefault="00CF076B" w:rsidP="00CF076B">
      <w:pPr>
        <w:pStyle w:val="Text1-2"/>
      </w:pPr>
      <w:r>
        <w:t xml:space="preserve">Koordinátor BOZP prohlašuje, že </w:t>
      </w:r>
    </w:p>
    <w:p w14:paraId="187B64DE" w14:textId="2AF7FEBE" w:rsidR="002419BD" w:rsidRDefault="002419BD" w:rsidP="00CD14A9">
      <w:pPr>
        <w:pStyle w:val="Text1-2"/>
        <w:numPr>
          <w:ilvl w:val="0"/>
          <w:numId w:val="36"/>
        </w:numPr>
        <w:ind w:left="1843"/>
      </w:pPr>
      <w:r w:rsidRPr="00C41F26">
        <w:t>on, ani žádný z jeho poddodavatelů, nejsou osobami, na něž se vztahuje zákaz zadání veřejné zakázky ve smyslu § 48a ZZVZ</w:t>
      </w:r>
      <w:r>
        <w:t>,</w:t>
      </w:r>
    </w:p>
    <w:p w14:paraId="50D95FB8" w14:textId="77777777" w:rsidR="002419BD" w:rsidRDefault="002419BD" w:rsidP="00CD14A9">
      <w:pPr>
        <w:pStyle w:val="Text1-2"/>
        <w:numPr>
          <w:ilvl w:val="0"/>
          <w:numId w:val="36"/>
        </w:numPr>
        <w:ind w:left="1843"/>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3E39E77B" w14:textId="4FF25866" w:rsidR="00CF076B" w:rsidRDefault="00CF076B" w:rsidP="00CD14A9">
      <w:pPr>
        <w:pStyle w:val="Text1-2"/>
        <w:numPr>
          <w:ilvl w:val="0"/>
          <w:numId w:val="36"/>
        </w:numPr>
        <w:ind w:left="1843"/>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892D3B" w:rsidRPr="00A45BB7">
        <w:t xml:space="preserve">anebo osobami dle čl. 2 nařízení Rady (ES) uvedeném v odstavci </w:t>
      </w:r>
      <w:r w:rsidR="00892D3B">
        <w:t>5.7.4</w:t>
      </w:r>
      <w:r w:rsidR="00892D3B" w:rsidRPr="00A45BB7">
        <w:t xml:space="preserve"> této smlouvy </w:t>
      </w:r>
      <w:r>
        <w:t>(dále jen „Sankční seznamy“),</w:t>
      </w:r>
    </w:p>
    <w:p w14:paraId="4E721C5F" w14:textId="77777777" w:rsidR="00CF076B" w:rsidRDefault="00CF076B" w:rsidP="00CF076B">
      <w:pPr>
        <w:pStyle w:val="Text1-2"/>
      </w:pPr>
      <w:r>
        <w:lastRenderedPageBreak/>
        <w:t>Je-li Koordinátorem BOZP sdružení více osob, platí výše podmínky dle tohoto odst. 5.7 také jednotlivě pro všechny osoby v rámci Koordinátora BOZP sdružené, a to bez ohledu na právní formu tohoto sdružení.</w:t>
      </w:r>
    </w:p>
    <w:p w14:paraId="0AB73551" w14:textId="77777777" w:rsidR="00CF076B" w:rsidRDefault="00CF076B" w:rsidP="00CF076B">
      <w:pPr>
        <w:pStyle w:val="Text1-2"/>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14:paraId="31851EDF" w14:textId="77245ECE" w:rsidR="00CF076B" w:rsidRDefault="00CF076B" w:rsidP="00CF076B">
      <w:pPr>
        <w:pStyle w:val="Text1-2"/>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00765033">
        <w:t>N</w:t>
      </w:r>
      <w:r w:rsidR="00765033"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1"/>
      <w:r>
        <w:t>.</w:t>
      </w:r>
    </w:p>
    <w:p w14:paraId="5AFE1E90" w14:textId="4ED17993" w:rsidR="00CF076B" w:rsidRDefault="00CF076B" w:rsidP="00CF076B">
      <w:pPr>
        <w:pStyle w:val="Text1-2"/>
      </w:pPr>
      <w:r>
        <w:t>Koordinátor BOZP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1E75413" w14:textId="39E5AA69" w:rsidR="002419BD" w:rsidRDefault="002419BD" w:rsidP="00CF076B">
      <w:pPr>
        <w:pStyle w:val="Text1-2"/>
      </w:pPr>
      <w:r w:rsidRPr="0050326A">
        <w:t xml:space="preserve">Ukáží-li se prohlášení Zhotovitele dle odstavce </w:t>
      </w:r>
      <w:r>
        <w:t>5.7</w:t>
      </w:r>
      <w:r w:rsidRPr="0050326A">
        <w:t xml:space="preserve">.1 této Smlouvy jako nepravdivá nebo poruší-li Zhotovitel svou oznamovací povinnost dle odstavce </w:t>
      </w:r>
      <w:r>
        <w:t>5.7</w:t>
      </w:r>
      <w:r w:rsidRPr="0050326A">
        <w:t xml:space="preserve">.3 nebo některou z povinností dle odstavců </w:t>
      </w:r>
      <w:r>
        <w:t>5.7</w:t>
      </w:r>
      <w:r w:rsidRPr="0050326A">
        <w:t xml:space="preserve">.4 nebo </w:t>
      </w:r>
      <w:r>
        <w:t>5.7</w:t>
      </w:r>
      <w:r w:rsidRPr="0050326A">
        <w:t>.5 této Smlouvy, je Objednatel oprávněn odstoupit od této Smlouvy.</w:t>
      </w:r>
      <w:r>
        <w:t xml:space="preserve"> Ustanovení § 2004 odst. 2 </w:t>
      </w:r>
      <w:r w:rsidR="00765033">
        <w:t>o</w:t>
      </w:r>
      <w:r w:rsidRPr="0050326A">
        <w:t>bčanského zákoníku se nepoužij</w:t>
      </w:r>
      <w:r>
        <w:t>e.</w:t>
      </w:r>
    </w:p>
    <w:p w14:paraId="02914DF9" w14:textId="77777777" w:rsidR="005C59E4" w:rsidRPr="00B459C0" w:rsidRDefault="005C59E4" w:rsidP="005C59E4">
      <w:pPr>
        <w:pStyle w:val="Text1-1"/>
      </w:pPr>
      <w:r w:rsidRPr="00B459C0">
        <w:t>Požadavek na Poddodavatele</w:t>
      </w:r>
    </w:p>
    <w:p w14:paraId="1B69009B" w14:textId="77777777" w:rsidR="005C59E4" w:rsidRPr="00B459C0" w:rsidRDefault="005C59E4" w:rsidP="005C59E4">
      <w:pPr>
        <w:pStyle w:val="Text1-2"/>
        <w:tabs>
          <w:tab w:val="clear" w:pos="1474"/>
          <w:tab w:val="num" w:pos="1503"/>
        </w:tabs>
        <w:ind w:left="1503" w:hanging="794"/>
      </w:pPr>
      <w:r w:rsidRPr="00B459C0">
        <w:t xml:space="preserve">Zhotovitel prohlašuje, že žádný z jeho Poddodavatelů </w:t>
      </w:r>
      <w:r w:rsidR="002419BD" w:rsidRPr="00B459C0">
        <w:t xml:space="preserve">(uvedených v Příloze č. </w:t>
      </w:r>
      <w:r w:rsidR="002419BD">
        <w:t>1</w:t>
      </w:r>
      <w:r w:rsidR="002419BD" w:rsidRPr="00B459C0">
        <w:t xml:space="preserve"> této Smlouvy)</w:t>
      </w:r>
      <w:r w:rsidR="002419BD">
        <w:t xml:space="preserve"> </w:t>
      </w:r>
      <w:r w:rsidRPr="00B459C0">
        <w:t>nebyl v zemi svého sídla v posledních 5 letech pravomocně odsouzen pro trestný čin uvedený v příloze č.</w:t>
      </w:r>
      <w:r w:rsidR="001B456E">
        <w:t> </w:t>
      </w:r>
      <w:r w:rsidRPr="00B459C0">
        <w:t>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2649082A" w14:textId="77777777" w:rsidR="005C59E4" w:rsidRPr="00B459C0" w:rsidRDefault="005C59E4" w:rsidP="005C59E4">
      <w:pPr>
        <w:pStyle w:val="Text1-2"/>
        <w:tabs>
          <w:tab w:val="clear" w:pos="1474"/>
          <w:tab w:val="num" w:pos="1503"/>
        </w:tabs>
        <w:ind w:left="1503" w:hanging="794"/>
      </w:pPr>
      <w:r w:rsidRPr="00B459C0">
        <w:t xml:space="preserve">Přestane-li některý z Poddodavatelů </w:t>
      </w:r>
      <w:r w:rsidR="002419BD" w:rsidRPr="00B459C0">
        <w:t xml:space="preserve">(uvedených v Příloze č. </w:t>
      </w:r>
      <w:r w:rsidR="002419BD">
        <w:t>1</w:t>
      </w:r>
      <w:r w:rsidR="002419BD" w:rsidRPr="00B459C0">
        <w:t xml:space="preserve"> této Smlouvy)</w:t>
      </w:r>
      <w:r w:rsidR="002419BD">
        <w:t xml:space="preserve"> </w:t>
      </w:r>
      <w:r w:rsidRPr="00B459C0">
        <w:t xml:space="preserve">splňovat výše uvedené podmínky dle odst. </w:t>
      </w:r>
      <w:r w:rsidR="002026F8">
        <w:t>5</w:t>
      </w:r>
      <w:r w:rsidRPr="00B459C0">
        <w:t>.</w:t>
      </w:r>
      <w:r w:rsidR="002026F8">
        <w:t>8</w:t>
      </w:r>
      <w:r w:rsidRPr="00B459C0">
        <w:t>.1 této Smlouvy, oznámí Zhotovitel tuto skutečnost bez zbytečného odkladu, nejpozději však do 3 pracovních dnů ode dne, kdy Poddodavatel přestal splňovat výše uvedené podmínky, Objednateli.</w:t>
      </w:r>
    </w:p>
    <w:p w14:paraId="5ACAF32C" w14:textId="77777777" w:rsidR="005C59E4" w:rsidRDefault="005C59E4" w:rsidP="002026F8">
      <w:pPr>
        <w:pStyle w:val="Text1-2"/>
        <w:tabs>
          <w:tab w:val="clear" w:pos="1474"/>
          <w:tab w:val="num" w:pos="1503"/>
        </w:tabs>
        <w:ind w:left="1503" w:hanging="794"/>
      </w:pPr>
      <w:r w:rsidRPr="00B459C0">
        <w:t xml:space="preserve">Objednatel může požadovat nahrazení Poddodavatele, který přestal splňovat podmínky dle odst. </w:t>
      </w:r>
      <w:r w:rsidR="002026F8">
        <w:t>5.8</w:t>
      </w:r>
      <w:r w:rsidRPr="00B459C0">
        <w:t>.1 této Smlouvy.</w:t>
      </w:r>
    </w:p>
    <w:p w14:paraId="36DFB680" w14:textId="04C64FAB" w:rsidR="002419BD" w:rsidRPr="002D4C7D" w:rsidRDefault="002419BD" w:rsidP="002026F8">
      <w:pPr>
        <w:pStyle w:val="Text1-2"/>
        <w:tabs>
          <w:tab w:val="clear" w:pos="1474"/>
          <w:tab w:val="num" w:pos="1503"/>
        </w:tabs>
        <w:ind w:left="1503" w:hanging="794"/>
      </w:pPr>
      <w:r w:rsidRPr="00B459C0">
        <w:lastRenderedPageBreak/>
        <w:t xml:space="preserve">Ukáží-li se prohlášení Zhotovitele dle odstavce </w:t>
      </w:r>
      <w:r>
        <w:t>5.8</w:t>
      </w:r>
      <w:r w:rsidRPr="00B459C0">
        <w:t xml:space="preserve">.1 této Smlouvy jako nepravdivá nebo poruší-li Zhotovitel svou oznamovací povinnost dle odstavce </w:t>
      </w:r>
      <w:r>
        <w:t>5.8</w:t>
      </w:r>
      <w:r w:rsidRPr="00B459C0">
        <w:t>.2, je Objednatel oprávněn odstoupit od této Smlouvy.</w:t>
      </w:r>
      <w:r>
        <w:t xml:space="preserve"> Ustanovení § 2004 odst. 2 </w:t>
      </w:r>
      <w:r w:rsidR="00765033">
        <w:t>o</w:t>
      </w:r>
      <w:r w:rsidRPr="0050326A">
        <w:t>bčanského zákoníku se nepoužij</w:t>
      </w:r>
      <w:r>
        <w:t>e.</w:t>
      </w:r>
    </w:p>
    <w:p w14:paraId="3F692C55" w14:textId="77777777" w:rsidR="00F91101" w:rsidRPr="004C64C5" w:rsidRDefault="00F91101" w:rsidP="004C64C5">
      <w:pPr>
        <w:pStyle w:val="Nadpis1-1"/>
      </w:pPr>
      <w:r w:rsidRPr="004C64C5">
        <w:t>SMLUVNÍ POKUTY A ÚROK Z PRODLENÍ</w:t>
      </w:r>
    </w:p>
    <w:p w14:paraId="40D69EEE" w14:textId="77777777" w:rsidR="00F91101" w:rsidRPr="004C64C5" w:rsidRDefault="00F91101" w:rsidP="004C64C5">
      <w:pPr>
        <w:pStyle w:val="Text1-1"/>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14:paraId="049BF970" w14:textId="77777777" w:rsidR="00F91101" w:rsidRPr="005C7EED" w:rsidRDefault="00F91101" w:rsidP="004C64C5">
      <w:pPr>
        <w:pStyle w:val="Text1-1"/>
      </w:pPr>
      <w:r w:rsidRPr="005C7EED">
        <w:t xml:space="preserve">Koordinátor BOZP se zavazuje uhradit </w:t>
      </w:r>
      <w:r w:rsidR="009222E1">
        <w:t>Objednatel</w:t>
      </w:r>
      <w:r w:rsidRPr="005C7EED">
        <w:t>i smluvní pokutu:</w:t>
      </w:r>
    </w:p>
    <w:p w14:paraId="6EBD0385"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 odst</w:t>
      </w:r>
      <w:r w:rsidR="001B7B96">
        <w:rPr>
          <w:rFonts w:ascii="Verdana" w:hAnsi="Verdana" w:cs="Calibri"/>
        </w:rPr>
        <w:t>avcích</w:t>
      </w:r>
      <w:r w:rsidRPr="005C7EED">
        <w:rPr>
          <w:rFonts w:ascii="Verdana" w:hAnsi="Verdana" w:cs="Calibri"/>
        </w:rPr>
        <w:t xml:space="preserve"> </w:t>
      </w:r>
      <w:r w:rsidR="007D77B4">
        <w:rPr>
          <w:rFonts w:ascii="Verdana" w:hAnsi="Verdana" w:cs="Calibri"/>
        </w:rPr>
        <w:t>4.1</w:t>
      </w:r>
      <w:r w:rsidRPr="005C7EED">
        <w:rPr>
          <w:rFonts w:ascii="Verdana" w:hAnsi="Verdana" w:cs="Calibri"/>
        </w:rPr>
        <w:t>.1</w:t>
      </w:r>
      <w:r w:rsidR="007D77B4">
        <w:rPr>
          <w:rFonts w:ascii="Verdana" w:hAnsi="Verdana" w:cs="Calibri"/>
        </w:rPr>
        <w:t xml:space="preserve"> a/nebo 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1B7B96">
        <w:rPr>
          <w:rFonts w:ascii="Verdana" w:hAnsi="Verdana" w:cs="Calibri"/>
        </w:rPr>
        <w:t>;</w:t>
      </w:r>
    </w:p>
    <w:p w14:paraId="643CEA3E"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1B7B96">
        <w:rPr>
          <w:rFonts w:ascii="Verdana" w:hAnsi="Verdana" w:cs="Calibri"/>
        </w:rPr>
        <w:t>;</w:t>
      </w:r>
    </w:p>
    <w:p w14:paraId="0FF34024"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částku ve výši 50 % sjednané ceny dle této smlouvy v případě nepředložení dokladů dle odst</w:t>
      </w:r>
      <w:r w:rsidR="001B7B96">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1B7B96">
        <w:rPr>
          <w:rFonts w:ascii="Verdana" w:hAnsi="Verdana" w:cs="Calibri"/>
        </w:rPr>
        <w:t>;</w:t>
      </w:r>
    </w:p>
    <w:p w14:paraId="01F062F9" w14:textId="77777777" w:rsidR="00F91101" w:rsidRDefault="00F91101"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5C7EED">
        <w:rPr>
          <w:rFonts w:ascii="Verdana" w:hAnsi="Verdana" w:cs="Calibri"/>
          <w:color w:val="000000"/>
        </w:rPr>
        <w:t>Při vzniku mimořádné události, která se týká bezpečnosti a ochrany zdraví při práci na stavbě s následkem škody a která souvisí s výkonem povinností koordinátora BOZP</w:t>
      </w:r>
      <w:r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Pr="004C64C5">
        <w:rPr>
          <w:rFonts w:ascii="Verdana" w:hAnsi="Verdana" w:cs="Calibri"/>
        </w:rPr>
        <w:t>em nejpozději do 60-ti dnů od vzniku události</w:t>
      </w:r>
      <w:r w:rsidR="001B7B96">
        <w:rPr>
          <w:rFonts w:ascii="Verdana" w:hAnsi="Verdana" w:cs="Calibri"/>
        </w:rPr>
        <w:t>;</w:t>
      </w:r>
    </w:p>
    <w:p w14:paraId="7E119F47" w14:textId="77777777" w:rsidR="001B7B96" w:rsidRPr="004F5EF6"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14:paraId="0518692D" w14:textId="77777777" w:rsidR="001B7B96" w:rsidRPr="004F5EF6"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14:paraId="148789A4" w14:textId="77777777" w:rsidR="001B7B96" w:rsidRPr="004F5EF6"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9505A0" w:rsidRPr="005C7EED">
        <w:t xml:space="preserve">Koordinátor BOZP </w:t>
      </w:r>
      <w:r w:rsidRPr="002D4C7D">
        <w:t>neumožní provedení exkurze</w:t>
      </w:r>
      <w:r>
        <w:t xml:space="preserve"> dle odstavce 5.5.4 Smlouvy;</w:t>
      </w:r>
    </w:p>
    <w:p w14:paraId="2EB80516" w14:textId="77777777" w:rsidR="009505A0" w:rsidRPr="009505A0"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Pr="002D4C7D">
        <w:t xml:space="preserve"> případě nepředložení písemné zprávy v rozsahu </w:t>
      </w:r>
      <w:r>
        <w:t xml:space="preserve">a </w:t>
      </w:r>
      <w:r w:rsidRPr="002D4C7D">
        <w:t xml:space="preserve">ve lhůtě </w:t>
      </w:r>
      <w:r>
        <w:t xml:space="preserve">stanovené v </w:t>
      </w:r>
      <w:r w:rsidRPr="002D4C7D">
        <w:t>odstavc</w:t>
      </w:r>
      <w:r>
        <w:t>i</w:t>
      </w:r>
      <w:r w:rsidRPr="002D4C7D">
        <w:t xml:space="preserve"> </w:t>
      </w:r>
      <w:r>
        <w:t>5.5.8 Smlouvy</w:t>
      </w:r>
      <w:r w:rsidR="009505A0">
        <w:t>;</w:t>
      </w:r>
    </w:p>
    <w:p w14:paraId="64A7F2C8" w14:textId="77777777" w:rsidR="001B7B96" w:rsidRPr="009505A0" w:rsidRDefault="009505A0" w:rsidP="0032071A">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9505A0">
        <w:rPr>
          <w:rFonts w:ascii="Verdana" w:hAnsi="Verdana" w:cs="Calibri"/>
        </w:rPr>
        <w:t xml:space="preserve">částku ve výši </w:t>
      </w:r>
      <w:r w:rsidRPr="009505A0">
        <w:rPr>
          <w:rFonts w:ascii="Verdana" w:hAnsi="Verdana" w:cs="Calibri"/>
          <w:color w:val="000000"/>
        </w:rPr>
        <w:t xml:space="preserve">2.000 Kč </w:t>
      </w:r>
      <w:r w:rsidRPr="009505A0">
        <w:rPr>
          <w:rFonts w:ascii="Verdana" w:hAnsi="Verdana" w:cs="Calibri"/>
        </w:rPr>
        <w:t>za každé jednotlivé nesplnění jiných závazků a povinností dle této smlouvy</w:t>
      </w:r>
      <w:r w:rsidR="001B7B96">
        <w:t>.</w:t>
      </w:r>
    </w:p>
    <w:p w14:paraId="1A19E209" w14:textId="28317B13" w:rsidR="00CF076B" w:rsidRPr="002026F8" w:rsidRDefault="00CF076B" w:rsidP="00CF076B">
      <w:pPr>
        <w:pStyle w:val="Text1-1"/>
        <w:rPr>
          <w:rFonts w:ascii="Verdana" w:hAnsi="Verdana" w:cs="Verdana"/>
        </w:rPr>
      </w:pPr>
      <w:r>
        <w:t xml:space="preserve">Koordinátor BOZP je povinen zaplatit za každé jednotlivé porušení povinností dle </w:t>
      </w:r>
      <w:r w:rsidR="002419BD">
        <w:t>článku 5.7 (</w:t>
      </w:r>
      <w:r>
        <w:t>s výjimkou oznamovací povinnosti dle odstavce 5.7.3</w:t>
      </w:r>
      <w:r w:rsidR="002419BD">
        <w:t>)</w:t>
      </w:r>
      <w:r>
        <w:t xml:space="preserve"> této Smlouvy, smluvní pokutu ve výši </w:t>
      </w:r>
      <w:r w:rsidR="00CC1F61">
        <w:t>1</w:t>
      </w:r>
      <w:r>
        <w:t xml:space="preserve">00.000 Kč. Koordinátor BOZP je dále povinen zaplatit za každé jednotlivé porušení oznamovací povinnosti dle odstavce 5.7.3 smluvní pokutu ve výši </w:t>
      </w:r>
      <w:r w:rsidR="00CC1F61">
        <w:t>5</w:t>
      </w:r>
      <w:r>
        <w:t xml:space="preserve">00.000 Kč. Ustanovení § 2050 </w:t>
      </w:r>
      <w:r w:rsidR="00765033">
        <w:t>o</w:t>
      </w:r>
      <w:r>
        <w:t>bčanského zákoníku se nepoužij</w:t>
      </w:r>
      <w:r w:rsidR="002419BD">
        <w:t>e</w:t>
      </w:r>
      <w:r>
        <w:t>.</w:t>
      </w:r>
    </w:p>
    <w:p w14:paraId="6E014504" w14:textId="3D26B6BD" w:rsidR="002026F8" w:rsidRDefault="00CD14A9" w:rsidP="00CF076B">
      <w:pPr>
        <w:pStyle w:val="Text1-1"/>
        <w:rPr>
          <w:rFonts w:ascii="Verdana" w:hAnsi="Verdana" w:cs="Verdana"/>
        </w:rPr>
      </w:pPr>
      <w:r>
        <w:lastRenderedPageBreak/>
        <w:t xml:space="preserve">Koordinátor BOZP </w:t>
      </w:r>
      <w:r w:rsidR="002026F8" w:rsidRPr="00B459C0">
        <w:t xml:space="preserve">je povinen zaplatit za každé jednotlivé porušení povinností dle </w:t>
      </w:r>
      <w:r w:rsidR="002419BD">
        <w:t>článku 5.8 (</w:t>
      </w:r>
      <w:r w:rsidR="002026F8" w:rsidRPr="00B459C0">
        <w:t xml:space="preserve">s výjimkou oznamovací povinnosti dle odstavce </w:t>
      </w:r>
      <w:r w:rsidR="002026F8">
        <w:t>5.8</w:t>
      </w:r>
      <w:r w:rsidR="002026F8" w:rsidRPr="00B459C0">
        <w:t>.2</w:t>
      </w:r>
      <w:r w:rsidR="002419BD">
        <w:t>)</w:t>
      </w:r>
      <w:r w:rsidR="002026F8" w:rsidRPr="00B459C0">
        <w:t xml:space="preserve"> této Smlouvy smluvní pokutu ve výši 100.000 Kč. Zhotovitel je dále povinen zaplatit za každé jednotlivé porušení oznamovací povinnosti dle odstavce </w:t>
      </w:r>
      <w:r w:rsidR="002026F8">
        <w:t>5.8</w:t>
      </w:r>
      <w:r w:rsidR="002026F8" w:rsidRPr="00B459C0">
        <w:t xml:space="preserve">.2 smluvní pokutu ve výši 50.000 Kč. Ustanovení § 2050 </w:t>
      </w:r>
      <w:r w:rsidR="00765033">
        <w:t>o</w:t>
      </w:r>
      <w:r w:rsidR="002026F8" w:rsidRPr="00B459C0">
        <w:t>bčanského zákoníku se nepoužij</w:t>
      </w:r>
      <w:r w:rsidR="00CC1F61">
        <w:t>e</w:t>
      </w:r>
      <w:r w:rsidR="002026F8" w:rsidRPr="00B459C0">
        <w:t>.</w:t>
      </w:r>
    </w:p>
    <w:p w14:paraId="41C18AD0" w14:textId="77777777" w:rsidR="00F91101" w:rsidRPr="004C64C5" w:rsidRDefault="00F91101" w:rsidP="004C64C5">
      <w:pPr>
        <w:pStyle w:val="Text1-1"/>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14:paraId="38F717D1" w14:textId="77777777" w:rsidR="00F91101" w:rsidRPr="004C64C5" w:rsidRDefault="00F91101" w:rsidP="004C64C5">
      <w:pPr>
        <w:pStyle w:val="Nadpis1-1"/>
      </w:pPr>
      <w:r w:rsidRPr="004C64C5">
        <w:t>KONTROLY A AUDITY</w:t>
      </w:r>
    </w:p>
    <w:p w14:paraId="7A5986FD" w14:textId="77777777" w:rsidR="00F91101" w:rsidRPr="005C7EED" w:rsidRDefault="00F91101" w:rsidP="004C64C5">
      <w:pPr>
        <w:pStyle w:val="Text1-1"/>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579C7E7C" w14:textId="77777777" w:rsidR="00F91101" w:rsidRPr="005C7EED" w:rsidRDefault="00F91101" w:rsidP="004C64C5">
      <w:pPr>
        <w:pStyle w:val="Text1-1"/>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14:paraId="29AD4E83" w14:textId="77777777" w:rsidR="00F91101" w:rsidRPr="005C7EED" w:rsidRDefault="00F91101" w:rsidP="004C64C5">
      <w:pPr>
        <w:pStyle w:val="Text1-1"/>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78A9CDE7" w14:textId="77777777" w:rsidR="00F91101" w:rsidRPr="005C7EED" w:rsidRDefault="00F91101" w:rsidP="004C64C5">
      <w:pPr>
        <w:pStyle w:val="Text1-1"/>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254D20B7" w14:textId="77777777" w:rsidR="00F91101" w:rsidRPr="004C64C5" w:rsidRDefault="00F91101" w:rsidP="004C64C5">
      <w:pPr>
        <w:pStyle w:val="Nadpis1-1"/>
      </w:pPr>
      <w:r w:rsidRPr="004C64C5">
        <w:lastRenderedPageBreak/>
        <w:t>ZÁVĚREČNÁ USTANOVENÍ</w:t>
      </w:r>
    </w:p>
    <w:p w14:paraId="1AECC175" w14:textId="2AFD0751" w:rsidR="00F91101" w:rsidRPr="005C7EED" w:rsidRDefault="00F91101" w:rsidP="004C64C5">
      <w:pPr>
        <w:pStyle w:val="Text1-1"/>
      </w:pPr>
      <w:r w:rsidRPr="005C7EED">
        <w:t xml:space="preserve">Pokud není v této smlouvě stanoveno jinak, platí pro právní vztahy z ní vyplývající </w:t>
      </w:r>
      <w:r w:rsidRPr="005D359B">
        <w:t>příslušná</w:t>
      </w:r>
      <w:r w:rsidRPr="005C7EED">
        <w:t xml:space="preserve"> ustanovení občanského zákoníku a dalších příslušných právních předpisů České republiky.</w:t>
      </w:r>
    </w:p>
    <w:p w14:paraId="07C66918" w14:textId="77777777" w:rsidR="00F91101" w:rsidRPr="005C7EED" w:rsidRDefault="00F91101" w:rsidP="004C64C5">
      <w:pPr>
        <w:pStyle w:val="Text1-1"/>
      </w:pPr>
      <w:r w:rsidRPr="005C7EED">
        <w:t xml:space="preserve">Tato smlouva je vyhotovena v českém jazyce. Jazykem pro veškerou korespondenci mezi koordinátorem BOZP a </w:t>
      </w:r>
      <w:r w:rsidR="009222E1">
        <w:t>Objednatel</w:t>
      </w:r>
      <w:r w:rsidRPr="005C7EED">
        <w:t>em bude český jazyk.</w:t>
      </w:r>
    </w:p>
    <w:p w14:paraId="61BA6B0C" w14:textId="77777777" w:rsidR="00F91101" w:rsidRPr="005C7EED" w:rsidRDefault="00F91101" w:rsidP="004C64C5">
      <w:pPr>
        <w:pStyle w:val="Text1-1"/>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14:paraId="47A9A771"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14:paraId="52896C19"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1308B2">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D04D0F2" w14:textId="475012B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občansk</w:t>
      </w:r>
      <w:r w:rsidR="00765033">
        <w:rPr>
          <w:rFonts w:ascii="Verdana" w:hAnsi="Verdana"/>
          <w:sz w:val="18"/>
          <w:szCs w:val="18"/>
        </w:rPr>
        <w:t>ého</w:t>
      </w:r>
      <w:r w:rsidRPr="005C7EED">
        <w:rPr>
          <w:rFonts w:ascii="Verdana" w:hAnsi="Verdana"/>
          <w:sz w:val="18"/>
          <w:szCs w:val="18"/>
        </w:rPr>
        <w:t xml:space="preserve"> zákoník</w:t>
      </w:r>
      <w:r w:rsidR="00765033">
        <w:rPr>
          <w:rFonts w:ascii="Verdana" w:hAnsi="Verdana"/>
          <w:sz w:val="18"/>
          <w:szCs w:val="18"/>
        </w:rPr>
        <w:t>u</w:t>
      </w:r>
      <w:r w:rsidRPr="005C7EED">
        <w:rPr>
          <w:rFonts w:ascii="Verdana" w:hAnsi="Verdana"/>
          <w:sz w:val="18"/>
          <w:szCs w:val="18"/>
        </w:rPr>
        <w:t>, ve znění pozdějších předpisů (dále jen „obchodní tajemství“), a že se nejedná ani o informace, které nemohou být v registru smluv uveřejněny na základě ustanovení § 3 odst. 1 ZRS.</w:t>
      </w:r>
    </w:p>
    <w:p w14:paraId="3CD0DA43"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1308B2">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1308B2">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1308B2">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14:paraId="33520A0B" w14:textId="77777777"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14:paraId="6D580955" w14:textId="77777777" w:rsidR="00F91101" w:rsidRPr="005C7EED" w:rsidRDefault="00F91101" w:rsidP="004C64C5">
      <w:pPr>
        <w:pStyle w:val="Text1-1"/>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14:paraId="656AEAB4" w14:textId="77777777" w:rsidR="00F91101" w:rsidRPr="005C7EED" w:rsidRDefault="00F91101" w:rsidP="004C64C5">
      <w:pPr>
        <w:pStyle w:val="Text1-1"/>
      </w:pPr>
      <w:r w:rsidRPr="005C7EED">
        <w:lastRenderedPageBreak/>
        <w:t>Tuto smlouvu je možné měnit, doplňovat nebo rušit pouze v téže formě, v jaké byla tato smlouva uzavřena, nebo ve formě přísnější.</w:t>
      </w:r>
    </w:p>
    <w:p w14:paraId="51BAD9B9" w14:textId="77777777" w:rsidR="00F91101" w:rsidRPr="005C7EED" w:rsidRDefault="00F91101" w:rsidP="004C64C5">
      <w:pPr>
        <w:pStyle w:val="Text1-1"/>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083F825A" w14:textId="77777777" w:rsidR="00F91101" w:rsidRPr="005C7EED" w:rsidRDefault="00F91101" w:rsidP="004C64C5">
      <w:pPr>
        <w:pStyle w:val="Text1-1"/>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14:paraId="077858A4" w14:textId="77777777" w:rsidR="00F91101" w:rsidRPr="005C7EED" w:rsidRDefault="00F91101" w:rsidP="004C64C5">
      <w:pPr>
        <w:pStyle w:val="Text1-1"/>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14:paraId="2EED49EB" w14:textId="77777777" w:rsidR="00F91101" w:rsidRPr="005C7EED" w:rsidRDefault="00F91101" w:rsidP="004C64C5">
      <w:pPr>
        <w:pStyle w:val="Text1-1"/>
      </w:pPr>
      <w:bookmarkStart w:id="2" w:name="_Ref214189956"/>
      <w:r w:rsidRPr="005C7EED">
        <w:t>Veškerá práva a povinnosti vyplývající z této smlouvy přecházejí, pokud to povaha těchto práv a povinností nevylučuje, na právní nástupce smluvních stran.</w:t>
      </w:r>
      <w:bookmarkEnd w:id="2"/>
      <w:r w:rsidRPr="005C7EED">
        <w:t xml:space="preserve"> Žádná ze stran není oprávněna převést jakákoliv práva či povinnosti nebo jejich část na třetí osobu bez předchozího písemného souhlasu druhé smluvní strany.</w:t>
      </w:r>
    </w:p>
    <w:p w14:paraId="60399B01" w14:textId="77777777" w:rsidR="00F91101" w:rsidRPr="005C7EED" w:rsidRDefault="00F91101" w:rsidP="004C64C5">
      <w:pPr>
        <w:pStyle w:val="Text1-1"/>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1CFC5F04" w14:textId="77777777" w:rsidR="00F91101" w:rsidRPr="005C7EED" w:rsidRDefault="00F91101" w:rsidP="004C64C5">
      <w:pPr>
        <w:pStyle w:val="Text1-1"/>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8D5D447" w14:textId="77777777" w:rsidR="00F91101" w:rsidRPr="005C7EED" w:rsidRDefault="00F91101" w:rsidP="004C64C5">
      <w:pPr>
        <w:pStyle w:val="Text1-1"/>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14:paraId="5E3D67A1" w14:textId="77777777" w:rsidR="00F91101" w:rsidRPr="005C7EED" w:rsidRDefault="00F91101" w:rsidP="004C64C5">
      <w:pPr>
        <w:pStyle w:val="Text1-1"/>
      </w:pPr>
      <w:r w:rsidRPr="005C7EED">
        <w:t xml:space="preserve">Tato smlouva je vyhotovena </w:t>
      </w:r>
      <w:r w:rsidR="00CC2E84" w:rsidRPr="005657F2">
        <w:t>elektronicky a podepsána zaručeným elektronickým podpisem založeným na kvalifikovaném certifikátu pro elektronický podpis nebo kvalifikovaným elektronickým podpisem.</w:t>
      </w:r>
    </w:p>
    <w:p w14:paraId="74BD8266" w14:textId="77777777" w:rsidR="00F91101" w:rsidRDefault="00F91101" w:rsidP="004C64C5">
      <w:pPr>
        <w:pStyle w:val="Text1-1"/>
      </w:pPr>
      <w:r w:rsidRPr="005C7EED">
        <w:t xml:space="preserve">Koordinátor BOZP podpisem této smlouvy výslovně stvrzuje, že souhlasí se zveřejněním smlouvy na internetových stránkách </w:t>
      </w:r>
      <w:r w:rsidR="009222E1">
        <w:t>Objednatel</w:t>
      </w:r>
      <w:r w:rsidRPr="005C7EED">
        <w:t>e.</w:t>
      </w:r>
    </w:p>
    <w:p w14:paraId="25406703" w14:textId="77777777" w:rsidR="00CC1F61" w:rsidRDefault="00CC1F61" w:rsidP="00CC1F61">
      <w:pPr>
        <w:pStyle w:val="Text1-1"/>
      </w:pPr>
      <w:r w:rsidRPr="005B73AF">
        <w:t>Přílohy, které tvoří nedílnou součást této Smlouvy o dílo:</w:t>
      </w:r>
    </w:p>
    <w:p w14:paraId="32BC9D8E" w14:textId="77777777" w:rsidR="00CC1F61" w:rsidRPr="005C7EED" w:rsidRDefault="00CC1F61" w:rsidP="00CC1F61">
      <w:pPr>
        <w:pStyle w:val="Text1-1"/>
        <w:numPr>
          <w:ilvl w:val="0"/>
          <w:numId w:val="0"/>
        </w:numPr>
        <w:ind w:left="737"/>
      </w:pPr>
      <w:r w:rsidRPr="00964369">
        <w:t>Příloha</w:t>
      </w:r>
      <w:r>
        <w:t xml:space="preserve"> č. 1</w:t>
      </w:r>
      <w:r>
        <w:tab/>
      </w:r>
      <w:r w:rsidRPr="006923FD">
        <w:rPr>
          <w:b/>
        </w:rPr>
        <w:t>Seznam poddodavatelů</w:t>
      </w:r>
    </w:p>
    <w:p w14:paraId="4A093A90" w14:textId="77777777" w:rsidR="00D64E5C" w:rsidRDefault="00D64E5C" w:rsidP="00342DC7">
      <w:pPr>
        <w:pStyle w:val="Textbezodsazen"/>
        <w:rPr>
          <w:rStyle w:val="Tun"/>
        </w:rPr>
      </w:pPr>
    </w:p>
    <w:p w14:paraId="08F524A9" w14:textId="0757B00B" w:rsidR="007D26F9" w:rsidRPr="00342DC7" w:rsidRDefault="007D26F9" w:rsidP="00342DC7">
      <w:pPr>
        <w:pStyle w:val="Textbezodsazen"/>
        <w:rPr>
          <w:rStyle w:val="Tun"/>
        </w:rPr>
      </w:pPr>
      <w:bookmarkStart w:id="3" w:name="_GoBack"/>
      <w:bookmarkEnd w:id="3"/>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3F8C133A" w14:textId="77777777" w:rsidR="007D77B4" w:rsidRDefault="007D77B4" w:rsidP="009F0867">
      <w:pPr>
        <w:pStyle w:val="Textbezodsazen"/>
      </w:pPr>
    </w:p>
    <w:p w14:paraId="7BCA7BDF" w14:textId="77777777"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14:paraId="21FF181E" w14:textId="77777777" w:rsidR="00F422D3" w:rsidRDefault="00F422D3" w:rsidP="009F0867">
      <w:pPr>
        <w:pStyle w:val="Textbezodsazen"/>
      </w:pPr>
    </w:p>
    <w:p w14:paraId="524D0559" w14:textId="77777777" w:rsidR="00F422D3" w:rsidRDefault="00F422D3" w:rsidP="009F0867">
      <w:pPr>
        <w:pStyle w:val="Textbezodsazen"/>
      </w:pPr>
    </w:p>
    <w:p w14:paraId="6FD307FD" w14:textId="77777777" w:rsidR="00F422D3" w:rsidRDefault="00F422D3" w:rsidP="009F0867">
      <w:pPr>
        <w:pStyle w:val="Textbezodsazen"/>
      </w:pPr>
      <w:r>
        <w:t>……………………………</w:t>
      </w:r>
      <w:r w:rsidR="00342DC7">
        <w:t>…….</w:t>
      </w:r>
      <w:r>
        <w:t>…………</w:t>
      </w:r>
      <w:r>
        <w:tab/>
      </w:r>
      <w:r>
        <w:tab/>
      </w:r>
      <w:r>
        <w:tab/>
      </w:r>
      <w:r>
        <w:tab/>
        <w:t>………………………</w:t>
      </w:r>
      <w:r w:rsidR="00342DC7">
        <w:t>….</w:t>
      </w:r>
      <w:r>
        <w:t>……………….</w:t>
      </w:r>
    </w:p>
    <w:p w14:paraId="0DE65AE4" w14:textId="77777777"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14:paraId="5939988B" w14:textId="77777777"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14:paraId="119E03C9" w14:textId="77777777" w:rsidR="00342DC7" w:rsidRDefault="00342DC7" w:rsidP="00342DC7">
      <w:pPr>
        <w:pStyle w:val="Textbezodsazen"/>
        <w:spacing w:after="0"/>
      </w:pPr>
      <w:r>
        <w:t>Správa železni</w:t>
      </w:r>
      <w:r w:rsidR="001308B2">
        <w:t>c</w:t>
      </w:r>
      <w:r>
        <w:t>, státní organizace</w:t>
      </w:r>
    </w:p>
    <w:p w14:paraId="7603F016" w14:textId="77777777" w:rsidR="00CC1F61" w:rsidRDefault="00CC1F61" w:rsidP="009F0867">
      <w:pPr>
        <w:pStyle w:val="Textbezodsazen"/>
      </w:pPr>
      <w:r>
        <w:br w:type="page"/>
      </w:r>
    </w:p>
    <w:p w14:paraId="101E736E" w14:textId="77777777" w:rsidR="00CC1F61" w:rsidRDefault="00CC1F61" w:rsidP="00CC1F61">
      <w:pPr>
        <w:pStyle w:val="Nadpisbezsl1-1"/>
      </w:pPr>
      <w:r>
        <w:lastRenderedPageBreak/>
        <w:t>Příloha č. 1</w:t>
      </w:r>
    </w:p>
    <w:p w14:paraId="7B3F0B1D" w14:textId="77777777" w:rsidR="00CC1F61" w:rsidRDefault="00CC1F61" w:rsidP="00CC1F61">
      <w:pPr>
        <w:pStyle w:val="Nadpisbezsl1-2"/>
      </w:pPr>
      <w:r>
        <w:t>Seznam poddodavatelů</w:t>
      </w:r>
    </w:p>
    <w:p w14:paraId="3C9A54AA" w14:textId="77777777" w:rsidR="00CC1F61" w:rsidRDefault="00CC1F61" w:rsidP="00CC1F61">
      <w:pPr>
        <w:pStyle w:val="Tabulka"/>
      </w:pPr>
    </w:p>
    <w:tbl>
      <w:tblPr>
        <w:tblStyle w:val="Tabulka10"/>
        <w:tblW w:w="8860" w:type="dxa"/>
        <w:tblLook w:val="04A0" w:firstRow="1" w:lastRow="0" w:firstColumn="1" w:lastColumn="0" w:noHBand="0" w:noVBand="1"/>
      </w:tblPr>
      <w:tblGrid>
        <w:gridCol w:w="2774"/>
        <w:gridCol w:w="3129"/>
        <w:gridCol w:w="2957"/>
      </w:tblGrid>
      <w:tr w:rsidR="00CC1F61" w:rsidRPr="006B7093" w14:paraId="09D9E930" w14:textId="77777777" w:rsidTr="002C0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7AEE4CA" w14:textId="77777777" w:rsidR="00CC1F61" w:rsidRPr="006B7093" w:rsidRDefault="00CC1F61" w:rsidP="002C0884">
            <w:pPr>
              <w:pStyle w:val="Tabulka"/>
              <w:rPr>
                <w:rStyle w:val="Nadpisvtabulce"/>
              </w:rPr>
            </w:pPr>
            <w:r w:rsidRPr="006B7093">
              <w:rPr>
                <w:rStyle w:val="Nadpisvtabulce"/>
              </w:rPr>
              <w:t>Identifikace poddodavatele</w:t>
            </w:r>
          </w:p>
          <w:p w14:paraId="5B8BC37E" w14:textId="77777777" w:rsidR="00CC1F61" w:rsidRPr="006B7093" w:rsidRDefault="00CC1F61" w:rsidP="002C0884">
            <w:pPr>
              <w:pStyle w:val="Tabulka"/>
              <w:rPr>
                <w:rStyle w:val="Nadpisvtabulce"/>
              </w:rPr>
            </w:pPr>
            <w:r w:rsidRPr="006B7093">
              <w:rPr>
                <w:rStyle w:val="Nadpisvtabulce"/>
              </w:rPr>
              <w:t>(obchodní firma, sídlo a IČO)</w:t>
            </w:r>
          </w:p>
        </w:tc>
        <w:tc>
          <w:tcPr>
            <w:tcW w:w="3129" w:type="dxa"/>
          </w:tcPr>
          <w:p w14:paraId="1BD795C3" w14:textId="77777777" w:rsidR="00CC1F61" w:rsidRPr="006B7093" w:rsidRDefault="00CC1F61"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38991D47" w14:textId="77777777" w:rsidR="00CC1F61" w:rsidRPr="006B7093" w:rsidRDefault="00CC1F61"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6504F28D" w14:textId="77777777" w:rsidR="00CC1F61" w:rsidRPr="006B7093" w:rsidRDefault="00CC1F61" w:rsidP="002C0884">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CC1F61" w:rsidRPr="006B7093" w14:paraId="6CF0060D"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07D38160" w14:textId="77777777" w:rsidR="00CC1F61" w:rsidRPr="006B7093" w:rsidRDefault="00CC1F61" w:rsidP="002C0884">
            <w:pPr>
              <w:pStyle w:val="Tabulka"/>
            </w:pPr>
            <w:r w:rsidRPr="006B7093">
              <w:rPr>
                <w:highlight w:val="yellow"/>
              </w:rPr>
              <w:t>[VLOŽÍ ZHOTOVITEL]</w:t>
            </w:r>
          </w:p>
        </w:tc>
        <w:tc>
          <w:tcPr>
            <w:tcW w:w="3129" w:type="dxa"/>
          </w:tcPr>
          <w:p w14:paraId="5816F66C" w14:textId="77777777" w:rsidR="00CC1F61" w:rsidRPr="006B7093" w:rsidRDefault="00CC1F61"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3F87012" w14:textId="77777777" w:rsidR="00CC1F61" w:rsidRPr="006B7093" w:rsidRDefault="00CC1F61"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CC1F61" w:rsidRPr="006B7093" w14:paraId="36251C42"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4F2524AC" w14:textId="77777777" w:rsidR="00CC1F61" w:rsidRPr="006B7093" w:rsidRDefault="00CC1F61" w:rsidP="002C0884">
            <w:pPr>
              <w:pStyle w:val="Tabulka"/>
            </w:pPr>
            <w:r w:rsidRPr="006B7093">
              <w:rPr>
                <w:highlight w:val="yellow"/>
              </w:rPr>
              <w:t>[VLOŽÍ ZHOTOVITEL]</w:t>
            </w:r>
          </w:p>
        </w:tc>
        <w:tc>
          <w:tcPr>
            <w:tcW w:w="3129" w:type="dxa"/>
          </w:tcPr>
          <w:p w14:paraId="5EFCAF60" w14:textId="77777777" w:rsidR="00CC1F61" w:rsidRPr="006B7093" w:rsidRDefault="00CC1F61"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EE0EE5D" w14:textId="77777777" w:rsidR="00CC1F61" w:rsidRPr="006B7093" w:rsidRDefault="00CC1F61"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CC1F61" w:rsidRPr="006B7093" w14:paraId="5CC98A28"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48B9EBD7" w14:textId="77777777" w:rsidR="00CC1F61" w:rsidRPr="006B7093" w:rsidRDefault="00CC1F61" w:rsidP="002C0884">
            <w:pPr>
              <w:pStyle w:val="Tabulka"/>
            </w:pPr>
            <w:r w:rsidRPr="006B7093">
              <w:rPr>
                <w:highlight w:val="yellow"/>
              </w:rPr>
              <w:t>[VLOŽÍ ZHOTOVITEL]</w:t>
            </w:r>
          </w:p>
        </w:tc>
        <w:tc>
          <w:tcPr>
            <w:tcW w:w="3129" w:type="dxa"/>
          </w:tcPr>
          <w:p w14:paraId="1F99651C" w14:textId="77777777" w:rsidR="00CC1F61" w:rsidRPr="006B7093" w:rsidRDefault="00CC1F61"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AC89A05" w14:textId="77777777" w:rsidR="00CC1F61" w:rsidRPr="006B7093" w:rsidRDefault="00CC1F61"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CC1F61" w:rsidRPr="006B7093" w14:paraId="7C7F1779"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3AC6004A" w14:textId="77777777" w:rsidR="00CC1F61" w:rsidRPr="006B7093" w:rsidRDefault="00CC1F61" w:rsidP="002C0884">
            <w:pPr>
              <w:pStyle w:val="Tabulka"/>
            </w:pPr>
            <w:r w:rsidRPr="006B7093">
              <w:rPr>
                <w:highlight w:val="yellow"/>
              </w:rPr>
              <w:t>[VLOŽÍ ZHOTOVITEL]</w:t>
            </w:r>
          </w:p>
        </w:tc>
        <w:tc>
          <w:tcPr>
            <w:tcW w:w="3129" w:type="dxa"/>
          </w:tcPr>
          <w:p w14:paraId="5905F5F7" w14:textId="77777777" w:rsidR="00CC1F61" w:rsidRPr="006B7093" w:rsidRDefault="00CC1F61"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4B9F1D3" w14:textId="77777777" w:rsidR="00CC1F61" w:rsidRPr="006B7093" w:rsidRDefault="00CC1F61"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CC1F61" w:rsidRPr="006B7093" w14:paraId="075DB778" w14:textId="77777777" w:rsidTr="002C0884">
        <w:tc>
          <w:tcPr>
            <w:cnfStyle w:val="001000000000" w:firstRow="0" w:lastRow="0" w:firstColumn="1" w:lastColumn="0" w:oddVBand="0" w:evenVBand="0" w:oddHBand="0" w:evenHBand="0" w:firstRowFirstColumn="0" w:firstRowLastColumn="0" w:lastRowFirstColumn="0" w:lastRowLastColumn="0"/>
            <w:tcW w:w="5903" w:type="dxa"/>
            <w:gridSpan w:val="2"/>
          </w:tcPr>
          <w:p w14:paraId="32B46569" w14:textId="77777777" w:rsidR="00CC1F61" w:rsidRPr="006B7093" w:rsidRDefault="00CC1F61" w:rsidP="002C0884">
            <w:pPr>
              <w:pStyle w:val="Tabulka"/>
              <w:jc w:val="right"/>
              <w:rPr>
                <w:rStyle w:val="Tun"/>
              </w:rPr>
            </w:pPr>
            <w:r w:rsidRPr="006B7093">
              <w:rPr>
                <w:rStyle w:val="Tun"/>
              </w:rPr>
              <w:t>CELKEM %</w:t>
            </w:r>
          </w:p>
        </w:tc>
        <w:tc>
          <w:tcPr>
            <w:tcW w:w="2957" w:type="dxa"/>
          </w:tcPr>
          <w:p w14:paraId="4DA328B6" w14:textId="77777777" w:rsidR="00CC1F61" w:rsidRPr="006B7093" w:rsidRDefault="00CC1F61"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315438E8" w14:textId="77777777" w:rsidR="00E901A3" w:rsidRDefault="00E901A3" w:rsidP="009F0867">
      <w:pPr>
        <w:pStyle w:val="Textbezodsazen"/>
      </w:pPr>
    </w:p>
    <w:p w14:paraId="0717EC9C" w14:textId="77777777" w:rsidR="00F762A8" w:rsidRDefault="00F762A8" w:rsidP="00E175B2">
      <w:pPr>
        <w:pStyle w:val="Nadpisbezsl1-1"/>
      </w:pPr>
    </w:p>
    <w:sectPr w:rsidR="00F762A8" w:rsidSect="002419BD">
      <w:headerReference w:type="default" r:id="rId12"/>
      <w:footerReference w:type="default" r:id="rId13"/>
      <w:headerReference w:type="first" r:id="rId14"/>
      <w:pgSz w:w="11906" w:h="16838" w:code="9"/>
      <w:pgMar w:top="2052" w:right="1134" w:bottom="1474" w:left="1418" w:header="595" w:footer="624" w:gutter="652"/>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F2EDA8" w14:textId="77777777" w:rsidR="006F5F96" w:rsidRDefault="006F5F96" w:rsidP="00962258">
      <w:pPr>
        <w:spacing w:after="0" w:line="240" w:lineRule="auto"/>
      </w:pPr>
      <w:r>
        <w:separator/>
      </w:r>
    </w:p>
  </w:endnote>
  <w:endnote w:type="continuationSeparator" w:id="0">
    <w:p w14:paraId="592F81CF" w14:textId="77777777"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14:paraId="7F15B0C7" w14:textId="77777777" w:rsidTr="00EB46E5">
      <w:tc>
        <w:tcPr>
          <w:tcW w:w="1361" w:type="dxa"/>
          <w:tcMar>
            <w:left w:w="0" w:type="dxa"/>
            <w:right w:w="0" w:type="dxa"/>
          </w:tcMar>
          <w:vAlign w:val="bottom"/>
        </w:tcPr>
        <w:p w14:paraId="5A88CE62" w14:textId="01A17BB4"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14A9">
            <w:rPr>
              <w:rStyle w:val="slostrnky"/>
              <w:noProof/>
            </w:rPr>
            <w:t>17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4E5C">
            <w:rPr>
              <w:b/>
              <w:noProof/>
              <w:color w:val="FF5200" w:themeColor="accent2"/>
              <w:sz w:val="14"/>
              <w:szCs w:val="14"/>
            </w:rPr>
            <w:t>17</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D625AB8" w14:textId="77777777" w:rsidR="006F5F96" w:rsidRDefault="006F5F96" w:rsidP="00B8518B">
          <w:pPr>
            <w:pStyle w:val="Zpat"/>
          </w:pPr>
        </w:p>
      </w:tc>
      <w:tc>
        <w:tcPr>
          <w:tcW w:w="425" w:type="dxa"/>
          <w:shd w:val="clear" w:color="auto" w:fill="auto"/>
          <w:tcMar>
            <w:left w:w="0" w:type="dxa"/>
            <w:right w:w="0" w:type="dxa"/>
          </w:tcMar>
        </w:tcPr>
        <w:p w14:paraId="513F2BDF" w14:textId="77777777" w:rsidR="006F5F96" w:rsidRDefault="006F5F96" w:rsidP="00B8518B">
          <w:pPr>
            <w:pStyle w:val="Zpat"/>
          </w:pPr>
        </w:p>
      </w:tc>
      <w:tc>
        <w:tcPr>
          <w:tcW w:w="8505" w:type="dxa"/>
        </w:tcPr>
        <w:p w14:paraId="7F82DA7B" w14:textId="77777777" w:rsidR="006F5F96" w:rsidRPr="00143EC0" w:rsidRDefault="006F5F96" w:rsidP="00F422D3">
          <w:pPr>
            <w:pStyle w:val="Zpat0"/>
            <w:rPr>
              <w:b/>
            </w:rPr>
          </w:pPr>
        </w:p>
        <w:p w14:paraId="5A04A408" w14:textId="77777777" w:rsidR="006F5F96" w:rsidRDefault="006F5F96" w:rsidP="00F95FBD">
          <w:pPr>
            <w:pStyle w:val="Zpat0"/>
          </w:pPr>
        </w:p>
      </w:tc>
    </w:tr>
  </w:tbl>
  <w:p w14:paraId="7E2BB561" w14:textId="77777777" w:rsidR="006F5F96" w:rsidRPr="00B8518B" w:rsidRDefault="006F5F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8C261A" w14:textId="77777777" w:rsidR="006F5F96" w:rsidRDefault="006F5F96" w:rsidP="00962258">
      <w:pPr>
        <w:spacing w:after="0" w:line="240" w:lineRule="auto"/>
      </w:pPr>
      <w:r>
        <w:separator/>
      </w:r>
    </w:p>
  </w:footnote>
  <w:footnote w:type="continuationSeparator" w:id="0">
    <w:p w14:paraId="007FDF26" w14:textId="77777777"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14:paraId="3BC3B8B4" w14:textId="77777777" w:rsidTr="00C02D0A">
      <w:trPr>
        <w:trHeight w:hRule="exact" w:val="454"/>
      </w:trPr>
      <w:tc>
        <w:tcPr>
          <w:tcW w:w="1361" w:type="dxa"/>
          <w:tcMar>
            <w:top w:w="57" w:type="dxa"/>
            <w:left w:w="0" w:type="dxa"/>
            <w:right w:w="0" w:type="dxa"/>
          </w:tcMar>
        </w:tcPr>
        <w:p w14:paraId="55A171CB" w14:textId="77777777"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14:paraId="2D9762FF" w14:textId="77777777" w:rsidR="006F5F96" w:rsidRDefault="006F5F96" w:rsidP="00523EA7">
          <w:pPr>
            <w:pStyle w:val="Zpat"/>
          </w:pPr>
        </w:p>
      </w:tc>
      <w:tc>
        <w:tcPr>
          <w:tcW w:w="5698" w:type="dxa"/>
          <w:shd w:val="clear" w:color="auto" w:fill="auto"/>
          <w:tcMar>
            <w:top w:w="57" w:type="dxa"/>
            <w:left w:w="0" w:type="dxa"/>
            <w:right w:w="0" w:type="dxa"/>
          </w:tcMar>
        </w:tcPr>
        <w:p w14:paraId="23BD99D8" w14:textId="77777777" w:rsidR="006F5F96" w:rsidRPr="00D6163D" w:rsidRDefault="006F5F96" w:rsidP="00D6163D">
          <w:pPr>
            <w:pStyle w:val="Druhdokumentu"/>
          </w:pPr>
        </w:p>
      </w:tc>
    </w:tr>
  </w:tbl>
  <w:p w14:paraId="5E91A4EF" w14:textId="77777777"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6A2CC" w14:textId="77777777" w:rsidR="002419BD" w:rsidRDefault="002419BD" w:rsidP="002419BD">
    <w:pPr>
      <w:pStyle w:val="Zhlav"/>
    </w:pPr>
    <w:r>
      <w:rPr>
        <w:noProof/>
        <w:lang w:eastAsia="cs-CZ"/>
      </w:rPr>
      <w:drawing>
        <wp:anchor distT="0" distB="0" distL="114300" distR="114300" simplePos="0" relativeHeight="251659264" behindDoc="0" locked="1" layoutInCell="1" allowOverlap="1" wp14:anchorId="33B14632" wp14:editId="32DEC2EF">
          <wp:simplePos x="0" y="0"/>
          <wp:positionH relativeFrom="column">
            <wp:posOffset>0</wp:posOffset>
          </wp:positionH>
          <wp:positionV relativeFrom="page">
            <wp:posOffset>377190</wp:posOffset>
          </wp:positionV>
          <wp:extent cx="1717040" cy="636905"/>
          <wp:effectExtent l="0" t="0" r="0" b="0"/>
          <wp:wrapNone/>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6472E54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6"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7" w15:restartNumberingAfterBreak="0">
    <w:nsid w:val="722F54CD"/>
    <w:multiLevelType w:val="hybridMultilevel"/>
    <w:tmpl w:val="03925394"/>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8"/>
  </w:num>
  <w:num w:numId="4">
    <w:abstractNumId w:val="10"/>
  </w:num>
  <w:num w:numId="5">
    <w:abstractNumId w:val="12"/>
  </w:num>
  <w:num w:numId="6">
    <w:abstractNumId w:val="21"/>
  </w:num>
  <w:num w:numId="7">
    <w:abstractNumId w:val="23"/>
  </w:num>
  <w:num w:numId="8">
    <w:abstractNumId w:val="0"/>
  </w:num>
  <w:num w:numId="9">
    <w:abstractNumId w:val="4"/>
  </w:num>
  <w:num w:numId="10">
    <w:abstractNumId w:val="29"/>
  </w:num>
  <w:num w:numId="11">
    <w:abstractNumId w:val="3"/>
  </w:num>
  <w:num w:numId="12">
    <w:abstractNumId w:val="16"/>
  </w:num>
  <w:num w:numId="13">
    <w:abstractNumId w:val="18"/>
  </w:num>
  <w:num w:numId="14">
    <w:abstractNumId w:val="2"/>
  </w:num>
  <w:num w:numId="15">
    <w:abstractNumId w:val="24"/>
  </w:num>
  <w:num w:numId="16">
    <w:abstractNumId w:val="6"/>
  </w:num>
  <w:num w:numId="17">
    <w:abstractNumId w:val="17"/>
  </w:num>
  <w:num w:numId="18">
    <w:abstractNumId w:val="15"/>
  </w:num>
  <w:num w:numId="19">
    <w:abstractNumId w:val="22"/>
  </w:num>
  <w:num w:numId="20">
    <w:abstractNumId w:val="11"/>
  </w:num>
  <w:num w:numId="21">
    <w:abstractNumId w:val="20"/>
  </w:num>
  <w:num w:numId="22">
    <w:abstractNumId w:val="25"/>
  </w:num>
  <w:num w:numId="23">
    <w:abstractNumId w:val="14"/>
  </w:num>
  <w:num w:numId="24">
    <w:abstractNumId w:val="13"/>
  </w:num>
  <w:num w:numId="25">
    <w:abstractNumId w:val="8"/>
  </w:num>
  <w:num w:numId="26">
    <w:abstractNumId w:val="1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9"/>
  </w:num>
  <w:num w:numId="30">
    <w:abstractNumId w:val="0"/>
  </w:num>
  <w:num w:numId="31">
    <w:abstractNumId w:val="0"/>
  </w:num>
  <w:num w:numId="32">
    <w:abstractNumId w:val="26"/>
  </w:num>
  <w:num w:numId="33">
    <w:abstractNumId w:val="0"/>
  </w:num>
  <w:num w:numId="34">
    <w:abstractNumId w:val="0"/>
  </w:num>
  <w:num w:numId="35">
    <w:abstractNumId w:val="0"/>
  </w:num>
  <w:num w:numId="36">
    <w:abstractNumId w:val="27"/>
  </w:num>
  <w:num w:numId="37">
    <w:abstractNumId w:val="0"/>
  </w:num>
  <w:num w:numId="38">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17F3C"/>
    <w:rsid w:val="00041EC8"/>
    <w:rsid w:val="0006588D"/>
    <w:rsid w:val="00067A5E"/>
    <w:rsid w:val="000719BB"/>
    <w:rsid w:val="00072A65"/>
    <w:rsid w:val="00072C1E"/>
    <w:rsid w:val="000821C9"/>
    <w:rsid w:val="000B4EB8"/>
    <w:rsid w:val="000C41F2"/>
    <w:rsid w:val="000D22C4"/>
    <w:rsid w:val="000D27D1"/>
    <w:rsid w:val="000E06A3"/>
    <w:rsid w:val="000E1A7F"/>
    <w:rsid w:val="00106CD8"/>
    <w:rsid w:val="00111135"/>
    <w:rsid w:val="00112864"/>
    <w:rsid w:val="00114472"/>
    <w:rsid w:val="00114988"/>
    <w:rsid w:val="00115069"/>
    <w:rsid w:val="001150F2"/>
    <w:rsid w:val="00125A0D"/>
    <w:rsid w:val="001308B2"/>
    <w:rsid w:val="00131CFC"/>
    <w:rsid w:val="00137A1E"/>
    <w:rsid w:val="00143EC0"/>
    <w:rsid w:val="001656A2"/>
    <w:rsid w:val="00165977"/>
    <w:rsid w:val="0016651F"/>
    <w:rsid w:val="00170EC5"/>
    <w:rsid w:val="001747C1"/>
    <w:rsid w:val="00177D6B"/>
    <w:rsid w:val="00187660"/>
    <w:rsid w:val="00191F90"/>
    <w:rsid w:val="001A3204"/>
    <w:rsid w:val="001B456E"/>
    <w:rsid w:val="001B4E74"/>
    <w:rsid w:val="001B7B96"/>
    <w:rsid w:val="001C5817"/>
    <w:rsid w:val="001C645F"/>
    <w:rsid w:val="001E678E"/>
    <w:rsid w:val="001F518E"/>
    <w:rsid w:val="002026F8"/>
    <w:rsid w:val="002038D5"/>
    <w:rsid w:val="002071BB"/>
    <w:rsid w:val="00207DF5"/>
    <w:rsid w:val="00225027"/>
    <w:rsid w:val="00225674"/>
    <w:rsid w:val="00240B81"/>
    <w:rsid w:val="002419BD"/>
    <w:rsid w:val="00247D01"/>
    <w:rsid w:val="00252F9D"/>
    <w:rsid w:val="00255B10"/>
    <w:rsid w:val="00261A5B"/>
    <w:rsid w:val="00262E5B"/>
    <w:rsid w:val="0026404F"/>
    <w:rsid w:val="00276AFE"/>
    <w:rsid w:val="00276B64"/>
    <w:rsid w:val="002A3B57"/>
    <w:rsid w:val="002C31BF"/>
    <w:rsid w:val="002D5203"/>
    <w:rsid w:val="002D7FD6"/>
    <w:rsid w:val="002E0CD7"/>
    <w:rsid w:val="002E0CFB"/>
    <w:rsid w:val="002E5C7B"/>
    <w:rsid w:val="002F28EB"/>
    <w:rsid w:val="002F4333"/>
    <w:rsid w:val="002F74F6"/>
    <w:rsid w:val="0030003A"/>
    <w:rsid w:val="00327EEF"/>
    <w:rsid w:val="0033239F"/>
    <w:rsid w:val="0034274B"/>
    <w:rsid w:val="00342DC7"/>
    <w:rsid w:val="0034719F"/>
    <w:rsid w:val="00350A35"/>
    <w:rsid w:val="003571D8"/>
    <w:rsid w:val="00357BC6"/>
    <w:rsid w:val="00361422"/>
    <w:rsid w:val="0037545D"/>
    <w:rsid w:val="003778FA"/>
    <w:rsid w:val="0038312E"/>
    <w:rsid w:val="00392910"/>
    <w:rsid w:val="00392EB6"/>
    <w:rsid w:val="003956C6"/>
    <w:rsid w:val="003B23D6"/>
    <w:rsid w:val="003C33F2"/>
    <w:rsid w:val="003D756E"/>
    <w:rsid w:val="003E420D"/>
    <w:rsid w:val="003E4C13"/>
    <w:rsid w:val="004078F3"/>
    <w:rsid w:val="004160CB"/>
    <w:rsid w:val="004229BE"/>
    <w:rsid w:val="00427794"/>
    <w:rsid w:val="004328E4"/>
    <w:rsid w:val="00450F07"/>
    <w:rsid w:val="00453CD3"/>
    <w:rsid w:val="00460660"/>
    <w:rsid w:val="00464BA9"/>
    <w:rsid w:val="004832E5"/>
    <w:rsid w:val="00483969"/>
    <w:rsid w:val="00486107"/>
    <w:rsid w:val="00491827"/>
    <w:rsid w:val="004C4399"/>
    <w:rsid w:val="004C64C5"/>
    <w:rsid w:val="004C787C"/>
    <w:rsid w:val="004D09FB"/>
    <w:rsid w:val="004E6233"/>
    <w:rsid w:val="004E7A1F"/>
    <w:rsid w:val="004F4B9B"/>
    <w:rsid w:val="004F607A"/>
    <w:rsid w:val="00502690"/>
    <w:rsid w:val="0050666E"/>
    <w:rsid w:val="00511AB9"/>
    <w:rsid w:val="00523BB5"/>
    <w:rsid w:val="00523EA7"/>
    <w:rsid w:val="005406EB"/>
    <w:rsid w:val="00544816"/>
    <w:rsid w:val="00546B72"/>
    <w:rsid w:val="00553375"/>
    <w:rsid w:val="00555884"/>
    <w:rsid w:val="005614AC"/>
    <w:rsid w:val="0056317B"/>
    <w:rsid w:val="005736B7"/>
    <w:rsid w:val="00575E5A"/>
    <w:rsid w:val="00580245"/>
    <w:rsid w:val="00582A82"/>
    <w:rsid w:val="005A1F44"/>
    <w:rsid w:val="005C59E4"/>
    <w:rsid w:val="005D359B"/>
    <w:rsid w:val="005D3C39"/>
    <w:rsid w:val="005D6794"/>
    <w:rsid w:val="005E7125"/>
    <w:rsid w:val="00600ECE"/>
    <w:rsid w:val="00601A8C"/>
    <w:rsid w:val="0061068E"/>
    <w:rsid w:val="006115D3"/>
    <w:rsid w:val="006371F0"/>
    <w:rsid w:val="0065610E"/>
    <w:rsid w:val="00660AD3"/>
    <w:rsid w:val="006633C9"/>
    <w:rsid w:val="006776B6"/>
    <w:rsid w:val="00683499"/>
    <w:rsid w:val="00693150"/>
    <w:rsid w:val="006978FE"/>
    <w:rsid w:val="006A17DA"/>
    <w:rsid w:val="006A5570"/>
    <w:rsid w:val="006A5576"/>
    <w:rsid w:val="006A689C"/>
    <w:rsid w:val="006B3D79"/>
    <w:rsid w:val="006B6FE4"/>
    <w:rsid w:val="006C2343"/>
    <w:rsid w:val="006C442A"/>
    <w:rsid w:val="006D6786"/>
    <w:rsid w:val="006E0578"/>
    <w:rsid w:val="006E314D"/>
    <w:rsid w:val="006F5F96"/>
    <w:rsid w:val="00704D1E"/>
    <w:rsid w:val="00710723"/>
    <w:rsid w:val="007117B1"/>
    <w:rsid w:val="007145F3"/>
    <w:rsid w:val="00723ED1"/>
    <w:rsid w:val="00740AF5"/>
    <w:rsid w:val="00743525"/>
    <w:rsid w:val="007470DC"/>
    <w:rsid w:val="007541A2"/>
    <w:rsid w:val="00755818"/>
    <w:rsid w:val="007616C2"/>
    <w:rsid w:val="0076286B"/>
    <w:rsid w:val="00765033"/>
    <w:rsid w:val="00766846"/>
    <w:rsid w:val="0077673A"/>
    <w:rsid w:val="00780051"/>
    <w:rsid w:val="007846E1"/>
    <w:rsid w:val="007847D6"/>
    <w:rsid w:val="007929C0"/>
    <w:rsid w:val="007A16AA"/>
    <w:rsid w:val="007A5172"/>
    <w:rsid w:val="007A67A0"/>
    <w:rsid w:val="007B570C"/>
    <w:rsid w:val="007C5289"/>
    <w:rsid w:val="007C6287"/>
    <w:rsid w:val="007D26F9"/>
    <w:rsid w:val="007D77B4"/>
    <w:rsid w:val="007E4A6E"/>
    <w:rsid w:val="007E7EB2"/>
    <w:rsid w:val="007F2FC8"/>
    <w:rsid w:val="007F56A7"/>
    <w:rsid w:val="00800851"/>
    <w:rsid w:val="00807DD0"/>
    <w:rsid w:val="008156D5"/>
    <w:rsid w:val="00821D01"/>
    <w:rsid w:val="00826B7B"/>
    <w:rsid w:val="00846789"/>
    <w:rsid w:val="00866994"/>
    <w:rsid w:val="008739ED"/>
    <w:rsid w:val="00883098"/>
    <w:rsid w:val="00892D3B"/>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505A0"/>
    <w:rsid w:val="00953CB5"/>
    <w:rsid w:val="00962258"/>
    <w:rsid w:val="009678B7"/>
    <w:rsid w:val="00992D9C"/>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3406"/>
    <w:rsid w:val="00A0740E"/>
    <w:rsid w:val="00A21A01"/>
    <w:rsid w:val="00A349C6"/>
    <w:rsid w:val="00A50641"/>
    <w:rsid w:val="00A530BF"/>
    <w:rsid w:val="00A6177B"/>
    <w:rsid w:val="00A66136"/>
    <w:rsid w:val="00A71189"/>
    <w:rsid w:val="00A7364A"/>
    <w:rsid w:val="00A74DCC"/>
    <w:rsid w:val="00A753ED"/>
    <w:rsid w:val="00A77512"/>
    <w:rsid w:val="00A93156"/>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3036E"/>
    <w:rsid w:val="00B42F40"/>
    <w:rsid w:val="00B5431A"/>
    <w:rsid w:val="00B75EE1"/>
    <w:rsid w:val="00B77481"/>
    <w:rsid w:val="00B8518B"/>
    <w:rsid w:val="00B97CC3"/>
    <w:rsid w:val="00BC06C4"/>
    <w:rsid w:val="00BC4A1F"/>
    <w:rsid w:val="00BC5BDD"/>
    <w:rsid w:val="00BD5DE9"/>
    <w:rsid w:val="00BD7E91"/>
    <w:rsid w:val="00BD7F0D"/>
    <w:rsid w:val="00C02D0A"/>
    <w:rsid w:val="00C02F8B"/>
    <w:rsid w:val="00C03A6E"/>
    <w:rsid w:val="00C226C0"/>
    <w:rsid w:val="00C22FA5"/>
    <w:rsid w:val="00C42FE6"/>
    <w:rsid w:val="00C441C8"/>
    <w:rsid w:val="00C44F6A"/>
    <w:rsid w:val="00C530B3"/>
    <w:rsid w:val="00C6198E"/>
    <w:rsid w:val="00C70473"/>
    <w:rsid w:val="00C708EA"/>
    <w:rsid w:val="00C733D8"/>
    <w:rsid w:val="00C778A5"/>
    <w:rsid w:val="00C826C4"/>
    <w:rsid w:val="00C95162"/>
    <w:rsid w:val="00CB4F6D"/>
    <w:rsid w:val="00CB6A37"/>
    <w:rsid w:val="00CB7684"/>
    <w:rsid w:val="00CC1F61"/>
    <w:rsid w:val="00CC2E84"/>
    <w:rsid w:val="00CC4EA8"/>
    <w:rsid w:val="00CC6517"/>
    <w:rsid w:val="00CC7C8F"/>
    <w:rsid w:val="00CD14A9"/>
    <w:rsid w:val="00CD1FC4"/>
    <w:rsid w:val="00CF076B"/>
    <w:rsid w:val="00D034A0"/>
    <w:rsid w:val="00D21061"/>
    <w:rsid w:val="00D4108E"/>
    <w:rsid w:val="00D4188F"/>
    <w:rsid w:val="00D418D6"/>
    <w:rsid w:val="00D4328E"/>
    <w:rsid w:val="00D54AD0"/>
    <w:rsid w:val="00D6163D"/>
    <w:rsid w:val="00D64E5C"/>
    <w:rsid w:val="00D831A3"/>
    <w:rsid w:val="00D97BE3"/>
    <w:rsid w:val="00DA3711"/>
    <w:rsid w:val="00DA5324"/>
    <w:rsid w:val="00DA5B30"/>
    <w:rsid w:val="00DD46F3"/>
    <w:rsid w:val="00DE56F2"/>
    <w:rsid w:val="00DE6DE1"/>
    <w:rsid w:val="00DF116D"/>
    <w:rsid w:val="00E13127"/>
    <w:rsid w:val="00E16FF7"/>
    <w:rsid w:val="00E175B2"/>
    <w:rsid w:val="00E26D68"/>
    <w:rsid w:val="00E40651"/>
    <w:rsid w:val="00E44045"/>
    <w:rsid w:val="00E53242"/>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2525"/>
    <w:rsid w:val="00F45607"/>
    <w:rsid w:val="00F4722B"/>
    <w:rsid w:val="00F54432"/>
    <w:rsid w:val="00F659EB"/>
    <w:rsid w:val="00F762A8"/>
    <w:rsid w:val="00F82A52"/>
    <w:rsid w:val="00F86BA6"/>
    <w:rsid w:val="00F91101"/>
    <w:rsid w:val="00F95FBD"/>
    <w:rsid w:val="00FB6342"/>
    <w:rsid w:val="00FC6389"/>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5564CB24"/>
  <w14:defaultImageDpi w14:val="32767"/>
  <w15:docId w15:val="{01C8B1BE-A9A3-4CE6-82C8-7F7E096F5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1CF04CC-8587-43ED-A630-100BC4C0D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35</TotalTime>
  <Pages>17</Pages>
  <Words>7144</Words>
  <Characters>42151</Characters>
  <Application>Microsoft Office Word</Application>
  <DocSecurity>0</DocSecurity>
  <Lines>351</Lines>
  <Paragraphs>98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49197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4</cp:revision>
  <cp:lastPrinted>2024-03-13T08:48:00Z</cp:lastPrinted>
  <dcterms:created xsi:type="dcterms:W3CDTF">2024-02-07T14:37:00Z</dcterms:created>
  <dcterms:modified xsi:type="dcterms:W3CDTF">2024-03-13T09:06:00Z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