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4F482728" w14:textId="77777777" w:rsidR="00E82883" w:rsidRPr="0098782E" w:rsidRDefault="004C7419" w:rsidP="00E82883">
      <w:pPr>
        <w:pStyle w:val="Titul2"/>
        <w:spacing w:after="0"/>
      </w:pPr>
      <w:r w:rsidRPr="0098782E">
        <w:t xml:space="preserve">Záměr projektu </w:t>
      </w:r>
      <w:r w:rsidR="002A75B1" w:rsidRPr="0098782E">
        <w:t>s doprovodnou dokumentací</w:t>
      </w:r>
    </w:p>
    <w:p w14:paraId="72D771CF" w14:textId="2F98AE7D" w:rsidR="00652EFD" w:rsidRDefault="00E82883" w:rsidP="00652EFD">
      <w:pPr>
        <w:pStyle w:val="Titul2"/>
      </w:pPr>
      <w:r w:rsidRPr="0098782E">
        <w:t>P</w:t>
      </w:r>
      <w:r w:rsidR="00087E1A" w:rsidRPr="0098782E">
        <w:t>rojektová dokumentace pro společné povolení dle liniového zákona</w:t>
      </w:r>
    </w:p>
    <w:p w14:paraId="25309FB4" w14:textId="77777777" w:rsidR="0058678B" w:rsidRPr="0058678B" w:rsidRDefault="0058678B" w:rsidP="0058678B">
      <w:pPr>
        <w:pStyle w:val="Titul2"/>
        <w:spacing w:line="240" w:lineRule="auto"/>
        <w:rPr>
          <w:sz w:val="18"/>
          <w:szCs w:val="18"/>
          <w:highlight w:val="green"/>
        </w:rPr>
      </w:pPr>
    </w:p>
    <w:p w14:paraId="0B5B8BF2" w14:textId="10F0305C" w:rsidR="0035531B" w:rsidRDefault="0035531B" w:rsidP="0058678B">
      <w:pPr>
        <w:pStyle w:val="Titul2"/>
        <w:spacing w:line="240" w:lineRule="auto"/>
      </w:pPr>
      <w:r w:rsidRPr="0098782E">
        <w:t>„</w:t>
      </w:r>
      <w:r w:rsidR="0098782E" w:rsidRPr="0098782E">
        <w:t xml:space="preserve">Prostá elektrizace trati Kladno – Kralupy nad Vltavou vč. </w:t>
      </w:r>
      <w:proofErr w:type="gramStart"/>
      <w:r w:rsidR="0098782E" w:rsidRPr="0098782E">
        <w:t>Jeneč - Středokluky</w:t>
      </w:r>
      <w:proofErr w:type="gramEnd"/>
      <w:r w:rsidRPr="0098782E">
        <w:t>“</w:t>
      </w:r>
    </w:p>
    <w:p w14:paraId="7896BFC2" w14:textId="77777777" w:rsidR="003F4C40" w:rsidRDefault="003F4C40" w:rsidP="000E125F">
      <w:pPr>
        <w:pStyle w:val="Text1-1"/>
        <w:numPr>
          <w:ilvl w:val="0"/>
          <w:numId w:val="0"/>
        </w:numPr>
        <w:tabs>
          <w:tab w:val="left" w:pos="708"/>
        </w:tabs>
        <w:ind w:left="737" w:hanging="737"/>
      </w:pPr>
    </w:p>
    <w:p w14:paraId="74FD9848" w14:textId="7A0A218A" w:rsidR="000E125F" w:rsidRDefault="000E125F" w:rsidP="000E125F">
      <w:pPr>
        <w:pStyle w:val="Text1-1"/>
        <w:numPr>
          <w:ilvl w:val="0"/>
          <w:numId w:val="0"/>
        </w:numPr>
        <w:tabs>
          <w:tab w:val="left" w:pos="708"/>
        </w:tabs>
        <w:ind w:left="737" w:hanging="737"/>
      </w:pPr>
      <w:r>
        <w:t xml:space="preserve">Č.j. </w:t>
      </w:r>
      <w:r w:rsidR="00A34C92">
        <w:t>2841/2024-SŽ-SSZ-OVZ</w:t>
      </w:r>
    </w:p>
    <w:p w14:paraId="1ED53623" w14:textId="77777777" w:rsidR="00DC126F" w:rsidRDefault="00DC126F" w:rsidP="000E125F">
      <w:pPr>
        <w:pStyle w:val="Text1-1"/>
        <w:numPr>
          <w:ilvl w:val="0"/>
          <w:numId w:val="0"/>
        </w:numPr>
        <w:tabs>
          <w:tab w:val="left" w:pos="708"/>
        </w:tabs>
        <w:ind w:left="737" w:hanging="737"/>
      </w:pPr>
    </w:p>
    <w:p w14:paraId="1577217D" w14:textId="77777777" w:rsidR="007A68BE" w:rsidRDefault="007A68BE"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73C5ECF3" w14:textId="77777777" w:rsidR="0058678B" w:rsidRDefault="0058678B" w:rsidP="0058678B">
      <w:pPr>
        <w:spacing w:after="0" w:line="240" w:lineRule="auto"/>
        <w:rPr>
          <w:i/>
          <w:color w:val="FF0000"/>
        </w:rPr>
      </w:pPr>
      <w:r w:rsidRPr="004C7962">
        <w:rPr>
          <w:noProof/>
          <w:lang w:eastAsia="cs-CZ"/>
        </w:rPr>
        <w:drawing>
          <wp:inline distT="0" distB="0" distL="0" distR="0" wp14:anchorId="0B2018B2" wp14:editId="69602639">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09A5375" w14:textId="3DC29FF5" w:rsidR="003F4C40" w:rsidRDefault="003F4C40" w:rsidP="007A68BE">
      <w:pPr>
        <w:spacing w:after="0" w:line="240" w:lineRule="auto"/>
        <w:rPr>
          <w:i/>
          <w:color w:val="FF0000"/>
        </w:rPr>
      </w:pPr>
      <w:r>
        <w:rPr>
          <w:i/>
          <w:color w:val="FF0000"/>
        </w:rPr>
        <w:t xml:space="preserve"> </w:t>
      </w:r>
    </w:p>
    <w:p w14:paraId="5F14E0DF" w14:textId="0A27C365" w:rsidR="007A68BE" w:rsidRDefault="007A68BE" w:rsidP="0058678B">
      <w:pPr>
        <w:pStyle w:val="Zpat"/>
        <w:rPr>
          <w:sz w:val="2"/>
          <w:szCs w:val="2"/>
        </w:rPr>
      </w:pPr>
    </w:p>
    <w:p w14:paraId="3F03AB25" w14:textId="77777777" w:rsidR="007A68BE" w:rsidRDefault="007A68BE" w:rsidP="007A68BE">
      <w:pPr>
        <w:pStyle w:val="Zpat"/>
        <w:tabs>
          <w:tab w:val="left" w:pos="6772"/>
        </w:tabs>
        <w:rPr>
          <w:sz w:val="2"/>
          <w:szCs w:val="2"/>
        </w:rPr>
      </w:pPr>
    </w:p>
    <w:p w14:paraId="2B14EF64" w14:textId="5AC25003" w:rsidR="004D2F4C" w:rsidRDefault="004D2F4C">
      <w:pPr>
        <w:rPr>
          <w:rFonts w:asciiTheme="majorHAnsi" w:hAnsiTheme="majorHAnsi"/>
          <w:b/>
          <w:caps/>
          <w:sz w:val="22"/>
        </w:rPr>
      </w:pPr>
      <w:r>
        <w:rPr>
          <w:rFonts w:asciiTheme="majorHAnsi" w:hAnsiTheme="majorHAnsi"/>
          <w:b/>
          <w:caps/>
          <w:sz w:val="22"/>
        </w:rPr>
        <w:br w:type="page"/>
      </w:r>
    </w:p>
    <w:p w14:paraId="782BE870" w14:textId="15063B12" w:rsidR="00BD7E91" w:rsidRDefault="00BD7E91" w:rsidP="00FE4333">
      <w:pPr>
        <w:pStyle w:val="Nadpisbezsl1-1"/>
      </w:pPr>
      <w:r>
        <w:lastRenderedPageBreak/>
        <w:t>Obsah</w:t>
      </w:r>
      <w:r w:rsidR="00887F36">
        <w:t xml:space="preserve"> </w:t>
      </w:r>
    </w:p>
    <w:p w14:paraId="29A8A079" w14:textId="0DA0FC02" w:rsidR="00A10963" w:rsidRDefault="00BD7E91">
      <w:pPr>
        <w:pStyle w:val="Obsah1"/>
        <w:rPr>
          <w:rFonts w:eastAsiaTheme="minorEastAsia"/>
          <w:caps w:val="0"/>
          <w:noProof/>
          <w:kern w:val="2"/>
          <w:sz w:val="22"/>
          <w:szCs w:val="22"/>
          <w:lang w:eastAsia="cs-CZ"/>
          <w14:ligatures w14:val="standardContextual"/>
        </w:rPr>
      </w:pPr>
      <w:r>
        <w:fldChar w:fldCharType="begin"/>
      </w:r>
      <w:r>
        <w:instrText xml:space="preserve"> TOC \o "1-2" \h \z \u </w:instrText>
      </w:r>
      <w:r>
        <w:fldChar w:fldCharType="separate"/>
      </w:r>
      <w:hyperlink w:anchor="_Toc159579547" w:history="1">
        <w:r w:rsidR="00A10963" w:rsidRPr="001904D3">
          <w:rPr>
            <w:rStyle w:val="Hypertextovodkaz"/>
          </w:rPr>
          <w:t>1.</w:t>
        </w:r>
        <w:r w:rsidR="00A10963">
          <w:rPr>
            <w:rFonts w:eastAsiaTheme="minorEastAsia"/>
            <w:caps w:val="0"/>
            <w:noProof/>
            <w:kern w:val="2"/>
            <w:sz w:val="22"/>
            <w:szCs w:val="22"/>
            <w:lang w:eastAsia="cs-CZ"/>
            <w14:ligatures w14:val="standardContextual"/>
          </w:rPr>
          <w:tab/>
        </w:r>
        <w:r w:rsidR="00A10963" w:rsidRPr="001904D3">
          <w:rPr>
            <w:rStyle w:val="Hypertextovodkaz"/>
          </w:rPr>
          <w:t>ÚVODNÍ USTANOVENÍ</w:t>
        </w:r>
        <w:r w:rsidR="00A10963">
          <w:rPr>
            <w:noProof/>
            <w:webHidden/>
          </w:rPr>
          <w:tab/>
        </w:r>
        <w:r w:rsidR="00A10963">
          <w:rPr>
            <w:noProof/>
            <w:webHidden/>
          </w:rPr>
          <w:fldChar w:fldCharType="begin"/>
        </w:r>
        <w:r w:rsidR="00A10963">
          <w:rPr>
            <w:noProof/>
            <w:webHidden/>
          </w:rPr>
          <w:instrText xml:space="preserve"> PAGEREF _Toc159579547 \h </w:instrText>
        </w:r>
        <w:r w:rsidR="00A10963">
          <w:rPr>
            <w:noProof/>
            <w:webHidden/>
          </w:rPr>
        </w:r>
        <w:r w:rsidR="00A10963">
          <w:rPr>
            <w:noProof/>
            <w:webHidden/>
          </w:rPr>
          <w:fldChar w:fldCharType="separate"/>
        </w:r>
        <w:r w:rsidR="00A61157">
          <w:rPr>
            <w:noProof/>
            <w:webHidden/>
          </w:rPr>
          <w:t>3</w:t>
        </w:r>
        <w:r w:rsidR="00A10963">
          <w:rPr>
            <w:noProof/>
            <w:webHidden/>
          </w:rPr>
          <w:fldChar w:fldCharType="end"/>
        </w:r>
      </w:hyperlink>
    </w:p>
    <w:p w14:paraId="45211188" w14:textId="2AB52319" w:rsidR="00A10963" w:rsidRDefault="00000000">
      <w:pPr>
        <w:pStyle w:val="Obsah1"/>
        <w:rPr>
          <w:rFonts w:eastAsiaTheme="minorEastAsia"/>
          <w:caps w:val="0"/>
          <w:noProof/>
          <w:kern w:val="2"/>
          <w:sz w:val="22"/>
          <w:szCs w:val="22"/>
          <w:lang w:eastAsia="cs-CZ"/>
          <w14:ligatures w14:val="standardContextual"/>
        </w:rPr>
      </w:pPr>
      <w:hyperlink w:anchor="_Toc159579548" w:history="1">
        <w:r w:rsidR="00A10963" w:rsidRPr="001904D3">
          <w:rPr>
            <w:rStyle w:val="Hypertextovodkaz"/>
          </w:rPr>
          <w:t>2.</w:t>
        </w:r>
        <w:r w:rsidR="00A10963">
          <w:rPr>
            <w:rFonts w:eastAsiaTheme="minorEastAsia"/>
            <w:caps w:val="0"/>
            <w:noProof/>
            <w:kern w:val="2"/>
            <w:sz w:val="22"/>
            <w:szCs w:val="22"/>
            <w:lang w:eastAsia="cs-CZ"/>
            <w14:ligatures w14:val="standardContextual"/>
          </w:rPr>
          <w:tab/>
        </w:r>
        <w:r w:rsidR="00A10963" w:rsidRPr="001904D3">
          <w:rPr>
            <w:rStyle w:val="Hypertextovodkaz"/>
          </w:rPr>
          <w:t>IDENTIFIKAČNÍ ÚDAJE ZADAVATELE</w:t>
        </w:r>
        <w:r w:rsidR="00A10963">
          <w:rPr>
            <w:noProof/>
            <w:webHidden/>
          </w:rPr>
          <w:tab/>
        </w:r>
        <w:r w:rsidR="00A10963">
          <w:rPr>
            <w:noProof/>
            <w:webHidden/>
          </w:rPr>
          <w:fldChar w:fldCharType="begin"/>
        </w:r>
        <w:r w:rsidR="00A10963">
          <w:rPr>
            <w:noProof/>
            <w:webHidden/>
          </w:rPr>
          <w:instrText xml:space="preserve"> PAGEREF _Toc159579548 \h </w:instrText>
        </w:r>
        <w:r w:rsidR="00A10963">
          <w:rPr>
            <w:noProof/>
            <w:webHidden/>
          </w:rPr>
        </w:r>
        <w:r w:rsidR="00A10963">
          <w:rPr>
            <w:noProof/>
            <w:webHidden/>
          </w:rPr>
          <w:fldChar w:fldCharType="separate"/>
        </w:r>
        <w:r w:rsidR="00A61157">
          <w:rPr>
            <w:noProof/>
            <w:webHidden/>
          </w:rPr>
          <w:t>3</w:t>
        </w:r>
        <w:r w:rsidR="00A10963">
          <w:rPr>
            <w:noProof/>
            <w:webHidden/>
          </w:rPr>
          <w:fldChar w:fldCharType="end"/>
        </w:r>
      </w:hyperlink>
    </w:p>
    <w:p w14:paraId="20AA6480" w14:textId="442AC130" w:rsidR="00A10963" w:rsidRDefault="00000000">
      <w:pPr>
        <w:pStyle w:val="Obsah1"/>
        <w:rPr>
          <w:rFonts w:eastAsiaTheme="minorEastAsia"/>
          <w:caps w:val="0"/>
          <w:noProof/>
          <w:kern w:val="2"/>
          <w:sz w:val="22"/>
          <w:szCs w:val="22"/>
          <w:lang w:eastAsia="cs-CZ"/>
          <w14:ligatures w14:val="standardContextual"/>
        </w:rPr>
      </w:pPr>
      <w:hyperlink w:anchor="_Toc159579549" w:history="1">
        <w:r w:rsidR="00A10963" w:rsidRPr="001904D3">
          <w:rPr>
            <w:rStyle w:val="Hypertextovodkaz"/>
          </w:rPr>
          <w:t>3.</w:t>
        </w:r>
        <w:r w:rsidR="00A10963">
          <w:rPr>
            <w:rFonts w:eastAsiaTheme="minorEastAsia"/>
            <w:caps w:val="0"/>
            <w:noProof/>
            <w:kern w:val="2"/>
            <w:sz w:val="22"/>
            <w:szCs w:val="22"/>
            <w:lang w:eastAsia="cs-CZ"/>
            <w14:ligatures w14:val="standardContextual"/>
          </w:rPr>
          <w:tab/>
        </w:r>
        <w:r w:rsidR="00A10963" w:rsidRPr="001904D3">
          <w:rPr>
            <w:rStyle w:val="Hypertextovodkaz"/>
          </w:rPr>
          <w:t>KOMUNIKACE MEZI ZADAVATELEM a DODAVATELEM</w:t>
        </w:r>
        <w:r w:rsidR="00A10963">
          <w:rPr>
            <w:noProof/>
            <w:webHidden/>
          </w:rPr>
          <w:tab/>
        </w:r>
        <w:r w:rsidR="00A10963">
          <w:rPr>
            <w:noProof/>
            <w:webHidden/>
          </w:rPr>
          <w:fldChar w:fldCharType="begin"/>
        </w:r>
        <w:r w:rsidR="00A10963">
          <w:rPr>
            <w:noProof/>
            <w:webHidden/>
          </w:rPr>
          <w:instrText xml:space="preserve"> PAGEREF _Toc159579549 \h </w:instrText>
        </w:r>
        <w:r w:rsidR="00A10963">
          <w:rPr>
            <w:noProof/>
            <w:webHidden/>
          </w:rPr>
        </w:r>
        <w:r w:rsidR="00A10963">
          <w:rPr>
            <w:noProof/>
            <w:webHidden/>
          </w:rPr>
          <w:fldChar w:fldCharType="separate"/>
        </w:r>
        <w:r w:rsidR="00A61157">
          <w:rPr>
            <w:noProof/>
            <w:webHidden/>
          </w:rPr>
          <w:t>4</w:t>
        </w:r>
        <w:r w:rsidR="00A10963">
          <w:rPr>
            <w:noProof/>
            <w:webHidden/>
          </w:rPr>
          <w:fldChar w:fldCharType="end"/>
        </w:r>
      </w:hyperlink>
    </w:p>
    <w:p w14:paraId="43DE5106" w14:textId="7D80B1F3" w:rsidR="00A10963" w:rsidRDefault="00000000">
      <w:pPr>
        <w:pStyle w:val="Obsah1"/>
        <w:rPr>
          <w:rFonts w:eastAsiaTheme="minorEastAsia"/>
          <w:caps w:val="0"/>
          <w:noProof/>
          <w:kern w:val="2"/>
          <w:sz w:val="22"/>
          <w:szCs w:val="22"/>
          <w:lang w:eastAsia="cs-CZ"/>
          <w14:ligatures w14:val="standardContextual"/>
        </w:rPr>
      </w:pPr>
      <w:hyperlink w:anchor="_Toc159579550" w:history="1">
        <w:r w:rsidR="00A10963" w:rsidRPr="001904D3">
          <w:rPr>
            <w:rStyle w:val="Hypertextovodkaz"/>
          </w:rPr>
          <w:t>4.</w:t>
        </w:r>
        <w:r w:rsidR="00A10963">
          <w:rPr>
            <w:rFonts w:eastAsiaTheme="minorEastAsia"/>
            <w:caps w:val="0"/>
            <w:noProof/>
            <w:kern w:val="2"/>
            <w:sz w:val="22"/>
            <w:szCs w:val="22"/>
            <w:lang w:eastAsia="cs-CZ"/>
            <w14:ligatures w14:val="standardContextual"/>
          </w:rPr>
          <w:tab/>
        </w:r>
        <w:r w:rsidR="00A10963" w:rsidRPr="001904D3">
          <w:rPr>
            <w:rStyle w:val="Hypertextovodkaz"/>
          </w:rPr>
          <w:t>ÚČEL a PŘEDMĚT PLNĚNÍ VEŘEJNÉ ZAKÁZKY</w:t>
        </w:r>
        <w:r w:rsidR="00A10963">
          <w:rPr>
            <w:noProof/>
            <w:webHidden/>
          </w:rPr>
          <w:tab/>
        </w:r>
        <w:r w:rsidR="00A10963">
          <w:rPr>
            <w:noProof/>
            <w:webHidden/>
          </w:rPr>
          <w:fldChar w:fldCharType="begin"/>
        </w:r>
        <w:r w:rsidR="00A10963">
          <w:rPr>
            <w:noProof/>
            <w:webHidden/>
          </w:rPr>
          <w:instrText xml:space="preserve"> PAGEREF _Toc159579550 \h </w:instrText>
        </w:r>
        <w:r w:rsidR="00A10963">
          <w:rPr>
            <w:noProof/>
            <w:webHidden/>
          </w:rPr>
        </w:r>
        <w:r w:rsidR="00A10963">
          <w:rPr>
            <w:noProof/>
            <w:webHidden/>
          </w:rPr>
          <w:fldChar w:fldCharType="separate"/>
        </w:r>
        <w:r w:rsidR="00A61157">
          <w:rPr>
            <w:noProof/>
            <w:webHidden/>
          </w:rPr>
          <w:t>4</w:t>
        </w:r>
        <w:r w:rsidR="00A10963">
          <w:rPr>
            <w:noProof/>
            <w:webHidden/>
          </w:rPr>
          <w:fldChar w:fldCharType="end"/>
        </w:r>
      </w:hyperlink>
    </w:p>
    <w:p w14:paraId="42D73ACE" w14:textId="6EEE0B30" w:rsidR="00A10963" w:rsidRDefault="00000000">
      <w:pPr>
        <w:pStyle w:val="Obsah1"/>
        <w:rPr>
          <w:rFonts w:eastAsiaTheme="minorEastAsia"/>
          <w:caps w:val="0"/>
          <w:noProof/>
          <w:kern w:val="2"/>
          <w:sz w:val="22"/>
          <w:szCs w:val="22"/>
          <w:lang w:eastAsia="cs-CZ"/>
          <w14:ligatures w14:val="standardContextual"/>
        </w:rPr>
      </w:pPr>
      <w:hyperlink w:anchor="_Toc159579551" w:history="1">
        <w:r w:rsidR="00A10963" w:rsidRPr="001904D3">
          <w:rPr>
            <w:rStyle w:val="Hypertextovodkaz"/>
          </w:rPr>
          <w:t>5.</w:t>
        </w:r>
        <w:r w:rsidR="00A10963">
          <w:rPr>
            <w:rFonts w:eastAsiaTheme="minorEastAsia"/>
            <w:caps w:val="0"/>
            <w:noProof/>
            <w:kern w:val="2"/>
            <w:sz w:val="22"/>
            <w:szCs w:val="22"/>
            <w:lang w:eastAsia="cs-CZ"/>
            <w14:ligatures w14:val="standardContextual"/>
          </w:rPr>
          <w:tab/>
        </w:r>
        <w:r w:rsidR="00A10963" w:rsidRPr="001904D3">
          <w:rPr>
            <w:rStyle w:val="Hypertextovodkaz"/>
          </w:rPr>
          <w:t>ZDROJE FINANCOVÁNÍ a PŘEDPOKLÁDANÁ HODNOTA VEŘEJNÉ ZAKÁZKY</w:t>
        </w:r>
        <w:r w:rsidR="00A10963">
          <w:rPr>
            <w:noProof/>
            <w:webHidden/>
          </w:rPr>
          <w:tab/>
        </w:r>
        <w:r w:rsidR="00A10963">
          <w:rPr>
            <w:noProof/>
            <w:webHidden/>
          </w:rPr>
          <w:fldChar w:fldCharType="begin"/>
        </w:r>
        <w:r w:rsidR="00A10963">
          <w:rPr>
            <w:noProof/>
            <w:webHidden/>
          </w:rPr>
          <w:instrText xml:space="preserve"> PAGEREF _Toc159579551 \h </w:instrText>
        </w:r>
        <w:r w:rsidR="00A10963">
          <w:rPr>
            <w:noProof/>
            <w:webHidden/>
          </w:rPr>
        </w:r>
        <w:r w:rsidR="00A10963">
          <w:rPr>
            <w:noProof/>
            <w:webHidden/>
          </w:rPr>
          <w:fldChar w:fldCharType="separate"/>
        </w:r>
        <w:r w:rsidR="00A61157">
          <w:rPr>
            <w:noProof/>
            <w:webHidden/>
          </w:rPr>
          <w:t>5</w:t>
        </w:r>
        <w:r w:rsidR="00A10963">
          <w:rPr>
            <w:noProof/>
            <w:webHidden/>
          </w:rPr>
          <w:fldChar w:fldCharType="end"/>
        </w:r>
      </w:hyperlink>
    </w:p>
    <w:p w14:paraId="55F7D2B1" w14:textId="7A40127F" w:rsidR="00A10963" w:rsidRDefault="00000000">
      <w:pPr>
        <w:pStyle w:val="Obsah1"/>
        <w:rPr>
          <w:rFonts w:eastAsiaTheme="minorEastAsia"/>
          <w:caps w:val="0"/>
          <w:noProof/>
          <w:kern w:val="2"/>
          <w:sz w:val="22"/>
          <w:szCs w:val="22"/>
          <w:lang w:eastAsia="cs-CZ"/>
          <w14:ligatures w14:val="standardContextual"/>
        </w:rPr>
      </w:pPr>
      <w:hyperlink w:anchor="_Toc159579552" w:history="1">
        <w:r w:rsidR="00A10963" w:rsidRPr="001904D3">
          <w:rPr>
            <w:rStyle w:val="Hypertextovodkaz"/>
          </w:rPr>
          <w:t>6.</w:t>
        </w:r>
        <w:r w:rsidR="00A10963">
          <w:rPr>
            <w:rFonts w:eastAsiaTheme="minorEastAsia"/>
            <w:caps w:val="0"/>
            <w:noProof/>
            <w:kern w:val="2"/>
            <w:sz w:val="22"/>
            <w:szCs w:val="22"/>
            <w:lang w:eastAsia="cs-CZ"/>
            <w14:ligatures w14:val="standardContextual"/>
          </w:rPr>
          <w:tab/>
        </w:r>
        <w:r w:rsidR="00A10963" w:rsidRPr="001904D3">
          <w:rPr>
            <w:rStyle w:val="Hypertextovodkaz"/>
          </w:rPr>
          <w:t>OBSAH ZADÁVACÍ DOKUMENTACE</w:t>
        </w:r>
        <w:r w:rsidR="00A10963">
          <w:rPr>
            <w:noProof/>
            <w:webHidden/>
          </w:rPr>
          <w:tab/>
        </w:r>
        <w:r w:rsidR="00A10963">
          <w:rPr>
            <w:noProof/>
            <w:webHidden/>
          </w:rPr>
          <w:fldChar w:fldCharType="begin"/>
        </w:r>
        <w:r w:rsidR="00A10963">
          <w:rPr>
            <w:noProof/>
            <w:webHidden/>
          </w:rPr>
          <w:instrText xml:space="preserve"> PAGEREF _Toc159579552 \h </w:instrText>
        </w:r>
        <w:r w:rsidR="00A10963">
          <w:rPr>
            <w:noProof/>
            <w:webHidden/>
          </w:rPr>
        </w:r>
        <w:r w:rsidR="00A10963">
          <w:rPr>
            <w:noProof/>
            <w:webHidden/>
          </w:rPr>
          <w:fldChar w:fldCharType="separate"/>
        </w:r>
        <w:r w:rsidR="00A61157">
          <w:rPr>
            <w:noProof/>
            <w:webHidden/>
          </w:rPr>
          <w:t>5</w:t>
        </w:r>
        <w:r w:rsidR="00A10963">
          <w:rPr>
            <w:noProof/>
            <w:webHidden/>
          </w:rPr>
          <w:fldChar w:fldCharType="end"/>
        </w:r>
      </w:hyperlink>
    </w:p>
    <w:p w14:paraId="1F5AB2AF" w14:textId="6BC4A51C" w:rsidR="00A10963" w:rsidRDefault="00000000">
      <w:pPr>
        <w:pStyle w:val="Obsah1"/>
        <w:rPr>
          <w:rFonts w:eastAsiaTheme="minorEastAsia"/>
          <w:caps w:val="0"/>
          <w:noProof/>
          <w:kern w:val="2"/>
          <w:sz w:val="22"/>
          <w:szCs w:val="22"/>
          <w:lang w:eastAsia="cs-CZ"/>
          <w14:ligatures w14:val="standardContextual"/>
        </w:rPr>
      </w:pPr>
      <w:hyperlink w:anchor="_Toc159579553" w:history="1">
        <w:r w:rsidR="00A10963" w:rsidRPr="001904D3">
          <w:rPr>
            <w:rStyle w:val="Hypertextovodkaz"/>
          </w:rPr>
          <w:t>7.</w:t>
        </w:r>
        <w:r w:rsidR="00A10963">
          <w:rPr>
            <w:rFonts w:eastAsiaTheme="minorEastAsia"/>
            <w:caps w:val="0"/>
            <w:noProof/>
            <w:kern w:val="2"/>
            <w:sz w:val="22"/>
            <w:szCs w:val="22"/>
            <w:lang w:eastAsia="cs-CZ"/>
            <w14:ligatures w14:val="standardContextual"/>
          </w:rPr>
          <w:tab/>
        </w:r>
        <w:r w:rsidR="00A10963" w:rsidRPr="001904D3">
          <w:rPr>
            <w:rStyle w:val="Hypertextovodkaz"/>
          </w:rPr>
          <w:t>VYSVĚTLENÍ, ZMĚNY a DOPLNĚNÍ ZADÁVACÍ DOKUMENTACE</w:t>
        </w:r>
        <w:r w:rsidR="00A10963">
          <w:rPr>
            <w:noProof/>
            <w:webHidden/>
          </w:rPr>
          <w:tab/>
        </w:r>
        <w:r w:rsidR="00A10963">
          <w:rPr>
            <w:noProof/>
            <w:webHidden/>
          </w:rPr>
          <w:fldChar w:fldCharType="begin"/>
        </w:r>
        <w:r w:rsidR="00A10963">
          <w:rPr>
            <w:noProof/>
            <w:webHidden/>
          </w:rPr>
          <w:instrText xml:space="preserve"> PAGEREF _Toc159579553 \h </w:instrText>
        </w:r>
        <w:r w:rsidR="00A10963">
          <w:rPr>
            <w:noProof/>
            <w:webHidden/>
          </w:rPr>
        </w:r>
        <w:r w:rsidR="00A10963">
          <w:rPr>
            <w:noProof/>
            <w:webHidden/>
          </w:rPr>
          <w:fldChar w:fldCharType="separate"/>
        </w:r>
        <w:r w:rsidR="00A61157">
          <w:rPr>
            <w:noProof/>
            <w:webHidden/>
          </w:rPr>
          <w:t>6</w:t>
        </w:r>
        <w:r w:rsidR="00A10963">
          <w:rPr>
            <w:noProof/>
            <w:webHidden/>
          </w:rPr>
          <w:fldChar w:fldCharType="end"/>
        </w:r>
      </w:hyperlink>
    </w:p>
    <w:p w14:paraId="7585AA01" w14:textId="6217218D" w:rsidR="00A10963" w:rsidRDefault="00000000">
      <w:pPr>
        <w:pStyle w:val="Obsah1"/>
        <w:rPr>
          <w:rFonts w:eastAsiaTheme="minorEastAsia"/>
          <w:caps w:val="0"/>
          <w:noProof/>
          <w:kern w:val="2"/>
          <w:sz w:val="22"/>
          <w:szCs w:val="22"/>
          <w:lang w:eastAsia="cs-CZ"/>
          <w14:ligatures w14:val="standardContextual"/>
        </w:rPr>
      </w:pPr>
      <w:hyperlink w:anchor="_Toc159579554" w:history="1">
        <w:r w:rsidR="00A10963" w:rsidRPr="001904D3">
          <w:rPr>
            <w:rStyle w:val="Hypertextovodkaz"/>
          </w:rPr>
          <w:t>8.</w:t>
        </w:r>
        <w:r w:rsidR="00A10963">
          <w:rPr>
            <w:rFonts w:eastAsiaTheme="minorEastAsia"/>
            <w:caps w:val="0"/>
            <w:noProof/>
            <w:kern w:val="2"/>
            <w:sz w:val="22"/>
            <w:szCs w:val="22"/>
            <w:lang w:eastAsia="cs-CZ"/>
            <w14:ligatures w14:val="standardContextual"/>
          </w:rPr>
          <w:tab/>
        </w:r>
        <w:r w:rsidR="00A10963" w:rsidRPr="001904D3">
          <w:rPr>
            <w:rStyle w:val="Hypertextovodkaz"/>
          </w:rPr>
          <w:t>POŽADAVKY ZADAVATELE NA KVALIFIKACI</w:t>
        </w:r>
        <w:r w:rsidR="00A10963">
          <w:rPr>
            <w:noProof/>
            <w:webHidden/>
          </w:rPr>
          <w:tab/>
        </w:r>
        <w:r w:rsidR="00A10963">
          <w:rPr>
            <w:noProof/>
            <w:webHidden/>
          </w:rPr>
          <w:fldChar w:fldCharType="begin"/>
        </w:r>
        <w:r w:rsidR="00A10963">
          <w:rPr>
            <w:noProof/>
            <w:webHidden/>
          </w:rPr>
          <w:instrText xml:space="preserve"> PAGEREF _Toc159579554 \h </w:instrText>
        </w:r>
        <w:r w:rsidR="00A10963">
          <w:rPr>
            <w:noProof/>
            <w:webHidden/>
          </w:rPr>
        </w:r>
        <w:r w:rsidR="00A10963">
          <w:rPr>
            <w:noProof/>
            <w:webHidden/>
          </w:rPr>
          <w:fldChar w:fldCharType="separate"/>
        </w:r>
        <w:r w:rsidR="00A61157">
          <w:rPr>
            <w:noProof/>
            <w:webHidden/>
          </w:rPr>
          <w:t>6</w:t>
        </w:r>
        <w:r w:rsidR="00A10963">
          <w:rPr>
            <w:noProof/>
            <w:webHidden/>
          </w:rPr>
          <w:fldChar w:fldCharType="end"/>
        </w:r>
      </w:hyperlink>
    </w:p>
    <w:p w14:paraId="23D7DEAD" w14:textId="3B1AADDC" w:rsidR="00A10963" w:rsidRDefault="00000000">
      <w:pPr>
        <w:pStyle w:val="Obsah1"/>
        <w:rPr>
          <w:rFonts w:eastAsiaTheme="minorEastAsia"/>
          <w:caps w:val="0"/>
          <w:noProof/>
          <w:kern w:val="2"/>
          <w:sz w:val="22"/>
          <w:szCs w:val="22"/>
          <w:lang w:eastAsia="cs-CZ"/>
          <w14:ligatures w14:val="standardContextual"/>
        </w:rPr>
      </w:pPr>
      <w:hyperlink w:anchor="_Toc159579555" w:history="1">
        <w:r w:rsidR="00A10963" w:rsidRPr="001904D3">
          <w:rPr>
            <w:rStyle w:val="Hypertextovodkaz"/>
          </w:rPr>
          <w:t>9.</w:t>
        </w:r>
        <w:r w:rsidR="00A10963">
          <w:rPr>
            <w:rFonts w:eastAsiaTheme="minorEastAsia"/>
            <w:caps w:val="0"/>
            <w:noProof/>
            <w:kern w:val="2"/>
            <w:sz w:val="22"/>
            <w:szCs w:val="22"/>
            <w:lang w:eastAsia="cs-CZ"/>
            <w14:ligatures w14:val="standardContextual"/>
          </w:rPr>
          <w:tab/>
        </w:r>
        <w:r w:rsidR="00A10963" w:rsidRPr="001904D3">
          <w:rPr>
            <w:rStyle w:val="Hypertextovodkaz"/>
          </w:rPr>
          <w:t>DALŠÍ INFORMACE/DOKUMENTY PŘEDKLÁDANÉ DODAVATELEM v NABÍDCE</w:t>
        </w:r>
        <w:r w:rsidR="00A10963">
          <w:rPr>
            <w:noProof/>
            <w:webHidden/>
          </w:rPr>
          <w:tab/>
        </w:r>
        <w:r w:rsidR="00A10963">
          <w:rPr>
            <w:noProof/>
            <w:webHidden/>
          </w:rPr>
          <w:fldChar w:fldCharType="begin"/>
        </w:r>
        <w:r w:rsidR="00A10963">
          <w:rPr>
            <w:noProof/>
            <w:webHidden/>
          </w:rPr>
          <w:instrText xml:space="preserve"> PAGEREF _Toc159579555 \h </w:instrText>
        </w:r>
        <w:r w:rsidR="00A10963">
          <w:rPr>
            <w:noProof/>
            <w:webHidden/>
          </w:rPr>
        </w:r>
        <w:r w:rsidR="00A10963">
          <w:rPr>
            <w:noProof/>
            <w:webHidden/>
          </w:rPr>
          <w:fldChar w:fldCharType="separate"/>
        </w:r>
        <w:r w:rsidR="00A61157">
          <w:rPr>
            <w:noProof/>
            <w:webHidden/>
          </w:rPr>
          <w:t>19</w:t>
        </w:r>
        <w:r w:rsidR="00A10963">
          <w:rPr>
            <w:noProof/>
            <w:webHidden/>
          </w:rPr>
          <w:fldChar w:fldCharType="end"/>
        </w:r>
      </w:hyperlink>
    </w:p>
    <w:p w14:paraId="2B86657F" w14:textId="74D608A1" w:rsidR="00A10963" w:rsidRDefault="00000000">
      <w:pPr>
        <w:pStyle w:val="Obsah1"/>
        <w:rPr>
          <w:rFonts w:eastAsiaTheme="minorEastAsia"/>
          <w:caps w:val="0"/>
          <w:noProof/>
          <w:kern w:val="2"/>
          <w:sz w:val="22"/>
          <w:szCs w:val="22"/>
          <w:lang w:eastAsia="cs-CZ"/>
          <w14:ligatures w14:val="standardContextual"/>
        </w:rPr>
      </w:pPr>
      <w:hyperlink w:anchor="_Toc159579556" w:history="1">
        <w:r w:rsidR="00A10963" w:rsidRPr="001904D3">
          <w:rPr>
            <w:rStyle w:val="Hypertextovodkaz"/>
          </w:rPr>
          <w:t>10.</w:t>
        </w:r>
        <w:r w:rsidR="00A10963">
          <w:rPr>
            <w:rFonts w:eastAsiaTheme="minorEastAsia"/>
            <w:caps w:val="0"/>
            <w:noProof/>
            <w:kern w:val="2"/>
            <w:sz w:val="22"/>
            <w:szCs w:val="22"/>
            <w:lang w:eastAsia="cs-CZ"/>
            <w14:ligatures w14:val="standardContextual"/>
          </w:rPr>
          <w:tab/>
        </w:r>
        <w:r w:rsidR="00A10963" w:rsidRPr="001904D3">
          <w:rPr>
            <w:rStyle w:val="Hypertextovodkaz"/>
          </w:rPr>
          <w:t>JAZYK NABÍDEK A KOMUNIKAČNÍ JAZYK</w:t>
        </w:r>
        <w:r w:rsidR="00A10963">
          <w:rPr>
            <w:noProof/>
            <w:webHidden/>
          </w:rPr>
          <w:tab/>
        </w:r>
        <w:r w:rsidR="00A10963">
          <w:rPr>
            <w:noProof/>
            <w:webHidden/>
          </w:rPr>
          <w:fldChar w:fldCharType="begin"/>
        </w:r>
        <w:r w:rsidR="00A10963">
          <w:rPr>
            <w:noProof/>
            <w:webHidden/>
          </w:rPr>
          <w:instrText xml:space="preserve"> PAGEREF _Toc159579556 \h </w:instrText>
        </w:r>
        <w:r w:rsidR="00A10963">
          <w:rPr>
            <w:noProof/>
            <w:webHidden/>
          </w:rPr>
        </w:r>
        <w:r w:rsidR="00A10963">
          <w:rPr>
            <w:noProof/>
            <w:webHidden/>
          </w:rPr>
          <w:fldChar w:fldCharType="separate"/>
        </w:r>
        <w:r w:rsidR="00A61157">
          <w:rPr>
            <w:noProof/>
            <w:webHidden/>
          </w:rPr>
          <w:t>21</w:t>
        </w:r>
        <w:r w:rsidR="00A10963">
          <w:rPr>
            <w:noProof/>
            <w:webHidden/>
          </w:rPr>
          <w:fldChar w:fldCharType="end"/>
        </w:r>
      </w:hyperlink>
    </w:p>
    <w:p w14:paraId="5DF07A06" w14:textId="30FF4F91" w:rsidR="00A10963" w:rsidRDefault="00000000">
      <w:pPr>
        <w:pStyle w:val="Obsah1"/>
        <w:rPr>
          <w:rFonts w:eastAsiaTheme="minorEastAsia"/>
          <w:caps w:val="0"/>
          <w:noProof/>
          <w:kern w:val="2"/>
          <w:sz w:val="22"/>
          <w:szCs w:val="22"/>
          <w:lang w:eastAsia="cs-CZ"/>
          <w14:ligatures w14:val="standardContextual"/>
        </w:rPr>
      </w:pPr>
      <w:hyperlink w:anchor="_Toc159579557" w:history="1">
        <w:r w:rsidR="00A10963" w:rsidRPr="001904D3">
          <w:rPr>
            <w:rStyle w:val="Hypertextovodkaz"/>
          </w:rPr>
          <w:t>11.</w:t>
        </w:r>
        <w:r w:rsidR="00A10963">
          <w:rPr>
            <w:rFonts w:eastAsiaTheme="minorEastAsia"/>
            <w:caps w:val="0"/>
            <w:noProof/>
            <w:kern w:val="2"/>
            <w:sz w:val="22"/>
            <w:szCs w:val="22"/>
            <w:lang w:eastAsia="cs-CZ"/>
            <w14:ligatures w14:val="standardContextual"/>
          </w:rPr>
          <w:tab/>
        </w:r>
        <w:r w:rsidR="00A10963" w:rsidRPr="001904D3">
          <w:rPr>
            <w:rStyle w:val="Hypertextovodkaz"/>
          </w:rPr>
          <w:t>OBSAH a PODÁVÁNÍ NABÍDEK</w:t>
        </w:r>
        <w:r w:rsidR="00A10963">
          <w:rPr>
            <w:noProof/>
            <w:webHidden/>
          </w:rPr>
          <w:tab/>
        </w:r>
        <w:r w:rsidR="00A10963">
          <w:rPr>
            <w:noProof/>
            <w:webHidden/>
          </w:rPr>
          <w:fldChar w:fldCharType="begin"/>
        </w:r>
        <w:r w:rsidR="00A10963">
          <w:rPr>
            <w:noProof/>
            <w:webHidden/>
          </w:rPr>
          <w:instrText xml:space="preserve"> PAGEREF _Toc159579557 \h </w:instrText>
        </w:r>
        <w:r w:rsidR="00A10963">
          <w:rPr>
            <w:noProof/>
            <w:webHidden/>
          </w:rPr>
        </w:r>
        <w:r w:rsidR="00A10963">
          <w:rPr>
            <w:noProof/>
            <w:webHidden/>
          </w:rPr>
          <w:fldChar w:fldCharType="separate"/>
        </w:r>
        <w:r w:rsidR="00A61157">
          <w:rPr>
            <w:noProof/>
            <w:webHidden/>
          </w:rPr>
          <w:t>21</w:t>
        </w:r>
        <w:r w:rsidR="00A10963">
          <w:rPr>
            <w:noProof/>
            <w:webHidden/>
          </w:rPr>
          <w:fldChar w:fldCharType="end"/>
        </w:r>
      </w:hyperlink>
    </w:p>
    <w:p w14:paraId="6D861D8E" w14:textId="7FC9809D" w:rsidR="00A10963" w:rsidRDefault="00000000">
      <w:pPr>
        <w:pStyle w:val="Obsah1"/>
        <w:rPr>
          <w:rFonts w:eastAsiaTheme="minorEastAsia"/>
          <w:caps w:val="0"/>
          <w:noProof/>
          <w:kern w:val="2"/>
          <w:sz w:val="22"/>
          <w:szCs w:val="22"/>
          <w:lang w:eastAsia="cs-CZ"/>
          <w14:ligatures w14:val="standardContextual"/>
        </w:rPr>
      </w:pPr>
      <w:hyperlink w:anchor="_Toc159579558" w:history="1">
        <w:r w:rsidR="00A10963" w:rsidRPr="001904D3">
          <w:rPr>
            <w:rStyle w:val="Hypertextovodkaz"/>
          </w:rPr>
          <w:t>12.</w:t>
        </w:r>
        <w:r w:rsidR="00A10963">
          <w:rPr>
            <w:rFonts w:eastAsiaTheme="minorEastAsia"/>
            <w:caps w:val="0"/>
            <w:noProof/>
            <w:kern w:val="2"/>
            <w:sz w:val="22"/>
            <w:szCs w:val="22"/>
            <w:lang w:eastAsia="cs-CZ"/>
            <w14:ligatures w14:val="standardContextual"/>
          </w:rPr>
          <w:tab/>
        </w:r>
        <w:r w:rsidR="00A10963" w:rsidRPr="001904D3">
          <w:rPr>
            <w:rStyle w:val="Hypertextovodkaz"/>
          </w:rPr>
          <w:t>POŽADAVKY NA ZPRACOVÁNÍ NABÍDKOVÉ CENY</w:t>
        </w:r>
        <w:r w:rsidR="00A10963">
          <w:rPr>
            <w:noProof/>
            <w:webHidden/>
          </w:rPr>
          <w:tab/>
        </w:r>
        <w:r w:rsidR="00A10963">
          <w:rPr>
            <w:noProof/>
            <w:webHidden/>
          </w:rPr>
          <w:fldChar w:fldCharType="begin"/>
        </w:r>
        <w:r w:rsidR="00A10963">
          <w:rPr>
            <w:noProof/>
            <w:webHidden/>
          </w:rPr>
          <w:instrText xml:space="preserve"> PAGEREF _Toc159579558 \h </w:instrText>
        </w:r>
        <w:r w:rsidR="00A10963">
          <w:rPr>
            <w:noProof/>
            <w:webHidden/>
          </w:rPr>
        </w:r>
        <w:r w:rsidR="00A10963">
          <w:rPr>
            <w:noProof/>
            <w:webHidden/>
          </w:rPr>
          <w:fldChar w:fldCharType="separate"/>
        </w:r>
        <w:r w:rsidR="00A61157">
          <w:rPr>
            <w:noProof/>
            <w:webHidden/>
          </w:rPr>
          <w:t>23</w:t>
        </w:r>
        <w:r w:rsidR="00A10963">
          <w:rPr>
            <w:noProof/>
            <w:webHidden/>
          </w:rPr>
          <w:fldChar w:fldCharType="end"/>
        </w:r>
      </w:hyperlink>
    </w:p>
    <w:p w14:paraId="4D28C792" w14:textId="7A237776" w:rsidR="00A10963" w:rsidRDefault="00000000">
      <w:pPr>
        <w:pStyle w:val="Obsah1"/>
        <w:rPr>
          <w:rFonts w:eastAsiaTheme="minorEastAsia"/>
          <w:caps w:val="0"/>
          <w:noProof/>
          <w:kern w:val="2"/>
          <w:sz w:val="22"/>
          <w:szCs w:val="22"/>
          <w:lang w:eastAsia="cs-CZ"/>
          <w14:ligatures w14:val="standardContextual"/>
        </w:rPr>
      </w:pPr>
      <w:hyperlink w:anchor="_Toc159579559" w:history="1">
        <w:r w:rsidR="00A10963" w:rsidRPr="001904D3">
          <w:rPr>
            <w:rStyle w:val="Hypertextovodkaz"/>
          </w:rPr>
          <w:t>13.</w:t>
        </w:r>
        <w:r w:rsidR="00A10963">
          <w:rPr>
            <w:rFonts w:eastAsiaTheme="minorEastAsia"/>
            <w:caps w:val="0"/>
            <w:noProof/>
            <w:kern w:val="2"/>
            <w:sz w:val="22"/>
            <w:szCs w:val="22"/>
            <w:lang w:eastAsia="cs-CZ"/>
            <w14:ligatures w14:val="standardContextual"/>
          </w:rPr>
          <w:tab/>
        </w:r>
        <w:r w:rsidR="00A10963" w:rsidRPr="001904D3">
          <w:rPr>
            <w:rStyle w:val="Hypertextovodkaz"/>
          </w:rPr>
          <w:t>VARIANTY NABÍDKY</w:t>
        </w:r>
        <w:r w:rsidR="00A10963">
          <w:rPr>
            <w:noProof/>
            <w:webHidden/>
          </w:rPr>
          <w:tab/>
        </w:r>
        <w:r w:rsidR="00A10963">
          <w:rPr>
            <w:noProof/>
            <w:webHidden/>
          </w:rPr>
          <w:fldChar w:fldCharType="begin"/>
        </w:r>
        <w:r w:rsidR="00A10963">
          <w:rPr>
            <w:noProof/>
            <w:webHidden/>
          </w:rPr>
          <w:instrText xml:space="preserve"> PAGEREF _Toc159579559 \h </w:instrText>
        </w:r>
        <w:r w:rsidR="00A10963">
          <w:rPr>
            <w:noProof/>
            <w:webHidden/>
          </w:rPr>
        </w:r>
        <w:r w:rsidR="00A10963">
          <w:rPr>
            <w:noProof/>
            <w:webHidden/>
          </w:rPr>
          <w:fldChar w:fldCharType="separate"/>
        </w:r>
        <w:r w:rsidR="00A61157">
          <w:rPr>
            <w:noProof/>
            <w:webHidden/>
          </w:rPr>
          <w:t>24</w:t>
        </w:r>
        <w:r w:rsidR="00A10963">
          <w:rPr>
            <w:noProof/>
            <w:webHidden/>
          </w:rPr>
          <w:fldChar w:fldCharType="end"/>
        </w:r>
      </w:hyperlink>
    </w:p>
    <w:p w14:paraId="307D16F7" w14:textId="5FAC1440" w:rsidR="00A10963" w:rsidRDefault="00000000">
      <w:pPr>
        <w:pStyle w:val="Obsah1"/>
        <w:rPr>
          <w:rFonts w:eastAsiaTheme="minorEastAsia"/>
          <w:caps w:val="0"/>
          <w:noProof/>
          <w:kern w:val="2"/>
          <w:sz w:val="22"/>
          <w:szCs w:val="22"/>
          <w:lang w:eastAsia="cs-CZ"/>
          <w14:ligatures w14:val="standardContextual"/>
        </w:rPr>
      </w:pPr>
      <w:hyperlink w:anchor="_Toc159579560" w:history="1">
        <w:r w:rsidR="00A10963" w:rsidRPr="001904D3">
          <w:rPr>
            <w:rStyle w:val="Hypertextovodkaz"/>
          </w:rPr>
          <w:t>14.</w:t>
        </w:r>
        <w:r w:rsidR="00A10963">
          <w:rPr>
            <w:rFonts w:eastAsiaTheme="minorEastAsia"/>
            <w:caps w:val="0"/>
            <w:noProof/>
            <w:kern w:val="2"/>
            <w:sz w:val="22"/>
            <w:szCs w:val="22"/>
            <w:lang w:eastAsia="cs-CZ"/>
            <w14:ligatures w14:val="standardContextual"/>
          </w:rPr>
          <w:tab/>
        </w:r>
        <w:r w:rsidR="00A10963" w:rsidRPr="001904D3">
          <w:rPr>
            <w:rStyle w:val="Hypertextovodkaz"/>
          </w:rPr>
          <w:t>OTEVÍRÁNÍ NABÍDEK</w:t>
        </w:r>
        <w:r w:rsidR="00A10963">
          <w:rPr>
            <w:noProof/>
            <w:webHidden/>
          </w:rPr>
          <w:tab/>
        </w:r>
        <w:r w:rsidR="00A10963">
          <w:rPr>
            <w:noProof/>
            <w:webHidden/>
          </w:rPr>
          <w:fldChar w:fldCharType="begin"/>
        </w:r>
        <w:r w:rsidR="00A10963">
          <w:rPr>
            <w:noProof/>
            <w:webHidden/>
          </w:rPr>
          <w:instrText xml:space="preserve"> PAGEREF _Toc159579560 \h </w:instrText>
        </w:r>
        <w:r w:rsidR="00A10963">
          <w:rPr>
            <w:noProof/>
            <w:webHidden/>
          </w:rPr>
        </w:r>
        <w:r w:rsidR="00A10963">
          <w:rPr>
            <w:noProof/>
            <w:webHidden/>
          </w:rPr>
          <w:fldChar w:fldCharType="separate"/>
        </w:r>
        <w:r w:rsidR="00A61157">
          <w:rPr>
            <w:noProof/>
            <w:webHidden/>
          </w:rPr>
          <w:t>24</w:t>
        </w:r>
        <w:r w:rsidR="00A10963">
          <w:rPr>
            <w:noProof/>
            <w:webHidden/>
          </w:rPr>
          <w:fldChar w:fldCharType="end"/>
        </w:r>
      </w:hyperlink>
    </w:p>
    <w:p w14:paraId="49E6BCEC" w14:textId="604C71F1" w:rsidR="00A10963" w:rsidRDefault="00000000">
      <w:pPr>
        <w:pStyle w:val="Obsah1"/>
        <w:rPr>
          <w:rFonts w:eastAsiaTheme="minorEastAsia"/>
          <w:caps w:val="0"/>
          <w:noProof/>
          <w:kern w:val="2"/>
          <w:sz w:val="22"/>
          <w:szCs w:val="22"/>
          <w:lang w:eastAsia="cs-CZ"/>
          <w14:ligatures w14:val="standardContextual"/>
        </w:rPr>
      </w:pPr>
      <w:hyperlink w:anchor="_Toc159579561" w:history="1">
        <w:r w:rsidR="00A10963" w:rsidRPr="001904D3">
          <w:rPr>
            <w:rStyle w:val="Hypertextovodkaz"/>
          </w:rPr>
          <w:t>15.</w:t>
        </w:r>
        <w:r w:rsidR="00A10963">
          <w:rPr>
            <w:rFonts w:eastAsiaTheme="minorEastAsia"/>
            <w:caps w:val="0"/>
            <w:noProof/>
            <w:kern w:val="2"/>
            <w:sz w:val="22"/>
            <w:szCs w:val="22"/>
            <w:lang w:eastAsia="cs-CZ"/>
            <w14:ligatures w14:val="standardContextual"/>
          </w:rPr>
          <w:tab/>
        </w:r>
        <w:r w:rsidR="00A10963" w:rsidRPr="001904D3">
          <w:rPr>
            <w:rStyle w:val="Hypertextovodkaz"/>
          </w:rPr>
          <w:t>POSOUZENÍ SPLNĚNÍ PODMÍNEK ÚČASTI</w:t>
        </w:r>
        <w:r w:rsidR="00A10963">
          <w:rPr>
            <w:noProof/>
            <w:webHidden/>
          </w:rPr>
          <w:tab/>
        </w:r>
        <w:r w:rsidR="00A10963">
          <w:rPr>
            <w:noProof/>
            <w:webHidden/>
          </w:rPr>
          <w:fldChar w:fldCharType="begin"/>
        </w:r>
        <w:r w:rsidR="00A10963">
          <w:rPr>
            <w:noProof/>
            <w:webHidden/>
          </w:rPr>
          <w:instrText xml:space="preserve"> PAGEREF _Toc159579561 \h </w:instrText>
        </w:r>
        <w:r w:rsidR="00A10963">
          <w:rPr>
            <w:noProof/>
            <w:webHidden/>
          </w:rPr>
        </w:r>
        <w:r w:rsidR="00A10963">
          <w:rPr>
            <w:noProof/>
            <w:webHidden/>
          </w:rPr>
          <w:fldChar w:fldCharType="separate"/>
        </w:r>
        <w:r w:rsidR="00A61157">
          <w:rPr>
            <w:noProof/>
            <w:webHidden/>
          </w:rPr>
          <w:t>24</w:t>
        </w:r>
        <w:r w:rsidR="00A10963">
          <w:rPr>
            <w:noProof/>
            <w:webHidden/>
          </w:rPr>
          <w:fldChar w:fldCharType="end"/>
        </w:r>
      </w:hyperlink>
    </w:p>
    <w:p w14:paraId="33EA969B" w14:textId="1E347D25" w:rsidR="00A10963" w:rsidRDefault="00000000">
      <w:pPr>
        <w:pStyle w:val="Obsah1"/>
        <w:rPr>
          <w:rFonts w:eastAsiaTheme="minorEastAsia"/>
          <w:caps w:val="0"/>
          <w:noProof/>
          <w:kern w:val="2"/>
          <w:sz w:val="22"/>
          <w:szCs w:val="22"/>
          <w:lang w:eastAsia="cs-CZ"/>
          <w14:ligatures w14:val="standardContextual"/>
        </w:rPr>
      </w:pPr>
      <w:hyperlink w:anchor="_Toc159579562" w:history="1">
        <w:r w:rsidR="00A10963" w:rsidRPr="001904D3">
          <w:rPr>
            <w:rStyle w:val="Hypertextovodkaz"/>
          </w:rPr>
          <w:t>16.</w:t>
        </w:r>
        <w:r w:rsidR="00A10963">
          <w:rPr>
            <w:rFonts w:eastAsiaTheme="minorEastAsia"/>
            <w:caps w:val="0"/>
            <w:noProof/>
            <w:kern w:val="2"/>
            <w:sz w:val="22"/>
            <w:szCs w:val="22"/>
            <w:lang w:eastAsia="cs-CZ"/>
            <w14:ligatures w14:val="standardContextual"/>
          </w:rPr>
          <w:tab/>
        </w:r>
        <w:r w:rsidR="00A10963" w:rsidRPr="001904D3">
          <w:rPr>
            <w:rStyle w:val="Hypertextovodkaz"/>
          </w:rPr>
          <w:t>HODNOCENÍ NABÍDEK</w:t>
        </w:r>
        <w:r w:rsidR="00A10963">
          <w:rPr>
            <w:noProof/>
            <w:webHidden/>
          </w:rPr>
          <w:tab/>
        </w:r>
        <w:r w:rsidR="00A10963">
          <w:rPr>
            <w:noProof/>
            <w:webHidden/>
          </w:rPr>
          <w:fldChar w:fldCharType="begin"/>
        </w:r>
        <w:r w:rsidR="00A10963">
          <w:rPr>
            <w:noProof/>
            <w:webHidden/>
          </w:rPr>
          <w:instrText xml:space="preserve"> PAGEREF _Toc159579562 \h </w:instrText>
        </w:r>
        <w:r w:rsidR="00A10963">
          <w:rPr>
            <w:noProof/>
            <w:webHidden/>
          </w:rPr>
        </w:r>
        <w:r w:rsidR="00A10963">
          <w:rPr>
            <w:noProof/>
            <w:webHidden/>
          </w:rPr>
          <w:fldChar w:fldCharType="separate"/>
        </w:r>
        <w:r w:rsidR="00A61157">
          <w:rPr>
            <w:noProof/>
            <w:webHidden/>
          </w:rPr>
          <w:t>24</w:t>
        </w:r>
        <w:r w:rsidR="00A10963">
          <w:rPr>
            <w:noProof/>
            <w:webHidden/>
          </w:rPr>
          <w:fldChar w:fldCharType="end"/>
        </w:r>
      </w:hyperlink>
    </w:p>
    <w:p w14:paraId="49A08F3A" w14:textId="62AB9B36" w:rsidR="00A10963" w:rsidRDefault="00000000">
      <w:pPr>
        <w:pStyle w:val="Obsah1"/>
        <w:rPr>
          <w:rFonts w:eastAsiaTheme="minorEastAsia"/>
          <w:caps w:val="0"/>
          <w:noProof/>
          <w:kern w:val="2"/>
          <w:sz w:val="22"/>
          <w:szCs w:val="22"/>
          <w:lang w:eastAsia="cs-CZ"/>
          <w14:ligatures w14:val="standardContextual"/>
        </w:rPr>
      </w:pPr>
      <w:hyperlink w:anchor="_Toc159579563" w:history="1">
        <w:r w:rsidR="00A10963" w:rsidRPr="001904D3">
          <w:rPr>
            <w:rStyle w:val="Hypertextovodkaz"/>
          </w:rPr>
          <w:t>17.</w:t>
        </w:r>
        <w:r w:rsidR="00A10963">
          <w:rPr>
            <w:rFonts w:eastAsiaTheme="minorEastAsia"/>
            <w:caps w:val="0"/>
            <w:noProof/>
            <w:kern w:val="2"/>
            <w:sz w:val="22"/>
            <w:szCs w:val="22"/>
            <w:lang w:eastAsia="cs-CZ"/>
            <w14:ligatures w14:val="standardContextual"/>
          </w:rPr>
          <w:tab/>
        </w:r>
        <w:r w:rsidR="00A10963" w:rsidRPr="001904D3">
          <w:rPr>
            <w:rStyle w:val="Hypertextovodkaz"/>
          </w:rPr>
          <w:t>ZRUŠENÍ ZADÁVACÍHO ŘÍZENÍ</w:t>
        </w:r>
        <w:r w:rsidR="00A10963">
          <w:rPr>
            <w:noProof/>
            <w:webHidden/>
          </w:rPr>
          <w:tab/>
        </w:r>
        <w:r w:rsidR="00A10963">
          <w:rPr>
            <w:noProof/>
            <w:webHidden/>
          </w:rPr>
          <w:fldChar w:fldCharType="begin"/>
        </w:r>
        <w:r w:rsidR="00A10963">
          <w:rPr>
            <w:noProof/>
            <w:webHidden/>
          </w:rPr>
          <w:instrText xml:space="preserve"> PAGEREF _Toc159579563 \h </w:instrText>
        </w:r>
        <w:r w:rsidR="00A10963">
          <w:rPr>
            <w:noProof/>
            <w:webHidden/>
          </w:rPr>
        </w:r>
        <w:r w:rsidR="00A10963">
          <w:rPr>
            <w:noProof/>
            <w:webHidden/>
          </w:rPr>
          <w:fldChar w:fldCharType="separate"/>
        </w:r>
        <w:r w:rsidR="00A61157">
          <w:rPr>
            <w:noProof/>
            <w:webHidden/>
          </w:rPr>
          <w:t>30</w:t>
        </w:r>
        <w:r w:rsidR="00A10963">
          <w:rPr>
            <w:noProof/>
            <w:webHidden/>
          </w:rPr>
          <w:fldChar w:fldCharType="end"/>
        </w:r>
      </w:hyperlink>
    </w:p>
    <w:p w14:paraId="2FA37286" w14:textId="5EC2421F" w:rsidR="00A10963" w:rsidRDefault="00000000">
      <w:pPr>
        <w:pStyle w:val="Obsah1"/>
        <w:rPr>
          <w:rFonts w:eastAsiaTheme="minorEastAsia"/>
          <w:caps w:val="0"/>
          <w:noProof/>
          <w:kern w:val="2"/>
          <w:sz w:val="22"/>
          <w:szCs w:val="22"/>
          <w:lang w:eastAsia="cs-CZ"/>
          <w14:ligatures w14:val="standardContextual"/>
        </w:rPr>
      </w:pPr>
      <w:hyperlink w:anchor="_Toc159579564" w:history="1">
        <w:r w:rsidR="00A10963" w:rsidRPr="001904D3">
          <w:rPr>
            <w:rStyle w:val="Hypertextovodkaz"/>
          </w:rPr>
          <w:t>18.</w:t>
        </w:r>
        <w:r w:rsidR="00A10963">
          <w:rPr>
            <w:rFonts w:eastAsiaTheme="minorEastAsia"/>
            <w:caps w:val="0"/>
            <w:noProof/>
            <w:kern w:val="2"/>
            <w:sz w:val="22"/>
            <w:szCs w:val="22"/>
            <w:lang w:eastAsia="cs-CZ"/>
            <w14:ligatures w14:val="standardContextual"/>
          </w:rPr>
          <w:tab/>
        </w:r>
        <w:r w:rsidR="00A10963" w:rsidRPr="001904D3">
          <w:rPr>
            <w:rStyle w:val="Hypertextovodkaz"/>
          </w:rPr>
          <w:t>UZAVŘENÍ SMLOUVY</w:t>
        </w:r>
        <w:r w:rsidR="00A10963">
          <w:rPr>
            <w:noProof/>
            <w:webHidden/>
          </w:rPr>
          <w:tab/>
        </w:r>
        <w:r w:rsidR="00A10963">
          <w:rPr>
            <w:noProof/>
            <w:webHidden/>
          </w:rPr>
          <w:fldChar w:fldCharType="begin"/>
        </w:r>
        <w:r w:rsidR="00A10963">
          <w:rPr>
            <w:noProof/>
            <w:webHidden/>
          </w:rPr>
          <w:instrText xml:space="preserve"> PAGEREF _Toc159579564 \h </w:instrText>
        </w:r>
        <w:r w:rsidR="00A10963">
          <w:rPr>
            <w:noProof/>
            <w:webHidden/>
          </w:rPr>
        </w:r>
        <w:r w:rsidR="00A10963">
          <w:rPr>
            <w:noProof/>
            <w:webHidden/>
          </w:rPr>
          <w:fldChar w:fldCharType="separate"/>
        </w:r>
        <w:r w:rsidR="00A61157">
          <w:rPr>
            <w:noProof/>
            <w:webHidden/>
          </w:rPr>
          <w:t>30</w:t>
        </w:r>
        <w:r w:rsidR="00A10963">
          <w:rPr>
            <w:noProof/>
            <w:webHidden/>
          </w:rPr>
          <w:fldChar w:fldCharType="end"/>
        </w:r>
      </w:hyperlink>
    </w:p>
    <w:p w14:paraId="2C6D38FA" w14:textId="18912B9A" w:rsidR="00A10963" w:rsidRDefault="00000000">
      <w:pPr>
        <w:pStyle w:val="Obsah1"/>
        <w:rPr>
          <w:rFonts w:eastAsiaTheme="minorEastAsia"/>
          <w:caps w:val="0"/>
          <w:noProof/>
          <w:kern w:val="2"/>
          <w:sz w:val="22"/>
          <w:szCs w:val="22"/>
          <w:lang w:eastAsia="cs-CZ"/>
          <w14:ligatures w14:val="standardContextual"/>
        </w:rPr>
      </w:pPr>
      <w:hyperlink w:anchor="_Toc159579565" w:history="1">
        <w:r w:rsidR="00A10963" w:rsidRPr="001904D3">
          <w:rPr>
            <w:rStyle w:val="Hypertextovodkaz"/>
          </w:rPr>
          <w:t>19.</w:t>
        </w:r>
        <w:r w:rsidR="00A10963">
          <w:rPr>
            <w:rFonts w:eastAsiaTheme="minorEastAsia"/>
            <w:caps w:val="0"/>
            <w:noProof/>
            <w:kern w:val="2"/>
            <w:sz w:val="22"/>
            <w:szCs w:val="22"/>
            <w:lang w:eastAsia="cs-CZ"/>
            <w14:ligatures w14:val="standardContextual"/>
          </w:rPr>
          <w:tab/>
        </w:r>
        <w:r w:rsidR="00A10963" w:rsidRPr="001904D3">
          <w:rPr>
            <w:rStyle w:val="Hypertextovodkaz"/>
          </w:rPr>
          <w:t>OCHRANA INFORMACÍ</w:t>
        </w:r>
        <w:r w:rsidR="00A10963">
          <w:rPr>
            <w:noProof/>
            <w:webHidden/>
          </w:rPr>
          <w:tab/>
        </w:r>
        <w:r w:rsidR="00A10963">
          <w:rPr>
            <w:noProof/>
            <w:webHidden/>
          </w:rPr>
          <w:fldChar w:fldCharType="begin"/>
        </w:r>
        <w:r w:rsidR="00A10963">
          <w:rPr>
            <w:noProof/>
            <w:webHidden/>
          </w:rPr>
          <w:instrText xml:space="preserve"> PAGEREF _Toc159579565 \h </w:instrText>
        </w:r>
        <w:r w:rsidR="00A10963">
          <w:rPr>
            <w:noProof/>
            <w:webHidden/>
          </w:rPr>
        </w:r>
        <w:r w:rsidR="00A10963">
          <w:rPr>
            <w:noProof/>
            <w:webHidden/>
          </w:rPr>
          <w:fldChar w:fldCharType="separate"/>
        </w:r>
        <w:r w:rsidR="00A61157">
          <w:rPr>
            <w:noProof/>
            <w:webHidden/>
          </w:rPr>
          <w:t>32</w:t>
        </w:r>
        <w:r w:rsidR="00A10963">
          <w:rPr>
            <w:noProof/>
            <w:webHidden/>
          </w:rPr>
          <w:fldChar w:fldCharType="end"/>
        </w:r>
      </w:hyperlink>
    </w:p>
    <w:p w14:paraId="752F8E6E" w14:textId="559629EB" w:rsidR="00A10963" w:rsidRDefault="00000000">
      <w:pPr>
        <w:pStyle w:val="Obsah1"/>
        <w:rPr>
          <w:rFonts w:eastAsiaTheme="minorEastAsia"/>
          <w:caps w:val="0"/>
          <w:noProof/>
          <w:kern w:val="2"/>
          <w:sz w:val="22"/>
          <w:szCs w:val="22"/>
          <w:lang w:eastAsia="cs-CZ"/>
          <w14:ligatures w14:val="standardContextual"/>
        </w:rPr>
      </w:pPr>
      <w:hyperlink w:anchor="_Toc159579566" w:history="1">
        <w:r w:rsidR="00A10963" w:rsidRPr="001904D3">
          <w:rPr>
            <w:rStyle w:val="Hypertextovodkaz"/>
          </w:rPr>
          <w:t>20.</w:t>
        </w:r>
        <w:r w:rsidR="00A10963">
          <w:rPr>
            <w:rFonts w:eastAsiaTheme="minorEastAsia"/>
            <w:caps w:val="0"/>
            <w:noProof/>
            <w:kern w:val="2"/>
            <w:sz w:val="22"/>
            <w:szCs w:val="22"/>
            <w:lang w:eastAsia="cs-CZ"/>
            <w14:ligatures w14:val="standardContextual"/>
          </w:rPr>
          <w:tab/>
        </w:r>
        <w:r w:rsidR="00A10963" w:rsidRPr="001904D3">
          <w:rPr>
            <w:rStyle w:val="Hypertextovodkaz"/>
          </w:rPr>
          <w:t>ZADÁVACÍ LHŮTA A JISTOTA ZA NABÍDKU</w:t>
        </w:r>
        <w:r w:rsidR="00A10963">
          <w:rPr>
            <w:noProof/>
            <w:webHidden/>
          </w:rPr>
          <w:tab/>
        </w:r>
        <w:r w:rsidR="00A10963">
          <w:rPr>
            <w:noProof/>
            <w:webHidden/>
          </w:rPr>
          <w:fldChar w:fldCharType="begin"/>
        </w:r>
        <w:r w:rsidR="00A10963">
          <w:rPr>
            <w:noProof/>
            <w:webHidden/>
          </w:rPr>
          <w:instrText xml:space="preserve"> PAGEREF _Toc159579566 \h </w:instrText>
        </w:r>
        <w:r w:rsidR="00A10963">
          <w:rPr>
            <w:noProof/>
            <w:webHidden/>
          </w:rPr>
        </w:r>
        <w:r w:rsidR="00A10963">
          <w:rPr>
            <w:noProof/>
            <w:webHidden/>
          </w:rPr>
          <w:fldChar w:fldCharType="separate"/>
        </w:r>
        <w:r w:rsidR="00A61157">
          <w:rPr>
            <w:noProof/>
            <w:webHidden/>
          </w:rPr>
          <w:t>33</w:t>
        </w:r>
        <w:r w:rsidR="00A10963">
          <w:rPr>
            <w:noProof/>
            <w:webHidden/>
          </w:rPr>
          <w:fldChar w:fldCharType="end"/>
        </w:r>
      </w:hyperlink>
    </w:p>
    <w:p w14:paraId="3C781A55" w14:textId="45C335B3" w:rsidR="00A10963" w:rsidRDefault="00000000">
      <w:pPr>
        <w:pStyle w:val="Obsah1"/>
        <w:rPr>
          <w:rFonts w:eastAsiaTheme="minorEastAsia"/>
          <w:caps w:val="0"/>
          <w:noProof/>
          <w:kern w:val="2"/>
          <w:sz w:val="22"/>
          <w:szCs w:val="22"/>
          <w:lang w:eastAsia="cs-CZ"/>
          <w14:ligatures w14:val="standardContextual"/>
        </w:rPr>
      </w:pPr>
      <w:hyperlink w:anchor="_Toc159579567" w:history="1">
        <w:r w:rsidR="00A10963" w:rsidRPr="001904D3">
          <w:rPr>
            <w:rStyle w:val="Hypertextovodkaz"/>
          </w:rPr>
          <w:t>21.</w:t>
        </w:r>
        <w:r w:rsidR="00A10963">
          <w:rPr>
            <w:rFonts w:eastAsiaTheme="minorEastAsia"/>
            <w:caps w:val="0"/>
            <w:noProof/>
            <w:kern w:val="2"/>
            <w:sz w:val="22"/>
            <w:szCs w:val="22"/>
            <w:lang w:eastAsia="cs-CZ"/>
            <w14:ligatures w14:val="standardContextual"/>
          </w:rPr>
          <w:tab/>
        </w:r>
        <w:r w:rsidR="00A10963" w:rsidRPr="001904D3">
          <w:rPr>
            <w:rStyle w:val="Hypertextovodkaz"/>
          </w:rPr>
          <w:t>SOCIÁLNĚ A ENVIRONMENTÁLNĚ ODPOVĚDNÉ ZADÁVÁNÍ, INOVACE</w:t>
        </w:r>
        <w:r w:rsidR="00A10963">
          <w:rPr>
            <w:noProof/>
            <w:webHidden/>
          </w:rPr>
          <w:tab/>
        </w:r>
        <w:r w:rsidR="00A10963">
          <w:rPr>
            <w:noProof/>
            <w:webHidden/>
          </w:rPr>
          <w:fldChar w:fldCharType="begin"/>
        </w:r>
        <w:r w:rsidR="00A10963">
          <w:rPr>
            <w:noProof/>
            <w:webHidden/>
          </w:rPr>
          <w:instrText xml:space="preserve"> PAGEREF _Toc159579567 \h </w:instrText>
        </w:r>
        <w:r w:rsidR="00A10963">
          <w:rPr>
            <w:noProof/>
            <w:webHidden/>
          </w:rPr>
        </w:r>
        <w:r w:rsidR="00A10963">
          <w:rPr>
            <w:noProof/>
            <w:webHidden/>
          </w:rPr>
          <w:fldChar w:fldCharType="separate"/>
        </w:r>
        <w:r w:rsidR="00A61157">
          <w:rPr>
            <w:noProof/>
            <w:webHidden/>
          </w:rPr>
          <w:t>33</w:t>
        </w:r>
        <w:r w:rsidR="00A10963">
          <w:rPr>
            <w:noProof/>
            <w:webHidden/>
          </w:rPr>
          <w:fldChar w:fldCharType="end"/>
        </w:r>
      </w:hyperlink>
    </w:p>
    <w:p w14:paraId="6696F8D5" w14:textId="4DB895F9" w:rsidR="00A10963" w:rsidRDefault="00000000">
      <w:pPr>
        <w:pStyle w:val="Obsah1"/>
        <w:rPr>
          <w:rFonts w:eastAsiaTheme="minorEastAsia"/>
          <w:caps w:val="0"/>
          <w:noProof/>
          <w:kern w:val="2"/>
          <w:sz w:val="22"/>
          <w:szCs w:val="22"/>
          <w:lang w:eastAsia="cs-CZ"/>
          <w14:ligatures w14:val="standardContextual"/>
        </w:rPr>
      </w:pPr>
      <w:hyperlink w:anchor="_Toc159579568" w:history="1">
        <w:r w:rsidR="00A10963" w:rsidRPr="001904D3">
          <w:rPr>
            <w:rStyle w:val="Hypertextovodkaz"/>
          </w:rPr>
          <w:t>22.</w:t>
        </w:r>
        <w:r w:rsidR="00A10963">
          <w:rPr>
            <w:rFonts w:eastAsiaTheme="minorEastAsia"/>
            <w:caps w:val="0"/>
            <w:noProof/>
            <w:kern w:val="2"/>
            <w:sz w:val="22"/>
            <w:szCs w:val="22"/>
            <w:lang w:eastAsia="cs-CZ"/>
            <w14:ligatures w14:val="standardContextual"/>
          </w:rPr>
          <w:tab/>
        </w:r>
        <w:r w:rsidR="00A10963" w:rsidRPr="001904D3">
          <w:rPr>
            <w:rStyle w:val="Hypertextovodkaz"/>
          </w:rPr>
          <w:t>Další zadávací podmínky v návaznosti na MEZINÁRODNÍ sankce, zákaz zadání veřejné zakázky</w:t>
        </w:r>
        <w:r w:rsidR="00A10963">
          <w:rPr>
            <w:noProof/>
            <w:webHidden/>
          </w:rPr>
          <w:tab/>
        </w:r>
        <w:r w:rsidR="00A10963">
          <w:rPr>
            <w:noProof/>
            <w:webHidden/>
          </w:rPr>
          <w:fldChar w:fldCharType="begin"/>
        </w:r>
        <w:r w:rsidR="00A10963">
          <w:rPr>
            <w:noProof/>
            <w:webHidden/>
          </w:rPr>
          <w:instrText xml:space="preserve"> PAGEREF _Toc159579568 \h </w:instrText>
        </w:r>
        <w:r w:rsidR="00A10963">
          <w:rPr>
            <w:noProof/>
            <w:webHidden/>
          </w:rPr>
        </w:r>
        <w:r w:rsidR="00A10963">
          <w:rPr>
            <w:noProof/>
            <w:webHidden/>
          </w:rPr>
          <w:fldChar w:fldCharType="separate"/>
        </w:r>
        <w:r w:rsidR="00A61157">
          <w:rPr>
            <w:noProof/>
            <w:webHidden/>
          </w:rPr>
          <w:t>34</w:t>
        </w:r>
        <w:r w:rsidR="00A10963">
          <w:rPr>
            <w:noProof/>
            <w:webHidden/>
          </w:rPr>
          <w:fldChar w:fldCharType="end"/>
        </w:r>
      </w:hyperlink>
    </w:p>
    <w:p w14:paraId="48D4E7EF" w14:textId="651F786B" w:rsidR="00A10963" w:rsidRDefault="00000000">
      <w:pPr>
        <w:pStyle w:val="Obsah1"/>
        <w:rPr>
          <w:rFonts w:eastAsiaTheme="minorEastAsia"/>
          <w:caps w:val="0"/>
          <w:noProof/>
          <w:kern w:val="2"/>
          <w:sz w:val="22"/>
          <w:szCs w:val="22"/>
          <w:lang w:eastAsia="cs-CZ"/>
          <w14:ligatures w14:val="standardContextual"/>
        </w:rPr>
      </w:pPr>
      <w:hyperlink w:anchor="_Toc159579569" w:history="1">
        <w:r w:rsidR="00A10963" w:rsidRPr="001904D3">
          <w:rPr>
            <w:rStyle w:val="Hypertextovodkaz"/>
          </w:rPr>
          <w:t>23.</w:t>
        </w:r>
        <w:r w:rsidR="00A10963">
          <w:rPr>
            <w:rFonts w:eastAsiaTheme="minorEastAsia"/>
            <w:caps w:val="0"/>
            <w:noProof/>
            <w:kern w:val="2"/>
            <w:sz w:val="22"/>
            <w:szCs w:val="22"/>
            <w:lang w:eastAsia="cs-CZ"/>
            <w14:ligatures w14:val="standardContextual"/>
          </w:rPr>
          <w:tab/>
        </w:r>
        <w:r w:rsidR="00A10963" w:rsidRPr="001904D3">
          <w:rPr>
            <w:rStyle w:val="Hypertextovodkaz"/>
          </w:rPr>
          <w:t>PŘÍLOHY TĚCHTO POKYNŮ</w:t>
        </w:r>
        <w:r w:rsidR="00A10963">
          <w:rPr>
            <w:noProof/>
            <w:webHidden/>
          </w:rPr>
          <w:tab/>
        </w:r>
        <w:r w:rsidR="00A10963">
          <w:rPr>
            <w:noProof/>
            <w:webHidden/>
          </w:rPr>
          <w:fldChar w:fldCharType="begin"/>
        </w:r>
        <w:r w:rsidR="00A10963">
          <w:rPr>
            <w:noProof/>
            <w:webHidden/>
          </w:rPr>
          <w:instrText xml:space="preserve"> PAGEREF _Toc159579569 \h </w:instrText>
        </w:r>
        <w:r w:rsidR="00A10963">
          <w:rPr>
            <w:noProof/>
            <w:webHidden/>
          </w:rPr>
        </w:r>
        <w:r w:rsidR="00A10963">
          <w:rPr>
            <w:noProof/>
            <w:webHidden/>
          </w:rPr>
          <w:fldChar w:fldCharType="separate"/>
        </w:r>
        <w:r w:rsidR="00A61157">
          <w:rPr>
            <w:noProof/>
            <w:webHidden/>
          </w:rPr>
          <w:t>35</w:t>
        </w:r>
        <w:r w:rsidR="00A10963">
          <w:rPr>
            <w:noProof/>
            <w:webHidden/>
          </w:rPr>
          <w:fldChar w:fldCharType="end"/>
        </w:r>
      </w:hyperlink>
    </w:p>
    <w:p w14:paraId="60B1C051" w14:textId="2AD28C86"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159579547"/>
      <w:bookmarkStart w:id="1" w:name="_Toc389559699"/>
      <w:bookmarkStart w:id="2" w:name="_Toc397429847"/>
      <w:bookmarkStart w:id="3" w:name="_Ref433028040"/>
      <w:bookmarkStart w:id="4" w:name="_Toc1048197"/>
      <w:r>
        <w:t>ÚVODNÍ USTANOVENÍ</w:t>
      </w:r>
      <w:bookmarkEnd w:id="0"/>
    </w:p>
    <w:p w14:paraId="1B1A58DF"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CD0264C"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548384A7" w:rsidR="00652EFD" w:rsidRDefault="00652EFD" w:rsidP="00652EFD">
      <w:pPr>
        <w:pStyle w:val="Text1-1"/>
      </w:pPr>
      <w:r>
        <w:t xml:space="preserve">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w:t>
      </w:r>
      <w:r w:rsidR="008018EB">
        <w:t>sektorová veřejná zakázka</w:t>
      </w:r>
      <w:r>
        <w:t xml:space="preserve"> a dále specifikované v zadávací dokumentaci, budou mít podle okolností za následek vyřazení nabídky a vyloučení účastníka zadávacího řízení ze zadávacího řízení této veřejné zakázky.</w:t>
      </w:r>
    </w:p>
    <w:p w14:paraId="54BC6ED3"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w:t>
      </w:r>
      <w:proofErr w:type="gramStart"/>
      <w:r>
        <w:t>tvoří</w:t>
      </w:r>
      <w:proofErr w:type="gramEnd"/>
      <w:r>
        <w:t xml:space="preserve"> Smlouvu.</w:t>
      </w:r>
    </w:p>
    <w:p w14:paraId="6F899FBF" w14:textId="77777777" w:rsidR="0035531B" w:rsidRDefault="0035531B" w:rsidP="0035531B">
      <w:pPr>
        <w:pStyle w:val="Nadpis1-1"/>
      </w:pPr>
      <w:bookmarkStart w:id="5" w:name="_Toc159579548"/>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 xml:space="preserve">Identifikátor datové schránky: </w:t>
      </w:r>
      <w:proofErr w:type="spellStart"/>
      <w:r>
        <w:t>uccchjm</w:t>
      </w:r>
      <w:proofErr w:type="spellEnd"/>
    </w:p>
    <w:p w14:paraId="09FD9292" w14:textId="44B183D9" w:rsidR="0035531B" w:rsidRDefault="0035531B" w:rsidP="00490228">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5FEC9299" w14:textId="77777777" w:rsidR="0035531B" w:rsidRDefault="0035531B" w:rsidP="0035531B">
      <w:pPr>
        <w:pStyle w:val="Nadpis1-1"/>
      </w:pPr>
      <w:bookmarkStart w:id="6" w:name="_Toc159579549"/>
      <w:r>
        <w:t>KOMUNIKACE MEZI ZADAVATELEM</w:t>
      </w:r>
      <w:r w:rsidR="00845C50">
        <w:t xml:space="preserve"> a </w:t>
      </w:r>
      <w:r>
        <w:t>DODAVATELEM</w:t>
      </w:r>
      <w:bookmarkEnd w:id="6"/>
      <w:r>
        <w:t xml:space="preserve"> </w:t>
      </w:r>
    </w:p>
    <w:p w14:paraId="11C0F431" w14:textId="53E67987" w:rsidR="0035531B" w:rsidRDefault="00FE56B5"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2B4A0C12" w14:textId="77777777" w:rsidR="00825FAA" w:rsidRDefault="0035531B" w:rsidP="00825FAA">
      <w:pPr>
        <w:pStyle w:val="Text1-1"/>
      </w:pPr>
      <w:r>
        <w:t xml:space="preserve">Kontaktní osobou zadavatele pro zadávací řízení je: </w:t>
      </w:r>
      <w:r w:rsidR="00825FAA">
        <w:t>Ing. Jana Šedová</w:t>
      </w:r>
    </w:p>
    <w:p w14:paraId="52BDCE74" w14:textId="77777777" w:rsidR="00825FAA" w:rsidRDefault="00825FAA" w:rsidP="00825FAA">
      <w:pPr>
        <w:pStyle w:val="Textbezslovn"/>
        <w:spacing w:after="0"/>
      </w:pPr>
      <w:r>
        <w:t xml:space="preserve">telefon: </w:t>
      </w:r>
      <w:r>
        <w:tab/>
        <w:t>+420 727 966 017</w:t>
      </w:r>
    </w:p>
    <w:p w14:paraId="56A60FA8" w14:textId="77777777" w:rsidR="00825FAA" w:rsidRDefault="00825FAA" w:rsidP="00825FAA">
      <w:pPr>
        <w:pStyle w:val="Textbezslovn"/>
        <w:spacing w:after="0"/>
      </w:pPr>
      <w:r>
        <w:t xml:space="preserve">e-mail: </w:t>
      </w:r>
      <w:r>
        <w:tab/>
        <w:t>sedova@spravazeleznic.cz</w:t>
      </w:r>
    </w:p>
    <w:p w14:paraId="3BB37FDD" w14:textId="77777777" w:rsidR="00825FAA" w:rsidRPr="00E33FA9" w:rsidRDefault="00825FAA" w:rsidP="00825FAA">
      <w:pPr>
        <w:pStyle w:val="Textbezslovn"/>
        <w:spacing w:after="0"/>
      </w:pPr>
      <w:r>
        <w:t xml:space="preserve">adresa: </w:t>
      </w:r>
      <w:r>
        <w:tab/>
      </w:r>
      <w:r w:rsidRPr="00E33FA9">
        <w:t>Správa železnic, státní organizace</w:t>
      </w:r>
    </w:p>
    <w:p w14:paraId="703D2756" w14:textId="77777777" w:rsidR="00825FAA" w:rsidRPr="00E33FA9" w:rsidRDefault="00825FAA" w:rsidP="00825FAA">
      <w:pPr>
        <w:pStyle w:val="Textbezslovn"/>
        <w:spacing w:after="0"/>
      </w:pPr>
      <w:r w:rsidRPr="00E33FA9">
        <w:tab/>
      </w:r>
      <w:r w:rsidRPr="00E33FA9">
        <w:tab/>
        <w:t>Stavební správa západ</w:t>
      </w:r>
    </w:p>
    <w:p w14:paraId="751AF737" w14:textId="77777777" w:rsidR="00825FAA" w:rsidRPr="00E33FA9" w:rsidRDefault="00825FAA" w:rsidP="00825FAA">
      <w:pPr>
        <w:pStyle w:val="Textbezslovn"/>
        <w:spacing w:after="0"/>
      </w:pPr>
      <w:r w:rsidRPr="00E33FA9">
        <w:tab/>
      </w:r>
      <w:r w:rsidRPr="00E33FA9">
        <w:tab/>
        <w:t>Ke Štvanici 656/3</w:t>
      </w:r>
    </w:p>
    <w:p w14:paraId="3A081716" w14:textId="268AE541" w:rsidR="0035531B" w:rsidRDefault="00825FAA" w:rsidP="00825FAA">
      <w:pPr>
        <w:pStyle w:val="Text1-1"/>
        <w:numPr>
          <w:ilvl w:val="0"/>
          <w:numId w:val="0"/>
        </w:numPr>
        <w:ind w:left="1446" w:firstLine="681"/>
      </w:pPr>
      <w:r w:rsidRPr="00E33FA9">
        <w:t>186 00 Praha 8 - Karlín</w:t>
      </w:r>
    </w:p>
    <w:p w14:paraId="636A6AA7" w14:textId="77777777" w:rsidR="0035531B" w:rsidRDefault="0035531B" w:rsidP="0035531B">
      <w:pPr>
        <w:pStyle w:val="Nadpis1-1"/>
      </w:pPr>
      <w:bookmarkStart w:id="7" w:name="_Toc159579550"/>
      <w:r>
        <w:t>ÚČEL</w:t>
      </w:r>
      <w:r w:rsidR="00845C50">
        <w:t xml:space="preserve"> a </w:t>
      </w:r>
      <w:r>
        <w:t>PŘEDMĚT PLNĚNÍ VEŘEJNÉ ZAKÁZKY</w:t>
      </w:r>
      <w:bookmarkEnd w:id="7"/>
    </w:p>
    <w:p w14:paraId="048A6356" w14:textId="77777777" w:rsidR="0035531B" w:rsidRDefault="0035531B" w:rsidP="0035531B">
      <w:pPr>
        <w:pStyle w:val="Text1-1"/>
      </w:pPr>
      <w:r>
        <w:t>Účel veřejné zakázky</w:t>
      </w:r>
    </w:p>
    <w:p w14:paraId="4C11857A" w14:textId="5CE24190" w:rsidR="0035531B" w:rsidRPr="005B4CE8" w:rsidRDefault="005B4CE8" w:rsidP="0035531B">
      <w:pPr>
        <w:pStyle w:val="Textbezslovn"/>
      </w:pPr>
      <w:r>
        <w:t xml:space="preserve">Účelem veřejné zakázky </w:t>
      </w:r>
      <w:r w:rsidRPr="005B4CE8">
        <w:rPr>
          <w:b/>
          <w:bCs/>
        </w:rPr>
        <w:t xml:space="preserve">„Prostá elektrizace trati Kladno – Kralupy nad Vltavou vč. </w:t>
      </w:r>
      <w:proofErr w:type="gramStart"/>
      <w:r w:rsidRPr="005B4CE8">
        <w:rPr>
          <w:b/>
          <w:bCs/>
        </w:rPr>
        <w:t>Jeneč - Středokluky</w:t>
      </w:r>
      <w:proofErr w:type="gramEnd"/>
      <w:r w:rsidRPr="005B4CE8">
        <w:rPr>
          <w:b/>
          <w:bCs/>
        </w:rPr>
        <w:t xml:space="preserve">“ </w:t>
      </w:r>
      <w:r w:rsidRPr="005B4CE8">
        <w:t>je výstavba trakčního vedení v úseku Kladno-Ostrovec – Kralupy nad Vltavou tak, že v úseku Kladno-Ostrovec (mimo) – Kladno-Dubí (včetně) bude elektrizace včetně kompletní rekonstrukce trati v souladu se schváleným Územním plánem města Kladna. V </w:t>
      </w:r>
      <w:r w:rsidRPr="00F56830">
        <w:t>úseku Kladno Dubí – Kralupy nad Vltavou a Jeneč – Středokluky dojde pouze k výstavbě trakčního vedení a nezbytných částí souvisejících s touto elektrizací, bez masivní přestavby technologické části a stavební části trati. Stávající zastávky a stanice se ponechají bez dalších stavebních úprav,</w:t>
      </w:r>
      <w:r w:rsidR="0050445F" w:rsidRPr="00F56830">
        <w:t xml:space="preserve"> </w:t>
      </w:r>
      <w:r w:rsidR="00783412">
        <w:t>(</w:t>
      </w:r>
      <w:r w:rsidR="0050445F" w:rsidRPr="00F56830">
        <w:t>vyjma stanice Kladno-Dubí</w:t>
      </w:r>
      <w:r w:rsidR="00783412">
        <w:t>)</w:t>
      </w:r>
      <w:r w:rsidR="0050445F" w:rsidRPr="00F56830">
        <w:t>,</w:t>
      </w:r>
      <w:r w:rsidRPr="00F56830">
        <w:t xml:space="preserve"> tedy se stávající konfigurací kolejiště a stávajícím technologickým zařízením. Hlavním cílem je především zajištění</w:t>
      </w:r>
      <w:r w:rsidRPr="005B4CE8">
        <w:t xml:space="preserve"> vozby v závislé trakci a tím plnění jednotlivých podmínek pro zajištění dekarbonizace železniční dopravy mezi významnými přepravními body. Současně i doplnění druhého nezávislého přívodu 22kV v TNS Kladno</w:t>
      </w:r>
      <w:r>
        <w:t>.</w:t>
      </w:r>
    </w:p>
    <w:p w14:paraId="573A6BBE" w14:textId="77777777" w:rsidR="0035531B" w:rsidRDefault="0035531B" w:rsidP="0035531B">
      <w:pPr>
        <w:pStyle w:val="Text1-1"/>
      </w:pPr>
      <w:r>
        <w:t>Předmět plnění veřejné zakázky</w:t>
      </w:r>
    </w:p>
    <w:p w14:paraId="1F432F09" w14:textId="077A61AF" w:rsidR="005B4CE8" w:rsidRPr="00FD501F" w:rsidDel="00FB05B2" w:rsidRDefault="005B4CE8" w:rsidP="005B4CE8">
      <w:pPr>
        <w:pStyle w:val="Text2-1"/>
        <w:numPr>
          <w:ilvl w:val="0"/>
          <w:numId w:val="0"/>
        </w:numPr>
        <w:ind w:left="737"/>
      </w:pPr>
      <w:r w:rsidRPr="00FD501F" w:rsidDel="00FB05B2">
        <w:t xml:space="preserve">Předmětem </w:t>
      </w:r>
      <w:r>
        <w:t>plnění veřejné zakázky</w:t>
      </w:r>
      <w:r w:rsidRPr="00FD501F" w:rsidDel="00FB05B2">
        <w:t xml:space="preserve"> „</w:t>
      </w:r>
      <w:r w:rsidRPr="005562C4">
        <w:rPr>
          <w:b/>
          <w:color w:val="000000"/>
        </w:rPr>
        <w:t>Prostá elektrizace trati Kladno – Kralupy nad Vltavou vč. Jeneč – Středokluky</w:t>
      </w:r>
      <w:r w:rsidRPr="00FD501F" w:rsidDel="00FB05B2">
        <w:t>“</w:t>
      </w:r>
      <w:r w:rsidDel="00FB05B2">
        <w:t xml:space="preserve"> </w:t>
      </w:r>
      <w:r w:rsidRPr="00FD501F" w:rsidDel="00FB05B2">
        <w:t>je</w:t>
      </w:r>
      <w:r w:rsidDel="00FB05B2">
        <w:t xml:space="preserve">: </w:t>
      </w:r>
    </w:p>
    <w:p w14:paraId="375AEE5D" w14:textId="77777777" w:rsidR="000B079A" w:rsidRPr="00095413" w:rsidDel="00FB05B2" w:rsidRDefault="000B079A" w:rsidP="000B079A">
      <w:pPr>
        <w:pStyle w:val="Odstavec1-1a"/>
        <w:numPr>
          <w:ilvl w:val="0"/>
          <w:numId w:val="7"/>
        </w:numPr>
        <w:spacing w:after="80"/>
      </w:pPr>
      <w:bookmarkStart w:id="8" w:name="_Hlk161038092"/>
      <w:r w:rsidRPr="00095413" w:rsidDel="00FB05B2">
        <w:rPr>
          <w:b/>
        </w:rPr>
        <w:t xml:space="preserve">Zhotovení Záměru projektu </w:t>
      </w:r>
      <w:r w:rsidRPr="00E53CDC">
        <w:t>podle Pravidel pro postupy v průběhu přípravy investičních a neinvestičních akcí dopravní infrastruktury, financovaných bez účasti státního rozpočtu (dále jen „Pravidla“).</w:t>
      </w:r>
    </w:p>
    <w:p w14:paraId="36774565" w14:textId="77777777" w:rsidR="000B079A" w:rsidRPr="00095413" w:rsidDel="00FB05B2" w:rsidRDefault="000B079A" w:rsidP="000B079A">
      <w:pPr>
        <w:pStyle w:val="Odstavec1-1a"/>
        <w:numPr>
          <w:ilvl w:val="0"/>
          <w:numId w:val="7"/>
        </w:numPr>
        <w:spacing w:after="80"/>
      </w:pPr>
      <w:r w:rsidRPr="00095413" w:rsidDel="00FB05B2">
        <w:rPr>
          <w:b/>
        </w:rPr>
        <w:t>Zhotovení Doprovodné dokumentace</w:t>
      </w:r>
      <w:r w:rsidRPr="00095413" w:rsidDel="00FB05B2">
        <w:t xml:space="preserve"> k ZP, která bude zpracována dle požadavků uvedených v těchto ZTP.</w:t>
      </w:r>
      <w:r w:rsidRPr="00095413" w:rsidDel="00FB05B2">
        <w:rPr>
          <w:b/>
        </w:rPr>
        <w:t xml:space="preserve"> </w:t>
      </w:r>
    </w:p>
    <w:p w14:paraId="18AE04D7" w14:textId="77777777" w:rsidR="000B079A" w:rsidRPr="000D6D4E" w:rsidDel="00FB05B2" w:rsidRDefault="000B079A" w:rsidP="000B079A">
      <w:pPr>
        <w:pStyle w:val="Odstavec1-1a"/>
        <w:numPr>
          <w:ilvl w:val="0"/>
          <w:numId w:val="7"/>
        </w:numPr>
        <w:spacing w:after="80"/>
      </w:pPr>
      <w:r w:rsidRPr="00095413" w:rsidDel="00FB05B2">
        <w:rPr>
          <w:b/>
        </w:rPr>
        <w:t>Zpracování oznámení záměru</w:t>
      </w:r>
      <w:r w:rsidRPr="00095413" w:rsidDel="00FB05B2">
        <w:t xml:space="preserve"> dle § 6 (dále jen „oznámení EIA“) </w:t>
      </w:r>
      <w:r w:rsidRPr="00095413" w:rsidDel="00FB05B2">
        <w:rPr>
          <w:b/>
        </w:rPr>
        <w:t>a dokumentace</w:t>
      </w:r>
      <w:r w:rsidRPr="00095413" w:rsidDel="00FB05B2">
        <w:t xml:space="preserve"> (dále jen „dokumentace </w:t>
      </w:r>
      <w:r w:rsidRPr="000D6D4E" w:rsidDel="00FB05B2">
        <w:t>EIA“) dle § 8 zákona č. 100/2001 Sb. o posuzování vlivů na</w:t>
      </w:r>
      <w:r w:rsidRPr="000D6D4E">
        <w:t> </w:t>
      </w:r>
      <w:r w:rsidRPr="000D6D4E" w:rsidDel="00FB05B2">
        <w:t>životní prostředí, v platném znění. Závěr z procesu EIA bude zapracován do DUSL.</w:t>
      </w:r>
      <w:r w:rsidRPr="000D6D4E">
        <w:t xml:space="preserve"> Rozsah tohoto plnění si Objednatel vyhrazuje jako změnu závazku ze smlouvy v souladu s ustanovením §100 odst. 1 ZZVZ. Plnění bude Zhotovitel realizovat na základě pokynu Objednatele po obdržení Závěru zjišťovacího řízení.</w:t>
      </w:r>
    </w:p>
    <w:p w14:paraId="66FC7B14" w14:textId="77777777" w:rsidR="000B079A" w:rsidRPr="00095413" w:rsidDel="00FB05B2" w:rsidRDefault="000B079A" w:rsidP="000B079A">
      <w:pPr>
        <w:pStyle w:val="Odstavec1-1a"/>
        <w:numPr>
          <w:ilvl w:val="0"/>
          <w:numId w:val="7"/>
        </w:numPr>
        <w:spacing w:after="80"/>
      </w:pPr>
      <w:r w:rsidRPr="00095413" w:rsidDel="00FB05B2">
        <w:rPr>
          <w:b/>
        </w:rPr>
        <w:t>Zhotovení Projektové d</w:t>
      </w:r>
      <w:r w:rsidRPr="00095413" w:rsidDel="00FB05B2">
        <w:rPr>
          <w:rStyle w:val="Tun"/>
        </w:rPr>
        <w:t xml:space="preserve">okumentace pro společné povolení podle liniového zákona, </w:t>
      </w:r>
      <w:r w:rsidRPr="00095413" w:rsidDel="00FB05B2">
        <w:rPr>
          <w:rStyle w:val="Tun"/>
          <w:b w:val="0"/>
        </w:rPr>
        <w:t xml:space="preserve">která specifikuje předmět Díla v takovém rozsahu, aby ji bylo možno projednat </w:t>
      </w:r>
      <w:r w:rsidRPr="000D6D4E">
        <w:t>v řízení o povolení záměru, získat pravomocné povolení záměru (povolení stavby nebo zařízení) dle zákona č. 283/2021 Sb., stavební zákon, účinného od 1. 1. 2024 (dále jen „NSZ“)</w:t>
      </w:r>
      <w:r>
        <w:t xml:space="preserve">, </w:t>
      </w:r>
      <w:r w:rsidRPr="00095413" w:rsidDel="00FB05B2">
        <w:t xml:space="preserve">včetně </w:t>
      </w:r>
      <w:r>
        <w:t xml:space="preserve">posouzení </w:t>
      </w:r>
      <w:r w:rsidRPr="00F6333A">
        <w:t>shody nebo vhodnosti pro použití prvku interoperability nebo ES ověř</w:t>
      </w:r>
      <w:r>
        <w:t>ením</w:t>
      </w:r>
      <w:r w:rsidRPr="00F6333A">
        <w:t xml:space="preserve"> subsystému</w:t>
      </w:r>
      <w:r>
        <w:t xml:space="preserve"> oznámeným subjektem</w:t>
      </w:r>
      <w:r w:rsidRPr="00095413" w:rsidDel="00FB05B2">
        <w:t>, zajištění činností koordinátora BOZP při práci na staveništi ve fázi přípravy včetně zpracování plánu BOZP na staveništi a manuálu údržby.</w:t>
      </w:r>
    </w:p>
    <w:p w14:paraId="77442A5E" w14:textId="7F0A9956" w:rsidR="00652EFD" w:rsidRDefault="000B079A" w:rsidP="000B079A">
      <w:pPr>
        <w:pStyle w:val="Odstavec1-1a"/>
        <w:numPr>
          <w:ilvl w:val="0"/>
          <w:numId w:val="7"/>
        </w:numPr>
        <w:spacing w:after="80"/>
      </w:pPr>
      <w:r w:rsidRPr="00095413" w:rsidDel="00FB05B2">
        <w:rPr>
          <w:rStyle w:val="Tun"/>
        </w:rPr>
        <w:t>Zpracování a podání žádosti o</w:t>
      </w:r>
      <w:r w:rsidRPr="00095413" w:rsidDel="00FB05B2">
        <w:t xml:space="preserve"> </w:t>
      </w:r>
      <w:r w:rsidRPr="00095413" w:rsidDel="00FB05B2">
        <w:rPr>
          <w:rStyle w:val="Tun"/>
        </w:rPr>
        <w:t>vydání povolení</w:t>
      </w:r>
      <w:r>
        <w:rPr>
          <w:rStyle w:val="Tun"/>
        </w:rPr>
        <w:t xml:space="preserve"> záměru</w:t>
      </w:r>
      <w:r w:rsidRPr="00095413" w:rsidDel="00FB05B2">
        <w:t xml:space="preserve"> dle </w:t>
      </w:r>
      <w:r>
        <w:t>NSZ</w:t>
      </w:r>
      <w:r w:rsidRPr="00095413" w:rsidDel="00FB05B2">
        <w:t>, včetně všech vyžadovaných podkladů, jejímž výsledkem bude vydání společného povolení. Zhotovitel bude spolupracovat při vydání příslušných rozhodnutí do nabytí jejich právní moci.</w:t>
      </w:r>
      <w:bookmarkEnd w:id="8"/>
    </w:p>
    <w:p w14:paraId="1BF8E85E"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36F7161F" w14:textId="77777777" w:rsidR="00652EFD" w:rsidRDefault="00652EFD" w:rsidP="00652EFD">
      <w:pPr>
        <w:pStyle w:val="Text1-1"/>
      </w:pPr>
      <w:r>
        <w:t>Klasifikace předmětu veřejné zakázky</w:t>
      </w:r>
    </w:p>
    <w:p w14:paraId="4018710A" w14:textId="77777777" w:rsidR="00652EFD" w:rsidRPr="00026485" w:rsidRDefault="00652EFD" w:rsidP="00652EFD">
      <w:pPr>
        <w:pStyle w:val="Text1-1"/>
        <w:numPr>
          <w:ilvl w:val="0"/>
          <w:numId w:val="0"/>
        </w:numPr>
        <w:spacing w:after="0"/>
        <w:ind w:left="737"/>
      </w:pPr>
      <w:r>
        <w:t xml:space="preserve">kód </w:t>
      </w:r>
      <w:r w:rsidRPr="00026485">
        <w:t>CPV 71322000-1 Technické projekty pro provádění stavebně inženýrských prací</w:t>
      </w:r>
    </w:p>
    <w:p w14:paraId="04B554F1" w14:textId="77777777" w:rsidR="00652EFD" w:rsidRPr="00026485" w:rsidRDefault="00652EFD" w:rsidP="00652EFD">
      <w:pPr>
        <w:pStyle w:val="Text1-1"/>
        <w:numPr>
          <w:ilvl w:val="0"/>
          <w:numId w:val="0"/>
        </w:numPr>
        <w:spacing w:after="0"/>
        <w:ind w:left="737"/>
      </w:pPr>
      <w:r w:rsidRPr="00026485">
        <w:t>kód CPV 71311230-2 Železniční stavitelství</w:t>
      </w:r>
    </w:p>
    <w:p w14:paraId="79D38C76" w14:textId="32A89A4C" w:rsidR="00652EFD" w:rsidRPr="00026485" w:rsidRDefault="00652EFD" w:rsidP="00CA69CC">
      <w:pPr>
        <w:pStyle w:val="Text1-1"/>
        <w:numPr>
          <w:ilvl w:val="0"/>
          <w:numId w:val="0"/>
        </w:numPr>
        <w:spacing w:after="0"/>
        <w:ind w:left="737"/>
      </w:pPr>
      <w:r w:rsidRPr="00026485">
        <w:t>kód CPV 71313400-9 Posouzení vlivu stavby na životní prostředí</w:t>
      </w:r>
    </w:p>
    <w:p w14:paraId="093430CD" w14:textId="768BA166" w:rsidR="00CA69CC" w:rsidRDefault="00CA69CC" w:rsidP="00652EFD">
      <w:pPr>
        <w:pStyle w:val="Text1-1"/>
        <w:numPr>
          <w:ilvl w:val="0"/>
          <w:numId w:val="0"/>
        </w:numPr>
        <w:ind w:left="737"/>
      </w:pPr>
      <w:r w:rsidRPr="00026485">
        <w:t xml:space="preserve">kód CPV </w:t>
      </w:r>
      <w:r w:rsidRPr="00026485">
        <w:rPr>
          <w:rFonts w:cs="Segoe UI"/>
        </w:rPr>
        <w:t>71300000-1 Technicko-inženýrské služby</w:t>
      </w:r>
    </w:p>
    <w:p w14:paraId="43C07484" w14:textId="77777777" w:rsidR="0035531B" w:rsidRDefault="00652EFD" w:rsidP="00652EFD">
      <w:pPr>
        <w:pStyle w:val="Text1-1"/>
      </w:pPr>
      <w:r>
        <w:t xml:space="preserve">Doba plnění veřejné zakázky je podrobně uvedena ve Smlouvě o dílo na plnění veřejné zakázky (v Příloze č. 5 s názvem Harmonogram plnění), jejíž závazný vzor </w:t>
      </w:r>
      <w:proofErr w:type="gramStart"/>
      <w:r>
        <w:t>tvoří</w:t>
      </w:r>
      <w:proofErr w:type="gramEnd"/>
      <w:r>
        <w:t xml:space="preserve"> Díl 2 zadávací dokumentace.</w:t>
      </w:r>
    </w:p>
    <w:p w14:paraId="4942CA4A" w14:textId="77777777" w:rsidR="0035531B" w:rsidRDefault="0035531B" w:rsidP="006F6B09">
      <w:pPr>
        <w:pStyle w:val="Nadpis1-1"/>
      </w:pPr>
      <w:bookmarkStart w:id="9" w:name="_Toc159579551"/>
      <w:r>
        <w:t>ZDROJE FINANCOVÁNÍ</w:t>
      </w:r>
      <w:r w:rsidR="00845C50">
        <w:t xml:space="preserve"> a </w:t>
      </w:r>
      <w:r>
        <w:t>PŘEDPOKLÁDANÁ HODNOTA VEŘEJNÉ ZAKÁZKY</w:t>
      </w:r>
      <w:bookmarkEnd w:id="9"/>
    </w:p>
    <w:p w14:paraId="225746A9" w14:textId="59F76CC2" w:rsidR="0035531B" w:rsidRDefault="003F4C40" w:rsidP="00770F67">
      <w:pPr>
        <w:pStyle w:val="Text1-1"/>
      </w:pPr>
      <w:r>
        <w:t>U této zakázky se předpokládá, že bude financována z prostředků Státního fondu dopravní infrastruktury.</w:t>
      </w:r>
    </w:p>
    <w:p w14:paraId="093E89B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3F357CBB" w14:textId="4A09F983" w:rsidR="0035531B" w:rsidRDefault="0035531B" w:rsidP="0035531B">
      <w:pPr>
        <w:pStyle w:val="Text1-1"/>
      </w:pPr>
      <w:r>
        <w:t xml:space="preserve">Předpokládaná hodnota veřejné zakázky </w:t>
      </w:r>
      <w:r w:rsidR="00BB7489" w:rsidRPr="00F66EA9">
        <w:t xml:space="preserve">po odečtení hodnoty vyhrazených změn závazků ze smlouvy (tzn. vyhrazených „víceprací“) </w:t>
      </w:r>
      <w:r>
        <w:t xml:space="preserve">činí </w:t>
      </w:r>
      <w:r w:rsidR="00446954" w:rsidRPr="00446954">
        <w:rPr>
          <w:b/>
          <w:bCs/>
        </w:rPr>
        <w:t>49 371 102,-</w:t>
      </w:r>
      <w:r w:rsidRPr="00446954">
        <w:rPr>
          <w:b/>
          <w:bCs/>
        </w:rPr>
        <w:t xml:space="preserve"> Kč</w:t>
      </w:r>
      <w:r>
        <w:t xml:space="preserve"> (bez DPH).</w:t>
      </w:r>
    </w:p>
    <w:p w14:paraId="01FEF092" w14:textId="77777777" w:rsidR="0035531B" w:rsidRDefault="0035531B" w:rsidP="006F6B09">
      <w:pPr>
        <w:pStyle w:val="Nadpis1-1"/>
      </w:pPr>
      <w:bookmarkStart w:id="10" w:name="_Toc159579552"/>
      <w:r>
        <w:t>OBSAH ZADÁVACÍ DOKUMENTACE</w:t>
      </w:r>
      <w:bookmarkEnd w:id="10"/>
      <w:r>
        <w:t xml:space="preserve"> </w:t>
      </w:r>
    </w:p>
    <w:p w14:paraId="2C5FD454" w14:textId="0069F549" w:rsidR="00ED116C" w:rsidRDefault="00ED116C" w:rsidP="00ED116C">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 o zahájení zadávacího řízení – </w:t>
      </w:r>
      <w:r w:rsidR="001B2612">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791BD1EE" w:rsidR="00ED116C" w:rsidRDefault="00ED116C" w:rsidP="00ED116C">
      <w:pPr>
        <w:pStyle w:val="Textbezslovn"/>
        <w:tabs>
          <w:tab w:val="left" w:pos="1701"/>
        </w:tabs>
        <w:spacing w:after="0"/>
        <w:ind w:left="1701" w:hanging="964"/>
      </w:pPr>
      <w:r>
        <w:t>Část 1</w:t>
      </w:r>
      <w:r>
        <w:tab/>
        <w:t xml:space="preserve">Oznámení o zahájení zadávacího řízení – </w:t>
      </w:r>
      <w:r w:rsidR="001B1D04">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FFBDA19" w14:textId="77777777" w:rsidR="00ED116C" w:rsidRDefault="00ED116C" w:rsidP="00ED116C">
      <w:pPr>
        <w:pStyle w:val="Text1-1"/>
        <w:numPr>
          <w:ilvl w:val="0"/>
          <w:numId w:val="0"/>
        </w:numPr>
        <w:spacing w:after="0"/>
        <w:ind w:left="737"/>
      </w:pPr>
      <w:r>
        <w:t>Samostatně uveřejňované přílohy:</w:t>
      </w:r>
    </w:p>
    <w:p w14:paraId="2BEAF2EF" w14:textId="77777777" w:rsidR="00ED116C" w:rsidRDefault="00ED116C" w:rsidP="00ED116C">
      <w:pPr>
        <w:pStyle w:val="Textbezslovn"/>
        <w:tabs>
          <w:tab w:val="left" w:pos="1701"/>
        </w:tabs>
        <w:spacing w:after="0"/>
        <w:ind w:left="1701" w:hanging="964"/>
      </w:pPr>
      <w:r>
        <w:t>Část 2</w:t>
      </w:r>
      <w:r>
        <w:tab/>
        <w:t>Obchodní podmínky</w:t>
      </w:r>
    </w:p>
    <w:p w14:paraId="6F768C6B"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1F5DDA8"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786EE17C" w14:textId="611DDBF3" w:rsidR="00752D15" w:rsidRDefault="00ED116C" w:rsidP="00365144">
      <w:pPr>
        <w:pStyle w:val="Textbezslovn"/>
        <w:tabs>
          <w:tab w:val="left" w:pos="1701"/>
        </w:tabs>
        <w:ind w:left="1701" w:hanging="964"/>
      </w:pPr>
      <w:r>
        <w:t>Část 5</w:t>
      </w:r>
      <w:r>
        <w:tab/>
        <w:t xml:space="preserve">Zvláštní technické podmínky </w:t>
      </w:r>
    </w:p>
    <w:p w14:paraId="3CF67C9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3CEBAEAE" w14:textId="61C3FA5C" w:rsidR="00ED116C" w:rsidRDefault="00C31E65" w:rsidP="00C31E65">
      <w:pPr>
        <w:pStyle w:val="Text1-1"/>
        <w:numPr>
          <w:ilvl w:val="0"/>
          <w:numId w:val="0"/>
        </w:numPr>
        <w:ind w:left="1701" w:hanging="992"/>
      </w:pPr>
      <w:r>
        <w:t>Část 1</w:t>
      </w:r>
      <w:r>
        <w:tab/>
      </w:r>
      <w:r w:rsidRPr="00DB57D3">
        <w:t>Technicko-ekonomická rozvaha: Stavby prosté elektrizace pro dálkovou osobní dopravu a nákladní železniční dopravu</w:t>
      </w:r>
    </w:p>
    <w:p w14:paraId="3361B5FB" w14:textId="5C994F7B" w:rsidR="00B71897" w:rsidRDefault="00B71897" w:rsidP="00C31E65">
      <w:pPr>
        <w:pStyle w:val="Text1-1"/>
        <w:numPr>
          <w:ilvl w:val="0"/>
          <w:numId w:val="0"/>
        </w:numPr>
        <w:ind w:left="1701" w:hanging="992"/>
      </w:pPr>
      <w:r>
        <w:t>Část 2</w:t>
      </w:r>
      <w:r>
        <w:tab/>
      </w:r>
      <w:r w:rsidRPr="00B83750">
        <w:t>Projekt pro předběžný podrobný inženýrskogeologický průzkum</w:t>
      </w:r>
      <w:r>
        <w:t xml:space="preserve"> a stavebnětechnický průzkum</w:t>
      </w:r>
    </w:p>
    <w:p w14:paraId="38991BDC" w14:textId="12773C0F" w:rsidR="005A3D2F" w:rsidRPr="003F4C40" w:rsidRDefault="0035531B" w:rsidP="00E534CF">
      <w:pPr>
        <w:pStyle w:val="Text1-1"/>
      </w:pPr>
      <w:r w:rsidRPr="003F4C40">
        <w:t>Zadávací dokumentace je přístupná na profilu zadavatele</w:t>
      </w:r>
      <w:r w:rsidR="005A3D2F" w:rsidRPr="003F4C40">
        <w:t xml:space="preserve"> </w:t>
      </w:r>
      <w:hyperlink r:id="rId13"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 xml:space="preserve">zahájení zadávacího řízení – </w:t>
      </w:r>
      <w:r w:rsidR="00EF347E">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4" w:history="1">
        <w:r w:rsidR="00B86106">
          <w:rPr>
            <w:rStyle w:val="Hypertextovodkaz"/>
          </w:rPr>
          <w:t>https://vvz.nipez.cz/</w:t>
        </w:r>
      </w:hyperlink>
      <w:hyperlink r:id="rId15" w:history="1"/>
      <w:r w:rsidR="00CA69CC">
        <w:rPr>
          <w:rStyle w:val="Hypertextovodkaz"/>
          <w:noProof w:val="0"/>
        </w:rPr>
        <w:t>.</w:t>
      </w:r>
    </w:p>
    <w:p w14:paraId="164363E4" w14:textId="77777777" w:rsidR="005A3D2F" w:rsidRPr="0013496A" w:rsidRDefault="0035531B" w:rsidP="00E534CF">
      <w:pPr>
        <w:pStyle w:val="Text1-1"/>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093AF5B1" w14:textId="4DA97B5C"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6E4574E3" w14:textId="77777777" w:rsidR="003C332B" w:rsidRPr="005B12CD" w:rsidRDefault="00ED116C" w:rsidP="003C332B">
      <w:pPr>
        <w:pStyle w:val="Text1-1"/>
      </w:pPr>
      <w:r w:rsidRPr="005B12CD">
        <w:t xml:space="preserve">Zadavatel sděluje, že následující části zadávací dokumentace vypracovala osoba odlišná od zadavatele, a to: </w:t>
      </w:r>
    </w:p>
    <w:p w14:paraId="617AF63E" w14:textId="378E4C82" w:rsidR="003C332B" w:rsidRPr="003C332B" w:rsidRDefault="003C332B" w:rsidP="003C332B">
      <w:pPr>
        <w:pStyle w:val="Text1-1"/>
        <w:numPr>
          <w:ilvl w:val="0"/>
          <w:numId w:val="0"/>
        </w:numPr>
        <w:ind w:left="737"/>
        <w:rPr>
          <w:color w:val="FF0000"/>
        </w:rPr>
      </w:pPr>
      <w:r w:rsidRPr="00B83750">
        <w:t>Projekt pro předběžný podrobný inženýrskogeologický průzkum</w:t>
      </w:r>
      <w:r>
        <w:t xml:space="preserve"> a stavebnětechnický průzkum, zpracovatel TESIA speciální technické práce s.r.o. se sídlem Luční 2435/17, 616 00 Brno, IČ 10 88 22 94</w:t>
      </w:r>
    </w:p>
    <w:p w14:paraId="5B9B9B02" w14:textId="77777777" w:rsidR="0035531B" w:rsidRDefault="0035531B" w:rsidP="0035531B">
      <w:pPr>
        <w:pStyle w:val="Text1-1"/>
      </w:pPr>
      <w:r>
        <w:t>Pro vyloučení pochybností zadavatel uvádí, že ohledně této veřejné zakázky nevedl předběžné tržní konzultace.</w:t>
      </w:r>
    </w:p>
    <w:p w14:paraId="32F98CD9" w14:textId="77777777" w:rsidR="0035531B" w:rsidRDefault="0035531B" w:rsidP="00CC4380">
      <w:pPr>
        <w:pStyle w:val="Nadpis1-1"/>
      </w:pPr>
      <w:bookmarkStart w:id="11" w:name="_Toc159579553"/>
      <w:r>
        <w:t>VYSVĚTLENÍ, ZMĚNY</w:t>
      </w:r>
      <w:r w:rsidR="00845C50">
        <w:t xml:space="preserve"> a </w:t>
      </w:r>
      <w:r>
        <w:t>DOPLNĚNÍ ZADÁVACÍ DOKUMENTACE</w:t>
      </w:r>
      <w:bookmarkEnd w:id="11"/>
      <w:r>
        <w:t xml:space="preserve"> </w:t>
      </w:r>
    </w:p>
    <w:p w14:paraId="2A9D31C2"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9"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6B8A998B" w14:textId="1D8433E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2" w:name="_Toc159579554"/>
      <w:r>
        <w:t>POŽADAVKY ZADAVATELE NA KVALIFIKACI</w:t>
      </w:r>
      <w:bookmarkEnd w:id="12"/>
    </w:p>
    <w:p w14:paraId="640E0BF3" w14:textId="0C6F3FE6"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 xml:space="preserve">zahájení zadávacího řízení – </w:t>
      </w:r>
      <w:r w:rsidR="00C60753">
        <w:t>sektorová veřejná zakázka</w:t>
      </w:r>
      <w:r w:rsidR="00845C50">
        <w:t xml:space="preserve"> 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D2E111A"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2E232C">
        <w:t xml:space="preserve">živnostenské </w:t>
      </w:r>
      <w:r>
        <w:t>oprávnění</w:t>
      </w:r>
      <w:r w:rsidR="00BC6D2B">
        <w:t xml:space="preserve"> k </w:t>
      </w:r>
      <w:r>
        <w:t xml:space="preserve">podnikání pro následující činnosti: </w:t>
      </w:r>
    </w:p>
    <w:p w14:paraId="72CD3167" w14:textId="77777777" w:rsidR="001D6E71" w:rsidRPr="000B548F" w:rsidRDefault="001D6E71" w:rsidP="00BD5A0E">
      <w:pPr>
        <w:pStyle w:val="Odrka1-2-"/>
        <w:spacing w:after="0"/>
      </w:pPr>
      <w:r w:rsidRPr="000B548F">
        <w:t>projektovou činnost ve výstavbě</w:t>
      </w:r>
    </w:p>
    <w:p w14:paraId="44ED2A7D" w14:textId="63FAC269" w:rsidR="001D6E71" w:rsidRPr="00CC0356" w:rsidRDefault="00CC0356" w:rsidP="00BD5A0E">
      <w:pPr>
        <w:pStyle w:val="Odrka1-2-"/>
        <w:spacing w:after="0"/>
      </w:pPr>
      <w:r w:rsidRPr="00CC0356">
        <w:t>nakládání s nebezpečnými odpady</w:t>
      </w:r>
    </w:p>
    <w:p w14:paraId="5983D0CE" w14:textId="40F5035D" w:rsidR="0062741F" w:rsidRPr="00CC0356" w:rsidRDefault="001E6320" w:rsidP="0062741F">
      <w:pPr>
        <w:pStyle w:val="Odrka1-2-"/>
      </w:pPr>
      <w:r w:rsidRPr="00CC0356">
        <w:t>v</w:t>
      </w:r>
      <w:r w:rsidR="00D774E6" w:rsidRPr="00CC0356">
        <w:t xml:space="preserve">ýroba, obchod a služby neuvedené v přílohách 1 až 3 živnostenského zákona, v oboru činnosti: </w:t>
      </w:r>
      <w:r w:rsidR="0062741F" w:rsidRPr="00CC0356">
        <w:t>poradenská a konzultační činnost, zpracování odborných studií a posudků</w:t>
      </w:r>
    </w:p>
    <w:p w14:paraId="13479748" w14:textId="081D7DB5" w:rsidR="00CC0356" w:rsidRPr="00CC0356" w:rsidRDefault="00CC0356" w:rsidP="00CC0356">
      <w:pPr>
        <w:pStyle w:val="Odrka1-2-"/>
        <w:spacing w:after="120"/>
      </w:pPr>
      <w:r w:rsidRPr="00CC0356">
        <w:t>geologické práce</w:t>
      </w:r>
    </w:p>
    <w:p w14:paraId="64077E69" w14:textId="77777777" w:rsidR="0035531B" w:rsidRDefault="0035531B" w:rsidP="00092CC9">
      <w:pPr>
        <w:pStyle w:val="Odrka1-1"/>
      </w:pPr>
      <w:r>
        <w:t>Odborná způsobilost:</w:t>
      </w:r>
    </w:p>
    <w:p w14:paraId="0E897038" w14:textId="57AE1659" w:rsidR="00BD5A0E" w:rsidRPr="00444B2A" w:rsidRDefault="00BD5A0E" w:rsidP="00BD5A0E">
      <w:pPr>
        <w:pStyle w:val="Odrka1-2-"/>
      </w:pPr>
      <w:r w:rsidRPr="00CC0356">
        <w:t xml:space="preserve">Zadavatel požaduje předložení dokladu o autorizaci v rozsahu dle § 5 odst. 3 písm. </w:t>
      </w:r>
      <w:r w:rsidRPr="00CC0356">
        <w:rPr>
          <w:b/>
        </w:rPr>
        <w:t xml:space="preserve"> b),</w:t>
      </w:r>
      <w:r w:rsidR="00532C21">
        <w:rPr>
          <w:b/>
        </w:rPr>
        <w:t xml:space="preserve"> </w:t>
      </w:r>
      <w:r w:rsidR="00CC0356" w:rsidRPr="00CC0356">
        <w:rPr>
          <w:b/>
        </w:rPr>
        <w:t>c),</w:t>
      </w:r>
      <w:r w:rsidRPr="00CC0356">
        <w:rPr>
          <w:b/>
        </w:rPr>
        <w:t xml:space="preserve"> e), </w:t>
      </w:r>
      <w:r w:rsidR="008B49EA">
        <w:rPr>
          <w:b/>
        </w:rPr>
        <w:t xml:space="preserve">f) </w:t>
      </w:r>
      <w:r w:rsidRPr="00CC0356">
        <w:t>specializace</w:t>
      </w:r>
      <w:r w:rsidR="00CC0356" w:rsidRPr="00CC0356">
        <w:t xml:space="preserve"> elektrotechnická zařízení</w:t>
      </w:r>
      <w:r w:rsidR="008B49EA">
        <w:t xml:space="preserve"> a</w:t>
      </w:r>
      <w:r w:rsidRPr="00CC0356">
        <w:rPr>
          <w:b/>
        </w:rPr>
        <w:t xml:space="preserve"> i)</w:t>
      </w:r>
      <w:r w:rsidRPr="00CC0356">
        <w:t xml:space="preserve"> zákona</w:t>
      </w:r>
      <w:r>
        <w:t xml:space="preserve"> č. 360/1992 Sb., o výkonu povolání autorizovaných architektů a o výkonu povolání autorizovaných inženýrů a techniků činných ve výstavbě, ve </w:t>
      </w:r>
      <w:r w:rsidRPr="00444B2A">
        <w:t>znění pozdějších předpisů.</w:t>
      </w:r>
    </w:p>
    <w:p w14:paraId="294BA72A" w14:textId="677B81FC" w:rsidR="00F85ADF" w:rsidRPr="00444B2A" w:rsidRDefault="00F85ADF" w:rsidP="00BD5A0E">
      <w:pPr>
        <w:pStyle w:val="Odrka1-2-"/>
      </w:pPr>
      <w:r w:rsidRPr="00444B2A">
        <w:t>Zadavatel požaduje předložení 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09E97E46" w14:textId="77777777" w:rsidR="00BD5A0E" w:rsidRPr="002A7410" w:rsidRDefault="00BD5A0E" w:rsidP="00BD5A0E">
      <w:pPr>
        <w:pStyle w:val="Odrka1-2-"/>
      </w:pPr>
      <w:r w:rsidRPr="002A7410">
        <w:t>Zadavatel požaduje předložení autorizace ke zpracování dokumentace a posudku dle § 19 zák. č. 100/2001 Sb., o posuzování vlivů na životní prostředí, ve znění pozdějších předpisů.</w:t>
      </w:r>
    </w:p>
    <w:p w14:paraId="5D9DF10F" w14:textId="03F547AD" w:rsidR="0062741F" w:rsidRPr="002A7410" w:rsidRDefault="0062741F" w:rsidP="00BD5A0E">
      <w:pPr>
        <w:pStyle w:val="Odrka1-2-"/>
      </w:pPr>
      <w:r w:rsidRPr="002A7410">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1BC86D90" w14:textId="77777777" w:rsidR="0062741F" w:rsidRPr="002A7410" w:rsidRDefault="0062741F" w:rsidP="00BD5A0E">
      <w:pPr>
        <w:pStyle w:val="Odrka1-2-"/>
      </w:pPr>
      <w:r w:rsidRPr="002A7410">
        <w:t xml:space="preserve">Zadavatel požaduje předložení pověření k hodnocení nebezpečných vlastností odpadů dle § </w:t>
      </w:r>
      <w:r w:rsidR="004B0AE4" w:rsidRPr="002A7410">
        <w:t>73, resp. § 154 odst. 3, zákona č. 541/2020 Sb., o odpadech</w:t>
      </w:r>
      <w:r w:rsidRPr="002A7410">
        <w:t>, ve znění pozdějších předpisů.</w:t>
      </w:r>
    </w:p>
    <w:p w14:paraId="34738729" w14:textId="77777777" w:rsidR="00BD5A0E" w:rsidRPr="00BD5A0E" w:rsidRDefault="00BD5A0E" w:rsidP="005B73B8">
      <w:pPr>
        <w:pStyle w:val="Odrka1-2-"/>
        <w:numPr>
          <w:ilvl w:val="0"/>
          <w:numId w:val="0"/>
        </w:numPr>
        <w:ind w:left="1531"/>
        <w:rPr>
          <w:highlight w:val="green"/>
        </w:rPr>
      </w:pPr>
    </w:p>
    <w:p w14:paraId="4F14F8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296C05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C5D184E" w14:textId="77777777" w:rsidR="00A15641" w:rsidRDefault="00A15641" w:rsidP="00BD5A0E">
      <w:pPr>
        <w:pStyle w:val="Odrka1-2-"/>
        <w:numPr>
          <w:ilvl w:val="0"/>
          <w:numId w:val="0"/>
        </w:numPr>
        <w:ind w:left="1077"/>
      </w:pP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76898531" w:rsidR="00392730" w:rsidRDefault="00392730" w:rsidP="00392730">
      <w:pPr>
        <w:pStyle w:val="Textbezslovn"/>
      </w:pPr>
      <w:r>
        <w:t xml:space="preserve">Zadavatel požaduje předložení seznamu ukončených významných služeb obdobného charakteru poskytnutých dodavatelem v posledních </w:t>
      </w:r>
      <w:r w:rsidR="00F34816">
        <w:t>8</w:t>
      </w:r>
      <w:r>
        <w:t xml:space="preserve"> letech před zahájením zadávacího řízení. </w:t>
      </w:r>
    </w:p>
    <w:p w14:paraId="0AA38813" w14:textId="71F4C792" w:rsidR="00392730" w:rsidRDefault="00392730" w:rsidP="00392730">
      <w:pPr>
        <w:pStyle w:val="Textbezslovn"/>
      </w:pPr>
      <w:r>
        <w:t xml:space="preserve">Za služby obdobného charakteru se pokládají projektové práce spočívající ve zhotovení dokumentace ve stupni </w:t>
      </w:r>
      <w:r w:rsidR="007D63FC" w:rsidRPr="007D63FC">
        <w:t xml:space="preserve">dokumentace pro </w:t>
      </w:r>
      <w:r w:rsidR="00C6720B">
        <w:t xml:space="preserve">vydání rozhodnutí o umístění stavby </w:t>
      </w:r>
      <w:r w:rsidR="007D63FC" w:rsidRPr="007D63FC">
        <w:t>(</w:t>
      </w:r>
      <w:r w:rsidR="00C6720B">
        <w:t>dále jen „</w:t>
      </w:r>
      <w:r w:rsidR="007D63FC" w:rsidRPr="007D63FC">
        <w:t>DUR</w:t>
      </w:r>
      <w:r w:rsidR="00C6720B">
        <w:t>“</w:t>
      </w:r>
      <w:r w:rsidR="007D63FC" w:rsidRPr="007D63FC">
        <w:t xml:space="preserve">) nebo </w:t>
      </w:r>
      <w:r>
        <w:t xml:space="preserve">projektové dokumentace pro </w:t>
      </w:r>
      <w:r w:rsidR="00C6720B">
        <w:t xml:space="preserve">vydání </w:t>
      </w:r>
      <w:r>
        <w:t>stavební</w:t>
      </w:r>
      <w:r w:rsidR="00C6720B">
        <w:t>ho</w:t>
      </w:r>
      <w:r>
        <w:t xml:space="preserve"> povolení (</w:t>
      </w:r>
      <w:r w:rsidR="00C6720B">
        <w:t>dále jen „</w:t>
      </w:r>
      <w: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projektové dokumentace pro provádění stavby (</w:t>
      </w:r>
      <w:r w:rsidR="00C6720B">
        <w:t>dále jen „</w:t>
      </w:r>
      <w:r>
        <w:t>DSP+PDPS</w:t>
      </w:r>
      <w:r w:rsidR="00C6720B">
        <w:t>“</w:t>
      </w:r>
      <w:r>
        <w:t xml:space="preserve">) nebo </w:t>
      </w:r>
      <w:r w:rsidR="00CB2B9A">
        <w:t xml:space="preserve">ve stupni </w:t>
      </w:r>
      <w:r w:rsidR="005A595A">
        <w:t xml:space="preserve">projektové </w:t>
      </w:r>
      <w:r>
        <w:t xml:space="preserve">dokumentace pro </w:t>
      </w:r>
      <w:r w:rsidR="00C6720B">
        <w:t xml:space="preserve">vydání </w:t>
      </w:r>
      <w:r>
        <w:t>společné</w:t>
      </w:r>
      <w:r w:rsidR="00C6720B">
        <w:t>ho</w:t>
      </w:r>
      <w:r>
        <w:t xml:space="preserve"> povolení (</w:t>
      </w:r>
      <w:r w:rsidR="00C6720B">
        <w:t>dále jen „</w:t>
      </w:r>
      <w:r>
        <w:t>DUSP</w:t>
      </w:r>
      <w:r w:rsidR="00C6720B">
        <w:t>“</w:t>
      </w:r>
      <w:r>
        <w:t>)</w:t>
      </w:r>
      <w:r w:rsidR="00F2092F">
        <w:t xml:space="preserve">, resp.  projektové dokumentace pro vydání společného povolení podle zákona č. 416/2009 Sb., </w:t>
      </w:r>
      <w:r w:rsidR="00F2092F" w:rsidRPr="00EC1519">
        <w:t>o urychlení výstavby dopravní, vodní a energetické infrastruktury a infrastruktury elektronických komunikací (liniový zákon)</w:t>
      </w:r>
      <w:r w:rsidR="00F2092F">
        <w:t xml:space="preserve">, ve znění pozdějších předpisů (dále jen „DUSL“, přičemž pro obě projektové dokumentace pro vydání společného povolení je dále v textu používána společná zkratka </w:t>
      </w:r>
      <w:r w:rsidR="00247160">
        <w:t>„</w:t>
      </w:r>
      <w:r w:rsidR="00F2092F">
        <w:t>DUSP/DUSL</w:t>
      </w:r>
      <w:r w:rsidR="00247160">
        <w:t>“</w:t>
      </w:r>
      <w:r w:rsidR="00F2092F">
        <w:t>)</w:t>
      </w:r>
      <w:r>
        <w:t xml:space="preserve"> </w:t>
      </w:r>
      <w:r w:rsidR="00195CAC">
        <w:t xml:space="preserve">nebo ve </w:t>
      </w:r>
      <w:r w:rsidR="00C6720B">
        <w:t xml:space="preserve">stupních </w:t>
      </w:r>
      <w:r w:rsidR="005A595A">
        <w:t xml:space="preserve">projektové </w:t>
      </w:r>
      <w:r w:rsidR="00195CAC">
        <w:t xml:space="preserve">dokumentace pro </w:t>
      </w:r>
      <w:r w:rsidR="00C6720B">
        <w:t xml:space="preserve">vydání </w:t>
      </w:r>
      <w:r w:rsidR="00195CAC">
        <w:t>společné</w:t>
      </w:r>
      <w:r w:rsidR="00C6720B">
        <w:t>ho</w:t>
      </w:r>
      <w:r w:rsidR="00195CAC">
        <w:t xml:space="preserve"> povolení a projektové dokumentace pro provádění stavby (</w:t>
      </w:r>
      <w:r w:rsidR="00C6720B">
        <w:t>dále jen „</w:t>
      </w:r>
      <w:r w:rsidR="00195CAC">
        <w:t>DUSP</w:t>
      </w:r>
      <w:r w:rsidR="00247160">
        <w:t>/DUSL</w:t>
      </w:r>
      <w:r w:rsidR="00195CAC">
        <w:t>+PDPS</w:t>
      </w:r>
      <w:r w:rsidR="00C6720B">
        <w:t>“</w:t>
      </w:r>
      <w:r w:rsidR="00195CAC">
        <w:t xml:space="preserve">) </w:t>
      </w:r>
      <w:r w:rsidR="00726461">
        <w:t xml:space="preserve">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w:t>
      </w:r>
      <w:r w:rsidR="00C6720B">
        <w:t xml:space="preserve">dle </w:t>
      </w:r>
      <w:r w:rsidR="00D605F5">
        <w:t xml:space="preserve">prováděcích </w:t>
      </w:r>
      <w:r w:rsidR="00C6720B">
        <w:t>právních předpisů</w:t>
      </w:r>
      <w:r w:rsidR="00C6720B" w:rsidRPr="00833899">
        <w:rPr>
          <w:rStyle w:val="Znakapoznpodarou"/>
        </w:rPr>
        <w:footnoteReference w:id="1"/>
      </w:r>
      <w:r w:rsidR="00C6720B">
        <w:t xml:space="preserve"> p</w:t>
      </w:r>
      <w:r>
        <w:t xml:space="preserve">ro stavby </w:t>
      </w:r>
      <w:r w:rsidRPr="0077793E">
        <w:t>železničních drah ve smyslu § 5 odst. 1 a § 3 odst. 1 zák. č. 266/1994</w:t>
      </w:r>
      <w:r>
        <w:t xml:space="preserve"> Sb., o dráhách, ve znění pozdějších předpisů. Za službu obdobného charakteru, resp. projektové práce spočívající ve zhotovení dokumentace ve stupni </w:t>
      </w:r>
      <w:r w:rsidR="007D63FC">
        <w:t>DUR</w:t>
      </w:r>
      <w:r w:rsidR="00195CAC">
        <w:t xml:space="preserve"> nebo</w:t>
      </w:r>
      <w:r w:rsidR="007D63FC">
        <w:t xml:space="preserve"> </w:t>
      </w:r>
      <w:r>
        <w:t>DSP</w:t>
      </w:r>
      <w:r w:rsidR="00195CAC">
        <w:t xml:space="preserve"> nebo</w:t>
      </w:r>
      <w:r>
        <w:t xml:space="preserve"> 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 xml:space="preserve">, zadavatel považuje rovněž provedení aktualizace dokumentace ve stupni </w:t>
      </w:r>
      <w:r w:rsidR="007D63FC">
        <w:t>DUR</w:t>
      </w:r>
      <w:r w:rsidR="00195CAC">
        <w:t xml:space="preserve"> nebo</w:t>
      </w:r>
      <w:r w:rsidR="007D63FC">
        <w:t xml:space="preserve"> </w:t>
      </w:r>
      <w:r>
        <w:t>DSP</w:t>
      </w:r>
      <w:r w:rsidR="00195CAC">
        <w:t xml:space="preserve"> nebo</w:t>
      </w:r>
      <w:r w:rsidR="007D63FC">
        <w:t xml:space="preserve"> </w:t>
      </w:r>
      <w:r>
        <w:t>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w:t>
      </w:r>
    </w:p>
    <w:p w14:paraId="782BA4F3" w14:textId="14065829" w:rsidR="00A4169A" w:rsidRDefault="00A4169A"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však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5A595A" w:rsidRPr="005A595A">
        <w:t xml:space="preserve"> </w:t>
      </w:r>
      <w:r w:rsidR="00726461">
        <w:t>V případě dokumentací ve stupních DUR+DSP nebo DUR+DSP+PDPS musí být stupně DUR a DSP zpracovány a doloženy ke stejné stavbě (bez ohledu na to, zda v rámci jedné smlouvy či nikoli).</w:t>
      </w:r>
    </w:p>
    <w:p w14:paraId="3EA7F906" w14:textId="2906215A" w:rsidR="00392730" w:rsidRPr="003B1CA7"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w:t>
      </w:r>
      <w:r w:rsidRPr="003B1CA7">
        <w:t>písm. a)</w:t>
      </w:r>
      <w:r w:rsidR="0053550F">
        <w:t xml:space="preserve"> a</w:t>
      </w:r>
      <w:r w:rsidRPr="003B1CA7">
        <w:t xml:space="preserve"> </w:t>
      </w:r>
      <w:r w:rsidR="0053550F">
        <w:t>b</w:t>
      </w:r>
      <w:r w:rsidRPr="003B1CA7">
        <w:t>), (dále</w:t>
      </w:r>
      <w:r>
        <w:t xml:space="preserve"> jen „</w:t>
      </w:r>
      <w:r w:rsidRPr="00392730">
        <w:rPr>
          <w:b/>
        </w:rPr>
        <w:t>významné služby</w:t>
      </w:r>
      <w:r>
        <w:t xml:space="preserve">“). Dodavatel musí informacemi uvedenými v předloženém seznamu významných služeb prokázat, že v uvedeném období poskytl významné služby, jejichž </w:t>
      </w:r>
      <w:r w:rsidRPr="003B1CA7">
        <w:t xml:space="preserve">předmětem byly následující činnosti: </w:t>
      </w:r>
    </w:p>
    <w:p w14:paraId="758BAF41" w14:textId="07FB5910" w:rsidR="00392730" w:rsidRPr="003B1CA7" w:rsidRDefault="00392730" w:rsidP="00C313BF">
      <w:pPr>
        <w:pStyle w:val="Odstavec1-1a"/>
        <w:numPr>
          <w:ilvl w:val="0"/>
          <w:numId w:val="25"/>
        </w:numPr>
      </w:pPr>
      <w:r w:rsidRPr="003B1CA7">
        <w:t xml:space="preserve">zpracování dokumentace ve stupni </w:t>
      </w:r>
      <w:r w:rsidR="00CC16CC" w:rsidRPr="003B1CA7">
        <w:t xml:space="preserve">DUR nebo </w:t>
      </w:r>
      <w:r w:rsidRPr="003B1CA7">
        <w:t>DSP nebo DSP+PDPS nebo DUSP</w:t>
      </w:r>
      <w:r w:rsidR="00031005" w:rsidRPr="003B1CA7">
        <w:t>/DUSL</w:t>
      </w:r>
      <w:r w:rsidRPr="003B1CA7">
        <w:t xml:space="preserve"> </w:t>
      </w:r>
      <w:r w:rsidR="006E750A" w:rsidRPr="003B1CA7">
        <w:t>nebo DUSP</w:t>
      </w:r>
      <w:r w:rsidR="00031005" w:rsidRPr="003B1CA7">
        <w:t>/DUSL</w:t>
      </w:r>
      <w:r w:rsidR="006E750A" w:rsidRPr="003B1CA7">
        <w:t xml:space="preserve">+PDPS </w:t>
      </w:r>
      <w:r w:rsidR="00726461" w:rsidRPr="003B1CA7">
        <w:t xml:space="preserve">nebo DUR+DSP nebo DUR+DSP+PDPS </w:t>
      </w:r>
      <w:r w:rsidRPr="003B1CA7">
        <w:t>pro rekonstrukci</w:t>
      </w:r>
      <w:r w:rsidR="005A092D">
        <w:t xml:space="preserve"> nebo</w:t>
      </w:r>
      <w:r w:rsidRPr="003B1CA7">
        <w:t xml:space="preserve"> novostavbu elektrifikované železniční trati včetně zabezpečovacího zařízení </w:t>
      </w:r>
      <w:r w:rsidR="00F6699E">
        <w:t>v rámci které byla navržena rekonstrukce</w:t>
      </w:r>
      <w:r w:rsidR="001E04B7">
        <w:t xml:space="preserve"> nebo</w:t>
      </w:r>
      <w:r w:rsidR="00F6699E">
        <w:t xml:space="preserve"> novostavba trakčního vedení </w:t>
      </w:r>
      <w:r w:rsidRPr="003B1CA7">
        <w:t>v</w:t>
      </w:r>
      <w:r w:rsidR="003468DC" w:rsidRPr="003B1CA7">
        <w:t xml:space="preserve"> souhrnné </w:t>
      </w:r>
      <w:r w:rsidRPr="003B1CA7">
        <w:t>délce traťového úseku minimálně</w:t>
      </w:r>
      <w:r w:rsidR="00282D3A">
        <w:t xml:space="preserve"> </w:t>
      </w:r>
      <w:r w:rsidR="00F6699E">
        <w:t>3</w:t>
      </w:r>
      <w:r w:rsidRPr="003B1CA7">
        <w:t xml:space="preserve"> km, </w:t>
      </w:r>
    </w:p>
    <w:p w14:paraId="2EC11314" w14:textId="759C8E49" w:rsidR="00392730" w:rsidRPr="003B1CA7" w:rsidRDefault="00392730" w:rsidP="00F05FCA">
      <w:pPr>
        <w:pStyle w:val="Odstavec1-1a"/>
      </w:pPr>
      <w:r w:rsidRPr="003B1CA7">
        <w:t xml:space="preserve">zajištění </w:t>
      </w:r>
      <w:r w:rsidR="00AA4782" w:rsidRPr="003B1CA7">
        <w:t xml:space="preserve">vydání alespoň nepravomocného </w:t>
      </w:r>
      <w:r w:rsidR="00245345" w:rsidRPr="003B1CA7">
        <w:t xml:space="preserve">stavebního povolení </w:t>
      </w:r>
      <w:r w:rsidRPr="003B1CA7">
        <w:t xml:space="preserve">nebo společného povolení, kterým se stavba umisťuje a povoluje, </w:t>
      </w:r>
      <w:r w:rsidR="00245345" w:rsidRPr="003B1CA7">
        <w:t xml:space="preserve">nebo povolení </w:t>
      </w:r>
      <w:r w:rsidR="006152BD">
        <w:t>záměru (povolení stavby</w:t>
      </w:r>
      <w:r w:rsidR="00245345" w:rsidRPr="003B1CA7">
        <w:t xml:space="preserve"> dle zákona č. 283/2021 Sb., stavební zákon, ve znění pozdějších předpisů</w:t>
      </w:r>
      <w:r w:rsidR="006152BD">
        <w:t>)</w:t>
      </w:r>
      <w:r w:rsidR="00245345" w:rsidRPr="003B1CA7">
        <w:t xml:space="preserve">, </w:t>
      </w:r>
      <w:r w:rsidRPr="003B1CA7">
        <w:t>včetně zpracování agendy majetkoprávního vypořádání pro rekonstrukci</w:t>
      </w:r>
      <w:r w:rsidR="00CB6C73">
        <w:t xml:space="preserve"> nebo</w:t>
      </w:r>
      <w:r w:rsidRPr="003B1CA7">
        <w:t xml:space="preserve"> novostavbu železniční trati nebo železniční stanice</w:t>
      </w:r>
      <w:r w:rsidR="00756C39">
        <w:t xml:space="preserve"> </w:t>
      </w:r>
      <w:r w:rsidR="00756C39" w:rsidRPr="002560A9">
        <w:t xml:space="preserve">s hodnotou dokumentace nejméně </w:t>
      </w:r>
      <w:r w:rsidR="008E6427">
        <w:rPr>
          <w:b/>
          <w:bCs/>
        </w:rPr>
        <w:t>24</w:t>
      </w:r>
      <w:r w:rsidR="00756C39" w:rsidRPr="002560A9">
        <w:rPr>
          <w:b/>
          <w:bCs/>
        </w:rPr>
        <w:t xml:space="preserve"> mil. Kč</w:t>
      </w:r>
      <w:r w:rsidR="00756C39" w:rsidRPr="002560A9">
        <w:t xml:space="preserve"> bez DPH.</w:t>
      </w:r>
      <w:r w:rsidRPr="003B1CA7">
        <w:t xml:space="preserve"> </w:t>
      </w:r>
    </w:p>
    <w:p w14:paraId="4005AA13" w14:textId="3CF209AE" w:rsidR="00392730" w:rsidRDefault="00D8531E" w:rsidP="00392730">
      <w:pPr>
        <w:pStyle w:val="Textbezslovn"/>
        <w:rPr>
          <w:b/>
        </w:rPr>
      </w:pPr>
      <w:r>
        <w:rPr>
          <w:b/>
        </w:rPr>
        <w:t>Činnost uvedená</w:t>
      </w:r>
      <w:r w:rsidR="00392730" w:rsidRPr="00742336">
        <w:rPr>
          <w:b/>
        </w:rPr>
        <w:t xml:space="preserve"> pod písm. a)</w:t>
      </w:r>
      <w:r w:rsidR="008E6427">
        <w:rPr>
          <w:b/>
        </w:rPr>
        <w:t xml:space="preserve"> </w:t>
      </w:r>
      <w:r w:rsidR="00392730" w:rsidRPr="00742336">
        <w:rPr>
          <w:b/>
        </w:rPr>
        <w:t>výše</w:t>
      </w:r>
      <w:r w:rsidR="00392730" w:rsidRPr="00742336">
        <w:t xml:space="preserve"> </w:t>
      </w:r>
      <w:r w:rsidR="00392730" w:rsidRPr="00742336">
        <w:rPr>
          <w:b/>
        </w:rPr>
        <w:t>m</w:t>
      </w:r>
      <w:r w:rsidR="00392730" w:rsidRPr="00392730">
        <w:rPr>
          <w:b/>
        </w:rPr>
        <w:t>usí být doložena alespoň ve dvou referenčních zakázkách (významných službách).</w:t>
      </w:r>
    </w:p>
    <w:p w14:paraId="0A5A9CFB" w14:textId="26606797" w:rsidR="008E6427" w:rsidRDefault="008E6427" w:rsidP="00392730">
      <w:pPr>
        <w:pStyle w:val="Textbezslovn"/>
      </w:pPr>
      <w:r>
        <w:rPr>
          <w:b/>
        </w:rPr>
        <w:t xml:space="preserve">Činnost uvedená pod písm. </w:t>
      </w:r>
      <w:r w:rsidR="00D8531E">
        <w:rPr>
          <w:b/>
        </w:rPr>
        <w:t>b</w:t>
      </w:r>
      <w:r>
        <w:rPr>
          <w:b/>
        </w:rPr>
        <w:t>) výše musí být doložena alespoň v jedné referenční zakázce (významné službě).</w:t>
      </w:r>
    </w:p>
    <w:p w14:paraId="345A8381" w14:textId="7151688B" w:rsidR="00392730" w:rsidRPr="005B12CD" w:rsidRDefault="00392730" w:rsidP="00392730">
      <w:pPr>
        <w:pStyle w:val="Textbezslovn"/>
      </w:pPr>
      <w:r w:rsidRPr="005B12CD">
        <w:t xml:space="preserve">Parametry, resp. požadavky na obsahovou náplň činností, uvedené výše pod písm. a) </w:t>
      </w:r>
      <w:r w:rsidR="0004781C">
        <w:t xml:space="preserve">a b) </w:t>
      </w:r>
      <w:r w:rsidRPr="005B12CD">
        <w:t xml:space="preserve">lze splnit všechny současně v rámci jedné referenční zakázky (významné služby), ale připouští se i splnění požadavků dle písm. </w:t>
      </w:r>
      <w:r w:rsidR="0004781C" w:rsidRPr="005B12CD">
        <w:t xml:space="preserve">a) </w:t>
      </w:r>
      <w:r w:rsidR="0004781C">
        <w:t>a b)</w:t>
      </w:r>
      <w:r w:rsidRPr="005B12CD">
        <w:t xml:space="preserve"> 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 služeb).</w:t>
      </w:r>
    </w:p>
    <w:p w14:paraId="0F73B539" w14:textId="77777777" w:rsidR="00392730" w:rsidRDefault="00392730" w:rsidP="00392730">
      <w:pPr>
        <w:pStyle w:val="Textbezslovn"/>
      </w:pPr>
      <w:r w:rsidRPr="005B12CD">
        <w:t>Požadavky na obsahovou náplň činnosti uvedené výše pod písm. a) nelze za účelem prokázání technické kvalifikace sčítat z více referenčních zakázek (významných služeb), takže referenční zakázka musí dosahovat alespoň minimální úrovně všech požadavků dle písm. a) výše.</w:t>
      </w:r>
    </w:p>
    <w:p w14:paraId="64FBF883" w14:textId="2CE298CF" w:rsidR="00392730" w:rsidRDefault="00392730" w:rsidP="00392730">
      <w:pPr>
        <w:pStyle w:val="Textbezslovn"/>
      </w:pPr>
      <w:r>
        <w:t xml:space="preserve">Celkový součet </w:t>
      </w:r>
      <w:r w:rsidR="00C81CEF">
        <w:t xml:space="preserve">hodnot </w:t>
      </w:r>
      <w:r>
        <w:t xml:space="preserve">významných služeb za </w:t>
      </w:r>
      <w:r w:rsidRPr="00C81CEF">
        <w:t xml:space="preserve">posledních </w:t>
      </w:r>
      <w:r w:rsidR="00F34816">
        <w:t>8</w:t>
      </w:r>
      <w:r w:rsidRPr="00C81CEF">
        <w:t xml:space="preserve"> let</w:t>
      </w:r>
      <w:r>
        <w:t xml:space="preserve"> před zahájením zadávacího řízení, které dodavatel poskytl, musí dosahovat v souhrnu, včetně případných poddodávek, minimálně</w:t>
      </w:r>
      <w:r w:rsidR="00107CFD">
        <w:t xml:space="preserve"> </w:t>
      </w:r>
      <w:r w:rsidR="00107CFD">
        <w:rPr>
          <w:b/>
          <w:bCs/>
        </w:rPr>
        <w:t xml:space="preserve">48 000 000,- </w:t>
      </w:r>
      <w:r w:rsidRPr="00392730">
        <w:rPr>
          <w:b/>
        </w:rPr>
        <w:t>Kč</w:t>
      </w:r>
      <w:r>
        <w:t xml:space="preserve"> bez DPH, přičemž alespoň jedna významná služba musí dosahovat </w:t>
      </w:r>
      <w:r w:rsidR="00DE696C">
        <w:t xml:space="preserve">hodnoty </w:t>
      </w:r>
      <w:r>
        <w:t xml:space="preserve">nejméně </w:t>
      </w:r>
      <w:r w:rsidR="00107CFD">
        <w:rPr>
          <w:b/>
          <w:bCs/>
        </w:rPr>
        <w:t xml:space="preserve">24 000 000,- </w:t>
      </w:r>
      <w:r w:rsidRPr="00392730">
        <w:rPr>
          <w:b/>
        </w:rPr>
        <w:t>Kč</w:t>
      </w:r>
      <w:r>
        <w:t xml:space="preserve"> bez DPH. </w:t>
      </w:r>
      <w:r w:rsidR="00DE696C">
        <w:t xml:space="preserve">Hodnotou významných služeb se </w:t>
      </w:r>
      <w:r w:rsidR="00DE696C" w:rsidRPr="00E74F21">
        <w:rPr>
          <w:rFonts w:cs="Arial"/>
          <w:iCs/>
        </w:rPr>
        <w:t>pro účely posouzení splnění kritérií technické kvalifikace</w:t>
      </w:r>
      <w:r w:rsidR="00DE696C">
        <w:t xml:space="preserve"> rozumí cena, za kterou dodavatel provedl předmětné služby; tato cena nebude upravována o míru inflace tak, aby odpovídala současným hodnotám služeb. V případě dokumentací ve stupních DSP+PDPS nebo DUSP</w:t>
      </w:r>
      <w:r w:rsidR="007250A8">
        <w:t>/DUSL</w:t>
      </w:r>
      <w:r w:rsidR="00DE696C">
        <w:t xml:space="preserve">+PDPS </w:t>
      </w:r>
      <w:r w:rsidR="00333290">
        <w:t xml:space="preserve">nebo DUR+DSP nebo DUR+DSP+PDPS </w:t>
      </w:r>
      <w:r w:rsidR="00DE696C">
        <w:t xml:space="preserve">lze jako hodnotu jedné významné služby doložit součet cen obou uvedených stupňů (tj. </w:t>
      </w:r>
      <w:r w:rsidR="00E1127C">
        <w:t xml:space="preserve">součet cen </w:t>
      </w:r>
      <w:r w:rsidR="00DE696C">
        <w:t>DSP+PDPS nebo DUSP</w:t>
      </w:r>
      <w:r w:rsidR="007250A8">
        <w:t>/DUSL</w:t>
      </w:r>
      <w:r w:rsidR="00DE696C">
        <w:t>+PDPS</w:t>
      </w:r>
      <w:r w:rsidR="00333290" w:rsidRPr="00333290">
        <w:t xml:space="preserve"> </w:t>
      </w:r>
      <w:r w:rsidR="00333290">
        <w:t>nebo DUR+DSP nebo DUR+DSP+PDPS</w:t>
      </w:r>
      <w:r w:rsidR="00DE696C">
        <w:t>).</w:t>
      </w:r>
    </w:p>
    <w:p w14:paraId="7BACBD80" w14:textId="354953A7" w:rsidR="00DE696C"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1579FA">
        <w:t xml:space="preserve">účinném do 31.12.2023 (dále též „starý stavební zákon“) </w:t>
      </w:r>
      <w:r w:rsidR="00245345">
        <w:t xml:space="preserve">či ve smyslu </w:t>
      </w:r>
      <w:r w:rsidR="001579FA">
        <w:t xml:space="preserve">§ 6 odst. 1 </w:t>
      </w:r>
      <w:r w:rsidR="00245345" w:rsidRPr="00A4043B">
        <w:t>zákona č. 283/2021 Sb., stavební zákon, ve znění pozdějších předpisů</w:t>
      </w:r>
      <w:r w:rsidR="001579FA">
        <w:t xml:space="preserve"> (dále též „nový stavební zákon“)</w:t>
      </w:r>
      <w:r w:rsidRPr="000045F9">
        <w:t>.</w:t>
      </w:r>
    </w:p>
    <w:p w14:paraId="19CD7CAA" w14:textId="7760D37B" w:rsidR="00AD5871" w:rsidRPr="000045F9" w:rsidRDefault="00AD5871" w:rsidP="00DE696C">
      <w:pPr>
        <w:pStyle w:val="Textbezslovn"/>
      </w:pPr>
      <w:r w:rsidRPr="000045F9">
        <w:t>Za rekonstrukci se nepovažují</w:t>
      </w:r>
      <w:r>
        <w:t xml:space="preserve"> opravné a</w:t>
      </w:r>
      <w:r w:rsidRPr="000045F9">
        <w:t xml:space="preserve"> údržbové práce</w:t>
      </w:r>
      <w:r>
        <w:t>:</w:t>
      </w:r>
    </w:p>
    <w:p w14:paraId="2CEECEB6" w14:textId="04F91620" w:rsidR="00DE696C" w:rsidRDefault="00AD5871" w:rsidP="00AD5871">
      <w:pPr>
        <w:pStyle w:val="Textbezslovn"/>
        <w:numPr>
          <w:ilvl w:val="0"/>
          <w:numId w:val="36"/>
        </w:numPr>
        <w:ind w:left="993" w:hanging="284"/>
      </w:pPr>
      <w:r>
        <w:t>o</w:t>
      </w:r>
      <w:r w:rsidR="00DE696C"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1579FA">
        <w:t xml:space="preserve">starého </w:t>
      </w:r>
      <w:r w:rsidR="00DE696C" w:rsidRPr="000045F9">
        <w:t>stavebního zákona</w:t>
      </w:r>
      <w:r w:rsidR="001579FA">
        <w:t xml:space="preserve"> nebo § 6 odst. 1 nového stavebního zákona</w:t>
      </w:r>
      <w:r w:rsidR="00DE696C"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rsidR="00DE696C">
        <w:t>.</w:t>
      </w:r>
    </w:p>
    <w:p w14:paraId="607CF5A8" w14:textId="578C47C1" w:rsidR="00DE696C" w:rsidRDefault="00DE696C" w:rsidP="00AD5871">
      <w:pPr>
        <w:pStyle w:val="Textbezslovn"/>
        <w:numPr>
          <w:ilvl w:val="0"/>
          <w:numId w:val="36"/>
        </w:numPr>
        <w:ind w:left="993" w:hanging="284"/>
      </w:pPr>
      <w:r w:rsidRPr="000045F9">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1579FA">
        <w:t xml:space="preserve">starého </w:t>
      </w:r>
      <w:r w:rsidRPr="000045F9">
        <w:t xml:space="preserve">stavebního zákona </w:t>
      </w:r>
      <w:r w:rsidR="001579FA">
        <w:t>nebo § 6 odst. 1 nového stavebního zákona</w:t>
      </w:r>
      <w:r w:rsidR="001579FA" w:rsidRPr="000045F9">
        <w:t xml:space="preserve"> </w:t>
      </w:r>
      <w:r w:rsidRPr="000045F9">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w:t>
      </w:r>
      <w:r w:rsidR="00C40B25">
        <w:t xml:space="preserve"> </w:t>
      </w:r>
      <w:r w:rsidRPr="000045F9">
        <w:t>a/nebo čištění kolejového/štěrkového lože.</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2D116D81"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3ABCB82" w14:textId="67255CAE" w:rsidR="00392730" w:rsidRDefault="00392730" w:rsidP="00392730">
      <w:pPr>
        <w:pStyle w:val="Textbezslovn"/>
      </w:pPr>
      <w:r w:rsidRPr="00C81CEF">
        <w:t xml:space="preserve">Doba </w:t>
      </w:r>
      <w:r w:rsidR="00F34816">
        <w:t>8</w:t>
      </w:r>
      <w:r w:rsidRPr="00C81CEF">
        <w:t xml:space="preserve"> let </w:t>
      </w:r>
      <w:r w:rsidR="00B7330D">
        <w:t xml:space="preserve">před zahájením zadávacího řízení </w:t>
      </w:r>
      <w:r w:rsidRPr="00C81CEF">
        <w:t xml:space="preserve">se považuje za splněnou, pokud byly </w:t>
      </w:r>
      <w:r w:rsidR="00B7330D">
        <w:t xml:space="preserve">činnosti odpovídající zadavatelem stanovené definici </w:t>
      </w:r>
      <w:r w:rsidRPr="00C81CEF">
        <w:t xml:space="preserve">významné služby </w:t>
      </w:r>
      <w:r w:rsidR="00B7330D">
        <w:t xml:space="preserve">dokončeny </w:t>
      </w:r>
      <w:r w:rsidRPr="00C81CEF">
        <w:t xml:space="preserve">v průběhu této doby </w:t>
      </w:r>
      <w:r w:rsidR="00B7330D">
        <w:t>nebo kdykoli po zahájení zadávacího řízení včetně doby po uplynutí lhůty pro podání nabídek, a to nejpozději až do doby zadavatelem případně stanovené k předložení údajů a dokladů dle § 46 ZZVZ. P</w:t>
      </w:r>
      <w:r w:rsidRPr="00C81CEF">
        <w:t xml:space="preserve">ro prokázání kvalifikace postačuje, aby byly požadované minimální hodnoty významných služeb dosaženy za celou dobu poskytování významných služeb, nikoliv pouze v průběhu posledních </w:t>
      </w:r>
      <w:r w:rsidR="00F34816">
        <w:t>8</w:t>
      </w:r>
      <w:r w:rsidRPr="00C81CEF">
        <w:t xml:space="preserve"> let před zahájením zadávacího řízení. V případě, že byla referovaná významná služba, resp. činnost </w:t>
      </w:r>
      <w:r w:rsidR="00B7330D">
        <w:t>či zpracovaný příslušný stupeň dokumentace</w:t>
      </w:r>
      <w:r w:rsidR="00ED1E83">
        <w:t>,</w:t>
      </w:r>
      <w:r w:rsidR="00B7330D" w:rsidRPr="0048047A">
        <w:t xml:space="preserve"> </w:t>
      </w:r>
      <w:r w:rsidRPr="00C81CEF">
        <w:t xml:space="preserve">součástí rozsáhlejšího plnění pro objednatele významné služby (např. kromě zpracování projektové dokumentace měl dodavatel vykonávat i dozor </w:t>
      </w:r>
      <w:r w:rsidR="00784FD0">
        <w:t xml:space="preserve">projektanta </w:t>
      </w:r>
      <w:r w:rsidRPr="00C81CEF">
        <w:t xml:space="preserve">při realizaci stavby apod.) postačí, pokud je </w:t>
      </w:r>
      <w:r w:rsidR="00446757" w:rsidRPr="00C81CEF">
        <w:t xml:space="preserve">v uvedené době </w:t>
      </w:r>
      <w:r w:rsidR="005F1BC7">
        <w:t>dokončeno plnění</w:t>
      </w:r>
      <w:r w:rsidR="00B7330D">
        <w:t>, které odpovídá zadavatelem stanovené definici významné služby</w:t>
      </w:r>
      <w:r w:rsidR="00B7330D" w:rsidRPr="00C81CEF">
        <w:t xml:space="preserve"> </w:t>
      </w:r>
      <w:r w:rsidRPr="00C81CEF">
        <w:t xml:space="preserve">(tj. </w:t>
      </w:r>
      <w:r w:rsidR="00403C99" w:rsidRPr="00C81CEF">
        <w:t xml:space="preserve">např. </w:t>
      </w:r>
      <w:r w:rsidRPr="00C81CEF">
        <w:t xml:space="preserve">projektové práce </w:t>
      </w:r>
      <w:r w:rsidR="00446757" w:rsidRPr="00C81CEF">
        <w:t xml:space="preserve">spočívající ve zpracování </w:t>
      </w:r>
      <w:r w:rsidR="00446757" w:rsidRPr="00C81CEF">
        <w:rPr>
          <w:rFonts w:cs="Arial"/>
          <w:bCs/>
        </w:rPr>
        <w:t xml:space="preserve">dokumentace </w:t>
      </w:r>
      <w:r w:rsidRPr="00C81CEF">
        <w:t xml:space="preserve">ve stupni </w:t>
      </w:r>
      <w:r w:rsidR="006A070D" w:rsidRPr="00C81CEF">
        <w:t xml:space="preserve">DUR nebo </w:t>
      </w:r>
      <w:r w:rsidRPr="00C81CEF">
        <w:t>DSP nebo DSP+PDPS nebo DUSP</w:t>
      </w:r>
      <w:r w:rsidR="007250A8">
        <w:t>/DUSL</w:t>
      </w:r>
      <w:r w:rsidRPr="00C81CEF">
        <w:t xml:space="preserve"> </w:t>
      </w:r>
      <w:r w:rsidR="006E750A" w:rsidRPr="00C81CEF">
        <w:t>nebo DUSP</w:t>
      </w:r>
      <w:r w:rsidR="007250A8">
        <w:t>/DUSL</w:t>
      </w:r>
      <w:r w:rsidR="006E750A" w:rsidRPr="00C81CEF">
        <w:t xml:space="preserve">+PDPS </w:t>
      </w:r>
      <w:r w:rsidR="00333290">
        <w:t>nebo DUR+DSP nebo DUR+DSP+PDPS</w:t>
      </w:r>
      <w:r w:rsidR="00333290" w:rsidRPr="00C81CEF">
        <w:t xml:space="preserve"> </w:t>
      </w:r>
      <w:r w:rsidRPr="00C81CEF">
        <w:t>pro stavby železničních drah)</w:t>
      </w:r>
      <w:r w:rsidR="002821CE" w:rsidRPr="00C81CEF">
        <w:t xml:space="preserve"> s tím, že zakázka jako celek (tj. ohledně dalších činností, např. dozoru </w:t>
      </w:r>
      <w:r w:rsidR="00784FD0">
        <w:t xml:space="preserve">projektanta </w:t>
      </w:r>
      <w:r w:rsidR="002821CE" w:rsidRPr="00C81CEF">
        <w:t>při realizaci stavby) dokončena není</w:t>
      </w:r>
      <w:r w:rsidR="0016521E" w:rsidRPr="00C81CEF">
        <w:t xml:space="preserve">; zároveň však platí, že nestačí (tj. nepovažuje se za plnění dokončené v požadované době), pokud je v posledních </w:t>
      </w:r>
      <w:r w:rsidR="00AD41CF">
        <w:t>8</w:t>
      </w:r>
      <w:r w:rsidR="0016521E" w:rsidRPr="00C81CEF">
        <w:t xml:space="preserve"> letech dokončena zakázka rozsáhlejšího plnění jako celek (např. dokončen dozor </w:t>
      </w:r>
      <w:r w:rsidR="00784FD0">
        <w:t xml:space="preserve">projektanta </w:t>
      </w:r>
      <w:r w:rsidR="0016521E" w:rsidRPr="00C81CEF">
        <w:t xml:space="preserve">při realizaci stavby), avšak plnění </w:t>
      </w:r>
      <w:r w:rsidR="00B7330D">
        <w:t xml:space="preserve">odpovídající definici významné služby </w:t>
      </w:r>
      <w:r w:rsidR="0016521E" w:rsidRPr="00C81CEF">
        <w:t xml:space="preserve">(tj. </w:t>
      </w:r>
      <w:r w:rsidR="00403C99" w:rsidRPr="00C81CEF">
        <w:t xml:space="preserve">např. </w:t>
      </w:r>
      <w:r w:rsidR="0016521E" w:rsidRPr="00C81CEF">
        <w:t xml:space="preserve">zpracování </w:t>
      </w:r>
      <w:r w:rsidR="00C6287F">
        <w:t xml:space="preserve">příslušného stupně </w:t>
      </w:r>
      <w:r w:rsidR="0016521E" w:rsidRPr="00C81CEF">
        <w:t xml:space="preserve">projektové dokumentace) bylo dokončeno dříve než před </w:t>
      </w:r>
      <w:r w:rsidR="00F34816">
        <w:t>8</w:t>
      </w:r>
      <w:r w:rsidR="0016521E" w:rsidRPr="00C81CEF">
        <w:t xml:space="preserve"> lety</w:t>
      </w:r>
      <w:r w:rsidRPr="00C81CEF">
        <w:t>. Je-li referenční zakázka součástí rozsáhlejšího plnění pro téhož dodavatele</w:t>
      </w:r>
      <w:r>
        <w:t xml:space="preserve"> (např. zpracování i </w:t>
      </w:r>
      <w:r w:rsidR="00B7330D">
        <w:t xml:space="preserve">jiných </w:t>
      </w:r>
      <w:r>
        <w:t xml:space="preserve">stupňů </w:t>
      </w:r>
      <w:r w:rsidR="00B7330D">
        <w:t>předprojektové přípravy, např. studie proveditelnosti, záměru projektu</w:t>
      </w:r>
      <w:r w:rsidR="00ED1E83">
        <w:t xml:space="preserve"> apod.</w:t>
      </w:r>
      <w:r>
        <w:t xml:space="preserve">), je pro prokázání splnění kvalifikace relevantní pouze ta jeho část, která odpovídá zadavatelem stanovené </w:t>
      </w:r>
      <w:r w:rsidR="00B7330D">
        <w:t xml:space="preserve">definici </w:t>
      </w:r>
      <w:r>
        <w:t>významné služby. Zadavatel upozorňuje, že z předloženého seznamu musí pro potřeby posouzení kvalifikace konkrétně vyplývat, jaká byla cena té části plnění, kter</w:t>
      </w:r>
      <w:r w:rsidR="006D4252">
        <w:t>á</w:t>
      </w:r>
      <w:r>
        <w:t xml:space="preserve"> obsahově odpovídá zadavatelem stanovené </w:t>
      </w:r>
      <w:r w:rsidR="00B7330D">
        <w:t xml:space="preserve">definici </w:t>
      </w:r>
      <w:r>
        <w:t>významné služby</w:t>
      </w:r>
      <w:r w:rsidR="00B7330D">
        <w:t xml:space="preserve"> (s upřesněním níže v následujícím odstavci)</w:t>
      </w:r>
      <w:r>
        <w:t xml:space="preserve">, a v jakém časovém období byly tyto konkrétní </w:t>
      </w:r>
      <w:r w:rsidR="00B7330D">
        <w:t xml:space="preserve">části plnění odpovídající zadavatelem stanovené definici významné </w:t>
      </w:r>
      <w:r>
        <w:t>služby</w:t>
      </w:r>
      <w:r w:rsidR="00B7330D" w:rsidRPr="00B7330D">
        <w:t xml:space="preserve"> </w:t>
      </w:r>
      <w:r w:rsidR="00B7330D">
        <w:t>dokončeny</w:t>
      </w:r>
      <w:r>
        <w:t>.</w:t>
      </w:r>
    </w:p>
    <w:p w14:paraId="6608B839" w14:textId="77777777" w:rsidR="00B7330D" w:rsidRDefault="00392730" w:rsidP="00392730">
      <w:pPr>
        <w:pStyle w:val="Textbezslovn"/>
      </w:pPr>
      <w:r>
        <w:t xml:space="preserve">Pro odstranění pochybností zadavatel </w:t>
      </w:r>
      <w:r w:rsidR="00B7330D">
        <w:t xml:space="preserve">k výše uvedenému </w:t>
      </w:r>
      <w:r>
        <w:t>upřesňuje, že</w:t>
      </w:r>
      <w:r w:rsidR="00B7330D">
        <w:t>:</w:t>
      </w:r>
    </w:p>
    <w:p w14:paraId="49D2DC80" w14:textId="1898FBDB" w:rsidR="00B7330D" w:rsidRDefault="00B7330D" w:rsidP="00B7330D">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w:t>
      </w:r>
      <w:r w:rsidR="004D0B6D">
        <w:t>či</w:t>
      </w:r>
      <w:r w:rsidR="004D0B6D" w:rsidRPr="00487B15">
        <w:t xml:space="preserve"> </w:t>
      </w:r>
      <w:r w:rsidR="004D0B6D" w:rsidRPr="00782576">
        <w:t xml:space="preserve">posouzení shody nebo vhodnosti pro použití prvku interoperability </w:t>
      </w:r>
      <w:r w:rsidR="004D0B6D">
        <w:t xml:space="preserve">či </w:t>
      </w:r>
      <w:r w:rsidR="004D0B6D" w:rsidRPr="00782576">
        <w:t>ES prohlášení o ověření subsystému</w:t>
      </w:r>
      <w:r w:rsidR="004D0B6D">
        <w:t>, zpracování nákladů stavby, zpracování v režimu BIM</w:t>
      </w:r>
      <w:r>
        <w:t>;</w:t>
      </w:r>
    </w:p>
    <w:p w14:paraId="10AB0D7A" w14:textId="3EB4C5F1" w:rsidR="00392730" w:rsidRPr="009D768C" w:rsidRDefault="00392730" w:rsidP="00B7330D">
      <w:pPr>
        <w:pStyle w:val="Odrka1-2-"/>
      </w:pPr>
      <w:r>
        <w:t xml:space="preserve">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6A070D">
        <w:t xml:space="preserve">DUR nebo </w:t>
      </w:r>
      <w:r>
        <w:t>DSP nebo DSP+PDPS nebo DUSP</w:t>
      </w:r>
      <w:r w:rsidR="007250A8">
        <w:t>/DUSL</w:t>
      </w:r>
      <w:r>
        <w:t xml:space="preserve"> </w:t>
      </w:r>
      <w:r w:rsidR="006E750A">
        <w:t>nebo DUSP</w:t>
      </w:r>
      <w:r w:rsidR="007250A8">
        <w:t>/DUSL</w:t>
      </w:r>
      <w:r w:rsidR="006E750A">
        <w:t xml:space="preserve">+PDPS </w:t>
      </w:r>
      <w:r w:rsidR="00333290">
        <w:t xml:space="preserve">nebo DUR+DSP nebo DUR+DSP+PDPS </w:t>
      </w:r>
      <w:r>
        <w:t xml:space="preserve">považuje za dokončenou </w:t>
      </w:r>
      <w:r w:rsidR="00B7330D">
        <w:t xml:space="preserve">definitivním </w:t>
      </w:r>
      <w:r>
        <w:t xml:space="preserve">předáním </w:t>
      </w:r>
      <w:r w:rsidR="006A070D">
        <w:t xml:space="preserve">DUR nebo </w:t>
      </w:r>
      <w:r>
        <w:t>DSP nebo DSP+PDPS nebo DUSP</w:t>
      </w:r>
      <w:r w:rsidR="007250A8">
        <w:t>/DUSL</w:t>
      </w:r>
      <w:r w:rsidR="006E750A" w:rsidRPr="006E750A">
        <w:t xml:space="preserve"> </w:t>
      </w:r>
      <w:r w:rsidR="006E750A">
        <w:t>nebo DUSP</w:t>
      </w:r>
      <w:r w:rsidR="007250A8">
        <w:t>/DUSL</w:t>
      </w:r>
      <w:r w:rsidR="006E750A">
        <w:t>+PDPS</w:t>
      </w:r>
      <w:r w:rsidR="005A595A" w:rsidRPr="005A595A">
        <w:t xml:space="preserve"> </w:t>
      </w:r>
      <w:r w:rsidR="00333290">
        <w:t xml:space="preserve">nebo DUR+DSP nebo DUR+DSP+PDPS </w:t>
      </w:r>
      <w:r w:rsidR="005A595A">
        <w:t>včetně dokladové části</w:t>
      </w:r>
      <w:r>
        <w:t>, příp. jejich aktualizace, objednateli po zapracování všech připomínek</w:t>
      </w:r>
      <w:r w:rsidR="00B7330D" w:rsidRPr="00B7330D">
        <w:t xml:space="preserve"> </w:t>
      </w:r>
      <w:r w:rsidR="006D4252">
        <w:t>a jejím</w:t>
      </w:r>
      <w:r w:rsidR="00B7330D">
        <w:t xml:space="preserve"> převzetím objednatelem</w:t>
      </w:r>
      <w:r>
        <w:t xml:space="preserve">, a to bez případného podání žádosti </w:t>
      </w:r>
      <w:r w:rsidR="006A070D" w:rsidRPr="006A070D">
        <w:t>o územní rozhodnutí, územní souhlas</w:t>
      </w:r>
      <w:r w:rsidR="006A070D">
        <w:t>,</w:t>
      </w:r>
      <w:r>
        <w:t xml:space="preserve"> stavební povolení</w:t>
      </w:r>
      <w:r w:rsidR="003D55A0">
        <w:t>,</w:t>
      </w:r>
      <w:r>
        <w:t xml:space="preserve"> společné povolení</w:t>
      </w:r>
      <w:r w:rsidR="006B510E">
        <w:t xml:space="preserve"> nebo povolení </w:t>
      </w:r>
      <w:r w:rsidR="009133EE">
        <w:t xml:space="preserve">záměru (povolení </w:t>
      </w:r>
      <w:r w:rsidR="006B510E">
        <w:t>stavby</w:t>
      </w:r>
      <w:r w:rsidR="009133EE">
        <w:t>)</w:t>
      </w:r>
      <w:r>
        <w:t xml:space="preserve">, je-li součástí plnění zakázky. </w:t>
      </w:r>
      <w:r w:rsidR="009D768C" w:rsidRPr="009D768C">
        <w:t>Tento odstavec, resp. odrážka, se nevztahuje na službu dle písm. b) tohoto článku.</w:t>
      </w:r>
    </w:p>
    <w:p w14:paraId="0D30AD3B"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1F7274D8" w14:textId="77777777" w:rsidR="00392730" w:rsidRDefault="00392730" w:rsidP="00BC4CE7">
      <w:pPr>
        <w:pStyle w:val="Odrka1-1"/>
      </w:pPr>
      <w:r>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7D8F8EA8" w:rsidR="009E1AEE" w:rsidRDefault="009E1AEE" w:rsidP="009E1AEE">
      <w:pPr>
        <w:pStyle w:val="Textbezslovn"/>
      </w:pPr>
      <w:r>
        <w:t>Zadavatel požaduje předložení seznamu odborného personálu dodavatele. Pro každou osobu odborného personálu v níže uvedené funkci</w:t>
      </w:r>
      <w:r w:rsidR="00277393">
        <w:t xml:space="preserve"> </w:t>
      </w:r>
      <w:r>
        <w:t>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481A70A2" w14:textId="4BE2CA9D" w:rsidR="009E1AEE" w:rsidRDefault="009E1AEE" w:rsidP="009E1AEE">
      <w:pPr>
        <w:pStyle w:val="Textbezslovn"/>
      </w:pPr>
      <w:r>
        <w:t xml:space="preserve">Dodavatel v nabídce </w:t>
      </w:r>
      <w:proofErr w:type="gramStart"/>
      <w:r>
        <w:t>předloží</w:t>
      </w:r>
      <w:proofErr w:type="gramEnd"/>
      <w:r>
        <w:t xml:space="preserve">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2D2358F9" w14:textId="361D74C1" w:rsidR="009E1AEE" w:rsidRPr="0081311F" w:rsidRDefault="005A595A" w:rsidP="00EA148D">
      <w:pPr>
        <w:pStyle w:val="Odstavec1-1a"/>
        <w:numPr>
          <w:ilvl w:val="0"/>
          <w:numId w:val="16"/>
        </w:numPr>
        <w:rPr>
          <w:b/>
        </w:rPr>
      </w:pPr>
      <w:r w:rsidRPr="0081311F">
        <w:rPr>
          <w:b/>
        </w:rPr>
        <w:t>hlavní projektant</w:t>
      </w:r>
      <w:r w:rsidR="00BC4CE7" w:rsidRPr="0081311F">
        <w:rPr>
          <w:b/>
        </w:rPr>
        <w:t xml:space="preserve"> (HIP)</w:t>
      </w:r>
      <w:r w:rsidR="009E1AEE" w:rsidRPr="0081311F">
        <w:rPr>
          <w:b/>
        </w:rPr>
        <w:t xml:space="preserve"> </w:t>
      </w:r>
    </w:p>
    <w:p w14:paraId="1C8DEE95" w14:textId="10A194DC" w:rsidR="009E1AEE" w:rsidRPr="0081311F" w:rsidRDefault="009E1AEE" w:rsidP="009E1AEE">
      <w:pPr>
        <w:pStyle w:val="Odrka1-2-"/>
      </w:pPr>
      <w:r w:rsidRPr="0081311F">
        <w:t>nejméně 5 let praxe v projektování</w:t>
      </w:r>
      <w:r w:rsidR="00BC4CE7" w:rsidRPr="0081311F">
        <w:t xml:space="preserve"> staveb železničních drah</w:t>
      </w:r>
      <w:r w:rsidRPr="0081311F">
        <w:t xml:space="preserve">; </w:t>
      </w:r>
    </w:p>
    <w:p w14:paraId="0C067D02" w14:textId="621A2374" w:rsidR="009E1AEE" w:rsidRPr="0081311F" w:rsidRDefault="009E1AEE" w:rsidP="009E1AEE">
      <w:pPr>
        <w:pStyle w:val="Odrka1-2-"/>
      </w:pPr>
      <w:r w:rsidRPr="0081311F">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6FF67603" w14:textId="4BC48232" w:rsidR="009E1AEE" w:rsidRPr="0081311F" w:rsidRDefault="009E1AEE" w:rsidP="00B51E0F">
      <w:pPr>
        <w:pStyle w:val="Odrka1-2-"/>
      </w:pPr>
      <w:r w:rsidRPr="0081311F">
        <w:t xml:space="preserve">prokázat zkušenost s plněním alespoň </w:t>
      </w:r>
      <w:r w:rsidR="00440F7E" w:rsidRPr="0081311F">
        <w:t xml:space="preserve">jedné zakázky </w:t>
      </w:r>
      <w:r w:rsidRPr="0081311F">
        <w:t xml:space="preserve">na projektové práce </w:t>
      </w:r>
      <w:r w:rsidR="00B51E0F" w:rsidRPr="0081311F">
        <w:t xml:space="preserve">spočívající ve zpracování dokumentace </w:t>
      </w:r>
      <w:r w:rsidRPr="0081311F">
        <w:t xml:space="preserve">pro stavby železničních drah ve stupni </w:t>
      </w:r>
      <w:r w:rsidR="00D474A0" w:rsidRPr="0081311F">
        <w:t xml:space="preserve">DUR nebo </w:t>
      </w:r>
      <w:r w:rsidRPr="0081311F">
        <w:t>DSP nebo DSP+PDPS nebo DUSP</w:t>
      </w:r>
      <w:r w:rsidR="007250A8" w:rsidRPr="0081311F">
        <w:t>/DUSL</w:t>
      </w:r>
      <w:r w:rsidRPr="0081311F">
        <w:t xml:space="preserve"> </w:t>
      </w:r>
      <w:r w:rsidR="006E750A" w:rsidRPr="0081311F">
        <w:t>nebo DUSP</w:t>
      </w:r>
      <w:r w:rsidR="007250A8" w:rsidRPr="0081311F">
        <w:t>/DUSL</w:t>
      </w:r>
      <w:r w:rsidR="006E750A" w:rsidRPr="0081311F">
        <w:t xml:space="preserve">+PDPS </w:t>
      </w:r>
      <w:r w:rsidR="00C95863" w:rsidRPr="0081311F">
        <w:t xml:space="preserve">nebo DUR+DSP nebo DUR+DSP+PDPS </w:t>
      </w:r>
      <w:r w:rsidRPr="0081311F">
        <w:t>ve funkci vedoucího týmu</w:t>
      </w:r>
      <w:r w:rsidR="00AA4782" w:rsidRPr="0081311F">
        <w:t xml:space="preserve"> </w:t>
      </w:r>
      <w:r w:rsidR="000E1442" w:rsidRPr="0081311F">
        <w:t>nebo zástupce vedoucího týmu</w:t>
      </w:r>
      <w:r w:rsidRPr="0081311F">
        <w:t xml:space="preserve">, přičemž </w:t>
      </w:r>
      <w:r w:rsidR="00440F7E" w:rsidRPr="0081311F">
        <w:t xml:space="preserve">hodnota zakázky </w:t>
      </w:r>
      <w:r w:rsidR="00440F7E" w:rsidRPr="0081311F">
        <w:rPr>
          <w:rFonts w:cs="Arial"/>
          <w:bCs/>
        </w:rPr>
        <w:t xml:space="preserve">musí činit nejméně </w:t>
      </w:r>
      <w:r w:rsidR="00A20BBB">
        <w:rPr>
          <w:rFonts w:cs="Arial"/>
          <w:b/>
        </w:rPr>
        <w:t>1</w:t>
      </w:r>
      <w:r w:rsidR="0081311F" w:rsidRPr="0081311F">
        <w:rPr>
          <w:rFonts w:cs="Arial"/>
          <w:b/>
        </w:rPr>
        <w:t>4 000 000,-</w:t>
      </w:r>
      <w:r w:rsidR="00440F7E" w:rsidRPr="0081311F">
        <w:rPr>
          <w:rFonts w:cs="Arial"/>
          <w:b/>
          <w:bCs/>
        </w:rPr>
        <w:t xml:space="preserve"> Kč</w:t>
      </w:r>
      <w:r w:rsidR="00440F7E" w:rsidRPr="0081311F">
        <w:rPr>
          <w:rFonts w:cs="Arial"/>
          <w:bCs/>
        </w:rPr>
        <w:t xml:space="preserve"> bez DPH</w:t>
      </w:r>
      <w:r w:rsidR="00440F7E" w:rsidRPr="0081311F">
        <w:t xml:space="preserve"> a </w:t>
      </w:r>
      <w:r w:rsidRPr="0081311F">
        <w:t xml:space="preserve">musí </w:t>
      </w:r>
      <w:r w:rsidR="00440F7E" w:rsidRPr="0081311F">
        <w:t xml:space="preserve">se </w:t>
      </w:r>
      <w:r w:rsidRPr="0081311F">
        <w:t>jednat o zakázk</w:t>
      </w:r>
      <w:r w:rsidR="000749E8" w:rsidRPr="0081311F">
        <w:t>u</w:t>
      </w:r>
      <w:r w:rsidRPr="0081311F">
        <w:t xml:space="preserve"> dokončen</w:t>
      </w:r>
      <w:r w:rsidR="000749E8" w:rsidRPr="0081311F">
        <w:t>ou</w:t>
      </w:r>
      <w:r w:rsidRPr="0081311F">
        <w:t>, avšak zadavatel nestanoví maximální lhůtu, ve které musel</w:t>
      </w:r>
      <w:r w:rsidR="000749E8" w:rsidRPr="0081311F">
        <w:t>a</w:t>
      </w:r>
      <w:r w:rsidRPr="0081311F">
        <w:t xml:space="preserve"> být zakázk</w:t>
      </w:r>
      <w:r w:rsidR="000749E8" w:rsidRPr="0081311F">
        <w:t>a</w:t>
      </w:r>
      <w:r w:rsidRPr="0081311F">
        <w:t xml:space="preserve"> dokončen</w:t>
      </w:r>
      <w:r w:rsidR="000749E8" w:rsidRPr="0081311F">
        <w:t>a</w:t>
      </w:r>
      <w:r w:rsidRPr="0081311F">
        <w:t>; pokud byla referovaná činnost součástí rozsáhlejšího plnění pro objednatele služby (např. kromě zpracování projektové dokumentace měl dodavatel vykonávat i dozor</w:t>
      </w:r>
      <w:r w:rsidR="005E0759" w:rsidRPr="0081311F">
        <w:t xml:space="preserve"> projektanta</w:t>
      </w:r>
      <w:r w:rsidRPr="0081311F">
        <w:t>) postačí, pokud je dokončeno plněn</w:t>
      </w:r>
      <w:r w:rsidR="00355D2A" w:rsidRPr="0081311F">
        <w:t>í</w:t>
      </w:r>
      <w:r w:rsidR="000749E8" w:rsidRPr="0081311F">
        <w:t xml:space="preserve"> odpovídající zadavatelem stanovené definici požadované zkušenosti</w:t>
      </w:r>
      <w:r w:rsidR="00355D2A" w:rsidRPr="0081311F">
        <w:t>;</w:t>
      </w:r>
      <w:r w:rsidRPr="0081311F">
        <w:t xml:space="preserve">  </w:t>
      </w:r>
    </w:p>
    <w:p w14:paraId="5D1A4B72" w14:textId="67221601" w:rsidR="009E1AEE" w:rsidRPr="00E348EF" w:rsidRDefault="009E1AEE" w:rsidP="001501B9">
      <w:pPr>
        <w:pStyle w:val="Odstavec1-1a"/>
        <w:numPr>
          <w:ilvl w:val="0"/>
          <w:numId w:val="16"/>
        </w:numPr>
        <w:rPr>
          <w:b/>
        </w:rPr>
      </w:pPr>
      <w:r w:rsidRPr="00E348EF">
        <w:rPr>
          <w:b/>
        </w:rPr>
        <w:t>specialista na železniční svršek a spodek</w:t>
      </w:r>
    </w:p>
    <w:p w14:paraId="62065C28" w14:textId="3310ED28" w:rsidR="00355D2A" w:rsidRPr="00E348EF" w:rsidRDefault="009E1AEE" w:rsidP="00355D2A">
      <w:pPr>
        <w:pStyle w:val="Odrka1-2-"/>
      </w:pPr>
      <w:r w:rsidRPr="00E348EF">
        <w:t xml:space="preserve">nejméně 5 let praxe </w:t>
      </w:r>
      <w:r w:rsidR="000749E8" w:rsidRPr="00E348EF">
        <w:t xml:space="preserve">v projektování v oboru své specializace </w:t>
      </w:r>
      <w:r w:rsidR="0024255A" w:rsidRPr="00E348EF">
        <w:t>(železniční svršek a spodek)</w:t>
      </w:r>
      <w:r w:rsidRPr="00E348EF">
        <w:t xml:space="preserve">; </w:t>
      </w:r>
    </w:p>
    <w:p w14:paraId="290A6424" w14:textId="77777777" w:rsidR="009E1AEE" w:rsidRPr="00E348EF" w:rsidRDefault="009E1AEE" w:rsidP="00355D2A">
      <w:pPr>
        <w:pStyle w:val="Odrka1-2-"/>
      </w:pPr>
      <w:r w:rsidRPr="00E348EF">
        <w:t xml:space="preserve">autorizace v rozsahu dle § 5 odst. 3 písm. b) autorizačního zákona, tedy pro dopravní stavby; </w:t>
      </w:r>
    </w:p>
    <w:p w14:paraId="19BAA002" w14:textId="77777777" w:rsidR="009E1AEE" w:rsidRPr="00E348EF" w:rsidRDefault="009E1AEE" w:rsidP="00EA148D">
      <w:pPr>
        <w:pStyle w:val="Odstavec1-1a"/>
        <w:numPr>
          <w:ilvl w:val="0"/>
          <w:numId w:val="16"/>
        </w:numPr>
        <w:rPr>
          <w:b/>
        </w:rPr>
      </w:pPr>
      <w:r w:rsidRPr="00E348EF">
        <w:rPr>
          <w:b/>
        </w:rPr>
        <w:t>specialista na zabezpečovací zařízení</w:t>
      </w:r>
    </w:p>
    <w:p w14:paraId="3ADF40C2" w14:textId="0C1B2DAB" w:rsidR="00355D2A" w:rsidRPr="00E348EF" w:rsidRDefault="009E1AEE" w:rsidP="00355D2A">
      <w:pPr>
        <w:pStyle w:val="Odrka1-2-"/>
      </w:pPr>
      <w:r w:rsidRPr="00E348EF">
        <w:t xml:space="preserve">nejméně 5 let praxe </w:t>
      </w:r>
      <w:r w:rsidR="000749E8" w:rsidRPr="00E348EF">
        <w:t xml:space="preserve">v projektování v oboru své specializace </w:t>
      </w:r>
      <w:r w:rsidR="0024255A" w:rsidRPr="00E348EF">
        <w:t>(zabezpečovací zařízení)</w:t>
      </w:r>
      <w:r w:rsidRPr="00E348EF">
        <w:t>;</w:t>
      </w:r>
    </w:p>
    <w:p w14:paraId="21C42832" w14:textId="77777777" w:rsidR="009E1AEE" w:rsidRPr="00E348EF" w:rsidRDefault="009E1AEE" w:rsidP="00355D2A">
      <w:pPr>
        <w:pStyle w:val="Odrka1-2-"/>
      </w:pPr>
      <w:r w:rsidRPr="00E348EF">
        <w:t xml:space="preserve">autorizace v rozsahu dle § 5 odst. 3 písm. e) autorizačního zákona, tedy v oboru technologická zařízení staveb; </w:t>
      </w:r>
    </w:p>
    <w:p w14:paraId="7D46D835" w14:textId="77777777" w:rsidR="009E1AEE" w:rsidRPr="00E348EF" w:rsidRDefault="009E1AEE" w:rsidP="00EA148D">
      <w:pPr>
        <w:pStyle w:val="Odstavec1-1a"/>
        <w:numPr>
          <w:ilvl w:val="0"/>
          <w:numId w:val="16"/>
        </w:numPr>
        <w:rPr>
          <w:b/>
        </w:rPr>
      </w:pPr>
      <w:r w:rsidRPr="00E348EF">
        <w:rPr>
          <w:b/>
        </w:rPr>
        <w:t>specialista na sdělovací zařízení</w:t>
      </w:r>
    </w:p>
    <w:p w14:paraId="5EFF262E" w14:textId="1C8793F9" w:rsidR="00355D2A" w:rsidRPr="00E348EF" w:rsidRDefault="009E1AEE" w:rsidP="00355D2A">
      <w:pPr>
        <w:pStyle w:val="Odrka1-2-"/>
      </w:pPr>
      <w:r w:rsidRPr="00E348EF">
        <w:t xml:space="preserve">nejméně 5 let praxe </w:t>
      </w:r>
      <w:r w:rsidR="000749E8" w:rsidRPr="00E348EF">
        <w:t xml:space="preserve">v projektování v oboru své specializace </w:t>
      </w:r>
      <w:r w:rsidR="0024255A" w:rsidRPr="00E348EF">
        <w:t>(sdělovací zařízení)</w:t>
      </w:r>
      <w:r w:rsidRPr="00E348EF">
        <w:t xml:space="preserve">; </w:t>
      </w:r>
    </w:p>
    <w:p w14:paraId="7D688E45" w14:textId="77777777" w:rsidR="009E1AEE" w:rsidRPr="00E348EF" w:rsidRDefault="009E1AEE" w:rsidP="00355D2A">
      <w:pPr>
        <w:pStyle w:val="Odrka1-2-"/>
      </w:pPr>
      <w:r w:rsidRPr="00E348EF">
        <w:t xml:space="preserve">autorizace v rozsahu dle § 5 odst. 3 písm. e) autorizačního zákona, tedy v oboru technologická zařízení staveb; </w:t>
      </w:r>
    </w:p>
    <w:p w14:paraId="2F26EBEC" w14:textId="77777777" w:rsidR="009E1AEE" w:rsidRPr="00E348EF" w:rsidRDefault="009E1AEE" w:rsidP="00EA148D">
      <w:pPr>
        <w:pStyle w:val="Odstavec1-1a"/>
        <w:numPr>
          <w:ilvl w:val="0"/>
          <w:numId w:val="16"/>
        </w:numPr>
        <w:rPr>
          <w:b/>
        </w:rPr>
      </w:pPr>
      <w:r w:rsidRPr="00E348EF">
        <w:rPr>
          <w:b/>
        </w:rPr>
        <w:t>specialista na trakční vedení</w:t>
      </w:r>
    </w:p>
    <w:p w14:paraId="371B36E4" w14:textId="5D406655" w:rsidR="00355D2A" w:rsidRPr="00E348EF" w:rsidRDefault="009E1AEE" w:rsidP="00355D2A">
      <w:pPr>
        <w:pStyle w:val="Odrka1-2-"/>
      </w:pPr>
      <w:r w:rsidRPr="00E348EF">
        <w:t xml:space="preserve">nejméně 5 let praxe </w:t>
      </w:r>
      <w:r w:rsidR="000749E8" w:rsidRPr="00E348EF">
        <w:t xml:space="preserve">v projektování v oboru své specializace </w:t>
      </w:r>
      <w:r w:rsidR="0024255A" w:rsidRPr="00E348EF">
        <w:t>(trakční vedení)</w:t>
      </w:r>
      <w:r w:rsidRPr="00E348EF">
        <w:t xml:space="preserve">; </w:t>
      </w:r>
    </w:p>
    <w:p w14:paraId="2A158C31" w14:textId="77777777" w:rsidR="009E1AEE" w:rsidRPr="00E348EF" w:rsidRDefault="009E1AEE" w:rsidP="00355D2A">
      <w:pPr>
        <w:pStyle w:val="Odrka1-2-"/>
      </w:pPr>
      <w:r w:rsidRPr="00E348EF">
        <w:t xml:space="preserve">autorizace v rozsahu dle § 5 odst. 3 písm. e) autorizačního zákona, tedy v oboru technologická zařízení staveb; </w:t>
      </w:r>
    </w:p>
    <w:p w14:paraId="17B00999" w14:textId="77777777" w:rsidR="009E1AEE" w:rsidRPr="00E348EF" w:rsidRDefault="009E1AEE" w:rsidP="00EA148D">
      <w:pPr>
        <w:pStyle w:val="Odstavec1-1a"/>
        <w:numPr>
          <w:ilvl w:val="0"/>
          <w:numId w:val="16"/>
        </w:numPr>
        <w:rPr>
          <w:b/>
        </w:rPr>
      </w:pPr>
      <w:r w:rsidRPr="00E348EF">
        <w:rPr>
          <w:b/>
        </w:rPr>
        <w:t>specialista na silnoproudou technologii</w:t>
      </w:r>
    </w:p>
    <w:p w14:paraId="07A3008C" w14:textId="73544049" w:rsidR="00355D2A" w:rsidRPr="00E348EF" w:rsidRDefault="009E1AEE" w:rsidP="00355D2A">
      <w:pPr>
        <w:pStyle w:val="Odrka1-2-"/>
      </w:pPr>
      <w:r w:rsidRPr="00E348EF">
        <w:t xml:space="preserve">nejméně 5 let praxe </w:t>
      </w:r>
      <w:r w:rsidR="000749E8" w:rsidRPr="00E348EF">
        <w:t xml:space="preserve">v projektování v oboru své specializace </w:t>
      </w:r>
      <w:r w:rsidR="0024255A" w:rsidRPr="00E348EF">
        <w:t>(silnoproudá technologie)</w:t>
      </w:r>
      <w:r w:rsidRPr="00E348EF">
        <w:t xml:space="preserve">; </w:t>
      </w:r>
    </w:p>
    <w:p w14:paraId="1358B4DB" w14:textId="77777777" w:rsidR="009E1AEE" w:rsidRPr="00E348EF" w:rsidRDefault="009E1AEE" w:rsidP="00355D2A">
      <w:pPr>
        <w:pStyle w:val="Odrka1-2-"/>
      </w:pPr>
      <w:r w:rsidRPr="00E348EF">
        <w:t xml:space="preserve">autorizace v rozsahu dle § 5 odst. 3 písm. e) autorizačního zákona, tedy v oboru technologická zařízení staveb; </w:t>
      </w:r>
    </w:p>
    <w:p w14:paraId="4D1EFFAA" w14:textId="77777777" w:rsidR="009E1AEE" w:rsidRPr="00E348EF" w:rsidRDefault="009E1AEE" w:rsidP="00EA148D">
      <w:pPr>
        <w:pStyle w:val="Odstavec1-1a"/>
        <w:numPr>
          <w:ilvl w:val="0"/>
          <w:numId w:val="16"/>
        </w:numPr>
        <w:rPr>
          <w:b/>
        </w:rPr>
      </w:pPr>
      <w:r w:rsidRPr="00E348EF">
        <w:rPr>
          <w:b/>
        </w:rPr>
        <w:t>specialista na elektrotechnická zařízení</w:t>
      </w:r>
    </w:p>
    <w:p w14:paraId="56ED14EB" w14:textId="77777777" w:rsidR="00355D2A" w:rsidRPr="00E348EF" w:rsidRDefault="009E1AEE" w:rsidP="00355D2A">
      <w:pPr>
        <w:pStyle w:val="Odrka1-2-"/>
      </w:pPr>
      <w:r w:rsidRPr="00E348EF">
        <w:t>nejméně 5 let praxe v projektování v oboru své specializace</w:t>
      </w:r>
      <w:r w:rsidR="0024255A" w:rsidRPr="00E348EF">
        <w:t xml:space="preserve"> (elektrotechnická zařízení)</w:t>
      </w:r>
      <w:r w:rsidRPr="00E348EF">
        <w:t xml:space="preserve">; </w:t>
      </w:r>
    </w:p>
    <w:p w14:paraId="60486E02" w14:textId="7C398C63" w:rsidR="009E1AEE" w:rsidRPr="00E348EF" w:rsidRDefault="009E1AEE" w:rsidP="00BF6AF2">
      <w:pPr>
        <w:pStyle w:val="Odrka1-2-"/>
      </w:pPr>
      <w:r w:rsidRPr="00E348EF">
        <w:t>autorizace v rozsahu dle § 5 odst. 3 písm. f) specializace</w:t>
      </w:r>
      <w:r w:rsidR="00E348EF" w:rsidRPr="00E348EF">
        <w:t xml:space="preserve"> elektrotechnická zařízení</w:t>
      </w:r>
      <w:r w:rsidRPr="00E348EF">
        <w:t xml:space="preserve"> autorizačního zákona, tedy v oboru technika prostředí staveb</w:t>
      </w:r>
      <w:r w:rsidR="00BF6AF2" w:rsidRPr="00E348EF">
        <w:t>, specializace</w:t>
      </w:r>
      <w:r w:rsidR="00E348EF" w:rsidRPr="00E348EF">
        <w:t xml:space="preserve"> elektrotechnická zařízení</w:t>
      </w:r>
      <w:r w:rsidRPr="00E348EF">
        <w:t>;</w:t>
      </w:r>
    </w:p>
    <w:p w14:paraId="55B13F7B" w14:textId="77777777" w:rsidR="009E1AEE" w:rsidRPr="00E348EF" w:rsidRDefault="009E1AEE" w:rsidP="00EA148D">
      <w:pPr>
        <w:pStyle w:val="Odstavec1-1a"/>
        <w:numPr>
          <w:ilvl w:val="0"/>
          <w:numId w:val="16"/>
        </w:numPr>
        <w:rPr>
          <w:b/>
        </w:rPr>
      </w:pPr>
      <w:r w:rsidRPr="00E348EF">
        <w:rPr>
          <w:b/>
        </w:rPr>
        <w:t>specialista na životní prostředí</w:t>
      </w:r>
    </w:p>
    <w:p w14:paraId="4156C8C5" w14:textId="77777777" w:rsidR="00355D2A" w:rsidRPr="00E348EF" w:rsidRDefault="009E1AEE" w:rsidP="00355D2A">
      <w:pPr>
        <w:pStyle w:val="Odrka1-2-"/>
      </w:pPr>
      <w:r w:rsidRPr="00E348EF">
        <w:t xml:space="preserve">nejméně 5 let praxe v projektování v oboru své specializace </w:t>
      </w:r>
      <w:r w:rsidR="0024255A" w:rsidRPr="00E348EF">
        <w:t xml:space="preserve">(životní prostředí) </w:t>
      </w:r>
      <w:r w:rsidRPr="00E348EF">
        <w:t xml:space="preserve">nebo v posuzování vlivů na životní prostředí; </w:t>
      </w:r>
    </w:p>
    <w:p w14:paraId="396110EC" w14:textId="77777777" w:rsidR="009E1AEE" w:rsidRPr="00E348EF" w:rsidRDefault="009E1AEE" w:rsidP="00355D2A">
      <w:pPr>
        <w:pStyle w:val="Odrka1-2-"/>
      </w:pPr>
      <w:r w:rsidRPr="00E348EF">
        <w:t>autorizace ke zpracování dokumentace a posudku dle § 19 zák. č. 100/2001 Sb., o posuzování vlivů na životní prostředí, ve znění pozdějších předpisů;</w:t>
      </w:r>
    </w:p>
    <w:p w14:paraId="190B6168" w14:textId="77777777" w:rsidR="009E1AEE" w:rsidRPr="00E348EF" w:rsidRDefault="009E1AEE" w:rsidP="00EA148D">
      <w:pPr>
        <w:pStyle w:val="Odstavec1-1a"/>
        <w:numPr>
          <w:ilvl w:val="0"/>
          <w:numId w:val="16"/>
        </w:numPr>
        <w:rPr>
          <w:b/>
        </w:rPr>
      </w:pPr>
      <w:r w:rsidRPr="00E348EF">
        <w:rPr>
          <w:b/>
        </w:rPr>
        <w:t xml:space="preserve">specialista na geotechniku </w:t>
      </w:r>
    </w:p>
    <w:p w14:paraId="18F5AA2D" w14:textId="77777777" w:rsidR="00355D2A" w:rsidRPr="00E348EF" w:rsidRDefault="009E1AEE" w:rsidP="00355D2A">
      <w:pPr>
        <w:pStyle w:val="Odrka1-2-"/>
      </w:pPr>
      <w:r w:rsidRPr="00E348EF">
        <w:t>nejméně 5 let praxe v projektování v oboru své specializace</w:t>
      </w:r>
      <w:r w:rsidR="0024255A" w:rsidRPr="00E348EF">
        <w:t xml:space="preserve"> (geotechnika)</w:t>
      </w:r>
      <w:r w:rsidRPr="00E348EF">
        <w:t xml:space="preserve">; </w:t>
      </w:r>
    </w:p>
    <w:p w14:paraId="238E2D28" w14:textId="77777777" w:rsidR="009E1AEE" w:rsidRPr="00E348EF" w:rsidRDefault="009E1AEE" w:rsidP="00355D2A">
      <w:pPr>
        <w:pStyle w:val="Odrka1-2-"/>
      </w:pPr>
      <w:r w:rsidRPr="00E348EF">
        <w:t>autorizace v rozsahu dle § 5 odst. 3 písm. i) autorizačního zákona, tedy v oboru geotechnika;</w:t>
      </w:r>
    </w:p>
    <w:p w14:paraId="5AE35713" w14:textId="77777777" w:rsidR="001E4627" w:rsidRPr="001E4627" w:rsidRDefault="001E4627" w:rsidP="001E4627">
      <w:pPr>
        <w:pStyle w:val="Odstavec1-1a"/>
        <w:numPr>
          <w:ilvl w:val="0"/>
          <w:numId w:val="16"/>
        </w:numPr>
        <w:rPr>
          <w:b/>
        </w:rPr>
      </w:pPr>
      <w:r w:rsidRPr="001E4627">
        <w:rPr>
          <w:b/>
        </w:rPr>
        <w:t xml:space="preserve">koordinátor BOZP </w:t>
      </w:r>
    </w:p>
    <w:p w14:paraId="5E905502" w14:textId="77777777" w:rsidR="001E4627" w:rsidRPr="001E4627" w:rsidRDefault="001E4627" w:rsidP="001E4627">
      <w:pPr>
        <w:pStyle w:val="Odrka1-2-"/>
      </w:pPr>
      <w:r w:rsidRPr="001E4627">
        <w:t xml:space="preserve">nejméně 3 roky praxe ve svém oboru; </w:t>
      </w:r>
    </w:p>
    <w:p w14:paraId="13DE86BA" w14:textId="682C21F3" w:rsidR="001E4627" w:rsidRPr="001E4627" w:rsidRDefault="001E4627" w:rsidP="001E4627">
      <w:pPr>
        <w:pStyle w:val="Odrka1-2-"/>
        <w:rPr>
          <w:b/>
        </w:rPr>
      </w:pPr>
      <w:r w:rsidRPr="001E4627">
        <w:t>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 úspěšné vykonání zkoušky vydané firmou akreditovanou MPSV;</w:t>
      </w:r>
    </w:p>
    <w:p w14:paraId="56EDA0AC" w14:textId="3691D67F" w:rsidR="009E1AEE" w:rsidRPr="00E348EF" w:rsidRDefault="009E1AEE" w:rsidP="00EA148D">
      <w:pPr>
        <w:pStyle w:val="Odstavec1-1a"/>
        <w:numPr>
          <w:ilvl w:val="0"/>
          <w:numId w:val="16"/>
        </w:numPr>
        <w:rPr>
          <w:b/>
        </w:rPr>
      </w:pPr>
      <w:r w:rsidRPr="00E348EF">
        <w:rPr>
          <w:b/>
        </w:rPr>
        <w:t>specialista na inženýrskou činnost</w:t>
      </w:r>
    </w:p>
    <w:p w14:paraId="42A56C8F" w14:textId="578FD064" w:rsidR="009E1AEE" w:rsidRPr="00E348EF" w:rsidRDefault="009E1AEE" w:rsidP="007C6F69">
      <w:pPr>
        <w:pStyle w:val="Odrka1-2-"/>
      </w:pPr>
      <w:r w:rsidRPr="00E348EF">
        <w:t xml:space="preserve">nejméně 5 let praxe ve výkonu inženýrské činnosti pro vydání </w:t>
      </w:r>
      <w:r w:rsidR="005E0759" w:rsidRPr="00E348EF">
        <w:t xml:space="preserve">stavebního povolení </w:t>
      </w:r>
      <w:r w:rsidR="007C6F69" w:rsidRPr="00E348EF">
        <w:t xml:space="preserve">nebo </w:t>
      </w:r>
      <w:r w:rsidRPr="00E348EF">
        <w:t>společného povolení</w:t>
      </w:r>
      <w:r w:rsidR="005E0759" w:rsidRPr="00E348EF">
        <w:t xml:space="preserve"> nebo povolení stavby</w:t>
      </w:r>
      <w:r w:rsidR="00016DBF" w:rsidRPr="00E348EF">
        <w:t>,</w:t>
      </w:r>
      <w:r w:rsidRPr="00E348EF">
        <w:t xml:space="preserve"> včetně majetkoprávní přípravy staveb;</w:t>
      </w:r>
    </w:p>
    <w:p w14:paraId="408BFE64" w14:textId="337BFD5E" w:rsidR="009E1AEE" w:rsidRDefault="009E1AEE" w:rsidP="00C313BF">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0749E8">
        <w:t xml:space="preserve"> jež </w:t>
      </w:r>
      <w:r w:rsidR="000749E8" w:rsidRPr="00AD0714">
        <w:t>je pověřen</w:t>
      </w:r>
      <w:r w:rsidR="000749E8">
        <w:t>a</w:t>
      </w:r>
      <w:r w:rsidR="000749E8" w:rsidRPr="00AD0714">
        <w:t xml:space="preserve"> koordinací</w:t>
      </w:r>
      <w:r w:rsidR="004343DB">
        <w:t xml:space="preserve"> při zpracování dokumentace</w:t>
      </w:r>
      <w:r w:rsidR="000749E8" w:rsidRPr="00AD0714">
        <w:t>.  Ve smyslu §</w:t>
      </w:r>
      <w:r w:rsidR="000749E8">
        <w:t xml:space="preserve"> </w:t>
      </w:r>
      <w:r w:rsidR="000749E8" w:rsidRPr="00AD0714">
        <w:t>113 odst. 2 zákona č. 183/2006 Sb.</w:t>
      </w:r>
      <w:r w:rsidR="000749E8">
        <w:t>,</w:t>
      </w:r>
      <w:r w:rsidR="000749E8" w:rsidRPr="00AD0714">
        <w:t xml:space="preserve"> o územním plánování a stavebním řádu (stavební zákon)</w:t>
      </w:r>
      <w:r w:rsidR="000749E8">
        <w:t>, ve znění pozdějších předpisů,</w:t>
      </w:r>
      <w:r w:rsidR="000749E8" w:rsidRPr="00AD0714">
        <w:t xml:space="preserve"> </w:t>
      </w:r>
      <w:r w:rsidR="00B83FB3">
        <w:t xml:space="preserve">a ve smyslu § 14 písm. c) zákona č. 283/2021 Sb., stavební zákon, ve znění pozdějších předpisů, </w:t>
      </w:r>
      <w:r w:rsidR="000749E8" w:rsidRPr="00AD0714">
        <w:t>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16D11DA3" w14:textId="677C9AB5" w:rsidR="00F96701" w:rsidRDefault="00F96701" w:rsidP="00F96701">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68CB08E8"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5021AB6F" w14:textId="24133677" w:rsidR="009E1AEE" w:rsidRDefault="009E1AEE" w:rsidP="009E1AEE">
      <w:pPr>
        <w:pStyle w:val="Textbezslovn"/>
      </w:pPr>
      <w:r>
        <w:t xml:space="preserve">Zadavatel si vyhrazuje právo ověřit pravdivost údajů o zkušenostech </w:t>
      </w:r>
      <w:r w:rsidR="005A595A">
        <w:t>hlavního projektanta</w:t>
      </w:r>
      <w:r>
        <w:t xml:space="preserve"> </w:t>
      </w:r>
      <w:r w:rsidR="005166E0">
        <w:t>(HIP)</w:t>
      </w:r>
      <w:r>
        <w:t xml:space="preserve">, zejména, zda se na plnění konkrétních zakázek skutečně podílel. Za tímto účelem požaduje zadavatel v profesním </w:t>
      </w:r>
      <w:r w:rsidRPr="005B12CD">
        <w:t xml:space="preserve">životopisu </w:t>
      </w:r>
      <w:r w:rsidR="00776C7C" w:rsidRPr="005B12CD">
        <w:t>tohoto člena</w:t>
      </w:r>
      <w:r>
        <w:t xml:space="preserve"> odborného personálu uvést informace a spojení na kontaktní osobu objednatele, pro něhož byla zakázka realizována.</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19E1730" w14:textId="12499A0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1AA6906C"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255F44B8"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A64237">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7578489C" w14:textId="11CF6828" w:rsidR="00A64237" w:rsidRDefault="00A64237"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616ADACA" w14:textId="5CDB773C"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B586CF2" w14:textId="688B847D"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5A6F732C" w14:textId="4B669623" w:rsidR="006C21E8" w:rsidRDefault="006C21E8" w:rsidP="004B0AE4">
      <w:pPr>
        <w:pStyle w:val="Odrka1-1"/>
      </w:pPr>
      <w:r w:rsidRPr="00B2309B">
        <w:t xml:space="preserve">Informace k doložení pověření k hodnocení nebezpečných vlastností odpadů dle § </w:t>
      </w:r>
      <w:r w:rsidR="004B0AE4" w:rsidRPr="004B0AE4">
        <w:t>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 xml:space="preserve">Za jiné osoby považuje zadavatel jak poddodavatele, tak i osoby, které s dodavatelem </w:t>
      </w:r>
      <w:proofErr w:type="gramStart"/>
      <w:r w:rsidR="005166E0">
        <w:t>tvoří</w:t>
      </w:r>
      <w:proofErr w:type="gramEnd"/>
      <w:r w:rsidR="005166E0">
        <w:t xml:space="preserve">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7CD0128" w14:textId="1FE3E999" w:rsidR="0035531B" w:rsidRDefault="0035531B" w:rsidP="00A066DE">
      <w:pPr>
        <w:pStyle w:val="Odrka1-2-"/>
      </w:pPr>
      <w:r>
        <w:t xml:space="preserve">Požadavek ohledně </w:t>
      </w:r>
      <w:r w:rsidR="00847393">
        <w:t xml:space="preserve">předložení smlouvy nebo potvrzení o její existenci, jejímž obsahem je závazek </w:t>
      </w:r>
      <w:r>
        <w:t>jiné osoby</w:t>
      </w:r>
      <w:r w:rsidR="00847393">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Pr="0006499F">
        <w:rPr>
          <w:rStyle w:val="Tun9b"/>
        </w:rPr>
        <w:t>.</w:t>
      </w:r>
      <w:r>
        <w:t xml:space="preserve"> </w:t>
      </w:r>
    </w:p>
    <w:p w14:paraId="3EB24721" w14:textId="63ADE7B8"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389F8D" w14:textId="139AC742" w:rsidR="0035531B" w:rsidRDefault="0035531B" w:rsidP="00404EB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4018E3">
        <w:t xml:space="preserve"> (viz níže, je-li tak v čl. 9.3 těchto Pokynů stanoveno)</w:t>
      </w:r>
      <w:r w:rsidR="00A066DE" w:rsidRPr="00A066DE">
        <w:t xml:space="preserve">. Toto omezení se nevztahuje na osoby, které s dodavatelem </w:t>
      </w:r>
      <w:proofErr w:type="gramStart"/>
      <w:r w:rsidR="00A066DE" w:rsidRPr="00A066DE">
        <w:t>tvoří</w:t>
      </w:r>
      <w:proofErr w:type="gramEnd"/>
      <w:r w:rsidR="00A066DE" w:rsidRPr="00A066DE">
        <w:t xml:space="preserve"> koncern</w:t>
      </w:r>
      <w:r w:rsidR="008B7E94">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3" w:name="_Toc159579555"/>
      <w:r>
        <w:t>DALŠÍ INFORMACE/DOKUMENTY PŘEDKLÁDANÉ DODAVATELEM</w:t>
      </w:r>
      <w:r w:rsidR="00092CC9">
        <w:t xml:space="preserve"> v </w:t>
      </w:r>
      <w:r>
        <w:t>NABÍDCE</w:t>
      </w:r>
      <w:bookmarkEnd w:id="13"/>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277D63A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 159/2006 Sb., o střetu zájmů, ve znění pozdějších předpisů</w:t>
      </w:r>
      <w:r w:rsidR="00D30099" w:rsidRPr="004B09BF">
        <w:t xml:space="preserve"> </w:t>
      </w:r>
      <w:r w:rsidR="00D30099">
        <w:t xml:space="preserve">(dále jen „zákon </w:t>
      </w:r>
      <w:r w:rsidR="00D30099" w:rsidRPr="004B09BF">
        <w:t>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2E3B54" w14:textId="5FB6CB32"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1D55032"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5A53895D"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600F67">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t>doloží</w:t>
      </w:r>
      <w:proofErr w:type="gramEnd"/>
      <w:r>
        <w:t xml:space="preserve"> kopií smlouvy či jiného dokumentu, ze kterého bude daná skutečnost vyplývat, který přiloží k Příloze č. 3 těchto Pokynů.</w:t>
      </w:r>
    </w:p>
    <w:p w14:paraId="4D09C858"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C30BC2F" w14:textId="77777777" w:rsidR="0035531B" w:rsidRPr="00DF3C9B" w:rsidRDefault="0035531B" w:rsidP="0035531B">
      <w:pPr>
        <w:pStyle w:val="Text1-1"/>
        <w:rPr>
          <w:rStyle w:val="Tun9b"/>
          <w:b w:val="0"/>
          <w:bCs/>
        </w:rPr>
      </w:pPr>
      <w:r w:rsidRPr="00DF3C9B">
        <w:rPr>
          <w:rStyle w:val="Tun9b"/>
          <w:b w:val="0"/>
          <w:bCs/>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199C05A6" w:rsidR="00BC6D2B" w:rsidRDefault="002C1E7C" w:rsidP="00465FDD">
      <w:pPr>
        <w:pStyle w:val="Text1-1"/>
      </w:pPr>
      <w:r>
        <w:t>Závazný n</w:t>
      </w:r>
      <w:r w:rsidR="00465FDD" w:rsidRPr="00465FDD">
        <w:t>ávrh smlouvy na plnění této veřejné zakázky</w:t>
      </w:r>
      <w:r w:rsidR="00BC6D2B">
        <w:t>:</w:t>
      </w:r>
    </w:p>
    <w:p w14:paraId="6FA136E4"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6C3B4F4" w14:textId="6CA53E61" w:rsidR="00465FDD" w:rsidRDefault="00465FDD" w:rsidP="00AA4EEF">
      <w:pPr>
        <w:pStyle w:val="Odrka1-2-"/>
      </w:pPr>
      <w:r>
        <w:t xml:space="preserve">do těla závazného vzoru smlouvy </w:t>
      </w:r>
      <w:r w:rsidR="00B747F3">
        <w:t xml:space="preserve">v </w:t>
      </w:r>
      <w:r>
        <w:t>čl. 3.3</w:t>
      </w:r>
      <w:r w:rsidR="002A5F8F">
        <w:t xml:space="preserve"> </w:t>
      </w:r>
      <w:r>
        <w:t>Cenu Díla bez DPH</w:t>
      </w:r>
      <w:r w:rsidR="00AA4EEF">
        <w:t xml:space="preserve">, </w:t>
      </w:r>
      <w:r w:rsidR="00AA4EEF" w:rsidRPr="00AA4EEF">
        <w:t xml:space="preserve">která představuje </w:t>
      </w:r>
      <w:r w:rsidR="00AA4EEF" w:rsidRPr="00A978C8">
        <w:t xml:space="preserve">součet Ceny za zpracování </w:t>
      </w:r>
      <w:r w:rsidR="007A3B81" w:rsidRPr="00A978C8">
        <w:t>Z</w:t>
      </w:r>
      <w:r w:rsidR="00AA4EEF" w:rsidRPr="00A978C8">
        <w:t>áměru projektu</w:t>
      </w:r>
      <w:r w:rsidR="00F55F1D">
        <w:t xml:space="preserve"> s doprovodnou dokumentací</w:t>
      </w:r>
      <w:r w:rsidR="00AA4EEF" w:rsidRPr="00A978C8">
        <w:t xml:space="preserve"> bez DPH a Ceny za zpracování </w:t>
      </w:r>
      <w:r w:rsidR="007029B1" w:rsidRPr="00A978C8">
        <w:t>DUSL</w:t>
      </w:r>
      <w:r w:rsidR="00A978C8" w:rsidRPr="00A978C8">
        <w:t xml:space="preserve"> </w:t>
      </w:r>
      <w:r w:rsidR="00AA4EEF" w:rsidRPr="00A978C8">
        <w:t>bez DPH</w:t>
      </w:r>
      <w:r w:rsidRPr="00A978C8">
        <w:t>;</w:t>
      </w:r>
    </w:p>
    <w:p w14:paraId="6D01AC4F" w14:textId="77777777" w:rsidR="00465FDD" w:rsidRDefault="00465FDD" w:rsidP="00F348C0">
      <w:pPr>
        <w:pStyle w:val="Odrka1-2-"/>
      </w:pPr>
      <w:r>
        <w:t>do Přílohy č. 4 závazného vzoru smlouvy s názvem Rozpis Ceny Díla:</w:t>
      </w:r>
    </w:p>
    <w:p w14:paraId="743C5153" w14:textId="7B2A3A04" w:rsidR="00465FDD" w:rsidRDefault="00465FDD" w:rsidP="00F348C0">
      <w:pPr>
        <w:pStyle w:val="Odrka1-3"/>
        <w:numPr>
          <w:ilvl w:val="0"/>
          <w:numId w:val="0"/>
        </w:numPr>
        <w:ind w:left="1531"/>
      </w:pPr>
      <w:r>
        <w:t xml:space="preserve">Cenu za zpracování </w:t>
      </w:r>
      <w:r w:rsidR="007A3B81">
        <w:t>Z</w:t>
      </w:r>
      <w:r w:rsidR="00AA4EEF" w:rsidRPr="00AA4EEF">
        <w:t>áměru projektu</w:t>
      </w:r>
      <w:r w:rsidR="00F55F1D">
        <w:t xml:space="preserve"> s doprovodnou dokumentací</w:t>
      </w:r>
      <w:r w:rsidR="00AA4EEF" w:rsidRPr="00AA4EEF">
        <w:t xml:space="preserve"> a </w:t>
      </w:r>
      <w:r w:rsidR="007029B1" w:rsidRPr="00A978C8">
        <w:t xml:space="preserve">DUSL </w:t>
      </w:r>
      <w:r w:rsidRPr="00A978C8">
        <w:t>podle</w:t>
      </w:r>
      <w:r>
        <w:t xml:space="preserve"> členění na základní a </w:t>
      </w:r>
      <w:r w:rsidRPr="00D119CB">
        <w:t>dodatečné služby</w:t>
      </w:r>
      <w:r w:rsidR="00AA4EEF" w:rsidRPr="00D119CB">
        <w:t xml:space="preserve">, dále Cenu Díla včetně členění na cenu za zpracování </w:t>
      </w:r>
      <w:r w:rsidR="007A3B81" w:rsidRPr="00D119CB">
        <w:t>Z</w:t>
      </w:r>
      <w:r w:rsidR="00AA4EEF" w:rsidRPr="00D119CB">
        <w:t>áměru projektu</w:t>
      </w:r>
      <w:r w:rsidR="00F55F1D">
        <w:t xml:space="preserve"> s doprovodnou dokumentací</w:t>
      </w:r>
      <w:r w:rsidR="00AA4EEF" w:rsidRPr="00D119CB">
        <w:t xml:space="preserve"> a </w:t>
      </w:r>
      <w:r w:rsidR="00381906" w:rsidRPr="00D119CB">
        <w:t xml:space="preserve">DUSL </w:t>
      </w:r>
      <w:r w:rsidRPr="00D119CB">
        <w:t xml:space="preserve">a </w:t>
      </w:r>
      <w:r w:rsidR="00AA4EEF" w:rsidRPr="00D119CB">
        <w:t>r</w:t>
      </w:r>
      <w:r w:rsidRPr="00D119CB">
        <w:t xml:space="preserve">ozpis jednotlivých položek Ceny Díla podle členění na </w:t>
      </w:r>
      <w:r w:rsidR="00AA4EEF" w:rsidRPr="00D119CB">
        <w:t>d</w:t>
      </w:r>
      <w:r w:rsidRPr="00D119CB">
        <w:t>ílčí etapy</w:t>
      </w:r>
      <w:r w:rsidR="00AA4EEF" w:rsidRPr="00D119CB">
        <w:t xml:space="preserve"> zpracování díla</w:t>
      </w:r>
      <w:r w:rsidRPr="00D119CB">
        <w:t>, a to dle v této příloze závazného vzoru smlouvy naznačených pravidel. Zadavatel</w:t>
      </w:r>
      <w:r>
        <w:t xml:space="preserve">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p>
    <w:p w14:paraId="4908DC75" w14:textId="77777777" w:rsidR="0035531B" w:rsidRDefault="00465FDD" w:rsidP="00465FDD">
      <w:pPr>
        <w:pStyle w:val="Odrka1-1"/>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4" w:name="_Toc159579556"/>
      <w:r>
        <w:t>JAZYK NABÍDEK</w:t>
      </w:r>
      <w:r w:rsidR="00A56DEC">
        <w:t xml:space="preserve"> A KOMUNIKAČNÍ JAZYK</w:t>
      </w:r>
      <w:bookmarkEnd w:id="14"/>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6B65ED28"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w:t>
      </w:r>
      <w:proofErr w:type="gramStart"/>
      <w:r>
        <w:t>předloží</w:t>
      </w:r>
      <w:proofErr w:type="gramEnd"/>
      <w: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15" w:name="_Toc159579557"/>
      <w:r>
        <w:t>OBSAH</w:t>
      </w:r>
      <w:r w:rsidR="00845C50">
        <w:t xml:space="preserve"> a </w:t>
      </w:r>
      <w:r>
        <w:t>PODÁVÁNÍ NABÍDEK</w:t>
      </w:r>
      <w:bookmarkEnd w:id="15"/>
    </w:p>
    <w:p w14:paraId="0A5F1E66" w14:textId="5E5C74A0"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w:t>
      </w:r>
      <w:proofErr w:type="gramStart"/>
      <w:r w:rsidRPr="00F348C0">
        <w:t>doručí</w:t>
      </w:r>
      <w:proofErr w:type="gramEnd"/>
      <w:r w:rsidRPr="00F348C0">
        <w:t xml:space="preserve"> do konce lhůty pro podání nabídek stanovené v oznámení o zahájení zadávacího řízení – </w:t>
      </w:r>
      <w:r w:rsidR="00165022">
        <w:t>sektorová veřejná zakázka</w:t>
      </w:r>
      <w:r w:rsidRPr="00F348C0">
        <w:t xml:space="preserve">, a to prostřednictvím elektronického nástroje E-ZAK na níže uvedenou elektronickou adresu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48D2CCF9" w:rsidR="00F348C0" w:rsidRDefault="00F348C0" w:rsidP="00F348C0">
      <w:pPr>
        <w:pStyle w:val="Text1-1"/>
      </w:pPr>
      <w:r w:rsidRPr="00F348C0">
        <w:t xml:space="preserve">Dodavatel </w:t>
      </w:r>
      <w:proofErr w:type="gramStart"/>
      <w:r w:rsidRPr="00F348C0">
        <w:t>předloží</w:t>
      </w:r>
      <w:proofErr w:type="gramEnd"/>
      <w:r w:rsidRPr="00F348C0">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1579FA">
        <w:t>1</w:t>
      </w:r>
      <w:r w:rsidR="003616E0" w:rsidRPr="00163717">
        <w:t xml:space="preserve"> odst. 2 a 3 </w:t>
      </w:r>
      <w:proofErr w:type="spellStart"/>
      <w:r w:rsidR="003616E0" w:rsidRPr="00163717">
        <w:t>vyhl</w:t>
      </w:r>
      <w:proofErr w:type="spellEnd"/>
      <w:r w:rsidR="003616E0" w:rsidRPr="00163717">
        <w:t xml:space="preserve">. č. </w:t>
      </w:r>
      <w:r w:rsidR="001579FA">
        <w:t>345</w:t>
      </w:r>
      <w:r w:rsidR="003616E0" w:rsidRPr="00163717">
        <w:t>/20</w:t>
      </w:r>
      <w:r w:rsidR="001579FA">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DA8856C" w14:textId="330AD82E" w:rsidR="00F348C0" w:rsidRDefault="00F348C0" w:rsidP="00F348C0">
      <w:pPr>
        <w:pStyle w:val="Odrka1-1"/>
      </w:pPr>
      <w:r>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76D03E57" w:rsidR="00F348C0" w:rsidRDefault="00F348C0" w:rsidP="00F348C0">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t>.</w:t>
      </w:r>
    </w:p>
    <w:p w14:paraId="67CB063F"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C9E78BF" w14:textId="3DA7D3D5" w:rsidR="009119DE" w:rsidRDefault="009119DE" w:rsidP="00F348C0">
      <w:pPr>
        <w:pStyle w:val="Odrka1-1"/>
      </w:pPr>
      <w:r w:rsidRPr="00010882">
        <w:rPr>
          <w:lang w:eastAsia="cs-CZ"/>
        </w:rPr>
        <w:t xml:space="preserve">Čestné prohlášení o splnění podmínek v souvislosti </w:t>
      </w:r>
      <w:r w:rsidR="00600F67">
        <w:rPr>
          <w:lang w:eastAsia="cs-CZ"/>
        </w:rPr>
        <w:t>s mezinárodními sankcemi</w:t>
      </w:r>
      <w:r w:rsidR="0081521C">
        <w:rPr>
          <w:lang w:eastAsia="cs-CZ"/>
        </w:rPr>
        <w:t xml:space="preserve"> </w:t>
      </w:r>
      <w:r>
        <w:t>zpracované ve formě formuláře obsaženého v příloze č. 10 těchto Pokynů.</w:t>
      </w:r>
    </w:p>
    <w:p w14:paraId="72BB8277" w14:textId="17755DDC" w:rsidR="00F348C0" w:rsidRDefault="00F348C0" w:rsidP="00F348C0">
      <w:pPr>
        <w:pStyle w:val="Odrka1-1"/>
      </w:pPr>
      <w:r>
        <w:t>Doklad o poskytnutí jistoty za nabídku.</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2D029742"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7036A197"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t>tvoří</w:t>
      </w:r>
      <w:proofErr w:type="gramEnd"/>
      <w: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16" w:name="_Toc159579558"/>
      <w:r>
        <w:t>POŽADAVKY NA ZPRACOVÁNÍ NABÍDKOVÉ CENY</w:t>
      </w:r>
      <w:bookmarkEnd w:id="16"/>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w:t>
      </w:r>
      <w:proofErr w:type="gramStart"/>
      <w:r>
        <w:t>VLOŽÍ</w:t>
      </w:r>
      <w:proofErr w:type="gramEnd"/>
      <w:r>
        <w:t xml:space="preserve">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w:t>
      </w:r>
      <w:proofErr w:type="gramStart"/>
      <w:r>
        <w:t>VLOŽÍ</w:t>
      </w:r>
      <w:proofErr w:type="gramEnd"/>
      <w:r>
        <w:t xml:space="preserve"> ZHOTOVITEL]" korun českých</w:t>
      </w:r>
    </w:p>
    <w:p w14:paraId="3AAAAA33" w14:textId="35D5A1DF" w:rsidR="0035531B" w:rsidRDefault="00F348C0" w:rsidP="00F348C0">
      <w:pPr>
        <w:pStyle w:val="Text1-1"/>
        <w:numPr>
          <w:ilvl w:val="0"/>
          <w:numId w:val="0"/>
        </w:numPr>
        <w:spacing w:before="240"/>
        <w:ind w:left="737"/>
      </w:pPr>
      <w:r>
        <w:t xml:space="preserve">Cena Díla bez DPH vkládaná ve smyslu těchto Pokynů do čl. 3.3 závazného vzoru smlouvy, která </w:t>
      </w:r>
      <w:r w:rsidRPr="00D119CB">
        <w:t xml:space="preserve">představuje </w:t>
      </w:r>
      <w:r w:rsidR="00894F55" w:rsidRPr="00D119CB">
        <w:t xml:space="preserve">součet Ceny za zpracování </w:t>
      </w:r>
      <w:r w:rsidR="004407F0" w:rsidRPr="00D119CB">
        <w:t>Z</w:t>
      </w:r>
      <w:r w:rsidR="00894F55" w:rsidRPr="00D119CB">
        <w:t>áměru projektu</w:t>
      </w:r>
      <w:r w:rsidR="00F55F1D">
        <w:t xml:space="preserve"> s doprovodnou dokumentací</w:t>
      </w:r>
      <w:r w:rsidR="00894F55" w:rsidRPr="00D119CB">
        <w:t xml:space="preserve"> bez DPH a </w:t>
      </w:r>
      <w:r w:rsidRPr="00D119CB">
        <w:t>Cen</w:t>
      </w:r>
      <w:r w:rsidR="00894F55" w:rsidRPr="00D119CB">
        <w:t>y</w:t>
      </w:r>
      <w:r w:rsidRPr="00D119CB">
        <w:t xml:space="preserve"> za zpracování </w:t>
      </w:r>
      <w:r w:rsidR="00381906" w:rsidRPr="00D119CB">
        <w:t xml:space="preserve">DUSL </w:t>
      </w:r>
      <w:r w:rsidRPr="00D119CB">
        <w:t>bez DP</w:t>
      </w:r>
      <w:r>
        <w:t>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4050428A" w14:textId="77777777" w:rsidR="0035531B" w:rsidRDefault="0035531B" w:rsidP="007038DC">
      <w:pPr>
        <w:pStyle w:val="Nadpis1-1"/>
      </w:pPr>
      <w:bookmarkStart w:id="17" w:name="_Toc159579559"/>
      <w:r>
        <w:t>VARIANTY NABÍDKY</w:t>
      </w:r>
      <w:bookmarkEnd w:id="17"/>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18" w:name="_Toc159579560"/>
      <w:r>
        <w:t>OTEVÍRÁNÍ NABÍDEK</w:t>
      </w:r>
      <w:bookmarkEnd w:id="18"/>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19" w:name="_Toc159579561"/>
      <w:r>
        <w:t>POSOUZENÍ SPLNĚNÍ PODMÍNEK ÚČASTI</w:t>
      </w:r>
      <w:bookmarkEnd w:id="19"/>
    </w:p>
    <w:p w14:paraId="28690830" w14:textId="545E16C4"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1521C">
        <w:t>, to však neplatí pro</w:t>
      </w:r>
      <w:r w:rsidR="0081521C" w:rsidRPr="00E86BE3">
        <w:rPr>
          <w:b/>
        </w:rPr>
        <w:t xml:space="preserve"> </w:t>
      </w:r>
      <w:r w:rsidR="0081521C" w:rsidRPr="000C68DF">
        <w:t>posouzení skutečností rozhodných pro složení jistoty</w:t>
      </w:r>
      <w:r w:rsidR="0081521C">
        <w:t xml:space="preserve"> za nabídku</w:t>
      </w:r>
      <w:r>
        <w:t>.</w:t>
      </w:r>
    </w:p>
    <w:p w14:paraId="606BDFCB"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20" w:name="_Toc159579562"/>
      <w:r>
        <w:t>HODNOCENÍ NABÍDEK</w:t>
      </w:r>
      <w:bookmarkEnd w:id="20"/>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67A7549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w:t>
      </w:r>
      <w:r w:rsidR="00894F55" w:rsidRPr="00894F55">
        <w:t xml:space="preserve">součet Ceny za zpracování </w:t>
      </w:r>
      <w:r w:rsidR="00B93DEB">
        <w:t>Z</w:t>
      </w:r>
      <w:r w:rsidR="00894F55" w:rsidRPr="00894F55">
        <w:t>áměru projektu</w:t>
      </w:r>
      <w:r w:rsidR="00E2407A">
        <w:t xml:space="preserve"> s doprovodnou dokumentací</w:t>
      </w:r>
      <w:r w:rsidR="00894F55" w:rsidRPr="00894F55">
        <w:t xml:space="preserve"> bez DPH a </w:t>
      </w:r>
      <w:r>
        <w:t>Cen</w:t>
      </w:r>
      <w:r w:rsidR="00894F55">
        <w:t>y</w:t>
      </w:r>
      <w:r>
        <w:t xml:space="preserve"> za </w:t>
      </w:r>
      <w:r w:rsidRPr="00D119CB">
        <w:t xml:space="preserve">zpracování </w:t>
      </w:r>
      <w:r w:rsidR="00381906" w:rsidRPr="00D119CB">
        <w:t>DUSL</w:t>
      </w:r>
      <w:r w:rsidR="00D119CB" w:rsidRPr="00D119CB">
        <w:t xml:space="preserve"> </w:t>
      </w:r>
      <w:r w:rsidRPr="00D119CB">
        <w:t>bez DPH.</w:t>
      </w:r>
      <w:r>
        <w:t xml:space="preserve">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t>Z</w:t>
      </w:r>
      <w:r w:rsidR="003A2C23" w:rsidRPr="003A2C23">
        <w:rPr>
          <w:b/>
        </w:rPr>
        <w:t xml:space="preserve">kušenosti vybraných členů odborného personálu dodavatele </w:t>
      </w:r>
    </w:p>
    <w:p w14:paraId="4D921290" w14:textId="19AA61C0" w:rsidR="003A2C23" w:rsidRDefault="003A2C23" w:rsidP="003A2C23">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275351C3" w14:textId="1300673C"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a doklady nezbytné pro hodnocení, nebude moci být posouzena jako splňující hodnotící kritéria stanovená zadavatelem</w:t>
      </w:r>
      <w:r>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5844C98B"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631EAA">
            <w:pPr>
              <w:rPr>
                <w:rFonts w:cs="Arial"/>
                <w:b/>
                <w:bCs/>
              </w:rPr>
            </w:pPr>
          </w:p>
          <w:p w14:paraId="0320A0F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631EAA">
            <w:pPr>
              <w:rPr>
                <w:rFonts w:cs="Arial"/>
                <w:b/>
                <w:bCs/>
              </w:rPr>
            </w:pPr>
          </w:p>
          <w:p w14:paraId="4351B46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631EAA">
            <w:pPr>
              <w:rPr>
                <w:rFonts w:cs="Arial"/>
                <w:b/>
                <w:bCs/>
              </w:rPr>
            </w:pPr>
          </w:p>
          <w:p w14:paraId="76EB6A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631EAA">
            <w:pPr>
              <w:rPr>
                <w:rFonts w:cs="Arial"/>
                <w:b/>
                <w:bCs/>
              </w:rPr>
            </w:pPr>
          </w:p>
          <w:p w14:paraId="5C7B43C8" w14:textId="61A9CCA1" w:rsidR="00B77110" w:rsidRPr="00B77110" w:rsidRDefault="00B77110" w:rsidP="000B17EE">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7F2E42A3"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2B3754B" w14:textId="08BC6F89" w:rsidR="00B77110" w:rsidRPr="00B77110" w:rsidRDefault="009B733B" w:rsidP="009B733B">
            <w:pPr>
              <w:rPr>
                <w:rFonts w:cs="Arial"/>
                <w:bCs/>
              </w:rPr>
            </w:pPr>
            <w:r>
              <w:rPr>
                <w:rFonts w:cs="Arial"/>
                <w:bCs/>
              </w:rPr>
              <w:t>hlavní projektant</w:t>
            </w:r>
            <w:r w:rsidR="000B17EE">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69A7AB90" w14:textId="612D5981" w:rsidR="00B77110" w:rsidRPr="00B77110" w:rsidRDefault="00C313BF" w:rsidP="00664669">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sidRPr="00B77110">
              <w:rPr>
                <w:rFonts w:cs="Arial"/>
                <w:bCs/>
              </w:rPr>
              <w:t xml:space="preserve"> </w:t>
            </w:r>
            <w:r w:rsidR="00C95863">
              <w:t>nebo DUR+DSP nebo DUR+DSP+PDPS</w:t>
            </w:r>
            <w:r w:rsidR="00C95863" w:rsidRPr="00B77110">
              <w:rPr>
                <w:rFonts w:cs="Arial"/>
                <w:bCs/>
              </w:rPr>
              <w:t xml:space="preserve"> </w:t>
            </w:r>
            <w:r w:rsidRPr="00B77110">
              <w:rPr>
                <w:rFonts w:cs="Arial"/>
                <w:bCs/>
              </w:rPr>
              <w:t xml:space="preserve">ve funkci vedoucího týmu </w:t>
            </w:r>
            <w:r w:rsidR="00ED34EC" w:rsidRPr="00ED34EC">
              <w:t>nebo zástupce vedoucího týmu</w:t>
            </w:r>
            <w:r w:rsidR="00A373A7">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D119CB">
              <w:rPr>
                <w:rFonts w:cs="Arial"/>
                <w:b/>
              </w:rPr>
              <w:t>14 000 000,-</w:t>
            </w:r>
            <w:r w:rsidRPr="00B77110">
              <w:rPr>
                <w:rFonts w:cs="Arial"/>
                <w:b/>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6DB41D" w14:textId="5CD3FC76" w:rsidR="00B77110" w:rsidRPr="00B77110" w:rsidRDefault="00C313B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A39F97" w14:textId="7375FFF8" w:rsidR="00B77110" w:rsidRPr="00B77110" w:rsidRDefault="00A373A7" w:rsidP="00A373A7">
            <w:pPr>
              <w:rPr>
                <w:rFonts w:cs="Arial"/>
                <w:bCs/>
              </w:rPr>
            </w:pPr>
            <w:r>
              <w:rPr>
                <w:rFonts w:cs="Arial"/>
                <w:bCs/>
              </w:rPr>
              <w:t>6</w:t>
            </w:r>
          </w:p>
        </w:tc>
      </w:tr>
      <w:tr w:rsidR="00B77110" w:rsidRPr="00465F4C" w14:paraId="6F34470B" w14:textId="77777777" w:rsidTr="00B77110">
        <w:trPr>
          <w:trHeight w:val="1210"/>
        </w:trPr>
        <w:tc>
          <w:tcPr>
            <w:tcW w:w="1843" w:type="dxa"/>
            <w:tcBorders>
              <w:top w:val="single" w:sz="4" w:space="0" w:color="auto"/>
              <w:left w:val="single" w:sz="4" w:space="0" w:color="auto"/>
              <w:right w:val="single" w:sz="4" w:space="0" w:color="auto"/>
            </w:tcBorders>
          </w:tcPr>
          <w:p w14:paraId="758EAFE1" w14:textId="77777777" w:rsidR="00B77110" w:rsidRPr="00B77110" w:rsidRDefault="00B77110" w:rsidP="00631EAA">
            <w:pPr>
              <w:rPr>
                <w:rFonts w:cs="Arial"/>
                <w:bCs/>
              </w:rPr>
            </w:pPr>
            <w:r w:rsidRPr="00520F57">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DFE4278" w14:textId="59D46D4D" w:rsidR="00B77110" w:rsidRPr="00B77110" w:rsidRDefault="00E44DD4"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Pr>
                <w:rFonts w:cs="Arial"/>
                <w:bCs/>
              </w:rPr>
              <w:t xml:space="preserve"> </w:t>
            </w:r>
            <w:r w:rsidR="00C95863">
              <w:t>nebo DUR+DSP nebo DUR+DSP+PDPS</w:t>
            </w:r>
            <w:r w:rsidR="00C95863">
              <w:rPr>
                <w:rFonts w:cs="Arial"/>
                <w:bCs/>
              </w:rPr>
              <w:t xml:space="preserve"> </w:t>
            </w:r>
            <w:r>
              <w:rPr>
                <w:rFonts w:cs="Arial"/>
                <w:bCs/>
              </w:rPr>
              <w:t xml:space="preserve">ve svém oboru (trakční vedení)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sidR="00520F57">
              <w:rPr>
                <w:rFonts w:cs="Arial"/>
                <w:b/>
              </w:rPr>
              <w:t>14 000 000,-</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7744B5DF" w14:textId="77777777" w:rsidR="00E44DD4" w:rsidRDefault="00E44DD4" w:rsidP="00631EAA">
            <w:pPr>
              <w:rPr>
                <w:rFonts w:cs="Arial"/>
                <w:bCs/>
              </w:rPr>
            </w:pPr>
          </w:p>
          <w:p w14:paraId="4C0B5A98" w14:textId="77777777" w:rsidR="00E44DD4" w:rsidRDefault="00E44DD4" w:rsidP="00631EAA">
            <w:pPr>
              <w:rPr>
                <w:rFonts w:cs="Arial"/>
                <w:bCs/>
              </w:rPr>
            </w:pPr>
          </w:p>
          <w:p w14:paraId="1E48FFFD" w14:textId="2825C535" w:rsidR="00B77110" w:rsidRPr="00B77110" w:rsidRDefault="00E44DD4"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71915344" w14:textId="4A52B2CE" w:rsidR="00B77110" w:rsidRPr="00B77110" w:rsidRDefault="00A373A7" w:rsidP="00631EAA">
            <w:pPr>
              <w:rPr>
                <w:rFonts w:cs="Arial"/>
                <w:bCs/>
              </w:rPr>
            </w:pPr>
            <w:r>
              <w:rPr>
                <w:rFonts w:cs="Arial"/>
                <w:bCs/>
              </w:rPr>
              <w:t>3</w:t>
            </w:r>
          </w:p>
        </w:tc>
      </w:tr>
      <w:tr w:rsidR="00520F57" w:rsidRPr="00465F4C" w14:paraId="740802B5" w14:textId="77777777" w:rsidTr="00816B97">
        <w:trPr>
          <w:trHeight w:val="1210"/>
        </w:trPr>
        <w:tc>
          <w:tcPr>
            <w:tcW w:w="1843" w:type="dxa"/>
            <w:tcBorders>
              <w:top w:val="single" w:sz="4" w:space="0" w:color="auto"/>
              <w:left w:val="single" w:sz="4" w:space="0" w:color="auto"/>
              <w:bottom w:val="single" w:sz="4" w:space="0" w:color="auto"/>
              <w:right w:val="single" w:sz="4" w:space="0" w:color="auto"/>
            </w:tcBorders>
          </w:tcPr>
          <w:p w14:paraId="22553923" w14:textId="54A7CB7D" w:rsidR="00520F57" w:rsidRPr="00B77110" w:rsidRDefault="00520F57" w:rsidP="00520F57">
            <w:pPr>
              <w:rPr>
                <w:rFonts w:cs="Arial"/>
                <w:bCs/>
                <w:highlight w:val="green"/>
              </w:rPr>
            </w:pPr>
            <w:r w:rsidRPr="008703E9">
              <w:rPr>
                <w:rFonts w:cs="Arial"/>
                <w:bCs/>
              </w:rPr>
              <w:t xml:space="preserve">specialista na </w:t>
            </w:r>
            <w:r>
              <w:rPr>
                <w:rFonts w:cs="Arial"/>
                <w:bCs/>
              </w:rPr>
              <w:t>elektrotechnická zařízení</w:t>
            </w:r>
            <w:r w:rsidRPr="00B77110">
              <w:rPr>
                <w:rFonts w:cs="Arial"/>
                <w:bCs/>
              </w:rPr>
              <w:t xml:space="preserve">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A7DAB50" w14:textId="3A960E65" w:rsidR="00520F57" w:rsidRPr="00B77110" w:rsidRDefault="00520F57" w:rsidP="00520F57">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Pr>
                <w:rFonts w:cs="Arial"/>
                <w:bCs/>
              </w:rPr>
              <w:t xml:space="preserve">DUR nebo </w:t>
            </w:r>
            <w:r w:rsidRPr="00B77110">
              <w:rPr>
                <w:rFonts w:cs="Arial"/>
                <w:bCs/>
              </w:rPr>
              <w:t xml:space="preserve">DSP nebo DSP+PDPS nebo </w:t>
            </w:r>
            <w:r w:rsidRPr="00B77110">
              <w:rPr>
                <w:rFonts w:cs="Calibri"/>
              </w:rPr>
              <w:t>DUSP</w:t>
            </w:r>
            <w:r>
              <w:rPr>
                <w:rFonts w:cs="Calibri"/>
              </w:rPr>
              <w:t>/DUSL</w:t>
            </w:r>
            <w:r w:rsidRPr="00B77110">
              <w:rPr>
                <w:rFonts w:cs="Arial"/>
                <w:bCs/>
              </w:rPr>
              <w:t xml:space="preserve"> </w:t>
            </w:r>
            <w:r>
              <w:t>nebo DUSP/DUSL+PDPS</w:t>
            </w:r>
            <w:r>
              <w:rPr>
                <w:rFonts w:cs="Arial"/>
                <w:bCs/>
              </w:rPr>
              <w:t xml:space="preserve"> </w:t>
            </w:r>
            <w:r>
              <w:t>nebo DUR+DSP nebo DUR+DSP+PDPS</w:t>
            </w:r>
            <w:r>
              <w:rPr>
                <w:rFonts w:cs="Arial"/>
                <w:bCs/>
              </w:rPr>
              <w:t xml:space="preserve"> ve svém oboru (</w:t>
            </w:r>
            <w:r w:rsidR="0035501E">
              <w:rPr>
                <w:rFonts w:cs="Arial"/>
                <w:bCs/>
              </w:rPr>
              <w:t>elektrotechnická zařízení</w:t>
            </w:r>
            <w:r>
              <w:rPr>
                <w:rFonts w:cs="Arial"/>
                <w:bCs/>
              </w:rPr>
              <w:t xml:space="preserve">) ve funkci </w:t>
            </w:r>
            <w:r w:rsidRPr="00B77110">
              <w:rPr>
                <w:rFonts w:cs="Arial"/>
                <w:bCs/>
              </w:rPr>
              <w:t xml:space="preserve">specialisty </w:t>
            </w:r>
            <w:r>
              <w:rPr>
                <w:rFonts w:cs="Arial"/>
                <w:bCs/>
              </w:rPr>
              <w:t xml:space="preserve">nebo odpovědného projektanta 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 xml:space="preserve">s hodnotou zakázky ve výši </w:t>
            </w:r>
            <w:r w:rsidRPr="00B77110">
              <w:rPr>
                <w:rFonts w:cs="Arial"/>
                <w:bCs/>
              </w:rPr>
              <w:t xml:space="preserve">nejméně </w:t>
            </w:r>
            <w:r>
              <w:rPr>
                <w:rFonts w:cs="Arial"/>
                <w:b/>
              </w:rPr>
              <w:t>14 000 000,-</w:t>
            </w:r>
            <w:r w:rsidRPr="00B77110">
              <w:rPr>
                <w:rFonts w:cs="Arial"/>
                <w:b/>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221ED5D" w14:textId="7430E293" w:rsidR="00520F57" w:rsidRDefault="00520F57" w:rsidP="00520F57">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6A9BBF55" w14:textId="12710A61" w:rsidR="00520F57" w:rsidRDefault="00520F57" w:rsidP="00520F57">
            <w:pPr>
              <w:rPr>
                <w:rFonts w:cs="Arial"/>
                <w:bCs/>
              </w:rPr>
            </w:pPr>
            <w:r>
              <w:rPr>
                <w:rFonts w:cs="Arial"/>
                <w:bCs/>
              </w:rPr>
              <w:t>3</w:t>
            </w:r>
          </w:p>
        </w:tc>
      </w:tr>
      <w:tr w:rsidR="00520F57" w:rsidRPr="00465F4C" w14:paraId="5090A608" w14:textId="77777777" w:rsidTr="00E44DD4">
        <w:trPr>
          <w:trHeight w:val="1210"/>
        </w:trPr>
        <w:tc>
          <w:tcPr>
            <w:tcW w:w="1843" w:type="dxa"/>
            <w:tcBorders>
              <w:top w:val="single" w:sz="4" w:space="0" w:color="auto"/>
              <w:left w:val="single" w:sz="4" w:space="0" w:color="auto"/>
              <w:bottom w:val="single" w:sz="4" w:space="0" w:color="auto"/>
              <w:right w:val="single" w:sz="4" w:space="0" w:color="auto"/>
            </w:tcBorders>
          </w:tcPr>
          <w:p w14:paraId="2FC724E3" w14:textId="77777777" w:rsidR="00520F57" w:rsidRPr="00520F57" w:rsidRDefault="00520F57" w:rsidP="00520F57">
            <w:pPr>
              <w:rPr>
                <w:rFonts w:cs="Arial"/>
                <w:bCs/>
              </w:rPr>
            </w:pPr>
            <w:r w:rsidRPr="00520F57">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5DEE0C6" w14:textId="6EB3CA7C" w:rsidR="00520F57" w:rsidRPr="00B77110" w:rsidRDefault="00520F57" w:rsidP="00520F57">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FF7CD3">
              <w:rPr>
                <w:rFonts w:cs="Arial"/>
                <w:bCs/>
              </w:rPr>
              <w:t xml:space="preserve">pro vydání </w:t>
            </w:r>
            <w:r>
              <w:rPr>
                <w:rFonts w:cs="Arial"/>
                <w:bCs/>
              </w:rPr>
              <w:t xml:space="preserve">stavebního povolení </w:t>
            </w:r>
            <w:r w:rsidRPr="00FF7CD3">
              <w:rPr>
                <w:rFonts w:cs="Arial"/>
                <w:bCs/>
              </w:rPr>
              <w:t xml:space="preserve">nebo společného povolení </w:t>
            </w:r>
            <w:r>
              <w:t>nebo povolení stavby,</w:t>
            </w:r>
            <w:r w:rsidRPr="00FF7CD3">
              <w:rPr>
                <w:rFonts w:cs="Arial"/>
                <w:bCs/>
              </w:rPr>
              <w:t xml:space="preserve"> včetně majetkoprávní přípravy staveb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Pr>
                <w:rFonts w:cs="Calibri"/>
              </w:rPr>
              <w:t>/DUSL</w:t>
            </w:r>
            <w:r w:rsidRPr="00B77110">
              <w:rPr>
                <w:rFonts w:cs="Arial"/>
                <w:bCs/>
              </w:rPr>
              <w:t xml:space="preserve"> </w:t>
            </w:r>
            <w:r>
              <w:t>nebo DUSP/DUSL+PDPS</w:t>
            </w:r>
            <w:r w:rsidRPr="00B77110">
              <w:rPr>
                <w:rFonts w:cs="Arial"/>
                <w:bCs/>
              </w:rPr>
              <w:t xml:space="preserve"> </w:t>
            </w:r>
            <w:r>
              <w:t>nebo DUR+DSP nebo DUR+DSP+PDPS</w:t>
            </w:r>
            <w:r w:rsidRPr="00B77110">
              <w:rPr>
                <w:rFonts w:cs="Arial"/>
                <w:bCs/>
              </w:rPr>
              <w:t xml:space="preserve"> 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Pr>
                <w:rFonts w:cs="Arial"/>
                <w:b/>
              </w:rPr>
              <w:t>14 000 000,-</w:t>
            </w:r>
            <w:r w:rsidRPr="00B77110">
              <w:rPr>
                <w:rFonts w:cs="Arial"/>
                <w:b/>
                <w:bCs/>
              </w:rPr>
              <w:t xml:space="preserve"> </w:t>
            </w:r>
            <w:r w:rsidRPr="00B77110">
              <w:rPr>
                <w:rFonts w:cs="Arial"/>
                <w:bCs/>
              </w:rPr>
              <w:t xml:space="preserve">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747AD17F" w14:textId="77777777" w:rsidR="00520F57" w:rsidRDefault="00520F57" w:rsidP="00520F57">
            <w:pPr>
              <w:rPr>
                <w:rFonts w:cs="Arial"/>
                <w:bCs/>
              </w:rPr>
            </w:pPr>
          </w:p>
          <w:p w14:paraId="0E807608" w14:textId="77777777" w:rsidR="00520F57" w:rsidRDefault="00520F57" w:rsidP="00520F57">
            <w:pPr>
              <w:rPr>
                <w:rFonts w:cs="Arial"/>
                <w:bCs/>
              </w:rPr>
            </w:pPr>
          </w:p>
          <w:p w14:paraId="5261CA45" w14:textId="214C7DBD" w:rsidR="00520F57" w:rsidRPr="00B77110" w:rsidRDefault="00520F57" w:rsidP="00520F57">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7B5D97AC" w14:textId="78E69461" w:rsidR="00520F57" w:rsidRPr="00B77110" w:rsidRDefault="00520F57" w:rsidP="00520F57">
            <w:pPr>
              <w:rPr>
                <w:rFonts w:cs="Arial"/>
                <w:bCs/>
              </w:rPr>
            </w:pPr>
            <w:r>
              <w:rPr>
                <w:rFonts w:cs="Arial"/>
                <w:bCs/>
              </w:rPr>
              <w:t>3</w:t>
            </w:r>
          </w:p>
        </w:tc>
      </w:tr>
    </w:tbl>
    <w:p w14:paraId="781EA5AC" w14:textId="77777777" w:rsidR="00B77110" w:rsidRDefault="00B77110" w:rsidP="00B77110">
      <w:pPr>
        <w:pStyle w:val="Odstavecseseznamem"/>
        <w:ind w:left="1418"/>
        <w:jc w:val="both"/>
        <w:rPr>
          <w:rFonts w:ascii="Calibri" w:hAnsi="Calibri" w:cs="Calibri"/>
          <w:sz w:val="20"/>
          <w:szCs w:val="20"/>
        </w:rPr>
      </w:pPr>
    </w:p>
    <w:p w14:paraId="57413269" w14:textId="77777777" w:rsidR="00353AEB" w:rsidRDefault="00353AEB" w:rsidP="00353AEB">
      <w:pPr>
        <w:pStyle w:val="Text1-1"/>
        <w:numPr>
          <w:ilvl w:val="0"/>
          <w:numId w:val="0"/>
        </w:numPr>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44B56A5B" w14:textId="1A229AF5" w:rsidR="00B77110" w:rsidRDefault="00B77110" w:rsidP="00B77110">
      <w:pPr>
        <w:pStyle w:val="Text1-1"/>
        <w:numPr>
          <w:ilvl w:val="0"/>
          <w:numId w:val="0"/>
        </w:numPr>
        <w:ind w:left="737"/>
      </w:pPr>
      <w:r>
        <w:t>Dodavatel může u každé funkce člena odborného personálu dodavatele</w:t>
      </w:r>
      <w:r w:rsidR="00BD764F">
        <w:t xml:space="preserve"> </w:t>
      </w:r>
      <w:r>
        <w:t>určit pouze jednu osobu, kterou má být prokazována technická kvalifikace dle čl. 8.5 těchto Pokynů. Tato osoba bude u vybraných (výše v tabulce uvedených) členů odborného personálu současně i hodnocena</w:t>
      </w:r>
      <w:r w:rsidR="00CB020E">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25C0E15B"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roofErr w:type="gramStart"/>
      <w:r>
        <w:t>Určí</w:t>
      </w:r>
      <w:proofErr w:type="gramEnd"/>
      <w:r>
        <w:t xml:space="preserve">-li dodavatel jednu fyzickou osobou pro více funkcí člena odborného personálu, může být tato osoba předmětem hodnocení pouze u jedné z funkcí, kterou má zastávat. V takovém případě je dodavatel povinen v nabídce </w:t>
      </w:r>
      <w:r w:rsidR="00CB020E">
        <w:t>v příloze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 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493D2361" w:rsidR="00CB020E" w:rsidRDefault="00CB020E" w:rsidP="00CB020E">
      <w:pPr>
        <w:pStyle w:val="Text1-1"/>
        <w:numPr>
          <w:ilvl w:val="0"/>
          <w:numId w:val="0"/>
        </w:numPr>
        <w:ind w:left="737"/>
        <w:rPr>
          <w:rFonts w:cs="Arial"/>
          <w:bCs/>
        </w:rPr>
      </w:pPr>
      <w:r>
        <w:t>Pro odstranění pochybností zadavatel upřesňuje, že u</w:t>
      </w:r>
      <w:r>
        <w:rPr>
          <w:rFonts w:cs="Arial"/>
          <w:bCs/>
        </w:rPr>
        <w:t xml:space="preserve"> </w:t>
      </w:r>
      <w:r w:rsidR="00164B08">
        <w:rPr>
          <w:rFonts w:cs="Arial"/>
          <w:bCs/>
        </w:rPr>
        <w:t>hlavního projektanta</w:t>
      </w:r>
      <w:r>
        <w:rPr>
          <w:rFonts w:cs="Arial"/>
          <w:bCs/>
        </w:rPr>
        <w:t xml:space="preserve"> (HIP) nemůže dodavatel </w:t>
      </w:r>
      <w:r w:rsidRPr="00887EE8">
        <w:rPr>
          <w:rFonts w:cs="Arial"/>
          <w:bCs/>
        </w:rPr>
        <w:t xml:space="preserve">tu samou referenční zakázku použít k prokázání kvalifikace </w:t>
      </w:r>
      <w:r>
        <w:rPr>
          <w:rFonts w:cs="Arial"/>
          <w:bCs/>
        </w:rPr>
        <w:t>a zároveň i pro hodnocení; hodnoceny budou tedy pouze referenční zakázky uvedené nad rámec kvalifikačního kritéria.</w:t>
      </w:r>
    </w:p>
    <w:p w14:paraId="1BD2AC82" w14:textId="77777777" w:rsidR="00CB020E" w:rsidRDefault="00CB020E" w:rsidP="00CB020E">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7C30ADC5" w14:textId="3FB07976" w:rsidR="00CB020E" w:rsidRDefault="00CB020E" w:rsidP="00CB020E">
      <w:pPr>
        <w:pStyle w:val="Odrka1-2-"/>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33480A5A" w14:textId="38DDE499" w:rsidR="00CB020E" w:rsidRDefault="00CB020E" w:rsidP="0058793D">
      <w:pPr>
        <w:pStyle w:val="Odrka1-2-"/>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 xml:space="preserve">hotovitele s profesní </w:t>
      </w:r>
      <w:r w:rsidRPr="0058793D">
        <w:t>specializací</w:t>
      </w:r>
      <w:r w:rsidRPr="004B6506">
        <w:rPr>
          <w:rFonts w:cs="Arial"/>
          <w:bCs/>
        </w:rPr>
        <w:t>,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4DF4956F"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 xml:space="preserve">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446757" w:rsidRPr="00B77110">
        <w:rPr>
          <w:rFonts w:cs="Arial"/>
          <w:bCs/>
        </w:rPr>
        <w:t xml:space="preserve">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nebo DUR+DSP nebo DUR+DSP+PDPS</w:t>
      </w:r>
      <w:r w:rsidR="00C95863" w:rsidRPr="00B77110">
        <w:rPr>
          <w:rFonts w:cs="Arial"/>
          <w:bCs/>
        </w:rPr>
        <w:t xml:space="preserve">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Je-li referenční zakázka součástí rozsáhlejšího plnění pro téhož dodavatele (např. zpracování i jiných stupňů předprojektové přípravy, např. studie proveditelnosti, záměru projektu</w:t>
      </w:r>
      <w:r w:rsidR="00984632">
        <w:t xml:space="preserve"> apod.</w:t>
      </w:r>
      <w:r w:rsidR="001C040C">
        <w:t xml:space="preserve">), je pro hodnocení relevantní pouze ta jeho část, která odpovídá zadavatelem stanovené definici hodnocené zkušenosti. </w:t>
      </w:r>
      <w:r>
        <w:t xml:space="preserve">Obdobným způsobem je nutno naplnit i parametr </w:t>
      </w:r>
      <w:proofErr w:type="gramStart"/>
      <w:r>
        <w:t>ceny</w:t>
      </w:r>
      <w:proofErr w:type="gramEnd"/>
      <w:r>
        <w:t xml:space="preserve">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1A575C8B"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w:t>
      </w:r>
      <w:r w:rsidR="00B3763B">
        <w:t>či</w:t>
      </w:r>
      <w:r w:rsidR="00B3763B" w:rsidRPr="00CA2357">
        <w:t xml:space="preserve"> </w:t>
      </w:r>
      <w:r w:rsidR="00B3763B" w:rsidRPr="00782576">
        <w:t xml:space="preserve">posouzení shody nebo vhodnosti pro použití prvku interoperability </w:t>
      </w:r>
      <w:r w:rsidR="00B3763B">
        <w:t xml:space="preserve">či </w:t>
      </w:r>
      <w:r w:rsidR="00B3763B" w:rsidRPr="00782576">
        <w:t>ES prohlášení o ověření subsystému</w:t>
      </w:r>
      <w:r w:rsidR="00B3763B">
        <w:t>, zpracování nákladů stavby, zpracování v režimu BIM</w:t>
      </w:r>
      <w:r>
        <w:t>;</w:t>
      </w:r>
    </w:p>
    <w:p w14:paraId="272A9BDC" w14:textId="146177AE"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DUR nebo DSP nebo DSP+PDPS nebo DUSP</w:t>
      </w:r>
      <w:r w:rsidR="007250A8">
        <w:t>/DUSL</w:t>
      </w:r>
      <w:r>
        <w:t xml:space="preserve"> nebo DUSP</w:t>
      </w:r>
      <w:r w:rsidR="007250A8">
        <w:t>/DUSL</w:t>
      </w:r>
      <w:r>
        <w:t xml:space="preserve">+PDPS </w:t>
      </w:r>
      <w:r w:rsidR="00C95863">
        <w:t xml:space="preserve">nebo DUR+DSP nebo DUR+DSP+PDPS </w:t>
      </w:r>
      <w:r>
        <w:t>považuje za dokončenou definitivním předáním DUR nebo DSP nebo DSP+PDPS nebo DUSP</w:t>
      </w:r>
      <w:r w:rsidR="007250A8">
        <w:t>/DUSL</w:t>
      </w:r>
      <w:r w:rsidRPr="006E750A">
        <w:t xml:space="preserve"> </w:t>
      </w:r>
      <w:r>
        <w:t>nebo DUSP</w:t>
      </w:r>
      <w:r w:rsidR="007250A8">
        <w:t>/DUSL</w:t>
      </w:r>
      <w:r>
        <w:t>+PDPS</w:t>
      </w:r>
      <w:r w:rsidR="00164B08" w:rsidRPr="00164B08">
        <w:t xml:space="preserve"> </w:t>
      </w:r>
      <w:r w:rsidR="00C95863">
        <w:t xml:space="preserve">nebo DUR+DSP nebo DUR+DSP+PDPS </w:t>
      </w:r>
      <w:r w:rsidR="00164B0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w:t>
      </w:r>
      <w:r w:rsidR="00D72866">
        <w:t>,</w:t>
      </w:r>
      <w:r>
        <w:t xml:space="preserve"> společné povolení</w:t>
      </w:r>
      <w:r w:rsidR="00381906">
        <w:t xml:space="preserve"> nebo povolení </w:t>
      </w:r>
      <w:r w:rsidR="008840A9">
        <w:t xml:space="preserve">záměru (povolení </w:t>
      </w:r>
      <w:r w:rsidR="00381906">
        <w:t>stavby</w:t>
      </w:r>
      <w:r w:rsidR="008840A9">
        <w:t>)</w:t>
      </w:r>
      <w:r>
        <w:t>, je-li součástí plnění zakázky.</w:t>
      </w:r>
    </w:p>
    <w:p w14:paraId="698D80C3" w14:textId="6719F7BB"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54230D96" w:rsidR="00B77110" w:rsidRDefault="001518EF"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xml:space="preserve">. Takto dosažené body se přepočtou tak, že nejlepší nabídka, tj. nabídka dodavatele s nejvyšším bodovým hodnocením, </w:t>
      </w:r>
      <w:proofErr w:type="gramStart"/>
      <w:r>
        <w:t>obdrží</w:t>
      </w:r>
      <w:proofErr w:type="gramEnd"/>
      <w:r>
        <w:t xml:space="preserve">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230564B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1" w:name="_Toc159579563"/>
      <w:r>
        <w:t>ZRUŠENÍ ZADÁVACÍHO ŘÍZENÍ</w:t>
      </w:r>
      <w:bookmarkEnd w:id="21"/>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2" w:name="_Toc159579564"/>
      <w:r>
        <w:t>UZAVŘENÍ SMLOUVY</w:t>
      </w:r>
      <w:bookmarkEnd w:id="22"/>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46F0694B"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 xml:space="preserve">např. </w:t>
      </w:r>
      <w:proofErr w:type="gramStart"/>
      <w:r w:rsidR="00C524D1">
        <w:t>nepředloží</w:t>
      </w:r>
      <w:proofErr w:type="gramEnd"/>
      <w:r w:rsidR="00C524D1">
        <w:t xml:space="preserve">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 xml:space="preserve">Zadavatel upozorňuje, že je vázán § 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5F363E85"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 xml:space="preserve">záruky za provedení díla ve výši stanovené v čl. 4.1 Smlouvy o dílo a splňující požadavky stanovené v článku 11. Obchodních podmínek; bankovní </w:t>
      </w:r>
      <w:r w:rsidR="00EF1941">
        <w:t xml:space="preserve">nebo pojistnou </w:t>
      </w:r>
      <w:r>
        <w:t xml:space="preserve">záruku vybraný dodavatel </w:t>
      </w:r>
      <w:proofErr w:type="gramStart"/>
      <w:r>
        <w:t>předloží</w:t>
      </w:r>
      <w:proofErr w:type="gramEnd"/>
      <w:r>
        <w:t xml:space="preserve"> až po uplynutí lhůty ve smyslu § 246 ZZVZ, ve které zadavatel nesmí uzavřít smlouvu;</w:t>
      </w:r>
    </w:p>
    <w:p w14:paraId="0D5201B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77777777" w:rsidR="00572F04" w:rsidRDefault="00572F04" w:rsidP="00572F04">
      <w:pPr>
        <w:pStyle w:val="Odrka1-1"/>
      </w:pPr>
      <w:r>
        <w:t>vybraným dodavatelem vyplněné Přílohy č. 8 Smlouvy o dílo s názvem Seznam poddodavatelů, a ve formátu umožňujícím editaci;</w:t>
      </w:r>
    </w:p>
    <w:p w14:paraId="1B689C05" w14:textId="4C341E7B" w:rsidR="00572F04" w:rsidRDefault="00572F04" w:rsidP="00572F04">
      <w:pPr>
        <w:pStyle w:val="Odrka1-1"/>
      </w:pPr>
      <w:r>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1869B7E" w14:textId="1A5C0AEF" w:rsidR="00572F04" w:rsidRDefault="00572F04" w:rsidP="00572F04">
      <w:pPr>
        <w:pStyle w:val="Odrka1-1"/>
      </w:pPr>
      <w:r>
        <w:t xml:space="preserve">kopie </w:t>
      </w:r>
      <w:r w:rsidR="00A373A7">
        <w:t xml:space="preserve">dokladu </w:t>
      </w:r>
      <w:r w:rsidR="00A373A7" w:rsidRPr="00B118B5">
        <w:t>o úspěšném složení zkoušky z odborné způsobilosti k výkonu činností v</w:t>
      </w:r>
      <w:r w:rsidR="00A373A7">
        <w:t> </w:t>
      </w:r>
      <w:r w:rsidR="00A373A7" w:rsidRPr="00B118B5">
        <w:t>elektrotechnice</w:t>
      </w:r>
      <w:r w:rsidR="00A373A7">
        <w:t xml:space="preserve"> pro osobu znalou pro řízení činnosti dle § 19 odst. 2 zák. 250/2021 Sb., </w:t>
      </w:r>
      <w:r w:rsidR="00A373A7" w:rsidRPr="008979C9">
        <w:t>o bezpečnosti práce v souvislosti s provozem vyhrazených technických zařízení a o změně souvisejících zákonů</w:t>
      </w:r>
      <w:r w:rsidR="00A373A7">
        <w:t xml:space="preserve">, </w:t>
      </w:r>
      <w:r w:rsidR="001D3805">
        <w:t xml:space="preserve">resp. pro vedoucího elektrotechnika dle § 7 nařízení vlády </w:t>
      </w:r>
      <w:r w:rsidR="001D3805" w:rsidRPr="00705E91">
        <w:t>č. 194/2022 Sb., o požadavcích na odbornou způsobilost k výkonu činnosti na elektrických zařízeních a na odbornou způsobilost v elektrotechnice</w:t>
      </w:r>
      <w:r w:rsidR="001D3805">
        <w:t xml:space="preserve">, </w:t>
      </w:r>
      <w:r w:rsidR="00A373A7">
        <w:t xml:space="preserve">nebo </w:t>
      </w:r>
      <w:r>
        <w:t xml:space="preserve">dokladu o elektrotechnické kvalifikaci při činnostech na </w:t>
      </w:r>
      <w:r w:rsidR="001D3805">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7407E1D9" w14:textId="4B3286E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r w:rsidR="00B035B6">
        <w: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26C2097F" w:rsidR="0035531B" w:rsidRDefault="00572F04" w:rsidP="00572F04">
      <w:pPr>
        <w:pStyle w:val="Text1-1"/>
      </w:pPr>
      <w:r w:rsidRPr="00572F04">
        <w:t xml:space="preserve">Zadavatel u vybraného dodavatele </w:t>
      </w:r>
      <w:proofErr w:type="gramStart"/>
      <w:r w:rsidRPr="00572F04">
        <w:t>ověří</w:t>
      </w:r>
      <w:proofErr w:type="gramEnd"/>
      <w:r w:rsidRPr="00572F04">
        <w:t xml:space="preserve">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54C29185" w:rsidR="00A020CC" w:rsidRDefault="00A020CC"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154B7D">
        <w:t>. 8.9</w:t>
      </w:r>
      <w:r w:rsidR="00D2074A" w:rsidRPr="00154B7D">
        <w:t xml:space="preserve"> </w:t>
      </w:r>
      <w:r w:rsidRPr="00154B7D">
        <w:t>těchto</w:t>
      </w:r>
      <w:r>
        <w:t xml:space="preserve"> Pokynů ve vztahu k této jiné osobě.</w:t>
      </w:r>
    </w:p>
    <w:p w14:paraId="6479CE3D" w14:textId="77777777" w:rsidR="0035531B" w:rsidRDefault="0035531B" w:rsidP="00B77C6D">
      <w:pPr>
        <w:pStyle w:val="Nadpis1-1"/>
      </w:pPr>
      <w:bookmarkStart w:id="23" w:name="_Toc159579565"/>
      <w:r>
        <w:t>OCHRANA INFORMACÍ</w:t>
      </w:r>
      <w:bookmarkEnd w:id="23"/>
    </w:p>
    <w:p w14:paraId="2FE9D86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F4DB90" w14:textId="77777777" w:rsidR="0035531B" w:rsidRDefault="0035531B" w:rsidP="00564DDD">
      <w:pPr>
        <w:pStyle w:val="Nadpis1-1"/>
      </w:pPr>
      <w:bookmarkStart w:id="24" w:name="_Toc159579566"/>
      <w:r>
        <w:t>ZADÁVACÍ LHŮTA</w:t>
      </w:r>
      <w:r w:rsidR="00845C50">
        <w:t xml:space="preserve"> </w:t>
      </w:r>
      <w:r w:rsidR="00092CC9">
        <w:t>A</w:t>
      </w:r>
      <w:r w:rsidR="00845C50">
        <w:t> </w:t>
      </w:r>
      <w:r>
        <w:t>JISTOTA ZA NABÍDKU</w:t>
      </w:r>
      <w:bookmarkEnd w:id="24"/>
    </w:p>
    <w:p w14:paraId="59980578" w14:textId="21485346" w:rsidR="0035531B" w:rsidRDefault="008F3265"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16A4A3" w14:textId="5BAC3673"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6A2B6B">
        <w:rPr>
          <w:b/>
          <w:bCs/>
        </w:rPr>
        <w:t>700 000,-</w:t>
      </w:r>
      <w:r>
        <w:t xml:space="preserve"> </w:t>
      </w:r>
      <w:r w:rsidRPr="00B035B6">
        <w:rPr>
          <w:b/>
        </w:rPr>
        <w:t xml:space="preserve">Kč </w:t>
      </w:r>
      <w:r>
        <w:t xml:space="preserve">(slovy: </w:t>
      </w:r>
      <w:r w:rsidR="006A2B6B">
        <w:t>Sedm set tisíc</w:t>
      </w:r>
      <w:r>
        <w:t xml:space="preserve"> korun českých).</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 xml:space="preserve">složení peněžní částky na účet zadavatele („peněžní jistota“),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79660753"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5645F8" w:rsidRPr="00E66226">
        <w:t>30007-22307011/0710, Česká národní banka se sídlem Na Příkopě 28, 115 03 Praha 1, variabilní symbol</w:t>
      </w:r>
      <w:r w:rsidR="005645F8">
        <w:t xml:space="preserve"> 5213520107</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0934C0A1" w:rsidR="0035531B" w:rsidRDefault="008F3265"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3E67D1">
      <w:pPr>
        <w:pStyle w:val="Nadpis1-1"/>
        <w:jc w:val="both"/>
      </w:pPr>
      <w:bookmarkStart w:id="25" w:name="_Toc59538672"/>
      <w:bookmarkStart w:id="26" w:name="_Toc61510465"/>
      <w:bookmarkStart w:id="27" w:name="_Toc159579567"/>
      <w:r>
        <w:t>SOCIÁLNĚ A ENVIRO</w:t>
      </w:r>
      <w:r w:rsidR="003F4C40">
        <w:t>N</w:t>
      </w:r>
      <w:r>
        <w:t>MENTÁLNĚ ODPOVĚDNÉ ZADÁVÁNÍ, INOVACE</w:t>
      </w:r>
      <w:bookmarkEnd w:id="25"/>
      <w:bookmarkEnd w:id="26"/>
      <w:bookmarkEnd w:id="27"/>
    </w:p>
    <w:p w14:paraId="4D934D4F" w14:textId="66694AA5"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38545D">
        <w:t>2001</w:t>
      </w:r>
      <w:r>
        <w:t xml:space="preserve"> Sb. o finanční kontrole ve veřejné správě.</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0F1AF0E8"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p>
    <w:p w14:paraId="0E88EDF9" w14:textId="3C4E2EF5" w:rsidR="00617041" w:rsidRDefault="00617041" w:rsidP="009621CD">
      <w:pPr>
        <w:pStyle w:val="Odrka1-1"/>
      </w:pPr>
      <w:r>
        <w:t>studentské</w:t>
      </w:r>
      <w:r w:rsidR="00164B08">
        <w:t xml:space="preserve"> exkurze</w:t>
      </w:r>
    </w:p>
    <w:p w14:paraId="361E1A89" w14:textId="35878837" w:rsidR="008E3B01" w:rsidRDefault="008E3B01" w:rsidP="008E3B01">
      <w:pPr>
        <w:pStyle w:val="Odrka1-1"/>
      </w:pPr>
      <w:r>
        <w:t>recyklaci kameniva vyzískávaného z kolejového lože</w:t>
      </w:r>
      <w:r w:rsidR="008E0535">
        <w:t xml:space="preserve"> </w:t>
      </w:r>
    </w:p>
    <w:p w14:paraId="3BECD2A3" w14:textId="550F4165" w:rsidR="008E3B01" w:rsidRDefault="008E3B01" w:rsidP="008E3B01">
      <w:pPr>
        <w:pStyle w:val="Odrka1-1"/>
      </w:pPr>
      <w:r>
        <w:t xml:space="preserve">majetkoprávní vypořádání </w:t>
      </w:r>
      <w:r w:rsidR="00164B08">
        <w:t>vedené v majetkoprávní aplikaci</w:t>
      </w:r>
      <w:r w:rsidR="00D8716A">
        <w:t xml:space="preserve"> </w:t>
      </w:r>
    </w:p>
    <w:p w14:paraId="07597B07" w14:textId="09EF9DA8" w:rsidR="00617041" w:rsidRPr="00617041" w:rsidRDefault="00617041" w:rsidP="00617041">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00D526CD" w:rsidRPr="00154B7D">
        <w:t>4.7</w:t>
      </w:r>
      <w:r w:rsidRPr="00154B7D">
        <w:t xml:space="preserve"> z</w:t>
      </w:r>
      <w:r>
        <w:t>ávazného vzoru smlouvy, který je dílem 2 zadávací dokumentace.</w:t>
      </w:r>
    </w:p>
    <w:p w14:paraId="63DC7E6F" w14:textId="2C700D73" w:rsidR="0051049A" w:rsidRDefault="0051049A" w:rsidP="0051049A">
      <w:pPr>
        <w:pStyle w:val="Nadpis1-1"/>
        <w:jc w:val="both"/>
      </w:pPr>
      <w:bookmarkStart w:id="28" w:name="_Toc102380477"/>
      <w:bookmarkStart w:id="29" w:name="_Toc103683200"/>
      <w:bookmarkStart w:id="30" w:name="_Toc103932243"/>
      <w:bookmarkStart w:id="31" w:name="_Toc159579568"/>
      <w:r>
        <w:t xml:space="preserve">Další zadávací podmínky v návaznosti na </w:t>
      </w:r>
      <w:bookmarkEnd w:id="28"/>
      <w:bookmarkEnd w:id="29"/>
      <w:bookmarkEnd w:id="30"/>
      <w:r w:rsidR="00A55030">
        <w:t>MEZINÁRODNÍ sankce, zákaz zadání veřejné zakázky</w:t>
      </w:r>
      <w:bookmarkEnd w:id="31"/>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62065CC3"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E2553F">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A55030">
        <w:t xml:space="preserve">článku </w:t>
      </w:r>
      <w:r>
        <w:t xml:space="preserve">7 </w:t>
      </w:r>
      <w:r w:rsidR="00A55030" w:rsidRPr="004A650A">
        <w:t>písm. a) až d)</w:t>
      </w:r>
      <w:r w:rsidR="00A55030">
        <w:t>, článku</w:t>
      </w:r>
      <w:r>
        <w:t xml:space="preserve"> 8, čl. 10 písm. b) až f) a písm. h) až j) směrnice 2014/24/EU, článku 18, čl. 21 písm. b) až e) a písm. g</w:t>
      </w:r>
      <w:r w:rsidR="00A55030">
        <w:t>)</w:t>
      </w:r>
      <w:r>
        <w:t xml:space="preserve"> až i), článků 29 a 30 směrnice 2014/25/EU a čl. 13 písm. a) až d), f) až h) a j) směrnice 2009/81/EC</w:t>
      </w:r>
      <w:r w:rsidR="00A55030">
        <w:t xml:space="preserve"> </w:t>
      </w:r>
      <w:r w:rsidR="00A55030" w:rsidRPr="004A650A">
        <w:t>a hlavy VII na</w:t>
      </w:r>
      <w:r w:rsidR="00A55030" w:rsidRPr="004A650A">
        <w:rPr>
          <w:rFonts w:hint="eastAsia"/>
        </w:rPr>
        <w:t>ří</w:t>
      </w:r>
      <w:r w:rsidR="00A55030" w:rsidRPr="004A650A">
        <w:t>zení Evropského parlamentu a Rady (EU, Euratom) 2018/1046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FB332B7"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601612D" w14:textId="13F4C17C"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0398B">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0398B">
        <w:t xml:space="preserve">; </w:t>
      </w:r>
      <w:r w:rsidR="0030398B">
        <w:rPr>
          <w:rStyle w:val="normaltextrun"/>
          <w:rFonts w:ascii="Verdana" w:hAnsi="Verdana"/>
          <w:shd w:val="clear" w:color="auto" w:fill="FFFFFF"/>
        </w:rPr>
        <w:t xml:space="preserve">dle čl. 2 </w:t>
      </w:r>
      <w:r w:rsidR="0030398B">
        <w:rPr>
          <w:rStyle w:val="normaltextrun"/>
          <w:rFonts w:ascii="Verdana" w:hAnsi="Verdana"/>
          <w:bCs/>
          <w:shd w:val="clear" w:color="auto" w:fill="FFFFFF"/>
        </w:rPr>
        <w:t>nařízení Rady (ES) č. 765/2006</w:t>
      </w:r>
      <w:r w:rsidR="0030398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0398B">
        <w:rPr>
          <w:rStyle w:val="normaltextrun"/>
          <w:rFonts w:ascii="Verdana" w:hAnsi="Verdana"/>
          <w:bdr w:val="none" w:sz="0" w:space="0" w:color="auto" w:frame="1"/>
        </w:rPr>
        <w:t xml:space="preserve">dle čl. 2 </w:t>
      </w:r>
      <w:r w:rsidR="0030398B">
        <w:rPr>
          <w:rStyle w:val="normaltextrun"/>
          <w:rFonts w:ascii="Verdana" w:hAnsi="Verdana"/>
          <w:bCs/>
          <w:bdr w:val="none" w:sz="0" w:space="0" w:color="auto" w:frame="1"/>
        </w:rPr>
        <w:t>nařízení Rady (EU) č. 208/2014</w:t>
      </w:r>
      <w:r w:rsidR="0030398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0398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„Osoby vedené na sankčních seznamech“</w:t>
      </w:r>
      <w:r>
        <w:t>).</w:t>
      </w:r>
    </w:p>
    <w:p w14:paraId="5DF9E9F1" w14:textId="77777777" w:rsidR="001F1BFA" w:rsidRDefault="001F1BFA" w:rsidP="001F1BF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2" w:name="_Toc159579569"/>
      <w:r>
        <w:t>PŘÍLOHY TĚCHTO POKYNŮ</w:t>
      </w:r>
      <w:bookmarkEnd w:id="32"/>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77FBCA28"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E4366B">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066E047C" w14:textId="509E755A" w:rsidR="0035531B" w:rsidRDefault="0035531B" w:rsidP="00564DDD">
      <w:pPr>
        <w:pStyle w:val="Textbezslovn"/>
        <w:spacing w:after="0"/>
      </w:pPr>
      <w:r>
        <w:t xml:space="preserve">V Praze </w:t>
      </w:r>
    </w:p>
    <w:p w14:paraId="45AEC836" w14:textId="77777777" w:rsidR="0035531B" w:rsidRDefault="0035531B"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3F995FA9" w14:textId="77777777" w:rsidR="0035531B" w:rsidRDefault="0035531B" w:rsidP="00564DDD">
      <w:pPr>
        <w:pStyle w:val="Textbezslovn"/>
        <w:spacing w:after="0"/>
      </w:pPr>
      <w:r>
        <w:t>…………………………………………….</w:t>
      </w:r>
    </w:p>
    <w:p w14:paraId="79F7AA76" w14:textId="77777777" w:rsidR="0035531B" w:rsidRDefault="0035531B" w:rsidP="00564DDD">
      <w:pPr>
        <w:pStyle w:val="Textbezslovn"/>
        <w:spacing w:after="0"/>
      </w:pPr>
      <w:r>
        <w:t>Ing. Mojmír Nejezchleb</w:t>
      </w:r>
    </w:p>
    <w:p w14:paraId="2D53696E" w14:textId="77777777" w:rsidR="0035531B" w:rsidRDefault="0035531B" w:rsidP="00564DDD">
      <w:pPr>
        <w:pStyle w:val="Textbezslovn"/>
        <w:spacing w:after="0"/>
      </w:pPr>
      <w:r>
        <w:t>náměstek generálního ředitele pro modernizaci dráhy</w:t>
      </w:r>
    </w:p>
    <w:p w14:paraId="6E0B9DB6" w14:textId="2A3AAFDB" w:rsidR="000C3384" w:rsidRDefault="0035531B" w:rsidP="00056D2F">
      <w:pPr>
        <w:pStyle w:val="Textbezslovn"/>
        <w:spacing w:after="0"/>
        <w:rPr>
          <w:rFonts w:asciiTheme="majorHAnsi" w:hAnsiTheme="majorHAnsi"/>
          <w:b/>
          <w:caps/>
          <w:sz w:val="22"/>
        </w:rPr>
      </w:pPr>
      <w:r>
        <w:t>Správa železni</w:t>
      </w:r>
      <w:r w:rsidR="00040961">
        <w:t>c</w:t>
      </w:r>
      <w:r>
        <w:t>,</w:t>
      </w:r>
      <w:r w:rsidR="00CE7DE6">
        <w:t xml:space="preserve"> </w:t>
      </w:r>
      <w:r>
        <w:t>státní organizace</w:t>
      </w:r>
      <w:r w:rsidR="000C3384">
        <w:br w:type="page"/>
      </w:r>
    </w:p>
    <w:p w14:paraId="10D8F62A" w14:textId="6F5D6C2B" w:rsidR="0035531B" w:rsidRDefault="0035531B" w:rsidP="00FE4333">
      <w:pPr>
        <w:pStyle w:val="Nadpisbezsl1-1"/>
      </w:pPr>
      <w:r w:rsidRPr="00FE4333">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4"/>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830D942" w14:textId="77777777" w:rsidR="0035531B" w:rsidRDefault="0035531B" w:rsidP="00564DDD">
      <w:pPr>
        <w:pStyle w:val="Textbezslovn"/>
      </w:pPr>
      <w:r>
        <w:t xml:space="preserve"> </w:t>
      </w:r>
    </w:p>
    <w:p w14:paraId="650B9C8E" w14:textId="402AA57A" w:rsidR="006A540D" w:rsidRDefault="006A540D" w:rsidP="006A540D">
      <w:pPr>
        <w:pStyle w:val="Textbezslovn"/>
        <w:ind w:left="0"/>
      </w:pPr>
      <w:r w:rsidRPr="006A6AF2">
        <w:t xml:space="preserve">Řádně jsme se seznámili se zněním zadávacích podmínek veřejné zakázky s názvem </w:t>
      </w:r>
      <w:r w:rsidR="003C74ED" w:rsidRPr="003C74ED">
        <w:rPr>
          <w:b/>
          <w:bCs/>
        </w:rPr>
        <w:t xml:space="preserve">„Prostá elektrizace trati Kladno – Kralupy nad Vltavou vč. </w:t>
      </w:r>
      <w:proofErr w:type="gramStart"/>
      <w:r w:rsidR="003C74ED" w:rsidRPr="003C74ED">
        <w:rPr>
          <w:b/>
          <w:bCs/>
        </w:rPr>
        <w:t>Jeneč - Středokluky</w:t>
      </w:r>
      <w:proofErr w:type="gramEnd"/>
      <w:r w:rsidR="003C74ED" w:rsidRPr="003C74ED">
        <w:rPr>
          <w:b/>
          <w:bCs/>
        </w:rPr>
        <w:t>“</w:t>
      </w:r>
      <w:r w:rsidR="003C74ED">
        <w:rPr>
          <w:b/>
          <w:bCs/>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5"/>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1F57FD55"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381906">
              <w:rPr>
                <w:b/>
              </w:rPr>
              <w:t xml:space="preserve"> projektanta</w:t>
            </w:r>
            <w:r>
              <w:rPr>
                <w:b/>
              </w:rPr>
              <w:t>)</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0D9E77D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F34816">
              <w:rPr>
                <w:b/>
              </w:rPr>
              <w:t>8</w:t>
            </w:r>
            <w:r w:rsidRPr="002D5F95">
              <w:rPr>
                <w:b/>
              </w:rPr>
              <w:t xml:space="preserve"> let v Kč*** bez DPH</w:t>
            </w:r>
          </w:p>
          <w:p w14:paraId="0A4EBCC9" w14:textId="1368B519"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381906">
              <w:rPr>
                <w:b/>
              </w:rPr>
              <w:t xml:space="preserve"> projektanta</w:t>
            </w:r>
            <w:r>
              <w:rPr>
                <w:b/>
              </w:rPr>
              <w:t>)</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E03672" w:rsidRPr="00EE3C5F" w14:paraId="28B581E0" w14:textId="77777777" w:rsidTr="00E036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12ADAA15" w14:textId="77777777" w:rsidR="00E03672" w:rsidRDefault="00E03672" w:rsidP="00E44DD4">
            <w:pPr>
              <w:rPr>
                <w:b/>
                <w:sz w:val="16"/>
                <w:szCs w:val="16"/>
              </w:rPr>
            </w:pPr>
            <w:r>
              <w:rPr>
                <w:b/>
                <w:sz w:val="16"/>
                <w:szCs w:val="16"/>
              </w:rPr>
              <w:t>Funkce</w:t>
            </w:r>
          </w:p>
          <w:p w14:paraId="78071254" w14:textId="40B0276E" w:rsidR="00E03672" w:rsidRPr="00EE3C5F" w:rsidRDefault="00E03672"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FC65040"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16016FEF"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502FDEA4" w14:textId="77777777" w:rsidR="00E03672" w:rsidRPr="00EE3C5F"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577D29F8" w14:textId="77777777" w:rsidR="00E03672" w:rsidRPr="007E6155"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77BFFA9D" w14:textId="77777777" w:rsidR="00E03672" w:rsidRPr="00EE3C5F" w:rsidRDefault="00E03672"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1AFE4BFA" w14:textId="77777777" w:rsidR="00E03672" w:rsidRPr="00EE3C5F" w:rsidRDefault="00E03672"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03672" w:rsidRPr="00454716" w14:paraId="022D2334" w14:textId="77777777" w:rsidTr="00E03672">
        <w:tc>
          <w:tcPr>
            <w:cnfStyle w:val="001000000000" w:firstRow="0" w:lastRow="0" w:firstColumn="1" w:lastColumn="0" w:oddVBand="0" w:evenVBand="0" w:oddHBand="0" w:evenHBand="0" w:firstRowFirstColumn="0" w:firstRowLastColumn="0" w:lastRowFirstColumn="0" w:lastRowLastColumn="0"/>
            <w:tcW w:w="1775" w:type="dxa"/>
          </w:tcPr>
          <w:p w14:paraId="56442FDC"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Pr>
          <w:p w14:paraId="6F666C97"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760CAC6"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74FF9C0"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3EBA475C" w14:textId="77777777" w:rsidTr="00E03672">
        <w:tc>
          <w:tcPr>
            <w:cnfStyle w:val="001000000000" w:firstRow="0" w:lastRow="0" w:firstColumn="1" w:lastColumn="0" w:oddVBand="0" w:evenVBand="0" w:oddHBand="0" w:evenHBand="0" w:firstRowFirstColumn="0" w:firstRowLastColumn="0" w:lastRowFirstColumn="0" w:lastRowLastColumn="0"/>
            <w:tcW w:w="1775" w:type="dxa"/>
          </w:tcPr>
          <w:p w14:paraId="18AC3D50"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Pr>
          <w:p w14:paraId="28BAC918"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0C1643A"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62EDBFD"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18AF0585"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507515"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673A87"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63D3D5D"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667D6FA"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2BE33E7"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D738AD9"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3F9542B"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F1EA2A8"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552C0E1"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DBDB145" w14:textId="77777777" w:rsidTr="00E03672">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5DA1FA8" w14:textId="77777777" w:rsidR="00E03672" w:rsidRPr="00454716" w:rsidRDefault="00E03672"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69622F0" w14:textId="77777777" w:rsidR="00E03672" w:rsidRPr="00AD792A"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8C7222F" w14:textId="77777777" w:rsidR="00E03672" w:rsidRPr="00AD792A"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A774C79" w14:textId="77777777" w:rsidR="00E03672" w:rsidRPr="00454716" w:rsidRDefault="00E03672"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03672" w:rsidRPr="00454716" w14:paraId="73CB8E5D" w14:textId="77777777" w:rsidTr="00E0367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14692CF" w14:textId="77777777" w:rsidR="00E03672" w:rsidRPr="00454716" w:rsidRDefault="00E03672"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7FCD757" w14:textId="77777777" w:rsidR="00E03672" w:rsidRPr="00AD792A"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39DE0D5B" w14:textId="77777777" w:rsidR="00E03672" w:rsidRPr="00AD792A"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6B33381" w14:textId="77777777" w:rsidR="00E03672" w:rsidRPr="00454716" w:rsidRDefault="00E03672"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14D0F2AF" w14:textId="3D99CCAF"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6749AD">
        <w:t xml:space="preserve">se </w:t>
      </w:r>
      <w:r w:rsidR="007E6155" w:rsidRPr="007E6155">
        <w:t xml:space="preserve">tento sloupec proškrtne, nevyplní nebo jinak </w:t>
      </w:r>
      <w:proofErr w:type="gramStart"/>
      <w:r w:rsidR="007E6155" w:rsidRPr="007E6155">
        <w:t>označí</w:t>
      </w:r>
      <w:proofErr w:type="gramEnd"/>
      <w:r w:rsidR="007E6155" w:rsidRPr="007E6155">
        <w:t>, že se netýká.</w:t>
      </w:r>
    </w:p>
    <w:p w14:paraId="2EFACD89" w14:textId="77777777" w:rsidR="0035531B" w:rsidRDefault="0035531B"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proofErr w:type="gramStart"/>
      <w:r w:rsidR="00564BCA" w:rsidRPr="0042061D">
        <w:rPr>
          <w:sz w:val="16"/>
          <w:szCs w:val="16"/>
        </w:rPr>
        <w:t>Určí</w:t>
      </w:r>
      <w:proofErr w:type="gramEnd"/>
      <w:r w:rsidR="00564BCA" w:rsidRPr="0042061D">
        <w:rPr>
          <w:sz w:val="16"/>
          <w:szCs w:val="16"/>
        </w:rPr>
        <w:t>-li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48A10B1" w14:textId="5F0B774E" w:rsidR="0035531B" w:rsidRDefault="0035531B" w:rsidP="002370E3">
      <w:pPr>
        <w:pStyle w:val="Odstavec1-1a"/>
        <w:numPr>
          <w:ilvl w:val="0"/>
          <w:numId w:val="13"/>
        </w:numPr>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E03672">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DFC956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581F33E2" w:rsidR="00452F69" w:rsidRPr="00833899" w:rsidRDefault="00452F69" w:rsidP="00CB00D4">
            <w:pPr>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2EC1CB6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w:t>
      </w:r>
      <w:r w:rsidR="00164B08">
        <w:rPr>
          <w:b/>
        </w:rPr>
        <w:t>hlavního projektanta</w:t>
      </w:r>
      <w:r w:rsidRPr="00543F07">
        <w:rPr>
          <w:b/>
        </w:rPr>
        <w:t xml:space="preserve"> </w:t>
      </w:r>
      <w:r w:rsidR="00CB00D4">
        <w:rPr>
          <w:b/>
        </w:rPr>
        <w:t>(HIP)</w:t>
      </w:r>
      <w:r w:rsidR="004C7BE5">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11376B65"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12748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1FCE1F"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33393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AB0F6"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433A9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93B11" w14:textId="5F25462C" w:rsidR="00CB00D4" w:rsidRPr="00543F07" w:rsidRDefault="00CB00D4" w:rsidP="00381906">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755E2F">
              <w:rPr>
                <w:sz w:val="16"/>
                <w:szCs w:val="16"/>
              </w:rPr>
              <w:t xml:space="preserve">dozoru </w:t>
            </w:r>
            <w:r w:rsidR="00381906">
              <w:rPr>
                <w:sz w:val="16"/>
                <w:szCs w:val="16"/>
              </w:rPr>
              <w:t xml:space="preserve">projektanta </w:t>
            </w:r>
            <w:r w:rsidRPr="00755E2F">
              <w:rPr>
                <w:sz w:val="16"/>
                <w:szCs w:val="16"/>
              </w:rPr>
              <w:t xml:space="preserve">(vyplňuje se pouze u </w:t>
            </w:r>
            <w:r w:rsidR="00164B08" w:rsidRPr="00755E2F">
              <w:rPr>
                <w:sz w:val="16"/>
                <w:szCs w:val="16"/>
              </w:rPr>
              <w:t>hlavního projektanta</w:t>
            </w:r>
            <w:r w:rsidRPr="00755E2F">
              <w:rPr>
                <w:sz w:val="16"/>
                <w:szCs w:val="16"/>
              </w:rPr>
              <w:t xml:space="preserve"> (HIP)</w:t>
            </w:r>
          </w:p>
        </w:tc>
        <w:tc>
          <w:tcPr>
            <w:tcW w:w="2835" w:type="dxa"/>
            <w:tcBorders>
              <w:top w:val="single" w:sz="2" w:space="0" w:color="auto"/>
            </w:tcBorders>
          </w:tcPr>
          <w:p w14:paraId="6E2BC581" w14:textId="145B04F5" w:rsidR="00CB00D4" w:rsidRPr="00833899" w:rsidRDefault="00CB00D4"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39CE2"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0F563E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35BDCD" w14:textId="5D6DF3E6" w:rsidR="00CB00D4" w:rsidRPr="00543F07" w:rsidRDefault="00CB00D4" w:rsidP="00CB00D4">
            <w:pPr>
              <w:rPr>
                <w:sz w:val="16"/>
                <w:szCs w:val="16"/>
              </w:rPr>
            </w:pPr>
            <w:r>
              <w:rPr>
                <w:sz w:val="16"/>
                <w:szCs w:val="16"/>
              </w:rPr>
              <w:t>Zhotovitel zakázky (obch. firma/název, sídlo, IČO)</w:t>
            </w:r>
          </w:p>
        </w:tc>
        <w:tc>
          <w:tcPr>
            <w:tcW w:w="2835" w:type="dxa"/>
            <w:tcBorders>
              <w:top w:val="single" w:sz="2" w:space="0" w:color="auto"/>
            </w:tcBorders>
          </w:tcPr>
          <w:p w14:paraId="40BF47FA" w14:textId="36CC51D6"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D4CFC" w14:textId="5AC004F7" w:rsidR="00CB00D4" w:rsidRPr="00833899" w:rsidRDefault="00CB00D4" w:rsidP="005A45D1">
            <w:pPr>
              <w:rPr>
                <w:sz w:val="16"/>
                <w:szCs w:val="16"/>
              </w:rPr>
            </w:pPr>
            <w:r w:rsidRPr="00543F07">
              <w:rPr>
                <w:sz w:val="16"/>
                <w:szCs w:val="16"/>
              </w:rPr>
              <w:t>Termín dokončení zakázky, resp. té části plnění zakázky, kter</w:t>
            </w:r>
            <w:r>
              <w:rPr>
                <w:sz w:val="16"/>
                <w:szCs w:val="16"/>
              </w:rPr>
              <w:t>á</w:t>
            </w:r>
            <w:r w:rsidRPr="00543F07">
              <w:rPr>
                <w:sz w:val="16"/>
                <w:szCs w:val="16"/>
              </w:rPr>
              <w:t xml:space="preserve"> v případě zakázky na více </w:t>
            </w:r>
            <w:r>
              <w:rPr>
                <w:sz w:val="16"/>
                <w:szCs w:val="16"/>
              </w:rPr>
              <w:t xml:space="preserve">činností či stupňů dokumentace </w:t>
            </w:r>
            <w:r w:rsidRPr="00543F07">
              <w:rPr>
                <w:sz w:val="16"/>
                <w:szCs w:val="16"/>
              </w:rPr>
              <w:t xml:space="preserve">obsahově odpovídá zadavatelem stanovené </w:t>
            </w:r>
            <w:r>
              <w:rPr>
                <w:sz w:val="16"/>
                <w:szCs w:val="16"/>
              </w:rPr>
              <w:t xml:space="preserve">definici </w:t>
            </w:r>
            <w:r w:rsidRPr="00543F07">
              <w:rPr>
                <w:sz w:val="16"/>
                <w:szCs w:val="16"/>
              </w:rPr>
              <w:t xml:space="preserve">požadované </w:t>
            </w:r>
            <w:r>
              <w:rPr>
                <w:sz w:val="16"/>
                <w:szCs w:val="16"/>
              </w:rPr>
              <w:t xml:space="preserve">zkušenosti </w:t>
            </w:r>
            <w:r w:rsidRPr="00543F07">
              <w:rPr>
                <w:sz w:val="16"/>
                <w:szCs w:val="16"/>
              </w:rPr>
              <w:t>(</w:t>
            </w:r>
            <w:r w:rsidR="005A45D1">
              <w:rPr>
                <w:sz w:val="16"/>
                <w:szCs w:val="16"/>
              </w:rPr>
              <w:t>např.</w:t>
            </w:r>
            <w:r w:rsidRPr="00543F07">
              <w:rPr>
                <w:sz w:val="16"/>
                <w:szCs w:val="16"/>
              </w:rPr>
              <w:t xml:space="preserve"> projektových prací</w:t>
            </w:r>
            <w:r>
              <w:rPr>
                <w:sz w:val="16"/>
                <w:szCs w:val="16"/>
              </w:rPr>
              <w:t xml:space="preserve"> spočívajících ve zpracování dokumentace</w:t>
            </w:r>
            <w:r w:rsidRPr="00543F07">
              <w:rPr>
                <w:sz w:val="16"/>
                <w:szCs w:val="16"/>
              </w:rPr>
              <w:t>)</w:t>
            </w:r>
            <w:r>
              <w:rPr>
                <w:sz w:val="16"/>
                <w:szCs w:val="16"/>
              </w:rPr>
              <w:t>; odečtěte dobu provádění dozoru</w:t>
            </w:r>
            <w:r w:rsidR="00381906">
              <w:rPr>
                <w:sz w:val="16"/>
                <w:szCs w:val="16"/>
              </w:rPr>
              <w:t xml:space="preserve"> projektanta</w:t>
            </w:r>
          </w:p>
        </w:tc>
        <w:tc>
          <w:tcPr>
            <w:tcW w:w="2835" w:type="dxa"/>
            <w:tcBorders>
              <w:top w:val="single" w:sz="2" w:space="0" w:color="auto"/>
            </w:tcBorders>
          </w:tcPr>
          <w:p w14:paraId="54EF3198"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C445F05" w14:textId="77777777" w:rsidTr="006848E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648ADFA" w14:textId="4B92A13F" w:rsidR="00CB00D4" w:rsidRPr="006848EB" w:rsidRDefault="00CB00D4" w:rsidP="00CB00D4">
            <w:pPr>
              <w:rPr>
                <w:b w:val="0"/>
                <w:bCs/>
                <w:sz w:val="16"/>
                <w:szCs w:val="16"/>
              </w:rPr>
            </w:pPr>
            <w:r w:rsidRPr="006848EB">
              <w:rPr>
                <w:b w:val="0"/>
                <w:bCs/>
                <w:sz w:val="16"/>
                <w:szCs w:val="16"/>
              </w:rPr>
              <w:t xml:space="preserve">Vykonávaná funkce/pozice a popis pracovních činností vykonávaných členem odborného </w:t>
            </w:r>
            <w:proofErr w:type="gramStart"/>
            <w:r w:rsidRPr="006848EB">
              <w:rPr>
                <w:b w:val="0"/>
                <w:bCs/>
                <w:sz w:val="16"/>
                <w:szCs w:val="16"/>
              </w:rPr>
              <w:t>personálu - v</w:t>
            </w:r>
            <w:proofErr w:type="gramEnd"/>
            <w:r w:rsidRPr="006848EB">
              <w:rPr>
                <w:b w:val="0"/>
                <w:bCs/>
                <w:sz w:val="16"/>
                <w:szCs w:val="16"/>
              </w:rPr>
              <w:t xml:space="preserve"> detailu potřebném pro ověření splnění požadavků</w:t>
            </w:r>
          </w:p>
        </w:tc>
        <w:tc>
          <w:tcPr>
            <w:tcW w:w="2835" w:type="dxa"/>
            <w:tcBorders>
              <w:top w:val="single" w:sz="2" w:space="0" w:color="auto"/>
            </w:tcBorders>
            <w:shd w:val="clear" w:color="auto" w:fill="auto"/>
          </w:tcPr>
          <w:p w14:paraId="7D471D84" w14:textId="77777777" w:rsidR="00CB00D4" w:rsidRPr="006848EB" w:rsidRDefault="00CB00D4" w:rsidP="00CB00D4">
            <w:pPr>
              <w:cnfStyle w:val="010000000000" w:firstRow="0" w:lastRow="1" w:firstColumn="0" w:lastColumn="0" w:oddVBand="0" w:evenVBand="0" w:oddHBand="0" w:evenHBand="0" w:firstRowFirstColumn="0" w:firstRowLastColumn="0" w:lastRowFirstColumn="0" w:lastRowLastColumn="0"/>
              <w:rPr>
                <w:b w:val="0"/>
                <w:bCs/>
                <w:sz w:val="16"/>
                <w:szCs w:val="16"/>
              </w:rPr>
            </w:pPr>
            <w:r w:rsidRPr="006848EB">
              <w:rPr>
                <w:b w:val="0"/>
                <w:bCs/>
                <w:sz w:val="16"/>
                <w:szCs w:val="16"/>
                <w:highlight w:val="yellow"/>
              </w:rPr>
              <w:t>[DOPLNÍ DODAVATEL]</w:t>
            </w:r>
          </w:p>
        </w:tc>
      </w:tr>
    </w:tbl>
    <w:p w14:paraId="4AEA2476" w14:textId="77777777" w:rsidR="0035531B" w:rsidRPr="00833899" w:rsidRDefault="0035531B" w:rsidP="00474F4D">
      <w:pPr>
        <w:pStyle w:val="Textbezslovn"/>
        <w:ind w:left="0"/>
      </w:pPr>
    </w:p>
    <w:p w14:paraId="13859F42" w14:textId="0B1F718A"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00C14FA1">
        <w:t>č</w:t>
      </w:r>
      <w:r>
        <w:t xml:space="preserve">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452F69">
      <w:pPr>
        <w:pStyle w:val="Odstavec1-1a"/>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7BA2C410" w14:textId="77777777" w:rsidR="0042061D" w:rsidRPr="00833899" w:rsidRDefault="0042061D" w:rsidP="0042061D">
      <w:pPr>
        <w:pStyle w:val="Textbezslovn"/>
        <w:ind w:left="0"/>
      </w:pPr>
    </w:p>
    <w:p w14:paraId="2E48911A" w14:textId="77777777" w:rsidR="0042061D" w:rsidRDefault="000E48A0" w:rsidP="000E48A0">
      <w:pPr>
        <w:pStyle w:val="Textbezslovn"/>
        <w:rPr>
          <w:b/>
        </w:rPr>
      </w:pPr>
      <w:r w:rsidRPr="0042061D">
        <w:rPr>
          <w:b/>
        </w:rPr>
        <w:t xml:space="preserve">Přílohy: </w:t>
      </w:r>
      <w:r w:rsidRPr="0042061D">
        <w:rPr>
          <w:b/>
        </w:rPr>
        <w:tab/>
      </w:r>
    </w:p>
    <w:p w14:paraId="00CB3508" w14:textId="77777777" w:rsidR="000E48A0" w:rsidRPr="0042061D" w:rsidRDefault="000E48A0" w:rsidP="00F20453">
      <w:pPr>
        <w:pStyle w:val="Textbezslovn"/>
        <w:numPr>
          <w:ilvl w:val="0"/>
          <w:numId w:val="26"/>
        </w:numPr>
        <w:rPr>
          <w:b/>
        </w:rPr>
      </w:pPr>
      <w:r w:rsidRPr="0042061D">
        <w:rPr>
          <w:b/>
        </w:rPr>
        <w:t>doklady o odborné způsobilosti členů odborného personálu, u kterých jsou požadovány</w:t>
      </w:r>
    </w:p>
    <w:p w14:paraId="0EBE158D" w14:textId="67CE751E" w:rsidR="00EE3C5F" w:rsidRDefault="00EE3C5F" w:rsidP="00D7399D">
      <w:pPr>
        <w:pStyle w:val="Doplujcdaje"/>
        <w:ind w:left="709"/>
        <w:jc w:val="both"/>
      </w:pPr>
      <w:r>
        <w:br w:type="page"/>
      </w:r>
    </w:p>
    <w:p w14:paraId="2D4D8B0E" w14:textId="77777777" w:rsidR="0035531B" w:rsidRDefault="0035531B" w:rsidP="00FE4333">
      <w:pPr>
        <w:pStyle w:val="Nadpisbezsl1-1"/>
      </w:pPr>
      <w:r>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1A501D5"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243FE2E"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57AEE3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1"/>
    <w:bookmarkEnd w:id="2"/>
    <w:bookmarkEnd w:id="3"/>
    <w:bookmarkEnd w:id="4"/>
    <w:p w14:paraId="0F462CE8" w14:textId="58A0F11B" w:rsidR="009E003E" w:rsidRDefault="009E003E">
      <w:r>
        <w:br w:type="page"/>
      </w:r>
    </w:p>
    <w:p w14:paraId="3581FBF5" w14:textId="77777777" w:rsidR="009E003E" w:rsidRDefault="009E003E" w:rsidP="009E003E">
      <w:pPr>
        <w:pStyle w:val="Nadpisbezsl1-1"/>
      </w:pPr>
      <w:r>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w:t>
      </w:r>
      <w:proofErr w:type="gramStart"/>
      <w:r w:rsidRPr="0042061D">
        <w:rPr>
          <w:sz w:val="16"/>
          <w:szCs w:val="16"/>
        </w:rPr>
        <w:t>Určí</w:t>
      </w:r>
      <w:proofErr w:type="gramEnd"/>
      <w:r w:rsidRPr="0042061D">
        <w:rPr>
          <w:sz w:val="16"/>
          <w:szCs w:val="16"/>
        </w:rPr>
        <w:t>-li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217DBCBB" w14:textId="77777777" w:rsidR="009E003E" w:rsidRDefault="009E003E"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5A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77777777" w:rsidR="009E003E" w:rsidRPr="00833899" w:rsidRDefault="009E003E" w:rsidP="00C313BF">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6814E36C" w:rsidR="009E003E" w:rsidRPr="00543F07" w:rsidRDefault="009E003E" w:rsidP="0020423B">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w:t>
            </w:r>
            <w:r w:rsidR="0020423B">
              <w:rPr>
                <w:sz w:val="16"/>
                <w:szCs w:val="16"/>
              </w:rPr>
              <w:t xml:space="preserve"> projektanta</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77777777"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0465962E" w:rsidR="009E003E" w:rsidRPr="00833899" w:rsidRDefault="009E003E" w:rsidP="0020423B">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w:t>
            </w:r>
            <w:r w:rsidR="0020423B">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2810E54"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5A45D1" w14:paraId="5B371E30" w14:textId="77777777" w:rsidTr="005A45D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FFFFFF" w:themeFill="background1"/>
          </w:tcPr>
          <w:p w14:paraId="600024FC" w14:textId="77777777" w:rsidR="009E003E" w:rsidRPr="00083A5E" w:rsidRDefault="009E003E" w:rsidP="00C313BF">
            <w:pPr>
              <w:rPr>
                <w:b w:val="0"/>
                <w:bCs/>
                <w:sz w:val="16"/>
                <w:szCs w:val="16"/>
              </w:rPr>
            </w:pPr>
            <w:r w:rsidRPr="00083A5E">
              <w:rPr>
                <w:b w:val="0"/>
                <w:bCs/>
                <w:sz w:val="16"/>
                <w:szCs w:val="16"/>
              </w:rPr>
              <w:t xml:space="preserve">Vykonávaná funkce/pozice a popis pracovních činností vykonávaných členem odborného personálu </w:t>
            </w:r>
            <w:proofErr w:type="gramStart"/>
            <w:r w:rsidRPr="00083A5E">
              <w:rPr>
                <w:b w:val="0"/>
                <w:bCs/>
                <w:sz w:val="16"/>
                <w:szCs w:val="16"/>
              </w:rPr>
              <w:t>dodavatele - v</w:t>
            </w:r>
            <w:proofErr w:type="gramEnd"/>
            <w:r w:rsidRPr="00083A5E">
              <w:rPr>
                <w:b w:val="0"/>
                <w:bCs/>
                <w:sz w:val="16"/>
                <w:szCs w:val="16"/>
              </w:rPr>
              <w:t xml:space="preserve"> detailu potřebném pro ověření splnění požadavků</w:t>
            </w:r>
            <w:r w:rsidRPr="00083A5E">
              <w:rPr>
                <w:b w:val="0"/>
                <w:bCs/>
              </w:rPr>
              <w:t xml:space="preserve"> </w:t>
            </w:r>
            <w:r w:rsidRPr="00083A5E">
              <w:rPr>
                <w:b w:val="0"/>
                <w:bCs/>
                <w:sz w:val="16"/>
                <w:szCs w:val="16"/>
              </w:rPr>
              <w:t>relevantních pro hodnocení</w:t>
            </w:r>
          </w:p>
        </w:tc>
        <w:tc>
          <w:tcPr>
            <w:tcW w:w="2835" w:type="dxa"/>
            <w:tcBorders>
              <w:top w:val="single" w:sz="2" w:space="0" w:color="auto"/>
              <w:bottom w:val="single" w:sz="2" w:space="0" w:color="auto"/>
            </w:tcBorders>
            <w:shd w:val="clear" w:color="auto" w:fill="FFFFFF" w:themeFill="background1"/>
          </w:tcPr>
          <w:p w14:paraId="0097D0EF" w14:textId="77777777" w:rsidR="009E003E" w:rsidRPr="00083A5E" w:rsidRDefault="009E003E" w:rsidP="00C313BF">
            <w:pPr>
              <w:cnfStyle w:val="010000000000" w:firstRow="0" w:lastRow="1" w:firstColumn="0" w:lastColumn="0" w:oddVBand="0" w:evenVBand="0" w:oddHBand="0" w:evenHBand="0" w:firstRowFirstColumn="0" w:firstRowLastColumn="0" w:lastRowFirstColumn="0" w:lastRowLastColumn="0"/>
              <w:rPr>
                <w:b w:val="0"/>
                <w:bCs/>
                <w:sz w:val="16"/>
                <w:szCs w:val="16"/>
              </w:rPr>
            </w:pPr>
            <w:r w:rsidRPr="00083A5E">
              <w:rPr>
                <w:b w:val="0"/>
                <w:bCs/>
                <w:sz w:val="16"/>
                <w:szCs w:val="16"/>
                <w:highlight w:val="yellow"/>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t xml:space="preserve">Přílohy: </w:t>
      </w:r>
      <w:r w:rsidRPr="0042061D">
        <w:rPr>
          <w:b/>
        </w:rPr>
        <w:tab/>
      </w:r>
    </w:p>
    <w:p w14:paraId="32A4F03C" w14:textId="2AED4EA7" w:rsidR="009E003E" w:rsidRDefault="009E003E" w:rsidP="009E003E">
      <w:pPr>
        <w:pStyle w:val="Textbezslovn"/>
        <w:ind w:left="0"/>
      </w:pPr>
      <w:r>
        <w:t xml:space="preserve">Dodavatel je povinen připojit k této Příloze č. 9 </w:t>
      </w:r>
      <w:r w:rsidRPr="003E611F">
        <w:t>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hodnocení </w:t>
      </w:r>
      <w:r w:rsidRPr="003E611F">
        <w:t>(například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49C9FEA6" w14:textId="018D7DF9" w:rsidR="001F1BFA" w:rsidRDefault="001F1BFA">
      <w:r>
        <w:br w:type="page"/>
      </w:r>
    </w:p>
    <w:p w14:paraId="68C6D1FB" w14:textId="77777777" w:rsidR="001F1BFA" w:rsidRDefault="001F1BFA" w:rsidP="001F1BFA">
      <w:pPr>
        <w:pStyle w:val="Nadpisbezsl1-1"/>
      </w:pPr>
      <w:r>
        <w:t>Příloha č. 10</w:t>
      </w:r>
    </w:p>
    <w:p w14:paraId="2E72709D" w14:textId="453C5AE1" w:rsidR="001F1BFA" w:rsidRPr="00964860" w:rsidRDefault="001F1BFA" w:rsidP="001F1BFA">
      <w:pPr>
        <w:pStyle w:val="Nadpisbezsl1-2"/>
      </w:pPr>
      <w:r w:rsidRPr="00010882">
        <w:rPr>
          <w:lang w:eastAsia="cs-CZ"/>
        </w:rPr>
        <w:t xml:space="preserve">Čestné prohlášení o splnění podmínek v souvislosti </w:t>
      </w:r>
      <w:r w:rsidR="00E4366B">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2E4C170F" w14:textId="77777777" w:rsidR="001F1BFA" w:rsidRPr="00833899" w:rsidRDefault="001F1BFA" w:rsidP="001F1BFA">
      <w:pPr>
        <w:pStyle w:val="Textbezslovn"/>
        <w:ind w:left="0"/>
      </w:pPr>
      <w:r w:rsidRPr="00833899">
        <w:t>společnost zapsaná v obchodním rejstříku vedeném [</w:t>
      </w:r>
      <w:r w:rsidRPr="00833899">
        <w:rPr>
          <w:highlight w:val="yellow"/>
        </w:rPr>
        <w:t>DOPLNÍ DODAVATEL</w:t>
      </w:r>
      <w:r w:rsidRPr="00833899">
        <w:t>],</w:t>
      </w:r>
    </w:p>
    <w:p w14:paraId="381D6E38" w14:textId="77777777" w:rsidR="001F1BFA" w:rsidRPr="00833899" w:rsidRDefault="001F1BFA" w:rsidP="001F1BFA">
      <w:pPr>
        <w:pStyle w:val="Textbezslovn"/>
        <w:ind w:left="0"/>
      </w:pPr>
      <w:r w:rsidRPr="00833899">
        <w:t>spisová značka [</w:t>
      </w:r>
      <w:r w:rsidRPr="00833899">
        <w:rPr>
          <w:highlight w:val="yellow"/>
        </w:rPr>
        <w:t>DOPLNÍ DODAVATEL</w:t>
      </w:r>
      <w:r w:rsidRPr="00833899">
        <w:t>]</w:t>
      </w:r>
    </w:p>
    <w:p w14:paraId="5C1A3707" w14:textId="77777777" w:rsidR="001F1BFA" w:rsidRPr="00833899" w:rsidRDefault="001F1BFA" w:rsidP="001F1BFA">
      <w:pPr>
        <w:pStyle w:val="Textbezslovn"/>
        <w:ind w:left="0"/>
      </w:pPr>
      <w:r w:rsidRPr="00833899">
        <w:t>zastoupená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44DBE0A1"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3C74ED" w:rsidRPr="003C74ED">
        <w:rPr>
          <w:b/>
          <w:bCs/>
        </w:rPr>
        <w:t xml:space="preserve">„Prostá elektrizace trati Kladno – Kralupy nad Vltavou vč. </w:t>
      </w:r>
      <w:proofErr w:type="gramStart"/>
      <w:r w:rsidR="003C74ED" w:rsidRPr="003C74ED">
        <w:rPr>
          <w:b/>
          <w:bCs/>
        </w:rPr>
        <w:t>Jeneč - Středokluky</w:t>
      </w:r>
      <w:proofErr w:type="gramEnd"/>
      <w:r w:rsidR="003C74ED" w:rsidRPr="003C74ED">
        <w:rPr>
          <w:b/>
          <w:bCs/>
        </w:rPr>
        <w:t>“</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6771FD5"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15F31DC7"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2A530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2A530C">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40542C">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65F73" w14:textId="77777777" w:rsidR="0040542C" w:rsidRDefault="0040542C" w:rsidP="00962258">
      <w:pPr>
        <w:spacing w:after="0" w:line="240" w:lineRule="auto"/>
      </w:pPr>
      <w:r>
        <w:separator/>
      </w:r>
    </w:p>
  </w:endnote>
  <w:endnote w:type="continuationSeparator" w:id="0">
    <w:p w14:paraId="5D2D40C9" w14:textId="77777777" w:rsidR="0040542C" w:rsidRDefault="004054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366B" w:rsidRPr="00DC126F" w14:paraId="2882F859" w14:textId="77777777" w:rsidTr="00EB46E5">
      <w:tc>
        <w:tcPr>
          <w:tcW w:w="1361" w:type="dxa"/>
          <w:tcMar>
            <w:left w:w="0" w:type="dxa"/>
            <w:right w:w="0" w:type="dxa"/>
          </w:tcMar>
          <w:vAlign w:val="bottom"/>
        </w:tcPr>
        <w:p w14:paraId="39515EC6" w14:textId="484D1222" w:rsidR="00E4366B" w:rsidRPr="00B8518B" w:rsidRDefault="00E4366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400F">
            <w:rPr>
              <w:rStyle w:val="slostrnky"/>
              <w:noProof/>
            </w:rPr>
            <w:t>32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9400F">
            <w:rPr>
              <w:rStyle w:val="slostrnky"/>
              <w:noProof/>
            </w:rPr>
            <w:t>61</w:t>
          </w:r>
          <w:r w:rsidRPr="00B8518B">
            <w:rPr>
              <w:rStyle w:val="slostrnky"/>
            </w:rPr>
            <w:fldChar w:fldCharType="end"/>
          </w:r>
        </w:p>
      </w:tc>
      <w:tc>
        <w:tcPr>
          <w:tcW w:w="284" w:type="dxa"/>
          <w:shd w:val="clear" w:color="auto" w:fill="auto"/>
          <w:tcMar>
            <w:left w:w="0" w:type="dxa"/>
            <w:right w:w="0" w:type="dxa"/>
          </w:tcMar>
        </w:tcPr>
        <w:p w14:paraId="01ADA1E2" w14:textId="77777777" w:rsidR="00E4366B" w:rsidRDefault="00E4366B" w:rsidP="00B8518B">
          <w:pPr>
            <w:pStyle w:val="Zpat"/>
          </w:pPr>
        </w:p>
      </w:tc>
      <w:tc>
        <w:tcPr>
          <w:tcW w:w="425" w:type="dxa"/>
          <w:shd w:val="clear" w:color="auto" w:fill="auto"/>
          <w:tcMar>
            <w:left w:w="0" w:type="dxa"/>
            <w:right w:w="0" w:type="dxa"/>
          </w:tcMar>
        </w:tcPr>
        <w:p w14:paraId="7D28074E" w14:textId="77777777" w:rsidR="00E4366B" w:rsidRDefault="00E4366B" w:rsidP="00B8518B">
          <w:pPr>
            <w:pStyle w:val="Zpat"/>
          </w:pPr>
        </w:p>
      </w:tc>
      <w:tc>
        <w:tcPr>
          <w:tcW w:w="8505" w:type="dxa"/>
        </w:tcPr>
        <w:p w14:paraId="03AD41FD" w14:textId="609264DF" w:rsidR="00E4366B" w:rsidRPr="00DC126F" w:rsidRDefault="00E4366B" w:rsidP="00EB46E5">
          <w:pPr>
            <w:pStyle w:val="Zpat0"/>
          </w:pPr>
          <w:r w:rsidRPr="00DC126F">
            <w:t>„</w:t>
          </w:r>
          <w:r w:rsidR="00DC126F" w:rsidRPr="00DC126F">
            <w:t xml:space="preserve">Prostá elektrizace trati Kladno – Kralupy nad Vltavou vč. </w:t>
          </w:r>
          <w:proofErr w:type="gramStart"/>
          <w:r w:rsidR="00DC126F" w:rsidRPr="00DC126F">
            <w:t>Jeneč - Středokluky</w:t>
          </w:r>
          <w:proofErr w:type="gramEnd"/>
          <w:r w:rsidRPr="00DC126F">
            <w:t>“</w:t>
          </w:r>
        </w:p>
        <w:p w14:paraId="28C93AB0" w14:textId="77777777" w:rsidR="00E4366B" w:rsidRPr="00DC126F" w:rsidRDefault="00E4366B" w:rsidP="00EB46E5">
          <w:pPr>
            <w:pStyle w:val="Zpat0"/>
          </w:pPr>
          <w:r w:rsidRPr="00DC126F">
            <w:t xml:space="preserve">Díl 1 – </w:t>
          </w:r>
          <w:r w:rsidRPr="00DC126F">
            <w:rPr>
              <w:caps/>
            </w:rPr>
            <w:t>Požadavky a podmínky pro zpracování nabídky</w:t>
          </w:r>
        </w:p>
        <w:p w14:paraId="4ADD391E" w14:textId="77777777" w:rsidR="00E4366B" w:rsidRPr="00DC126F" w:rsidRDefault="00E4366B" w:rsidP="00392730">
          <w:pPr>
            <w:pStyle w:val="Zpat0"/>
          </w:pPr>
          <w:r w:rsidRPr="00DC126F">
            <w:t xml:space="preserve">Část 2 – </w:t>
          </w:r>
          <w:r w:rsidRPr="00DC126F">
            <w:rPr>
              <w:caps/>
            </w:rPr>
            <w:t>Pokyny pro dodavatele</w:t>
          </w:r>
        </w:p>
        <w:p w14:paraId="23E5232B" w14:textId="77777777" w:rsidR="00E4366B" w:rsidRPr="00DC126F" w:rsidRDefault="00E4366B" w:rsidP="00392730">
          <w:pPr>
            <w:pStyle w:val="Zpat0"/>
          </w:pPr>
        </w:p>
      </w:tc>
    </w:tr>
  </w:tbl>
  <w:p w14:paraId="437E2C00" w14:textId="77777777" w:rsidR="00E4366B" w:rsidRPr="00B8518B" w:rsidRDefault="00E4366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005E9" w14:textId="77777777" w:rsidR="00E4366B" w:rsidRPr="00B8518B" w:rsidRDefault="00E4366B" w:rsidP="00460660">
    <w:pPr>
      <w:pStyle w:val="Zpat"/>
      <w:rPr>
        <w:sz w:val="2"/>
        <w:szCs w:val="2"/>
      </w:rPr>
    </w:pPr>
  </w:p>
  <w:p w14:paraId="40EF9A81" w14:textId="5A06B45C" w:rsidR="00E4366B" w:rsidRPr="00460660" w:rsidRDefault="00E4366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EF632" w14:textId="77777777" w:rsidR="0040542C" w:rsidRDefault="0040542C" w:rsidP="00962258">
      <w:pPr>
        <w:spacing w:after="0" w:line="240" w:lineRule="auto"/>
      </w:pPr>
      <w:r>
        <w:separator/>
      </w:r>
    </w:p>
  </w:footnote>
  <w:footnote w:type="continuationSeparator" w:id="0">
    <w:p w14:paraId="1777B8CF" w14:textId="77777777" w:rsidR="0040542C" w:rsidRDefault="0040542C" w:rsidP="00962258">
      <w:pPr>
        <w:spacing w:after="0" w:line="240" w:lineRule="auto"/>
      </w:pPr>
      <w:r>
        <w:continuationSeparator/>
      </w:r>
    </w:p>
  </w:footnote>
  <w:footnote w:id="1">
    <w:p w14:paraId="48CBE6E6" w14:textId="77777777" w:rsidR="00E4366B" w:rsidRDefault="00E4366B" w:rsidP="00C6720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481AB419" w14:textId="48AE7FF2" w:rsidR="00E4366B" w:rsidRDefault="00E4366B"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437BF787" w14:textId="77777777" w:rsidR="00E4366B" w:rsidRPr="00EB54C9" w:rsidRDefault="00E4366B"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1B36AD58" w14:textId="77777777" w:rsidR="00E4366B" w:rsidRDefault="00E4366B"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49DB4279" w14:textId="77777777" w:rsidR="00E4366B" w:rsidRDefault="00E4366B"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A43F2F0" w14:textId="77777777" w:rsidR="00E4366B" w:rsidRDefault="00E4366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3BCB99FC" w14:textId="77777777" w:rsidR="00E4366B" w:rsidRDefault="00E4366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77943150" w14:textId="77777777" w:rsidR="00E4366B" w:rsidRDefault="00E4366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57B8EBF" w14:textId="77777777" w:rsidR="00E4366B" w:rsidRDefault="00E4366B"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w:t>
      </w:r>
      <w:r>
        <w:t>označí, k jaké zkušenosti se jednotlivé údaje vztahují</w:t>
      </w:r>
      <w:r w:rsidRPr="00307641">
        <w:t>.</w:t>
      </w:r>
    </w:p>
  </w:footnote>
  <w:footnote w:id="10">
    <w:p w14:paraId="32149D35" w14:textId="77777777" w:rsidR="00E4366B" w:rsidRDefault="00E4366B"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4366B" w14:paraId="59210BC2" w14:textId="77777777" w:rsidTr="00C02D0A">
      <w:trPr>
        <w:trHeight w:hRule="exact" w:val="454"/>
      </w:trPr>
      <w:tc>
        <w:tcPr>
          <w:tcW w:w="1361" w:type="dxa"/>
          <w:tcMar>
            <w:top w:w="57" w:type="dxa"/>
            <w:left w:w="0" w:type="dxa"/>
            <w:right w:w="0" w:type="dxa"/>
          </w:tcMar>
        </w:tcPr>
        <w:p w14:paraId="47C8A776" w14:textId="77777777" w:rsidR="00E4366B" w:rsidRPr="00B8518B" w:rsidRDefault="00E4366B" w:rsidP="00523EA7">
          <w:pPr>
            <w:pStyle w:val="Zpat"/>
            <w:rPr>
              <w:rStyle w:val="slostrnky"/>
            </w:rPr>
          </w:pPr>
        </w:p>
      </w:tc>
      <w:tc>
        <w:tcPr>
          <w:tcW w:w="3458" w:type="dxa"/>
          <w:shd w:val="clear" w:color="auto" w:fill="auto"/>
          <w:tcMar>
            <w:top w:w="57" w:type="dxa"/>
            <w:left w:w="0" w:type="dxa"/>
            <w:right w:w="0" w:type="dxa"/>
          </w:tcMar>
        </w:tcPr>
        <w:p w14:paraId="77CD26E4" w14:textId="77777777" w:rsidR="00E4366B" w:rsidRDefault="00E4366B" w:rsidP="00523EA7">
          <w:pPr>
            <w:pStyle w:val="Zpat"/>
          </w:pPr>
        </w:p>
      </w:tc>
      <w:tc>
        <w:tcPr>
          <w:tcW w:w="5698" w:type="dxa"/>
          <w:shd w:val="clear" w:color="auto" w:fill="auto"/>
          <w:tcMar>
            <w:top w:w="57" w:type="dxa"/>
            <w:left w:w="0" w:type="dxa"/>
            <w:right w:w="0" w:type="dxa"/>
          </w:tcMar>
        </w:tcPr>
        <w:p w14:paraId="1459EE8B" w14:textId="77777777" w:rsidR="00E4366B" w:rsidRPr="00D6163D" w:rsidRDefault="00E4366B" w:rsidP="00D6163D">
          <w:pPr>
            <w:pStyle w:val="Druhdokumentu"/>
          </w:pPr>
        </w:p>
      </w:tc>
    </w:tr>
  </w:tbl>
  <w:p w14:paraId="63CCF355" w14:textId="77777777" w:rsidR="00E4366B" w:rsidRPr="00D6163D" w:rsidRDefault="00E4366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4366B" w14:paraId="79FAD0EA" w14:textId="77777777" w:rsidTr="00B22106">
      <w:trPr>
        <w:trHeight w:hRule="exact" w:val="936"/>
      </w:trPr>
      <w:tc>
        <w:tcPr>
          <w:tcW w:w="1361" w:type="dxa"/>
          <w:tcMar>
            <w:left w:w="0" w:type="dxa"/>
            <w:right w:w="0" w:type="dxa"/>
          </w:tcMar>
        </w:tcPr>
        <w:p w14:paraId="4CAC2C88" w14:textId="77777777" w:rsidR="00E4366B" w:rsidRPr="00B8518B" w:rsidRDefault="00E4366B" w:rsidP="00FC6389">
          <w:pPr>
            <w:pStyle w:val="Zpat"/>
            <w:rPr>
              <w:rStyle w:val="slostrnky"/>
            </w:rPr>
          </w:pPr>
        </w:p>
      </w:tc>
      <w:tc>
        <w:tcPr>
          <w:tcW w:w="3458" w:type="dxa"/>
          <w:shd w:val="clear" w:color="auto" w:fill="auto"/>
          <w:tcMar>
            <w:left w:w="0" w:type="dxa"/>
            <w:right w:w="0" w:type="dxa"/>
          </w:tcMar>
        </w:tcPr>
        <w:p w14:paraId="04353839" w14:textId="77777777" w:rsidR="00E4366B" w:rsidRDefault="00E4366B" w:rsidP="00FC6389">
          <w:pPr>
            <w:pStyle w:val="Zpat"/>
          </w:pPr>
        </w:p>
      </w:tc>
      <w:tc>
        <w:tcPr>
          <w:tcW w:w="5756" w:type="dxa"/>
          <w:shd w:val="clear" w:color="auto" w:fill="auto"/>
          <w:tcMar>
            <w:left w:w="0" w:type="dxa"/>
            <w:right w:w="0" w:type="dxa"/>
          </w:tcMar>
        </w:tcPr>
        <w:p w14:paraId="08BA9BE2" w14:textId="77777777" w:rsidR="00E4366B" w:rsidRPr="00D6163D" w:rsidRDefault="00E4366B" w:rsidP="00FC6389">
          <w:pPr>
            <w:pStyle w:val="Druhdokumentu"/>
          </w:pPr>
        </w:p>
      </w:tc>
    </w:tr>
    <w:tr w:rsidR="00E4366B" w14:paraId="67F7C94B" w14:textId="77777777" w:rsidTr="00B22106">
      <w:trPr>
        <w:trHeight w:hRule="exact" w:val="936"/>
      </w:trPr>
      <w:tc>
        <w:tcPr>
          <w:tcW w:w="1361" w:type="dxa"/>
          <w:tcMar>
            <w:left w:w="0" w:type="dxa"/>
            <w:right w:w="0" w:type="dxa"/>
          </w:tcMar>
        </w:tcPr>
        <w:p w14:paraId="262D9A78" w14:textId="77777777" w:rsidR="00E4366B" w:rsidRPr="00B8518B" w:rsidRDefault="00E4366B" w:rsidP="00FC6389">
          <w:pPr>
            <w:pStyle w:val="Zpat"/>
            <w:rPr>
              <w:rStyle w:val="slostrnky"/>
            </w:rPr>
          </w:pPr>
        </w:p>
      </w:tc>
      <w:tc>
        <w:tcPr>
          <w:tcW w:w="3458" w:type="dxa"/>
          <w:shd w:val="clear" w:color="auto" w:fill="auto"/>
          <w:tcMar>
            <w:left w:w="0" w:type="dxa"/>
            <w:right w:w="0" w:type="dxa"/>
          </w:tcMar>
        </w:tcPr>
        <w:p w14:paraId="3E8BB201" w14:textId="77777777" w:rsidR="00E4366B" w:rsidRDefault="00E4366B" w:rsidP="00FC6389">
          <w:pPr>
            <w:pStyle w:val="Zpat"/>
          </w:pPr>
        </w:p>
      </w:tc>
      <w:tc>
        <w:tcPr>
          <w:tcW w:w="5756" w:type="dxa"/>
          <w:shd w:val="clear" w:color="auto" w:fill="auto"/>
          <w:tcMar>
            <w:left w:w="0" w:type="dxa"/>
            <w:right w:w="0" w:type="dxa"/>
          </w:tcMar>
        </w:tcPr>
        <w:p w14:paraId="1038A3FD" w14:textId="77777777" w:rsidR="00E4366B" w:rsidRPr="00D6163D" w:rsidRDefault="00E4366B" w:rsidP="00FC6389">
          <w:pPr>
            <w:pStyle w:val="Druhdokumentu"/>
          </w:pPr>
        </w:p>
      </w:tc>
    </w:tr>
  </w:tbl>
  <w:p w14:paraId="27F23EC7" w14:textId="77777777" w:rsidR="00E4366B" w:rsidRPr="00D6163D" w:rsidRDefault="00E4366B" w:rsidP="00FC6389">
    <w:pPr>
      <w:pStyle w:val="Zhlav"/>
      <w:rPr>
        <w:sz w:val="8"/>
        <w:szCs w:val="8"/>
      </w:rPr>
    </w:pPr>
    <w:r>
      <w:rPr>
        <w:noProof/>
        <w:lang w:eastAsia="cs-CZ"/>
      </w:rPr>
      <w:drawing>
        <wp:anchor distT="0" distB="0" distL="114300" distR="114300" simplePos="0" relativeHeight="251672576" behindDoc="0" locked="1" layoutInCell="1" allowOverlap="1" wp14:anchorId="29D1049C" wp14:editId="52AA9AA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5F2DCA" w14:textId="77777777" w:rsidR="00E4366B" w:rsidRPr="00460660" w:rsidRDefault="00E4366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59C5520"/>
    <w:multiLevelType w:val="hybridMultilevel"/>
    <w:tmpl w:val="F2CAB89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1"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15:restartNumberingAfterBreak="0">
    <w:nsid w:val="54AE6858"/>
    <w:multiLevelType w:val="multilevel"/>
    <w:tmpl w:val="CBA875D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17"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84862517">
    <w:abstractNumId w:val="3"/>
  </w:num>
  <w:num w:numId="2" w16cid:durableId="655308006">
    <w:abstractNumId w:val="1"/>
  </w:num>
  <w:num w:numId="3" w16cid:durableId="882719217">
    <w:abstractNumId w:val="14"/>
  </w:num>
  <w:num w:numId="4" w16cid:durableId="1015426048">
    <w:abstractNumId w:val="2"/>
  </w:num>
  <w:num w:numId="5" w16cid:durableId="1178035122">
    <w:abstractNumId w:val="0"/>
  </w:num>
  <w:num w:numId="6" w16cid:durableId="442192493">
    <w:abstractNumId w:val="7"/>
  </w:num>
  <w:num w:numId="7" w16cid:durableId="545408839">
    <w:abstractNumId w:val="12"/>
  </w:num>
  <w:num w:numId="8" w16cid:durableId="1473906229">
    <w:abstractNumId w:val="8"/>
  </w:num>
  <w:num w:numId="9" w16cid:durableId="1500539445">
    <w:abstractNumId w:val="17"/>
  </w:num>
  <w:num w:numId="10" w16cid:durableId="73480611">
    <w:abstractNumId w:val="13"/>
  </w:num>
  <w:num w:numId="11" w16cid:durableId="11788907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736147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969626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8471927">
    <w:abstractNumId w:val="12"/>
  </w:num>
  <w:num w:numId="15" w16cid:durableId="1332950468">
    <w:abstractNumId w:val="10"/>
  </w:num>
  <w:num w:numId="16" w16cid:durableId="1556351318">
    <w:abstractNumId w:val="11"/>
  </w:num>
  <w:num w:numId="17" w16cid:durableId="1347636162">
    <w:abstractNumId w:val="6"/>
  </w:num>
  <w:num w:numId="18" w16cid:durableId="1908614105">
    <w:abstractNumId w:val="6"/>
  </w:num>
  <w:num w:numId="19" w16cid:durableId="18266982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2206051">
    <w:abstractNumId w:val="8"/>
  </w:num>
  <w:num w:numId="21" w16cid:durableId="892040679">
    <w:abstractNumId w:val="8"/>
  </w:num>
  <w:num w:numId="22" w16cid:durableId="54545742">
    <w:abstractNumId w:val="12"/>
  </w:num>
  <w:num w:numId="23" w16cid:durableId="1958756123">
    <w:abstractNumId w:val="12"/>
  </w:num>
  <w:num w:numId="24" w16cid:durableId="1430663202">
    <w:abstractNumId w:val="12"/>
  </w:num>
  <w:num w:numId="25" w16cid:durableId="8772755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1760170">
    <w:abstractNumId w:val="5"/>
  </w:num>
  <w:num w:numId="27" w16cid:durableId="1318724043">
    <w:abstractNumId w:val="15"/>
  </w:num>
  <w:num w:numId="28" w16cid:durableId="1782069895">
    <w:abstractNumId w:val="4"/>
  </w:num>
  <w:num w:numId="29" w16cid:durableId="2002269309">
    <w:abstractNumId w:val="12"/>
  </w:num>
  <w:num w:numId="30" w16cid:durableId="419832262">
    <w:abstractNumId w:val="8"/>
  </w:num>
  <w:num w:numId="31" w16cid:durableId="2119982074">
    <w:abstractNumId w:val="12"/>
  </w:num>
  <w:num w:numId="32" w16cid:durableId="1767072556">
    <w:abstractNumId w:val="12"/>
  </w:num>
  <w:num w:numId="33" w16cid:durableId="961226858">
    <w:abstractNumId w:val="8"/>
  </w:num>
  <w:num w:numId="34" w16cid:durableId="629914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28548942">
    <w:abstractNumId w:val="12"/>
  </w:num>
  <w:num w:numId="36" w16cid:durableId="475608919">
    <w:abstractNumId w:val="9"/>
  </w:num>
  <w:num w:numId="37" w16cid:durableId="1343510576">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12DD2"/>
    <w:rsid w:val="00016DBF"/>
    <w:rsid w:val="000174E8"/>
    <w:rsid w:val="00017520"/>
    <w:rsid w:val="00017F3C"/>
    <w:rsid w:val="00020AF4"/>
    <w:rsid w:val="000211E3"/>
    <w:rsid w:val="00023063"/>
    <w:rsid w:val="0002621B"/>
    <w:rsid w:val="00026485"/>
    <w:rsid w:val="000264EA"/>
    <w:rsid w:val="00030559"/>
    <w:rsid w:val="00031005"/>
    <w:rsid w:val="000338E9"/>
    <w:rsid w:val="00040961"/>
    <w:rsid w:val="00041EC8"/>
    <w:rsid w:val="000466BC"/>
    <w:rsid w:val="0004781C"/>
    <w:rsid w:val="00056038"/>
    <w:rsid w:val="00056D2F"/>
    <w:rsid w:val="00062F21"/>
    <w:rsid w:val="0006499F"/>
    <w:rsid w:val="0006588D"/>
    <w:rsid w:val="00067A5E"/>
    <w:rsid w:val="00067EE3"/>
    <w:rsid w:val="00070A9E"/>
    <w:rsid w:val="00070F9A"/>
    <w:rsid w:val="000719BB"/>
    <w:rsid w:val="00072A65"/>
    <w:rsid w:val="00072C1E"/>
    <w:rsid w:val="000749E8"/>
    <w:rsid w:val="00074B08"/>
    <w:rsid w:val="00075902"/>
    <w:rsid w:val="00077596"/>
    <w:rsid w:val="000825DE"/>
    <w:rsid w:val="000839DD"/>
    <w:rsid w:val="00083A5E"/>
    <w:rsid w:val="00084642"/>
    <w:rsid w:val="00087825"/>
    <w:rsid w:val="00087E1A"/>
    <w:rsid w:val="00092CC9"/>
    <w:rsid w:val="00094930"/>
    <w:rsid w:val="000960A0"/>
    <w:rsid w:val="000A21E8"/>
    <w:rsid w:val="000A3D33"/>
    <w:rsid w:val="000A784D"/>
    <w:rsid w:val="000B079A"/>
    <w:rsid w:val="000B17EE"/>
    <w:rsid w:val="000B1ED6"/>
    <w:rsid w:val="000B45A1"/>
    <w:rsid w:val="000B4EB8"/>
    <w:rsid w:val="000B548F"/>
    <w:rsid w:val="000B6471"/>
    <w:rsid w:val="000B7E61"/>
    <w:rsid w:val="000C04F0"/>
    <w:rsid w:val="000C3384"/>
    <w:rsid w:val="000C41F2"/>
    <w:rsid w:val="000C5CBA"/>
    <w:rsid w:val="000C685D"/>
    <w:rsid w:val="000D1C58"/>
    <w:rsid w:val="000D22C4"/>
    <w:rsid w:val="000D27D1"/>
    <w:rsid w:val="000D4EB8"/>
    <w:rsid w:val="000D5E72"/>
    <w:rsid w:val="000D6B89"/>
    <w:rsid w:val="000E125F"/>
    <w:rsid w:val="000E1442"/>
    <w:rsid w:val="000E1A7F"/>
    <w:rsid w:val="000E27AC"/>
    <w:rsid w:val="000E48A0"/>
    <w:rsid w:val="000E6038"/>
    <w:rsid w:val="000E7FA0"/>
    <w:rsid w:val="0010119D"/>
    <w:rsid w:val="001017A2"/>
    <w:rsid w:val="00106A0E"/>
    <w:rsid w:val="00107CFD"/>
    <w:rsid w:val="00110E8F"/>
    <w:rsid w:val="00112864"/>
    <w:rsid w:val="00114472"/>
    <w:rsid w:val="00114988"/>
    <w:rsid w:val="00115069"/>
    <w:rsid w:val="001150F2"/>
    <w:rsid w:val="001159F2"/>
    <w:rsid w:val="0012178F"/>
    <w:rsid w:val="00125101"/>
    <w:rsid w:val="00125BFC"/>
    <w:rsid w:val="00126AB4"/>
    <w:rsid w:val="001341BB"/>
    <w:rsid w:val="0014107B"/>
    <w:rsid w:val="00145889"/>
    <w:rsid w:val="00146BCB"/>
    <w:rsid w:val="00147827"/>
    <w:rsid w:val="0015012F"/>
    <w:rsid w:val="001501B9"/>
    <w:rsid w:val="001518EF"/>
    <w:rsid w:val="00153E1E"/>
    <w:rsid w:val="00154B7D"/>
    <w:rsid w:val="001579FA"/>
    <w:rsid w:val="001625E1"/>
    <w:rsid w:val="00164B08"/>
    <w:rsid w:val="00165022"/>
    <w:rsid w:val="0016521E"/>
    <w:rsid w:val="001656A2"/>
    <w:rsid w:val="00165E72"/>
    <w:rsid w:val="00170EC5"/>
    <w:rsid w:val="001728E7"/>
    <w:rsid w:val="001747C1"/>
    <w:rsid w:val="00176255"/>
    <w:rsid w:val="00177D6B"/>
    <w:rsid w:val="00184075"/>
    <w:rsid w:val="00184564"/>
    <w:rsid w:val="001851B9"/>
    <w:rsid w:val="001867AA"/>
    <w:rsid w:val="00187E44"/>
    <w:rsid w:val="00190AC5"/>
    <w:rsid w:val="00191F90"/>
    <w:rsid w:val="00192264"/>
    <w:rsid w:val="00193804"/>
    <w:rsid w:val="00193D8F"/>
    <w:rsid w:val="00193DDE"/>
    <w:rsid w:val="001950C2"/>
    <w:rsid w:val="00195CAC"/>
    <w:rsid w:val="00197BDC"/>
    <w:rsid w:val="001B04B9"/>
    <w:rsid w:val="001B0BDB"/>
    <w:rsid w:val="001B11E1"/>
    <w:rsid w:val="001B1D04"/>
    <w:rsid w:val="001B23A1"/>
    <w:rsid w:val="001B2612"/>
    <w:rsid w:val="001B38FB"/>
    <w:rsid w:val="001B4E74"/>
    <w:rsid w:val="001B651A"/>
    <w:rsid w:val="001C040C"/>
    <w:rsid w:val="001C19F3"/>
    <w:rsid w:val="001C5178"/>
    <w:rsid w:val="001C5415"/>
    <w:rsid w:val="001C645F"/>
    <w:rsid w:val="001C761A"/>
    <w:rsid w:val="001D0751"/>
    <w:rsid w:val="001D0E8B"/>
    <w:rsid w:val="001D3805"/>
    <w:rsid w:val="001D4859"/>
    <w:rsid w:val="001D5A76"/>
    <w:rsid w:val="001D6E71"/>
    <w:rsid w:val="001E04B7"/>
    <w:rsid w:val="001E18A8"/>
    <w:rsid w:val="001E4627"/>
    <w:rsid w:val="001E6320"/>
    <w:rsid w:val="001E651D"/>
    <w:rsid w:val="001E678E"/>
    <w:rsid w:val="001E75BD"/>
    <w:rsid w:val="001F15F6"/>
    <w:rsid w:val="001F1BFA"/>
    <w:rsid w:val="001F3CE7"/>
    <w:rsid w:val="001F500B"/>
    <w:rsid w:val="0020423B"/>
    <w:rsid w:val="002071BB"/>
    <w:rsid w:val="00207DF5"/>
    <w:rsid w:val="00210AB8"/>
    <w:rsid w:val="00216521"/>
    <w:rsid w:val="002179EA"/>
    <w:rsid w:val="00226CB9"/>
    <w:rsid w:val="00231A0D"/>
    <w:rsid w:val="00233A53"/>
    <w:rsid w:val="002350CA"/>
    <w:rsid w:val="002370E3"/>
    <w:rsid w:val="00240B81"/>
    <w:rsid w:val="0024255A"/>
    <w:rsid w:val="00245345"/>
    <w:rsid w:val="00247160"/>
    <w:rsid w:val="00247949"/>
    <w:rsid w:val="00247D01"/>
    <w:rsid w:val="0025030F"/>
    <w:rsid w:val="00255E47"/>
    <w:rsid w:val="002619EC"/>
    <w:rsid w:val="00261A5B"/>
    <w:rsid w:val="00262AE4"/>
    <w:rsid w:val="00262E5B"/>
    <w:rsid w:val="0026385B"/>
    <w:rsid w:val="00265289"/>
    <w:rsid w:val="00266F38"/>
    <w:rsid w:val="00272BAA"/>
    <w:rsid w:val="00276AFE"/>
    <w:rsid w:val="00277393"/>
    <w:rsid w:val="002821CE"/>
    <w:rsid w:val="00282D3A"/>
    <w:rsid w:val="00287A86"/>
    <w:rsid w:val="002924B8"/>
    <w:rsid w:val="00293CFD"/>
    <w:rsid w:val="002A125E"/>
    <w:rsid w:val="002A3B57"/>
    <w:rsid w:val="002A4521"/>
    <w:rsid w:val="002A530C"/>
    <w:rsid w:val="002A5F8F"/>
    <w:rsid w:val="002A7410"/>
    <w:rsid w:val="002A75B1"/>
    <w:rsid w:val="002B1CBD"/>
    <w:rsid w:val="002B4BD4"/>
    <w:rsid w:val="002B76DF"/>
    <w:rsid w:val="002C04EE"/>
    <w:rsid w:val="002C1E7C"/>
    <w:rsid w:val="002C31BF"/>
    <w:rsid w:val="002C391B"/>
    <w:rsid w:val="002C4521"/>
    <w:rsid w:val="002C5F8A"/>
    <w:rsid w:val="002C7825"/>
    <w:rsid w:val="002D5D95"/>
    <w:rsid w:val="002D5F95"/>
    <w:rsid w:val="002D6136"/>
    <w:rsid w:val="002D7FD6"/>
    <w:rsid w:val="002E0CD7"/>
    <w:rsid w:val="002E0CFB"/>
    <w:rsid w:val="002E232C"/>
    <w:rsid w:val="002E5B61"/>
    <w:rsid w:val="002E5C7B"/>
    <w:rsid w:val="002E5F48"/>
    <w:rsid w:val="002F26D3"/>
    <w:rsid w:val="002F4333"/>
    <w:rsid w:val="002F6BCE"/>
    <w:rsid w:val="003038E0"/>
    <w:rsid w:val="0030398B"/>
    <w:rsid w:val="003057BB"/>
    <w:rsid w:val="00307641"/>
    <w:rsid w:val="003119CD"/>
    <w:rsid w:val="00311F11"/>
    <w:rsid w:val="00316901"/>
    <w:rsid w:val="00320C3D"/>
    <w:rsid w:val="00322069"/>
    <w:rsid w:val="00327047"/>
    <w:rsid w:val="00327EEF"/>
    <w:rsid w:val="0033239F"/>
    <w:rsid w:val="00333290"/>
    <w:rsid w:val="00333C1C"/>
    <w:rsid w:val="0034274B"/>
    <w:rsid w:val="00345CC8"/>
    <w:rsid w:val="003468DC"/>
    <w:rsid w:val="0034719F"/>
    <w:rsid w:val="00350A35"/>
    <w:rsid w:val="00353AEB"/>
    <w:rsid w:val="0035410B"/>
    <w:rsid w:val="0035501E"/>
    <w:rsid w:val="0035531B"/>
    <w:rsid w:val="00355D2A"/>
    <w:rsid w:val="0035601E"/>
    <w:rsid w:val="003571D8"/>
    <w:rsid w:val="00357BC6"/>
    <w:rsid w:val="00360597"/>
    <w:rsid w:val="00361422"/>
    <w:rsid w:val="003616E0"/>
    <w:rsid w:val="00361A66"/>
    <w:rsid w:val="0036288F"/>
    <w:rsid w:val="00365144"/>
    <w:rsid w:val="0036607A"/>
    <w:rsid w:val="003703E9"/>
    <w:rsid w:val="003717A3"/>
    <w:rsid w:val="003742CB"/>
    <w:rsid w:val="0037545D"/>
    <w:rsid w:val="00375A27"/>
    <w:rsid w:val="003771EB"/>
    <w:rsid w:val="00381130"/>
    <w:rsid w:val="00381452"/>
    <w:rsid w:val="00381906"/>
    <w:rsid w:val="00381BF9"/>
    <w:rsid w:val="00381C5C"/>
    <w:rsid w:val="0038545D"/>
    <w:rsid w:val="00385C59"/>
    <w:rsid w:val="00386FF1"/>
    <w:rsid w:val="00390E38"/>
    <w:rsid w:val="00391931"/>
    <w:rsid w:val="0039216C"/>
    <w:rsid w:val="00392730"/>
    <w:rsid w:val="00392EB6"/>
    <w:rsid w:val="00394D03"/>
    <w:rsid w:val="003956C6"/>
    <w:rsid w:val="003A2C23"/>
    <w:rsid w:val="003A4513"/>
    <w:rsid w:val="003A52AD"/>
    <w:rsid w:val="003A681E"/>
    <w:rsid w:val="003B0F0D"/>
    <w:rsid w:val="003B1926"/>
    <w:rsid w:val="003B1CA7"/>
    <w:rsid w:val="003B4FCF"/>
    <w:rsid w:val="003B7D0F"/>
    <w:rsid w:val="003C332B"/>
    <w:rsid w:val="003C33F2"/>
    <w:rsid w:val="003C74ED"/>
    <w:rsid w:val="003D0CF7"/>
    <w:rsid w:val="003D55A0"/>
    <w:rsid w:val="003D6153"/>
    <w:rsid w:val="003D6AF9"/>
    <w:rsid w:val="003D756E"/>
    <w:rsid w:val="003E09E4"/>
    <w:rsid w:val="003E2395"/>
    <w:rsid w:val="003E3CE3"/>
    <w:rsid w:val="003E420D"/>
    <w:rsid w:val="003E4C13"/>
    <w:rsid w:val="003E67D1"/>
    <w:rsid w:val="003E79F5"/>
    <w:rsid w:val="003F1536"/>
    <w:rsid w:val="003F2228"/>
    <w:rsid w:val="003F2937"/>
    <w:rsid w:val="003F2D92"/>
    <w:rsid w:val="003F4C40"/>
    <w:rsid w:val="003F62FB"/>
    <w:rsid w:val="004018E3"/>
    <w:rsid w:val="00402C52"/>
    <w:rsid w:val="0040393E"/>
    <w:rsid w:val="00403C99"/>
    <w:rsid w:val="00404BA2"/>
    <w:rsid w:val="00404EB5"/>
    <w:rsid w:val="0040542C"/>
    <w:rsid w:val="0040621A"/>
    <w:rsid w:val="00406512"/>
    <w:rsid w:val="00406B77"/>
    <w:rsid w:val="004078F3"/>
    <w:rsid w:val="00410B6A"/>
    <w:rsid w:val="00411BFD"/>
    <w:rsid w:val="004137A8"/>
    <w:rsid w:val="00413AE6"/>
    <w:rsid w:val="00413F39"/>
    <w:rsid w:val="0042061D"/>
    <w:rsid w:val="00424DB1"/>
    <w:rsid w:val="00427794"/>
    <w:rsid w:val="004343DB"/>
    <w:rsid w:val="004354CE"/>
    <w:rsid w:val="004373BF"/>
    <w:rsid w:val="004407F0"/>
    <w:rsid w:val="00440F7E"/>
    <w:rsid w:val="004423DC"/>
    <w:rsid w:val="00443D15"/>
    <w:rsid w:val="00444B2A"/>
    <w:rsid w:val="00446757"/>
    <w:rsid w:val="00446954"/>
    <w:rsid w:val="00450F07"/>
    <w:rsid w:val="00452F69"/>
    <w:rsid w:val="00453CD3"/>
    <w:rsid w:val="00454716"/>
    <w:rsid w:val="00454BB9"/>
    <w:rsid w:val="00454F7F"/>
    <w:rsid w:val="00457346"/>
    <w:rsid w:val="00460660"/>
    <w:rsid w:val="004628BC"/>
    <w:rsid w:val="0046348D"/>
    <w:rsid w:val="00464BA9"/>
    <w:rsid w:val="00465FDD"/>
    <w:rsid w:val="00470647"/>
    <w:rsid w:val="00474F4D"/>
    <w:rsid w:val="00483969"/>
    <w:rsid w:val="00486107"/>
    <w:rsid w:val="00486C5E"/>
    <w:rsid w:val="0048759A"/>
    <w:rsid w:val="00490228"/>
    <w:rsid w:val="00491827"/>
    <w:rsid w:val="00491EC0"/>
    <w:rsid w:val="0049400F"/>
    <w:rsid w:val="004944E4"/>
    <w:rsid w:val="004A74A6"/>
    <w:rsid w:val="004B0AE4"/>
    <w:rsid w:val="004B319E"/>
    <w:rsid w:val="004B34E9"/>
    <w:rsid w:val="004B3824"/>
    <w:rsid w:val="004B6E4A"/>
    <w:rsid w:val="004C06AD"/>
    <w:rsid w:val="004C4399"/>
    <w:rsid w:val="004C7419"/>
    <w:rsid w:val="004C787C"/>
    <w:rsid w:val="004C7A75"/>
    <w:rsid w:val="004C7BE5"/>
    <w:rsid w:val="004D010F"/>
    <w:rsid w:val="004D0B6D"/>
    <w:rsid w:val="004D2F4C"/>
    <w:rsid w:val="004D3392"/>
    <w:rsid w:val="004D5285"/>
    <w:rsid w:val="004D743F"/>
    <w:rsid w:val="004E170C"/>
    <w:rsid w:val="004E285D"/>
    <w:rsid w:val="004E7A1F"/>
    <w:rsid w:val="004F1D17"/>
    <w:rsid w:val="004F3EEF"/>
    <w:rsid w:val="004F4597"/>
    <w:rsid w:val="004F4B9B"/>
    <w:rsid w:val="004F6DC5"/>
    <w:rsid w:val="00501B32"/>
    <w:rsid w:val="0050445F"/>
    <w:rsid w:val="0050666E"/>
    <w:rsid w:val="005071D8"/>
    <w:rsid w:val="005072B4"/>
    <w:rsid w:val="0051049A"/>
    <w:rsid w:val="0051122E"/>
    <w:rsid w:val="00511AB9"/>
    <w:rsid w:val="005166E0"/>
    <w:rsid w:val="00520F57"/>
    <w:rsid w:val="005210B3"/>
    <w:rsid w:val="00523096"/>
    <w:rsid w:val="00523BB5"/>
    <w:rsid w:val="00523BDA"/>
    <w:rsid w:val="00523EA7"/>
    <w:rsid w:val="00532C21"/>
    <w:rsid w:val="0053550F"/>
    <w:rsid w:val="00537086"/>
    <w:rsid w:val="005406EB"/>
    <w:rsid w:val="00540C01"/>
    <w:rsid w:val="005434A6"/>
    <w:rsid w:val="00543F07"/>
    <w:rsid w:val="0054609D"/>
    <w:rsid w:val="00546192"/>
    <w:rsid w:val="00553375"/>
    <w:rsid w:val="005543C6"/>
    <w:rsid w:val="00554BFB"/>
    <w:rsid w:val="00555884"/>
    <w:rsid w:val="0056019F"/>
    <w:rsid w:val="00561931"/>
    <w:rsid w:val="00561A0E"/>
    <w:rsid w:val="0056360F"/>
    <w:rsid w:val="00564169"/>
    <w:rsid w:val="005645F8"/>
    <w:rsid w:val="00564BCA"/>
    <w:rsid w:val="00564DDD"/>
    <w:rsid w:val="00565CE5"/>
    <w:rsid w:val="00571DE2"/>
    <w:rsid w:val="00572B6C"/>
    <w:rsid w:val="00572F04"/>
    <w:rsid w:val="00572F11"/>
    <w:rsid w:val="005736B7"/>
    <w:rsid w:val="00573F86"/>
    <w:rsid w:val="0057465D"/>
    <w:rsid w:val="00575E5A"/>
    <w:rsid w:val="0057765F"/>
    <w:rsid w:val="00577A3C"/>
    <w:rsid w:val="00577C2A"/>
    <w:rsid w:val="00580245"/>
    <w:rsid w:val="0058678B"/>
    <w:rsid w:val="0058793D"/>
    <w:rsid w:val="00592BFB"/>
    <w:rsid w:val="00596E4E"/>
    <w:rsid w:val="0059798D"/>
    <w:rsid w:val="005A092D"/>
    <w:rsid w:val="005A1F44"/>
    <w:rsid w:val="005A3D2F"/>
    <w:rsid w:val="005A45D1"/>
    <w:rsid w:val="005A595A"/>
    <w:rsid w:val="005B12CD"/>
    <w:rsid w:val="005B222D"/>
    <w:rsid w:val="005B400C"/>
    <w:rsid w:val="005B4CE8"/>
    <w:rsid w:val="005B4EC0"/>
    <w:rsid w:val="005B6DDE"/>
    <w:rsid w:val="005B73B8"/>
    <w:rsid w:val="005C1A97"/>
    <w:rsid w:val="005C3CAC"/>
    <w:rsid w:val="005D3964"/>
    <w:rsid w:val="005D3C39"/>
    <w:rsid w:val="005D5049"/>
    <w:rsid w:val="005E0759"/>
    <w:rsid w:val="005E339F"/>
    <w:rsid w:val="005E6218"/>
    <w:rsid w:val="005F1BC7"/>
    <w:rsid w:val="005F1E2E"/>
    <w:rsid w:val="005F326D"/>
    <w:rsid w:val="005F3295"/>
    <w:rsid w:val="00600F67"/>
    <w:rsid w:val="0060115D"/>
    <w:rsid w:val="006014F5"/>
    <w:rsid w:val="00601A8C"/>
    <w:rsid w:val="00607C86"/>
    <w:rsid w:val="0061068E"/>
    <w:rsid w:val="006115D3"/>
    <w:rsid w:val="006152BD"/>
    <w:rsid w:val="00617041"/>
    <w:rsid w:val="0062045C"/>
    <w:rsid w:val="00624EB2"/>
    <w:rsid w:val="0062669A"/>
    <w:rsid w:val="0062741F"/>
    <w:rsid w:val="00627A39"/>
    <w:rsid w:val="00631633"/>
    <w:rsid w:val="00631EAA"/>
    <w:rsid w:val="00634A88"/>
    <w:rsid w:val="00640ADF"/>
    <w:rsid w:val="00640B30"/>
    <w:rsid w:val="00644460"/>
    <w:rsid w:val="00646382"/>
    <w:rsid w:val="00647BE3"/>
    <w:rsid w:val="00650C7D"/>
    <w:rsid w:val="00651926"/>
    <w:rsid w:val="00652EFD"/>
    <w:rsid w:val="00655749"/>
    <w:rsid w:val="00655976"/>
    <w:rsid w:val="0065610E"/>
    <w:rsid w:val="00660AD3"/>
    <w:rsid w:val="00664669"/>
    <w:rsid w:val="00665BDC"/>
    <w:rsid w:val="00673F7D"/>
    <w:rsid w:val="00674099"/>
    <w:rsid w:val="006749AD"/>
    <w:rsid w:val="006776B6"/>
    <w:rsid w:val="00680D0C"/>
    <w:rsid w:val="006848EB"/>
    <w:rsid w:val="00684D33"/>
    <w:rsid w:val="00693150"/>
    <w:rsid w:val="00694E3D"/>
    <w:rsid w:val="006A070D"/>
    <w:rsid w:val="006A14D0"/>
    <w:rsid w:val="006A2B6B"/>
    <w:rsid w:val="006A5271"/>
    <w:rsid w:val="006A540D"/>
    <w:rsid w:val="006A5570"/>
    <w:rsid w:val="006A689C"/>
    <w:rsid w:val="006B0B03"/>
    <w:rsid w:val="006B3D79"/>
    <w:rsid w:val="006B510E"/>
    <w:rsid w:val="006B6FE4"/>
    <w:rsid w:val="006C0453"/>
    <w:rsid w:val="006C15B5"/>
    <w:rsid w:val="006C21E8"/>
    <w:rsid w:val="006C2343"/>
    <w:rsid w:val="006C442A"/>
    <w:rsid w:val="006C4639"/>
    <w:rsid w:val="006D0F12"/>
    <w:rsid w:val="006D4252"/>
    <w:rsid w:val="006D4528"/>
    <w:rsid w:val="006D5C5A"/>
    <w:rsid w:val="006E0578"/>
    <w:rsid w:val="006E314D"/>
    <w:rsid w:val="006E5405"/>
    <w:rsid w:val="006E6C80"/>
    <w:rsid w:val="006E750A"/>
    <w:rsid w:val="006F439C"/>
    <w:rsid w:val="006F6B09"/>
    <w:rsid w:val="0070255F"/>
    <w:rsid w:val="007029B1"/>
    <w:rsid w:val="007038DC"/>
    <w:rsid w:val="007049CA"/>
    <w:rsid w:val="00704C59"/>
    <w:rsid w:val="00706808"/>
    <w:rsid w:val="00706B12"/>
    <w:rsid w:val="00706F4C"/>
    <w:rsid w:val="0070752A"/>
    <w:rsid w:val="00710723"/>
    <w:rsid w:val="0071080E"/>
    <w:rsid w:val="00711119"/>
    <w:rsid w:val="007134F3"/>
    <w:rsid w:val="00717D97"/>
    <w:rsid w:val="007232D0"/>
    <w:rsid w:val="00723ED1"/>
    <w:rsid w:val="007250A8"/>
    <w:rsid w:val="007255EF"/>
    <w:rsid w:val="00726461"/>
    <w:rsid w:val="0073461B"/>
    <w:rsid w:val="007356BD"/>
    <w:rsid w:val="00735D3B"/>
    <w:rsid w:val="00740AF5"/>
    <w:rsid w:val="00741294"/>
    <w:rsid w:val="00741502"/>
    <w:rsid w:val="00742336"/>
    <w:rsid w:val="00743525"/>
    <w:rsid w:val="00744F6A"/>
    <w:rsid w:val="00745555"/>
    <w:rsid w:val="00752D15"/>
    <w:rsid w:val="00753E85"/>
    <w:rsid w:val="007541A2"/>
    <w:rsid w:val="00755818"/>
    <w:rsid w:val="00755E2F"/>
    <w:rsid w:val="00756C39"/>
    <w:rsid w:val="007611BB"/>
    <w:rsid w:val="0076241C"/>
    <w:rsid w:val="0076286B"/>
    <w:rsid w:val="00763B51"/>
    <w:rsid w:val="00766846"/>
    <w:rsid w:val="00766F4A"/>
    <w:rsid w:val="0076790E"/>
    <w:rsid w:val="00770F67"/>
    <w:rsid w:val="0077382B"/>
    <w:rsid w:val="00773DC0"/>
    <w:rsid w:val="00774789"/>
    <w:rsid w:val="0077673A"/>
    <w:rsid w:val="00776C7C"/>
    <w:rsid w:val="0077793E"/>
    <w:rsid w:val="00783412"/>
    <w:rsid w:val="0078405F"/>
    <w:rsid w:val="007846E1"/>
    <w:rsid w:val="007847D6"/>
    <w:rsid w:val="00784FD0"/>
    <w:rsid w:val="0078774D"/>
    <w:rsid w:val="007969A5"/>
    <w:rsid w:val="00796DC1"/>
    <w:rsid w:val="007A2107"/>
    <w:rsid w:val="007A3B81"/>
    <w:rsid w:val="007A4E44"/>
    <w:rsid w:val="007A5172"/>
    <w:rsid w:val="007A5918"/>
    <w:rsid w:val="007A67A0"/>
    <w:rsid w:val="007A68BE"/>
    <w:rsid w:val="007B3284"/>
    <w:rsid w:val="007B570C"/>
    <w:rsid w:val="007C6F69"/>
    <w:rsid w:val="007D448E"/>
    <w:rsid w:val="007D50DB"/>
    <w:rsid w:val="007D5A8D"/>
    <w:rsid w:val="007D63FC"/>
    <w:rsid w:val="007E2234"/>
    <w:rsid w:val="007E4A6E"/>
    <w:rsid w:val="007E4C6F"/>
    <w:rsid w:val="007E6155"/>
    <w:rsid w:val="007F15CE"/>
    <w:rsid w:val="007F32DD"/>
    <w:rsid w:val="007F3581"/>
    <w:rsid w:val="007F4F8F"/>
    <w:rsid w:val="007F56A7"/>
    <w:rsid w:val="00800851"/>
    <w:rsid w:val="008018EB"/>
    <w:rsid w:val="00803601"/>
    <w:rsid w:val="00804D39"/>
    <w:rsid w:val="0080737F"/>
    <w:rsid w:val="00807B16"/>
    <w:rsid w:val="00807DD0"/>
    <w:rsid w:val="0081311F"/>
    <w:rsid w:val="00814D08"/>
    <w:rsid w:val="0081521C"/>
    <w:rsid w:val="00815683"/>
    <w:rsid w:val="00815980"/>
    <w:rsid w:val="00815C1B"/>
    <w:rsid w:val="00821D01"/>
    <w:rsid w:val="00822B88"/>
    <w:rsid w:val="00825FAA"/>
    <w:rsid w:val="00826B7B"/>
    <w:rsid w:val="008301A0"/>
    <w:rsid w:val="00831DE9"/>
    <w:rsid w:val="00833899"/>
    <w:rsid w:val="00841C40"/>
    <w:rsid w:val="008458EB"/>
    <w:rsid w:val="00845C50"/>
    <w:rsid w:val="00846789"/>
    <w:rsid w:val="00847393"/>
    <w:rsid w:val="008703E9"/>
    <w:rsid w:val="00872044"/>
    <w:rsid w:val="0087262B"/>
    <w:rsid w:val="008759A1"/>
    <w:rsid w:val="00876D73"/>
    <w:rsid w:val="008840A9"/>
    <w:rsid w:val="00884275"/>
    <w:rsid w:val="00887F36"/>
    <w:rsid w:val="0089103D"/>
    <w:rsid w:val="00894F55"/>
    <w:rsid w:val="008961F7"/>
    <w:rsid w:val="008A1B78"/>
    <w:rsid w:val="008A3568"/>
    <w:rsid w:val="008A731A"/>
    <w:rsid w:val="008B2021"/>
    <w:rsid w:val="008B3DB2"/>
    <w:rsid w:val="008B49EA"/>
    <w:rsid w:val="008B4CEC"/>
    <w:rsid w:val="008B60F5"/>
    <w:rsid w:val="008B7E94"/>
    <w:rsid w:val="008C0335"/>
    <w:rsid w:val="008C50F3"/>
    <w:rsid w:val="008C65BC"/>
    <w:rsid w:val="008C73C5"/>
    <w:rsid w:val="008C7EFE"/>
    <w:rsid w:val="008D03B9"/>
    <w:rsid w:val="008D2612"/>
    <w:rsid w:val="008D30C7"/>
    <w:rsid w:val="008D552B"/>
    <w:rsid w:val="008D692E"/>
    <w:rsid w:val="008D7636"/>
    <w:rsid w:val="008E0535"/>
    <w:rsid w:val="008E1138"/>
    <w:rsid w:val="008E2E07"/>
    <w:rsid w:val="008E3B01"/>
    <w:rsid w:val="008E5DB4"/>
    <w:rsid w:val="008E6427"/>
    <w:rsid w:val="008F18D6"/>
    <w:rsid w:val="008F2C9B"/>
    <w:rsid w:val="008F3265"/>
    <w:rsid w:val="008F4391"/>
    <w:rsid w:val="008F797B"/>
    <w:rsid w:val="00904780"/>
    <w:rsid w:val="0090635B"/>
    <w:rsid w:val="009119DE"/>
    <w:rsid w:val="009133EE"/>
    <w:rsid w:val="00920DEB"/>
    <w:rsid w:val="00922385"/>
    <w:rsid w:val="009223DF"/>
    <w:rsid w:val="009232BE"/>
    <w:rsid w:val="00930B79"/>
    <w:rsid w:val="00931F53"/>
    <w:rsid w:val="00936091"/>
    <w:rsid w:val="00940D8A"/>
    <w:rsid w:val="00941491"/>
    <w:rsid w:val="00950B4E"/>
    <w:rsid w:val="00954D67"/>
    <w:rsid w:val="009621CD"/>
    <w:rsid w:val="00962258"/>
    <w:rsid w:val="00962DF1"/>
    <w:rsid w:val="0096400F"/>
    <w:rsid w:val="00964860"/>
    <w:rsid w:val="009678B7"/>
    <w:rsid w:val="009841BD"/>
    <w:rsid w:val="00984632"/>
    <w:rsid w:val="0098782E"/>
    <w:rsid w:val="009913A2"/>
    <w:rsid w:val="00992D9C"/>
    <w:rsid w:val="00994508"/>
    <w:rsid w:val="009959F2"/>
    <w:rsid w:val="00996CB8"/>
    <w:rsid w:val="009A27BB"/>
    <w:rsid w:val="009B20BC"/>
    <w:rsid w:val="009B2E97"/>
    <w:rsid w:val="009B5146"/>
    <w:rsid w:val="009B733B"/>
    <w:rsid w:val="009B7BA9"/>
    <w:rsid w:val="009C0F4D"/>
    <w:rsid w:val="009C2A00"/>
    <w:rsid w:val="009C418E"/>
    <w:rsid w:val="009C442C"/>
    <w:rsid w:val="009C7832"/>
    <w:rsid w:val="009C79AB"/>
    <w:rsid w:val="009D20A1"/>
    <w:rsid w:val="009D28A5"/>
    <w:rsid w:val="009D768C"/>
    <w:rsid w:val="009E003E"/>
    <w:rsid w:val="009E07F4"/>
    <w:rsid w:val="009E08EE"/>
    <w:rsid w:val="009E1482"/>
    <w:rsid w:val="009E1AEE"/>
    <w:rsid w:val="009E4DA1"/>
    <w:rsid w:val="009E67BF"/>
    <w:rsid w:val="009E7479"/>
    <w:rsid w:val="009E75F2"/>
    <w:rsid w:val="009F309B"/>
    <w:rsid w:val="009F392E"/>
    <w:rsid w:val="009F53C5"/>
    <w:rsid w:val="009F6CA3"/>
    <w:rsid w:val="00A0209B"/>
    <w:rsid w:val="00A020CC"/>
    <w:rsid w:val="00A066DE"/>
    <w:rsid w:val="00A0740E"/>
    <w:rsid w:val="00A07C15"/>
    <w:rsid w:val="00A10963"/>
    <w:rsid w:val="00A12463"/>
    <w:rsid w:val="00A13A01"/>
    <w:rsid w:val="00A13A90"/>
    <w:rsid w:val="00A13F95"/>
    <w:rsid w:val="00A15641"/>
    <w:rsid w:val="00A206B1"/>
    <w:rsid w:val="00A20BBB"/>
    <w:rsid w:val="00A235D9"/>
    <w:rsid w:val="00A32F3B"/>
    <w:rsid w:val="00A3491B"/>
    <w:rsid w:val="00A34C92"/>
    <w:rsid w:val="00A373A7"/>
    <w:rsid w:val="00A4050F"/>
    <w:rsid w:val="00A40C1B"/>
    <w:rsid w:val="00A4169A"/>
    <w:rsid w:val="00A43668"/>
    <w:rsid w:val="00A50641"/>
    <w:rsid w:val="00A51062"/>
    <w:rsid w:val="00A51BE9"/>
    <w:rsid w:val="00A530BF"/>
    <w:rsid w:val="00A55030"/>
    <w:rsid w:val="00A56A4F"/>
    <w:rsid w:val="00A56DEC"/>
    <w:rsid w:val="00A61157"/>
    <w:rsid w:val="00A6177B"/>
    <w:rsid w:val="00A619D2"/>
    <w:rsid w:val="00A626D2"/>
    <w:rsid w:val="00A64237"/>
    <w:rsid w:val="00A66136"/>
    <w:rsid w:val="00A6718D"/>
    <w:rsid w:val="00A71189"/>
    <w:rsid w:val="00A7364A"/>
    <w:rsid w:val="00A74991"/>
    <w:rsid w:val="00A74B4D"/>
    <w:rsid w:val="00A74DCC"/>
    <w:rsid w:val="00A74FFB"/>
    <w:rsid w:val="00A7506D"/>
    <w:rsid w:val="00A753ED"/>
    <w:rsid w:val="00A77512"/>
    <w:rsid w:val="00A85121"/>
    <w:rsid w:val="00A92C1D"/>
    <w:rsid w:val="00A92DA5"/>
    <w:rsid w:val="00A94C2F"/>
    <w:rsid w:val="00A95C0A"/>
    <w:rsid w:val="00A978C8"/>
    <w:rsid w:val="00AA2B89"/>
    <w:rsid w:val="00AA3E17"/>
    <w:rsid w:val="00AA4782"/>
    <w:rsid w:val="00AA4CBB"/>
    <w:rsid w:val="00AA4EEF"/>
    <w:rsid w:val="00AA65FA"/>
    <w:rsid w:val="00AA7351"/>
    <w:rsid w:val="00AB0788"/>
    <w:rsid w:val="00AB1063"/>
    <w:rsid w:val="00AB12DF"/>
    <w:rsid w:val="00AB439B"/>
    <w:rsid w:val="00AB4CB7"/>
    <w:rsid w:val="00AC07D3"/>
    <w:rsid w:val="00AD056F"/>
    <w:rsid w:val="00AD0C7B"/>
    <w:rsid w:val="00AD1771"/>
    <w:rsid w:val="00AD1786"/>
    <w:rsid w:val="00AD3565"/>
    <w:rsid w:val="00AD41CF"/>
    <w:rsid w:val="00AD5871"/>
    <w:rsid w:val="00AD5F1A"/>
    <w:rsid w:val="00AD61BD"/>
    <w:rsid w:val="00AD6731"/>
    <w:rsid w:val="00AD792A"/>
    <w:rsid w:val="00AE16EF"/>
    <w:rsid w:val="00AE1D4A"/>
    <w:rsid w:val="00AE3BB4"/>
    <w:rsid w:val="00AE3E21"/>
    <w:rsid w:val="00AF32F5"/>
    <w:rsid w:val="00B008D5"/>
    <w:rsid w:val="00B02F73"/>
    <w:rsid w:val="00B035B6"/>
    <w:rsid w:val="00B0619F"/>
    <w:rsid w:val="00B13A26"/>
    <w:rsid w:val="00B15D0D"/>
    <w:rsid w:val="00B22106"/>
    <w:rsid w:val="00B2309B"/>
    <w:rsid w:val="00B2468E"/>
    <w:rsid w:val="00B33ABD"/>
    <w:rsid w:val="00B34CA4"/>
    <w:rsid w:val="00B361A8"/>
    <w:rsid w:val="00B3763B"/>
    <w:rsid w:val="00B411E9"/>
    <w:rsid w:val="00B41518"/>
    <w:rsid w:val="00B429CF"/>
    <w:rsid w:val="00B448FF"/>
    <w:rsid w:val="00B51E0F"/>
    <w:rsid w:val="00B51EB0"/>
    <w:rsid w:val="00B52A86"/>
    <w:rsid w:val="00B5431A"/>
    <w:rsid w:val="00B60046"/>
    <w:rsid w:val="00B60CE2"/>
    <w:rsid w:val="00B61530"/>
    <w:rsid w:val="00B625EC"/>
    <w:rsid w:val="00B6308F"/>
    <w:rsid w:val="00B6371E"/>
    <w:rsid w:val="00B63B88"/>
    <w:rsid w:val="00B63D71"/>
    <w:rsid w:val="00B6436B"/>
    <w:rsid w:val="00B645BC"/>
    <w:rsid w:val="00B66203"/>
    <w:rsid w:val="00B70267"/>
    <w:rsid w:val="00B70DB8"/>
    <w:rsid w:val="00B71897"/>
    <w:rsid w:val="00B7330D"/>
    <w:rsid w:val="00B734ED"/>
    <w:rsid w:val="00B747F3"/>
    <w:rsid w:val="00B75EE1"/>
    <w:rsid w:val="00B77110"/>
    <w:rsid w:val="00B77481"/>
    <w:rsid w:val="00B77C6D"/>
    <w:rsid w:val="00B80E53"/>
    <w:rsid w:val="00B818F8"/>
    <w:rsid w:val="00B82A36"/>
    <w:rsid w:val="00B82CA4"/>
    <w:rsid w:val="00B83FB3"/>
    <w:rsid w:val="00B8518B"/>
    <w:rsid w:val="00B86106"/>
    <w:rsid w:val="00B86A4E"/>
    <w:rsid w:val="00B93DEB"/>
    <w:rsid w:val="00B96AA0"/>
    <w:rsid w:val="00B97CC3"/>
    <w:rsid w:val="00BB217F"/>
    <w:rsid w:val="00BB4AF2"/>
    <w:rsid w:val="00BB5FF6"/>
    <w:rsid w:val="00BB7489"/>
    <w:rsid w:val="00BC06C4"/>
    <w:rsid w:val="00BC2201"/>
    <w:rsid w:val="00BC3CDD"/>
    <w:rsid w:val="00BC4CE7"/>
    <w:rsid w:val="00BC6455"/>
    <w:rsid w:val="00BC663E"/>
    <w:rsid w:val="00BC6D2B"/>
    <w:rsid w:val="00BD2F67"/>
    <w:rsid w:val="00BD5A0E"/>
    <w:rsid w:val="00BD764F"/>
    <w:rsid w:val="00BD7E91"/>
    <w:rsid w:val="00BD7F0D"/>
    <w:rsid w:val="00BE0FD0"/>
    <w:rsid w:val="00BE49F4"/>
    <w:rsid w:val="00BE7C78"/>
    <w:rsid w:val="00BF6640"/>
    <w:rsid w:val="00BF6AF2"/>
    <w:rsid w:val="00C02D0A"/>
    <w:rsid w:val="00C02EB5"/>
    <w:rsid w:val="00C03A6E"/>
    <w:rsid w:val="00C04825"/>
    <w:rsid w:val="00C13DB3"/>
    <w:rsid w:val="00C14FA1"/>
    <w:rsid w:val="00C166A8"/>
    <w:rsid w:val="00C21BEB"/>
    <w:rsid w:val="00C226C0"/>
    <w:rsid w:val="00C235B9"/>
    <w:rsid w:val="00C2457D"/>
    <w:rsid w:val="00C26B03"/>
    <w:rsid w:val="00C313BF"/>
    <w:rsid w:val="00C31E65"/>
    <w:rsid w:val="00C33938"/>
    <w:rsid w:val="00C33CA6"/>
    <w:rsid w:val="00C35E33"/>
    <w:rsid w:val="00C40B25"/>
    <w:rsid w:val="00C413CB"/>
    <w:rsid w:val="00C429F0"/>
    <w:rsid w:val="00C42FE6"/>
    <w:rsid w:val="00C44F6A"/>
    <w:rsid w:val="00C460C6"/>
    <w:rsid w:val="00C524D1"/>
    <w:rsid w:val="00C55B48"/>
    <w:rsid w:val="00C57268"/>
    <w:rsid w:val="00C60753"/>
    <w:rsid w:val="00C60A4C"/>
    <w:rsid w:val="00C6198E"/>
    <w:rsid w:val="00C6287F"/>
    <w:rsid w:val="00C6654F"/>
    <w:rsid w:val="00C6720B"/>
    <w:rsid w:val="00C708EA"/>
    <w:rsid w:val="00C7216F"/>
    <w:rsid w:val="00C75802"/>
    <w:rsid w:val="00C776E5"/>
    <w:rsid w:val="00C778A5"/>
    <w:rsid w:val="00C81CEF"/>
    <w:rsid w:val="00C82396"/>
    <w:rsid w:val="00C82E4F"/>
    <w:rsid w:val="00C949BB"/>
    <w:rsid w:val="00C95162"/>
    <w:rsid w:val="00C95863"/>
    <w:rsid w:val="00CA2B5E"/>
    <w:rsid w:val="00CA69CC"/>
    <w:rsid w:val="00CB00D4"/>
    <w:rsid w:val="00CB020E"/>
    <w:rsid w:val="00CB140F"/>
    <w:rsid w:val="00CB2B9A"/>
    <w:rsid w:val="00CB3151"/>
    <w:rsid w:val="00CB34EF"/>
    <w:rsid w:val="00CB51FD"/>
    <w:rsid w:val="00CB535A"/>
    <w:rsid w:val="00CB65CD"/>
    <w:rsid w:val="00CB6A37"/>
    <w:rsid w:val="00CB6C73"/>
    <w:rsid w:val="00CB7684"/>
    <w:rsid w:val="00CC0356"/>
    <w:rsid w:val="00CC0738"/>
    <w:rsid w:val="00CC1295"/>
    <w:rsid w:val="00CC16CC"/>
    <w:rsid w:val="00CC28DC"/>
    <w:rsid w:val="00CC413F"/>
    <w:rsid w:val="00CC4380"/>
    <w:rsid w:val="00CC46FC"/>
    <w:rsid w:val="00CC4ED6"/>
    <w:rsid w:val="00CC712D"/>
    <w:rsid w:val="00CC7C8F"/>
    <w:rsid w:val="00CD1C73"/>
    <w:rsid w:val="00CD1FC4"/>
    <w:rsid w:val="00CE22D6"/>
    <w:rsid w:val="00CE6722"/>
    <w:rsid w:val="00CE7DE6"/>
    <w:rsid w:val="00CF06BF"/>
    <w:rsid w:val="00CF0EBF"/>
    <w:rsid w:val="00CF39CC"/>
    <w:rsid w:val="00CF4237"/>
    <w:rsid w:val="00D01AF3"/>
    <w:rsid w:val="00D034A0"/>
    <w:rsid w:val="00D0734F"/>
    <w:rsid w:val="00D10973"/>
    <w:rsid w:val="00D10A2D"/>
    <w:rsid w:val="00D119CB"/>
    <w:rsid w:val="00D129D5"/>
    <w:rsid w:val="00D139AC"/>
    <w:rsid w:val="00D145E1"/>
    <w:rsid w:val="00D2074A"/>
    <w:rsid w:val="00D21061"/>
    <w:rsid w:val="00D21732"/>
    <w:rsid w:val="00D22913"/>
    <w:rsid w:val="00D25FC2"/>
    <w:rsid w:val="00D30099"/>
    <w:rsid w:val="00D3128F"/>
    <w:rsid w:val="00D34384"/>
    <w:rsid w:val="00D37B14"/>
    <w:rsid w:val="00D4108E"/>
    <w:rsid w:val="00D474A0"/>
    <w:rsid w:val="00D51DF4"/>
    <w:rsid w:val="00D526CD"/>
    <w:rsid w:val="00D57BFB"/>
    <w:rsid w:val="00D605F5"/>
    <w:rsid w:val="00D6163D"/>
    <w:rsid w:val="00D6259C"/>
    <w:rsid w:val="00D6390B"/>
    <w:rsid w:val="00D70AEA"/>
    <w:rsid w:val="00D72866"/>
    <w:rsid w:val="00D7399D"/>
    <w:rsid w:val="00D774E6"/>
    <w:rsid w:val="00D80A5C"/>
    <w:rsid w:val="00D831A3"/>
    <w:rsid w:val="00D8413B"/>
    <w:rsid w:val="00D8531E"/>
    <w:rsid w:val="00D8716A"/>
    <w:rsid w:val="00D922EA"/>
    <w:rsid w:val="00D9575F"/>
    <w:rsid w:val="00D97BE3"/>
    <w:rsid w:val="00DA3711"/>
    <w:rsid w:val="00DA5214"/>
    <w:rsid w:val="00DB4342"/>
    <w:rsid w:val="00DB619A"/>
    <w:rsid w:val="00DC0205"/>
    <w:rsid w:val="00DC126F"/>
    <w:rsid w:val="00DC5F09"/>
    <w:rsid w:val="00DD0F5A"/>
    <w:rsid w:val="00DD46F3"/>
    <w:rsid w:val="00DD475E"/>
    <w:rsid w:val="00DE0267"/>
    <w:rsid w:val="00DE28EE"/>
    <w:rsid w:val="00DE51A5"/>
    <w:rsid w:val="00DE56F2"/>
    <w:rsid w:val="00DE62CE"/>
    <w:rsid w:val="00DE696C"/>
    <w:rsid w:val="00DE6A35"/>
    <w:rsid w:val="00DE72BC"/>
    <w:rsid w:val="00DE7EB3"/>
    <w:rsid w:val="00DF116D"/>
    <w:rsid w:val="00DF176D"/>
    <w:rsid w:val="00DF3C9B"/>
    <w:rsid w:val="00DF78B9"/>
    <w:rsid w:val="00E009D2"/>
    <w:rsid w:val="00E01EA1"/>
    <w:rsid w:val="00E02518"/>
    <w:rsid w:val="00E03672"/>
    <w:rsid w:val="00E0719D"/>
    <w:rsid w:val="00E1127C"/>
    <w:rsid w:val="00E11311"/>
    <w:rsid w:val="00E16FF7"/>
    <w:rsid w:val="00E17AFD"/>
    <w:rsid w:val="00E22C30"/>
    <w:rsid w:val="00E2407A"/>
    <w:rsid w:val="00E2553F"/>
    <w:rsid w:val="00E265A4"/>
    <w:rsid w:val="00E26D68"/>
    <w:rsid w:val="00E348EF"/>
    <w:rsid w:val="00E37C46"/>
    <w:rsid w:val="00E4366B"/>
    <w:rsid w:val="00E437B0"/>
    <w:rsid w:val="00E44045"/>
    <w:rsid w:val="00E44DD4"/>
    <w:rsid w:val="00E4520D"/>
    <w:rsid w:val="00E534CF"/>
    <w:rsid w:val="00E618C4"/>
    <w:rsid w:val="00E645E3"/>
    <w:rsid w:val="00E66D98"/>
    <w:rsid w:val="00E7218A"/>
    <w:rsid w:val="00E722F7"/>
    <w:rsid w:val="00E74618"/>
    <w:rsid w:val="00E8128B"/>
    <w:rsid w:val="00E82883"/>
    <w:rsid w:val="00E83DF2"/>
    <w:rsid w:val="00E83F2C"/>
    <w:rsid w:val="00E878EE"/>
    <w:rsid w:val="00E95FC3"/>
    <w:rsid w:val="00E9608E"/>
    <w:rsid w:val="00EA08FE"/>
    <w:rsid w:val="00EA148D"/>
    <w:rsid w:val="00EA6EC7"/>
    <w:rsid w:val="00EB0647"/>
    <w:rsid w:val="00EB104F"/>
    <w:rsid w:val="00EB138E"/>
    <w:rsid w:val="00EB282B"/>
    <w:rsid w:val="00EB46E5"/>
    <w:rsid w:val="00EB5D4D"/>
    <w:rsid w:val="00EB6882"/>
    <w:rsid w:val="00EC10AE"/>
    <w:rsid w:val="00EC11EE"/>
    <w:rsid w:val="00EC24BB"/>
    <w:rsid w:val="00ED0703"/>
    <w:rsid w:val="00ED116C"/>
    <w:rsid w:val="00ED14BD"/>
    <w:rsid w:val="00ED1E83"/>
    <w:rsid w:val="00ED34EC"/>
    <w:rsid w:val="00ED50F3"/>
    <w:rsid w:val="00ED6360"/>
    <w:rsid w:val="00EE2244"/>
    <w:rsid w:val="00EE3C5F"/>
    <w:rsid w:val="00EE4459"/>
    <w:rsid w:val="00EE6D9D"/>
    <w:rsid w:val="00EE7882"/>
    <w:rsid w:val="00EF09E5"/>
    <w:rsid w:val="00EF1941"/>
    <w:rsid w:val="00EF347E"/>
    <w:rsid w:val="00EF360F"/>
    <w:rsid w:val="00EF4F18"/>
    <w:rsid w:val="00EF55E3"/>
    <w:rsid w:val="00EF6C64"/>
    <w:rsid w:val="00F016C7"/>
    <w:rsid w:val="00F03BEC"/>
    <w:rsid w:val="00F03DA2"/>
    <w:rsid w:val="00F05F76"/>
    <w:rsid w:val="00F05FCA"/>
    <w:rsid w:val="00F063DF"/>
    <w:rsid w:val="00F12DEC"/>
    <w:rsid w:val="00F13F18"/>
    <w:rsid w:val="00F1561C"/>
    <w:rsid w:val="00F1715C"/>
    <w:rsid w:val="00F178E1"/>
    <w:rsid w:val="00F17C45"/>
    <w:rsid w:val="00F17E8A"/>
    <w:rsid w:val="00F20453"/>
    <w:rsid w:val="00F2092F"/>
    <w:rsid w:val="00F21DD2"/>
    <w:rsid w:val="00F310F8"/>
    <w:rsid w:val="00F34816"/>
    <w:rsid w:val="00F348C0"/>
    <w:rsid w:val="00F35939"/>
    <w:rsid w:val="00F37E62"/>
    <w:rsid w:val="00F40F8F"/>
    <w:rsid w:val="00F4147D"/>
    <w:rsid w:val="00F45607"/>
    <w:rsid w:val="00F46000"/>
    <w:rsid w:val="00F467E5"/>
    <w:rsid w:val="00F4722B"/>
    <w:rsid w:val="00F50A69"/>
    <w:rsid w:val="00F54432"/>
    <w:rsid w:val="00F55F1D"/>
    <w:rsid w:val="00F56830"/>
    <w:rsid w:val="00F569C6"/>
    <w:rsid w:val="00F659EB"/>
    <w:rsid w:val="00F6610C"/>
    <w:rsid w:val="00F666BB"/>
    <w:rsid w:val="00F6699E"/>
    <w:rsid w:val="00F765A8"/>
    <w:rsid w:val="00F85ADF"/>
    <w:rsid w:val="00F86BA6"/>
    <w:rsid w:val="00F875E9"/>
    <w:rsid w:val="00F87E77"/>
    <w:rsid w:val="00F93E20"/>
    <w:rsid w:val="00F96701"/>
    <w:rsid w:val="00FB3994"/>
    <w:rsid w:val="00FB5BAA"/>
    <w:rsid w:val="00FB6342"/>
    <w:rsid w:val="00FB6AE4"/>
    <w:rsid w:val="00FB6F6A"/>
    <w:rsid w:val="00FC39CE"/>
    <w:rsid w:val="00FC59E2"/>
    <w:rsid w:val="00FC6389"/>
    <w:rsid w:val="00FC653A"/>
    <w:rsid w:val="00FC757D"/>
    <w:rsid w:val="00FD0669"/>
    <w:rsid w:val="00FD76E4"/>
    <w:rsid w:val="00FD7B5E"/>
    <w:rsid w:val="00FE0CF2"/>
    <w:rsid w:val="00FE4333"/>
    <w:rsid w:val="00FE56B5"/>
    <w:rsid w:val="00FE6AEC"/>
    <w:rsid w:val="00FF2A62"/>
    <w:rsid w:val="00FF41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45D1"/>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320C3D"/>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30398B"/>
  </w:style>
  <w:style w:type="character" w:customStyle="1" w:styleId="Tun">
    <w:name w:val="_Tučně"/>
    <w:basedOn w:val="Standardnpsmoodstavce"/>
    <w:qFormat/>
    <w:rsid w:val="005B4CE8"/>
    <w:rPr>
      <w:b/>
    </w:rPr>
  </w:style>
  <w:style w:type="paragraph" w:customStyle="1" w:styleId="Odrka1-4">
    <w:name w:val="_Odrážka_1-4_•"/>
    <w:basedOn w:val="Odrka1-1"/>
    <w:qFormat/>
    <w:rsid w:val="005B4CE8"/>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5B4CE8"/>
    <w:pPr>
      <w:tabs>
        <w:tab w:val="clear" w:pos="2041"/>
        <w:tab w:val="num" w:pos="2325"/>
      </w:tabs>
      <w:spacing w:after="40"/>
      <w:ind w:left="2325" w:hanging="284"/>
    </w:pPr>
  </w:style>
  <w:style w:type="paragraph" w:customStyle="1" w:styleId="Odstavec1-4a">
    <w:name w:val="_Odstavec_1-4_(a)"/>
    <w:basedOn w:val="Odstavec1-1a"/>
    <w:qFormat/>
    <w:rsid w:val="005B4CE8"/>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5B4CE8"/>
    <w:pPr>
      <w:numPr>
        <w:numId w:val="0"/>
      </w:numPr>
      <w:tabs>
        <w:tab w:val="num" w:pos="2381"/>
      </w:tabs>
      <w:spacing w:after="80"/>
      <w:ind w:left="2381" w:hanging="340"/>
    </w:pPr>
    <w:rPr>
      <w:rFonts w:ascii="Verdana" w:hAnsi="Verdana"/>
    </w:rPr>
  </w:style>
  <w:style w:type="paragraph" w:customStyle="1" w:styleId="TPText-4odrka">
    <w:name w:val="TP_Text-4_• odrážka"/>
    <w:basedOn w:val="Normln"/>
    <w:qFormat/>
    <w:rsid w:val="000B079A"/>
    <w:pPr>
      <w:numPr>
        <w:numId w:val="37"/>
      </w:numPr>
      <w:spacing w:before="40" w:after="0" w:line="240" w:lineRule="auto"/>
      <w:ind w:left="2721" w:hanging="340"/>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4B4196-8E0C-4B8C-BFB4-2296932744C0}">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B698AEA-E52B-4219-A1F4-C9E3B77869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Template>
  <TotalTime>55</TotalTime>
  <Pages>1</Pages>
  <Words>20781</Words>
  <Characters>122608</Characters>
  <Application>Microsoft Office Word</Application>
  <DocSecurity>0</DocSecurity>
  <Lines>1021</Lines>
  <Paragraphs>286</Paragraphs>
  <ScaleCrop>false</ScaleCrop>
  <HeadingPairs>
    <vt:vector size="8" baseType="variant">
      <vt:variant>
        <vt:lpstr>Název</vt:lpstr>
      </vt:variant>
      <vt:variant>
        <vt:i4>1</vt:i4>
      </vt:variant>
      <vt:variant>
        <vt:lpstr>Nadpisy</vt:lpstr>
      </vt:variant>
      <vt:variant>
        <vt:i4>16</vt:i4>
      </vt:variant>
      <vt:variant>
        <vt:lpstr>Title</vt:lpstr>
      </vt:variant>
      <vt:variant>
        <vt:i4>1</vt:i4>
      </vt:variant>
      <vt:variant>
        <vt:lpstr>Headings</vt:lpstr>
      </vt:variant>
      <vt:variant>
        <vt:i4>3</vt:i4>
      </vt:variant>
    </vt:vector>
  </HeadingPairs>
  <TitlesOfParts>
    <vt:vector size="21" baseType="lpstr">
      <vt:lpstr/>
      <vt:lpstr>ÚVODNÍ USTANOVENÍ</vt:lpstr>
      <vt:lpstr>IDENTIFIKAČNÍ ÚDAJE ZADAVATELE</vt:lpstr>
      <vt:lpstr>KOMUNIKACE MEZI ZADAVATELEM a DODAVATELEM </vt:lpstr>
      <vt:lpstr>ÚČEL a PŘEDMĚT PLNĚNÍ VEŘEJNÉ ZAKÁZKY</vt:lpstr>
      <vt:lpstr>ZDROJE FINANCOVÁNÍ a PŘEDPOKLÁDANÁ HODNOTA VEŘEJNÉ ZAKÁZKY</vt:lpstr>
      <vt:lpstr>OBSAH ZADÁVACÍ DOKUMENTACE </vt:lpstr>
      <vt:lpstr>VYSVĚTLENÍ, ZMĚNY a DOPLNĚNÍ ZADÁVACÍ DOKUMENTACE </vt:lpstr>
      <vt:lpstr>POŽADAVKY ZADAVATELE NA KVALIFIKACI</vt:lpstr>
      <vt:lpstr>DALŠÍ INFORMACE/DOKUMENTY PŘEDKLÁDANÉ DODAVATELEM v NABÍDCE</vt:lpstr>
      <vt:lpstr>JAZYK NABÍDEK A KOMUNIKAČNÍ JAZYK</vt:lpstr>
      <vt:lpstr>OBSAH a PODÁVÁNÍ NABÍDEK</vt:lpstr>
      <vt:lpstr>POŽADAVKY NA ZPRACOVÁNÍ NABÍDKOVÉ CENY </vt:lpstr>
      <vt:lpstr>VARIANTY NABÍDKY</vt:lpstr>
      <vt:lpstr>OTEVÍRÁNÍ NABÍDEK </vt:lpstr>
      <vt:lpstr>POSOUZENÍ SPLNĚNÍ PODMÍNEK ÚČASTI</vt:lpstr>
      <vt:lpstr>HODNOCENÍ NABÍDEK</vt:lpstr>
      <vt:lpstr/>
      <vt:lpstr>Titulek 1. úrovně </vt:lpstr>
      <vt:lpstr>    Titulek 2. úrovně</vt:lpstr>
      <vt:lpstr>        Titulek 3. úrovně</vt:lpstr>
    </vt:vector>
  </TitlesOfParts>
  <Company>SŽDC s.o.</Company>
  <LinksUpToDate>false</LinksUpToDate>
  <CharactersWithSpaces>143103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Šedová Jana, Ing.</cp:lastModifiedBy>
  <cp:revision>62</cp:revision>
  <cp:lastPrinted>2024-03-11T13:26:00Z</cp:lastPrinted>
  <dcterms:created xsi:type="dcterms:W3CDTF">2024-02-23T08:27:00Z</dcterms:created>
  <dcterms:modified xsi:type="dcterms:W3CDTF">2024-03-11T13:26:00Z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