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98101" w14:textId="53A090FB" w:rsidR="00667F3C" w:rsidRPr="00667F3C" w:rsidRDefault="004554EE" w:rsidP="00C03E3F">
      <w:pPr>
        <w:rPr>
          <w:lang w:eastAsia="cs-CZ"/>
        </w:rPr>
      </w:pPr>
      <w:bookmarkStart w:id="0" w:name="_GoBack"/>
      <w:bookmarkEnd w:id="0"/>
      <w:r>
        <w:rPr>
          <w:lang w:eastAsia="cs-CZ"/>
        </w:rPr>
        <w:t xml:space="preserve">Příloha č. </w:t>
      </w:r>
      <w:r w:rsidR="000A5E4C">
        <w:rPr>
          <w:lang w:eastAsia="cs-CZ"/>
        </w:rPr>
        <w:t>5</w:t>
      </w:r>
      <w:r w:rsidR="004C060C">
        <w:rPr>
          <w:lang w:eastAsia="cs-CZ"/>
        </w:rPr>
        <w:t xml:space="preserve"> Výzvy k podání nabídek</w:t>
      </w:r>
      <w:r w:rsidR="001A5B07">
        <w:rPr>
          <w:lang w:eastAsia="cs-CZ"/>
        </w:rPr>
        <w:t xml:space="preserve"> č. j. </w:t>
      </w:r>
      <w:r w:rsidR="002C4DD1">
        <w:rPr>
          <w:lang w:eastAsia="cs-CZ"/>
        </w:rPr>
        <w:t>13647</w:t>
      </w:r>
      <w:r w:rsidR="00715C35">
        <w:rPr>
          <w:lang w:eastAsia="cs-CZ"/>
        </w:rPr>
        <w:t>/202</w:t>
      </w:r>
      <w:r w:rsidR="00A9231C">
        <w:rPr>
          <w:lang w:eastAsia="cs-CZ"/>
        </w:rPr>
        <w:t>4</w:t>
      </w:r>
      <w:r w:rsidR="00715C35">
        <w:rPr>
          <w:lang w:eastAsia="cs-CZ"/>
        </w:rPr>
        <w:t>-SŽ-GŘ-O8</w:t>
      </w:r>
    </w:p>
    <w:p w14:paraId="4A0EEBD9" w14:textId="029F3D61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 xml:space="preserve">technickou kvalifikaci ve formě </w:t>
      </w:r>
      <w:r w:rsidR="009C1E6A">
        <w:rPr>
          <w:rFonts w:eastAsia="Times New Roman"/>
        </w:rPr>
        <w:t>Seznam</w:t>
      </w:r>
      <w:r w:rsidR="004C060C">
        <w:rPr>
          <w:rFonts w:eastAsia="Times New Roman"/>
        </w:rPr>
        <w:t>u</w:t>
      </w:r>
      <w:r w:rsidR="009C1E6A">
        <w:rPr>
          <w:rFonts w:eastAsia="Times New Roman"/>
        </w:rPr>
        <w:t xml:space="preserve"> významných dodávek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51E6D376" w:rsidR="00493B1B" w:rsidRPr="001E2490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3817E838" w14:textId="1F4B2D63" w:rsidR="00493B1B" w:rsidRPr="001E2490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083477CD" w14:textId="2218E870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5FE4A393" w14:textId="3099D061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17DBDBDA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“Dynamický nákupní systém na dodávky komodit</w:t>
      </w:r>
      <w:r w:rsidR="00CE7C6B">
        <w:rPr>
          <w:rFonts w:eastAsia="Times New Roman" w:cs="Times New Roman"/>
          <w:b/>
          <w:lang w:eastAsia="cs-CZ"/>
        </w:rPr>
        <w:t xml:space="preserve"> IT pro resort MD ČR </w:t>
      </w:r>
      <w:r w:rsidR="00CE7C6B" w:rsidRPr="002C4DD1">
        <w:rPr>
          <w:rFonts w:eastAsia="Times New Roman" w:cs="Times New Roman"/>
          <w:b/>
          <w:lang w:eastAsia="cs-CZ"/>
        </w:rPr>
        <w:t xml:space="preserve">– </w:t>
      </w:r>
      <w:r w:rsidR="00DC06BF" w:rsidRPr="002C4DD1">
        <w:rPr>
          <w:rFonts w:eastAsia="Times New Roman" w:cs="Times New Roman"/>
          <w:b/>
          <w:lang w:eastAsia="cs-CZ"/>
        </w:rPr>
        <w:t>3</w:t>
      </w:r>
      <w:r w:rsidR="00A9231C" w:rsidRPr="002C4DD1">
        <w:rPr>
          <w:rFonts w:eastAsia="Times New Roman" w:cs="Times New Roman"/>
          <w:b/>
          <w:lang w:eastAsia="cs-CZ"/>
        </w:rPr>
        <w:t>7</w:t>
      </w:r>
      <w:r w:rsidR="002A16B1" w:rsidRPr="002C4DD1">
        <w:rPr>
          <w:rFonts w:eastAsia="Times New Roman" w:cs="Times New Roman"/>
          <w:b/>
          <w:lang w:eastAsia="cs-CZ"/>
        </w:rPr>
        <w:t>. kolo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C4C4C">
        <w:rPr>
          <w:rFonts w:eastAsia="Times New Roman" w:cs="Times New Roman"/>
          <w:lang w:eastAsia="cs-CZ"/>
        </w:rPr>
        <w:t xml:space="preserve">č.j. </w:t>
      </w:r>
      <w:r w:rsidR="002C4DD1">
        <w:rPr>
          <w:rFonts w:eastAsia="Times New Roman" w:cs="Times New Roman"/>
          <w:lang w:eastAsia="cs-CZ"/>
        </w:rPr>
        <w:t>13647</w:t>
      </w:r>
      <w:r w:rsidR="002A16B1" w:rsidRPr="004C4C4C">
        <w:rPr>
          <w:rFonts w:eastAsia="Times New Roman" w:cs="Times New Roman"/>
          <w:lang w:eastAsia="cs-CZ"/>
        </w:rPr>
        <w:t>/202</w:t>
      </w:r>
      <w:r w:rsidR="00A9231C">
        <w:rPr>
          <w:rFonts w:eastAsia="Times New Roman" w:cs="Times New Roman"/>
          <w:lang w:eastAsia="cs-CZ"/>
        </w:rPr>
        <w:t>4</w:t>
      </w:r>
      <w:r w:rsidR="002A16B1" w:rsidRPr="004C4C4C">
        <w:rPr>
          <w:rFonts w:eastAsia="Times New Roman" w:cs="Times New Roman"/>
          <w:lang w:eastAsia="cs-CZ"/>
        </w:rPr>
        <w:t>-SŽ-GŘ-O8</w:t>
      </w:r>
      <w:r w:rsidR="004C060C">
        <w:rPr>
          <w:rFonts w:eastAsia="Times New Roman" w:cs="Times New Roman"/>
          <w:lang w:eastAsia="cs-CZ"/>
        </w:rPr>
        <w:t xml:space="preserve"> </w:t>
      </w:r>
      <w:r w:rsidRPr="00D63C50">
        <w:rPr>
          <w:lang w:eastAsia="cs-CZ"/>
        </w:rPr>
        <w:t xml:space="preserve">tímto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301F088C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</w:t>
      </w:r>
      <w:r w:rsidR="00071382">
        <w:rPr>
          <w:szCs w:val="22"/>
          <w:lang w:eastAsia="cs-CZ"/>
        </w:rPr>
        <w:t>výběrového</w:t>
      </w:r>
      <w:r w:rsidR="00071382" w:rsidRPr="009C1E6A">
        <w:rPr>
          <w:szCs w:val="22"/>
          <w:lang w:eastAsia="cs-CZ"/>
        </w:rPr>
        <w:t xml:space="preserve"> </w:t>
      </w:r>
      <w:r w:rsidRPr="009C1E6A">
        <w:rPr>
          <w:szCs w:val="22"/>
          <w:lang w:eastAsia="cs-CZ"/>
        </w:rPr>
        <w:t xml:space="preserve">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</w:t>
      </w:r>
      <w:r w:rsidR="00544FB0">
        <w:rPr>
          <w:szCs w:val="22"/>
          <w:lang w:eastAsia="cs-CZ"/>
        </w:rPr>
        <w:t xml:space="preserve"> (</w:t>
      </w:r>
      <w:r w:rsidR="002B49A1">
        <w:rPr>
          <w:szCs w:val="22"/>
          <w:lang w:eastAsia="cs-CZ"/>
        </w:rPr>
        <w:t>v</w:t>
      </w:r>
      <w:r w:rsidR="00544FB0" w:rsidRPr="00544FB0">
        <w:rPr>
          <w:szCs w:val="22"/>
          <w:lang w:eastAsia="cs-CZ"/>
        </w:rPr>
        <w:t>ýše uvedené podmínky splňuje jak účastník, tak každý člen jeho statutárního orgánu</w:t>
      </w:r>
      <w:r w:rsidR="002B49A1">
        <w:rPr>
          <w:szCs w:val="22"/>
          <w:lang w:eastAsia="cs-CZ"/>
        </w:rPr>
        <w:t>)</w:t>
      </w:r>
      <w:r w:rsidRPr="009C1E6A">
        <w:rPr>
          <w:szCs w:val="22"/>
          <w:lang w:eastAsia="cs-CZ"/>
        </w:rPr>
        <w:t>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4FCA28CA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198B9B89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</w:t>
      </w:r>
      <w:r w:rsidR="00500935">
        <w:rPr>
          <w:szCs w:val="22"/>
          <w:lang w:eastAsia="cs-CZ"/>
        </w:rPr>
        <w:t>,</w:t>
      </w:r>
      <w:r w:rsidR="002E4F41">
        <w:rPr>
          <w:szCs w:val="22"/>
          <w:lang w:eastAsia="cs-CZ"/>
        </w:rPr>
        <w:t xml:space="preserve"> </w:t>
      </w:r>
      <w:r w:rsidR="00500935">
        <w:rPr>
          <w:szCs w:val="22"/>
          <w:lang w:eastAsia="cs-CZ"/>
        </w:rPr>
        <w:t xml:space="preserve">a </w:t>
      </w:r>
      <w:r w:rsidR="002E4F41">
        <w:rPr>
          <w:szCs w:val="22"/>
          <w:lang w:eastAsia="cs-CZ"/>
        </w:rPr>
        <w:t>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0193ED27" w:rsidR="00493B1B" w:rsidRDefault="00493B1B" w:rsidP="00C03E3F">
      <w:pPr>
        <w:rPr>
          <w:lang w:eastAsia="cs-CZ"/>
        </w:rPr>
      </w:pP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1A41A99A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V </w:t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  <w:r w:rsidR="002C4DD1">
        <w:rPr>
          <w:highlight w:val="green"/>
          <w:lang w:eastAsia="cs-CZ"/>
        </w:rPr>
        <w:t xml:space="preserve"> </w:t>
      </w:r>
      <w:r w:rsidRPr="00493B1B">
        <w:rPr>
          <w:lang w:eastAsia="cs-CZ"/>
        </w:rPr>
        <w:t xml:space="preserve">dne </w:t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FEF35E" w14:textId="77777777" w:rsidR="005C1EF7" w:rsidRDefault="005C1EF7" w:rsidP="00962258">
      <w:pPr>
        <w:spacing w:after="0" w:line="240" w:lineRule="auto"/>
      </w:pPr>
      <w:r>
        <w:separator/>
      </w:r>
    </w:p>
  </w:endnote>
  <w:endnote w:type="continuationSeparator" w:id="0">
    <w:p w14:paraId="6DE3CFC0" w14:textId="77777777" w:rsidR="005C1EF7" w:rsidRDefault="005C1EF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098AB58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C8D09F" w14:textId="77777777" w:rsidR="005C1EF7" w:rsidRDefault="005C1EF7" w:rsidP="00962258">
      <w:pPr>
        <w:spacing w:after="0" w:line="240" w:lineRule="auto"/>
      </w:pPr>
      <w:r>
        <w:separator/>
      </w:r>
    </w:p>
  </w:footnote>
  <w:footnote w:type="continuationSeparator" w:id="0">
    <w:p w14:paraId="15273F3F" w14:textId="77777777" w:rsidR="005C1EF7" w:rsidRDefault="005C1EF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A6E"/>
    <w:rsid w:val="00001B0B"/>
    <w:rsid w:val="00001D8A"/>
    <w:rsid w:val="000049D3"/>
    <w:rsid w:val="00031D98"/>
    <w:rsid w:val="000600AA"/>
    <w:rsid w:val="00071382"/>
    <w:rsid w:val="00072C1E"/>
    <w:rsid w:val="000A5E4C"/>
    <w:rsid w:val="000E23A7"/>
    <w:rsid w:val="000F24AE"/>
    <w:rsid w:val="000F7843"/>
    <w:rsid w:val="0010371C"/>
    <w:rsid w:val="0010693F"/>
    <w:rsid w:val="001120F8"/>
    <w:rsid w:val="0011325A"/>
    <w:rsid w:val="00114472"/>
    <w:rsid w:val="00145B36"/>
    <w:rsid w:val="00146B11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C788A"/>
    <w:rsid w:val="001D196F"/>
    <w:rsid w:val="001D4B34"/>
    <w:rsid w:val="001E2490"/>
    <w:rsid w:val="001E2E4B"/>
    <w:rsid w:val="001E69EB"/>
    <w:rsid w:val="001F2918"/>
    <w:rsid w:val="001F2EE4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B0463"/>
    <w:rsid w:val="002B1D1A"/>
    <w:rsid w:val="002B49A1"/>
    <w:rsid w:val="002C31BF"/>
    <w:rsid w:val="002C4DD1"/>
    <w:rsid w:val="002D08B1"/>
    <w:rsid w:val="002E0CD7"/>
    <w:rsid w:val="002E4F41"/>
    <w:rsid w:val="002E68AA"/>
    <w:rsid w:val="002F17CD"/>
    <w:rsid w:val="0031331F"/>
    <w:rsid w:val="003149E1"/>
    <w:rsid w:val="00321A0D"/>
    <w:rsid w:val="0033071A"/>
    <w:rsid w:val="003316CE"/>
    <w:rsid w:val="003400B8"/>
    <w:rsid w:val="00341DCF"/>
    <w:rsid w:val="00343BFE"/>
    <w:rsid w:val="0034565F"/>
    <w:rsid w:val="00357BC6"/>
    <w:rsid w:val="00366DBE"/>
    <w:rsid w:val="003956C6"/>
    <w:rsid w:val="003B39EC"/>
    <w:rsid w:val="00417226"/>
    <w:rsid w:val="0043366A"/>
    <w:rsid w:val="00441430"/>
    <w:rsid w:val="00442330"/>
    <w:rsid w:val="00450F07"/>
    <w:rsid w:val="00453CD3"/>
    <w:rsid w:val="004554EE"/>
    <w:rsid w:val="00460660"/>
    <w:rsid w:val="004730CC"/>
    <w:rsid w:val="00477DF1"/>
    <w:rsid w:val="004800E7"/>
    <w:rsid w:val="00481540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2C20"/>
    <w:rsid w:val="00523EA7"/>
    <w:rsid w:val="00540ED0"/>
    <w:rsid w:val="005413E6"/>
    <w:rsid w:val="00544FB0"/>
    <w:rsid w:val="00553375"/>
    <w:rsid w:val="0056164B"/>
    <w:rsid w:val="00563560"/>
    <w:rsid w:val="005736B7"/>
    <w:rsid w:val="00575E5A"/>
    <w:rsid w:val="0059091C"/>
    <w:rsid w:val="0059099B"/>
    <w:rsid w:val="005A2948"/>
    <w:rsid w:val="005C171D"/>
    <w:rsid w:val="005C1EF7"/>
    <w:rsid w:val="005C678C"/>
    <w:rsid w:val="005C7C04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93085"/>
    <w:rsid w:val="006A5570"/>
    <w:rsid w:val="006A61AE"/>
    <w:rsid w:val="006A689C"/>
    <w:rsid w:val="006B0B4A"/>
    <w:rsid w:val="006B3D79"/>
    <w:rsid w:val="006B7DD5"/>
    <w:rsid w:val="006D7AFE"/>
    <w:rsid w:val="006E0578"/>
    <w:rsid w:val="006E314D"/>
    <w:rsid w:val="006F478E"/>
    <w:rsid w:val="00710723"/>
    <w:rsid w:val="00712A17"/>
    <w:rsid w:val="00715C35"/>
    <w:rsid w:val="00723ED1"/>
    <w:rsid w:val="00743525"/>
    <w:rsid w:val="00744796"/>
    <w:rsid w:val="00754116"/>
    <w:rsid w:val="0076286B"/>
    <w:rsid w:val="00766846"/>
    <w:rsid w:val="0077673A"/>
    <w:rsid w:val="007846E1"/>
    <w:rsid w:val="00794DEB"/>
    <w:rsid w:val="007B570C"/>
    <w:rsid w:val="007C589B"/>
    <w:rsid w:val="007E1230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E7E"/>
    <w:rsid w:val="00895406"/>
    <w:rsid w:val="008A3568"/>
    <w:rsid w:val="008B06EF"/>
    <w:rsid w:val="008B264A"/>
    <w:rsid w:val="008C04DC"/>
    <w:rsid w:val="008D03B9"/>
    <w:rsid w:val="008E32E3"/>
    <w:rsid w:val="008F18D6"/>
    <w:rsid w:val="008F547C"/>
    <w:rsid w:val="008F6780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33E1"/>
    <w:rsid w:val="00992D9C"/>
    <w:rsid w:val="00996CB8"/>
    <w:rsid w:val="009B14A9"/>
    <w:rsid w:val="009B2E97"/>
    <w:rsid w:val="009C146B"/>
    <w:rsid w:val="009C1E6A"/>
    <w:rsid w:val="009D3EEE"/>
    <w:rsid w:val="009E07F4"/>
    <w:rsid w:val="009F392E"/>
    <w:rsid w:val="00A05F05"/>
    <w:rsid w:val="00A4154C"/>
    <w:rsid w:val="00A6177B"/>
    <w:rsid w:val="00A66136"/>
    <w:rsid w:val="00A72ACA"/>
    <w:rsid w:val="00A9231C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766A"/>
    <w:rsid w:val="00B04B98"/>
    <w:rsid w:val="00B15D0D"/>
    <w:rsid w:val="00B16322"/>
    <w:rsid w:val="00B3655B"/>
    <w:rsid w:val="00B44CD1"/>
    <w:rsid w:val="00B46BCE"/>
    <w:rsid w:val="00B673D7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A0CCD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B3920"/>
    <w:rsid w:val="00DC06BF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1FB7"/>
    <w:rsid w:val="00ED22C6"/>
    <w:rsid w:val="00ED2ADB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29AF"/>
    <w:rsid w:val="00F84E38"/>
    <w:rsid w:val="00F86BA6"/>
    <w:rsid w:val="00FA68E7"/>
    <w:rsid w:val="00FB5697"/>
    <w:rsid w:val="00FC2480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1F2BCFE-3AE6-4291-9E92-B2CF21CC8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337</Words>
  <Characters>1989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Jirková Eliška, Mgr.</cp:lastModifiedBy>
  <cp:revision>10</cp:revision>
  <cp:lastPrinted>2024-03-11T09:41:00Z</cp:lastPrinted>
  <dcterms:created xsi:type="dcterms:W3CDTF">2023-08-21T13:01:00Z</dcterms:created>
  <dcterms:modified xsi:type="dcterms:W3CDTF">2024-03-11T09:42:00Z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