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638B1FD7" w:rsidR="00354C5C" w:rsidRDefault="00354C5C" w:rsidP="006E5C6C">
      <w:r w:rsidRPr="00003A92">
        <w:t xml:space="preserve">Příloha č. </w:t>
      </w:r>
      <w:r w:rsidR="00B87D91" w:rsidRPr="00003A92">
        <w:t>1</w:t>
      </w:r>
      <w:r w:rsidRPr="00003A92">
        <w:t xml:space="preserve"> Výzvy k podání nabídky</w:t>
      </w:r>
    </w:p>
    <w:p w14:paraId="6B516979" w14:textId="77777777" w:rsidR="006560CD" w:rsidRPr="00003A92" w:rsidRDefault="006560CD" w:rsidP="006E5C6C"/>
    <w:p w14:paraId="73BB0928" w14:textId="77777777" w:rsidR="0054295B" w:rsidRDefault="008B1A2C" w:rsidP="00B87D91">
      <w:pPr>
        <w:rPr>
          <w:b/>
          <w:color w:val="FF5200" w:themeColor="accent2"/>
          <w:sz w:val="36"/>
          <w:szCs w:val="36"/>
        </w:rPr>
      </w:pPr>
      <w:r w:rsidRPr="00003A92">
        <w:rPr>
          <w:b/>
          <w:color w:val="FF5200" w:themeColor="accent2"/>
          <w:sz w:val="36"/>
          <w:szCs w:val="36"/>
        </w:rPr>
        <w:t>Krycí list nabídky</w:t>
      </w:r>
      <w:r w:rsidR="0031280B" w:rsidRPr="00003A92">
        <w:rPr>
          <w:b/>
          <w:color w:val="FF5200" w:themeColor="accent2"/>
          <w:sz w:val="36"/>
          <w:szCs w:val="36"/>
        </w:rPr>
        <w:t xml:space="preserve"> k veřejné zakázce s</w:t>
      </w:r>
      <w:r w:rsidR="0054295B">
        <w:rPr>
          <w:b/>
          <w:color w:val="FF5200" w:themeColor="accent2"/>
          <w:sz w:val="36"/>
          <w:szCs w:val="36"/>
        </w:rPr>
        <w:t> </w:t>
      </w:r>
      <w:r w:rsidR="0031280B" w:rsidRPr="00003A92">
        <w:rPr>
          <w:b/>
          <w:color w:val="FF5200" w:themeColor="accent2"/>
          <w:sz w:val="36"/>
          <w:szCs w:val="36"/>
        </w:rPr>
        <w:t>názvem</w:t>
      </w:r>
      <w:r w:rsidR="0054295B">
        <w:rPr>
          <w:b/>
          <w:color w:val="FF5200" w:themeColor="accent2"/>
          <w:sz w:val="36"/>
          <w:szCs w:val="36"/>
        </w:rPr>
        <w:t>:</w:t>
      </w:r>
    </w:p>
    <w:p w14:paraId="523FE11F" w14:textId="2AE3F9AA" w:rsidR="008B1A2C" w:rsidRDefault="0031280B" w:rsidP="0054295B">
      <w:pPr>
        <w:jc w:val="left"/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003A92">
        <w:rPr>
          <w:b/>
          <w:color w:val="FF5200" w:themeColor="accent2"/>
          <w:sz w:val="36"/>
          <w:szCs w:val="36"/>
        </w:rPr>
        <w:t xml:space="preserve"> „</w:t>
      </w:r>
      <w:r w:rsidR="00003A92" w:rsidRPr="00003A92">
        <w:rPr>
          <w:b/>
          <w:color w:val="FF5200" w:themeColor="accent2"/>
          <w:sz w:val="36"/>
          <w:szCs w:val="36"/>
        </w:rPr>
        <w:t xml:space="preserve">Oprava napájecích zdrojů v obvodu SSZT Ústí </w:t>
      </w:r>
      <w:proofErr w:type="spellStart"/>
      <w:r w:rsidR="00003A92" w:rsidRPr="00003A92">
        <w:rPr>
          <w:b/>
          <w:color w:val="FF5200" w:themeColor="accent2"/>
          <w:sz w:val="36"/>
          <w:szCs w:val="36"/>
        </w:rPr>
        <w:t>n.L.</w:t>
      </w:r>
      <w:proofErr w:type="spellEnd"/>
      <w:r w:rsidR="00003A92" w:rsidRPr="00003A92">
        <w:rPr>
          <w:b/>
          <w:color w:val="FF5200" w:themeColor="accent2"/>
          <w:sz w:val="36"/>
          <w:szCs w:val="36"/>
        </w:rPr>
        <w:t xml:space="preserve"> 202</w:t>
      </w:r>
      <w:r w:rsidR="008D4513">
        <w:rPr>
          <w:b/>
          <w:color w:val="FF5200" w:themeColor="accent2"/>
          <w:sz w:val="36"/>
          <w:szCs w:val="36"/>
        </w:rPr>
        <w:t>4</w:t>
      </w:r>
      <w:r w:rsidRPr="00003A92">
        <w:rPr>
          <w:b/>
          <w:color w:val="FF5200" w:themeColor="accent2"/>
          <w:sz w:val="36"/>
          <w:szCs w:val="36"/>
        </w:rPr>
        <w:t>“</w:t>
      </w:r>
      <w:r w:rsidR="0054295B">
        <w:rPr>
          <w:b/>
          <w:color w:val="FF5200" w:themeColor="accent2"/>
          <w:sz w:val="36"/>
          <w:szCs w:val="36"/>
        </w:rPr>
        <w:t xml:space="preserve">, </w:t>
      </w:r>
      <w:r w:rsidR="000128D4" w:rsidRPr="00003A92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003A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r w:rsidR="00003A92" w:rsidRPr="00003A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4927/2024-SŽ-OŘ UNL-OVZ</w:t>
      </w:r>
      <w:r w:rsidR="000128D4" w:rsidRPr="00003A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(č.j. dokumentu </w:t>
      </w:r>
      <w:r w:rsidR="0031030C" w:rsidRPr="00003A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Výzvy</w:t>
      </w:r>
      <w:r w:rsidR="00E6656A" w:rsidRPr="00003A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k podání nabídky</w:t>
      </w:r>
      <w:r w:rsidR="000128D4" w:rsidRPr="00003A9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)</w:t>
      </w:r>
    </w:p>
    <w:p w14:paraId="1E18E016" w14:textId="3B595FEB" w:rsidR="00300B3B" w:rsidRDefault="00300B3B" w:rsidP="00B87D91">
      <w:pPr>
        <w:rPr>
          <w:b/>
          <w:color w:val="FF5200" w:themeColor="accent2"/>
          <w:sz w:val="36"/>
          <w:szCs w:val="36"/>
        </w:rPr>
      </w:pPr>
    </w:p>
    <w:p w14:paraId="6EC18F7D" w14:textId="77777777" w:rsidR="00300B3B" w:rsidRPr="00B87D91" w:rsidRDefault="00300B3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666E763" w14:textId="51170D54" w:rsidR="00300B3B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8810558" w:history="1">
            <w:r w:rsidR="00300B3B" w:rsidRPr="00CB567A">
              <w:rPr>
                <w:rStyle w:val="Hypertextovodkaz"/>
                <w:noProof/>
              </w:rPr>
              <w:t>Kapitola 1.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Základní údaje k nabídce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_Toc158810558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2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54C790D6" w14:textId="6872F3FE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59" w:history="1">
            <w:r w:rsidR="00300B3B" w:rsidRPr="00CB567A">
              <w:rPr>
                <w:rStyle w:val="Hypertextovodkaz"/>
                <w:noProof/>
              </w:rPr>
              <w:t>Kapitola 2.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Položkový rozpočet - Ceník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_Toc158810559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3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070C53B6" w14:textId="2DB88887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0" w:history="1">
            <w:r w:rsidR="00300B3B" w:rsidRPr="00CB567A">
              <w:rPr>
                <w:rStyle w:val="Hypertextovodkaz"/>
                <w:noProof/>
              </w:rPr>
              <w:t>Kapitola 3.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Čestné prohlášení o splnění základní způsobilosti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_Toc158810560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4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7EF42B28" w14:textId="17A08144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1" w:history="1">
            <w:r w:rsidR="00300B3B" w:rsidRPr="00CB567A">
              <w:rPr>
                <w:rStyle w:val="Hypertextovodkaz"/>
                <w:noProof/>
              </w:rPr>
              <w:t>Kapitola 4.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Čestné prohlášení účastníka o střetu zájmů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_Toc158810561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5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782886A7" w14:textId="3927F62A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2" w:history="1">
            <w:r w:rsidR="00300B3B" w:rsidRPr="00CB567A">
              <w:rPr>
                <w:rStyle w:val="Hypertextovodkaz"/>
                <w:noProof/>
              </w:rPr>
              <w:t>Kapitola 5.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Čestné prohlášení účastníka k neuzavření zakázaných dohod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_Toc158810562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6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45C2AEE0" w14:textId="29BD8F37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3" w:history="1">
            <w:r w:rsidR="00300B3B" w:rsidRPr="00CB567A">
              <w:rPr>
                <w:rStyle w:val="Hypertextovodkaz"/>
                <w:rFonts w:eastAsia="Times New Roman"/>
                <w:noProof/>
              </w:rPr>
              <w:t>Kapitola 6.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Čestné</w:t>
            </w:r>
            <w:r w:rsidR="00300B3B" w:rsidRPr="00CB567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300B3B">
              <w:rPr>
                <w:noProof/>
                <w:webHidden/>
              </w:rPr>
              <w:tab/>
            </w:r>
            <w:r w:rsidR="008D4513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_Toc158810563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7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58BBAB1A" w14:textId="4EBD1B18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4" w:history="1">
            <w:r w:rsidR="00300B3B" w:rsidRPr="00CB567A">
              <w:rPr>
                <w:rStyle w:val="Hypertextovodkaz"/>
                <w:noProof/>
              </w:rPr>
              <w:t>Kapitola 7.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Čestné prohlášení o splnění technické kvalifikace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_Toc158810564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8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329FFB95" w14:textId="2D5A4553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5" w:history="1">
            <w:r w:rsidR="00300B3B" w:rsidRPr="00CB567A">
              <w:rPr>
                <w:rStyle w:val="Hypertextovodkaz"/>
                <w:noProof/>
              </w:rPr>
              <w:t>Kapitola 8.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Seznam osob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_Toc158810565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9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3E8355A0" w14:textId="41B1B1E6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6" w:history="1">
            <w:r w:rsidR="00300B3B" w:rsidRPr="00CB567A">
              <w:rPr>
                <w:rStyle w:val="Hypertextovodkaz"/>
                <w:noProof/>
              </w:rPr>
              <w:t>Kapitola 9.</w:t>
            </w:r>
            <w:r w:rsidR="00300B3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300B3B" w:rsidRPr="00CB567A">
              <w:rPr>
                <w:rStyle w:val="Hypertextovodkaz"/>
                <w:noProof/>
              </w:rPr>
              <w:t>Čestné prohlášení o ekonomické kvalifikaci</w:t>
            </w:r>
            <w:r w:rsidR="00300B3B">
              <w:rPr>
                <w:noProof/>
                <w:webHidden/>
              </w:rPr>
              <w:tab/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_Toc158810566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10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4F78B470" w14:textId="2460261A" w:rsidR="00300B3B" w:rsidRDefault="00A40B2A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8810567" w:history="1">
            <w:r w:rsidR="00300B3B" w:rsidRPr="00CB567A">
              <w:rPr>
                <w:rStyle w:val="Hypertextovodkaz"/>
                <w:noProof/>
              </w:rPr>
              <w:t>Kapitola 10. Čestné</w:t>
            </w:r>
            <w:r w:rsidR="00300B3B" w:rsidRPr="00CB567A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300B3B">
              <w:rPr>
                <w:rStyle w:val="Hypertextovodkaz"/>
                <w:rFonts w:eastAsia="Times New Roman"/>
                <w:noProof/>
              </w:rPr>
              <w:t xml:space="preserve">………………………………………………………………… </w:t>
            </w:r>
            <w:r w:rsidR="00300B3B">
              <w:rPr>
                <w:noProof/>
                <w:webHidden/>
              </w:rPr>
              <w:fldChar w:fldCharType="begin"/>
            </w:r>
            <w:r w:rsidR="00300B3B">
              <w:rPr>
                <w:noProof/>
                <w:webHidden/>
              </w:rPr>
              <w:instrText xml:space="preserve"> PAGEREF _Toc158810567 \h </w:instrText>
            </w:r>
            <w:r w:rsidR="00300B3B">
              <w:rPr>
                <w:noProof/>
                <w:webHidden/>
              </w:rPr>
            </w:r>
            <w:r w:rsidR="00300B3B">
              <w:rPr>
                <w:noProof/>
                <w:webHidden/>
              </w:rPr>
              <w:fldChar w:fldCharType="separate"/>
            </w:r>
            <w:r w:rsidR="00300B3B">
              <w:rPr>
                <w:noProof/>
                <w:webHidden/>
              </w:rPr>
              <w:t>11</w:t>
            </w:r>
            <w:r w:rsidR="00300B3B">
              <w:rPr>
                <w:noProof/>
                <w:webHidden/>
              </w:rPr>
              <w:fldChar w:fldCharType="end"/>
            </w:r>
          </w:hyperlink>
        </w:p>
        <w:p w14:paraId="218BAFDF" w14:textId="32F3004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5881055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BD65197" w:rsidR="00A93A74" w:rsidRDefault="00A93A74" w:rsidP="00A134A1">
      <w:pPr>
        <w:spacing w:before="360"/>
      </w:pPr>
      <w:r>
        <w:t xml:space="preserve">Účastník prohlašuje, že veškeré údaje </w:t>
      </w:r>
      <w:r w:rsidRPr="00003A92">
        <w:t xml:space="preserve">uvedené v tomto krycím listu, který je přílohou č. </w:t>
      </w:r>
      <w:r w:rsidR="00B87D91" w:rsidRPr="00003A92">
        <w:t xml:space="preserve">1 </w:t>
      </w:r>
      <w:r w:rsidRPr="00003A92">
        <w:t>Výzvy k podání nabíd</w:t>
      </w:r>
      <w:r w:rsidR="004C76E9" w:rsidRPr="00003A92">
        <w:t>ky</w:t>
      </w:r>
      <w:r w:rsidRPr="00003A92">
        <w:t xml:space="preserve"> na veřejnou zakázku zadávanou</w:t>
      </w:r>
      <w:r w:rsidR="004C76E9" w:rsidRPr="00003A92">
        <w:t xml:space="preserve"> jako </w:t>
      </w:r>
      <w:r w:rsidR="000128D4" w:rsidRPr="00003A92">
        <w:rPr>
          <w:rFonts w:eastAsia="Times New Roman" w:cs="Times New Roman"/>
          <w:lang w:eastAsia="cs-CZ"/>
        </w:rPr>
        <w:t>podlimitní sektorovou veřejnou zakázku</w:t>
      </w:r>
      <w:r w:rsidRPr="00003A92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40B2A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40B2A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1F0ADF5E" w:rsidR="00B66A3E" w:rsidRDefault="00003A92" w:rsidP="00471B29">
      <w:pPr>
        <w:pStyle w:val="Nadpis2"/>
      </w:pPr>
      <w:bookmarkStart w:id="1" w:name="_Toc158810559"/>
      <w:r w:rsidRPr="00003A92">
        <w:lastRenderedPageBreak/>
        <w:t xml:space="preserve">Položkový </w:t>
      </w:r>
      <w:proofErr w:type="gramStart"/>
      <w:r w:rsidRPr="00003A92">
        <w:t xml:space="preserve">rozpočet - </w:t>
      </w:r>
      <w:r w:rsidR="00B66A3E">
        <w:t>Ceník</w:t>
      </w:r>
      <w:bookmarkEnd w:id="1"/>
      <w:proofErr w:type="gramEnd"/>
    </w:p>
    <w:p w14:paraId="3E5E9B0F" w14:textId="62E6872C" w:rsidR="007E5951" w:rsidRPr="002072A0" w:rsidRDefault="002072A0" w:rsidP="007E5951">
      <w:pPr>
        <w:rPr>
          <w:rStyle w:val="Siln"/>
          <w:b w:val="0"/>
          <w:bCs w:val="0"/>
        </w:rPr>
      </w:pPr>
      <w:r w:rsidRPr="00003A92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003A92">
        <w:rPr>
          <w:rStyle w:val="Siln"/>
          <w:b w:val="0"/>
          <w:bCs w:val="0"/>
        </w:rPr>
        <w:t>2</w:t>
      </w:r>
      <w:r w:rsidRPr="00003A92">
        <w:rPr>
          <w:rStyle w:val="Siln"/>
          <w:b w:val="0"/>
          <w:bCs w:val="0"/>
        </w:rPr>
        <w:t xml:space="preserve"> (</w:t>
      </w:r>
      <w:r w:rsidRPr="00003A92">
        <w:rPr>
          <w:rStyle w:val="Siln"/>
          <w:b w:val="0"/>
          <w:bCs w:val="0"/>
          <w:i/>
          <w:iCs/>
        </w:rPr>
        <w:t xml:space="preserve">budoucí příloha č. </w:t>
      </w:r>
      <w:r w:rsidR="00003A92" w:rsidRPr="00003A92">
        <w:rPr>
          <w:rStyle w:val="Siln"/>
          <w:b w:val="0"/>
          <w:bCs w:val="0"/>
          <w:i/>
          <w:iCs/>
        </w:rPr>
        <w:t>3</w:t>
      </w:r>
      <w:r w:rsidRPr="00003A92">
        <w:rPr>
          <w:rStyle w:val="Siln"/>
          <w:b w:val="0"/>
          <w:bCs w:val="0"/>
          <w:i/>
          <w:iCs/>
        </w:rPr>
        <w:t xml:space="preserve"> Závazného vzoru smlouvy</w:t>
      </w:r>
      <w:r w:rsidR="00003A92" w:rsidRPr="00003A92">
        <w:rPr>
          <w:rStyle w:val="Siln"/>
          <w:b w:val="0"/>
          <w:bCs w:val="0"/>
          <w:i/>
          <w:iCs/>
        </w:rPr>
        <w:t>)</w:t>
      </w:r>
      <w:r w:rsidRPr="00003A92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5881056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58810561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5881056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58810563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003A92" w:rsidRDefault="00E85D44" w:rsidP="00E85D44">
      <w:pPr>
        <w:pStyle w:val="Nadpis2"/>
      </w:pPr>
      <w:bookmarkStart w:id="6" w:name="_Toc158810564"/>
      <w:r w:rsidRPr="00E85D44">
        <w:t xml:space="preserve">Čestné prohlášení o splnění technické </w:t>
      </w:r>
      <w:r w:rsidRPr="00003A92">
        <w:t>kvalifikace</w:t>
      </w:r>
      <w:bookmarkEnd w:id="6"/>
    </w:p>
    <w:p w14:paraId="71002640" w14:textId="36C75001" w:rsidR="00E85D44" w:rsidRDefault="006E73DC" w:rsidP="00471B29">
      <w:pPr>
        <w:rPr>
          <w:lang w:eastAsia="cs-CZ"/>
        </w:rPr>
      </w:pPr>
      <w:r w:rsidRPr="00003A92">
        <w:rPr>
          <w:lang w:eastAsia="cs-CZ"/>
        </w:rPr>
        <w:t>Účastník</w:t>
      </w:r>
      <w:r w:rsidR="000128D4" w:rsidRPr="00003A92">
        <w:rPr>
          <w:lang w:eastAsia="cs-CZ"/>
        </w:rPr>
        <w:t xml:space="preserve">, </w:t>
      </w:r>
      <w:r w:rsidR="00E85D44" w:rsidRPr="00003A92">
        <w:rPr>
          <w:lang w:eastAsia="cs-CZ"/>
        </w:rPr>
        <w:t xml:space="preserve">který podává </w:t>
      </w:r>
      <w:r w:rsidR="000128D4" w:rsidRPr="00003A92">
        <w:rPr>
          <w:lang w:eastAsia="cs-CZ"/>
        </w:rPr>
        <w:t xml:space="preserve">tuto </w:t>
      </w:r>
      <w:r w:rsidR="00E85D44" w:rsidRPr="00003A92">
        <w:rPr>
          <w:lang w:eastAsia="cs-CZ"/>
        </w:rPr>
        <w:t xml:space="preserve">nabídku, tímto čestně prohlašuje, že za poslední </w:t>
      </w:r>
      <w:r w:rsidR="00E85D44" w:rsidRPr="00003A92">
        <w:rPr>
          <w:b/>
          <w:lang w:eastAsia="cs-CZ"/>
        </w:rPr>
        <w:t>3 roky</w:t>
      </w:r>
      <w:r w:rsidR="00E85D44" w:rsidRPr="00003A92">
        <w:rPr>
          <w:lang w:eastAsia="cs-CZ"/>
        </w:rPr>
        <w:t xml:space="preserve"> před zahájením </w:t>
      </w:r>
      <w:r w:rsidR="00A63D48" w:rsidRPr="00003A92">
        <w:rPr>
          <w:lang w:eastAsia="cs-CZ"/>
        </w:rPr>
        <w:t xml:space="preserve">výběrového </w:t>
      </w:r>
      <w:r w:rsidR="00E85D44" w:rsidRPr="00003A92">
        <w:rPr>
          <w:lang w:eastAsia="cs-CZ"/>
        </w:rPr>
        <w:t>řízení poskytoval alespoň</w:t>
      </w:r>
      <w:r w:rsidR="00003A92" w:rsidRPr="00003A92">
        <w:rPr>
          <w:lang w:eastAsia="cs-CZ"/>
        </w:rPr>
        <w:t xml:space="preserve"> </w:t>
      </w:r>
      <w:r w:rsidR="00003A92" w:rsidRPr="00003A92">
        <w:rPr>
          <w:b/>
          <w:lang w:eastAsia="cs-CZ"/>
        </w:rPr>
        <w:t xml:space="preserve">2 </w:t>
      </w:r>
      <w:r w:rsidR="00E85D44" w:rsidRPr="00003A92">
        <w:rPr>
          <w:b/>
          <w:lang w:eastAsia="cs-CZ"/>
        </w:rPr>
        <w:t>významn</w:t>
      </w:r>
      <w:r w:rsidR="00003A92" w:rsidRPr="00003A92">
        <w:rPr>
          <w:b/>
          <w:lang w:eastAsia="cs-CZ"/>
        </w:rPr>
        <w:t>é</w:t>
      </w:r>
      <w:r w:rsidR="00E85D44" w:rsidRPr="00003A92">
        <w:rPr>
          <w:b/>
          <w:lang w:eastAsia="cs-CZ"/>
        </w:rPr>
        <w:t xml:space="preserve"> dodávk</w:t>
      </w:r>
      <w:r w:rsidR="00003A92" w:rsidRPr="00003A92">
        <w:rPr>
          <w:b/>
          <w:lang w:eastAsia="cs-CZ"/>
        </w:rPr>
        <w:t>y</w:t>
      </w:r>
      <w:r w:rsidR="00E85D44" w:rsidRPr="00003A92">
        <w:rPr>
          <w:lang w:eastAsia="cs-CZ"/>
        </w:rPr>
        <w:t xml:space="preserve"> definovan</w:t>
      </w:r>
      <w:r w:rsidR="00003A92" w:rsidRPr="00003A92">
        <w:rPr>
          <w:lang w:eastAsia="cs-CZ"/>
        </w:rPr>
        <w:t>é</w:t>
      </w:r>
      <w:r w:rsidR="00E85D44" w:rsidRPr="00003A92">
        <w:rPr>
          <w:lang w:eastAsia="cs-CZ"/>
        </w:rPr>
        <w:t xml:space="preserve"> v čl. </w:t>
      </w:r>
      <w:r w:rsidR="00003A92" w:rsidRPr="00003A92">
        <w:rPr>
          <w:lang w:eastAsia="cs-CZ"/>
        </w:rPr>
        <w:t>7.5.1</w:t>
      </w:r>
      <w:r w:rsidR="00E85D44" w:rsidRPr="00003A92">
        <w:rPr>
          <w:lang w:eastAsia="cs-CZ"/>
        </w:rPr>
        <w:t xml:space="preserve"> </w:t>
      </w:r>
      <w:r w:rsidR="00B87D91" w:rsidRPr="00003A92">
        <w:rPr>
          <w:lang w:eastAsia="cs-CZ"/>
        </w:rPr>
        <w:t>V</w:t>
      </w:r>
      <w:r w:rsidR="00E85D44" w:rsidRPr="00003A92">
        <w:rPr>
          <w:lang w:eastAsia="cs-CZ"/>
        </w:rPr>
        <w:t xml:space="preserve">ýzvy k podání nabídky za každou </w:t>
      </w:r>
      <w:r w:rsidR="00003A92" w:rsidRPr="00003A92">
        <w:rPr>
          <w:lang w:eastAsia="cs-CZ"/>
        </w:rPr>
        <w:t xml:space="preserve">v </w:t>
      </w:r>
      <w:r w:rsidR="00E85D44" w:rsidRPr="00003A92">
        <w:rPr>
          <w:lang w:eastAsia="cs-CZ"/>
        </w:rPr>
        <w:t xml:space="preserve">hodnotě </w:t>
      </w:r>
      <w:r w:rsidR="00003A92" w:rsidRPr="00003A92">
        <w:rPr>
          <w:lang w:eastAsia="cs-CZ"/>
        </w:rPr>
        <w:t xml:space="preserve">min. </w:t>
      </w:r>
      <w:r w:rsidR="00003A92" w:rsidRPr="00003A92">
        <w:rPr>
          <w:b/>
          <w:lang w:eastAsia="cs-CZ"/>
        </w:rPr>
        <w:t>5 mil.</w:t>
      </w:r>
      <w:r w:rsidR="00E85D44" w:rsidRPr="00003A92">
        <w:rPr>
          <w:b/>
          <w:lang w:eastAsia="cs-CZ"/>
        </w:rPr>
        <w:t xml:space="preserve"> Kč bez DPH</w:t>
      </w:r>
      <w:r w:rsidR="00E85D44" w:rsidRPr="00003A92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6CD1E9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56BE8B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</w:t>
            </w:r>
            <w:r w:rsidR="00003A92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1EC2BB80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Předmět plnění významné</w:t>
            </w:r>
            <w:r w:rsidR="00003A92">
              <w:rPr>
                <w:rStyle w:val="Siln"/>
              </w:rPr>
              <w:t xml:space="preserve"> </w:t>
            </w:r>
            <w:r w:rsidRPr="00471B29">
              <w:rPr>
                <w:rStyle w:val="Siln"/>
              </w:rPr>
              <w:t xml:space="preserve">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3D7255A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58810565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1"/>
        <w:gridCol w:w="4341"/>
      </w:tblGrid>
      <w:tr w:rsidR="00F44645" w14:paraId="23E1AAD0" w14:textId="77777777" w:rsidTr="00A40B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083B475F" w14:textId="77777777" w:rsidR="00F44645" w:rsidRPr="00DD50F9" w:rsidRDefault="00F44645" w:rsidP="00A327CB">
            <w:pPr>
              <w:rPr>
                <w:rFonts w:eastAsia="Times New Roman" w:cs="Times New Roman"/>
                <w:b/>
                <w:lang w:eastAsia="cs-CZ"/>
              </w:rPr>
            </w:pPr>
            <w:r w:rsidRPr="00DD50F9">
              <w:rPr>
                <w:rFonts w:eastAsia="Times New Roman" w:cs="Times New Roman"/>
                <w:b/>
                <w:lang w:eastAsia="cs-CZ"/>
              </w:rPr>
              <w:t>Funkce</w:t>
            </w:r>
          </w:p>
        </w:tc>
        <w:tc>
          <w:tcPr>
            <w:tcW w:w="43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652DAA0D" w14:textId="77777777" w:rsidR="00F44645" w:rsidRPr="00DD50F9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lang w:eastAsia="cs-CZ"/>
              </w:rPr>
            </w:pPr>
            <w:r w:rsidRPr="00DD50F9">
              <w:rPr>
                <w:rFonts w:eastAsia="Times New Roman" w:cs="Times New Roman"/>
                <w:b/>
                <w:lang w:eastAsia="cs-CZ"/>
              </w:rPr>
              <w:t>Jméno a příjmení</w:t>
            </w:r>
          </w:p>
        </w:tc>
      </w:tr>
      <w:tr w:rsidR="00F44645" w14:paraId="5D07A0DB" w14:textId="77777777" w:rsidTr="00A40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  <w:tcBorders>
              <w:top w:val="single" w:sz="12" w:space="0" w:color="auto"/>
            </w:tcBorders>
            <w:shd w:val="clear" w:color="auto" w:fill="auto"/>
          </w:tcPr>
          <w:p w14:paraId="2362AB3B" w14:textId="357DBCFF" w:rsidR="00F44645" w:rsidRPr="00DD50F9" w:rsidRDefault="00DD50F9" w:rsidP="00A327CB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DD50F9">
              <w:rPr>
                <w:rFonts w:eastAsia="Times New Roman" w:cs="Times New Roman"/>
                <w:b/>
                <w:lang w:eastAsia="cs-CZ"/>
              </w:rPr>
              <w:t>Vedoucí prací</w:t>
            </w:r>
          </w:p>
        </w:tc>
        <w:tc>
          <w:tcPr>
            <w:tcW w:w="4341" w:type="dxa"/>
            <w:tcBorders>
              <w:top w:val="single" w:sz="12" w:space="0" w:color="auto"/>
            </w:tcBorders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40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8B2CC60" w14:textId="23292E98" w:rsidR="00F44645" w:rsidRPr="00DD50F9" w:rsidRDefault="00DD50F9" w:rsidP="00A327CB">
            <w:pPr>
              <w:rPr>
                <w:rFonts w:eastAsia="Times New Roman" w:cs="Times New Roman"/>
                <w:b/>
                <w:highlight w:val="yellow"/>
                <w:lang w:eastAsia="cs-CZ"/>
              </w:rPr>
            </w:pPr>
            <w:r w:rsidRPr="00DD50F9">
              <w:rPr>
                <w:rFonts w:eastAsia="Times New Roman" w:cs="Times New Roman"/>
                <w:b/>
                <w:lang w:eastAsia="cs-CZ"/>
              </w:rPr>
              <w:t>Projektant zabezpečovacích zařízení</w:t>
            </w:r>
          </w:p>
        </w:tc>
        <w:tc>
          <w:tcPr>
            <w:tcW w:w="434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CC9933" w14:textId="77777777" w:rsidTr="00A40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61" w:type="dxa"/>
          </w:tcPr>
          <w:p w14:paraId="0209FF84" w14:textId="0E5462C6" w:rsidR="00F44645" w:rsidRPr="00F44645" w:rsidRDefault="00F44645" w:rsidP="00A327CB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Název funkce</w:t>
            </w:r>
          </w:p>
        </w:tc>
        <w:tc>
          <w:tcPr>
            <w:tcW w:w="4341" w:type="dxa"/>
          </w:tcPr>
          <w:p w14:paraId="549C1B35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274AC354" w14:textId="77777777" w:rsidTr="00A40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F44645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F44645">
              <w:rPr>
                <w:rFonts w:eastAsia="Times New Roman" w:cs="Times New Roman"/>
                <w:highlight w:val="yellow"/>
                <w:lang w:eastAsia="cs-CZ"/>
              </w:rPr>
              <w:t>Pozn. V příp</w:t>
            </w:r>
            <w:r w:rsidR="00A07EA0">
              <w:rPr>
                <w:rFonts w:eastAsia="Times New Roman" w:cs="Times New Roman"/>
                <w:highlight w:val="yellow"/>
                <w:lang w:eastAsia="cs-CZ"/>
              </w:rPr>
              <w:t>adě, že dodavatel uvede více členů realizačního týmu</w:t>
            </w:r>
            <w:r w:rsidRPr="00F44645">
              <w:rPr>
                <w:rFonts w:eastAsia="Times New Roman" w:cs="Times New Roman"/>
                <w:highlight w:val="yellow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A40B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2B7D3F" w:rsidRDefault="00F44645" w:rsidP="00471B29">
      <w:pPr>
        <w:rPr>
          <w:lang w:eastAsia="cs-CZ"/>
        </w:rPr>
      </w:pPr>
      <w:r w:rsidRPr="002B7D3F">
        <w:rPr>
          <w:lang w:eastAsia="cs-CZ"/>
        </w:rPr>
        <w:t>Přílohy:</w:t>
      </w:r>
    </w:p>
    <w:p w14:paraId="23E77F5D" w14:textId="6497381D" w:rsidR="00F44645" w:rsidRPr="00DD50F9" w:rsidRDefault="00F44645" w:rsidP="00471B29">
      <w:pPr>
        <w:rPr>
          <w:b/>
          <w:lang w:eastAsia="cs-CZ"/>
        </w:rPr>
      </w:pPr>
      <w:r w:rsidRPr="00DD50F9">
        <w:rPr>
          <w:b/>
          <w:lang w:eastAsia="cs-CZ"/>
        </w:rPr>
        <w:t>Životopis</w:t>
      </w:r>
      <w:r w:rsidR="002B7D3F" w:rsidRPr="00DD50F9">
        <w:rPr>
          <w:b/>
          <w:lang w:eastAsia="cs-CZ"/>
        </w:rPr>
        <w:t>y</w:t>
      </w: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614A631A" w:rsidR="000128D4" w:rsidRPr="000128D4" w:rsidRDefault="000128D4" w:rsidP="00F44645">
      <w:pPr>
        <w:pStyle w:val="Nadpis2"/>
      </w:pPr>
      <w:bookmarkStart w:id="9" w:name="_Toc158810566"/>
      <w:r w:rsidRPr="000128D4">
        <w:t>Čestné prohlášení o ekonomické kvalifikaci</w:t>
      </w:r>
      <w:bookmarkEnd w:id="9"/>
    </w:p>
    <w:p w14:paraId="382CC433" w14:textId="77777777" w:rsidR="002B7D3F" w:rsidRDefault="002B7D3F" w:rsidP="00471B29">
      <w:pPr>
        <w:rPr>
          <w:lang w:eastAsia="cs-CZ"/>
        </w:rPr>
      </w:pPr>
    </w:p>
    <w:p w14:paraId="5F909807" w14:textId="77777777" w:rsidR="002B7D3F" w:rsidRDefault="002B7D3F" w:rsidP="00471B29">
      <w:pPr>
        <w:rPr>
          <w:lang w:eastAsia="cs-CZ"/>
        </w:rPr>
      </w:pPr>
    </w:p>
    <w:p w14:paraId="1B059D94" w14:textId="286FAEC6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695722D0" w14:textId="77777777" w:rsidR="002B7D3F" w:rsidRDefault="002B7D3F" w:rsidP="00471B29">
      <w:pPr>
        <w:rPr>
          <w:highlight w:val="yellow"/>
          <w:lang w:eastAsia="cs-CZ"/>
        </w:rPr>
      </w:pPr>
    </w:p>
    <w:p w14:paraId="24E90DA5" w14:textId="5FF77CC3" w:rsidR="000128D4" w:rsidRPr="002B7D3F" w:rsidRDefault="000128D4" w:rsidP="00471B29">
      <w:pPr>
        <w:rPr>
          <w:lang w:eastAsia="cs-CZ"/>
        </w:rPr>
      </w:pPr>
      <w:r w:rsidRPr="002B7D3F">
        <w:rPr>
          <w:lang w:eastAsia="cs-CZ"/>
        </w:rPr>
        <w:t>minimální roční obrat dodavatele zjištěný podle zvláštních právních předpisů</w:t>
      </w:r>
      <w:r w:rsidRPr="002B7D3F">
        <w:rPr>
          <w:vertAlign w:val="superscript"/>
          <w:lang w:eastAsia="cs-CZ"/>
        </w:rPr>
        <w:footnoteReference w:id="5"/>
      </w:r>
      <w:r w:rsidRPr="002B7D3F">
        <w:rPr>
          <w:lang w:eastAsia="cs-CZ"/>
        </w:rPr>
        <w:t xml:space="preserve"> dosahoval výše </w:t>
      </w:r>
      <w:r w:rsidR="008D4513">
        <w:rPr>
          <w:lang w:eastAsia="cs-CZ"/>
        </w:rPr>
        <w:br/>
      </w:r>
      <w:r w:rsidR="002B7D3F" w:rsidRPr="00DD50F9">
        <w:rPr>
          <w:b/>
          <w:lang w:eastAsia="cs-CZ"/>
        </w:rPr>
        <w:t xml:space="preserve">8 mil. </w:t>
      </w:r>
      <w:r w:rsidRPr="00DD50F9">
        <w:rPr>
          <w:b/>
          <w:lang w:eastAsia="cs-CZ"/>
        </w:rPr>
        <w:t>Kč bez DPH</w:t>
      </w:r>
      <w:r w:rsidRPr="002B7D3F">
        <w:rPr>
          <w:lang w:eastAsia="cs-CZ"/>
        </w:rPr>
        <w:t xml:space="preserve"> za každé ze tří uzavřených, bezprostředně předcházejících účetních období, jestliže účastník vznikl později, tak za všechna uzavřená účetní období od svého vzniku, a účastník tedy </w:t>
      </w:r>
    </w:p>
    <w:p w14:paraId="30E01DB4" w14:textId="77777777" w:rsidR="002B7D3F" w:rsidRDefault="002B7D3F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</w:p>
    <w:p w14:paraId="11182C8D" w14:textId="492523ED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5A789285" w14:textId="77777777" w:rsidR="002B7D3F" w:rsidRDefault="002B7D3F" w:rsidP="00471B29">
      <w:pPr>
        <w:rPr>
          <w:lang w:eastAsia="cs-CZ"/>
        </w:rPr>
      </w:pPr>
    </w:p>
    <w:p w14:paraId="6771CC6D" w14:textId="20E05DBB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2B7D3F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Pr="002B7D3F" w:rsidRDefault="000128D4" w:rsidP="00471B29">
            <w:pPr>
              <w:rPr>
                <w:b/>
                <w:lang w:eastAsia="cs-CZ"/>
              </w:rPr>
            </w:pPr>
            <w:r w:rsidRPr="002B7D3F">
              <w:rPr>
                <w:b/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37658CCB" w:rsidR="000128D4" w:rsidRPr="002B7D3F" w:rsidRDefault="008D4513" w:rsidP="002B7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 w:rsidRPr="008D4513">
              <w:rPr>
                <w:b/>
                <w:highlight w:val="yellow"/>
                <w:lang w:eastAsia="cs-CZ"/>
              </w:rPr>
              <w:t>……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3492AED0" w:rsidR="000128D4" w:rsidRPr="002B7D3F" w:rsidRDefault="008D4513" w:rsidP="002B7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 w:rsidRPr="008D4513">
              <w:rPr>
                <w:b/>
                <w:highlight w:val="yellow"/>
                <w:lang w:eastAsia="cs-CZ"/>
              </w:rPr>
              <w:t>……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2E6F42E7" w:rsidR="000128D4" w:rsidRPr="002B7D3F" w:rsidRDefault="008D4513" w:rsidP="002B7D3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eastAsia="cs-CZ"/>
              </w:rPr>
            </w:pPr>
            <w:r w:rsidRPr="008D4513">
              <w:rPr>
                <w:b/>
                <w:highlight w:val="yellow"/>
                <w:lang w:eastAsia="cs-CZ"/>
              </w:rPr>
              <w:t>……</w:t>
            </w:r>
          </w:p>
        </w:tc>
      </w:tr>
      <w:tr w:rsidR="002B7D3F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246291B1" w:rsidR="000128D4" w:rsidRPr="002B7D3F" w:rsidRDefault="000128D4" w:rsidP="00DD50F9">
            <w:pPr>
              <w:jc w:val="left"/>
              <w:rPr>
                <w:lang w:eastAsia="cs-CZ"/>
              </w:rPr>
            </w:pPr>
            <w:r w:rsidRPr="002B7D3F">
              <w:rPr>
                <w:lang w:eastAsia="cs-CZ"/>
              </w:rPr>
              <w:t>Dosažený roční obrat dodavatele v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300B3B" w:rsidRDefault="0023070F" w:rsidP="002B7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300B3B">
              <w:rPr>
                <w:highlight w:val="yellow"/>
                <w:lang w:eastAsia="cs-CZ"/>
              </w:rPr>
              <w:t xml:space="preserve">doplní </w:t>
            </w:r>
            <w:r w:rsidR="00AC1810" w:rsidRPr="00300B3B">
              <w:rPr>
                <w:highlight w:val="yellow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300B3B" w:rsidRDefault="0023070F" w:rsidP="002B7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300B3B">
              <w:rPr>
                <w:highlight w:val="yellow"/>
                <w:lang w:eastAsia="cs-CZ"/>
              </w:rPr>
              <w:t xml:space="preserve">doplní </w:t>
            </w:r>
            <w:r w:rsidR="00AC1810" w:rsidRPr="00300B3B">
              <w:rPr>
                <w:highlight w:val="yellow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300B3B" w:rsidRDefault="0023070F" w:rsidP="002B7D3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  <w:lang w:eastAsia="cs-CZ"/>
              </w:rPr>
            </w:pPr>
            <w:r w:rsidRPr="00300B3B">
              <w:rPr>
                <w:highlight w:val="yellow"/>
                <w:lang w:eastAsia="cs-CZ"/>
              </w:rPr>
              <w:t xml:space="preserve">doplní </w:t>
            </w:r>
            <w:r w:rsidR="00AC1810" w:rsidRPr="00300B3B">
              <w:rPr>
                <w:highlight w:val="yellow"/>
                <w:lang w:eastAsia="cs-CZ"/>
              </w:rPr>
              <w:t>Účastník</w:t>
            </w:r>
          </w:p>
        </w:tc>
      </w:tr>
    </w:tbl>
    <w:p w14:paraId="67A774CC" w14:textId="19CEDDB9" w:rsidR="002126E7" w:rsidRDefault="000128D4" w:rsidP="00F0533E">
      <w:pPr>
        <w:rPr>
          <w:highlight w:val="green"/>
        </w:rPr>
      </w:pPr>
      <w:r>
        <w:rPr>
          <w:rFonts w:eastAsia="Times New Roman" w:cs="Times New Roman"/>
          <w:lang w:eastAsia="cs-CZ"/>
        </w:rPr>
        <w:t xml:space="preserve"> </w:t>
      </w:r>
      <w:r w:rsidR="002126E7">
        <w:rPr>
          <w:highlight w:val="green"/>
        </w:rPr>
        <w:br w:type="page"/>
      </w:r>
    </w:p>
    <w:p w14:paraId="301CD24F" w14:textId="5CBCDAD8" w:rsidR="00840648" w:rsidRDefault="00840648" w:rsidP="00F0533E">
      <w:pPr>
        <w:rPr>
          <w:highlight w:val="green"/>
        </w:rPr>
      </w:pPr>
    </w:p>
    <w:p w14:paraId="27A5F548" w14:textId="76DA5385" w:rsidR="00840648" w:rsidRPr="00840648" w:rsidRDefault="00840648" w:rsidP="00840648">
      <w:pPr>
        <w:pStyle w:val="Nadpis2"/>
        <w:numPr>
          <w:ilvl w:val="0"/>
          <w:numId w:val="0"/>
        </w:numPr>
        <w:spacing w:after="60"/>
        <w:rPr>
          <w:rFonts w:eastAsia="Times New Roman"/>
        </w:rPr>
      </w:pPr>
      <w:bookmarkStart w:id="10" w:name="_Toc116293034"/>
      <w:bookmarkStart w:id="11" w:name="_Toc158810567"/>
      <w:r>
        <w:t xml:space="preserve">Kapitola 10. </w:t>
      </w:r>
      <w:r>
        <w:tab/>
      </w:r>
      <w:r w:rsidRPr="00840648">
        <w:t>Čestné</w:t>
      </w:r>
      <w:r w:rsidRPr="00840648">
        <w:rPr>
          <w:rFonts w:eastAsia="Times New Roman"/>
        </w:rPr>
        <w:t xml:space="preserve"> prohlášení o poddodavatelích</w:t>
      </w:r>
      <w:bookmarkEnd w:id="10"/>
      <w:bookmarkEnd w:id="11"/>
    </w:p>
    <w:p w14:paraId="24BF8B4C" w14:textId="77777777" w:rsidR="00840648" w:rsidRPr="00840648" w:rsidRDefault="00840648" w:rsidP="00840648">
      <w:pPr>
        <w:spacing w:before="0" w:after="240"/>
        <w:jc w:val="left"/>
        <w:rPr>
          <w:lang w:eastAsia="cs-CZ"/>
        </w:rPr>
      </w:pPr>
    </w:p>
    <w:p w14:paraId="634FA8AA" w14:textId="77777777" w:rsidR="00840648" w:rsidRPr="00840648" w:rsidRDefault="00840648" w:rsidP="00840648">
      <w:pPr>
        <w:spacing w:before="0" w:after="240"/>
        <w:jc w:val="left"/>
        <w:rPr>
          <w:lang w:eastAsia="cs-CZ"/>
        </w:rPr>
      </w:pPr>
    </w:p>
    <w:p w14:paraId="02067B98" w14:textId="77777777" w:rsidR="00840648" w:rsidRPr="00840648" w:rsidRDefault="00840648" w:rsidP="00840648">
      <w:pPr>
        <w:spacing w:before="0" w:after="0" w:line="240" w:lineRule="auto"/>
        <w:jc w:val="left"/>
        <w:rPr>
          <w:rFonts w:eastAsia="Times New Roman" w:cs="Times New Roman"/>
          <w:lang w:eastAsia="cs-CZ"/>
        </w:rPr>
      </w:pPr>
      <w:r w:rsidRPr="00840648">
        <w:rPr>
          <w:rFonts w:eastAsia="Times New Roman" w:cs="Times New Roman"/>
          <w:lang w:eastAsia="cs-CZ"/>
        </w:rPr>
        <w:t xml:space="preserve">účastník, který podává tuto nabídku, prohlašuje, </w:t>
      </w:r>
      <w:r w:rsidRPr="00840648">
        <w:rPr>
          <w:rFonts w:ascii="Verdana" w:hAnsi="Verdana"/>
        </w:rPr>
        <w:t>že</w:t>
      </w:r>
      <w:r w:rsidRPr="00840648">
        <w:rPr>
          <w:rFonts w:ascii="Verdana" w:hAnsi="Verdana"/>
          <w:vertAlign w:val="superscript"/>
        </w:rPr>
        <w:footnoteReference w:id="6"/>
      </w:r>
      <w:r w:rsidRPr="00840648">
        <w:rPr>
          <w:rFonts w:ascii="Verdana" w:hAnsi="Verdana"/>
        </w:rPr>
        <w:t>:</w:t>
      </w:r>
    </w:p>
    <w:p w14:paraId="4DC03708" w14:textId="77777777" w:rsidR="00840648" w:rsidRPr="00840648" w:rsidRDefault="00840648" w:rsidP="00840648">
      <w:pPr>
        <w:widowControl w:val="0"/>
        <w:autoSpaceDE w:val="0"/>
        <w:spacing w:before="0" w:line="297" w:lineRule="exact"/>
        <w:jc w:val="left"/>
        <w:rPr>
          <w:rFonts w:eastAsia="Times New Roman" w:cs="Times New Roman"/>
          <w:b/>
          <w:lang w:eastAsia="cs-CZ"/>
        </w:rPr>
      </w:pPr>
    </w:p>
    <w:bookmarkStart w:id="12" w:name="Zaškrtávací1"/>
    <w:p w14:paraId="620C0C51" w14:textId="278D9FED" w:rsidR="00840648" w:rsidRPr="00840648" w:rsidRDefault="00840648" w:rsidP="00840648">
      <w:pPr>
        <w:spacing w:before="0" w:after="240"/>
        <w:ind w:left="708" w:hanging="708"/>
      </w:pPr>
      <w:r w:rsidRPr="00840648"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0648">
        <w:instrText xml:space="preserve"> FORMCHECKBOX </w:instrText>
      </w:r>
      <w:r w:rsidR="00A40B2A">
        <w:fldChar w:fldCharType="separate"/>
      </w:r>
      <w:r w:rsidRPr="00840648">
        <w:fldChar w:fldCharType="end"/>
      </w:r>
      <w:bookmarkEnd w:id="12"/>
      <w:r w:rsidRPr="00840648">
        <w:tab/>
        <w:t xml:space="preserve">Při plnění veřejné zakázky s názvem </w:t>
      </w:r>
      <w:r w:rsidRPr="00840648">
        <w:rPr>
          <w:b/>
        </w:rPr>
        <w:t>„</w:t>
      </w:r>
      <w:r w:rsidRPr="00840648">
        <w:rPr>
          <w:b/>
          <w:bCs/>
        </w:rPr>
        <w:t xml:space="preserve">Oprava napájecích zdrojů v obvodu SSZT Ústí </w:t>
      </w:r>
      <w:proofErr w:type="spellStart"/>
      <w:r w:rsidRPr="00840648">
        <w:rPr>
          <w:b/>
          <w:bCs/>
        </w:rPr>
        <w:t>n.L.</w:t>
      </w:r>
      <w:proofErr w:type="spellEnd"/>
      <w:r w:rsidRPr="00840648">
        <w:rPr>
          <w:b/>
          <w:bCs/>
        </w:rPr>
        <w:t xml:space="preserve"> </w:t>
      </w:r>
      <w:r>
        <w:rPr>
          <w:b/>
          <w:bCs/>
        </w:rPr>
        <w:t>2024</w:t>
      </w:r>
      <w:r w:rsidRPr="00840648">
        <w:t>“ nepoužije žádné poddodavatele</w:t>
      </w:r>
      <w:r w:rsidRPr="00840648">
        <w:rPr>
          <w:vertAlign w:val="superscript"/>
        </w:rPr>
        <w:footnoteReference w:id="7"/>
      </w:r>
      <w:r w:rsidRPr="00840648">
        <w:t xml:space="preserve">. </w:t>
      </w:r>
    </w:p>
    <w:p w14:paraId="03416B2D" w14:textId="2CD23E28" w:rsidR="00840648" w:rsidRPr="00840648" w:rsidRDefault="00840648" w:rsidP="00840648">
      <w:pPr>
        <w:tabs>
          <w:tab w:val="num" w:pos="360"/>
        </w:tabs>
        <w:spacing w:before="0" w:after="240"/>
        <w:ind w:left="708" w:hanging="708"/>
      </w:pPr>
      <w:r w:rsidRPr="00840648"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840648">
        <w:instrText xml:space="preserve"> FORMCHECKBOX </w:instrText>
      </w:r>
      <w:r w:rsidR="00A40B2A">
        <w:fldChar w:fldCharType="separate"/>
      </w:r>
      <w:r w:rsidRPr="00840648">
        <w:fldChar w:fldCharType="end"/>
      </w:r>
      <w:r w:rsidRPr="00840648">
        <w:tab/>
      </w:r>
      <w:r w:rsidRPr="00840648">
        <w:tab/>
        <w:t>Při plnění veřejné zakázky s názvem „</w:t>
      </w:r>
      <w:r w:rsidRPr="00840648">
        <w:rPr>
          <w:b/>
          <w:bCs/>
        </w:rPr>
        <w:t xml:space="preserve">Oprava napájecích zdrojů v obvodu SSZT Ústí </w:t>
      </w:r>
      <w:proofErr w:type="spellStart"/>
      <w:r w:rsidRPr="00840648">
        <w:rPr>
          <w:b/>
          <w:bCs/>
        </w:rPr>
        <w:t>n.L.</w:t>
      </w:r>
      <w:proofErr w:type="spellEnd"/>
      <w:r w:rsidRPr="00840648">
        <w:rPr>
          <w:b/>
          <w:bCs/>
        </w:rPr>
        <w:t xml:space="preserve"> 20</w:t>
      </w:r>
      <w:r>
        <w:rPr>
          <w:b/>
          <w:bCs/>
        </w:rPr>
        <w:t>24</w:t>
      </w:r>
      <w:r w:rsidRPr="00840648">
        <w:t>“ použije tyto poddodavatele:</w:t>
      </w:r>
    </w:p>
    <w:p w14:paraId="7FB95876" w14:textId="77777777" w:rsidR="00840648" w:rsidRPr="00840648" w:rsidRDefault="00840648" w:rsidP="00840648">
      <w:pPr>
        <w:widowControl w:val="0"/>
        <w:autoSpaceDE w:val="0"/>
        <w:spacing w:before="0" w:line="297" w:lineRule="exact"/>
        <w:jc w:val="left"/>
        <w:rPr>
          <w:rFonts w:eastAsia="Times New Roman" w:cs="Times New Roman"/>
          <w:b/>
          <w:lang w:eastAsia="cs-CZ"/>
        </w:rPr>
      </w:pPr>
    </w:p>
    <w:p w14:paraId="0483B324" w14:textId="77777777" w:rsidR="00840648" w:rsidRPr="00840648" w:rsidRDefault="00840648" w:rsidP="00840648">
      <w:pPr>
        <w:spacing w:before="0" w:after="0" w:line="240" w:lineRule="auto"/>
        <w:jc w:val="left"/>
        <w:rPr>
          <w:rFonts w:eastAsia="Times New Roman" w:cs="Times New Roman"/>
          <w:lang w:eastAsia="cs-CZ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40648" w:rsidRPr="00840648" w14:paraId="12D165ED" w14:textId="77777777" w:rsidTr="002B6D6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B7C1178" w14:textId="77777777" w:rsidR="00840648" w:rsidRPr="00840648" w:rsidRDefault="00840648" w:rsidP="00840648">
            <w:pPr>
              <w:spacing w:after="0" w:line="240" w:lineRule="exact"/>
              <w:jc w:val="center"/>
              <w:rPr>
                <w:rFonts w:ascii="Verdana" w:eastAsia="Times New Roman" w:hAnsi="Verdana" w:cs="Calibri"/>
                <w:b/>
                <w:bCs/>
                <w:lang w:eastAsia="cs-CZ"/>
              </w:rPr>
            </w:pPr>
            <w:r w:rsidRPr="00840648">
              <w:rPr>
                <w:rFonts w:ascii="Verdana" w:eastAsia="Times New Roman" w:hAnsi="Verdana" w:cs="Calibri"/>
                <w:b/>
                <w:bCs/>
                <w:lang w:eastAsia="cs-CZ"/>
              </w:rPr>
              <w:t>Obchodní firma/název/ jméno a příjmení, sídlo</w:t>
            </w:r>
            <w:r w:rsidRPr="00840648">
              <w:rPr>
                <w:rFonts w:ascii="Verdana" w:eastAsia="Times New Roman" w:hAnsi="Verdana" w:cs="Calibri"/>
                <w:lang w:eastAsia="cs-CZ"/>
              </w:rPr>
              <w:t xml:space="preserve"> </w:t>
            </w:r>
            <w:r w:rsidRPr="00840648">
              <w:rPr>
                <w:rFonts w:ascii="Verdana" w:eastAsia="Times New Roman" w:hAnsi="Verdana" w:cs="Calibri"/>
                <w:b/>
                <w:bCs/>
                <w:lang w:eastAsia="cs-CZ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1B6F491" w14:textId="77777777" w:rsidR="00840648" w:rsidRPr="00840648" w:rsidRDefault="00840648" w:rsidP="00840648">
            <w:pPr>
              <w:widowControl w:val="0"/>
              <w:spacing w:after="0" w:line="240" w:lineRule="exact"/>
              <w:jc w:val="center"/>
              <w:rPr>
                <w:rFonts w:ascii="Verdana" w:eastAsia="Times New Roman" w:hAnsi="Verdana" w:cs="Calibri"/>
                <w:lang w:eastAsia="cs-CZ"/>
              </w:rPr>
            </w:pPr>
            <w:r w:rsidRPr="00840648">
              <w:rPr>
                <w:rFonts w:ascii="Verdana" w:eastAsia="Times New Roman" w:hAnsi="Verdana" w:cs="Calibri"/>
                <w:b/>
                <w:bCs/>
                <w:lang w:eastAsia="cs-CZ"/>
              </w:rPr>
              <w:t>Části plnění uvažovaného zadat poddodavateli – uvedení konkrétních položek rozpočtu</w:t>
            </w:r>
            <w:r w:rsidRPr="00840648">
              <w:rPr>
                <w:rFonts w:ascii="Verdana" w:eastAsia="Times New Roman" w:hAnsi="Verdana" w:cs="Calibri"/>
                <w:b/>
                <w:bCs/>
                <w:lang w:eastAsia="cs-CZ"/>
              </w:rPr>
              <w:br/>
            </w:r>
          </w:p>
        </w:tc>
      </w:tr>
      <w:tr w:rsidR="00840648" w:rsidRPr="00840648" w14:paraId="2A22BAF2" w14:textId="77777777" w:rsidTr="002B6D6B">
        <w:trPr>
          <w:cantSplit/>
        </w:trPr>
        <w:sdt>
          <w:sdtPr>
            <w:rPr>
              <w:rFonts w:ascii="Verdana" w:hAnsi="Verdana"/>
              <w:highlight w:val="yellow"/>
            </w:rPr>
            <w:id w:val="-646209514"/>
            <w:placeholder>
              <w:docPart w:val="B59E153EBA9840DC9642324646542C34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3FE355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-1776780806"/>
            <w:placeholder>
              <w:docPart w:val="6AF539EC6FE64D6180685FAC7F9E29F5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C00EA20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840648" w:rsidRPr="00840648" w14:paraId="3045EDA5" w14:textId="77777777" w:rsidTr="002B6D6B">
        <w:trPr>
          <w:cantSplit/>
        </w:trPr>
        <w:sdt>
          <w:sdtPr>
            <w:rPr>
              <w:rFonts w:ascii="Verdana" w:hAnsi="Verdana"/>
              <w:highlight w:val="yellow"/>
            </w:rPr>
            <w:id w:val="550968649"/>
            <w:placeholder>
              <w:docPart w:val="C040FD6C8A3243B4B46EB508C633CAB7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16AB048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310978252"/>
            <w:placeholder>
              <w:docPart w:val="67DC235E90CB4B8684EBC9DB61944367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F96FE1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840648" w:rsidRPr="00840648" w14:paraId="472C3B06" w14:textId="77777777" w:rsidTr="002B6D6B">
        <w:trPr>
          <w:cantSplit/>
        </w:trPr>
        <w:sdt>
          <w:sdtPr>
            <w:rPr>
              <w:rFonts w:ascii="Verdana" w:hAnsi="Verdana"/>
              <w:highlight w:val="yellow"/>
            </w:rPr>
            <w:id w:val="-639029716"/>
            <w:placeholder>
              <w:docPart w:val="8B6B322AB04F4E6FB33817F75ABC736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BAA3CB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87273182"/>
            <w:placeholder>
              <w:docPart w:val="74EE1CA647344099AB07ADF5708C774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2A55D8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840648" w:rsidRPr="00840648" w14:paraId="0A116D64" w14:textId="77777777" w:rsidTr="002B6D6B">
        <w:trPr>
          <w:cantSplit/>
        </w:trPr>
        <w:sdt>
          <w:sdtPr>
            <w:rPr>
              <w:rFonts w:ascii="Verdana" w:hAnsi="Verdana"/>
              <w:highlight w:val="yellow"/>
            </w:rPr>
            <w:id w:val="-124620505"/>
            <w:placeholder>
              <w:docPart w:val="0E3DEC9892ED487284DA8FD26C1B88D7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6E1432E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highlight w:val="yellow"/>
            </w:rPr>
            <w:id w:val="167756794"/>
            <w:placeholder>
              <w:docPart w:val="5CC4B316AF534F9F90871261B986D15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DAE1B4" w14:textId="77777777" w:rsidR="00840648" w:rsidRPr="00840648" w:rsidRDefault="00840648" w:rsidP="00840648">
                <w:pPr>
                  <w:spacing w:before="0" w:after="240"/>
                  <w:jc w:val="center"/>
                  <w:rPr>
                    <w:rFonts w:ascii="Verdana" w:hAnsi="Verdana" w:cs="Calibri"/>
                    <w:highlight w:val="yellow"/>
                  </w:rPr>
                </w:pPr>
                <w:r w:rsidRPr="00840648">
                  <w:rPr>
                    <w:rFonts w:ascii="Verdana" w:hAnsi="Verdana"/>
                    <w:color w:val="808080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599E553E" w14:textId="77777777" w:rsidR="00840648" w:rsidRPr="00840648" w:rsidRDefault="00840648" w:rsidP="00840648">
      <w:pPr>
        <w:spacing w:before="0" w:after="240"/>
        <w:jc w:val="left"/>
        <w:rPr>
          <w:lang w:eastAsia="cs-CZ"/>
        </w:rPr>
      </w:pPr>
    </w:p>
    <w:p w14:paraId="2A39030B" w14:textId="77777777" w:rsidR="00840648" w:rsidRPr="00840648" w:rsidRDefault="00840648" w:rsidP="00840648">
      <w:pPr>
        <w:spacing w:before="0" w:after="240"/>
        <w:jc w:val="left"/>
        <w:rPr>
          <w:lang w:eastAsia="cs-CZ"/>
        </w:rPr>
      </w:pPr>
    </w:p>
    <w:p w14:paraId="68367677" w14:textId="77777777" w:rsidR="00840648" w:rsidRPr="00840648" w:rsidRDefault="00840648" w:rsidP="00840648">
      <w:pPr>
        <w:spacing w:before="0" w:after="240"/>
        <w:jc w:val="left"/>
        <w:rPr>
          <w:lang w:eastAsia="cs-CZ"/>
        </w:rPr>
      </w:pPr>
    </w:p>
    <w:p w14:paraId="54246882" w14:textId="13CA2D7A" w:rsidR="00840648" w:rsidRDefault="00840648" w:rsidP="00F0533E">
      <w:pPr>
        <w:rPr>
          <w:highlight w:val="green"/>
        </w:rPr>
      </w:pPr>
    </w:p>
    <w:p w14:paraId="3320B157" w14:textId="77777777" w:rsidR="00840648" w:rsidRDefault="00840648" w:rsidP="00F0533E">
      <w:pPr>
        <w:rPr>
          <w:highlight w:val="green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300B3B" w:rsidRDefault="002126E7" w:rsidP="00A134A1">
      <w:pPr>
        <w:spacing w:before="360"/>
        <w:rPr>
          <w:highlight w:val="yellow"/>
        </w:rPr>
      </w:pPr>
      <w:r w:rsidRPr="00300B3B">
        <w:rPr>
          <w:highlight w:val="yellow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300B3B">
        <w:rPr>
          <w:highlight w:val="yellow"/>
        </w:rPr>
        <w:t>funkce osoby</w:t>
      </w:r>
    </w:p>
    <w:p w14:paraId="0DAC905F" w14:textId="77777777" w:rsidR="00B87D91" w:rsidRPr="00F0533E" w:rsidRDefault="00B87D91" w:rsidP="00E666DF">
      <w:bookmarkStart w:id="13" w:name="_GoBack"/>
      <w:bookmarkEnd w:id="13"/>
    </w:p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F27967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F65F04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0A09B671" w14:textId="77777777" w:rsidR="00003A92" w:rsidRDefault="00003A92" w:rsidP="00003A92">
          <w:pPr>
            <w:pStyle w:val="Zpat"/>
            <w:spacing w:before="0"/>
          </w:pPr>
          <w:r>
            <w:t>Oblastní ředitelství Ústí nad Labem</w:t>
          </w:r>
        </w:p>
        <w:p w14:paraId="31A8BDFB" w14:textId="77777777" w:rsidR="00003A92" w:rsidRDefault="00003A92" w:rsidP="00003A92">
          <w:pPr>
            <w:pStyle w:val="Zpat"/>
            <w:spacing w:before="0"/>
          </w:pPr>
          <w:r>
            <w:t>Železničářská 1386/31</w:t>
          </w:r>
        </w:p>
        <w:p w14:paraId="3F9D14E1" w14:textId="318D111D" w:rsidR="00A327CB" w:rsidRDefault="00003A92" w:rsidP="00003A92">
          <w:pPr>
            <w:pStyle w:val="Zpat"/>
            <w:spacing w:before="0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DBE36C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E35225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A1B90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AE9563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  <w:footnote w:id="6">
    <w:p w14:paraId="0C6B9949" w14:textId="77777777" w:rsidR="00840648" w:rsidRPr="001571DA" w:rsidRDefault="00840648" w:rsidP="00840648">
      <w:pPr>
        <w:pStyle w:val="Textpoznpodarou"/>
        <w:rPr>
          <w:rFonts w:ascii="Verdana" w:hAnsi="Verdana"/>
          <w:szCs w:val="14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Účastník zaškrtne příslušné políčko, a doplní případné poddodavatele a části zakázky, které mají tito poddodavatelé plnit</w:t>
      </w:r>
    </w:p>
  </w:footnote>
  <w:footnote w:id="7">
    <w:p w14:paraId="16E44822" w14:textId="77777777" w:rsidR="00840648" w:rsidRPr="005F0577" w:rsidRDefault="00840648" w:rsidP="00840648">
      <w:pPr>
        <w:pStyle w:val="Textpoznpodarou"/>
        <w:rPr>
          <w:rFonts w:ascii="Verdana" w:hAnsi="Verdana"/>
          <w:sz w:val="18"/>
        </w:rPr>
      </w:pPr>
      <w:r w:rsidRPr="001571DA">
        <w:rPr>
          <w:rStyle w:val="Znakapoznpodarou"/>
          <w:rFonts w:ascii="Verdana" w:hAnsi="Verdana"/>
          <w:szCs w:val="14"/>
        </w:rPr>
        <w:footnoteRef/>
      </w:r>
      <w:r w:rsidRPr="001571DA">
        <w:rPr>
          <w:rFonts w:ascii="Verdana" w:hAnsi="Verdana"/>
          <w:szCs w:val="14"/>
        </w:rPr>
        <w:t xml:space="preserve"> </w:t>
      </w:r>
      <w:r w:rsidRPr="001571DA">
        <w:rPr>
          <w:rFonts w:ascii="Verdana" w:hAnsi="Verdana" w:cstheme="minorHAnsi"/>
          <w:szCs w:val="14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03A92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B7D3F"/>
    <w:rsid w:val="002C31BF"/>
    <w:rsid w:val="002D08B1"/>
    <w:rsid w:val="002E0CD7"/>
    <w:rsid w:val="002F50CD"/>
    <w:rsid w:val="00300B3B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4295B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560CD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0648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D4513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40B2A"/>
    <w:rsid w:val="00A576F0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D50F9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6FE1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59E153EBA9840DC9642324646542C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402DB-43CE-40CF-9F70-81AF89013C93}"/>
      </w:docPartPr>
      <w:docPartBody>
        <w:p w:rsidR="006A1DE0" w:rsidRDefault="0045391D" w:rsidP="0045391D">
          <w:pPr>
            <w:pStyle w:val="B59E153EBA9840DC9642324646542C3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F539EC6FE64D6180685FAC7F9E29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1740AC-687D-4007-8B1A-66B1A2CCB79B}"/>
      </w:docPartPr>
      <w:docPartBody>
        <w:p w:rsidR="006A1DE0" w:rsidRDefault="0045391D" w:rsidP="0045391D">
          <w:pPr>
            <w:pStyle w:val="6AF539EC6FE64D6180685FAC7F9E29F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40FD6C8A3243B4B46EB508C633CA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E4E2CA-05AA-487B-8969-259B0451FF65}"/>
      </w:docPartPr>
      <w:docPartBody>
        <w:p w:rsidR="006A1DE0" w:rsidRDefault="0045391D" w:rsidP="0045391D">
          <w:pPr>
            <w:pStyle w:val="C040FD6C8A3243B4B46EB508C633CAB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DC235E90CB4B8684EBC9DB619443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FAE2C-9AB0-49D8-8A17-F66083F55968}"/>
      </w:docPartPr>
      <w:docPartBody>
        <w:p w:rsidR="006A1DE0" w:rsidRDefault="0045391D" w:rsidP="0045391D">
          <w:pPr>
            <w:pStyle w:val="67DC235E90CB4B8684EBC9DB619443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B6B322AB04F4E6FB33817F75ABC7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ADFD68-2ADA-4A3F-BB91-E9BB29611321}"/>
      </w:docPartPr>
      <w:docPartBody>
        <w:p w:rsidR="006A1DE0" w:rsidRDefault="0045391D" w:rsidP="0045391D">
          <w:pPr>
            <w:pStyle w:val="8B6B322AB04F4E6FB33817F75ABC73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EE1CA647344099AB07ADF5708C77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8BE438-5961-461F-8005-6B9861092DA2}"/>
      </w:docPartPr>
      <w:docPartBody>
        <w:p w:rsidR="006A1DE0" w:rsidRDefault="0045391D" w:rsidP="0045391D">
          <w:pPr>
            <w:pStyle w:val="74EE1CA647344099AB07ADF5708C77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E3DEC9892ED487284DA8FD26C1B88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83957C-231F-4468-BAE9-7CD5276E045F}"/>
      </w:docPartPr>
      <w:docPartBody>
        <w:p w:rsidR="006A1DE0" w:rsidRDefault="0045391D" w:rsidP="0045391D">
          <w:pPr>
            <w:pStyle w:val="0E3DEC9892ED487284DA8FD26C1B88D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C4B316AF534F9F90871261B986D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A74E9-73A1-463F-B46B-1883B6D70311}"/>
      </w:docPartPr>
      <w:docPartBody>
        <w:p w:rsidR="006A1DE0" w:rsidRDefault="0045391D" w:rsidP="0045391D">
          <w:pPr>
            <w:pStyle w:val="5CC4B316AF534F9F90871261B986D156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91D"/>
    <w:rsid w:val="0045391D"/>
    <w:rsid w:val="006A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391D"/>
    <w:rPr>
      <w:color w:val="808080"/>
    </w:rPr>
  </w:style>
  <w:style w:type="paragraph" w:customStyle="1" w:styleId="B59E153EBA9840DC9642324646542C34">
    <w:name w:val="B59E153EBA9840DC9642324646542C34"/>
    <w:rsid w:val="0045391D"/>
  </w:style>
  <w:style w:type="paragraph" w:customStyle="1" w:styleId="6AF539EC6FE64D6180685FAC7F9E29F5">
    <w:name w:val="6AF539EC6FE64D6180685FAC7F9E29F5"/>
    <w:rsid w:val="0045391D"/>
  </w:style>
  <w:style w:type="paragraph" w:customStyle="1" w:styleId="C040FD6C8A3243B4B46EB508C633CAB7">
    <w:name w:val="C040FD6C8A3243B4B46EB508C633CAB7"/>
    <w:rsid w:val="0045391D"/>
  </w:style>
  <w:style w:type="paragraph" w:customStyle="1" w:styleId="67DC235E90CB4B8684EBC9DB61944367">
    <w:name w:val="67DC235E90CB4B8684EBC9DB61944367"/>
    <w:rsid w:val="0045391D"/>
  </w:style>
  <w:style w:type="paragraph" w:customStyle="1" w:styleId="8B6B322AB04F4E6FB33817F75ABC7365">
    <w:name w:val="8B6B322AB04F4E6FB33817F75ABC7365"/>
    <w:rsid w:val="0045391D"/>
  </w:style>
  <w:style w:type="paragraph" w:customStyle="1" w:styleId="74EE1CA647344099AB07ADF5708C774B">
    <w:name w:val="74EE1CA647344099AB07ADF5708C774B"/>
    <w:rsid w:val="0045391D"/>
  </w:style>
  <w:style w:type="paragraph" w:customStyle="1" w:styleId="0E3DEC9892ED487284DA8FD26C1B88D7">
    <w:name w:val="0E3DEC9892ED487284DA8FD26C1B88D7"/>
    <w:rsid w:val="0045391D"/>
  </w:style>
  <w:style w:type="paragraph" w:customStyle="1" w:styleId="5CC4B316AF534F9F90871261B986D156">
    <w:name w:val="5CC4B316AF534F9F90871261B986D156"/>
    <w:rsid w:val="004539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6D1FFE0-9EB9-44D1-B20D-8AE39D86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35</TotalTime>
  <Pages>11</Pages>
  <Words>1593</Words>
  <Characters>9399</Characters>
  <Application>Microsoft Office Word</Application>
  <DocSecurity>0</DocSecurity>
  <Lines>78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Harvanová Radka, DiS.</cp:lastModifiedBy>
  <cp:revision>8</cp:revision>
  <cp:lastPrinted>2023-10-05T09:40:00Z</cp:lastPrinted>
  <dcterms:created xsi:type="dcterms:W3CDTF">2024-02-14T08:04:00Z</dcterms:created>
  <dcterms:modified xsi:type="dcterms:W3CDTF">2024-02-22T10:00:00Z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