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CF50" w14:textId="4291A6B1" w:rsidR="009D1BA2" w:rsidRPr="00221465" w:rsidRDefault="0034498F" w:rsidP="008027B9">
      <w:pPr>
        <w:spacing w:line="276" w:lineRule="auto"/>
        <w:jc w:val="both"/>
        <w:rPr>
          <w:rFonts w:asciiTheme="majorHAnsi" w:hAnsiTheme="majorHAnsi"/>
          <w:noProof/>
        </w:rPr>
      </w:pPr>
      <w:r w:rsidRPr="003B5A8D">
        <w:rPr>
          <w:rFonts w:asciiTheme="majorHAnsi" w:hAnsiTheme="majorHAnsi"/>
          <w:noProof/>
        </w:rPr>
        <w:t xml:space="preserve">Příloha č. </w:t>
      </w:r>
      <w:r w:rsidR="003B5A8D" w:rsidRPr="003B5A8D">
        <w:rPr>
          <w:rFonts w:asciiTheme="majorHAnsi" w:hAnsiTheme="majorHAnsi"/>
          <w:noProof/>
        </w:rPr>
        <w:t xml:space="preserve">3 </w:t>
      </w:r>
      <w:r w:rsidR="00EA2C48" w:rsidRPr="003B5A8D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jc w:val="both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8027B9">
      <w:pPr>
        <w:widowControl w:val="0"/>
        <w:spacing w:after="120" w:line="276" w:lineRule="auto"/>
        <w:jc w:val="both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1925F6" w:rsidRPr="00E21B35">
        <w:rPr>
          <w:rFonts w:ascii="Verdana" w:hAnsi="Verdana"/>
          <w:highlight w:val="green"/>
        </w:rPr>
        <w:t xml:space="preserve">[DOPLNÍ </w:t>
      </w:r>
      <w:r w:rsidR="001925F6">
        <w:rPr>
          <w:rFonts w:ascii="Verdana" w:hAnsi="Verdana"/>
          <w:highlight w:val="green"/>
        </w:rPr>
        <w:t>PRODÁVAJÍCÍ</w:t>
      </w:r>
      <w:r w:rsidR="001925F6" w:rsidRPr="00E21B35">
        <w:rPr>
          <w:rFonts w:ascii="Verdana" w:hAnsi="Verdana"/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jc w:val="both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707F14">
        <w:rPr>
          <w:b/>
          <w:bCs/>
          <w:i/>
          <w:iCs/>
          <w:noProof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Default="009D1BA2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707F14">
        <w:rPr>
          <w:rFonts w:asciiTheme="majorHAnsi" w:hAnsiTheme="majorHAnsi"/>
          <w:b/>
          <w:bCs/>
          <w:i/>
          <w:i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6E5A1BCD" w14:textId="77777777" w:rsidR="00707F14" w:rsidRPr="00221465" w:rsidRDefault="00707F14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</w:p>
    <w:p w14:paraId="5839136E" w14:textId="77777777" w:rsidR="00EA2C48" w:rsidRPr="000C5DA0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45A64D3E" w:rsidR="00EA2C48" w:rsidRPr="000C5DA0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>. zn. A 48384</w:t>
      </w:r>
    </w:p>
    <w:p w14:paraId="65E363A6" w14:textId="17EE2CCD" w:rsidR="00EA2C48" w:rsidRPr="000C5DA0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27396FD1" w:rsidR="00EA2C48" w:rsidRPr="006D7F76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6D7F76">
        <w:rPr>
          <w:rFonts w:eastAsia="Times New Roman" w:cs="Times New Roman"/>
          <w:lang w:eastAsia="cs-CZ"/>
        </w:rPr>
        <w:t>IČ 70994234, DIČ CZ70994234</w:t>
      </w:r>
    </w:p>
    <w:p w14:paraId="519D6099" w14:textId="296022EE" w:rsidR="00EA2C48" w:rsidRDefault="00EA2C48" w:rsidP="00707F14">
      <w:pPr>
        <w:widowControl w:val="0"/>
        <w:overflowPunct w:val="0"/>
        <w:autoSpaceDE w:val="0"/>
        <w:autoSpaceDN w:val="0"/>
        <w:adjustRightInd w:val="0"/>
        <w:spacing w:after="600" w:line="240" w:lineRule="auto"/>
        <w:ind w:left="1418" w:hanging="1418"/>
        <w:jc w:val="both"/>
        <w:textAlignment w:val="baseline"/>
        <w:rPr>
          <w:rFonts w:eastAsia="Times New Roman" w:cs="Times New Roman"/>
          <w:lang w:eastAsia="cs-CZ"/>
        </w:rPr>
      </w:pPr>
      <w:r w:rsidRPr="006D7F76">
        <w:rPr>
          <w:rFonts w:eastAsia="Times New Roman" w:cs="Times New Roman"/>
          <w:lang w:eastAsia="cs-CZ"/>
        </w:rPr>
        <w:tab/>
        <w:t xml:space="preserve">zastoupená </w:t>
      </w:r>
      <w:r w:rsidR="003B5A8D" w:rsidRPr="006D7F76">
        <w:rPr>
          <w:rFonts w:eastAsia="Times New Roman" w:cs="Times New Roman"/>
          <w:lang w:eastAsia="cs-CZ"/>
        </w:rPr>
        <w:t>Ing</w:t>
      </w:r>
      <w:r w:rsidR="003B5A8D">
        <w:rPr>
          <w:rFonts w:eastAsia="Times New Roman" w:cs="Times New Roman"/>
          <w:lang w:eastAsia="cs-CZ"/>
        </w:rPr>
        <w:t>. Davidem Miklasem</w:t>
      </w:r>
      <w:r w:rsidR="006D153D">
        <w:rPr>
          <w:rFonts w:eastAsia="Times New Roman" w:cs="Times New Roman"/>
          <w:lang w:eastAsia="cs-CZ"/>
        </w:rPr>
        <w:t xml:space="preserve">, ředitelem organizační jednotky Správa </w:t>
      </w:r>
      <w:r w:rsidR="00AC7A8B">
        <w:rPr>
          <w:rFonts w:eastAsia="Times New Roman" w:cs="Times New Roman"/>
          <w:lang w:eastAsia="cs-CZ"/>
        </w:rPr>
        <w:t xml:space="preserve">   </w:t>
      </w:r>
      <w:r w:rsidR="006D153D">
        <w:rPr>
          <w:rFonts w:eastAsia="Times New Roman" w:cs="Times New Roman"/>
          <w:lang w:eastAsia="cs-CZ"/>
        </w:rPr>
        <w:t>železniční</w:t>
      </w:r>
      <w:r w:rsidR="00DE36B7">
        <w:rPr>
          <w:rFonts w:eastAsia="Times New Roman" w:cs="Times New Roman"/>
          <w:lang w:eastAsia="cs-CZ"/>
        </w:rPr>
        <w:t xml:space="preserve"> telematiky</w:t>
      </w:r>
    </w:p>
    <w:p w14:paraId="312AF4C2" w14:textId="0D516A1A" w:rsidR="00EA2C48" w:rsidRPr="001925F6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jméno osoby</w:t>
      </w:r>
      <w:r w:rsidR="001925F6" w:rsidRPr="008027B9">
        <w:rPr>
          <w:rFonts w:eastAsia="Times New Roman" w:cs="Times New Roman"/>
          <w:highlight w:val="green"/>
          <w:lang w:eastAsia="cs-CZ"/>
        </w:rPr>
        <w:t xml:space="preserve"> </w:t>
      </w:r>
      <w:r w:rsidR="001925F6" w:rsidRPr="001925F6">
        <w:rPr>
          <w:rFonts w:ascii="Verdana" w:hAnsi="Verdana"/>
          <w:highlight w:val="green"/>
        </w:rPr>
        <w:t>[DOPLNÍ PRODÁVAJÍCÍ]</w:t>
      </w:r>
    </w:p>
    <w:p w14:paraId="57FC89CC" w14:textId="191E9DD9" w:rsidR="00EA2C48" w:rsidRPr="008027B9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0E3F305A" w14:textId="469A577D" w:rsidR="00EA2C48" w:rsidRPr="008027B9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sídlu</w:t>
      </w:r>
    </w:p>
    <w:p w14:paraId="292EACFC" w14:textId="14E51D33" w:rsidR="00EA2C48" w:rsidRPr="001925F6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2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1925F6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1925F6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1925F6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2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1925F6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1925F6">
        <w:rPr>
          <w:rFonts w:eastAsia="Times New Roman" w:cs="Times New Roman"/>
          <w:highlight w:val="green"/>
          <w:lang w:eastAsia="cs-CZ"/>
        </w:rPr>
        <w:t>…………………..</w:t>
      </w:r>
    </w:p>
    <w:p w14:paraId="2E9A3E51" w14:textId="146C5C38" w:rsidR="00EA2C48" w:rsidRPr="001925F6" w:rsidRDefault="00EA2C48" w:rsidP="00707F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2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1925F6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1925F6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59764F22" w14:textId="349DEB7E" w:rsidR="00EA2C48" w:rsidRPr="008027B9" w:rsidRDefault="00EA2C48" w:rsidP="00707F14">
      <w:pPr>
        <w:widowControl w:val="0"/>
        <w:overflowPunct w:val="0"/>
        <w:autoSpaceDE w:val="0"/>
        <w:autoSpaceDN w:val="0"/>
        <w:adjustRightInd w:val="0"/>
        <w:spacing w:after="360" w:line="240" w:lineRule="auto"/>
        <w:ind w:left="1418" w:hanging="1418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7961F33C" w14:textId="7465D69B" w:rsidR="00A90199" w:rsidRDefault="00A90199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707F14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707F14">
        <w:rPr>
          <w:rFonts w:asciiTheme="majorHAnsi" w:hAnsiTheme="majorHAnsi"/>
          <w:b/>
          <w:bCs/>
          <w:i/>
          <w:iCs/>
          <w:noProof/>
        </w:rPr>
        <w:t>Smluvní strany</w:t>
      </w:r>
      <w:r w:rsidR="005466DD" w:rsidRPr="00B70CA6">
        <w:rPr>
          <w:rFonts w:asciiTheme="majorHAnsi" w:hAnsiTheme="majorHAnsi"/>
          <w:noProof/>
        </w:rPr>
        <w:t>“</w:t>
      </w:r>
      <w:r w:rsidR="00FF3C3D" w:rsidRPr="00B70CA6">
        <w:rPr>
          <w:rFonts w:asciiTheme="majorHAnsi" w:hAnsiTheme="majorHAnsi"/>
          <w:noProof/>
        </w:rPr>
        <w:t xml:space="preserve"> nebo „</w:t>
      </w:r>
      <w:r w:rsidR="00FF3C3D" w:rsidRPr="00707F14">
        <w:rPr>
          <w:rFonts w:asciiTheme="majorHAnsi" w:hAnsiTheme="majorHAnsi"/>
          <w:b/>
          <w:bCs/>
          <w:i/>
          <w:iCs/>
          <w:noProof/>
        </w:rPr>
        <w:t>Strany</w:t>
      </w:r>
      <w:r w:rsidR="00FF3C3D" w:rsidRPr="00B70CA6">
        <w:rPr>
          <w:rFonts w:asciiTheme="majorHAnsi" w:hAnsiTheme="majorHAnsi"/>
          <w:noProof/>
        </w:rPr>
        <w:t>“</w:t>
      </w:r>
      <w:r w:rsidR="005466DD" w:rsidRPr="00B70CA6">
        <w:rPr>
          <w:rFonts w:asciiTheme="majorHAnsi" w:hAnsiTheme="majorHAnsi"/>
          <w:noProof/>
        </w:rPr>
        <w:t>)</w:t>
      </w:r>
    </w:p>
    <w:p w14:paraId="029A4B9F" w14:textId="77777777" w:rsidR="00707F14" w:rsidRPr="00B70CA6" w:rsidRDefault="00707F14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</w:p>
    <w:p w14:paraId="6887847B" w14:textId="40631047" w:rsidR="009D1BA2" w:rsidRPr="00221465" w:rsidRDefault="00355DD1" w:rsidP="00A5080D">
      <w:pPr>
        <w:keepLines/>
        <w:widowControl w:val="0"/>
        <w:jc w:val="both"/>
        <w:rPr>
          <w:rFonts w:asciiTheme="majorHAnsi" w:hAnsiTheme="majorHAnsi"/>
          <w:noProof/>
        </w:rPr>
      </w:pPr>
      <w:r w:rsidRPr="00B70CA6">
        <w:rPr>
          <w:lang w:eastAsia="cs-CZ"/>
        </w:rPr>
        <w:t xml:space="preserve">Tato </w:t>
      </w:r>
      <w:r w:rsidR="00707F14">
        <w:rPr>
          <w:lang w:eastAsia="cs-CZ"/>
        </w:rPr>
        <w:t>S</w:t>
      </w:r>
      <w:r w:rsidRPr="00B70CA6">
        <w:rPr>
          <w:lang w:eastAsia="cs-CZ"/>
        </w:rPr>
        <w:t xml:space="preserve">mlouva je uzavřena na základě výsledků </w:t>
      </w:r>
      <w:r w:rsidR="002E20E4" w:rsidRPr="00B70CA6">
        <w:rPr>
          <w:lang w:eastAsia="cs-CZ"/>
        </w:rPr>
        <w:t>výběrového</w:t>
      </w:r>
      <w:r w:rsidRPr="00B70CA6">
        <w:rPr>
          <w:lang w:eastAsia="cs-CZ"/>
        </w:rPr>
        <w:t xml:space="preserve"> řízení veřejné zakázky s názvem</w:t>
      </w:r>
      <w:r w:rsidR="0039509B" w:rsidRPr="00B70CA6">
        <w:rPr>
          <w:lang w:eastAsia="cs-CZ"/>
        </w:rPr>
        <w:t xml:space="preserve"> </w:t>
      </w:r>
      <w:r w:rsidRPr="00707F14">
        <w:rPr>
          <w:lang w:eastAsia="cs-CZ"/>
        </w:rPr>
        <w:t>„</w:t>
      </w:r>
      <w:r w:rsidR="00AC7A8B" w:rsidRPr="00707F14">
        <w:rPr>
          <w:lang w:eastAsia="cs-CZ"/>
        </w:rPr>
        <w:t>AV</w:t>
      </w:r>
      <w:r w:rsidR="00B23012">
        <w:rPr>
          <w:lang w:eastAsia="cs-CZ"/>
        </w:rPr>
        <w:t> </w:t>
      </w:r>
      <w:r w:rsidR="00AC7A8B" w:rsidRPr="00707F14">
        <w:rPr>
          <w:lang w:eastAsia="cs-CZ"/>
        </w:rPr>
        <w:t xml:space="preserve">technika </w:t>
      </w:r>
      <w:r w:rsidR="00D1554B" w:rsidRPr="00707F14">
        <w:rPr>
          <w:lang w:eastAsia="cs-CZ"/>
        </w:rPr>
        <w:t>do zasedacích místností</w:t>
      </w:r>
      <w:r w:rsidRPr="00707F14">
        <w:rPr>
          <w:lang w:eastAsia="cs-CZ"/>
        </w:rPr>
        <w:t>“,</w:t>
      </w:r>
      <w:r w:rsidRPr="00B70CA6">
        <w:rPr>
          <w:lang w:eastAsia="cs-CZ"/>
        </w:rPr>
        <w:t xml:space="preserve"> </w:t>
      </w:r>
      <w:r w:rsidRPr="00B70CA6">
        <w:rPr>
          <w:rFonts w:eastAsia="Times New Roman" w:cs="Times New Roman"/>
          <w:lang w:eastAsia="cs-CZ"/>
        </w:rPr>
        <w:t xml:space="preserve">č.j. veřejné zakázky </w:t>
      </w:r>
      <w:r w:rsidR="00D1554B">
        <w:rPr>
          <w:rFonts w:eastAsia="Times New Roman" w:cs="Times New Roman"/>
          <w:lang w:eastAsia="cs-CZ"/>
        </w:rPr>
        <w:t>8252</w:t>
      </w:r>
      <w:r w:rsidR="00B96EB0" w:rsidRPr="00B70CA6">
        <w:rPr>
          <w:rFonts w:eastAsia="Times New Roman" w:cs="Times New Roman"/>
          <w:lang w:eastAsia="cs-CZ"/>
        </w:rPr>
        <w:t>/202</w:t>
      </w:r>
      <w:r w:rsidR="00D1554B">
        <w:rPr>
          <w:rFonts w:eastAsia="Times New Roman" w:cs="Times New Roman"/>
          <w:lang w:eastAsia="cs-CZ"/>
        </w:rPr>
        <w:t>4</w:t>
      </w:r>
      <w:r w:rsidR="00B96EB0" w:rsidRPr="00B70CA6">
        <w:rPr>
          <w:rFonts w:eastAsia="Times New Roman" w:cs="Times New Roman"/>
          <w:lang w:eastAsia="cs-CZ"/>
        </w:rPr>
        <w:t xml:space="preserve">-SŽ-GŘ-O8 </w:t>
      </w:r>
      <w:r w:rsidRPr="00B70CA6">
        <w:rPr>
          <w:lang w:eastAsia="cs-CZ"/>
        </w:rPr>
        <w:t>(dále jen „</w:t>
      </w:r>
      <w:r w:rsidR="00B843B7" w:rsidRPr="00707F14">
        <w:rPr>
          <w:b/>
          <w:i/>
          <w:iCs/>
          <w:lang w:eastAsia="cs-CZ"/>
        </w:rPr>
        <w:t xml:space="preserve">Veřejná </w:t>
      </w:r>
      <w:r w:rsidRPr="00707F14">
        <w:rPr>
          <w:b/>
          <w:i/>
          <w:iCs/>
          <w:lang w:eastAsia="cs-CZ"/>
        </w:rPr>
        <w:t>zakázka</w:t>
      </w:r>
      <w:r w:rsidRPr="00B70CA6">
        <w:rPr>
          <w:lang w:eastAsia="cs-CZ"/>
        </w:rPr>
        <w:t xml:space="preserve">“). Jednotlivá ustanovení této Smlouvy tak budou vykládána v souladu se zadávacími podmínkami </w:t>
      </w:r>
      <w:r w:rsidR="000573A5" w:rsidRPr="00B70CA6">
        <w:rPr>
          <w:lang w:eastAsia="cs-CZ"/>
        </w:rPr>
        <w:t>Veřejné</w:t>
      </w:r>
      <w:r w:rsidR="000573A5" w:rsidRPr="000C5DA0">
        <w:rPr>
          <w:lang w:eastAsia="cs-CZ"/>
        </w:rPr>
        <w:t xml:space="preserve"> </w:t>
      </w:r>
      <w:r w:rsidRPr="000C5DA0">
        <w:rPr>
          <w:lang w:eastAsia="cs-CZ"/>
        </w:rPr>
        <w:t>zakázky.</w:t>
      </w:r>
    </w:p>
    <w:p w14:paraId="4CD1E4DE" w14:textId="77777777" w:rsidR="00707F14" w:rsidRDefault="00707F14" w:rsidP="00A5080D">
      <w:pPr>
        <w:keepNext/>
        <w:keepLines/>
        <w:widowControl w:val="0"/>
        <w:rPr>
          <w:rFonts w:asciiTheme="majorHAnsi" w:eastAsiaTheme="majorEastAsia" w:hAnsiTheme="majorHAnsi" w:cstheme="majorBidi"/>
          <w:b/>
          <w:iCs/>
          <w:u w:val="single"/>
        </w:rPr>
      </w:pPr>
      <w:bookmarkStart w:id="1" w:name="_Hlk27231555"/>
      <w:bookmarkEnd w:id="0"/>
      <w:r>
        <w:br w:type="page"/>
      </w:r>
    </w:p>
    <w:p w14:paraId="1DC2239F" w14:textId="7453C5A3" w:rsidR="000A1BD4" w:rsidRPr="00AF5FA9" w:rsidRDefault="00A90199" w:rsidP="00A5080D">
      <w:pPr>
        <w:pStyle w:val="Nadpis4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lastRenderedPageBreak/>
        <w:t>Předmět smlouvy</w:t>
      </w:r>
    </w:p>
    <w:p w14:paraId="3BDD55EA" w14:textId="785ECDF5" w:rsidR="009D1BA2" w:rsidRPr="00221465" w:rsidRDefault="00A90199" w:rsidP="00A5080D">
      <w:pPr>
        <w:pStyle w:val="Odstavecseseznamem"/>
        <w:keepNext/>
        <w:keepLines/>
        <w:widowControl w:val="0"/>
        <w:jc w:val="both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E2AA8A8" w:rsidR="0034033F" w:rsidRPr="00861D1C" w:rsidRDefault="00A90199" w:rsidP="00A5080D">
      <w:pPr>
        <w:pStyle w:val="Odstavecseseznamem"/>
        <w:keepNext/>
        <w:keepLines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>dodat Hardware alespoň v kvalitě a </w:t>
      </w:r>
      <w:r w:rsidR="007C2837">
        <w:t>dle</w:t>
      </w:r>
      <w:r w:rsidR="000D61E8">
        <w:t xml:space="preserve"> </w:t>
      </w:r>
      <w:r w:rsidRPr="00861D1C">
        <w:t>specifikací uvedených v </w:t>
      </w:r>
      <w:r w:rsidRPr="00861D1C">
        <w:rPr>
          <w:bCs/>
        </w:rPr>
        <w:t>Příloze č. 1</w:t>
      </w:r>
      <w:r w:rsidRPr="00861D1C">
        <w:t xml:space="preserve"> </w:t>
      </w:r>
      <w:r w:rsidRPr="00861D1C">
        <w:rPr>
          <w:i/>
        </w:rPr>
        <w:t xml:space="preserve">Specifikace </w:t>
      </w:r>
      <w:r w:rsidR="006C1F21" w:rsidRPr="00861D1C">
        <w:rPr>
          <w:i/>
        </w:rPr>
        <w:t>Plnění</w:t>
      </w:r>
      <w:r w:rsidRPr="00861D1C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861D1C">
        <w:t>prostředí</w:t>
      </w:r>
      <w:r w:rsidRPr="00861D1C">
        <w:t xml:space="preserve"> </w:t>
      </w:r>
      <w:r w:rsidR="00EC2D7C" w:rsidRPr="00861D1C">
        <w:t>Kupujícího</w:t>
      </w:r>
      <w:r w:rsidR="0034033F" w:rsidRPr="00861D1C">
        <w:rPr>
          <w:noProof/>
        </w:rPr>
        <w:t>;</w:t>
      </w:r>
      <w:r w:rsidR="008F015B" w:rsidRPr="00861D1C">
        <w:rPr>
          <w:noProof/>
        </w:rPr>
        <w:t xml:space="preserve"> </w:t>
      </w:r>
    </w:p>
    <w:p w14:paraId="6CEB2937" w14:textId="4DDE4E80" w:rsidR="0034033F" w:rsidRPr="00861D1C" w:rsidRDefault="00A90199" w:rsidP="00A5080D">
      <w:pPr>
        <w:pStyle w:val="Odstavecseseznamem"/>
        <w:keepLines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>poskytnout oprávnění užít případný Software (např. firmware, obslužné ovladače apod.), který je součástí Hardware uvedeného v </w:t>
      </w:r>
      <w:r w:rsidRPr="00861D1C">
        <w:rPr>
          <w:bCs/>
        </w:rPr>
        <w:t>Příloze č. 1</w:t>
      </w:r>
      <w:r w:rsidR="00EC2D7C" w:rsidRPr="00861D1C">
        <w:t xml:space="preserve"> </w:t>
      </w:r>
      <w:r w:rsidRPr="00861D1C">
        <w:rPr>
          <w:i/>
        </w:rPr>
        <w:t xml:space="preserve">Specifikace </w:t>
      </w:r>
      <w:r w:rsidR="006C1F21" w:rsidRPr="00861D1C">
        <w:rPr>
          <w:i/>
        </w:rPr>
        <w:t>Plnění</w:t>
      </w:r>
      <w:r w:rsidRPr="00861D1C">
        <w:t xml:space="preserve"> této Smlouvy</w:t>
      </w:r>
      <w:r w:rsidR="0034033F" w:rsidRPr="00861D1C">
        <w:rPr>
          <w:noProof/>
        </w:rPr>
        <w:t>;</w:t>
      </w:r>
    </w:p>
    <w:p w14:paraId="14991ADE" w14:textId="515AEE2F" w:rsidR="0034033F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 xml:space="preserve">předat </w:t>
      </w:r>
      <w:r w:rsidR="00EC2D7C" w:rsidRPr="00861D1C">
        <w:t>Kupujícímu</w:t>
      </w:r>
      <w:r w:rsidR="007C2837">
        <w:t xml:space="preserve"> související</w:t>
      </w:r>
      <w:r w:rsidR="00896FAA">
        <w:t xml:space="preserve"> </w:t>
      </w:r>
      <w:r w:rsidR="00E26701">
        <w:t>d</w:t>
      </w:r>
      <w:r w:rsidRPr="00861D1C">
        <w:t>okumentaci</w:t>
      </w:r>
      <w:r w:rsidR="00896FAA">
        <w:t xml:space="preserve"> prostředí</w:t>
      </w:r>
      <w:r w:rsidRPr="00861D1C">
        <w:t xml:space="preserve"> </w:t>
      </w:r>
      <w:r w:rsidR="00D7689C">
        <w:t xml:space="preserve">(tj. vizualizaci zapojení použitých zařízení/technologie) </w:t>
      </w:r>
      <w:r w:rsidRPr="00861D1C">
        <w:t xml:space="preserve">a poskytnout </w:t>
      </w:r>
      <w:r w:rsidR="00EC2D7C" w:rsidRPr="00861D1C">
        <w:t>Kupujícímu</w:t>
      </w:r>
      <w:r w:rsidRPr="00861D1C">
        <w:t xml:space="preserve"> oprávnění </w:t>
      </w:r>
      <w:r w:rsidR="00E26701">
        <w:t>d</w:t>
      </w:r>
      <w:r w:rsidRPr="00861D1C">
        <w:t>okumentaci užít</w:t>
      </w:r>
      <w:r w:rsidR="0034033F" w:rsidRPr="00861D1C">
        <w:rPr>
          <w:noProof/>
        </w:rPr>
        <w:t>;</w:t>
      </w:r>
    </w:p>
    <w:p w14:paraId="50A8821A" w14:textId="5A54494F" w:rsidR="0034033F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 xml:space="preserve">provést dopravu Hardware do </w:t>
      </w:r>
      <w:r w:rsidR="000D2268" w:rsidRPr="00861D1C">
        <w:t>m</w:t>
      </w:r>
      <w:r w:rsidRPr="00861D1C">
        <w:t>ísta plnění, včetně umístění Hardware do vhodného přepravního obalu zamezujícího anebo minimalizujícího případné poškození Hardware během dopravy</w:t>
      </w:r>
      <w:r w:rsidR="008819F6" w:rsidRPr="00861D1C">
        <w:rPr>
          <w:noProof/>
        </w:rPr>
        <w:t>;</w:t>
      </w:r>
    </w:p>
    <w:p w14:paraId="6B93F5E9" w14:textId="19C844AB" w:rsidR="008819F6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 xml:space="preserve">poskytnout </w:t>
      </w:r>
      <w:r w:rsidR="00EC2D7C" w:rsidRPr="00861D1C">
        <w:t xml:space="preserve">Kupujícímu </w:t>
      </w:r>
      <w:r w:rsidR="006C1F21" w:rsidRPr="00861D1C">
        <w:t>z</w:t>
      </w:r>
      <w:r w:rsidRPr="00861D1C">
        <w:t xml:space="preserve">áruku za jakost k dodanému Hardware </w:t>
      </w:r>
      <w:r w:rsidR="00D7689C">
        <w:t>po dobu 5 let</w:t>
      </w:r>
      <w:r w:rsidR="00822396" w:rsidRPr="00861D1C">
        <w:t>;</w:t>
      </w:r>
      <w:r w:rsidR="006C1F21" w:rsidRPr="00861D1C">
        <w:t xml:space="preserve"> </w:t>
      </w:r>
    </w:p>
    <w:p w14:paraId="670FC094" w14:textId="22169E36" w:rsidR="00A037C2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bookmarkStart w:id="2" w:name="_Ref510544962"/>
      <w:r w:rsidRPr="00861D1C">
        <w:t xml:space="preserve">provést </w:t>
      </w:r>
      <w:r w:rsidR="00EF0177" w:rsidRPr="00861D1C">
        <w:t>i</w:t>
      </w:r>
      <w:r w:rsidRPr="00861D1C">
        <w:t xml:space="preserve">nstalaci Hardware včetně případné likvidace odpadů vzniklých při </w:t>
      </w:r>
      <w:r w:rsidR="00EF0177" w:rsidRPr="00861D1C">
        <w:t>i</w:t>
      </w:r>
      <w:r w:rsidRPr="00861D1C">
        <w:t>nstalaci v </w:t>
      </w:r>
      <w:r w:rsidR="00E26701">
        <w:t>m</w:t>
      </w:r>
      <w:r w:rsidRPr="00861D1C">
        <w:t xml:space="preserve">ístě plnění a poskytnout </w:t>
      </w:r>
      <w:r w:rsidR="00D64352" w:rsidRPr="00861D1C">
        <w:t xml:space="preserve">Kupujícímu </w:t>
      </w:r>
      <w:r w:rsidR="006C1F21" w:rsidRPr="00861D1C">
        <w:t>z</w:t>
      </w:r>
      <w:r w:rsidRPr="00861D1C">
        <w:t xml:space="preserve">áruku za jakost na provedenou </w:t>
      </w:r>
      <w:r w:rsidR="00E26701">
        <w:t>i</w:t>
      </w:r>
      <w:r w:rsidRPr="00861D1C">
        <w:t>nstalaci</w:t>
      </w:r>
      <w:bookmarkEnd w:id="2"/>
      <w:r w:rsidR="00DA3406" w:rsidRPr="00861D1C">
        <w:t>;</w:t>
      </w:r>
    </w:p>
    <w:p w14:paraId="3DCE5AA1" w14:textId="556DBC04" w:rsidR="00BE7C40" w:rsidRPr="00861D1C" w:rsidRDefault="00BE7C40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>provést školení uživatelů za podmínek uvedených v </w:t>
      </w:r>
      <w:r w:rsidRPr="00861D1C">
        <w:rPr>
          <w:bCs/>
        </w:rPr>
        <w:t>Příloze č. 1</w:t>
      </w:r>
      <w:r w:rsidRPr="00861D1C">
        <w:t xml:space="preserve"> </w:t>
      </w:r>
      <w:r w:rsidRPr="00861D1C">
        <w:rPr>
          <w:i/>
        </w:rPr>
        <w:t>Specifikace Plnění</w:t>
      </w:r>
      <w:r w:rsidRPr="00861D1C">
        <w:t xml:space="preserve"> této Smlouvy</w:t>
      </w:r>
      <w:r w:rsidRPr="00861D1C">
        <w:rPr>
          <w:noProof/>
        </w:rPr>
        <w:t>;</w:t>
      </w:r>
    </w:p>
    <w:p w14:paraId="42E6717A" w14:textId="67BAC358" w:rsidR="00EF0177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bookmarkStart w:id="3" w:name="_Ref510542759"/>
      <w:r w:rsidRPr="00861D1C">
        <w:t>poskytovat služby k dodanému Hardware po dobu, v rozsahu a za podmínek dále stanovených v </w:t>
      </w:r>
      <w:r w:rsidRPr="00861D1C">
        <w:rPr>
          <w:bCs/>
        </w:rPr>
        <w:t xml:space="preserve">Příloze č. 1 </w:t>
      </w:r>
      <w:r w:rsidRPr="00861D1C">
        <w:rPr>
          <w:bCs/>
          <w:i/>
        </w:rPr>
        <w:t xml:space="preserve">Specifikace </w:t>
      </w:r>
      <w:r w:rsidR="006C1F21" w:rsidRPr="00861D1C">
        <w:rPr>
          <w:bCs/>
          <w:i/>
        </w:rPr>
        <w:t>Plnění</w:t>
      </w:r>
      <w:r w:rsidR="00491016">
        <w:rPr>
          <w:bCs/>
          <w:i/>
        </w:rPr>
        <w:t>.</w:t>
      </w:r>
      <w:bookmarkStart w:id="4" w:name="_Hlk27245638"/>
      <w:bookmarkEnd w:id="3"/>
    </w:p>
    <w:bookmarkEnd w:id="4"/>
    <w:p w14:paraId="722EAC29" w14:textId="408AAEB4" w:rsidR="00A90199" w:rsidRPr="00221465" w:rsidRDefault="00A90199" w:rsidP="007C2837">
      <w:pPr>
        <w:widowControl w:val="0"/>
        <w:ind w:left="284" w:firstLine="708"/>
        <w:jc w:val="both"/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C2837">
        <w:rPr>
          <w:b/>
          <w:bCs/>
          <w:i/>
          <w:iCs/>
          <w:noProof/>
        </w:rPr>
        <w:t>Plnění</w:t>
      </w:r>
      <w:r w:rsidRPr="00221465">
        <w:rPr>
          <w:noProof/>
        </w:rPr>
        <w:t>“)</w:t>
      </w:r>
    </w:p>
    <w:p w14:paraId="65CA223D" w14:textId="6C4BCDE5" w:rsidR="00A90199" w:rsidRPr="00221465" w:rsidRDefault="00A90199" w:rsidP="008027B9">
      <w:pPr>
        <w:pStyle w:val="Odstavecseseznamem"/>
        <w:widowControl w:val="0"/>
        <w:jc w:val="both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C999564" w:rsidR="00A90199" w:rsidRPr="00221465" w:rsidRDefault="00A90199" w:rsidP="008027B9">
      <w:pPr>
        <w:pStyle w:val="Odstavecseseznamem"/>
        <w:widowControl w:val="0"/>
        <w:numPr>
          <w:ilvl w:val="2"/>
          <w:numId w:val="5"/>
        </w:numPr>
        <w:jc w:val="both"/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</w:t>
      </w:r>
      <w:r w:rsidR="00491016">
        <w:t>é</w:t>
      </w:r>
      <w:r w:rsidRPr="00221465">
        <w:t xml:space="preserve"> </w:t>
      </w:r>
      <w:r w:rsidR="00491016">
        <w:t>P</w:t>
      </w:r>
      <w:r w:rsidRPr="00221465">
        <w:t xml:space="preserve">lnění v souladu s touto Smlouvou </w:t>
      </w:r>
      <w:r w:rsidR="00491016">
        <w:t xml:space="preserve">cenu dohodnutou v souladu s čl. </w:t>
      </w:r>
      <w:r w:rsidR="00BC1D42">
        <w:t xml:space="preserve">2 </w:t>
      </w:r>
      <w:r w:rsidR="00491016">
        <w:t>této Smlouvy</w:t>
      </w:r>
      <w:r w:rsidRPr="00221465">
        <w:t xml:space="preserve">; a </w:t>
      </w:r>
    </w:p>
    <w:p w14:paraId="3D9206E2" w14:textId="24DEBDD8" w:rsidR="00A90199" w:rsidRPr="00221465" w:rsidRDefault="00A90199" w:rsidP="008027B9">
      <w:pPr>
        <w:pStyle w:val="Odstavecseseznamem"/>
        <w:widowControl w:val="0"/>
        <w:numPr>
          <w:ilvl w:val="2"/>
          <w:numId w:val="5"/>
        </w:numPr>
        <w:jc w:val="both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</w:t>
      </w:r>
      <w:r w:rsidR="00220020">
        <w:t>ři</w:t>
      </w:r>
      <w:r w:rsidRPr="00221465">
        <w:t xml:space="preserve"> plnění povinností dle této Smlouvy.</w:t>
      </w:r>
    </w:p>
    <w:bookmarkEnd w:id="5"/>
    <w:p w14:paraId="625BE6FF" w14:textId="7C41AD24" w:rsidR="00595F71" w:rsidRPr="00221465" w:rsidRDefault="00A90199" w:rsidP="00A5080D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360" w:after="240"/>
        <w:ind w:left="0" w:firstLine="0"/>
        <w:jc w:val="both"/>
      </w:pPr>
      <w:r w:rsidRPr="00221465">
        <w:t>Další podmínky plnění</w:t>
      </w:r>
    </w:p>
    <w:p w14:paraId="7AB9C0CA" w14:textId="7B04D213" w:rsidR="00A037C2" w:rsidRPr="00AA052D" w:rsidRDefault="00DC3510" w:rsidP="008027B9">
      <w:pPr>
        <w:pStyle w:val="Odstavecseseznamem"/>
        <w:widowControl w:val="0"/>
        <w:jc w:val="both"/>
      </w:pPr>
      <w:r w:rsidRPr="00B70CA6">
        <w:t xml:space="preserve">Prodávající </w:t>
      </w:r>
      <w:r w:rsidR="00A90199" w:rsidRPr="00B70CA6">
        <w:t xml:space="preserve">dodá Hardware v konfiguracích podle jejich specifikace, jež </w:t>
      </w:r>
      <w:proofErr w:type="gramStart"/>
      <w:r w:rsidR="00A90199" w:rsidRPr="00B70CA6">
        <w:t>tvoří</w:t>
      </w:r>
      <w:proofErr w:type="gramEnd"/>
      <w:r w:rsidR="00A90199" w:rsidRPr="00B70CA6">
        <w:t xml:space="preserve"> Přílohu č. 1 </w:t>
      </w:r>
      <w:r w:rsidR="00A90199" w:rsidRPr="00B70CA6">
        <w:rPr>
          <w:i/>
          <w:iCs/>
        </w:rPr>
        <w:t xml:space="preserve">Specifikace </w:t>
      </w:r>
      <w:r w:rsidR="006C1F21" w:rsidRPr="00B70CA6">
        <w:rPr>
          <w:i/>
          <w:iCs/>
        </w:rPr>
        <w:t>Plnění</w:t>
      </w:r>
      <w:r w:rsidR="00A90199" w:rsidRPr="00B70CA6">
        <w:t xml:space="preserve"> této Smlouvy.</w:t>
      </w:r>
      <w:r w:rsidR="008F015B" w:rsidRPr="00B70CA6">
        <w:t xml:space="preserve"> Je-li součástí Veřejné </w:t>
      </w:r>
      <w:r w:rsidR="00B843B7" w:rsidRPr="00B70CA6">
        <w:t>zaká</w:t>
      </w:r>
      <w:r w:rsidR="001942BB" w:rsidRPr="00B70CA6">
        <w:t>z</w:t>
      </w:r>
      <w:r w:rsidR="00B843B7" w:rsidRPr="00B70CA6">
        <w:t xml:space="preserve">ky </w:t>
      </w:r>
      <w:r w:rsidR="008F015B" w:rsidRPr="00B70CA6">
        <w:t xml:space="preserve">a byl-li </w:t>
      </w:r>
      <w:r w:rsidR="00D64352" w:rsidRPr="00B70CA6">
        <w:t xml:space="preserve">Kupujícímu </w:t>
      </w:r>
      <w:r w:rsidR="008F015B" w:rsidRPr="00B70CA6">
        <w:t xml:space="preserve">před podpisem této Smlouvy doručen návrh řešení nebo obdobný dokument, který má v souladu se </w:t>
      </w:r>
      <w:r w:rsidR="00220020">
        <w:t>z</w:t>
      </w:r>
      <w:r w:rsidR="008F015B" w:rsidRPr="00B70CA6">
        <w:t xml:space="preserve">adávací dokumentací k Veřejné zakázce sloužit jako specifikace kvality Plnění anebo podklad pro Plnění, pak je </w:t>
      </w:r>
      <w:r w:rsidR="00D64352" w:rsidRPr="00B70CA6">
        <w:t xml:space="preserve">Prodávající </w:t>
      </w:r>
      <w:r w:rsidR="008F015B" w:rsidRPr="00B70CA6">
        <w:t xml:space="preserve">povinen provádět Plnění v kvalitě dle takového dokumentu, pokud takový dokument stanoví kvalitu vyšší, než je kvalita specifikovaná v Příloze </w:t>
      </w:r>
      <w:r w:rsidR="00BE7C40" w:rsidRPr="00B70CA6">
        <w:t xml:space="preserve">č. 1 </w:t>
      </w:r>
      <w:r w:rsidR="008F015B" w:rsidRPr="00B70CA6">
        <w:rPr>
          <w:i/>
          <w:iCs/>
        </w:rPr>
        <w:t>Specifikace</w:t>
      </w:r>
      <w:r w:rsidR="008F015B" w:rsidRPr="00AA052D">
        <w:rPr>
          <w:i/>
          <w:iCs/>
        </w:rPr>
        <w:t xml:space="preserve"> Plnění</w:t>
      </w:r>
      <w:r w:rsidR="008F015B" w:rsidRPr="00AA052D">
        <w:t>.</w:t>
      </w:r>
    </w:p>
    <w:p w14:paraId="60F6EC08" w14:textId="5444673B" w:rsidR="00595F71" w:rsidRPr="00221465" w:rsidRDefault="00DC3510" w:rsidP="008027B9">
      <w:pPr>
        <w:pStyle w:val="Odstavecseseznamem"/>
        <w:widowControl w:val="0"/>
        <w:jc w:val="both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2FC1E50" w:rsidR="00595F71" w:rsidRPr="00221465" w:rsidRDefault="00DC3510" w:rsidP="008027B9">
      <w:pPr>
        <w:pStyle w:val="Odstavecseseznamem"/>
        <w:widowControl w:val="0"/>
        <w:jc w:val="both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3A5156">
      <w:pPr>
        <w:pStyle w:val="Odstavecseseznamem"/>
        <w:keepNext/>
        <w:keepLines/>
        <w:widowControl w:val="0"/>
        <w:jc w:val="both"/>
      </w:pPr>
      <w:r w:rsidRPr="00221465">
        <w:lastRenderedPageBreak/>
        <w:t>Dodací list musí obsahovat:</w:t>
      </w:r>
    </w:p>
    <w:p w14:paraId="555FA1E2" w14:textId="4FFF5064" w:rsidR="009C0A64" w:rsidRPr="00221465" w:rsidRDefault="00A90199" w:rsidP="003A5156">
      <w:pPr>
        <w:pStyle w:val="Odstavecseseznamem"/>
        <w:keepNext/>
        <w:keepLines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3A5156">
      <w:pPr>
        <w:pStyle w:val="Odstavecseseznamem"/>
        <w:keepNext/>
        <w:keepLines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3A5156">
      <w:pPr>
        <w:pStyle w:val="Odstavecseseznamem"/>
        <w:keepNext/>
        <w:keepLines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3A5156">
      <w:pPr>
        <w:pStyle w:val="Odstavecseseznamem"/>
        <w:keepNext/>
        <w:keepLines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8027B9">
      <w:pPr>
        <w:widowControl w:val="0"/>
        <w:spacing w:after="120" w:line="276" w:lineRule="auto"/>
        <w:ind w:left="992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22EB203" w:rsidR="00595F71" w:rsidRPr="00221465" w:rsidRDefault="00A90199" w:rsidP="008027B9">
      <w:pPr>
        <w:pStyle w:val="Odstavecseseznamem"/>
        <w:widowControl w:val="0"/>
        <w:jc w:val="both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  <w:r w:rsidR="001C7A7C">
        <w:t xml:space="preserve"> Akceptační řízení je dále upraveno ustanoveními čl. 8 Zvláštních obchodních podmínek, které </w:t>
      </w:r>
      <w:proofErr w:type="gramStart"/>
      <w:r w:rsidR="001C7A7C">
        <w:t>tvoří</w:t>
      </w:r>
      <w:proofErr w:type="gramEnd"/>
      <w:r w:rsidR="001C7A7C">
        <w:t xml:space="preserve"> přílohu č. 5 této Smlouvy.</w:t>
      </w:r>
    </w:p>
    <w:p w14:paraId="7BE11A7A" w14:textId="67B15755" w:rsidR="00291B07" w:rsidRPr="00221465" w:rsidRDefault="00A90199" w:rsidP="008027B9">
      <w:pPr>
        <w:pStyle w:val="Odstavecseseznamem"/>
        <w:widowControl w:val="0"/>
        <w:jc w:val="both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</w:t>
      </w:r>
      <w:proofErr w:type="gramStart"/>
      <w:r w:rsidRPr="00221465">
        <w:t>obdrží</w:t>
      </w:r>
      <w:proofErr w:type="gramEnd"/>
      <w:r w:rsidRPr="00221465">
        <w:t xml:space="preserve">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8027B9">
      <w:pPr>
        <w:pStyle w:val="Odstavecseseznamem"/>
        <w:widowControl w:val="0"/>
        <w:jc w:val="both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datum a čas; a </w:t>
      </w:r>
    </w:p>
    <w:p w14:paraId="2D5DFC46" w14:textId="152DCF8B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8027B9">
      <w:pPr>
        <w:pStyle w:val="Odstavecseseznamem"/>
        <w:widowControl w:val="0"/>
        <w:jc w:val="both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A5080D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360" w:after="240"/>
        <w:ind w:left="0" w:firstLine="0"/>
        <w:jc w:val="both"/>
      </w:pPr>
      <w:r w:rsidRPr="00221465">
        <w:t>Kontaktní osoby</w:t>
      </w:r>
    </w:p>
    <w:p w14:paraId="69850D7D" w14:textId="03125937" w:rsidR="00DC3510" w:rsidRPr="00221465" w:rsidRDefault="00447984" w:rsidP="008027B9">
      <w:pPr>
        <w:pStyle w:val="Odstavecseseznamem"/>
        <w:widowControl w:val="0"/>
        <w:jc w:val="both"/>
      </w:pPr>
      <w:bookmarkStart w:id="6" w:name="_Ref152255267"/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  <w:bookmarkEnd w:id="6"/>
    </w:p>
    <w:p w14:paraId="3FFF9254" w14:textId="7D003990" w:rsidR="00447984" w:rsidRPr="00221465" w:rsidRDefault="00447984" w:rsidP="008027B9">
      <w:pPr>
        <w:pStyle w:val="Odstavecseseznamem"/>
        <w:widowControl w:val="0"/>
        <w:jc w:val="both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8027B9">
      <w:pPr>
        <w:pStyle w:val="Odstavecseseznamem"/>
        <w:widowControl w:val="0"/>
        <w:jc w:val="both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A5080D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360" w:after="240"/>
        <w:ind w:left="0" w:firstLine="0"/>
        <w:jc w:val="both"/>
      </w:pPr>
      <w:r>
        <w:t>Doba a místo plnění</w:t>
      </w:r>
    </w:p>
    <w:p w14:paraId="785D24FB" w14:textId="74A89961" w:rsidR="00953146" w:rsidRDefault="00EC7CBA" w:rsidP="00953146">
      <w:pPr>
        <w:pStyle w:val="Odstavecseseznamem"/>
        <w:jc w:val="both"/>
      </w:pPr>
      <w:r>
        <w:t xml:space="preserve">Prodávající </w:t>
      </w:r>
      <w:r w:rsidRPr="00953146">
        <w:t>dodá</w:t>
      </w:r>
      <w:r>
        <w:t xml:space="preserve"> veškerý požadovaný </w:t>
      </w:r>
      <w:r w:rsidRPr="00826DC2">
        <w:t xml:space="preserve">Hardware nejpozději do </w:t>
      </w:r>
      <w:r w:rsidR="00953146">
        <w:t>jednoho (</w:t>
      </w:r>
      <w:r w:rsidR="001C106D">
        <w:t>1</w:t>
      </w:r>
      <w:r w:rsidR="00953146">
        <w:t>)</w:t>
      </w:r>
      <w:r w:rsidR="001C106D" w:rsidRPr="00826DC2">
        <w:t xml:space="preserve"> </w:t>
      </w:r>
      <w:r w:rsidR="00DD558E" w:rsidRPr="00826DC2">
        <w:t>měsíc</w:t>
      </w:r>
      <w:r w:rsidR="001C106D">
        <w:t>e</w:t>
      </w:r>
      <w:r w:rsidRPr="00826DC2">
        <w:t xml:space="preserve"> od</w:t>
      </w:r>
      <w:r w:rsidR="00F0208F">
        <w:t xml:space="preserve"> nabytí účinnosti Smlouvy.</w:t>
      </w:r>
      <w:r w:rsidRPr="00826DC2">
        <w:t xml:space="preserve"> </w:t>
      </w:r>
      <w:r w:rsidR="00953146">
        <w:t>Spolu s Hardware je Prodávající povinen dodat kompletní Plnění a zajistit provozuschopnost dodaných zařízení a souvisejících komponent.</w:t>
      </w:r>
    </w:p>
    <w:p w14:paraId="426C7A5C" w14:textId="77777777" w:rsidR="00235BBE" w:rsidRPr="00235BBE" w:rsidRDefault="00EC7CBA" w:rsidP="00953146">
      <w:pPr>
        <w:pStyle w:val="Odstavecseseznamem"/>
        <w:jc w:val="both"/>
      </w:pPr>
      <w:bookmarkStart w:id="7" w:name="_Ref152255326"/>
      <w:r w:rsidRPr="00235BBE">
        <w:t xml:space="preserve">Místem dodání plnění je </w:t>
      </w:r>
      <w:r w:rsidR="00235BBE" w:rsidRPr="00235BBE">
        <w:t>Správa železnic, státní organizace:</w:t>
      </w:r>
    </w:p>
    <w:p w14:paraId="47B80954" w14:textId="418243D6" w:rsidR="002039DA" w:rsidRDefault="00235BBE" w:rsidP="00953146">
      <w:pPr>
        <w:pStyle w:val="Odrazkapro1a11"/>
        <w:numPr>
          <w:ilvl w:val="0"/>
          <w:numId w:val="39"/>
        </w:numPr>
        <w:tabs>
          <w:tab w:val="clear" w:pos="992"/>
        </w:tabs>
        <w:ind w:left="1418"/>
      </w:pPr>
      <w:r w:rsidRPr="00235BBE">
        <w:t>OJ Hradec Králové, Riegrovo náměstí 914/2, 500 02 Hradec Králové</w:t>
      </w:r>
    </w:p>
    <w:p w14:paraId="569EFFD3" w14:textId="3D715145" w:rsidR="00235BBE" w:rsidRPr="00235BBE" w:rsidRDefault="00235BBE" w:rsidP="00953146">
      <w:pPr>
        <w:pStyle w:val="Odrazkapro1a11"/>
        <w:numPr>
          <w:ilvl w:val="0"/>
          <w:numId w:val="39"/>
        </w:numPr>
        <w:tabs>
          <w:tab w:val="clear" w:pos="992"/>
        </w:tabs>
        <w:ind w:left="1418"/>
      </w:pPr>
      <w:r w:rsidRPr="00235BBE">
        <w:t xml:space="preserve">OJ Pardubice, náměstí Jana </w:t>
      </w:r>
      <w:proofErr w:type="spellStart"/>
      <w:r w:rsidRPr="00235BBE">
        <w:t>Pernera</w:t>
      </w:r>
      <w:proofErr w:type="spellEnd"/>
      <w:r w:rsidRPr="00235BBE">
        <w:t xml:space="preserve"> 217, 530 02 Pardubice.</w:t>
      </w:r>
    </w:p>
    <w:bookmarkEnd w:id="7"/>
    <w:p w14:paraId="248E7FD8" w14:textId="78768FC2" w:rsidR="003019CE" w:rsidRPr="00C11225" w:rsidRDefault="003019CE" w:rsidP="003A5156">
      <w:pPr>
        <w:pStyle w:val="Nadpis4"/>
        <w:widowControl w:val="0"/>
        <w:numPr>
          <w:ilvl w:val="0"/>
          <w:numId w:val="5"/>
        </w:numPr>
        <w:spacing w:before="360" w:after="240"/>
        <w:ind w:left="0" w:firstLine="0"/>
        <w:jc w:val="both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3A5156">
      <w:pPr>
        <w:pStyle w:val="Odstavecseseznamem"/>
        <w:keepLines/>
        <w:widowControl w:val="0"/>
        <w:jc w:val="both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3F478674" w:rsidR="003019CE" w:rsidRPr="00221465" w:rsidRDefault="00A249DE" w:rsidP="008027B9">
      <w:pPr>
        <w:pStyle w:val="Odstavecseseznamem"/>
        <w:widowControl w:val="0"/>
        <w:jc w:val="both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ve výši</w:t>
      </w:r>
      <w:r w:rsidR="00425857">
        <w:t xml:space="preserve"> uvedené v příloze </w:t>
      </w:r>
      <w:r w:rsidR="00425857" w:rsidRPr="00826DC2">
        <w:t xml:space="preserve">č. 2 </w:t>
      </w:r>
      <w:r w:rsidR="00425857" w:rsidRPr="00826DC2">
        <w:rPr>
          <w:i/>
          <w:iCs/>
        </w:rPr>
        <w:t>Cena Plnění</w:t>
      </w:r>
      <w:r w:rsidR="00D051C6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861D1C">
        <w:t>“)</w:t>
      </w:r>
      <w:r w:rsidR="00EF4996" w:rsidRPr="00861D1C">
        <w:t>.</w:t>
      </w:r>
      <w:r w:rsidR="003019CE" w:rsidRPr="00861D1C">
        <w:t xml:space="preserve"> </w:t>
      </w:r>
      <w:r w:rsidR="00046F28" w:rsidRPr="00861D1C">
        <w:t>Výše</w:t>
      </w:r>
      <w:r w:rsidR="00046F28">
        <w:t xml:space="preserve">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>, než je uvedeno</w:t>
      </w:r>
      <w:r w:rsidR="001C7A7C">
        <w:t>,</w:t>
      </w:r>
      <w:r w:rsidR="00046F28">
        <w:t xml:space="preserve">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741B6AE8" w:rsidR="00140178" w:rsidRPr="00826DC2" w:rsidRDefault="003019CE" w:rsidP="00351CC3">
      <w:pPr>
        <w:pStyle w:val="Odstavecseseznamem"/>
        <w:widowControl w:val="0"/>
        <w:jc w:val="both"/>
      </w:pPr>
      <w:r w:rsidRPr="00826DC2">
        <w:t>Podrobný rozpis Ceny dle jednotlivých částí</w:t>
      </w:r>
      <w:r w:rsidR="00685634" w:rsidRPr="00826DC2">
        <w:t xml:space="preserve"> Plnění je uveden v Příloze č. </w:t>
      </w:r>
      <w:r w:rsidR="004860B2" w:rsidRPr="00826DC2">
        <w:t>2</w:t>
      </w:r>
      <w:r w:rsidRPr="00826DC2">
        <w:t xml:space="preserve"> </w:t>
      </w:r>
      <w:r w:rsidR="00DC3510" w:rsidRPr="00826DC2">
        <w:rPr>
          <w:i/>
          <w:iCs/>
        </w:rPr>
        <w:t>Cena Plnění.</w:t>
      </w:r>
    </w:p>
    <w:p w14:paraId="7D2A9405" w14:textId="77777777" w:rsidR="00140178" w:rsidRPr="00826DC2" w:rsidRDefault="00140178" w:rsidP="00351CC3">
      <w:pPr>
        <w:pStyle w:val="Odstavecseseznamem"/>
        <w:widowControl w:val="0"/>
        <w:jc w:val="both"/>
      </w:pPr>
      <w:bookmarkStart w:id="8" w:name="_Hlk27391226"/>
      <w:r w:rsidRPr="00826DC2">
        <w:t>Cena je výslovně sjednávána jako nejvyšší možná a nepřekročitelná.</w:t>
      </w:r>
    </w:p>
    <w:p w14:paraId="30447BD2" w14:textId="6F46986B" w:rsidR="00140178" w:rsidRPr="00826DC2" w:rsidRDefault="00140178" w:rsidP="00351CC3">
      <w:pPr>
        <w:pStyle w:val="Odstavecseseznamem"/>
        <w:widowControl w:val="0"/>
        <w:jc w:val="both"/>
      </w:pPr>
      <w:r w:rsidRPr="00826DC2">
        <w:t>Právo na zaplacení Ceny</w:t>
      </w:r>
      <w:r w:rsidR="00EF0177" w:rsidRPr="00826DC2">
        <w:t xml:space="preserve"> za Plnění</w:t>
      </w:r>
      <w:r w:rsidRPr="00826DC2">
        <w:t xml:space="preserve"> či její části Prodávajícímu vzniká dnem podpisu Akceptačního protokolu s uvedením „Akceptováno“, nebo v případě vyznačení na Akceptačním protokolu „Akceptováno s výhradou“, dnem odstranění vytčených vad.</w:t>
      </w:r>
    </w:p>
    <w:bookmarkEnd w:id="8"/>
    <w:p w14:paraId="1E055DB3" w14:textId="74798AB8" w:rsidR="00DA44FB" w:rsidRPr="00C11225" w:rsidRDefault="00DA44FB" w:rsidP="00351CC3">
      <w:pPr>
        <w:pStyle w:val="Odstavecseseznamem"/>
        <w:jc w:val="both"/>
      </w:pPr>
      <w:r w:rsidRPr="00DA44FB">
        <w:t>Splatnost faktury činí 60 dní ode dne vystavení daňového dokladu.</w:t>
      </w:r>
    </w:p>
    <w:p w14:paraId="469AA071" w14:textId="7AE1932E" w:rsidR="00C70843" w:rsidRPr="00C11225" w:rsidRDefault="00F61DE3" w:rsidP="00A5080D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360" w:after="240"/>
        <w:ind w:left="0" w:firstLine="0"/>
        <w:jc w:val="both"/>
      </w:pPr>
      <w:r w:rsidRPr="00221465">
        <w:t>Práva duševního vlastnictví</w:t>
      </w:r>
    </w:p>
    <w:p w14:paraId="28230C56" w14:textId="5FDFB402" w:rsidR="002F3DE9" w:rsidRPr="00DF668A" w:rsidRDefault="002F3DE9" w:rsidP="008027B9">
      <w:pPr>
        <w:pStyle w:val="Odstavecseseznamem"/>
        <w:widowControl w:val="0"/>
        <w:jc w:val="both"/>
        <w:rPr>
          <w:i/>
          <w:iCs/>
          <w:noProof/>
        </w:rPr>
      </w:pPr>
      <w:r w:rsidRPr="00221465">
        <w:rPr>
          <w:noProof/>
        </w:rPr>
        <w:t>Pro Software vztahující se k Hardwar</w:t>
      </w:r>
      <w:r w:rsidR="00DA12DE">
        <w:rPr>
          <w:noProof/>
        </w:rPr>
        <w:t>u</w:t>
      </w:r>
      <w:r w:rsidRPr="00221465">
        <w:rPr>
          <w:noProof/>
        </w:rPr>
        <w:t xml:space="preserve"> platí článek </w:t>
      </w:r>
      <w:r w:rsidRPr="00D71A19">
        <w:rPr>
          <w:noProof/>
        </w:rPr>
        <w:t>6.3.</w:t>
      </w:r>
      <w:r w:rsidR="00EF4996" w:rsidRPr="00D71A19">
        <w:rPr>
          <w:noProof/>
        </w:rPr>
        <w:t xml:space="preserve"> </w:t>
      </w:r>
      <w:r w:rsidR="00EF4996" w:rsidRPr="003D7C50">
        <w:rPr>
          <w:noProof/>
        </w:rPr>
        <w:t>Přílohy</w:t>
      </w:r>
      <w:r w:rsidR="00685634" w:rsidRPr="003D7C50">
        <w:rPr>
          <w:noProof/>
        </w:rPr>
        <w:t xml:space="preserve"> č. </w:t>
      </w:r>
      <w:r w:rsidR="00EC4C38" w:rsidRPr="00D71A19">
        <w:rPr>
          <w:noProof/>
        </w:rPr>
        <w:t xml:space="preserve">5 </w:t>
      </w:r>
      <w:r w:rsidRPr="00D71A19">
        <w:rPr>
          <w:i/>
          <w:iCs/>
          <w:noProof/>
        </w:rPr>
        <w:t>Zvláštní</w:t>
      </w:r>
      <w:r w:rsidRPr="007E0125">
        <w:rPr>
          <w:i/>
          <w:iCs/>
          <w:noProof/>
        </w:rPr>
        <w:t xml:space="preserve">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2F09AE85" w14:textId="1A8F9B28" w:rsidR="00DB2B0F" w:rsidRPr="00221465" w:rsidRDefault="00555C2D" w:rsidP="00A5080D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360" w:after="240"/>
        <w:ind w:left="0" w:firstLine="0"/>
        <w:jc w:val="both"/>
      </w:pPr>
      <w:r>
        <w:t>Helpd</w:t>
      </w:r>
      <w:r w:rsidR="00C02406" w:rsidRPr="00221465">
        <w:t>esk</w:t>
      </w:r>
    </w:p>
    <w:p w14:paraId="2498459F" w14:textId="70B8DE91" w:rsidR="00590D81" w:rsidRPr="00D517B1" w:rsidRDefault="00586495" w:rsidP="008027B9">
      <w:pPr>
        <w:pStyle w:val="Odstavecseseznamem"/>
        <w:widowControl w:val="0"/>
        <w:jc w:val="both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>esk v </w:t>
      </w:r>
      <w:r w:rsidR="00C02406" w:rsidRPr="00D517B1">
        <w:t>režimu 3 ve smyslu čl. 10.</w:t>
      </w:r>
      <w:r w:rsidR="00064254" w:rsidRPr="00D517B1">
        <w:t>3</w:t>
      </w:r>
      <w:r w:rsidR="00C02406" w:rsidRPr="00D517B1">
        <w:t xml:space="preserve">. </w:t>
      </w:r>
      <w:r w:rsidR="00685634" w:rsidRPr="00D517B1">
        <w:rPr>
          <w:noProof/>
        </w:rPr>
        <w:t xml:space="preserve">Přílohy č. </w:t>
      </w:r>
      <w:r w:rsidR="00CC082E" w:rsidRPr="00D517B1">
        <w:rPr>
          <w:noProof/>
        </w:rPr>
        <w:t xml:space="preserve">5 </w:t>
      </w:r>
      <w:r w:rsidR="00590D81" w:rsidRPr="00D517B1">
        <w:rPr>
          <w:i/>
          <w:iCs/>
          <w:noProof/>
        </w:rPr>
        <w:t>Zvláštní obchodní podmínky.</w:t>
      </w:r>
    </w:p>
    <w:p w14:paraId="08C7B4F9" w14:textId="705C0488" w:rsidR="00590D81" w:rsidRPr="00D517B1" w:rsidRDefault="00586495" w:rsidP="008027B9">
      <w:pPr>
        <w:pStyle w:val="Odstavecseseznamem"/>
        <w:widowControl w:val="0"/>
        <w:jc w:val="both"/>
        <w:rPr>
          <w:noProof/>
        </w:rPr>
      </w:pPr>
      <w:r w:rsidRPr="00D517B1">
        <w:t>Prodávající</w:t>
      </w:r>
      <w:r w:rsidR="00C02406" w:rsidRPr="00D517B1">
        <w:t xml:space="preserve"> bude provozovat </w:t>
      </w:r>
      <w:r w:rsidR="00555C2D" w:rsidRPr="00D517B1">
        <w:t>Helpd</w:t>
      </w:r>
      <w:r w:rsidR="00C02406" w:rsidRPr="00D517B1">
        <w:t>esk v úrovni L2</w:t>
      </w:r>
      <w:r w:rsidR="001445C7" w:rsidRPr="00D517B1">
        <w:t xml:space="preserve"> </w:t>
      </w:r>
      <w:r w:rsidR="00C02406" w:rsidRPr="00D517B1">
        <w:t>ve smyslu č</w:t>
      </w:r>
      <w:r w:rsidR="00BE7C40" w:rsidRPr="00D517B1">
        <w:t>l</w:t>
      </w:r>
      <w:r w:rsidR="00C02406" w:rsidRPr="00D517B1">
        <w:t>. 10.</w:t>
      </w:r>
      <w:r w:rsidR="00064254" w:rsidRPr="00D517B1">
        <w:t>6</w:t>
      </w:r>
      <w:r w:rsidR="00C02406" w:rsidRPr="00D517B1">
        <w:t xml:space="preserve">. </w:t>
      </w:r>
      <w:r w:rsidR="00685634" w:rsidRPr="00D517B1">
        <w:rPr>
          <w:noProof/>
        </w:rPr>
        <w:t xml:space="preserve">Přílohy č. </w:t>
      </w:r>
      <w:r w:rsidR="00CC082E" w:rsidRPr="00D517B1">
        <w:rPr>
          <w:noProof/>
        </w:rPr>
        <w:t xml:space="preserve">5 </w:t>
      </w:r>
      <w:r w:rsidR="00590D81" w:rsidRPr="00D517B1">
        <w:rPr>
          <w:i/>
          <w:iCs/>
          <w:noProof/>
        </w:rPr>
        <w:t>Zvláštní obchodní podmínky.</w:t>
      </w:r>
    </w:p>
    <w:p w14:paraId="1526C6DA" w14:textId="56C21E84" w:rsidR="00B80174" w:rsidRPr="00221465" w:rsidRDefault="00B80174" w:rsidP="00B80174">
      <w:pPr>
        <w:pStyle w:val="Odstavecseseznamem"/>
        <w:rPr>
          <w:noProof/>
        </w:rPr>
      </w:pPr>
      <w:r w:rsidRPr="00B80174">
        <w:rPr>
          <w:noProof/>
        </w:rPr>
        <w:t>Helpdesk bude poskytován po dobu 5 let od akceptace Plnění</w:t>
      </w:r>
    </w:p>
    <w:p w14:paraId="03C84C12" w14:textId="3F346DBF" w:rsidR="00397CC4" w:rsidRPr="001427B9" w:rsidRDefault="00397CC4" w:rsidP="00A5080D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360" w:after="240"/>
        <w:ind w:left="0" w:firstLine="0"/>
        <w:jc w:val="both"/>
        <w:rPr>
          <w:noProof/>
        </w:rPr>
      </w:pPr>
      <w:r w:rsidRPr="001427B9">
        <w:rPr>
          <w:noProof/>
        </w:rPr>
        <w:t>Servisní model</w:t>
      </w:r>
    </w:p>
    <w:p w14:paraId="273C9BC4" w14:textId="68DC294C" w:rsidR="00B80174" w:rsidRPr="00861D1C" w:rsidRDefault="00586495" w:rsidP="008027B9">
      <w:pPr>
        <w:pStyle w:val="Odstavecseseznamem"/>
        <w:widowControl w:val="0"/>
        <w:jc w:val="both"/>
        <w:rPr>
          <w:noProof/>
        </w:rPr>
      </w:pPr>
      <w:r w:rsidRPr="001427B9">
        <w:t>Prodávající</w:t>
      </w:r>
      <w:r w:rsidR="00397CC4" w:rsidRPr="001427B9">
        <w:t xml:space="preserve"> bude poskytovat servisní model v režimu B2</w:t>
      </w:r>
      <w:r w:rsidR="00870F08">
        <w:t xml:space="preserve"> </w:t>
      </w:r>
      <w:r w:rsidR="00397CC4" w:rsidRPr="001427B9">
        <w:t xml:space="preserve">ve smyslu čl. 12.2. </w:t>
      </w:r>
      <w:r w:rsidR="00685634" w:rsidRPr="001427B9">
        <w:rPr>
          <w:noProof/>
        </w:rPr>
        <w:t xml:space="preserve">Přílohy č. </w:t>
      </w:r>
      <w:r w:rsidR="001427B9" w:rsidRPr="001427B9">
        <w:rPr>
          <w:noProof/>
        </w:rPr>
        <w:t xml:space="preserve">5 </w:t>
      </w:r>
      <w:r w:rsidR="00590D81" w:rsidRPr="001427B9">
        <w:rPr>
          <w:i/>
          <w:iCs/>
          <w:noProof/>
        </w:rPr>
        <w:t>Zvláštní obchodní podmínky.</w:t>
      </w:r>
    </w:p>
    <w:p w14:paraId="62564069" w14:textId="35FDE76F" w:rsidR="00397CC4" w:rsidRPr="001427B9" w:rsidRDefault="00B80174" w:rsidP="00B80174">
      <w:pPr>
        <w:pStyle w:val="Odstavecseseznamem"/>
        <w:rPr>
          <w:noProof/>
        </w:rPr>
      </w:pPr>
      <w:r>
        <w:rPr>
          <w:noProof/>
        </w:rPr>
        <w:t>Servisní model</w:t>
      </w:r>
      <w:r w:rsidRPr="00B80174">
        <w:rPr>
          <w:noProof/>
        </w:rPr>
        <w:t xml:space="preserve"> bude poskytován po dobu 5 let od akceptace Plnění</w:t>
      </w:r>
      <w:r w:rsidR="00B618B4">
        <w:rPr>
          <w:noProof/>
        </w:rPr>
        <w:t>.</w:t>
      </w:r>
    </w:p>
    <w:p w14:paraId="2BFFDF1C" w14:textId="77777777" w:rsidR="00F54BBB" w:rsidRPr="00D22366" w:rsidRDefault="00F54BBB" w:rsidP="00F508B5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360" w:after="240"/>
        <w:ind w:left="0" w:firstLine="0"/>
        <w:jc w:val="both"/>
        <w:rPr>
          <w:noProof/>
        </w:rPr>
      </w:pPr>
      <w:r w:rsidRPr="00D22366">
        <w:rPr>
          <w:noProof/>
        </w:rPr>
        <w:t xml:space="preserve">Ochrana </w:t>
      </w:r>
      <w:r w:rsidRPr="00D22366">
        <w:t>osobních</w:t>
      </w:r>
      <w:r w:rsidRPr="00D22366">
        <w:rPr>
          <w:noProof/>
        </w:rPr>
        <w:t xml:space="preserve"> údajů</w:t>
      </w:r>
    </w:p>
    <w:p w14:paraId="10D6240E" w14:textId="5527F8F0" w:rsidR="008F60C6" w:rsidRPr="00C11225" w:rsidRDefault="00F54BBB" w:rsidP="008027B9">
      <w:pPr>
        <w:pStyle w:val="Odstavecseseznamem"/>
        <w:widowControl w:val="0"/>
        <w:jc w:val="both"/>
      </w:pPr>
      <w:r w:rsidRPr="00221465">
        <w:t xml:space="preserve">Pokud bude v rámci plnění této Smlouvy docházet ke zpracování osobních údajů, zavazuje se Prodávající dodržovat opatření </w:t>
      </w:r>
      <w:r w:rsidRPr="003D7C50">
        <w:t>dle článku 2</w:t>
      </w:r>
      <w:r w:rsidR="00586495" w:rsidRPr="003D7C50">
        <w:t>1</w:t>
      </w:r>
      <w:r w:rsidRPr="003D7C50">
        <w:t xml:space="preserve">. </w:t>
      </w:r>
      <w:r w:rsidR="00685634" w:rsidRPr="00861D1C">
        <w:rPr>
          <w:noProof/>
        </w:rPr>
        <w:t xml:space="preserve">Přílohy č. </w:t>
      </w:r>
      <w:r w:rsidR="00D22366" w:rsidRPr="003D7C50">
        <w:rPr>
          <w:noProof/>
        </w:rPr>
        <w:t>5</w:t>
      </w:r>
      <w:r w:rsidR="00D22366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F508B5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360" w:after="240"/>
        <w:ind w:left="0" w:firstLine="0"/>
        <w:jc w:val="both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Default="00843F1B" w:rsidP="008027B9">
      <w:pPr>
        <w:pStyle w:val="Odstavecseseznamem"/>
        <w:widowControl w:val="0"/>
        <w:jc w:val="both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16B1E5A5" w14:textId="77777777" w:rsidR="00A5080D" w:rsidRDefault="00A5080D" w:rsidP="00A5080D">
      <w:pPr>
        <w:widowControl w:val="0"/>
        <w:jc w:val="both"/>
      </w:pPr>
    </w:p>
    <w:p w14:paraId="6243F75C" w14:textId="77777777" w:rsidR="00A5080D" w:rsidRPr="00843F1B" w:rsidRDefault="00A5080D" w:rsidP="00F508B5">
      <w:pPr>
        <w:widowControl w:val="0"/>
        <w:jc w:val="both"/>
      </w:pPr>
    </w:p>
    <w:p w14:paraId="448C4E42" w14:textId="77777777" w:rsidR="00F15A97" w:rsidRDefault="00F15A97" w:rsidP="00F15A97">
      <w:pPr>
        <w:pStyle w:val="11odst"/>
        <w:numPr>
          <w:ilvl w:val="1"/>
          <w:numId w:val="5"/>
        </w:numPr>
        <w:ind w:left="709" w:hanging="709"/>
        <w:rPr>
          <w:lang w:eastAsia="cs-CZ"/>
        </w:rPr>
      </w:pPr>
      <w:r w:rsidRPr="003B0FC5">
        <w:rPr>
          <w:lang w:eastAsia="cs-CZ"/>
        </w:rPr>
        <w:t>Poskytovatel prohlašuje, že</w:t>
      </w:r>
      <w:r>
        <w:rPr>
          <w:lang w:eastAsia="cs-CZ"/>
        </w:rPr>
        <w:t>:</w:t>
      </w:r>
    </w:p>
    <w:p w14:paraId="55A3159D" w14:textId="77777777" w:rsidR="00F15A97" w:rsidRDefault="00F15A97" w:rsidP="00F15A97">
      <w:pPr>
        <w:pStyle w:val="aodst"/>
        <w:numPr>
          <w:ilvl w:val="2"/>
          <w:numId w:val="5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6C81077E" w14:textId="77777777" w:rsidR="00F15A97" w:rsidRDefault="00F15A97" w:rsidP="00F15A97">
      <w:pPr>
        <w:pStyle w:val="aodst"/>
        <w:numPr>
          <w:ilvl w:val="2"/>
          <w:numId w:val="5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395FE3BA" w:rsidR="00843F1B" w:rsidRPr="00843F1B" w:rsidRDefault="00F15A97" w:rsidP="002F4D77">
      <w:pPr>
        <w:pStyle w:val="aodst"/>
        <w:numPr>
          <w:ilvl w:val="2"/>
          <w:numId w:val="5"/>
        </w:numPr>
        <w:rPr>
          <w:b/>
        </w:r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</w:t>
      </w:r>
      <w:r w:rsidRPr="002F4D77">
        <w:t>v odstavci</w:t>
      </w:r>
      <w:r w:rsidR="002F4D77">
        <w:t xml:space="preserve"> 10.5. </w:t>
      </w:r>
      <w:r>
        <w:t>této Smlouvy (dále jen „</w:t>
      </w:r>
      <w:r w:rsidRPr="00EA0FEC">
        <w:rPr>
          <w:rStyle w:val="Kurzvatun"/>
        </w:rPr>
        <w:t>Sankční seznamy</w:t>
      </w:r>
      <w:r>
        <w:t>“)</w:t>
      </w:r>
      <w:r w:rsidRPr="003B0FC5">
        <w:rPr>
          <w:lang w:eastAsia="cs-CZ"/>
        </w:rPr>
        <w:t>.</w:t>
      </w:r>
    </w:p>
    <w:p w14:paraId="397F1F4A" w14:textId="38EB0072" w:rsidR="00843F1B" w:rsidRPr="00D517B1" w:rsidRDefault="00843F1B" w:rsidP="008027B9">
      <w:pPr>
        <w:pStyle w:val="Odstavecseseznamem"/>
        <w:widowControl w:val="0"/>
        <w:jc w:val="both"/>
      </w:pPr>
      <w:r w:rsidRPr="00843F1B">
        <w:t xml:space="preserve">Je-li Prodávajícím sdružení více osob, platí </w:t>
      </w:r>
      <w:r w:rsidRPr="00D517B1">
        <w:t xml:space="preserve">podmínky dle odstavce </w:t>
      </w:r>
      <w:r w:rsidR="00D22366" w:rsidRPr="00D517B1">
        <w:t>10</w:t>
      </w:r>
      <w:r w:rsidRPr="00D517B1">
        <w:t>.1</w:t>
      </w:r>
      <w:r w:rsidR="002F4D77">
        <w:t>.</w:t>
      </w:r>
      <w:r w:rsidRPr="00D517B1">
        <w:t xml:space="preserve"> a </w:t>
      </w:r>
      <w:r w:rsidR="00D22366" w:rsidRPr="00D517B1">
        <w:t>10</w:t>
      </w:r>
      <w:r w:rsidRPr="00D517B1">
        <w:t>.2</w:t>
      </w:r>
      <w:r w:rsidR="002F4D77">
        <w:t>.</w:t>
      </w:r>
      <w:r w:rsidRPr="00D517B1">
        <w:t xml:space="preserve"> této Smlouvy také jednotlivě pro všechny osoby v rámci Prodávajícího sdružené</w:t>
      </w:r>
      <w:r w:rsidR="00F15A97">
        <w:t>,</w:t>
      </w:r>
      <w:r w:rsidRPr="00D517B1">
        <w:t xml:space="preserve"> a to bez ohledu na právní formu tohoto sdružení.</w:t>
      </w:r>
    </w:p>
    <w:p w14:paraId="5CE02975" w14:textId="77777777" w:rsidR="00843F1B" w:rsidRPr="00D517B1" w:rsidRDefault="00843F1B" w:rsidP="008027B9">
      <w:pPr>
        <w:pStyle w:val="Odstavecseseznamem"/>
        <w:widowControl w:val="0"/>
        <w:jc w:val="both"/>
      </w:pPr>
      <w:r w:rsidRPr="00D517B1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77777777" w:rsidR="00843F1B" w:rsidRPr="00D517B1" w:rsidRDefault="00843F1B" w:rsidP="00F15A97">
      <w:pPr>
        <w:pStyle w:val="Odstavecseseznamem"/>
        <w:widowControl w:val="0"/>
        <w:jc w:val="both"/>
      </w:pPr>
      <w:r w:rsidRPr="00D517B1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3A4FF7B2" w14:textId="77777777" w:rsidR="00F15A97" w:rsidRPr="00F15A97" w:rsidRDefault="00F15A97" w:rsidP="007C2837">
      <w:pPr>
        <w:pStyle w:val="Odstavecseseznamem"/>
        <w:jc w:val="both"/>
      </w:pPr>
      <w:r w:rsidRPr="00F15A97">
        <w:t xml:space="preserve">Poskytovatel se dále zavazuje, že finanční prostředky ani hospodářské zdroje, které </w:t>
      </w:r>
      <w:proofErr w:type="gramStart"/>
      <w:r w:rsidRPr="00F15A97">
        <w:t>obdrží</w:t>
      </w:r>
      <w:proofErr w:type="gramEnd"/>
      <w:r w:rsidRPr="00F15A97">
        <w:t xml:space="preserve"> od Objednatele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6B864D7A" w14:textId="389FB96C" w:rsidR="00843F1B" w:rsidRPr="00266CCA" w:rsidRDefault="00843F1B" w:rsidP="008027B9">
      <w:pPr>
        <w:pStyle w:val="Odstavecseseznamem"/>
        <w:widowControl w:val="0"/>
        <w:jc w:val="both"/>
      </w:pPr>
      <w:proofErr w:type="gramStart"/>
      <w:r w:rsidRPr="00D517B1">
        <w:t>Ukáží</w:t>
      </w:r>
      <w:proofErr w:type="gramEnd"/>
      <w:r w:rsidRPr="00D517B1">
        <w:t xml:space="preserve">-li se prohlášení Prodávajícího dle odstavce </w:t>
      </w:r>
      <w:r w:rsidR="00D22366" w:rsidRPr="00D517B1">
        <w:t>10</w:t>
      </w:r>
      <w:r w:rsidRPr="00D517B1">
        <w:t>.1</w:t>
      </w:r>
      <w:r w:rsidR="002F4D77">
        <w:t>.</w:t>
      </w:r>
      <w:r w:rsidRPr="00D517B1">
        <w:t xml:space="preserve"> a </w:t>
      </w:r>
      <w:r w:rsidR="00D22366" w:rsidRPr="00D517B1">
        <w:t>10</w:t>
      </w:r>
      <w:r w:rsidRPr="00D517B1">
        <w:t>.2</w:t>
      </w:r>
      <w:r w:rsidR="002F4D77">
        <w:t>.</w:t>
      </w:r>
      <w:r w:rsidRPr="00D517B1">
        <w:t xml:space="preserve"> této Smlouvy jako nepravdivá nebo poruší-li Prodávající svou oznamovací povinnost dle odstavce </w:t>
      </w:r>
      <w:r w:rsidR="00D22366" w:rsidRPr="00D517B1">
        <w:t>10</w:t>
      </w:r>
      <w:r w:rsidRPr="00D517B1">
        <w:t xml:space="preserve">.4 nebo povinnosti dle odstavců </w:t>
      </w:r>
      <w:r w:rsidR="00D22366" w:rsidRPr="00D517B1">
        <w:t>10</w:t>
      </w:r>
      <w:r w:rsidRPr="00D517B1">
        <w:t xml:space="preserve">.5 nebo </w:t>
      </w:r>
      <w:r w:rsidR="00D22366" w:rsidRPr="00D517B1">
        <w:t>10</w:t>
      </w:r>
      <w:r w:rsidRPr="00D517B1">
        <w:t>.6 této Smlouvy, je Kupující oprávněn</w:t>
      </w:r>
      <w:r w:rsidRPr="00843F1B">
        <w:t xml:space="preserve">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3A5156">
      <w:pPr>
        <w:pStyle w:val="Nadpis4"/>
        <w:widowControl w:val="0"/>
        <w:numPr>
          <w:ilvl w:val="0"/>
          <w:numId w:val="5"/>
        </w:numPr>
        <w:spacing w:before="360" w:after="240"/>
        <w:ind w:left="0" w:firstLine="0"/>
        <w:jc w:val="both"/>
        <w:rPr>
          <w:noProof/>
        </w:rPr>
      </w:pPr>
      <w:r w:rsidRPr="00221465">
        <w:lastRenderedPageBreak/>
        <w:t>Závěrečná</w:t>
      </w:r>
      <w:r w:rsidRPr="00221465">
        <w:rPr>
          <w:noProof/>
        </w:rPr>
        <w:t xml:space="preserve"> ustanovaní</w:t>
      </w:r>
    </w:p>
    <w:p w14:paraId="4B52BE56" w14:textId="7D2CBE4A" w:rsidR="00064254" w:rsidRDefault="00064254" w:rsidP="003A5156">
      <w:pPr>
        <w:pStyle w:val="Odstavecseseznamem"/>
        <w:keepLines/>
        <w:widowControl w:val="0"/>
        <w:jc w:val="both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D22366">
        <w:t>3</w:t>
      </w:r>
      <w:r w:rsidR="00D22366"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D22366">
        <w:t>3</w:t>
      </w:r>
      <w:r w:rsidR="00D22366"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</w:t>
      </w:r>
      <w:r w:rsidR="002F4D77">
        <w:t>1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1F7BF868" w:rsidR="008F60C6" w:rsidRPr="00221465" w:rsidRDefault="008F60C6" w:rsidP="008027B9">
      <w:pPr>
        <w:pStyle w:val="Odstavecseseznamem"/>
        <w:widowControl w:val="0"/>
        <w:jc w:val="both"/>
      </w:pPr>
      <w:r w:rsidRPr="00221465">
        <w:t xml:space="preserve">Smlouva se řídí Obchodními podmínkami </w:t>
      </w:r>
      <w:r w:rsidR="009B30D0" w:rsidRPr="00221465">
        <w:t>Kupujícího</w:t>
      </w:r>
      <w:r w:rsidR="003A5156">
        <w:t xml:space="preserve"> (tj. přílohou č. 6 a přílohou č. 7 této Smlouvy)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8027B9">
      <w:pPr>
        <w:pStyle w:val="Odstavecseseznamem"/>
        <w:widowControl w:val="0"/>
        <w:jc w:val="both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8027B9">
      <w:pPr>
        <w:pStyle w:val="Odstavecseseznamem"/>
        <w:widowControl w:val="0"/>
        <w:jc w:val="both"/>
      </w:pPr>
      <w:r>
        <w:t>Tuto Smlouvu lze měnit pouze písemnými dodatky.</w:t>
      </w:r>
    </w:p>
    <w:p w14:paraId="7BA8A8EA" w14:textId="5242C443" w:rsidR="00312FA9" w:rsidRDefault="00312FA9" w:rsidP="008027B9">
      <w:pPr>
        <w:pStyle w:val="Odstavecseseznamem"/>
        <w:widowControl w:val="0"/>
        <w:jc w:val="both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027B9">
      <w:pPr>
        <w:pStyle w:val="Odstavecseseznamem"/>
        <w:widowControl w:val="0"/>
        <w:jc w:val="both"/>
      </w:pPr>
      <w:r w:rsidRPr="008E2B2A">
        <w:t xml:space="preserve">Tato Smlouva je vyhotovena v elektronické podobě, přičemž obě Smluvní strany </w:t>
      </w:r>
      <w:proofErr w:type="gramStart"/>
      <w:r w:rsidRPr="008E2B2A">
        <w:t>obdrží</w:t>
      </w:r>
      <w:proofErr w:type="gramEnd"/>
      <w:r w:rsidRPr="008E2B2A">
        <w:t xml:space="preserve"> její elektronický originál</w:t>
      </w:r>
      <w:r w:rsidR="00275B09">
        <w:t xml:space="preserve"> opatřený elektronickými podpisy</w:t>
      </w:r>
      <w:r w:rsidRPr="008E2B2A">
        <w:t xml:space="preserve">. V případě, že tato Smlouva z jakéhokoli důvodu nebude vyhotovena v elektronické podobě, bude sepsána ve třech vyhotoveních, ve dvou vyhotoveních pro Kupujícího a jedno </w:t>
      </w:r>
      <w:proofErr w:type="gramStart"/>
      <w:r w:rsidRPr="008E2B2A">
        <w:t>obdrží</w:t>
      </w:r>
      <w:proofErr w:type="gramEnd"/>
      <w:r w:rsidRPr="008E2B2A">
        <w:t xml:space="preserve"> Prodávající.</w:t>
      </w:r>
    </w:p>
    <w:p w14:paraId="6FC9166C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7C2837">
        <w:rPr>
          <w:b/>
          <w:bCs/>
          <w:i/>
          <w:iCs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7C2837">
        <w:rPr>
          <w:b/>
          <w:bCs/>
          <w:i/>
          <w:iCs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</w:t>
      </w:r>
      <w:proofErr w:type="gramStart"/>
      <w:r w:rsidRPr="000C5DA0">
        <w:t>označí</w:t>
      </w:r>
      <w:proofErr w:type="gramEnd"/>
      <w:r w:rsidRPr="000C5DA0">
        <w:t xml:space="preserve">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</w:t>
      </w:r>
      <w:proofErr w:type="gramStart"/>
      <w:r w:rsidRPr="000C5DA0">
        <w:t>neoznačí</w:t>
      </w:r>
      <w:proofErr w:type="gramEnd"/>
      <w:r w:rsidRPr="000C5DA0">
        <w:t xml:space="preserve">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</w:t>
      </w:r>
      <w:r w:rsidRPr="000C5DA0">
        <w:lastRenderedPageBreak/>
        <w:t>informace přestaly naplňovat znaky obchodního tajemství.</w:t>
      </w:r>
    </w:p>
    <w:p w14:paraId="262425F4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D22366" w:rsidRDefault="00036D1F" w:rsidP="008027B9">
      <w:pPr>
        <w:pStyle w:val="Odstavecseseznamem"/>
        <w:widowControl w:val="0"/>
        <w:jc w:val="both"/>
      </w:pPr>
      <w:r w:rsidRPr="00D22366">
        <w:t>Nedílnou součástí této Smlouvy jsou její přílohy:</w:t>
      </w:r>
    </w:p>
    <w:p w14:paraId="5DECB271" w14:textId="1E777A41" w:rsidR="00097F37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685634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1 </w:t>
      </w:r>
      <w:r w:rsidR="003656E8" w:rsidRPr="00D22366">
        <w:rPr>
          <w:rFonts w:asciiTheme="majorHAnsi" w:hAnsiTheme="majorHAnsi"/>
        </w:rPr>
        <w:t xml:space="preserve">– Specifikace </w:t>
      </w:r>
      <w:r w:rsidR="002F3DE9" w:rsidRPr="00D22366">
        <w:rPr>
          <w:rFonts w:asciiTheme="majorHAnsi" w:hAnsiTheme="majorHAnsi"/>
        </w:rPr>
        <w:t>Plnění</w:t>
      </w:r>
      <w:r w:rsidR="000D6537">
        <w:rPr>
          <w:rFonts w:asciiTheme="majorHAnsi" w:hAnsiTheme="majorHAnsi"/>
        </w:rPr>
        <w:t xml:space="preserve"> </w:t>
      </w:r>
      <w:r w:rsidR="000D6537" w:rsidRPr="00D22366">
        <w:rPr>
          <w:rFonts w:asciiTheme="majorHAnsi" w:hAnsiTheme="majorHAnsi"/>
        </w:rPr>
        <w:t>(včetně jejích příloh)</w:t>
      </w:r>
    </w:p>
    <w:p w14:paraId="5C869415" w14:textId="173FF4A2" w:rsidR="00097F37" w:rsidRPr="00D22366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685634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2 </w:t>
      </w:r>
      <w:r w:rsidR="003656E8" w:rsidRPr="00D22366">
        <w:rPr>
          <w:rFonts w:asciiTheme="majorHAnsi" w:hAnsiTheme="majorHAnsi"/>
        </w:rPr>
        <w:t xml:space="preserve">– </w:t>
      </w:r>
      <w:r w:rsidR="00447984" w:rsidRPr="00D22366">
        <w:rPr>
          <w:rFonts w:asciiTheme="majorHAnsi" w:hAnsiTheme="majorHAnsi"/>
        </w:rPr>
        <w:t xml:space="preserve">Cena </w:t>
      </w:r>
      <w:r w:rsidR="00586495" w:rsidRPr="00D22366">
        <w:rPr>
          <w:rFonts w:asciiTheme="majorHAnsi" w:hAnsiTheme="majorHAnsi"/>
        </w:rPr>
        <w:t>P</w:t>
      </w:r>
      <w:r w:rsidR="00447984" w:rsidRPr="00D22366">
        <w:rPr>
          <w:rFonts w:asciiTheme="majorHAnsi" w:hAnsiTheme="majorHAnsi"/>
        </w:rPr>
        <w:t>lnění</w:t>
      </w:r>
    </w:p>
    <w:p w14:paraId="31EBCD36" w14:textId="78EAAF17" w:rsidR="00097F37" w:rsidRPr="00D22366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097F37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3 </w:t>
      </w:r>
      <w:r w:rsidR="003656E8" w:rsidRPr="00D22366">
        <w:rPr>
          <w:rFonts w:asciiTheme="majorHAnsi" w:hAnsiTheme="majorHAnsi"/>
        </w:rPr>
        <w:t xml:space="preserve">– </w:t>
      </w:r>
      <w:r w:rsidR="002F3DE9" w:rsidRPr="00D22366">
        <w:rPr>
          <w:rFonts w:asciiTheme="majorHAnsi" w:hAnsiTheme="majorHAnsi"/>
        </w:rPr>
        <w:t>Platforma S</w:t>
      </w:r>
      <w:r w:rsidR="00064254" w:rsidRPr="00D22366">
        <w:rPr>
          <w:rFonts w:asciiTheme="majorHAnsi" w:hAnsiTheme="majorHAnsi"/>
        </w:rPr>
        <w:t>Ž (včetně její</w:t>
      </w:r>
      <w:r w:rsidR="00B555FC" w:rsidRPr="00D22366">
        <w:rPr>
          <w:rFonts w:asciiTheme="majorHAnsi" w:hAnsiTheme="majorHAnsi"/>
        </w:rPr>
        <w:t>ch</w:t>
      </w:r>
      <w:r w:rsidR="00064254" w:rsidRPr="00D22366">
        <w:rPr>
          <w:rFonts w:asciiTheme="majorHAnsi" w:hAnsiTheme="majorHAnsi"/>
        </w:rPr>
        <w:t xml:space="preserve"> příloh)</w:t>
      </w:r>
    </w:p>
    <w:p w14:paraId="007A24F0" w14:textId="23FFC1F9" w:rsidR="00EF4996" w:rsidRPr="00D22366" w:rsidRDefault="00EF499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4 </w:t>
      </w:r>
      <w:r w:rsidRPr="00D22366">
        <w:rPr>
          <w:rFonts w:asciiTheme="majorHAnsi" w:hAnsiTheme="majorHAnsi"/>
        </w:rPr>
        <w:t>– Poddodavatelé</w:t>
      </w:r>
    </w:p>
    <w:p w14:paraId="51E98C8E" w14:textId="00C53836" w:rsidR="00590D81" w:rsidRPr="00D22366" w:rsidRDefault="00685634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5 </w:t>
      </w:r>
      <w:r w:rsidR="00590D81" w:rsidRPr="00D22366">
        <w:rPr>
          <w:rFonts w:asciiTheme="majorHAnsi" w:hAnsiTheme="majorHAnsi"/>
        </w:rPr>
        <w:t>– Zvláštní obchodní podmínky</w:t>
      </w:r>
    </w:p>
    <w:p w14:paraId="7A27FC8C" w14:textId="1554C886" w:rsidR="00DA12DE" w:rsidRDefault="00DA12DE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6 </w:t>
      </w:r>
      <w:r w:rsidRPr="00D22366">
        <w:rPr>
          <w:rFonts w:asciiTheme="majorHAnsi" w:hAnsiTheme="majorHAnsi"/>
        </w:rPr>
        <w:t xml:space="preserve">– Obchodní </w:t>
      </w:r>
      <w:proofErr w:type="gramStart"/>
      <w:r w:rsidRPr="00D22366">
        <w:rPr>
          <w:rFonts w:asciiTheme="majorHAnsi" w:hAnsiTheme="majorHAnsi"/>
        </w:rPr>
        <w:t>podmínky</w:t>
      </w:r>
      <w:r w:rsidR="00180F2A">
        <w:rPr>
          <w:rFonts w:asciiTheme="majorHAnsi" w:hAnsiTheme="majorHAnsi"/>
        </w:rPr>
        <w:t xml:space="preserve"> - </w:t>
      </w:r>
      <w:proofErr w:type="spellStart"/>
      <w:r w:rsidR="00180F2A">
        <w:rPr>
          <w:rFonts w:asciiTheme="majorHAnsi" w:hAnsiTheme="majorHAnsi"/>
        </w:rPr>
        <w:t>Sml</w:t>
      </w:r>
      <w:proofErr w:type="spellEnd"/>
      <w:proofErr w:type="gramEnd"/>
      <w:r w:rsidR="00180F2A">
        <w:rPr>
          <w:rFonts w:asciiTheme="majorHAnsi" w:hAnsiTheme="majorHAnsi"/>
        </w:rPr>
        <w:t xml:space="preserve"> na služby</w:t>
      </w:r>
    </w:p>
    <w:p w14:paraId="20ED34AC" w14:textId="38929B83" w:rsidR="00420B00" w:rsidRPr="008027B9" w:rsidRDefault="00420B0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Příloha č. 7 – Obchodní </w:t>
      </w:r>
      <w:proofErr w:type="gramStart"/>
      <w:r>
        <w:rPr>
          <w:rFonts w:asciiTheme="majorHAnsi" w:hAnsiTheme="majorHAnsi"/>
        </w:rPr>
        <w:t xml:space="preserve">podmínky </w:t>
      </w:r>
      <w:r w:rsidR="00180F2A">
        <w:rPr>
          <w:rFonts w:asciiTheme="majorHAnsi" w:hAnsiTheme="majorHAnsi"/>
        </w:rPr>
        <w:t xml:space="preserve">- </w:t>
      </w:r>
      <w:r>
        <w:rPr>
          <w:rFonts w:asciiTheme="majorHAnsi" w:hAnsiTheme="majorHAnsi"/>
        </w:rPr>
        <w:t>Kupní</w:t>
      </w:r>
      <w:proofErr w:type="gramEnd"/>
      <w:r>
        <w:rPr>
          <w:rFonts w:asciiTheme="majorHAnsi" w:hAnsiTheme="majorHAnsi"/>
        </w:rPr>
        <w:t xml:space="preserve"> smlouv</w:t>
      </w:r>
      <w:r w:rsidR="00180F2A">
        <w:rPr>
          <w:rFonts w:asciiTheme="majorHAnsi" w:hAnsiTheme="majorHAnsi"/>
        </w:rPr>
        <w:t>a</w:t>
      </w:r>
    </w:p>
    <w:p w14:paraId="3E2C5374" w14:textId="77777777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053A8DB" w14:textId="77777777" w:rsidR="00EF4996" w:rsidRDefault="00EF499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FF5B695" w14:textId="77777777" w:rsidR="003D7C50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574BC2B" w14:textId="77777777" w:rsidR="003D7C50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EA4FB3C" w14:textId="77777777" w:rsidR="00F508B5" w:rsidRDefault="00F508B5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14B7AF3" w14:textId="77777777" w:rsidR="003D7C50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62189A4" w14:textId="7B93B981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03491DA" w14:textId="77777777" w:rsidR="00AC3262" w:rsidRDefault="00AC3262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CD5E790" w14:textId="77777777" w:rsidR="003D7C50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3C4FAB97" w14:textId="77777777" w:rsidR="00F508B5" w:rsidRPr="00221465" w:rsidRDefault="00F508B5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BCC4703" w14:textId="77777777" w:rsidR="00AC3262" w:rsidRPr="00221465" w:rsidRDefault="00AC3262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6CD30BB" w14:textId="77777777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5628FD7D" w:rsidR="00097F37" w:rsidRPr="00221465" w:rsidRDefault="00D2236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826DC2">
        <w:rPr>
          <w:b/>
          <w:bCs/>
          <w:noProof/>
        </w:rPr>
        <w:t xml:space="preserve">Ing. David </w:t>
      </w:r>
      <w:proofErr w:type="gramStart"/>
      <w:r w:rsidRPr="00826DC2">
        <w:rPr>
          <w:b/>
          <w:bCs/>
          <w:noProof/>
        </w:rPr>
        <w:t>Miklas</w:t>
      </w:r>
      <w:r w:rsidR="00097F37" w:rsidRPr="00221465">
        <w:rPr>
          <w:rFonts w:asciiTheme="majorHAnsi" w:hAnsiTheme="majorHAnsi"/>
        </w:rPr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826DC2">
        <w:rPr>
          <w:rFonts w:asciiTheme="majorHAnsi" w:hAnsiTheme="majorHAnsi"/>
        </w:rPr>
        <w:t xml:space="preserve">           </w:t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p w14:paraId="6D23F68C" w14:textId="3644E6A2" w:rsidR="00097F37" w:rsidRPr="00221465" w:rsidRDefault="00155952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ř</w:t>
      </w:r>
      <w:r w:rsidR="00D22366">
        <w:rPr>
          <w:rFonts w:asciiTheme="majorHAnsi" w:hAnsiTheme="majorHAnsi"/>
        </w:rPr>
        <w:t>editel organizační jednotky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   </w:t>
      </w:r>
    </w:p>
    <w:p w14:paraId="620C9B81" w14:textId="1B1AF1AE" w:rsidR="00586495" w:rsidRPr="00221465" w:rsidRDefault="00D22366" w:rsidP="00155952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Správa železniční</w:t>
      </w:r>
      <w:r w:rsidR="00DE36B7">
        <w:rPr>
          <w:rFonts w:asciiTheme="majorHAnsi" w:hAnsiTheme="majorHAnsi"/>
        </w:rPr>
        <w:t xml:space="preserve"> telematiky</w:t>
      </w:r>
      <w:bookmarkEnd w:id="1"/>
    </w:p>
    <w:sectPr w:rsidR="00586495" w:rsidRPr="00221465" w:rsidSect="008C743D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507C" w14:textId="77777777" w:rsidR="008C743D" w:rsidRDefault="008C743D" w:rsidP="00962258">
      <w:pPr>
        <w:spacing w:after="0" w:line="240" w:lineRule="auto"/>
      </w:pPr>
      <w:r>
        <w:separator/>
      </w:r>
    </w:p>
  </w:endnote>
  <w:endnote w:type="continuationSeparator" w:id="0">
    <w:p w14:paraId="42071CA7" w14:textId="77777777" w:rsidR="008C743D" w:rsidRDefault="008C743D" w:rsidP="00962258">
      <w:pPr>
        <w:spacing w:after="0" w:line="240" w:lineRule="auto"/>
      </w:pPr>
      <w:r>
        <w:continuationSeparator/>
      </w:r>
    </w:p>
  </w:endnote>
  <w:endnote w:type="continuationNotice" w:id="1">
    <w:p w14:paraId="14CACD3A" w14:textId="77777777" w:rsidR="008C743D" w:rsidRDefault="008C74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22CB7143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DC07FD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DC07FD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0275D66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885EBE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885EBE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83191" w14:textId="77777777" w:rsidR="008C743D" w:rsidRDefault="008C743D" w:rsidP="00962258">
      <w:pPr>
        <w:spacing w:after="0" w:line="240" w:lineRule="auto"/>
      </w:pPr>
      <w:r>
        <w:separator/>
      </w:r>
    </w:p>
  </w:footnote>
  <w:footnote w:type="continuationSeparator" w:id="0">
    <w:p w14:paraId="38F8995C" w14:textId="77777777" w:rsidR="008C743D" w:rsidRDefault="008C743D" w:rsidP="00962258">
      <w:pPr>
        <w:spacing w:after="0" w:line="240" w:lineRule="auto"/>
      </w:pPr>
      <w:r>
        <w:continuationSeparator/>
      </w:r>
    </w:p>
  </w:footnote>
  <w:footnote w:type="continuationNotice" w:id="1">
    <w:p w14:paraId="4FC29A8D" w14:textId="77777777" w:rsidR="008C743D" w:rsidRDefault="008C74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65673F"/>
    <w:multiLevelType w:val="multilevel"/>
    <w:tmpl w:val="4B4C3250"/>
    <w:lvl w:ilvl="0">
      <w:start w:val="1"/>
      <w:numFmt w:val="decimal"/>
      <w:pStyle w:val="1lnek"/>
      <w:lvlText w:val="%1."/>
      <w:lvlJc w:val="left"/>
      <w:pPr>
        <w:ind w:left="680" w:hanging="68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680" w:hanging="680"/>
      </w:pPr>
      <w:rPr>
        <w:rFonts w:ascii="Verdana" w:hAnsi="Verdana" w:hint="default"/>
        <w:b w:val="0"/>
        <w:i w:val="0"/>
        <w:sz w:val="18"/>
        <w:u w:val="none"/>
      </w:rPr>
    </w:lvl>
    <w:lvl w:ilvl="2">
      <w:start w:val="1"/>
      <w:numFmt w:val="lowerLetter"/>
      <w:pStyle w:val="aodst"/>
      <w:lvlText w:val="%3."/>
      <w:lvlJc w:val="left"/>
      <w:pPr>
        <w:ind w:left="1277" w:hanging="567"/>
      </w:pPr>
      <w:rPr>
        <w:rFonts w:ascii="Verdana" w:hAnsi="Verdana" w:cs="Times New Roman" w:hint="default"/>
        <w:b w:val="0"/>
        <w:i w:val="0"/>
        <w:sz w:val="18"/>
      </w:rPr>
    </w:lvl>
    <w:lvl w:ilvl="3">
      <w:start w:val="1"/>
      <w:numFmt w:val="lowerRoman"/>
      <w:pStyle w:val="iodst"/>
      <w:lvlText w:val="%4."/>
      <w:lvlJc w:val="left"/>
      <w:pPr>
        <w:ind w:left="1814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8" w15:restartNumberingAfterBreak="0">
    <w:nsid w:val="38B64F42"/>
    <w:multiLevelType w:val="multilevel"/>
    <w:tmpl w:val="94447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4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55338B3"/>
    <w:multiLevelType w:val="hybridMultilevel"/>
    <w:tmpl w:val="6F68864E"/>
    <w:lvl w:ilvl="0" w:tplc="B2A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29600284">
    <w:abstractNumId w:val="7"/>
  </w:num>
  <w:num w:numId="2" w16cid:durableId="2084795916">
    <w:abstractNumId w:val="1"/>
  </w:num>
  <w:num w:numId="3" w16cid:durableId="379129983">
    <w:abstractNumId w:val="14"/>
  </w:num>
  <w:num w:numId="4" w16cid:durableId="1761221002">
    <w:abstractNumId w:val="31"/>
  </w:num>
  <w:num w:numId="5" w16cid:durableId="19204632">
    <w:abstractNumId w:val="18"/>
  </w:num>
  <w:num w:numId="6" w16cid:durableId="1195070763">
    <w:abstractNumId w:val="24"/>
  </w:num>
  <w:num w:numId="7" w16cid:durableId="2073120172">
    <w:abstractNumId w:val="11"/>
  </w:num>
  <w:num w:numId="8" w16cid:durableId="513686593">
    <w:abstractNumId w:val="22"/>
  </w:num>
  <w:num w:numId="9" w16cid:durableId="1444766529">
    <w:abstractNumId w:val="33"/>
  </w:num>
  <w:num w:numId="10" w16cid:durableId="1735539822">
    <w:abstractNumId w:val="28"/>
  </w:num>
  <w:num w:numId="11" w16cid:durableId="430970992">
    <w:abstractNumId w:val="3"/>
  </w:num>
  <w:num w:numId="12" w16cid:durableId="733429204">
    <w:abstractNumId w:val="8"/>
  </w:num>
  <w:num w:numId="13" w16cid:durableId="1078987158">
    <w:abstractNumId w:val="16"/>
  </w:num>
  <w:num w:numId="14" w16cid:durableId="1391919813">
    <w:abstractNumId w:val="25"/>
  </w:num>
  <w:num w:numId="15" w16cid:durableId="152916249">
    <w:abstractNumId w:val="12"/>
  </w:num>
  <w:num w:numId="16" w16cid:durableId="178784752">
    <w:abstractNumId w:val="20"/>
  </w:num>
  <w:num w:numId="17" w16cid:durableId="997461882">
    <w:abstractNumId w:val="27"/>
  </w:num>
  <w:num w:numId="18" w16cid:durableId="241453251">
    <w:abstractNumId w:val="10"/>
  </w:num>
  <w:num w:numId="19" w16cid:durableId="1171795770">
    <w:abstractNumId w:val="23"/>
  </w:num>
  <w:num w:numId="20" w16cid:durableId="1677923037">
    <w:abstractNumId w:val="5"/>
  </w:num>
  <w:num w:numId="21" w16cid:durableId="1447650772">
    <w:abstractNumId w:val="13"/>
  </w:num>
  <w:num w:numId="22" w16cid:durableId="1871794866">
    <w:abstractNumId w:val="29"/>
  </w:num>
  <w:num w:numId="23" w16cid:durableId="708602165">
    <w:abstractNumId w:val="6"/>
  </w:num>
  <w:num w:numId="24" w16cid:durableId="314800903">
    <w:abstractNumId w:val="30"/>
  </w:num>
  <w:num w:numId="25" w16cid:durableId="1247880238">
    <w:abstractNumId w:val="21"/>
  </w:num>
  <w:num w:numId="26" w16cid:durableId="1134102859">
    <w:abstractNumId w:val="17"/>
  </w:num>
  <w:num w:numId="27" w16cid:durableId="1441993562">
    <w:abstractNumId w:val="9"/>
  </w:num>
  <w:num w:numId="28" w16cid:durableId="1089615650">
    <w:abstractNumId w:val="2"/>
  </w:num>
  <w:num w:numId="29" w16cid:durableId="8152685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4219862">
    <w:abstractNumId w:val="0"/>
  </w:num>
  <w:num w:numId="31" w16cid:durableId="630207837">
    <w:abstractNumId w:val="19"/>
  </w:num>
  <w:num w:numId="32" w16cid:durableId="1981884260">
    <w:abstractNumId w:val="4"/>
  </w:num>
  <w:num w:numId="33" w16cid:durableId="1014383055">
    <w:abstractNumId w:val="18"/>
  </w:num>
  <w:num w:numId="34" w16cid:durableId="21021380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205051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3294006">
    <w:abstractNumId w:val="18"/>
  </w:num>
  <w:num w:numId="37" w16cid:durableId="1587763630">
    <w:abstractNumId w:val="34"/>
  </w:num>
  <w:num w:numId="38" w16cid:durableId="1380203361">
    <w:abstractNumId w:val="26"/>
  </w:num>
  <w:num w:numId="39" w16cid:durableId="1671326084">
    <w:abstractNumId w:val="32"/>
  </w:num>
  <w:num w:numId="40" w16cid:durableId="297876005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944"/>
    <w:rsid w:val="0001327F"/>
    <w:rsid w:val="00013B4F"/>
    <w:rsid w:val="00025DDC"/>
    <w:rsid w:val="00034E52"/>
    <w:rsid w:val="00036D1F"/>
    <w:rsid w:val="000451AE"/>
    <w:rsid w:val="00046F28"/>
    <w:rsid w:val="00047260"/>
    <w:rsid w:val="000573A5"/>
    <w:rsid w:val="00061E30"/>
    <w:rsid w:val="000637E8"/>
    <w:rsid w:val="00064254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C13A2"/>
    <w:rsid w:val="000D2268"/>
    <w:rsid w:val="000D3ADE"/>
    <w:rsid w:val="000D61E8"/>
    <w:rsid w:val="000D6537"/>
    <w:rsid w:val="000E23A7"/>
    <w:rsid w:val="000E2E68"/>
    <w:rsid w:val="0010693F"/>
    <w:rsid w:val="00114472"/>
    <w:rsid w:val="00126EF5"/>
    <w:rsid w:val="001303D1"/>
    <w:rsid w:val="00136245"/>
    <w:rsid w:val="00140178"/>
    <w:rsid w:val="001427B9"/>
    <w:rsid w:val="001445C7"/>
    <w:rsid w:val="0014565C"/>
    <w:rsid w:val="00153B54"/>
    <w:rsid w:val="001550BC"/>
    <w:rsid w:val="00155952"/>
    <w:rsid w:val="00157463"/>
    <w:rsid w:val="001605B9"/>
    <w:rsid w:val="001659E9"/>
    <w:rsid w:val="00170EC5"/>
    <w:rsid w:val="001747C1"/>
    <w:rsid w:val="00180F2A"/>
    <w:rsid w:val="00184743"/>
    <w:rsid w:val="001852F6"/>
    <w:rsid w:val="001903A9"/>
    <w:rsid w:val="001925F6"/>
    <w:rsid w:val="001942BB"/>
    <w:rsid w:val="001975F5"/>
    <w:rsid w:val="001A2756"/>
    <w:rsid w:val="001A3D0B"/>
    <w:rsid w:val="001B629E"/>
    <w:rsid w:val="001C106D"/>
    <w:rsid w:val="001C3FA4"/>
    <w:rsid w:val="001C40D2"/>
    <w:rsid w:val="001C7A7C"/>
    <w:rsid w:val="001D5497"/>
    <w:rsid w:val="001E7681"/>
    <w:rsid w:val="001F0FAC"/>
    <w:rsid w:val="001F763F"/>
    <w:rsid w:val="002039DA"/>
    <w:rsid w:val="00207DF5"/>
    <w:rsid w:val="0021109F"/>
    <w:rsid w:val="00220020"/>
    <w:rsid w:val="00220DDA"/>
    <w:rsid w:val="00221465"/>
    <w:rsid w:val="00222F74"/>
    <w:rsid w:val="00224616"/>
    <w:rsid w:val="002319C7"/>
    <w:rsid w:val="00235BBE"/>
    <w:rsid w:val="00245A3C"/>
    <w:rsid w:val="00252F2B"/>
    <w:rsid w:val="0025503B"/>
    <w:rsid w:val="00263B4F"/>
    <w:rsid w:val="00266CCA"/>
    <w:rsid w:val="00273E97"/>
    <w:rsid w:val="00275B09"/>
    <w:rsid w:val="00275D5F"/>
    <w:rsid w:val="00280E07"/>
    <w:rsid w:val="00281D7B"/>
    <w:rsid w:val="00281F69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E20E4"/>
    <w:rsid w:val="002F0631"/>
    <w:rsid w:val="002F3DE9"/>
    <w:rsid w:val="002F4D77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1CC3"/>
    <w:rsid w:val="00355DD1"/>
    <w:rsid w:val="00357BC6"/>
    <w:rsid w:val="00362E35"/>
    <w:rsid w:val="003656E8"/>
    <w:rsid w:val="00376854"/>
    <w:rsid w:val="00382D2B"/>
    <w:rsid w:val="003909C0"/>
    <w:rsid w:val="0039509B"/>
    <w:rsid w:val="003956C6"/>
    <w:rsid w:val="00395A8A"/>
    <w:rsid w:val="00396220"/>
    <w:rsid w:val="00397CC4"/>
    <w:rsid w:val="003A5156"/>
    <w:rsid w:val="003B1721"/>
    <w:rsid w:val="003B4725"/>
    <w:rsid w:val="003B5A8D"/>
    <w:rsid w:val="003C5769"/>
    <w:rsid w:val="003D7C50"/>
    <w:rsid w:val="003E16CE"/>
    <w:rsid w:val="003F5B67"/>
    <w:rsid w:val="00405DCD"/>
    <w:rsid w:val="004129FC"/>
    <w:rsid w:val="00415115"/>
    <w:rsid w:val="00420B00"/>
    <w:rsid w:val="0042446A"/>
    <w:rsid w:val="00425499"/>
    <w:rsid w:val="00425857"/>
    <w:rsid w:val="00433995"/>
    <w:rsid w:val="00441430"/>
    <w:rsid w:val="00445CFA"/>
    <w:rsid w:val="00447984"/>
    <w:rsid w:val="00450F07"/>
    <w:rsid w:val="00453CD3"/>
    <w:rsid w:val="00460660"/>
    <w:rsid w:val="00464CC8"/>
    <w:rsid w:val="0047459D"/>
    <w:rsid w:val="004860B2"/>
    <w:rsid w:val="00486107"/>
    <w:rsid w:val="00491016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C7E9A"/>
    <w:rsid w:val="004E143C"/>
    <w:rsid w:val="004E2C7C"/>
    <w:rsid w:val="004E3A53"/>
    <w:rsid w:val="004E4CCC"/>
    <w:rsid w:val="004E626E"/>
    <w:rsid w:val="004E79D6"/>
    <w:rsid w:val="004E7DD8"/>
    <w:rsid w:val="004F2B7D"/>
    <w:rsid w:val="004F4B9B"/>
    <w:rsid w:val="0050139C"/>
    <w:rsid w:val="00505F5C"/>
    <w:rsid w:val="00511AB9"/>
    <w:rsid w:val="00523EA7"/>
    <w:rsid w:val="00540F45"/>
    <w:rsid w:val="005466DD"/>
    <w:rsid w:val="00553375"/>
    <w:rsid w:val="00555C2D"/>
    <w:rsid w:val="00567BCB"/>
    <w:rsid w:val="005736B7"/>
    <w:rsid w:val="00575495"/>
    <w:rsid w:val="00575E5A"/>
    <w:rsid w:val="00584DF5"/>
    <w:rsid w:val="00585442"/>
    <w:rsid w:val="00586495"/>
    <w:rsid w:val="00590D81"/>
    <w:rsid w:val="00595F71"/>
    <w:rsid w:val="005A3662"/>
    <w:rsid w:val="005B3109"/>
    <w:rsid w:val="005D5C33"/>
    <w:rsid w:val="005D7A09"/>
    <w:rsid w:val="005E1747"/>
    <w:rsid w:val="005E2084"/>
    <w:rsid w:val="005F1404"/>
    <w:rsid w:val="0061068E"/>
    <w:rsid w:val="00615789"/>
    <w:rsid w:val="006243BD"/>
    <w:rsid w:val="00624971"/>
    <w:rsid w:val="00624CD3"/>
    <w:rsid w:val="0063371F"/>
    <w:rsid w:val="006413B7"/>
    <w:rsid w:val="0064774B"/>
    <w:rsid w:val="00647B3D"/>
    <w:rsid w:val="006509CA"/>
    <w:rsid w:val="00660AD3"/>
    <w:rsid w:val="00677B7F"/>
    <w:rsid w:val="00685634"/>
    <w:rsid w:val="00685AB8"/>
    <w:rsid w:val="006862DF"/>
    <w:rsid w:val="00696698"/>
    <w:rsid w:val="006A5570"/>
    <w:rsid w:val="006A689C"/>
    <w:rsid w:val="006B3D79"/>
    <w:rsid w:val="006B4810"/>
    <w:rsid w:val="006C1F21"/>
    <w:rsid w:val="006D153D"/>
    <w:rsid w:val="006D563F"/>
    <w:rsid w:val="006D7062"/>
    <w:rsid w:val="006D7AFE"/>
    <w:rsid w:val="006D7F76"/>
    <w:rsid w:val="006E00D0"/>
    <w:rsid w:val="006E0578"/>
    <w:rsid w:val="006E314D"/>
    <w:rsid w:val="006E5B3C"/>
    <w:rsid w:val="00707F14"/>
    <w:rsid w:val="00710723"/>
    <w:rsid w:val="00716837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570C"/>
    <w:rsid w:val="007C2837"/>
    <w:rsid w:val="007C589B"/>
    <w:rsid w:val="007D41F2"/>
    <w:rsid w:val="007E0125"/>
    <w:rsid w:val="007E3495"/>
    <w:rsid w:val="007E4A6E"/>
    <w:rsid w:val="007F32D9"/>
    <w:rsid w:val="007F56A7"/>
    <w:rsid w:val="007F7EDC"/>
    <w:rsid w:val="008027B9"/>
    <w:rsid w:val="00807DD0"/>
    <w:rsid w:val="00822396"/>
    <w:rsid w:val="00822E53"/>
    <w:rsid w:val="00826DC2"/>
    <w:rsid w:val="00843F1B"/>
    <w:rsid w:val="00852BA4"/>
    <w:rsid w:val="00860BED"/>
    <w:rsid w:val="00860FB6"/>
    <w:rsid w:val="00861D1C"/>
    <w:rsid w:val="00864244"/>
    <w:rsid w:val="008659F3"/>
    <w:rsid w:val="00870F08"/>
    <w:rsid w:val="008819F6"/>
    <w:rsid w:val="00883013"/>
    <w:rsid w:val="00885EBE"/>
    <w:rsid w:val="00886D4B"/>
    <w:rsid w:val="008874EA"/>
    <w:rsid w:val="0089225E"/>
    <w:rsid w:val="00895406"/>
    <w:rsid w:val="00896FAA"/>
    <w:rsid w:val="008A3568"/>
    <w:rsid w:val="008A368D"/>
    <w:rsid w:val="008C415D"/>
    <w:rsid w:val="008C743D"/>
    <w:rsid w:val="008D03B9"/>
    <w:rsid w:val="008E2B2A"/>
    <w:rsid w:val="008E791D"/>
    <w:rsid w:val="008F015B"/>
    <w:rsid w:val="008F18D6"/>
    <w:rsid w:val="008F4E7C"/>
    <w:rsid w:val="008F5E52"/>
    <w:rsid w:val="008F60C6"/>
    <w:rsid w:val="00904780"/>
    <w:rsid w:val="0091620C"/>
    <w:rsid w:val="00922385"/>
    <w:rsid w:val="009223DF"/>
    <w:rsid w:val="00936091"/>
    <w:rsid w:val="00940D8A"/>
    <w:rsid w:val="009418BC"/>
    <w:rsid w:val="00953146"/>
    <w:rsid w:val="00956D22"/>
    <w:rsid w:val="009571BA"/>
    <w:rsid w:val="00962258"/>
    <w:rsid w:val="009662FE"/>
    <w:rsid w:val="009678B7"/>
    <w:rsid w:val="00974FD0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49DE"/>
    <w:rsid w:val="00A35755"/>
    <w:rsid w:val="00A37B7A"/>
    <w:rsid w:val="00A404A5"/>
    <w:rsid w:val="00A453A3"/>
    <w:rsid w:val="00A4600C"/>
    <w:rsid w:val="00A5080D"/>
    <w:rsid w:val="00A6177B"/>
    <w:rsid w:val="00A66136"/>
    <w:rsid w:val="00A67D3F"/>
    <w:rsid w:val="00A739D4"/>
    <w:rsid w:val="00A74C1B"/>
    <w:rsid w:val="00A90199"/>
    <w:rsid w:val="00A91226"/>
    <w:rsid w:val="00A91255"/>
    <w:rsid w:val="00A93896"/>
    <w:rsid w:val="00A96C8D"/>
    <w:rsid w:val="00AA052D"/>
    <w:rsid w:val="00AA2216"/>
    <w:rsid w:val="00AA4CBB"/>
    <w:rsid w:val="00AA65FA"/>
    <w:rsid w:val="00AA7351"/>
    <w:rsid w:val="00AB1712"/>
    <w:rsid w:val="00AC3262"/>
    <w:rsid w:val="00AC7A8B"/>
    <w:rsid w:val="00AD056F"/>
    <w:rsid w:val="00AD6356"/>
    <w:rsid w:val="00AD6731"/>
    <w:rsid w:val="00AE4D08"/>
    <w:rsid w:val="00AF5FA9"/>
    <w:rsid w:val="00B0515B"/>
    <w:rsid w:val="00B10CD1"/>
    <w:rsid w:val="00B15D0D"/>
    <w:rsid w:val="00B22724"/>
    <w:rsid w:val="00B23012"/>
    <w:rsid w:val="00B26DCD"/>
    <w:rsid w:val="00B52288"/>
    <w:rsid w:val="00B5460A"/>
    <w:rsid w:val="00B555FC"/>
    <w:rsid w:val="00B57A80"/>
    <w:rsid w:val="00B57AB1"/>
    <w:rsid w:val="00B612C0"/>
    <w:rsid w:val="00B618B4"/>
    <w:rsid w:val="00B6651C"/>
    <w:rsid w:val="00B70CA6"/>
    <w:rsid w:val="00B75EE1"/>
    <w:rsid w:val="00B77481"/>
    <w:rsid w:val="00B80174"/>
    <w:rsid w:val="00B843B7"/>
    <w:rsid w:val="00B8518B"/>
    <w:rsid w:val="00B91E11"/>
    <w:rsid w:val="00B96EB0"/>
    <w:rsid w:val="00BA3F4C"/>
    <w:rsid w:val="00BB5852"/>
    <w:rsid w:val="00BC1D42"/>
    <w:rsid w:val="00BC29F8"/>
    <w:rsid w:val="00BC4CE4"/>
    <w:rsid w:val="00BD271C"/>
    <w:rsid w:val="00BD7E91"/>
    <w:rsid w:val="00BE7C40"/>
    <w:rsid w:val="00BE7D13"/>
    <w:rsid w:val="00BF07BA"/>
    <w:rsid w:val="00BF5FC4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A1ABD"/>
    <w:rsid w:val="00CB0C8E"/>
    <w:rsid w:val="00CC082E"/>
    <w:rsid w:val="00CC2C09"/>
    <w:rsid w:val="00CD1FC4"/>
    <w:rsid w:val="00CE56F8"/>
    <w:rsid w:val="00CF17BE"/>
    <w:rsid w:val="00D051C6"/>
    <w:rsid w:val="00D12076"/>
    <w:rsid w:val="00D1376C"/>
    <w:rsid w:val="00D1554B"/>
    <w:rsid w:val="00D21061"/>
    <w:rsid w:val="00D22366"/>
    <w:rsid w:val="00D231B3"/>
    <w:rsid w:val="00D2450A"/>
    <w:rsid w:val="00D31E61"/>
    <w:rsid w:val="00D40A9C"/>
    <w:rsid w:val="00D4108E"/>
    <w:rsid w:val="00D44580"/>
    <w:rsid w:val="00D45A45"/>
    <w:rsid w:val="00D517B1"/>
    <w:rsid w:val="00D6163D"/>
    <w:rsid w:val="00D642D1"/>
    <w:rsid w:val="00D64352"/>
    <w:rsid w:val="00D71A19"/>
    <w:rsid w:val="00D73934"/>
    <w:rsid w:val="00D7689C"/>
    <w:rsid w:val="00D81AAB"/>
    <w:rsid w:val="00D831A3"/>
    <w:rsid w:val="00D86668"/>
    <w:rsid w:val="00D87AB2"/>
    <w:rsid w:val="00D90583"/>
    <w:rsid w:val="00D92FF5"/>
    <w:rsid w:val="00DA12DE"/>
    <w:rsid w:val="00DA3406"/>
    <w:rsid w:val="00DA44FB"/>
    <w:rsid w:val="00DB2B0F"/>
    <w:rsid w:val="00DB5DC8"/>
    <w:rsid w:val="00DB7FE0"/>
    <w:rsid w:val="00DC07FD"/>
    <w:rsid w:val="00DC3026"/>
    <w:rsid w:val="00DC3510"/>
    <w:rsid w:val="00DC380C"/>
    <w:rsid w:val="00DC665A"/>
    <w:rsid w:val="00DC75F3"/>
    <w:rsid w:val="00DD46F3"/>
    <w:rsid w:val="00DD558E"/>
    <w:rsid w:val="00DD6B14"/>
    <w:rsid w:val="00DE36B7"/>
    <w:rsid w:val="00DE56F2"/>
    <w:rsid w:val="00DE6462"/>
    <w:rsid w:val="00DF116D"/>
    <w:rsid w:val="00DF4BD7"/>
    <w:rsid w:val="00DF668A"/>
    <w:rsid w:val="00E0143D"/>
    <w:rsid w:val="00E02963"/>
    <w:rsid w:val="00E2616C"/>
    <w:rsid w:val="00E261B6"/>
    <w:rsid w:val="00E26701"/>
    <w:rsid w:val="00E304AD"/>
    <w:rsid w:val="00E30729"/>
    <w:rsid w:val="00E37A7F"/>
    <w:rsid w:val="00E40685"/>
    <w:rsid w:val="00E55963"/>
    <w:rsid w:val="00E61E15"/>
    <w:rsid w:val="00E80E7B"/>
    <w:rsid w:val="00E86F16"/>
    <w:rsid w:val="00E90396"/>
    <w:rsid w:val="00E90C16"/>
    <w:rsid w:val="00E93D6B"/>
    <w:rsid w:val="00EA1889"/>
    <w:rsid w:val="00EA2C48"/>
    <w:rsid w:val="00EA40B9"/>
    <w:rsid w:val="00EA57B9"/>
    <w:rsid w:val="00EB104F"/>
    <w:rsid w:val="00EC18EA"/>
    <w:rsid w:val="00EC2D7C"/>
    <w:rsid w:val="00EC4C38"/>
    <w:rsid w:val="00EC7CBA"/>
    <w:rsid w:val="00ED0450"/>
    <w:rsid w:val="00ED14BD"/>
    <w:rsid w:val="00ED43E8"/>
    <w:rsid w:val="00EE11E4"/>
    <w:rsid w:val="00EE324B"/>
    <w:rsid w:val="00EE6242"/>
    <w:rsid w:val="00EF0177"/>
    <w:rsid w:val="00EF4996"/>
    <w:rsid w:val="00F0208F"/>
    <w:rsid w:val="00F02F66"/>
    <w:rsid w:val="00F0533E"/>
    <w:rsid w:val="00F1048D"/>
    <w:rsid w:val="00F12DEC"/>
    <w:rsid w:val="00F15A97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08B5"/>
    <w:rsid w:val="00F52D91"/>
    <w:rsid w:val="00F52EEE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2039DA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eastAsia="Times New Roman" w:cs="Times New Roman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F15A97"/>
    <w:rPr>
      <w:rFonts w:asciiTheme="minorHAnsi" w:hAnsiTheme="minorHAnsi"/>
      <w:b/>
      <w:i/>
      <w:noProof/>
      <w:sz w:val="18"/>
    </w:rPr>
  </w:style>
  <w:style w:type="paragraph" w:customStyle="1" w:styleId="1lnek">
    <w:name w:val="1. článek"/>
    <w:basedOn w:val="Normln"/>
    <w:qFormat/>
    <w:rsid w:val="00F15A97"/>
    <w:pPr>
      <w:keepNext/>
      <w:numPr>
        <w:numId w:val="40"/>
      </w:numPr>
      <w:spacing w:before="120" w:after="120"/>
      <w:jc w:val="both"/>
    </w:pPr>
    <w:rPr>
      <w:b/>
      <w:noProof/>
    </w:rPr>
  </w:style>
  <w:style w:type="paragraph" w:customStyle="1" w:styleId="11odst">
    <w:name w:val="1.1. odst."/>
    <w:basedOn w:val="Normln"/>
    <w:link w:val="11odstChar"/>
    <w:qFormat/>
    <w:rsid w:val="00F15A97"/>
    <w:pPr>
      <w:numPr>
        <w:ilvl w:val="1"/>
        <w:numId w:val="40"/>
      </w:numPr>
      <w:spacing w:before="120" w:after="120"/>
      <w:jc w:val="both"/>
    </w:pPr>
  </w:style>
  <w:style w:type="paragraph" w:customStyle="1" w:styleId="aodst">
    <w:name w:val="a. odst."/>
    <w:basedOn w:val="Normln"/>
    <w:link w:val="aodstChar"/>
    <w:qFormat/>
    <w:rsid w:val="00F15A97"/>
    <w:pPr>
      <w:numPr>
        <w:ilvl w:val="2"/>
        <w:numId w:val="40"/>
      </w:numPr>
      <w:spacing w:before="120" w:after="120"/>
      <w:jc w:val="both"/>
    </w:pPr>
  </w:style>
  <w:style w:type="paragraph" w:customStyle="1" w:styleId="iodst">
    <w:name w:val="i. odst."/>
    <w:basedOn w:val="Normln"/>
    <w:qFormat/>
    <w:rsid w:val="00F15A97"/>
    <w:pPr>
      <w:numPr>
        <w:ilvl w:val="3"/>
        <w:numId w:val="40"/>
      </w:numPr>
      <w:spacing w:before="120" w:after="120"/>
      <w:jc w:val="both"/>
    </w:pPr>
  </w:style>
  <w:style w:type="character" w:customStyle="1" w:styleId="11odstChar">
    <w:name w:val="1.1. odst. Char"/>
    <w:basedOn w:val="Standardnpsmoodstavce"/>
    <w:link w:val="11odst"/>
    <w:rsid w:val="00F15A97"/>
  </w:style>
  <w:style w:type="character" w:customStyle="1" w:styleId="aodstChar">
    <w:name w:val="a. odst. Char"/>
    <w:basedOn w:val="Standardnpsmoodstavce"/>
    <w:link w:val="aodst"/>
    <w:rsid w:val="00F15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92FD8B-D759-4B34-91DA-4F5AE9BD4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1CCEEE-15FD-4746-9028-DE4C5BF470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2439</Words>
  <Characters>14391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Bachorková Ivana, Mgr.</cp:lastModifiedBy>
  <cp:revision>10</cp:revision>
  <cp:lastPrinted>2024-02-14T07:26:00Z</cp:lastPrinted>
  <dcterms:created xsi:type="dcterms:W3CDTF">2024-02-07T15:38:00Z</dcterms:created>
  <dcterms:modified xsi:type="dcterms:W3CDTF">2024-02-15T15:26:00Z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