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178B9" w14:textId="77777777" w:rsidR="00C92E3F" w:rsidRDefault="00C92E3F" w:rsidP="00FC0FDA">
      <w:pPr>
        <w:pStyle w:val="Nadpis1"/>
        <w:rPr>
          <w:b w:val="0"/>
          <w:color w:val="auto"/>
          <w:sz w:val="16"/>
          <w:szCs w:val="16"/>
        </w:rPr>
      </w:pPr>
    </w:p>
    <w:p w14:paraId="5675409F" w14:textId="31C68ECA" w:rsidR="00FC0FDA" w:rsidRPr="00FC5B2A" w:rsidRDefault="004546BE" w:rsidP="00FC0FDA">
      <w:pPr>
        <w:pStyle w:val="Nadpis1"/>
        <w:rPr>
          <w:b w:val="0"/>
          <w:color w:val="auto"/>
          <w:sz w:val="16"/>
          <w:szCs w:val="16"/>
        </w:rPr>
      </w:pPr>
      <w:r w:rsidRPr="00FC5B2A">
        <w:rPr>
          <w:b w:val="0"/>
          <w:color w:val="auto"/>
          <w:sz w:val="16"/>
          <w:szCs w:val="16"/>
        </w:rPr>
        <w:t xml:space="preserve">Příloha č. </w:t>
      </w:r>
      <w:r w:rsidR="006F1675">
        <w:rPr>
          <w:b w:val="0"/>
          <w:color w:val="auto"/>
          <w:sz w:val="16"/>
          <w:szCs w:val="16"/>
        </w:rPr>
        <w:t>3</w:t>
      </w:r>
      <w:r w:rsidR="00F2291F" w:rsidRPr="00FC5B2A">
        <w:rPr>
          <w:b w:val="0"/>
          <w:color w:val="auto"/>
          <w:sz w:val="16"/>
          <w:szCs w:val="16"/>
        </w:rPr>
        <w:t xml:space="preserve"> </w:t>
      </w:r>
      <w:r w:rsidR="005F6779" w:rsidRPr="00FC5B2A">
        <w:rPr>
          <w:b w:val="0"/>
          <w:color w:val="auto"/>
          <w:sz w:val="16"/>
          <w:szCs w:val="16"/>
        </w:rPr>
        <w:t xml:space="preserve">Výzvy k podání nabídky </w:t>
      </w:r>
    </w:p>
    <w:p w14:paraId="6B3D007B" w14:textId="4054B838" w:rsidR="00FC0FDA" w:rsidRPr="00FC5B2A" w:rsidRDefault="00C445C0" w:rsidP="00FC0FDA">
      <w:pPr>
        <w:pStyle w:val="Nadpis1"/>
        <w:rPr>
          <w:sz w:val="28"/>
          <w:szCs w:val="28"/>
        </w:rPr>
      </w:pPr>
      <w:r w:rsidRPr="00FC5B2A">
        <w:rPr>
          <w:sz w:val="28"/>
          <w:szCs w:val="28"/>
        </w:rP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tbl>
      <w:tblPr>
        <w:tblStyle w:val="Mkatabulky"/>
        <w:tblpPr w:leftFromText="141" w:rightFromText="141" w:vertAnchor="text" w:horzAnchor="margin" w:tblpY="305"/>
        <w:tblW w:w="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675"/>
      </w:tblGrid>
      <w:tr w:rsidR="00B9451B" w:rsidRPr="002D02AB" w14:paraId="350AB342" w14:textId="5DBBA515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448B6" w14:textId="51B5EB2B" w:rsidR="00B9451B" w:rsidRPr="0027232E" w:rsidRDefault="00B9451B" w:rsidP="00CB13BE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IS pro </w:t>
            </w:r>
            <w:r w:rsidR="00D600C3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správu dat o systému 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ETCS  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B62484" w14:textId="03DFFD62" w:rsidR="00B9451B" w:rsidRPr="002D02AB" w:rsidRDefault="00B9451B" w:rsidP="006B4B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B9451B" w:rsidRPr="002D02AB" w14:paraId="7EAFCF3B" w14:textId="0EE1FB42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68BBFF1" w14:textId="756ECEFE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675" w:type="dxa"/>
          </w:tcPr>
          <w:p w14:paraId="6A4F8000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5ECDE927" w14:textId="15F62A4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9ADF9C7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675" w:type="dxa"/>
          </w:tcPr>
          <w:p w14:paraId="62541E22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153662E6" w14:textId="3C3A6CED" w:rsidTr="00A106E8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</w:tcPr>
          <w:p w14:paraId="1C7662B3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04B5253A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46B3DA34" w14:textId="2C7327D3" w:rsidR="00C445C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</w:t>
      </w:r>
      <w:r w:rsid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Smlouvy o dílo na vývoj</w:t>
      </w: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 software</w:t>
      </w:r>
    </w:p>
    <w:p w14:paraId="5680512F" w14:textId="73DA4370" w:rsidR="00963EB3" w:rsidRDefault="00963EB3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175A0AFD" w14:textId="0778EEAD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4569247C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63D70CB5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7A4A9692" w14:textId="1E1937E1" w:rsidR="006D514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Smlouvy o </w:t>
      </w:r>
      <w:r w:rsidR="00B9451B" w:rsidRP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údržbě, provozu a rámcovém rozvoji software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2D02AB" w:rsidRPr="002D02AB" w14:paraId="0DD688C4" w14:textId="77777777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61097F3B" w:rsidR="002D02AB" w:rsidRPr="002D02AB" w:rsidRDefault="0027232E" w:rsidP="00B9451B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oskytování</w:t>
            </w:r>
            <w:r w:rsidR="00AC4504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paušálních služeb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y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a provozu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software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0A3A8783" w:rsidR="002D02AB" w:rsidRPr="002D02AB" w:rsidRDefault="0027232E" w:rsidP="006B4BE1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měsíc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14EA9127" w:rsidR="002D02AB" w:rsidRPr="002D02AB" w:rsidRDefault="00B9451B" w:rsidP="008A6B83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24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4"/>
              </w:rPr>
              <w:t>měsíců</w:t>
            </w:r>
          </w:p>
        </w:tc>
      </w:tr>
      <w:tr w:rsidR="002D02AB" w:rsidRPr="002D02AB" w14:paraId="3A1DD6B7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A4970EF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</w:tcPr>
          <w:p w14:paraId="6E7E87B1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7288FB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D02AB" w:rsidRPr="002D02AB" w14:paraId="2C7DF70C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5C2FAA8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701" w:type="dxa"/>
          </w:tcPr>
          <w:p w14:paraId="4416C02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7D61F5D" w14:textId="1ED61548" w:rsidR="002D02AB" w:rsidRPr="00C92E3F" w:rsidRDefault="006D5140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 xml:space="preserve">Doplní </w:t>
            </w:r>
            <w:r w:rsidR="002D02AB"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dodavatel</w:t>
            </w:r>
          </w:p>
        </w:tc>
      </w:tr>
      <w:tr w:rsidR="002D02AB" w:rsidRPr="002D02AB" w14:paraId="196192ED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77B4D0A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04775FD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60864067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35B2F229" w14:textId="5DF6D09C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304973" w:rsidRPr="002D02AB" w14:paraId="30570523" w14:textId="4884A494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left w:val="single" w:sz="4" w:space="0" w:color="auto"/>
              <w:bottom w:val="single" w:sz="4" w:space="0" w:color="auto"/>
            </w:tcBorders>
          </w:tcPr>
          <w:p w14:paraId="66758F27" w14:textId="1E74A459" w:rsidR="00304973" w:rsidRPr="002D02AB" w:rsidRDefault="00304973" w:rsidP="00B9451B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oskytování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nepaušálních služeb</w:t>
            </w:r>
            <w:r w:rsidR="00B9451B"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y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a provozu</w:t>
            </w:r>
            <w:r w:rsidR="00B9451B"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software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4701AAB4" w14:textId="2A6CE6BF" w:rsidR="00304973" w:rsidRPr="002D02AB" w:rsidRDefault="00304973" w:rsidP="00B9451B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3AAA6B2" w14:textId="3150FC65" w:rsidR="00304973" w:rsidRDefault="00741F3B" w:rsidP="00B9451B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42 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</w:tr>
      <w:tr w:rsidR="00304973" w:rsidRPr="002D02AB" w14:paraId="4D40D12E" w14:textId="64C9C7D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</w:tcPr>
          <w:p w14:paraId="156CD40D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0FC361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C046065" w14:textId="05B4F20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304973" w:rsidRPr="002D02AB" w14:paraId="19AB9B54" w14:textId="3EF2BBA3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AA5AACD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701" w:type="dxa"/>
          </w:tcPr>
          <w:p w14:paraId="50965330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11537DB" w14:textId="6AE4E0B9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304973" w:rsidRPr="002D02AB" w14:paraId="065B01BF" w14:textId="260C85A8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72AE1E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358EB57A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4970413E" w14:textId="45DED8B2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217EFF57" w14:textId="76BBF07E" w:rsidR="00AC4504" w:rsidRDefault="00AC4504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240B41" w:rsidRPr="002D02AB" w14:paraId="274E2D10" w14:textId="77777777" w:rsidTr="00240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left w:val="single" w:sz="4" w:space="0" w:color="auto"/>
              <w:bottom w:val="single" w:sz="4" w:space="0" w:color="auto"/>
            </w:tcBorders>
          </w:tcPr>
          <w:p w14:paraId="31650A7D" w14:textId="7ADE86E9" w:rsidR="00240B41" w:rsidRPr="002D02AB" w:rsidRDefault="00240B41" w:rsidP="00963EB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Služby spočívající v rozvoji software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0C501875" w14:textId="41AEC296" w:rsidR="00240B41" w:rsidRPr="002D02AB" w:rsidRDefault="00240B41" w:rsidP="00240B41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 MD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0DB0DF27" w14:textId="5F482721" w:rsidR="00240B41" w:rsidRDefault="000A516F" w:rsidP="00C01490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="00240B41">
              <w:rPr>
                <w:rFonts w:asciiTheme="minorHAnsi" w:eastAsiaTheme="minorHAnsi" w:hAnsiTheme="minorHAnsi" w:cstheme="minorBidi"/>
                <w:sz w:val="14"/>
                <w:szCs w:val="14"/>
              </w:rPr>
              <w:t>00 MD</w:t>
            </w:r>
          </w:p>
        </w:tc>
      </w:tr>
      <w:tr w:rsidR="00240B41" w:rsidRPr="002D02AB" w14:paraId="2D1A4E29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</w:tcPr>
          <w:p w14:paraId="7D238CA9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D82508" w14:textId="560EE5A6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9114A13" w14:textId="4E391985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40B41" w:rsidRPr="002D02AB" w14:paraId="5377AE38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53558C7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701" w:type="dxa"/>
          </w:tcPr>
          <w:p w14:paraId="4A9BBAFC" w14:textId="7BDB2AFB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F01F1BA" w14:textId="3C7A6F7B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40B41" w:rsidRPr="002D02AB" w14:paraId="6BC49EAC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1638E1C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34F9400" w14:textId="64D9B427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A63C0BB" w14:textId="2776E4DE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6F569656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="Verdana" w:hAnsi="Verdana"/>
          <w:sz w:val="14"/>
          <w:szCs w:val="14"/>
        </w:rPr>
      </w:pPr>
    </w:p>
    <w:p w14:paraId="4ED80CF5" w14:textId="51B0310D" w:rsidR="00AC4504" w:rsidRPr="00AC4504" w:rsidRDefault="00AC4504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AC450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Celková nabídková cena</w:t>
      </w: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0"/>
      </w:tblGrid>
      <w:tr w:rsidR="002D02AB" w:rsidRPr="002D02AB" w14:paraId="3C7D78E3" w14:textId="77777777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7232E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5A52444" w:rsidR="002D02AB" w:rsidRPr="002D02AB" w:rsidRDefault="00B9451B" w:rsidP="00A10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Vývoj SW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6D5140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24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>p</w:t>
            </w:r>
            <w:r w:rsidR="0027232E" w:rsidRP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oskytování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paušálních 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služeb údržby a provozu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SW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A90462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 w:rsidR="00741F3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42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MD p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oskytování nepaušálních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služeb údržby a provozu SW</w:t>
            </w:r>
            <w:r w:rsidR="00304973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>+</w:t>
            </w:r>
            <w:r w:rsidR="000A516F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10</w:t>
            </w:r>
            <w:bookmarkStart w:id="0" w:name="_GoBack"/>
            <w:bookmarkEnd w:id="0"/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0 MD s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luž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e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b spočívající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ch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v rozvoji software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</w:p>
        </w:tc>
      </w:tr>
      <w:tr w:rsidR="002D02AB" w:rsidRPr="002D02AB" w14:paraId="6F8C18BD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422F7D89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3BC138D5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5B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9" w:right="2408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3EC09DD" w16cex:dateUtc="2023-11-09T15:08:00Z"/>
  <w16cex:commentExtensible w16cex:durableId="59A7F304" w16cex:dateUtc="2023-11-09T15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F11D6" w14:textId="77777777" w:rsidR="00C00E50" w:rsidRDefault="00C00E50" w:rsidP="00962258">
      <w:r>
        <w:separator/>
      </w:r>
    </w:p>
  </w:endnote>
  <w:endnote w:type="continuationSeparator" w:id="0">
    <w:p w14:paraId="772AED81" w14:textId="77777777" w:rsidR="00C00E50" w:rsidRDefault="00C00E50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5A3F9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63F8DB6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Správa železni</w:t>
          </w:r>
          <w:r w:rsidR="00F5558F" w:rsidRPr="00C92E3F">
            <w:rPr>
              <w:rFonts w:ascii="Verdana" w:hAnsi="Verdana"/>
            </w:rPr>
            <w:t>c</w:t>
          </w:r>
          <w:r w:rsidRPr="00C92E3F">
            <w:rPr>
              <w:rFonts w:ascii="Verdana" w:hAnsi="Verdana"/>
            </w:rPr>
            <w:t>, státní organizace</w:t>
          </w:r>
        </w:p>
        <w:p w14:paraId="3B3403DE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Sídlo: Dlážděná 1003/7, 110 00 Praha 1</w:t>
          </w:r>
        </w:p>
        <w:p w14:paraId="73D77D44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IČ</w:t>
          </w:r>
          <w:r w:rsidR="00F5558F" w:rsidRPr="00C92E3F">
            <w:rPr>
              <w:rFonts w:ascii="Verdana" w:hAnsi="Verdana"/>
            </w:rPr>
            <w:t>O</w:t>
          </w:r>
          <w:r w:rsidRPr="00C92E3F">
            <w:rPr>
              <w:rFonts w:ascii="Verdana" w:hAnsi="Verdana"/>
            </w:rPr>
            <w:t>: 709 94 234 DIČ: CZ 709 94 234</w:t>
          </w:r>
        </w:p>
        <w:p w14:paraId="2CED9ACE" w14:textId="77777777" w:rsidR="00F1715C" w:rsidRPr="00C92E3F" w:rsidRDefault="004C5D55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www.spravazeleznic</w:t>
          </w:r>
          <w:r w:rsidR="00F1715C" w:rsidRPr="00C92E3F">
            <w:rPr>
              <w:rFonts w:ascii="Verdana" w:hAnsi="Verdana"/>
            </w:rPr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18BD8" w14:textId="77777777" w:rsidR="00C00E50" w:rsidRDefault="00C00E50" w:rsidP="00962258">
      <w:r>
        <w:separator/>
      </w:r>
    </w:p>
  </w:footnote>
  <w:footnote w:type="continuationSeparator" w:id="0">
    <w:p w14:paraId="582EF199" w14:textId="77777777" w:rsidR="00C00E50" w:rsidRDefault="00C00E50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9602800"/>
    <w:multiLevelType w:val="hybridMultilevel"/>
    <w:tmpl w:val="E7A2E4FC"/>
    <w:lvl w:ilvl="0" w:tplc="B394D33A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13"/>
  </w:num>
  <w:num w:numId="36">
    <w:abstractNumId w:val="12"/>
  </w:num>
  <w:num w:numId="37">
    <w:abstractNumId w:val="4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5242B"/>
    <w:rsid w:val="00067E11"/>
    <w:rsid w:val="00072C1E"/>
    <w:rsid w:val="000A516F"/>
    <w:rsid w:val="000E23A7"/>
    <w:rsid w:val="0010693F"/>
    <w:rsid w:val="00114472"/>
    <w:rsid w:val="00122B49"/>
    <w:rsid w:val="001550BC"/>
    <w:rsid w:val="001605B9"/>
    <w:rsid w:val="00170EC5"/>
    <w:rsid w:val="001747C1"/>
    <w:rsid w:val="001826A9"/>
    <w:rsid w:val="00184743"/>
    <w:rsid w:val="001B57E8"/>
    <w:rsid w:val="00207DF5"/>
    <w:rsid w:val="00240B41"/>
    <w:rsid w:val="0027232E"/>
    <w:rsid w:val="00280E07"/>
    <w:rsid w:val="00297033"/>
    <w:rsid w:val="002C31BF"/>
    <w:rsid w:val="002D02AB"/>
    <w:rsid w:val="002D08B1"/>
    <w:rsid w:val="002E0CD7"/>
    <w:rsid w:val="00304973"/>
    <w:rsid w:val="00337DE4"/>
    <w:rsid w:val="00341DCF"/>
    <w:rsid w:val="00357BC6"/>
    <w:rsid w:val="003956C6"/>
    <w:rsid w:val="003C3747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25563"/>
    <w:rsid w:val="005349C4"/>
    <w:rsid w:val="00553375"/>
    <w:rsid w:val="00557C28"/>
    <w:rsid w:val="005736B7"/>
    <w:rsid w:val="00575E5A"/>
    <w:rsid w:val="005A1AED"/>
    <w:rsid w:val="005F1404"/>
    <w:rsid w:val="005F6779"/>
    <w:rsid w:val="0061068E"/>
    <w:rsid w:val="00660AD3"/>
    <w:rsid w:val="00677B7F"/>
    <w:rsid w:val="0068276C"/>
    <w:rsid w:val="006A5570"/>
    <w:rsid w:val="006A689C"/>
    <w:rsid w:val="006B3D79"/>
    <w:rsid w:val="006B4BE1"/>
    <w:rsid w:val="006D5140"/>
    <w:rsid w:val="006D7AFE"/>
    <w:rsid w:val="006E0578"/>
    <w:rsid w:val="006E314D"/>
    <w:rsid w:val="006F1675"/>
    <w:rsid w:val="00710723"/>
    <w:rsid w:val="00723ED1"/>
    <w:rsid w:val="00741F3B"/>
    <w:rsid w:val="00743525"/>
    <w:rsid w:val="0076286B"/>
    <w:rsid w:val="00766846"/>
    <w:rsid w:val="0077673A"/>
    <w:rsid w:val="00782DF7"/>
    <w:rsid w:val="007846E1"/>
    <w:rsid w:val="007B570C"/>
    <w:rsid w:val="007C1877"/>
    <w:rsid w:val="007C365C"/>
    <w:rsid w:val="007C589B"/>
    <w:rsid w:val="007E4A6E"/>
    <w:rsid w:val="007F56A7"/>
    <w:rsid w:val="00807DD0"/>
    <w:rsid w:val="008659F3"/>
    <w:rsid w:val="00886D4B"/>
    <w:rsid w:val="00895406"/>
    <w:rsid w:val="008A3568"/>
    <w:rsid w:val="008A6B83"/>
    <w:rsid w:val="008C71EB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3EB3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06E8"/>
    <w:rsid w:val="00A15FC2"/>
    <w:rsid w:val="00A16671"/>
    <w:rsid w:val="00A325C6"/>
    <w:rsid w:val="00A33F7C"/>
    <w:rsid w:val="00A6177B"/>
    <w:rsid w:val="00A66136"/>
    <w:rsid w:val="00A90462"/>
    <w:rsid w:val="00AA4CBB"/>
    <w:rsid w:val="00AA592F"/>
    <w:rsid w:val="00AA65FA"/>
    <w:rsid w:val="00AA7351"/>
    <w:rsid w:val="00AC4504"/>
    <w:rsid w:val="00AD056F"/>
    <w:rsid w:val="00AD6731"/>
    <w:rsid w:val="00AE00B9"/>
    <w:rsid w:val="00AE0D05"/>
    <w:rsid w:val="00AF7B65"/>
    <w:rsid w:val="00AF7C6D"/>
    <w:rsid w:val="00B1222A"/>
    <w:rsid w:val="00B15D0D"/>
    <w:rsid w:val="00B176ED"/>
    <w:rsid w:val="00B271D5"/>
    <w:rsid w:val="00B75EE1"/>
    <w:rsid w:val="00B77481"/>
    <w:rsid w:val="00B77BB1"/>
    <w:rsid w:val="00B8518B"/>
    <w:rsid w:val="00B9451B"/>
    <w:rsid w:val="00BD7E91"/>
    <w:rsid w:val="00BF4710"/>
    <w:rsid w:val="00C00E50"/>
    <w:rsid w:val="00C02D0A"/>
    <w:rsid w:val="00C03A6E"/>
    <w:rsid w:val="00C40D10"/>
    <w:rsid w:val="00C445C0"/>
    <w:rsid w:val="00C44F6A"/>
    <w:rsid w:val="00C47AE3"/>
    <w:rsid w:val="00C92E3F"/>
    <w:rsid w:val="00CB13BE"/>
    <w:rsid w:val="00CB5BEB"/>
    <w:rsid w:val="00CD1FC4"/>
    <w:rsid w:val="00CF119A"/>
    <w:rsid w:val="00D21061"/>
    <w:rsid w:val="00D4108E"/>
    <w:rsid w:val="00D600C3"/>
    <w:rsid w:val="00D6163D"/>
    <w:rsid w:val="00D73D46"/>
    <w:rsid w:val="00D831A3"/>
    <w:rsid w:val="00DB3DE4"/>
    <w:rsid w:val="00DC75F3"/>
    <w:rsid w:val="00DD46F3"/>
    <w:rsid w:val="00DE56F2"/>
    <w:rsid w:val="00DF116D"/>
    <w:rsid w:val="00E36C4A"/>
    <w:rsid w:val="00E50364"/>
    <w:rsid w:val="00E771C6"/>
    <w:rsid w:val="00E8195D"/>
    <w:rsid w:val="00E940DA"/>
    <w:rsid w:val="00EB104F"/>
    <w:rsid w:val="00EB19F4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964AA"/>
    <w:rsid w:val="00FB25DF"/>
    <w:rsid w:val="00FC0FDA"/>
    <w:rsid w:val="00FC1B0C"/>
    <w:rsid w:val="00FC5B2A"/>
    <w:rsid w:val="00FC6389"/>
    <w:rsid w:val="00FD3FB5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A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5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6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15C0B0-8857-404C-9610-32645169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2024-02-21T14:59:00Z</dcterms:created>
  <dcterms:modified xsi:type="dcterms:W3CDTF">2024-02-21T14:59:00Z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