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4BA5C" w14:textId="77777777" w:rsidR="00F422D3" w:rsidRDefault="00F422D3" w:rsidP="00022F72">
      <w:pPr>
        <w:pStyle w:val="Titul1"/>
      </w:pPr>
      <w:r w:rsidRPr="005D6794">
        <w:t>S</w:t>
      </w:r>
      <w:r w:rsidR="00022F72">
        <w:t>mlouva o dílo na zhotovení stavby</w:t>
      </w:r>
    </w:p>
    <w:p w14:paraId="06FE03D0" w14:textId="419FD6E0" w:rsidR="00F422D3" w:rsidRDefault="00F422D3" w:rsidP="00BB1390">
      <w:pPr>
        <w:pStyle w:val="Titul2"/>
      </w:pPr>
      <w:r>
        <w:t xml:space="preserve">Název </w:t>
      </w:r>
      <w:r w:rsidRPr="00BB1390">
        <w:t>zakázky</w:t>
      </w:r>
      <w:r>
        <w:t>: „</w:t>
      </w:r>
      <w:r w:rsidR="00AA7BE2" w:rsidRPr="00AA7BE2">
        <w:t>Zřízení zastávky Dýšina</w:t>
      </w:r>
      <w:r>
        <w:t>“</w:t>
      </w:r>
    </w:p>
    <w:p w14:paraId="59E4F25E" w14:textId="77777777" w:rsidR="00F422D3" w:rsidRPr="000C2B01" w:rsidRDefault="00F422D3" w:rsidP="00B42F40">
      <w:pPr>
        <w:pStyle w:val="Nadpisbezsl1-2"/>
      </w:pPr>
      <w:r w:rsidRPr="000C2B01">
        <w:t>Smluvní strany:</w:t>
      </w:r>
    </w:p>
    <w:p w14:paraId="3F32D5A4"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C3AD816" w14:textId="77777777" w:rsidR="00F422D3" w:rsidRDefault="00F422D3" w:rsidP="00B42F40">
      <w:pPr>
        <w:pStyle w:val="Textbezodsazen"/>
        <w:spacing w:after="0"/>
      </w:pPr>
      <w:r>
        <w:t xml:space="preserve">se sídlem: Dlážděná 1003/7, 110 00 Praha 1 - Nové Město </w:t>
      </w:r>
    </w:p>
    <w:p w14:paraId="18807FDD" w14:textId="77777777" w:rsidR="00F422D3" w:rsidRDefault="00F422D3" w:rsidP="00B42F40">
      <w:pPr>
        <w:pStyle w:val="Textbezodsazen"/>
        <w:spacing w:after="0"/>
      </w:pPr>
      <w:r>
        <w:t>IČO: 70994234 DIČ: CZ70994234</w:t>
      </w:r>
    </w:p>
    <w:p w14:paraId="14B5F9C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43C45D9" w14:textId="77777777" w:rsidR="00F422D3" w:rsidRDefault="00F422D3" w:rsidP="00B42F40">
      <w:pPr>
        <w:pStyle w:val="Textbezodsazen"/>
        <w:spacing w:after="0"/>
      </w:pPr>
      <w:r>
        <w:t>spisová značka A 48384</w:t>
      </w:r>
    </w:p>
    <w:p w14:paraId="396F3AB8" w14:textId="77777777" w:rsidR="00AA7BE2" w:rsidRDefault="00F422D3" w:rsidP="00AA7BE2">
      <w:pPr>
        <w:pStyle w:val="Textbezodsazen"/>
        <w:spacing w:after="0"/>
      </w:pPr>
      <w:r>
        <w:t xml:space="preserve">zastoupena: </w:t>
      </w:r>
      <w:r w:rsidR="00AA7BE2" w:rsidRPr="00AA7BE2">
        <w:t xml:space="preserve">Ing. Petrem Hofhanzlem, ředitelem Stavební správy západ </w:t>
      </w:r>
    </w:p>
    <w:p w14:paraId="761E8492" w14:textId="77777777" w:rsidR="00AA7BE2" w:rsidRDefault="00AA7BE2" w:rsidP="00AA7BE2">
      <w:pPr>
        <w:pStyle w:val="Textbezodsazen"/>
        <w:spacing w:after="0"/>
      </w:pPr>
    </w:p>
    <w:p w14:paraId="3C53F49F" w14:textId="7B2C8606" w:rsidR="00F422D3" w:rsidRPr="00B42F40" w:rsidRDefault="00F422D3" w:rsidP="00AA7BE2">
      <w:pPr>
        <w:pStyle w:val="Textbezodsazen"/>
        <w:spacing w:after="0"/>
        <w:rPr>
          <w:rStyle w:val="Zdraznnjemn"/>
          <w:b/>
          <w:iCs w:val="0"/>
          <w:color w:val="auto"/>
        </w:rPr>
      </w:pPr>
      <w:r w:rsidRPr="00B42F40">
        <w:rPr>
          <w:rStyle w:val="Zdraznnjemn"/>
          <w:b/>
          <w:iCs w:val="0"/>
          <w:color w:val="auto"/>
        </w:rPr>
        <w:t xml:space="preserve">Korespondenční adresa: </w:t>
      </w:r>
    </w:p>
    <w:p w14:paraId="7BDC4443"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595769A" w14:textId="77777777" w:rsidR="00AA7BE2" w:rsidRDefault="00AA7BE2" w:rsidP="00AA7BE2">
      <w:pPr>
        <w:pStyle w:val="Textbezodsazen"/>
      </w:pPr>
      <w:r w:rsidRPr="00B42F40">
        <w:t>Stavební</w:t>
      </w:r>
      <w:r>
        <w:t xml:space="preserve"> správa západ, Budova Diamond Point, Ke Štvanici 656/3, 186 00 Praha 8 – Karlín</w:t>
      </w:r>
    </w:p>
    <w:p w14:paraId="74FFB03F" w14:textId="77777777" w:rsidR="00F422D3" w:rsidRDefault="00F422D3" w:rsidP="00B42F40">
      <w:pPr>
        <w:pStyle w:val="Textbezodsazen"/>
      </w:pPr>
      <w:r>
        <w:t>(</w:t>
      </w:r>
      <w:r w:rsidRPr="00B42F40">
        <w:t>dále</w:t>
      </w:r>
      <w:r>
        <w:t xml:space="preserve"> jen „</w:t>
      </w:r>
      <w:r w:rsidRPr="00F422D3">
        <w:rPr>
          <w:b/>
        </w:rPr>
        <w:t>Objednatel</w:t>
      </w:r>
      <w:r>
        <w:t>“)</w:t>
      </w:r>
    </w:p>
    <w:p w14:paraId="10195F85" w14:textId="77777777" w:rsidR="00F422D3" w:rsidRDefault="00F422D3" w:rsidP="00B42F40">
      <w:pPr>
        <w:pStyle w:val="Textbezodsazen"/>
        <w:spacing w:after="0"/>
      </w:pPr>
      <w:r>
        <w:t>číslo smlouvy: "[</w:t>
      </w:r>
      <w:r w:rsidRPr="00F422D3">
        <w:rPr>
          <w:highlight w:val="green"/>
        </w:rPr>
        <w:t>VLOŽÍ OBJEDNATEL</w:t>
      </w:r>
      <w:r>
        <w:t xml:space="preserve">]" </w:t>
      </w:r>
    </w:p>
    <w:p w14:paraId="387223E5"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0DD7D2F9" w14:textId="461D94A5" w:rsidR="00F422D3" w:rsidRDefault="00F422D3" w:rsidP="00B42F40">
      <w:pPr>
        <w:pStyle w:val="Textbezodsazen"/>
      </w:pPr>
      <w:r>
        <w:t>ISPROFOND</w:t>
      </w:r>
      <w:r w:rsidRPr="00AA7BE2">
        <w:t>: 5</w:t>
      </w:r>
      <w:r w:rsidR="00AA7BE2" w:rsidRPr="00AA7BE2">
        <w:t>003520140 / 5323520045</w:t>
      </w:r>
    </w:p>
    <w:p w14:paraId="2BC55893" w14:textId="77777777" w:rsidR="00B42F40" w:rsidRDefault="00B42F40" w:rsidP="00B42F40">
      <w:pPr>
        <w:pStyle w:val="Textbezodsazen"/>
      </w:pPr>
    </w:p>
    <w:p w14:paraId="4CE3C922" w14:textId="77777777" w:rsidR="00F422D3" w:rsidRDefault="00F422D3" w:rsidP="00B42F40">
      <w:pPr>
        <w:pStyle w:val="Textbezodsazen"/>
      </w:pPr>
      <w:r w:rsidRPr="00B42F40">
        <w:t>a</w:t>
      </w:r>
    </w:p>
    <w:p w14:paraId="59A7ED00" w14:textId="77777777" w:rsidR="00CC6517" w:rsidRPr="00B42F40" w:rsidRDefault="00CC6517" w:rsidP="00B42F40">
      <w:pPr>
        <w:pStyle w:val="Textbezodsazen"/>
      </w:pPr>
    </w:p>
    <w:p w14:paraId="1A3BF6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5B8E3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6BBBF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8176A8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355E3E1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B80E7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3175A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37A51A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9BDF1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4CA6A9E" w14:textId="77777777" w:rsidR="00F422D3" w:rsidRPr="00B42F40" w:rsidRDefault="00F422D3" w:rsidP="00B42F40">
      <w:pPr>
        <w:pStyle w:val="Textbezodsazen"/>
      </w:pPr>
      <w:r w:rsidRPr="00B42F40">
        <w:t>(dále jen „</w:t>
      </w:r>
      <w:r w:rsidRPr="00B42F40">
        <w:rPr>
          <w:rStyle w:val="Tun"/>
        </w:rPr>
        <w:t>Zhotovitel</w:t>
      </w:r>
      <w:r w:rsidRPr="00B42F40">
        <w:t>“)</w:t>
      </w:r>
    </w:p>
    <w:p w14:paraId="1469138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1E091E"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15081CB" w14:textId="77777777" w:rsidR="00DF7604" w:rsidRPr="00BB1390" w:rsidRDefault="00DF7604" w:rsidP="00BB1390">
      <w:pPr>
        <w:pStyle w:val="Textbezodsazen"/>
      </w:pPr>
      <w:r w:rsidRPr="00BB1390">
        <w:br w:type="page"/>
      </w:r>
    </w:p>
    <w:p w14:paraId="088FFD9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6FFA60E" w14:textId="77777777" w:rsidR="007D26F9" w:rsidRPr="00BC5BDD" w:rsidRDefault="007D26F9" w:rsidP="00BC5BDD">
      <w:pPr>
        <w:pStyle w:val="Nadpis1-1"/>
      </w:pPr>
      <w:r w:rsidRPr="00BC5BDD">
        <w:t>ÚVODNÍ USTANOVENÍ</w:t>
      </w:r>
    </w:p>
    <w:p w14:paraId="68922829"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A1B9083"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E83CB0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111AD48"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E316AC9"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8DA93BD"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6270A8" w14:textId="77777777" w:rsidR="007D26F9" w:rsidRDefault="007D26F9" w:rsidP="00936125">
      <w:pPr>
        <w:pStyle w:val="Odrka1-1"/>
      </w:pPr>
      <w:r>
        <w:t>daňový doklad,</w:t>
      </w:r>
    </w:p>
    <w:p w14:paraId="2F88C34F" w14:textId="77777777" w:rsidR="007D26F9" w:rsidRDefault="007D26F9" w:rsidP="00936125">
      <w:pPr>
        <w:pStyle w:val="Odrka1-1"/>
      </w:pPr>
      <w:r>
        <w:t>soupis zjišťovacích protokolů,</w:t>
      </w:r>
    </w:p>
    <w:p w14:paraId="2CB98538" w14:textId="77777777" w:rsidR="007D26F9" w:rsidRDefault="007D26F9" w:rsidP="00936125">
      <w:pPr>
        <w:pStyle w:val="Odrka1-1"/>
      </w:pPr>
      <w:r>
        <w:t>zjišťovací protokoly.</w:t>
      </w:r>
    </w:p>
    <w:p w14:paraId="6400079D" w14:textId="77777777" w:rsidR="007D26F9" w:rsidRPr="00BC5BDD" w:rsidRDefault="007D26F9" w:rsidP="00BC5BDD">
      <w:pPr>
        <w:pStyle w:val="Nadpis1-1"/>
      </w:pPr>
      <w:r w:rsidRPr="00BC5BDD">
        <w:t>ÚČEL SMLOUVY</w:t>
      </w:r>
    </w:p>
    <w:p w14:paraId="7030FB02" w14:textId="73410203"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FC602D">
        <w:t>02. 02. 2024</w:t>
      </w:r>
      <w:r>
        <w:t xml:space="preserve"> pod evidenčním číslem </w:t>
      </w:r>
      <w:r w:rsidR="0052696D" w:rsidRPr="0052696D">
        <w:t>61824017</w:t>
      </w:r>
      <w:r w:rsidR="0052696D">
        <w:t xml:space="preserve"> </w:t>
      </w:r>
      <w:r>
        <w:t>svůj úmysl zadat veřejnou zakázku</w:t>
      </w:r>
      <w:r w:rsidR="00A349C6">
        <w:t xml:space="preserve"> s </w:t>
      </w:r>
      <w:r>
        <w:t>názvem „</w:t>
      </w:r>
      <w:r w:rsidR="00AA7BE2" w:rsidRPr="00AA7BE2">
        <w:rPr>
          <w:rStyle w:val="Tun"/>
        </w:rPr>
        <w:t>Zřízení zastávky Dýšina</w:t>
      </w:r>
      <w:r>
        <w:t>“ (dále jen „</w:t>
      </w:r>
      <w:r w:rsidRPr="007D26F9">
        <w:rPr>
          <w:rStyle w:val="Tun"/>
        </w:rPr>
        <w:t>Veřejná zakázka</w:t>
      </w:r>
      <w:r>
        <w:t xml:space="preserve">“). Na základě tohoto výběrové řízení byla pro plnění Veřejné zakázky vybrána jako nejvhodnější nabídka Zhotovitele. </w:t>
      </w:r>
    </w:p>
    <w:p w14:paraId="221A67ED"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A11ADA9"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3401FE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E15F11D"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ACF9E7A"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09FFB053" w14:textId="77777777" w:rsidR="007D26F9" w:rsidRPr="00BC5BDD" w:rsidRDefault="007D26F9" w:rsidP="00BC5BDD">
      <w:pPr>
        <w:pStyle w:val="Nadpis1-1"/>
      </w:pPr>
      <w:r w:rsidRPr="00BC5BDD">
        <w:lastRenderedPageBreak/>
        <w:t xml:space="preserve">PŘEDMĚT, CENA A HARMONOGRAM POSTUPU PRACÍ SMLOUVY </w:t>
      </w:r>
    </w:p>
    <w:p w14:paraId="311C1953"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E044F55"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266442FA"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F6A352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58860C2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298E3A06" w14:textId="20FE01C6"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Příloze č. 4 této Smlouvy.</w:t>
      </w:r>
    </w:p>
    <w:p w14:paraId="5054AE94"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5BBA38A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21C7D85"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6A080DC9"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5205DA3E"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459270E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E0191AE"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3D3E7230"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FAF7B3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A160C40" w14:textId="1E9EBD4E" w:rsidR="007D26F9" w:rsidRPr="008F7242" w:rsidRDefault="007D26F9" w:rsidP="00BC5BDD">
      <w:pPr>
        <w:pStyle w:val="Textbezslovn"/>
        <w:rPr>
          <w:rStyle w:val="Tun"/>
        </w:rPr>
      </w:pPr>
      <w:r w:rsidRPr="008F7242">
        <w:rPr>
          <w:rStyle w:val="Tun"/>
        </w:rPr>
        <w:t xml:space="preserve">Celková lhůta pro dokončení Díla činí celkem </w:t>
      </w:r>
      <w:r w:rsidR="00117653">
        <w:rPr>
          <w:rStyle w:val="Tun"/>
        </w:rPr>
        <w:t xml:space="preserve">16 </w:t>
      </w:r>
      <w:r w:rsidRPr="008F7242">
        <w:rPr>
          <w:rStyle w:val="Tun"/>
        </w:rPr>
        <w:t>měsíců ode Dne zahájení stavebních prací (dokladem prokazujícím, že Zhotovitel dokončil celé Dílo, je Předávací protokol dle odst. 10.4 Obchodních podmínek).</w:t>
      </w:r>
    </w:p>
    <w:p w14:paraId="2AE0B9FC" w14:textId="7C22FE2B" w:rsidR="007D26F9" w:rsidRDefault="007D26F9" w:rsidP="00BC5BDD">
      <w:pPr>
        <w:pStyle w:val="Textbezslovn"/>
      </w:pPr>
      <w:r>
        <w:t xml:space="preserve">Lhůta pro dokončení stavebních prací činí celkem </w:t>
      </w:r>
      <w:r w:rsidR="00117653" w:rsidRPr="00117653">
        <w:rPr>
          <w:b/>
        </w:rPr>
        <w:t>10</w:t>
      </w:r>
      <w:r w:rsidRPr="00117653">
        <w:rPr>
          <w:rStyle w:val="Tun"/>
          <w:b w:val="0"/>
        </w:rPr>
        <w:t xml:space="preserve"> </w:t>
      </w:r>
      <w:r w:rsidRPr="00117653">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A4BBE02" w14:textId="77777777" w:rsidR="007D26F9" w:rsidRDefault="007D26F9" w:rsidP="00BC5BDD">
      <w:pPr>
        <w:pStyle w:val="Textbezslovn"/>
      </w:pPr>
      <w:r w:rsidRPr="00117653">
        <w:lastRenderedPageBreak/>
        <w:t>Předání posouzení interoperability, včetně zajištění všech souvisejících dokladů, podle ust. § 49b zákona 266/1994 Sb. ve znění pozdějších předpisů,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44DC1228"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9B1581B"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38DD9E7"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3ED4171" w14:textId="77777777" w:rsidR="007D26F9" w:rsidRPr="00BC5BDD" w:rsidRDefault="007D26F9" w:rsidP="00BC5BDD">
      <w:pPr>
        <w:pStyle w:val="Nadpis1-1"/>
      </w:pPr>
      <w:r w:rsidRPr="00BC5BDD">
        <w:t>ZÁRUKY A DALŠÍ USTANOVENÍ</w:t>
      </w:r>
    </w:p>
    <w:p w14:paraId="1E4F26E1" w14:textId="77777777" w:rsidR="00811CA9" w:rsidRDefault="00811CA9" w:rsidP="00811CA9">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 Bankovní záruka nebo Pojistná záruka za odstranění vad dle čl. 15 Obchodních podmínek bude vystavena na částku, která činí </w:t>
      </w:r>
      <w:r w:rsidRPr="000B17CA">
        <w:t xml:space="preserve">alespoň </w:t>
      </w:r>
      <w:r>
        <w:t>5 % z Ceny Díla bez DPH uvedené v odst. 3.3 této Smlouvy.</w:t>
      </w:r>
    </w:p>
    <w:p w14:paraId="000695B5"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7A9FCC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6F52FE5C"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5DF51363"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57E4247" w14:textId="196393B3" w:rsidR="005C6678" w:rsidRPr="008941D9" w:rsidRDefault="005C6678" w:rsidP="00811CA9">
      <w:pPr>
        <w:pStyle w:val="Text1-1"/>
      </w:pPr>
      <w:r>
        <w:t>NEOBSAZENO.</w:t>
      </w:r>
    </w:p>
    <w:p w14:paraId="07C1813A"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587430C"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5123E6F2" w14:textId="6650E8B9"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SO, případně jiným vhodným způsobem, nelze-li označit dle SO).</w:t>
      </w:r>
    </w:p>
    <w:p w14:paraId="695FA59B"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15612765"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4B30F960" w14:textId="77777777" w:rsidR="009A0E00" w:rsidRPr="005E007F" w:rsidRDefault="009A0E00" w:rsidP="009A0E00">
      <w:pPr>
        <w:pStyle w:val="Text1-1"/>
        <w:rPr>
          <w:bCs/>
          <w:iCs/>
        </w:rPr>
      </w:pPr>
      <w:r w:rsidRPr="005E007F">
        <w:rPr>
          <w:bCs/>
          <w:iCs/>
        </w:rPr>
        <w:t>Compliance doložka a etické zásady</w:t>
      </w:r>
    </w:p>
    <w:p w14:paraId="30DBADBE"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6A53201" w14:textId="77777777" w:rsidR="004A36B7" w:rsidRPr="005E007F" w:rsidRDefault="004A36B7" w:rsidP="008941D9">
      <w:pPr>
        <w:pStyle w:val="Text1-1"/>
      </w:pPr>
      <w:r w:rsidRPr="005E007F">
        <w:t>Sociálně a environmentálně odpovědné zadávání</w:t>
      </w:r>
    </w:p>
    <w:p w14:paraId="3A7C445A"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57116D"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3446F8B"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33780562" w14:textId="3D74748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117653">
        <w:t>Podrobnosti k provedení exkurze</w:t>
      </w:r>
      <w:r w:rsidR="006D5FB4" w:rsidRPr="005E007F">
        <w:t xml:space="preserve"> jsou uvedeny v Obchodních podmínkách.</w:t>
      </w:r>
      <w:r w:rsidR="00756F28" w:rsidRPr="00756F28">
        <w:t xml:space="preserve"> </w:t>
      </w:r>
    </w:p>
    <w:p w14:paraId="1E734AE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480E6D7E" w14:textId="77777777" w:rsidR="006E7284" w:rsidRPr="00514408" w:rsidRDefault="00484FB4" w:rsidP="001853CD">
      <w:pPr>
        <w:pStyle w:val="Text1-2"/>
      </w:pPr>
      <w:bookmarkStart w:id="0" w:name="_Hlk131070048"/>
      <w:r w:rsidRPr="00514408">
        <w:rPr>
          <w:rFonts w:eastAsia="Times New Roman" w:cs="Times New Roman"/>
        </w:rPr>
        <w:t>Zhotovitel bude dodržovat</w:t>
      </w:r>
      <w:r w:rsidR="00E21FA2" w:rsidRPr="00514408">
        <w:rPr>
          <w:rFonts w:eastAsia="Times New Roman" w:cs="Times New Roman"/>
        </w:rPr>
        <w:t xml:space="preserve"> povinnost recyklovat kamenivo vyzískané z kolejového lože v souladu s</w:t>
      </w:r>
      <w:r w:rsidR="006C2395" w:rsidRPr="00514408">
        <w:rPr>
          <w:rFonts w:eastAsia="Times New Roman" w:cs="Times New Roman"/>
        </w:rPr>
        <w:t> </w:t>
      </w:r>
      <w:r w:rsidR="005A0CD0" w:rsidRPr="00514408">
        <w:rPr>
          <w:rFonts w:eastAsia="Times New Roman" w:cs="Times New Roman"/>
        </w:rPr>
        <w:t>ustanovením 1.12.6 Kapitoly 1 přílohy č. 2a)</w:t>
      </w:r>
      <w:r w:rsidR="00DE0D9C" w:rsidRPr="00514408">
        <w:rPr>
          <w:rFonts w:eastAsia="Times New Roman" w:cs="Times New Roman"/>
        </w:rPr>
        <w:t xml:space="preserve"> této smlouvy.</w:t>
      </w:r>
    </w:p>
    <w:bookmarkEnd w:id="0"/>
    <w:p w14:paraId="496D4E12" w14:textId="12062F9D" w:rsidR="00117653" w:rsidRPr="00117653" w:rsidRDefault="00514408" w:rsidP="00EB5207">
      <w:pPr>
        <w:pStyle w:val="Text1-1"/>
      </w:pPr>
      <w:r>
        <w:t xml:space="preserve">NEOBSAZENO. </w:t>
      </w:r>
    </w:p>
    <w:p w14:paraId="5CB204B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CFF3E5F" w14:textId="58FB3909" w:rsidR="00060636" w:rsidRDefault="00311475" w:rsidP="00514408">
      <w:pPr>
        <w:pStyle w:val="Text1-1"/>
      </w:pPr>
      <w:r w:rsidRPr="00065937">
        <w:lastRenderedPageBreak/>
        <w:t>Součástí dodávky na zhotovení Díla nejsou prvky mobiliáře včetně instalace, které jsou součástí SO</w:t>
      </w:r>
      <w:r w:rsidR="0075266C">
        <w:t xml:space="preserve"> D.2.1.2 Nástupiště, položka pořadové číslo 30 Mobiliář – kovové koše na odpadky, kód položky R93753 </w:t>
      </w:r>
      <w:r w:rsidRPr="00065937">
        <w:t>dle technické specifikace v Soupisu prací jednotlivých položek.</w:t>
      </w:r>
    </w:p>
    <w:p w14:paraId="1029F902" w14:textId="77777777" w:rsidR="004D029B" w:rsidRDefault="004D029B" w:rsidP="004D029B">
      <w:pPr>
        <w:pStyle w:val="Text1-1"/>
      </w:pPr>
      <w:r>
        <w:t xml:space="preserve">Mezinárodní sankce </w:t>
      </w:r>
    </w:p>
    <w:p w14:paraId="35426FCF" w14:textId="77777777" w:rsidR="004D029B" w:rsidRDefault="004D029B" w:rsidP="0008737C">
      <w:pPr>
        <w:pStyle w:val="Text1-1"/>
        <w:numPr>
          <w:ilvl w:val="0"/>
          <w:numId w:val="0"/>
        </w:numPr>
        <w:ind w:left="737"/>
      </w:pPr>
      <w:r>
        <w:t xml:space="preserve">4.13.1 Zhotovitel prohlašuje, že: </w:t>
      </w:r>
    </w:p>
    <w:p w14:paraId="50C826E0"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29882E93"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86F9704"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1C015796"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7A89D4E1"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14B8AF35"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C263449"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0B0988E"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w:t>
      </w:r>
      <w:r>
        <w:lastRenderedPageBreak/>
        <w:t xml:space="preserve">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01D956BB" w14:textId="77777777" w:rsidR="00D70DE8" w:rsidRPr="009A2651" w:rsidRDefault="00D70DE8" w:rsidP="0008737C">
      <w:pPr>
        <w:pStyle w:val="Text1-1"/>
      </w:pPr>
      <w:r w:rsidRPr="009A2651">
        <w:t>Požadavek na Poddodavatele</w:t>
      </w:r>
    </w:p>
    <w:p w14:paraId="09E100EE"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7ED586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764F26D"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46B4FEBA"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289CED77"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274EBFC1"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31F1A92"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4B0325"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7C46D71"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45A7816F"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písemnou formu, lze namítnout kdykoliv. Tzn., že mezi smluvními stranami neplatí ust. § 582 odst. 1 první věta</w:t>
      </w:r>
      <w:r w:rsidR="00A349C6">
        <w:t xml:space="preserve"> a </w:t>
      </w:r>
      <w:r>
        <w:t>odst. 2 občanského zákoníku.</w:t>
      </w:r>
    </w:p>
    <w:p w14:paraId="461D630E"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706DE0DB"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2582A6B"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B602443"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25BEC91"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B8F426D"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E1BFD17"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2C94CCB"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F940819"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byla </w:t>
      </w:r>
      <w:r>
        <w:lastRenderedPageBreak/>
        <w:t>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5D0786C4"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4C9E553" w14:textId="77777777" w:rsidR="007D26F9" w:rsidRPr="008F7242" w:rsidRDefault="007D26F9">
      <w:pPr>
        <w:pStyle w:val="Text1-1"/>
        <w:rPr>
          <w:rStyle w:val="Tun"/>
        </w:rPr>
      </w:pPr>
      <w:r w:rsidRPr="008F7242">
        <w:rPr>
          <w:rStyle w:val="Tun"/>
        </w:rPr>
        <w:t>Součást Smlouvy tvoří tyto přílohy:</w:t>
      </w:r>
    </w:p>
    <w:p w14:paraId="506F45A4" w14:textId="5A0E91DC"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811CA9" w:rsidRPr="00811CA9">
        <w:t>OP_R_27-24</w:t>
      </w:r>
      <w:r w:rsidR="00DA3042">
        <w:t>"</w:t>
      </w:r>
    </w:p>
    <w:p w14:paraId="57CF9006"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0D52227"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B8C0232" w14:textId="58ECA725" w:rsidR="007D26F9" w:rsidRDefault="00F43D42" w:rsidP="00F43D42">
      <w:pPr>
        <w:pStyle w:val="Textbezslovn"/>
        <w:ind w:left="2127"/>
      </w:pPr>
      <w:r>
        <w:t xml:space="preserve">b) </w:t>
      </w:r>
      <w:r w:rsidR="007D26F9">
        <w:t xml:space="preserve">Všeobecné technické podmínky – </w:t>
      </w:r>
      <w:r w:rsidR="00DA3042">
        <w:t>"</w:t>
      </w:r>
      <w:r w:rsidR="00811CA9" w:rsidRPr="00811CA9">
        <w:t>VTP_R_16-22</w:t>
      </w:r>
      <w:r w:rsidR="00DA3042">
        <w:t>"</w:t>
      </w:r>
    </w:p>
    <w:p w14:paraId="653CEB57" w14:textId="44A72557" w:rsidR="007D26F9" w:rsidRDefault="00F43D42" w:rsidP="00F43D42">
      <w:pPr>
        <w:pStyle w:val="Textbezslovn"/>
        <w:ind w:left="2127"/>
      </w:pPr>
      <w:r>
        <w:t xml:space="preserve">c) </w:t>
      </w:r>
      <w:r w:rsidR="007D26F9">
        <w:t xml:space="preserve">Zvláštní technické podmínky </w:t>
      </w:r>
      <w:r w:rsidR="00333690">
        <w:t>ze dne 22. 01. 2024</w:t>
      </w:r>
    </w:p>
    <w:p w14:paraId="6D1D44C4"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6E3FD14"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370B51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F2DFB" w14:textId="77777777" w:rsidR="007D26F9" w:rsidRDefault="007D26F9" w:rsidP="00342DC7">
      <w:pPr>
        <w:pStyle w:val="Textbezslovn"/>
      </w:pPr>
      <w:r w:rsidRPr="00A349C6">
        <w:rPr>
          <w:b/>
        </w:rPr>
        <w:t>Příloha č. 6:</w:t>
      </w:r>
      <w:r w:rsidR="008F7242">
        <w:t xml:space="preserve"> </w:t>
      </w:r>
      <w:r w:rsidR="00342DC7">
        <w:tab/>
      </w:r>
      <w:r>
        <w:t>Oprávněné osoby</w:t>
      </w:r>
    </w:p>
    <w:p w14:paraId="6DF3EA1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1689AD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50941AF" w14:textId="77777777" w:rsidR="007D26F9" w:rsidRDefault="007D26F9" w:rsidP="00342DC7">
      <w:pPr>
        <w:pStyle w:val="Textbezslovn"/>
      </w:pPr>
      <w:r w:rsidRPr="00A349C6">
        <w:rPr>
          <w:b/>
        </w:rPr>
        <w:t>Příloha č. 9:</w:t>
      </w:r>
      <w:r>
        <w:tab/>
        <w:t>Zmocnění Vedoucího Zhotovitele</w:t>
      </w:r>
    </w:p>
    <w:p w14:paraId="2F29C206"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700525C9" w14:textId="77777777" w:rsidR="00342DC7" w:rsidRDefault="00342DC7" w:rsidP="00342DC7">
      <w:pPr>
        <w:pStyle w:val="Textbezodsazen"/>
        <w:rPr>
          <w:rStyle w:val="Tun"/>
        </w:rPr>
      </w:pPr>
    </w:p>
    <w:p w14:paraId="10878669" w14:textId="77777777" w:rsidR="00F43D42" w:rsidRDefault="00F43D42" w:rsidP="00342DC7">
      <w:pPr>
        <w:pStyle w:val="Textbezodsazen"/>
        <w:rPr>
          <w:rStyle w:val="Tun"/>
        </w:rPr>
      </w:pPr>
    </w:p>
    <w:p w14:paraId="2C301908" w14:textId="244EDD5F" w:rsidR="00F422D3" w:rsidRPr="00514408"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C3D1994" w14:textId="77777777" w:rsidR="00F422D3" w:rsidRDefault="00F422D3" w:rsidP="009F0867">
      <w:pPr>
        <w:pStyle w:val="Textbezodsazen"/>
      </w:pPr>
    </w:p>
    <w:p w14:paraId="5F0B1C27" w14:textId="77777777" w:rsidR="00F422D3" w:rsidRDefault="00F422D3" w:rsidP="009F0867">
      <w:pPr>
        <w:pStyle w:val="Textbezodsazen"/>
      </w:pPr>
      <w:r>
        <w:t xml:space="preserve">V……………….. dne ……………. </w:t>
      </w:r>
      <w:r>
        <w:tab/>
      </w:r>
      <w:r>
        <w:tab/>
      </w:r>
      <w:r>
        <w:tab/>
      </w:r>
      <w:r>
        <w:tab/>
        <w:t>V…………………. dne ………..</w:t>
      </w:r>
    </w:p>
    <w:p w14:paraId="4843F8C2" w14:textId="77777777" w:rsidR="00F422D3" w:rsidRDefault="00F422D3" w:rsidP="009F0867">
      <w:pPr>
        <w:pStyle w:val="Textbezodsazen"/>
      </w:pPr>
    </w:p>
    <w:p w14:paraId="72AAF63A" w14:textId="77777777" w:rsidR="00F422D3" w:rsidRDefault="00F422D3" w:rsidP="009F0867">
      <w:pPr>
        <w:pStyle w:val="Textbezodsazen"/>
      </w:pPr>
    </w:p>
    <w:p w14:paraId="527A94A1" w14:textId="77777777" w:rsidR="00811CA9" w:rsidRDefault="00811CA9" w:rsidP="009F0867">
      <w:pPr>
        <w:pStyle w:val="Textbezodsazen"/>
      </w:pPr>
    </w:p>
    <w:p w14:paraId="253C8E9D" w14:textId="77777777" w:rsidR="00811CA9" w:rsidRDefault="00811CA9" w:rsidP="009F0867">
      <w:pPr>
        <w:pStyle w:val="Textbezodsazen"/>
      </w:pPr>
    </w:p>
    <w:p w14:paraId="7E2A8729" w14:textId="77777777" w:rsidR="00811CA9" w:rsidRDefault="00811CA9" w:rsidP="00811CA9">
      <w:pPr>
        <w:pStyle w:val="Textbezodsazen"/>
      </w:pPr>
      <w:r>
        <w:t>………………………..........………….…………</w:t>
      </w:r>
      <w:r>
        <w:tab/>
      </w:r>
      <w:r>
        <w:tab/>
      </w:r>
      <w:r>
        <w:tab/>
      </w:r>
      <w:r>
        <w:tab/>
        <w:t>………………………….……………….</w:t>
      </w:r>
    </w:p>
    <w:p w14:paraId="40903292" w14:textId="77777777" w:rsidR="00811CA9" w:rsidRPr="00AD730F" w:rsidRDefault="00811CA9" w:rsidP="00811CA9">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76F0DC7C" w14:textId="77777777" w:rsidR="00811CA9" w:rsidRDefault="00811CA9" w:rsidP="00811CA9">
      <w:pPr>
        <w:spacing w:after="0"/>
        <w:rPr>
          <w:sz w:val="18"/>
          <w:szCs w:val="18"/>
        </w:rPr>
      </w:pPr>
      <w:r w:rsidRPr="00AD730F">
        <w:rPr>
          <w:sz w:val="18"/>
          <w:szCs w:val="18"/>
        </w:rPr>
        <w:t>ředitel Stavební správy západ</w:t>
      </w:r>
    </w:p>
    <w:p w14:paraId="11476BE6" w14:textId="77777777" w:rsidR="00811CA9" w:rsidRPr="00AD730F" w:rsidRDefault="00811CA9" w:rsidP="00811CA9">
      <w:pPr>
        <w:spacing w:after="0"/>
        <w:rPr>
          <w:sz w:val="18"/>
          <w:szCs w:val="18"/>
        </w:rPr>
      </w:pPr>
      <w:r>
        <w:rPr>
          <w:sz w:val="18"/>
          <w:szCs w:val="18"/>
        </w:rPr>
        <w:t>Správa železnic, státní organizace</w:t>
      </w:r>
    </w:p>
    <w:p w14:paraId="7C030AED" w14:textId="77777777" w:rsidR="00811CA9" w:rsidRDefault="00811CA9" w:rsidP="00811CA9">
      <w:pPr>
        <w:pStyle w:val="Textbezodsazen"/>
        <w:spacing w:after="0"/>
      </w:pPr>
      <w:r w:rsidRPr="00AD730F">
        <w:t>(podepsáno elektronicky)</w:t>
      </w:r>
    </w:p>
    <w:p w14:paraId="786DADBA" w14:textId="77777777" w:rsidR="00F422D3" w:rsidRDefault="00F422D3" w:rsidP="009F0867">
      <w:pPr>
        <w:pStyle w:val="Textbezodsazen"/>
      </w:pPr>
    </w:p>
    <w:p w14:paraId="22AEA9A4"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1AEAFCD" w14:textId="77777777" w:rsidR="00CB4F6D" w:rsidRDefault="00CB4F6D" w:rsidP="00762D88">
      <w:pPr>
        <w:pStyle w:val="Nadpisbezsl1-1"/>
        <w:outlineLvl w:val="0"/>
      </w:pPr>
      <w:r>
        <w:lastRenderedPageBreak/>
        <w:t>Příloha č.</w:t>
      </w:r>
      <w:r w:rsidR="001F518E">
        <w:t xml:space="preserve"> 1</w:t>
      </w:r>
    </w:p>
    <w:p w14:paraId="459B204B" w14:textId="77777777" w:rsidR="00CB4F6D" w:rsidRPr="001F518E" w:rsidRDefault="00342DC7" w:rsidP="001F518E">
      <w:pPr>
        <w:pStyle w:val="Nadpisbezsl1-2"/>
      </w:pPr>
      <w:r w:rsidRPr="001F518E">
        <w:t>Obchodní podmínky</w:t>
      </w:r>
    </w:p>
    <w:p w14:paraId="11733204" w14:textId="6B917373" w:rsidR="007145F3" w:rsidRDefault="00811CA9" w:rsidP="00CB4F6D">
      <w:pPr>
        <w:pStyle w:val="Textbezodsazen"/>
      </w:pPr>
      <w:r w:rsidRPr="00811CA9">
        <w:t>"OP_R_27-24"</w:t>
      </w:r>
    </w:p>
    <w:p w14:paraId="0B5278BB" w14:textId="77777777" w:rsidR="007145F3" w:rsidRDefault="007145F3" w:rsidP="00CB4F6D">
      <w:pPr>
        <w:pStyle w:val="Textbezodsazen"/>
      </w:pPr>
    </w:p>
    <w:p w14:paraId="75EE5707" w14:textId="77777777" w:rsidR="00237604" w:rsidRDefault="00237604" w:rsidP="00CB4F6D">
      <w:pPr>
        <w:pStyle w:val="Textbezodsazen"/>
      </w:pPr>
    </w:p>
    <w:p w14:paraId="538D911E" w14:textId="77777777" w:rsidR="00237604" w:rsidRDefault="00237604" w:rsidP="00CB4F6D">
      <w:pPr>
        <w:pStyle w:val="Textbezodsazen"/>
      </w:pPr>
    </w:p>
    <w:p w14:paraId="79050330" w14:textId="77777777" w:rsidR="00237604" w:rsidRDefault="00237604" w:rsidP="00CB4F6D">
      <w:pPr>
        <w:pStyle w:val="Textbezodsazen"/>
      </w:pPr>
    </w:p>
    <w:p w14:paraId="505839BA" w14:textId="77777777" w:rsidR="00237604" w:rsidRDefault="00237604" w:rsidP="00CB4F6D">
      <w:pPr>
        <w:pStyle w:val="Textbezodsazen"/>
      </w:pPr>
    </w:p>
    <w:p w14:paraId="63AB86FC" w14:textId="77777777" w:rsidR="00237604" w:rsidRDefault="00237604" w:rsidP="00CB4F6D">
      <w:pPr>
        <w:pStyle w:val="Textbezodsazen"/>
      </w:pPr>
    </w:p>
    <w:p w14:paraId="46665966" w14:textId="77777777" w:rsidR="00237604" w:rsidRDefault="00237604" w:rsidP="00CB4F6D">
      <w:pPr>
        <w:pStyle w:val="Textbezodsazen"/>
      </w:pPr>
    </w:p>
    <w:p w14:paraId="5F806E73" w14:textId="77777777" w:rsidR="00237604" w:rsidRDefault="00237604" w:rsidP="00CB4F6D">
      <w:pPr>
        <w:pStyle w:val="Textbezodsazen"/>
      </w:pPr>
    </w:p>
    <w:p w14:paraId="5D1A2E28" w14:textId="77777777" w:rsidR="00237604" w:rsidRDefault="00237604" w:rsidP="00CB4F6D">
      <w:pPr>
        <w:pStyle w:val="Textbezodsazen"/>
      </w:pPr>
    </w:p>
    <w:p w14:paraId="5069A273" w14:textId="77777777" w:rsidR="00237604" w:rsidRDefault="00237604" w:rsidP="00CB4F6D">
      <w:pPr>
        <w:pStyle w:val="Textbezodsazen"/>
      </w:pPr>
    </w:p>
    <w:p w14:paraId="7F8A0185" w14:textId="77777777" w:rsidR="00237604" w:rsidRDefault="00237604" w:rsidP="00CB4F6D">
      <w:pPr>
        <w:pStyle w:val="Textbezodsazen"/>
      </w:pPr>
    </w:p>
    <w:p w14:paraId="6C695329" w14:textId="77777777" w:rsidR="00237604" w:rsidRDefault="00237604" w:rsidP="00CB4F6D">
      <w:pPr>
        <w:pStyle w:val="Textbezodsazen"/>
      </w:pPr>
    </w:p>
    <w:p w14:paraId="1FA831E0" w14:textId="77777777" w:rsidR="00237604" w:rsidRDefault="00237604" w:rsidP="00CB4F6D">
      <w:pPr>
        <w:pStyle w:val="Textbezodsazen"/>
      </w:pPr>
    </w:p>
    <w:p w14:paraId="128E1A19" w14:textId="77777777" w:rsidR="00237604" w:rsidRDefault="00237604" w:rsidP="00CB4F6D">
      <w:pPr>
        <w:pStyle w:val="Textbezodsazen"/>
      </w:pPr>
    </w:p>
    <w:p w14:paraId="708BDBA3" w14:textId="77777777" w:rsidR="00237604" w:rsidRDefault="00237604" w:rsidP="00CB4F6D">
      <w:pPr>
        <w:pStyle w:val="Textbezodsazen"/>
      </w:pPr>
    </w:p>
    <w:p w14:paraId="40760303" w14:textId="77777777" w:rsidR="00237604" w:rsidRDefault="00237604" w:rsidP="00CB4F6D">
      <w:pPr>
        <w:pStyle w:val="Textbezodsazen"/>
      </w:pPr>
    </w:p>
    <w:p w14:paraId="0A5E5B3E" w14:textId="77777777" w:rsidR="00237604" w:rsidRDefault="00237604" w:rsidP="00CB4F6D">
      <w:pPr>
        <w:pStyle w:val="Textbezodsazen"/>
      </w:pPr>
    </w:p>
    <w:p w14:paraId="60DF0222" w14:textId="77777777" w:rsidR="00237604" w:rsidRDefault="00237604" w:rsidP="00CB4F6D">
      <w:pPr>
        <w:pStyle w:val="Textbezodsazen"/>
      </w:pPr>
    </w:p>
    <w:p w14:paraId="6661BD6C" w14:textId="77777777" w:rsidR="00237604" w:rsidRDefault="00237604" w:rsidP="00CB4F6D">
      <w:pPr>
        <w:pStyle w:val="Textbezodsazen"/>
      </w:pPr>
    </w:p>
    <w:p w14:paraId="4EACC7BA" w14:textId="77777777" w:rsidR="00237604" w:rsidRDefault="00237604" w:rsidP="00CB4F6D">
      <w:pPr>
        <w:pStyle w:val="Textbezodsazen"/>
      </w:pPr>
    </w:p>
    <w:p w14:paraId="55770F33" w14:textId="77777777" w:rsidR="00237604" w:rsidRDefault="00237604" w:rsidP="00CB4F6D">
      <w:pPr>
        <w:pStyle w:val="Textbezodsazen"/>
      </w:pPr>
    </w:p>
    <w:p w14:paraId="538EEF31" w14:textId="77777777" w:rsidR="00237604" w:rsidRDefault="00237604" w:rsidP="00CB4F6D">
      <w:pPr>
        <w:pStyle w:val="Textbezodsazen"/>
      </w:pPr>
    </w:p>
    <w:p w14:paraId="2D7B1892" w14:textId="77777777" w:rsidR="00237604" w:rsidRDefault="00237604" w:rsidP="00CB4F6D">
      <w:pPr>
        <w:pStyle w:val="Textbezodsazen"/>
      </w:pPr>
    </w:p>
    <w:p w14:paraId="666A76D9" w14:textId="77777777" w:rsidR="00237604" w:rsidRDefault="00237604" w:rsidP="00CB4F6D">
      <w:pPr>
        <w:pStyle w:val="Textbezodsazen"/>
      </w:pPr>
    </w:p>
    <w:p w14:paraId="1D5E4C8F" w14:textId="77777777" w:rsidR="00237604" w:rsidRDefault="00237604" w:rsidP="00CB4F6D">
      <w:pPr>
        <w:pStyle w:val="Textbezodsazen"/>
      </w:pPr>
    </w:p>
    <w:p w14:paraId="45ABC8BD" w14:textId="77777777" w:rsidR="00237604" w:rsidRDefault="00237604" w:rsidP="00CB4F6D">
      <w:pPr>
        <w:pStyle w:val="Textbezodsazen"/>
      </w:pPr>
    </w:p>
    <w:p w14:paraId="6A40DCBD" w14:textId="77777777" w:rsidR="00237604" w:rsidRDefault="00237604" w:rsidP="00CB4F6D">
      <w:pPr>
        <w:pStyle w:val="Textbezodsazen"/>
      </w:pPr>
    </w:p>
    <w:p w14:paraId="556135F2" w14:textId="77777777" w:rsidR="00237604" w:rsidRDefault="00237604" w:rsidP="00CB4F6D">
      <w:pPr>
        <w:pStyle w:val="Textbezodsazen"/>
      </w:pPr>
    </w:p>
    <w:p w14:paraId="0D5F655A" w14:textId="77777777" w:rsidR="00237604" w:rsidRDefault="00237604" w:rsidP="00CB4F6D">
      <w:pPr>
        <w:pStyle w:val="Textbezodsazen"/>
      </w:pPr>
    </w:p>
    <w:p w14:paraId="1FBFD868" w14:textId="77777777" w:rsidR="00237604" w:rsidRDefault="00237604" w:rsidP="00CB4F6D">
      <w:pPr>
        <w:pStyle w:val="Textbezodsazen"/>
      </w:pPr>
    </w:p>
    <w:p w14:paraId="1DDDD5CA" w14:textId="77777777" w:rsidR="00237604" w:rsidRDefault="00237604" w:rsidP="00CB4F6D">
      <w:pPr>
        <w:pStyle w:val="Textbezodsazen"/>
      </w:pPr>
    </w:p>
    <w:p w14:paraId="625F6F36" w14:textId="77777777" w:rsidR="00237604" w:rsidRDefault="00237604" w:rsidP="00CB4F6D">
      <w:pPr>
        <w:pStyle w:val="Textbezodsazen"/>
      </w:pPr>
    </w:p>
    <w:p w14:paraId="023A59BD" w14:textId="77777777" w:rsidR="00CB4F6D" w:rsidRDefault="00CB4F6D" w:rsidP="00866994">
      <w:pPr>
        <w:pStyle w:val="Textbezodsazen"/>
      </w:pPr>
    </w:p>
    <w:p w14:paraId="13916973"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C8726B0" w14:textId="77777777" w:rsidR="00342DC7" w:rsidRDefault="00342DC7" w:rsidP="00762D88">
      <w:pPr>
        <w:pStyle w:val="Nadpisbezsl1-1"/>
        <w:outlineLvl w:val="0"/>
      </w:pPr>
      <w:r>
        <w:lastRenderedPageBreak/>
        <w:t>Příloha č. 2</w:t>
      </w:r>
    </w:p>
    <w:p w14:paraId="77E40A79" w14:textId="77777777" w:rsidR="00342DC7" w:rsidRPr="001F518E" w:rsidRDefault="00342DC7" w:rsidP="001F518E">
      <w:pPr>
        <w:pStyle w:val="Nadpisbezsl1-2"/>
      </w:pPr>
      <w:r w:rsidRPr="001F518E">
        <w:t xml:space="preserve">Technické podmínky: </w:t>
      </w:r>
    </w:p>
    <w:p w14:paraId="0272AA50"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03FC7756"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77AE189"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02AED3A" w14:textId="42FE2702"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811CA9" w:rsidRPr="00811CA9">
        <w:rPr>
          <w:rStyle w:val="Tun"/>
        </w:rPr>
        <w:t>"VTP_R_16-22"</w:t>
      </w:r>
    </w:p>
    <w:p w14:paraId="59DB7196" w14:textId="50829F24"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333690" w:rsidRPr="00333690">
        <w:rPr>
          <w:rStyle w:val="Tun"/>
        </w:rPr>
        <w:t>ze dne 22. 01. 2024</w:t>
      </w:r>
    </w:p>
    <w:p w14:paraId="52A15E2F" w14:textId="77777777" w:rsidR="00342DC7" w:rsidRDefault="00342DC7" w:rsidP="00DD4862">
      <w:pPr>
        <w:pStyle w:val="Textbezodsazen"/>
      </w:pPr>
    </w:p>
    <w:p w14:paraId="13A710FC" w14:textId="77777777" w:rsidR="00342DC7" w:rsidRDefault="00342DC7" w:rsidP="00DD4862">
      <w:pPr>
        <w:pStyle w:val="Textbezodsazen"/>
      </w:pPr>
    </w:p>
    <w:p w14:paraId="0B435A35" w14:textId="77777777" w:rsidR="00342DC7" w:rsidRDefault="00342DC7" w:rsidP="00DD4862">
      <w:pPr>
        <w:pStyle w:val="Textbezodsazen"/>
      </w:pPr>
    </w:p>
    <w:p w14:paraId="31E861BF" w14:textId="77777777" w:rsidR="00DD4862" w:rsidRDefault="00DD4862" w:rsidP="00DD4862">
      <w:pPr>
        <w:pStyle w:val="Textbezodsazen"/>
      </w:pPr>
    </w:p>
    <w:p w14:paraId="3AFAA298" w14:textId="77777777" w:rsidR="00DD4862" w:rsidRDefault="00DD4862" w:rsidP="00DD4862">
      <w:pPr>
        <w:pStyle w:val="Textbezodsazen"/>
      </w:pPr>
    </w:p>
    <w:p w14:paraId="3C3C82A0" w14:textId="77777777" w:rsidR="00DD4862" w:rsidRDefault="00DD4862" w:rsidP="00DD4862">
      <w:pPr>
        <w:pStyle w:val="Textbezodsazen"/>
      </w:pPr>
    </w:p>
    <w:p w14:paraId="786C130E" w14:textId="77777777" w:rsidR="00DD4862" w:rsidRDefault="00DD4862" w:rsidP="00DD4862">
      <w:pPr>
        <w:pStyle w:val="Textbezodsazen"/>
      </w:pPr>
    </w:p>
    <w:p w14:paraId="6524059B" w14:textId="77777777" w:rsidR="00342DC7" w:rsidRDefault="00342DC7" w:rsidP="00DD4862">
      <w:pPr>
        <w:pStyle w:val="Textbezodsazen"/>
      </w:pPr>
    </w:p>
    <w:p w14:paraId="31F7FF86"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21286F5" w14:textId="77777777" w:rsidR="00AE4B52" w:rsidRPr="00AE4B52" w:rsidRDefault="00AE4B52" w:rsidP="00762D88">
      <w:pPr>
        <w:pStyle w:val="Nadpisbezsl1-1"/>
        <w:outlineLvl w:val="0"/>
      </w:pPr>
      <w:r w:rsidRPr="00AE4B52">
        <w:lastRenderedPageBreak/>
        <w:t>Příloha č. 3</w:t>
      </w:r>
    </w:p>
    <w:p w14:paraId="6BD01F39" w14:textId="77777777" w:rsidR="00AE4B52" w:rsidRPr="001F518E" w:rsidRDefault="00AE4B52" w:rsidP="001F518E">
      <w:pPr>
        <w:pStyle w:val="Nadpisbezsl1-2"/>
      </w:pPr>
      <w:r w:rsidRPr="001F518E">
        <w:t>Související dokumenty</w:t>
      </w:r>
    </w:p>
    <w:p w14:paraId="280843D2" w14:textId="77777777" w:rsidR="00333690" w:rsidRDefault="00333690" w:rsidP="00333690">
      <w:pPr>
        <w:pStyle w:val="Textbezodsazen"/>
        <w:numPr>
          <w:ilvl w:val="0"/>
          <w:numId w:val="19"/>
        </w:numPr>
      </w:pPr>
      <w:r>
        <w:t>Schvalovací protokol projektu SŽ čj.: 88086/2023-SŽ-GŘ-O6 ze dne 19. 12. 2023, který obsahuje i posuzovací část.</w:t>
      </w:r>
    </w:p>
    <w:p w14:paraId="48FDBB96" w14:textId="6A15A7D3" w:rsidR="00AE4B52" w:rsidRDefault="00333690" w:rsidP="00333690">
      <w:pPr>
        <w:pStyle w:val="Textbezodsazen"/>
        <w:numPr>
          <w:ilvl w:val="0"/>
          <w:numId w:val="19"/>
        </w:numPr>
      </w:pPr>
      <w:r>
        <w:t>Společné povolení čj.: DUCR-62706/22/Sg ze dne 4. 11. 2022, které nabylo právní moci dne 29. 11. 2022.</w:t>
      </w:r>
    </w:p>
    <w:p w14:paraId="49123385" w14:textId="77777777" w:rsidR="001F518E" w:rsidRDefault="001F518E" w:rsidP="00AE4B52">
      <w:pPr>
        <w:pStyle w:val="Textbezodsazen"/>
      </w:pPr>
    </w:p>
    <w:p w14:paraId="5A4F60D6" w14:textId="77777777" w:rsidR="001F518E" w:rsidRDefault="001F518E" w:rsidP="00AE4B52">
      <w:pPr>
        <w:pStyle w:val="Textbezodsazen"/>
      </w:pPr>
    </w:p>
    <w:p w14:paraId="3242E4AF" w14:textId="77777777" w:rsidR="00DD4862" w:rsidRDefault="00DD4862" w:rsidP="00AE4B52">
      <w:pPr>
        <w:pStyle w:val="Textbezodsazen"/>
      </w:pPr>
    </w:p>
    <w:p w14:paraId="4B4BD97A" w14:textId="77777777" w:rsidR="00DD4862" w:rsidRDefault="00DD4862" w:rsidP="00AE4B52">
      <w:pPr>
        <w:pStyle w:val="Textbezodsazen"/>
      </w:pPr>
    </w:p>
    <w:p w14:paraId="37E2F73C" w14:textId="77777777" w:rsidR="001F518E" w:rsidRDefault="001F518E" w:rsidP="00AE4B52">
      <w:pPr>
        <w:pStyle w:val="Textbezodsazen"/>
      </w:pPr>
    </w:p>
    <w:p w14:paraId="19339171" w14:textId="77777777" w:rsidR="001F518E" w:rsidRDefault="001F518E" w:rsidP="00AE4B52">
      <w:pPr>
        <w:pStyle w:val="Textbezodsazen"/>
      </w:pPr>
    </w:p>
    <w:p w14:paraId="6A5F4AF4" w14:textId="77777777" w:rsidR="001F518E" w:rsidRDefault="001F518E" w:rsidP="00AE4B52">
      <w:pPr>
        <w:pStyle w:val="Textbezodsazen"/>
      </w:pPr>
    </w:p>
    <w:p w14:paraId="64CB679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A526D8A" w14:textId="77777777" w:rsidR="001F518E" w:rsidRDefault="001F518E" w:rsidP="00762D88">
      <w:pPr>
        <w:pStyle w:val="Nadpisbezsl1-1"/>
        <w:outlineLvl w:val="0"/>
      </w:pPr>
      <w:r>
        <w:lastRenderedPageBreak/>
        <w:t>Příloha č. 4</w:t>
      </w:r>
    </w:p>
    <w:p w14:paraId="774124DD" w14:textId="77777777" w:rsidR="001F518E" w:rsidRPr="001F518E" w:rsidRDefault="001F518E" w:rsidP="001F518E">
      <w:pPr>
        <w:pStyle w:val="Nadpisbezsl1-2"/>
      </w:pPr>
      <w:r w:rsidRPr="001F518E">
        <w:t>Rekapitulace Ceny Díla</w:t>
      </w:r>
    </w:p>
    <w:p w14:paraId="19303B68" w14:textId="77777777" w:rsidR="001F518E" w:rsidRPr="001F518E" w:rsidRDefault="001F518E" w:rsidP="001F518E">
      <w:pPr>
        <w:pStyle w:val="Textbezodsazen"/>
      </w:pPr>
    </w:p>
    <w:p w14:paraId="6A63C7D7" w14:textId="3F9269E8" w:rsidR="001F518E" w:rsidRPr="001F518E" w:rsidRDefault="001F518E" w:rsidP="00A0271B">
      <w:pPr>
        <w:pStyle w:val="Textbezodsazen"/>
      </w:pPr>
      <w:r w:rsidRPr="001F518E">
        <w:t>Rekapitulace Ceny Díla dle stavebních objektů (</w:t>
      </w:r>
      <w:r w:rsidRPr="00514408">
        <w:t>SO):</w:t>
      </w:r>
    </w:p>
    <w:p w14:paraId="10F672C0" w14:textId="6D71DCAB" w:rsidR="00A0271B" w:rsidRPr="000C2B01" w:rsidRDefault="00A0271B" w:rsidP="00A0271B">
      <w:pPr>
        <w:pStyle w:val="Textbezodsazen"/>
      </w:pPr>
      <w:r w:rsidRPr="009A12BD">
        <w:t>Do přílohy smlouvy bude vložena tabulka Rekapitulace ceny dle</w:t>
      </w:r>
      <w:r w:rsidR="00514408">
        <w:t xml:space="preserve"> </w:t>
      </w:r>
      <w:r w:rsidRPr="009A12BD">
        <w:t xml:space="preserve">SO vyexportovaná z předložené nabídky oceněného Soupisu prací z IS ASPE. </w:t>
      </w:r>
      <w:r w:rsidRPr="009A12BD">
        <w:rPr>
          <w:i/>
        </w:rPr>
        <w:t>(TISK -&gt; 3.1 Soupis objektů stavby [Rekapitulace – Ve všech úrovních členění])</w:t>
      </w:r>
    </w:p>
    <w:p w14:paraId="599CFBF3" w14:textId="77777777" w:rsidR="00DD4862" w:rsidRDefault="00DD4862" w:rsidP="00AE4B52">
      <w:pPr>
        <w:pStyle w:val="Textbezodsazen"/>
      </w:pPr>
    </w:p>
    <w:p w14:paraId="767A8F10" w14:textId="77777777" w:rsidR="00DD4862" w:rsidRDefault="00DD4862" w:rsidP="00AE4B52">
      <w:pPr>
        <w:pStyle w:val="Textbezodsazen"/>
      </w:pPr>
    </w:p>
    <w:p w14:paraId="56CF4755" w14:textId="77777777" w:rsidR="00DD4862" w:rsidRDefault="00DD4862" w:rsidP="00AE4B52">
      <w:pPr>
        <w:pStyle w:val="Textbezodsazen"/>
      </w:pPr>
    </w:p>
    <w:p w14:paraId="68F05EB8" w14:textId="77777777" w:rsidR="00DD4862" w:rsidRDefault="00DD4862" w:rsidP="00AE4B52">
      <w:pPr>
        <w:pStyle w:val="Textbezodsazen"/>
      </w:pPr>
    </w:p>
    <w:p w14:paraId="686EA6B0" w14:textId="77777777" w:rsidR="00DD4862" w:rsidRDefault="00DD4862" w:rsidP="00AE4B52">
      <w:pPr>
        <w:pStyle w:val="Textbezodsazen"/>
      </w:pPr>
    </w:p>
    <w:p w14:paraId="77FD92B7" w14:textId="77777777" w:rsidR="00DD4862" w:rsidRDefault="00DD4862" w:rsidP="00AE4B52">
      <w:pPr>
        <w:pStyle w:val="Textbezodsazen"/>
      </w:pPr>
    </w:p>
    <w:p w14:paraId="55F25C15" w14:textId="77777777" w:rsidR="001F518E" w:rsidRDefault="001F518E" w:rsidP="00AE4B52">
      <w:pPr>
        <w:pStyle w:val="Textbezodsazen"/>
      </w:pPr>
    </w:p>
    <w:p w14:paraId="4DC37728" w14:textId="77777777" w:rsidR="001F518E" w:rsidRDefault="001F518E" w:rsidP="00AE4B52">
      <w:pPr>
        <w:pStyle w:val="Textbezodsazen"/>
      </w:pPr>
    </w:p>
    <w:p w14:paraId="5EBF1817"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40C0D09" w14:textId="77777777" w:rsidR="001F518E" w:rsidRDefault="001F518E" w:rsidP="008941D9">
      <w:pPr>
        <w:pStyle w:val="Nadpisbezsl1-1"/>
        <w:outlineLvl w:val="0"/>
      </w:pPr>
      <w:r>
        <w:lastRenderedPageBreak/>
        <w:t>Příloha č. 5</w:t>
      </w:r>
    </w:p>
    <w:p w14:paraId="3D5CF493" w14:textId="77777777" w:rsidR="001F518E" w:rsidRPr="001F518E" w:rsidRDefault="001F518E" w:rsidP="001F518E">
      <w:pPr>
        <w:pStyle w:val="Nadpisbezsl1-2"/>
      </w:pPr>
      <w:r w:rsidRPr="001F518E">
        <w:t>Harmonogram postupu prací</w:t>
      </w:r>
    </w:p>
    <w:p w14:paraId="321F913B" w14:textId="77777777" w:rsidR="001F518E" w:rsidRPr="001F518E" w:rsidRDefault="001F518E" w:rsidP="001F518E">
      <w:pPr>
        <w:pStyle w:val="Textbezodsazen"/>
      </w:pPr>
    </w:p>
    <w:p w14:paraId="0013588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01371F10" w14:textId="77777777" w:rsidR="001F518E" w:rsidRDefault="001F518E" w:rsidP="001F518E">
      <w:pPr>
        <w:pStyle w:val="Textbezodsazen"/>
      </w:pPr>
    </w:p>
    <w:p w14:paraId="3AAF6641" w14:textId="77777777" w:rsidR="001F518E" w:rsidRDefault="001F518E" w:rsidP="001F518E">
      <w:pPr>
        <w:pStyle w:val="Textbezodsazen"/>
      </w:pPr>
    </w:p>
    <w:p w14:paraId="75F2B101" w14:textId="77777777" w:rsidR="001F518E" w:rsidRDefault="001F518E" w:rsidP="001F518E">
      <w:pPr>
        <w:pStyle w:val="Textbezodsazen"/>
      </w:pPr>
    </w:p>
    <w:p w14:paraId="7A7D7D61" w14:textId="77777777" w:rsidR="00DD4862" w:rsidRDefault="00DD4862" w:rsidP="001F518E">
      <w:pPr>
        <w:pStyle w:val="Textbezodsazen"/>
      </w:pPr>
    </w:p>
    <w:p w14:paraId="3B3FE28E" w14:textId="77777777" w:rsidR="001F518E" w:rsidRDefault="001F518E" w:rsidP="001F518E">
      <w:pPr>
        <w:pStyle w:val="Textbezodsazen"/>
      </w:pPr>
    </w:p>
    <w:p w14:paraId="1CE34638" w14:textId="77777777" w:rsidR="001F518E" w:rsidRDefault="001F518E" w:rsidP="001F518E">
      <w:pPr>
        <w:pStyle w:val="Textbezodsazen"/>
      </w:pPr>
    </w:p>
    <w:p w14:paraId="560983A5"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60C3EB6" w14:textId="77777777" w:rsidR="00502690" w:rsidRDefault="00502690" w:rsidP="008941D9">
      <w:pPr>
        <w:pStyle w:val="Nadpisbezsl1-1"/>
        <w:outlineLvl w:val="0"/>
      </w:pPr>
      <w:r w:rsidRPr="00B26902">
        <w:lastRenderedPageBreak/>
        <w:t xml:space="preserve">Příloha č. </w:t>
      </w:r>
      <w:r w:rsidR="001F518E">
        <w:t>6</w:t>
      </w:r>
    </w:p>
    <w:p w14:paraId="5ECEA9ED" w14:textId="77777777" w:rsidR="001F518E" w:rsidRPr="00B26902" w:rsidRDefault="001F518E" w:rsidP="001F518E">
      <w:pPr>
        <w:pStyle w:val="Nadpisbezsl1-2"/>
      </w:pPr>
      <w:r>
        <w:t>Oprávněné osoby</w:t>
      </w:r>
    </w:p>
    <w:p w14:paraId="3959D2D2" w14:textId="77777777" w:rsidR="00502690" w:rsidRPr="00B26902" w:rsidRDefault="001F518E" w:rsidP="00F762A8">
      <w:pPr>
        <w:pStyle w:val="Nadpisbezsl1-2"/>
      </w:pPr>
      <w:r>
        <w:t xml:space="preserve">Za </w:t>
      </w:r>
      <w:r w:rsidR="00502690">
        <w:t>O</w:t>
      </w:r>
      <w:r>
        <w:t>bjednatele:</w:t>
      </w:r>
    </w:p>
    <w:p w14:paraId="45F9A77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33D5EDC"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997C2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C3BF546" w14:textId="638AA582" w:rsidR="00502690" w:rsidRPr="00F95FBD" w:rsidRDefault="002F07C4" w:rsidP="00590C91">
            <w:pPr>
              <w:pStyle w:val="Tabulka"/>
              <w:cnfStyle w:val="100000000000" w:firstRow="1" w:lastRow="0" w:firstColumn="0" w:lastColumn="0" w:oddVBand="0" w:evenVBand="0" w:oddHBand="0" w:evenHBand="0" w:firstRowFirstColumn="0" w:firstRowLastColumn="0" w:lastRowFirstColumn="0" w:lastRowLastColumn="0"/>
            </w:pPr>
            <w:r>
              <w:t>Mgr. Kubů Hana</w:t>
            </w:r>
          </w:p>
        </w:tc>
      </w:tr>
      <w:tr w:rsidR="008175E5" w:rsidRPr="00F95FBD" w14:paraId="3E572A8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6D155C"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52706ECA" w14:textId="563263AC" w:rsidR="008175E5" w:rsidRPr="002F07C4" w:rsidRDefault="002F07C4" w:rsidP="002F07C4">
            <w:pPr>
              <w:pStyle w:val="Tabulka"/>
              <w:cnfStyle w:val="000000000000" w:firstRow="0" w:lastRow="0" w:firstColumn="0" w:lastColumn="0" w:oddVBand="0" w:evenVBand="0" w:oddHBand="0" w:evenHBand="0" w:firstRowFirstColumn="0" w:firstRowLastColumn="0" w:lastRowFirstColumn="0" w:lastRowLastColumn="0"/>
            </w:pPr>
            <w:r w:rsidRPr="002F07C4">
              <w:t>Sušická 1106/25, 326 00, Plzeň</w:t>
            </w:r>
          </w:p>
        </w:tc>
      </w:tr>
      <w:tr w:rsidR="002038D5" w:rsidRPr="00F95FBD" w14:paraId="6919274C"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0658A7" w14:textId="77777777" w:rsidR="002038D5" w:rsidRPr="00F95FBD" w:rsidRDefault="002038D5" w:rsidP="002038D5">
            <w:pPr>
              <w:pStyle w:val="Tabulka"/>
            </w:pPr>
            <w:r w:rsidRPr="00F95FBD">
              <w:t>E-mail</w:t>
            </w:r>
          </w:p>
        </w:tc>
        <w:tc>
          <w:tcPr>
            <w:tcW w:w="5812" w:type="dxa"/>
          </w:tcPr>
          <w:p w14:paraId="5B83C493" w14:textId="7B2A81A2" w:rsidR="002038D5" w:rsidRPr="002F07C4" w:rsidRDefault="002F07C4" w:rsidP="00590C91">
            <w:pPr>
              <w:pStyle w:val="Tabulka"/>
              <w:cnfStyle w:val="000000000000" w:firstRow="0" w:lastRow="0" w:firstColumn="0" w:lastColumn="0" w:oddVBand="0" w:evenVBand="0" w:oddHBand="0" w:evenHBand="0" w:firstRowFirstColumn="0" w:firstRowLastColumn="0" w:lastRowFirstColumn="0" w:lastRowLastColumn="0"/>
            </w:pPr>
            <w:r>
              <w:t>KubuH@spravazeleznic.cz</w:t>
            </w:r>
          </w:p>
        </w:tc>
      </w:tr>
      <w:tr w:rsidR="002038D5" w:rsidRPr="00F95FBD" w14:paraId="013496A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057E08" w14:textId="77777777" w:rsidR="002038D5" w:rsidRPr="00F95FBD" w:rsidRDefault="002038D5" w:rsidP="002038D5">
            <w:pPr>
              <w:pStyle w:val="Tabulka"/>
            </w:pPr>
            <w:r w:rsidRPr="00F95FBD">
              <w:t>Telefon</w:t>
            </w:r>
          </w:p>
        </w:tc>
        <w:tc>
          <w:tcPr>
            <w:tcW w:w="5812" w:type="dxa"/>
          </w:tcPr>
          <w:p w14:paraId="3EC0B034" w14:textId="0A611C14" w:rsidR="002038D5" w:rsidRPr="002F07C4" w:rsidRDefault="002F07C4" w:rsidP="00590C91">
            <w:pPr>
              <w:pStyle w:val="Tabulka"/>
              <w:cnfStyle w:val="000000000000" w:firstRow="0" w:lastRow="0" w:firstColumn="0" w:lastColumn="0" w:oddVBand="0" w:evenVBand="0" w:oddHBand="0" w:evenHBand="0" w:firstRowFirstColumn="0" w:firstRowLastColumn="0" w:lastRowFirstColumn="0" w:lastRowLastColumn="0"/>
            </w:pPr>
            <w:r>
              <w:t>601 085 505</w:t>
            </w:r>
          </w:p>
        </w:tc>
      </w:tr>
    </w:tbl>
    <w:p w14:paraId="5985583E" w14:textId="77777777" w:rsidR="002038D5" w:rsidRPr="00F95FBD" w:rsidRDefault="002038D5" w:rsidP="00502690">
      <w:pPr>
        <w:pStyle w:val="Textbezodsazen"/>
      </w:pPr>
    </w:p>
    <w:p w14:paraId="6B9723D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CD7EED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76BFE" w14:textId="77777777" w:rsidR="002038D5" w:rsidRPr="002F07C4" w:rsidRDefault="002038D5" w:rsidP="002038D5">
            <w:pPr>
              <w:pStyle w:val="Tabulka"/>
              <w:rPr>
                <w:rStyle w:val="Nadpisvtabulce"/>
                <w:b w:val="0"/>
              </w:rPr>
            </w:pPr>
            <w:r w:rsidRPr="002F07C4">
              <w:rPr>
                <w:rStyle w:val="Nadpisvtabulce"/>
                <w:b w:val="0"/>
              </w:rPr>
              <w:t>Jméno</w:t>
            </w:r>
            <w:r w:rsidR="00A349C6" w:rsidRPr="002F07C4">
              <w:rPr>
                <w:rStyle w:val="Nadpisvtabulce"/>
                <w:b w:val="0"/>
              </w:rPr>
              <w:t xml:space="preserve"> a </w:t>
            </w:r>
            <w:r w:rsidRPr="002F07C4">
              <w:rPr>
                <w:rStyle w:val="Nadpisvtabulce"/>
                <w:b w:val="0"/>
              </w:rPr>
              <w:t>příjmení</w:t>
            </w:r>
          </w:p>
        </w:tc>
        <w:tc>
          <w:tcPr>
            <w:tcW w:w="5812" w:type="dxa"/>
          </w:tcPr>
          <w:p w14:paraId="6F06A43F" w14:textId="08A59154" w:rsidR="002038D5" w:rsidRPr="002F07C4" w:rsidRDefault="002F07C4" w:rsidP="002F07C4">
            <w:pPr>
              <w:pStyle w:val="Tabulka"/>
              <w:cnfStyle w:val="100000000000" w:firstRow="1" w:lastRow="0" w:firstColumn="0" w:lastColumn="0" w:oddVBand="0" w:evenVBand="0" w:oddHBand="0" w:evenHBand="0" w:firstRowFirstColumn="0" w:firstRowLastColumn="0" w:lastRowFirstColumn="0" w:lastRowLastColumn="0"/>
            </w:pPr>
            <w:r w:rsidRPr="002F07C4">
              <w:t>Ing. Braun Josef</w:t>
            </w:r>
          </w:p>
        </w:tc>
      </w:tr>
      <w:tr w:rsidR="008175E5" w:rsidRPr="00F95FBD" w14:paraId="0161E52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2F25B97"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95AF47C" w14:textId="40E72D66" w:rsidR="008175E5" w:rsidRPr="001F518E" w:rsidRDefault="002F07C4" w:rsidP="002F07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F07C4">
              <w:t>Sušická 1106/25, 326 00, Plzeň</w:t>
            </w:r>
          </w:p>
        </w:tc>
      </w:tr>
      <w:tr w:rsidR="002038D5" w:rsidRPr="00F95FBD" w14:paraId="551AE1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A1EF07" w14:textId="77777777" w:rsidR="002038D5" w:rsidRPr="00F95FBD" w:rsidRDefault="002038D5" w:rsidP="002038D5">
            <w:pPr>
              <w:pStyle w:val="Tabulka"/>
            </w:pPr>
            <w:r w:rsidRPr="00F95FBD">
              <w:t>E-mail</w:t>
            </w:r>
          </w:p>
        </w:tc>
        <w:tc>
          <w:tcPr>
            <w:tcW w:w="5812" w:type="dxa"/>
          </w:tcPr>
          <w:p w14:paraId="165BA6CE" w14:textId="2840A5BA" w:rsidR="002038D5" w:rsidRPr="001F518E" w:rsidRDefault="002F07C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F07C4">
              <w:t>Braun@spravazeleznic.cz</w:t>
            </w:r>
          </w:p>
        </w:tc>
      </w:tr>
      <w:tr w:rsidR="002038D5" w:rsidRPr="00F95FBD" w14:paraId="247FF9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571C16" w14:textId="77777777" w:rsidR="002038D5" w:rsidRPr="00F95FBD" w:rsidRDefault="002038D5" w:rsidP="002038D5">
            <w:pPr>
              <w:pStyle w:val="Tabulka"/>
            </w:pPr>
            <w:r w:rsidRPr="00F95FBD">
              <w:t>Telefon</w:t>
            </w:r>
          </w:p>
        </w:tc>
        <w:tc>
          <w:tcPr>
            <w:tcW w:w="5812" w:type="dxa"/>
          </w:tcPr>
          <w:p w14:paraId="3FDD367C" w14:textId="78470E9D" w:rsidR="002038D5" w:rsidRPr="001F518E" w:rsidRDefault="002F07C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F07C4">
              <w:t>724 268 942</w:t>
            </w:r>
          </w:p>
        </w:tc>
      </w:tr>
    </w:tbl>
    <w:p w14:paraId="5C8A1405" w14:textId="77777777" w:rsidR="002038D5" w:rsidRPr="00F95FBD" w:rsidRDefault="002038D5" w:rsidP="002038D5">
      <w:pPr>
        <w:pStyle w:val="Textbezodsazen"/>
      </w:pPr>
    </w:p>
    <w:p w14:paraId="382EE2C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E001D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BDBEE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51BE57" w14:textId="497ADC7C" w:rsidR="002038D5" w:rsidRPr="001F518E" w:rsidRDefault="00C4575A" w:rsidP="002F07C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4575A">
              <w:t xml:space="preserve">Ing. Kosán </w:t>
            </w:r>
            <w:r>
              <w:t>Miloš</w:t>
            </w:r>
          </w:p>
        </w:tc>
      </w:tr>
      <w:tr w:rsidR="008175E5" w:rsidRPr="00F95FBD" w14:paraId="108CB46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581F1E4"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7DFD21E" w14:textId="7C2D5630" w:rsidR="008175E5" w:rsidRPr="001F518E" w:rsidRDefault="00C4575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575A">
              <w:t>Přeštická 1761/4, Plzeň</w:t>
            </w:r>
          </w:p>
        </w:tc>
      </w:tr>
      <w:tr w:rsidR="002038D5" w:rsidRPr="00F95FBD" w14:paraId="1031012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0F25FD1" w14:textId="77777777" w:rsidR="002038D5" w:rsidRPr="00F95FBD" w:rsidRDefault="002038D5" w:rsidP="002038D5">
            <w:pPr>
              <w:pStyle w:val="Tabulka"/>
            </w:pPr>
            <w:r w:rsidRPr="00F95FBD">
              <w:t>E-mail</w:t>
            </w:r>
          </w:p>
        </w:tc>
        <w:tc>
          <w:tcPr>
            <w:tcW w:w="5812" w:type="dxa"/>
          </w:tcPr>
          <w:p w14:paraId="6D527A76" w14:textId="0A6DA2E4" w:rsidR="002038D5" w:rsidRPr="001F518E" w:rsidRDefault="00C4575A" w:rsidP="002F07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575A">
              <w:t>Kosan@spravazeleznic.cz</w:t>
            </w:r>
            <w:r>
              <w:t xml:space="preserve"> </w:t>
            </w:r>
          </w:p>
        </w:tc>
      </w:tr>
      <w:tr w:rsidR="002038D5" w:rsidRPr="00F95FBD" w14:paraId="0376545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05CC9F" w14:textId="77777777" w:rsidR="002038D5" w:rsidRPr="00F95FBD" w:rsidRDefault="002038D5" w:rsidP="002038D5">
            <w:pPr>
              <w:pStyle w:val="Tabulka"/>
            </w:pPr>
            <w:r w:rsidRPr="00F95FBD">
              <w:t>Telefon</w:t>
            </w:r>
          </w:p>
        </w:tc>
        <w:tc>
          <w:tcPr>
            <w:tcW w:w="5812" w:type="dxa"/>
          </w:tcPr>
          <w:p w14:paraId="5087C3FB" w14:textId="4E057C05" w:rsidR="002038D5" w:rsidRPr="001F518E" w:rsidRDefault="00C4575A" w:rsidP="002F07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4575A">
              <w:t>725 761 476</w:t>
            </w:r>
          </w:p>
        </w:tc>
      </w:tr>
    </w:tbl>
    <w:p w14:paraId="6D8D82FC" w14:textId="77777777" w:rsidR="00BF7B07" w:rsidRPr="00F95FBD" w:rsidRDefault="00BF7B07" w:rsidP="00BF7B07">
      <w:pPr>
        <w:pStyle w:val="Textbezodsazen"/>
      </w:pPr>
    </w:p>
    <w:p w14:paraId="68E6FC6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116F698"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6DC2D4"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DD7F677" w14:textId="5F3C5481" w:rsidR="00BF7B07" w:rsidRPr="002F07C4" w:rsidRDefault="002F07C4" w:rsidP="002F07C4">
            <w:pPr>
              <w:pStyle w:val="Tabulka"/>
              <w:cnfStyle w:val="100000000000" w:firstRow="1" w:lastRow="0" w:firstColumn="0" w:lastColumn="0" w:oddVBand="0" w:evenVBand="0" w:oddHBand="0" w:evenHBand="0" w:firstRowFirstColumn="0" w:firstRowLastColumn="0" w:lastRowFirstColumn="0" w:lastRowLastColumn="0"/>
            </w:pPr>
            <w:r w:rsidRPr="002F07C4">
              <w:t>Ing. Šesták</w:t>
            </w:r>
            <w:r>
              <w:t xml:space="preserve"> Martin</w:t>
            </w:r>
          </w:p>
        </w:tc>
      </w:tr>
      <w:tr w:rsidR="008175E5" w:rsidRPr="000C2B01" w14:paraId="4B6F5CC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8FEEF82"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D770E61" w14:textId="7E325EB8" w:rsidR="008175E5" w:rsidRPr="002F07C4" w:rsidRDefault="002F07C4" w:rsidP="002F07C4">
            <w:pPr>
              <w:pStyle w:val="Tabulka"/>
              <w:cnfStyle w:val="000000000000" w:firstRow="0" w:lastRow="0" w:firstColumn="0" w:lastColumn="0" w:oddVBand="0" w:evenVBand="0" w:oddHBand="0" w:evenHBand="0" w:firstRowFirstColumn="0" w:firstRowLastColumn="0" w:lastRowFirstColumn="0" w:lastRowLastColumn="0"/>
            </w:pPr>
            <w:r w:rsidRPr="002F07C4">
              <w:t>Sušická 1106/25</w:t>
            </w:r>
          </w:p>
        </w:tc>
      </w:tr>
      <w:tr w:rsidR="000C2B01" w:rsidRPr="000C2B01" w14:paraId="42BFCC5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A4636D4" w14:textId="77777777" w:rsidR="00BF7B07" w:rsidRPr="000C2B01" w:rsidRDefault="00BF7B07" w:rsidP="00BF4AD6">
            <w:pPr>
              <w:pStyle w:val="Tabulka"/>
            </w:pPr>
            <w:r w:rsidRPr="000C2B01">
              <w:t>E-mail</w:t>
            </w:r>
          </w:p>
        </w:tc>
        <w:tc>
          <w:tcPr>
            <w:tcW w:w="5812" w:type="dxa"/>
          </w:tcPr>
          <w:p w14:paraId="42B206E8" w14:textId="322DE150" w:rsidR="00BF7B07" w:rsidRPr="002F07C4" w:rsidRDefault="00FC602D" w:rsidP="00BF4AD6">
            <w:pPr>
              <w:pStyle w:val="Tabulka"/>
              <w:cnfStyle w:val="000000000000" w:firstRow="0" w:lastRow="0" w:firstColumn="0" w:lastColumn="0" w:oddVBand="0" w:evenVBand="0" w:oddHBand="0" w:evenHBand="0" w:firstRowFirstColumn="0" w:firstRowLastColumn="0" w:lastRowFirstColumn="0" w:lastRowLastColumn="0"/>
            </w:pPr>
            <w:hyperlink r:id="rId32" w:history="1">
              <w:r w:rsidR="002F07C4" w:rsidRPr="002F07C4">
                <w:rPr>
                  <w:rStyle w:val="Hypertextovodkaz"/>
                  <w:noProof w:val="0"/>
                  <w:color w:val="auto"/>
                  <w:u w:val="none"/>
                </w:rPr>
                <w:t>SestakM@spravazeleznic.cz</w:t>
              </w:r>
            </w:hyperlink>
          </w:p>
        </w:tc>
      </w:tr>
      <w:tr w:rsidR="000C2B01" w:rsidRPr="000C2B01" w14:paraId="36D660D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30F328B" w14:textId="77777777" w:rsidR="00BF7B07" w:rsidRPr="000C2B01" w:rsidRDefault="00BF7B07" w:rsidP="00BF4AD6">
            <w:pPr>
              <w:pStyle w:val="Tabulka"/>
            </w:pPr>
            <w:r w:rsidRPr="000C2B01">
              <w:t>Telefon</w:t>
            </w:r>
          </w:p>
        </w:tc>
        <w:tc>
          <w:tcPr>
            <w:tcW w:w="5812" w:type="dxa"/>
          </w:tcPr>
          <w:p w14:paraId="0912F1E4" w14:textId="23FDAD64" w:rsidR="00BF7B07" w:rsidRPr="002F07C4" w:rsidRDefault="002F07C4" w:rsidP="00BF4AD6">
            <w:pPr>
              <w:pStyle w:val="Tabulka"/>
              <w:cnfStyle w:val="000000000000" w:firstRow="0" w:lastRow="0" w:firstColumn="0" w:lastColumn="0" w:oddVBand="0" w:evenVBand="0" w:oddHBand="0" w:evenHBand="0" w:firstRowFirstColumn="0" w:firstRowLastColumn="0" w:lastRowFirstColumn="0" w:lastRowLastColumn="0"/>
            </w:pPr>
            <w:r w:rsidRPr="002F07C4">
              <w:t>602 708 920</w:t>
            </w:r>
          </w:p>
        </w:tc>
      </w:tr>
    </w:tbl>
    <w:p w14:paraId="594CF31D" w14:textId="77777777" w:rsidR="00BF7B07" w:rsidRPr="00F95FBD" w:rsidRDefault="00BF7B07" w:rsidP="002038D5">
      <w:pPr>
        <w:pStyle w:val="Textbezodsazen"/>
      </w:pPr>
    </w:p>
    <w:p w14:paraId="78177A6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3DC1FD5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C067B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5883B7" w14:textId="618FE0B8" w:rsidR="002038D5" w:rsidRPr="002F07C4" w:rsidRDefault="002F07C4" w:rsidP="00590C91">
            <w:pPr>
              <w:pStyle w:val="Tabulka"/>
              <w:cnfStyle w:val="100000000000" w:firstRow="1" w:lastRow="0" w:firstColumn="0" w:lastColumn="0" w:oddVBand="0" w:evenVBand="0" w:oddHBand="0" w:evenHBand="0" w:firstRowFirstColumn="0" w:firstRowLastColumn="0" w:lastRowFirstColumn="0" w:lastRowLastColumn="0"/>
            </w:pPr>
            <w:r>
              <w:t>Ing. Kugler Ondřej</w:t>
            </w:r>
          </w:p>
        </w:tc>
      </w:tr>
      <w:tr w:rsidR="002038D5" w:rsidRPr="00F95FBD" w14:paraId="1F4B389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1FCD63" w14:textId="77777777" w:rsidR="002038D5" w:rsidRPr="00F95FBD" w:rsidRDefault="002038D5" w:rsidP="002038D5">
            <w:pPr>
              <w:pStyle w:val="Tabulka"/>
            </w:pPr>
            <w:r w:rsidRPr="00F95FBD">
              <w:t>Adresa</w:t>
            </w:r>
          </w:p>
        </w:tc>
        <w:tc>
          <w:tcPr>
            <w:tcW w:w="5812" w:type="dxa"/>
          </w:tcPr>
          <w:p w14:paraId="1D173B50" w14:textId="5FF8A61A" w:rsidR="002038D5" w:rsidRPr="002F07C4" w:rsidRDefault="00382DE5" w:rsidP="00590C91">
            <w:pPr>
              <w:pStyle w:val="Tabulka"/>
              <w:cnfStyle w:val="000000000000" w:firstRow="0" w:lastRow="0" w:firstColumn="0" w:lastColumn="0" w:oddVBand="0" w:evenVBand="0" w:oddHBand="0" w:evenHBand="0" w:firstRowFirstColumn="0" w:firstRowLastColumn="0" w:lastRowFirstColumn="0" w:lastRowLastColumn="0"/>
            </w:pPr>
            <w:r>
              <w:t xml:space="preserve">SŽG, </w:t>
            </w:r>
            <w:r w:rsidR="002F07C4">
              <w:t>Sušická 1105/23, 326 00, Plzeň</w:t>
            </w:r>
          </w:p>
        </w:tc>
      </w:tr>
      <w:tr w:rsidR="002038D5" w:rsidRPr="00F95FBD" w14:paraId="67974D0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C5D79D" w14:textId="77777777" w:rsidR="002038D5" w:rsidRPr="00F95FBD" w:rsidRDefault="002038D5" w:rsidP="002038D5">
            <w:pPr>
              <w:pStyle w:val="Tabulka"/>
            </w:pPr>
            <w:r w:rsidRPr="00F95FBD">
              <w:t>E-mail</w:t>
            </w:r>
          </w:p>
        </w:tc>
        <w:tc>
          <w:tcPr>
            <w:tcW w:w="5812" w:type="dxa"/>
          </w:tcPr>
          <w:p w14:paraId="77ED59B4" w14:textId="4A52D52B" w:rsidR="002038D5" w:rsidRPr="002F07C4" w:rsidRDefault="002F07C4" w:rsidP="00382DE5">
            <w:pPr>
              <w:pStyle w:val="Tabulka"/>
              <w:cnfStyle w:val="000000000000" w:firstRow="0" w:lastRow="0" w:firstColumn="0" w:lastColumn="0" w:oddVBand="0" w:evenVBand="0" w:oddHBand="0" w:evenHBand="0" w:firstRowFirstColumn="0" w:firstRowLastColumn="0" w:lastRowFirstColumn="0" w:lastRowLastColumn="0"/>
            </w:pPr>
            <w:r>
              <w:t>KuglerO@</w:t>
            </w:r>
            <w:r w:rsidR="00382DE5">
              <w:t>spravazeleznic.cz</w:t>
            </w:r>
          </w:p>
        </w:tc>
      </w:tr>
      <w:tr w:rsidR="002038D5" w:rsidRPr="00F95FBD" w14:paraId="101AC41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27291C2" w14:textId="77777777" w:rsidR="002038D5" w:rsidRPr="00F95FBD" w:rsidRDefault="002038D5" w:rsidP="002038D5">
            <w:pPr>
              <w:pStyle w:val="Tabulka"/>
            </w:pPr>
            <w:r w:rsidRPr="00F95FBD">
              <w:t>Telefon</w:t>
            </w:r>
          </w:p>
        </w:tc>
        <w:tc>
          <w:tcPr>
            <w:tcW w:w="5812" w:type="dxa"/>
          </w:tcPr>
          <w:p w14:paraId="704E8A41" w14:textId="3FA93415" w:rsidR="002038D5" w:rsidRPr="002F07C4" w:rsidRDefault="00382DE5" w:rsidP="00590C91">
            <w:pPr>
              <w:pStyle w:val="Tabulka"/>
              <w:cnfStyle w:val="000000000000" w:firstRow="0" w:lastRow="0" w:firstColumn="0" w:lastColumn="0" w:oddVBand="0" w:evenVBand="0" w:oddHBand="0" w:evenHBand="0" w:firstRowFirstColumn="0" w:firstRowLastColumn="0" w:lastRowFirstColumn="0" w:lastRowLastColumn="0"/>
            </w:pPr>
            <w:r>
              <w:t>608 037 215</w:t>
            </w:r>
          </w:p>
        </w:tc>
      </w:tr>
    </w:tbl>
    <w:p w14:paraId="6DE19685" w14:textId="77777777" w:rsidR="002038D5" w:rsidRPr="00F95FBD" w:rsidRDefault="002038D5" w:rsidP="002038D5">
      <w:pPr>
        <w:pStyle w:val="Textbezodsazen"/>
      </w:pPr>
    </w:p>
    <w:p w14:paraId="0258694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82DE5" w:rsidRPr="00F95FBD" w14:paraId="167CE07C" w14:textId="77777777" w:rsidTr="00382D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CC618D" w14:textId="77777777" w:rsidR="00382DE5" w:rsidRPr="00F95FBD" w:rsidRDefault="00382DE5" w:rsidP="002F07C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B72F80E" w14:textId="0D33BEBA" w:rsidR="00382DE5" w:rsidRPr="001F518E" w:rsidRDefault="00382DE5" w:rsidP="002F07C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F07C4">
              <w:t>Ing. Šesták</w:t>
            </w:r>
            <w:r>
              <w:t xml:space="preserve"> Martin</w:t>
            </w:r>
          </w:p>
        </w:tc>
      </w:tr>
      <w:tr w:rsidR="00382DE5" w:rsidRPr="00F95FBD" w14:paraId="63C298D7" w14:textId="77777777" w:rsidTr="00382DE5">
        <w:tc>
          <w:tcPr>
            <w:cnfStyle w:val="001000000000" w:firstRow="0" w:lastRow="0" w:firstColumn="1" w:lastColumn="0" w:oddVBand="0" w:evenVBand="0" w:oddHBand="0" w:evenHBand="0" w:firstRowFirstColumn="0" w:firstRowLastColumn="0" w:lastRowFirstColumn="0" w:lastRowLastColumn="0"/>
            <w:tcW w:w="3056" w:type="dxa"/>
          </w:tcPr>
          <w:p w14:paraId="4FBCB5B6" w14:textId="77777777" w:rsidR="00382DE5" w:rsidRPr="00F95FBD" w:rsidRDefault="00382DE5" w:rsidP="002F07C4">
            <w:pPr>
              <w:pStyle w:val="Tabulka"/>
            </w:pPr>
            <w:r w:rsidRPr="00F95FBD">
              <w:lastRenderedPageBreak/>
              <w:t>Adresa</w:t>
            </w:r>
          </w:p>
        </w:tc>
        <w:tc>
          <w:tcPr>
            <w:tcW w:w="5812" w:type="dxa"/>
          </w:tcPr>
          <w:p w14:paraId="2D825C4C" w14:textId="57293ED0" w:rsidR="00382DE5" w:rsidRPr="001F518E" w:rsidRDefault="00382DE5" w:rsidP="002F07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F07C4">
              <w:t>Sušická 1106/25</w:t>
            </w:r>
          </w:p>
        </w:tc>
      </w:tr>
      <w:tr w:rsidR="00382DE5" w:rsidRPr="00F95FBD" w14:paraId="12286099" w14:textId="77777777" w:rsidTr="00382DE5">
        <w:tc>
          <w:tcPr>
            <w:cnfStyle w:val="001000000000" w:firstRow="0" w:lastRow="0" w:firstColumn="1" w:lastColumn="0" w:oddVBand="0" w:evenVBand="0" w:oddHBand="0" w:evenHBand="0" w:firstRowFirstColumn="0" w:firstRowLastColumn="0" w:lastRowFirstColumn="0" w:lastRowLastColumn="0"/>
            <w:tcW w:w="3056" w:type="dxa"/>
          </w:tcPr>
          <w:p w14:paraId="3B6E59E8" w14:textId="77777777" w:rsidR="00382DE5" w:rsidRPr="00F95FBD" w:rsidRDefault="00382DE5" w:rsidP="002F07C4">
            <w:pPr>
              <w:pStyle w:val="Tabulka"/>
            </w:pPr>
            <w:r w:rsidRPr="00F95FBD">
              <w:t>E-mail</w:t>
            </w:r>
          </w:p>
        </w:tc>
        <w:tc>
          <w:tcPr>
            <w:tcW w:w="5812" w:type="dxa"/>
          </w:tcPr>
          <w:p w14:paraId="27D08301" w14:textId="645B9A4F" w:rsidR="00382DE5" w:rsidRPr="002F07C4" w:rsidRDefault="00FC602D" w:rsidP="002F07C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382DE5" w:rsidRPr="002F07C4">
                <w:rPr>
                  <w:rStyle w:val="Hypertextovodkaz"/>
                  <w:noProof w:val="0"/>
                  <w:color w:val="auto"/>
                  <w:u w:val="none"/>
                </w:rPr>
                <w:t>SestakM@spravazeleznic.cz</w:t>
              </w:r>
            </w:hyperlink>
          </w:p>
        </w:tc>
      </w:tr>
      <w:tr w:rsidR="00382DE5" w:rsidRPr="00F95FBD" w14:paraId="5255CD1D" w14:textId="77777777" w:rsidTr="00382DE5">
        <w:tc>
          <w:tcPr>
            <w:cnfStyle w:val="001000000000" w:firstRow="0" w:lastRow="0" w:firstColumn="1" w:lastColumn="0" w:oddVBand="0" w:evenVBand="0" w:oddHBand="0" w:evenHBand="0" w:firstRowFirstColumn="0" w:firstRowLastColumn="0" w:lastRowFirstColumn="0" w:lastRowLastColumn="0"/>
            <w:tcW w:w="3056" w:type="dxa"/>
          </w:tcPr>
          <w:p w14:paraId="320E7884" w14:textId="77777777" w:rsidR="00382DE5" w:rsidRPr="00F95FBD" w:rsidRDefault="00382DE5" w:rsidP="002F07C4">
            <w:pPr>
              <w:pStyle w:val="Tabulka"/>
            </w:pPr>
            <w:r w:rsidRPr="00F95FBD">
              <w:t>Telefon</w:t>
            </w:r>
          </w:p>
        </w:tc>
        <w:tc>
          <w:tcPr>
            <w:tcW w:w="5812" w:type="dxa"/>
          </w:tcPr>
          <w:p w14:paraId="4BC008A2" w14:textId="293BC65B" w:rsidR="00382DE5" w:rsidRPr="001F518E" w:rsidRDefault="00382DE5" w:rsidP="002F07C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F07C4">
              <w:t>602 708 920</w:t>
            </w:r>
          </w:p>
        </w:tc>
      </w:tr>
    </w:tbl>
    <w:p w14:paraId="40AAC1DA" w14:textId="77777777" w:rsidR="002038D5" w:rsidRDefault="002038D5" w:rsidP="002038D5">
      <w:pPr>
        <w:pStyle w:val="Textbezodsazen"/>
      </w:pPr>
    </w:p>
    <w:p w14:paraId="71DBACBF" w14:textId="77777777" w:rsidR="001F518E" w:rsidRDefault="001F518E" w:rsidP="002038D5">
      <w:pPr>
        <w:pStyle w:val="Textbezodsazen"/>
      </w:pPr>
    </w:p>
    <w:p w14:paraId="137F1273" w14:textId="77777777" w:rsidR="001F518E" w:rsidRDefault="001F518E" w:rsidP="002038D5">
      <w:pPr>
        <w:pStyle w:val="Textbezodsazen"/>
      </w:pPr>
    </w:p>
    <w:p w14:paraId="0CF39162" w14:textId="77777777" w:rsidR="001F518E" w:rsidRDefault="001F518E" w:rsidP="002038D5">
      <w:pPr>
        <w:pStyle w:val="Textbezodsazen"/>
      </w:pPr>
    </w:p>
    <w:p w14:paraId="771D1AA4" w14:textId="77777777" w:rsidR="001F518E" w:rsidRPr="00F95FBD" w:rsidRDefault="001F518E" w:rsidP="001F518E">
      <w:pPr>
        <w:pStyle w:val="Nadpisbezsl1-2"/>
      </w:pPr>
      <w:r>
        <w:t>Za Zhotovitele:</w:t>
      </w:r>
    </w:p>
    <w:p w14:paraId="3293EEB4"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11E384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9433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FD53873"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BE9CC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4F7145" w14:textId="77777777" w:rsidR="002038D5" w:rsidRPr="00F95FBD" w:rsidRDefault="002038D5" w:rsidP="00F762A8">
            <w:pPr>
              <w:pStyle w:val="Tabulka"/>
              <w:keepNext/>
            </w:pPr>
            <w:r w:rsidRPr="00F95FBD">
              <w:t>Adresa</w:t>
            </w:r>
          </w:p>
        </w:tc>
        <w:tc>
          <w:tcPr>
            <w:tcW w:w="5812" w:type="dxa"/>
          </w:tcPr>
          <w:p w14:paraId="62B95B2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832AE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57C163" w14:textId="77777777" w:rsidR="002038D5" w:rsidRPr="00F95FBD" w:rsidRDefault="002038D5" w:rsidP="00F762A8">
            <w:pPr>
              <w:pStyle w:val="Tabulka"/>
              <w:keepNext/>
            </w:pPr>
            <w:r w:rsidRPr="00F95FBD">
              <w:t>E-mail</w:t>
            </w:r>
          </w:p>
        </w:tc>
        <w:tc>
          <w:tcPr>
            <w:tcW w:w="5812" w:type="dxa"/>
          </w:tcPr>
          <w:p w14:paraId="68A2E04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BF20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10FC31" w14:textId="77777777" w:rsidR="002038D5" w:rsidRPr="00F95FBD" w:rsidRDefault="002038D5" w:rsidP="00165977">
            <w:pPr>
              <w:pStyle w:val="Tabulka"/>
            </w:pPr>
            <w:r w:rsidRPr="00F95FBD">
              <w:t>Telefon</w:t>
            </w:r>
          </w:p>
        </w:tc>
        <w:tc>
          <w:tcPr>
            <w:tcW w:w="5812" w:type="dxa"/>
          </w:tcPr>
          <w:p w14:paraId="60A7A0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5AE264" w14:textId="77777777" w:rsidR="002038D5" w:rsidRPr="00F95FBD" w:rsidRDefault="002038D5" w:rsidP="00165977">
      <w:pPr>
        <w:pStyle w:val="Tabulka"/>
      </w:pPr>
    </w:p>
    <w:p w14:paraId="3DAC08D2"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12AE972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B28C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B6F3A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B08C92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E97747" w14:textId="77777777" w:rsidR="002038D5" w:rsidRPr="00F95FBD" w:rsidRDefault="002038D5" w:rsidP="00165977">
            <w:pPr>
              <w:pStyle w:val="Tabulka"/>
            </w:pPr>
            <w:r w:rsidRPr="00F95FBD">
              <w:t>Adresa</w:t>
            </w:r>
          </w:p>
        </w:tc>
        <w:tc>
          <w:tcPr>
            <w:tcW w:w="5812" w:type="dxa"/>
          </w:tcPr>
          <w:p w14:paraId="6D91B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EB97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19B1E9" w14:textId="77777777" w:rsidR="002038D5" w:rsidRPr="00F95FBD" w:rsidRDefault="002038D5" w:rsidP="00165977">
            <w:pPr>
              <w:pStyle w:val="Tabulka"/>
            </w:pPr>
            <w:r w:rsidRPr="00F95FBD">
              <w:t>E-mail</w:t>
            </w:r>
          </w:p>
        </w:tc>
        <w:tc>
          <w:tcPr>
            <w:tcW w:w="5812" w:type="dxa"/>
          </w:tcPr>
          <w:p w14:paraId="53CB22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5AB4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0DD098" w14:textId="77777777" w:rsidR="002038D5" w:rsidRPr="00F95FBD" w:rsidRDefault="002038D5" w:rsidP="00165977">
            <w:pPr>
              <w:pStyle w:val="Tabulka"/>
            </w:pPr>
            <w:r w:rsidRPr="00F95FBD">
              <w:t>Telefon</w:t>
            </w:r>
          </w:p>
        </w:tc>
        <w:tc>
          <w:tcPr>
            <w:tcW w:w="5812" w:type="dxa"/>
          </w:tcPr>
          <w:p w14:paraId="1408240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D02BAE" w14:textId="77777777" w:rsidR="002038D5" w:rsidRPr="00F95FBD" w:rsidRDefault="002038D5" w:rsidP="00165977">
      <w:pPr>
        <w:pStyle w:val="Tabulka"/>
      </w:pPr>
    </w:p>
    <w:p w14:paraId="0628659E"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56CF02BD"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F984C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8EA2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12C67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F9507C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A91609" w14:textId="77777777" w:rsidR="002038D5" w:rsidRPr="00F95FBD" w:rsidRDefault="002038D5" w:rsidP="00165977">
            <w:pPr>
              <w:pStyle w:val="Tabulka"/>
            </w:pPr>
            <w:r w:rsidRPr="00F95FBD">
              <w:t>Adresa</w:t>
            </w:r>
          </w:p>
        </w:tc>
        <w:tc>
          <w:tcPr>
            <w:tcW w:w="5812" w:type="dxa"/>
          </w:tcPr>
          <w:p w14:paraId="31BF36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A88E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58BC34" w14:textId="77777777" w:rsidR="002038D5" w:rsidRPr="00F95FBD" w:rsidRDefault="002038D5" w:rsidP="00165977">
            <w:pPr>
              <w:pStyle w:val="Tabulka"/>
            </w:pPr>
            <w:r w:rsidRPr="00F95FBD">
              <w:t>E-mail</w:t>
            </w:r>
          </w:p>
        </w:tc>
        <w:tc>
          <w:tcPr>
            <w:tcW w:w="5812" w:type="dxa"/>
          </w:tcPr>
          <w:p w14:paraId="5E38FF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1021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6B4761" w14:textId="77777777" w:rsidR="002038D5" w:rsidRPr="00F95FBD" w:rsidRDefault="002038D5" w:rsidP="00165977">
            <w:pPr>
              <w:pStyle w:val="Tabulka"/>
            </w:pPr>
            <w:r w:rsidRPr="00F95FBD">
              <w:t>Telefon</w:t>
            </w:r>
          </w:p>
        </w:tc>
        <w:tc>
          <w:tcPr>
            <w:tcW w:w="5812" w:type="dxa"/>
          </w:tcPr>
          <w:p w14:paraId="5A9E1EC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A661B" w14:textId="77777777" w:rsidR="002038D5" w:rsidRPr="00F95FBD" w:rsidRDefault="002038D5" w:rsidP="00165977">
      <w:pPr>
        <w:pStyle w:val="Tabulka"/>
      </w:pPr>
    </w:p>
    <w:p w14:paraId="360BFD3D"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7ABCC7C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FEE86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2275A3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095A7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49B274" w14:textId="77777777" w:rsidR="002038D5" w:rsidRPr="00F95FBD" w:rsidRDefault="002038D5" w:rsidP="00165977">
            <w:pPr>
              <w:pStyle w:val="Tabulka"/>
            </w:pPr>
            <w:r w:rsidRPr="00F95FBD">
              <w:t>Adresa</w:t>
            </w:r>
          </w:p>
        </w:tc>
        <w:tc>
          <w:tcPr>
            <w:tcW w:w="5812" w:type="dxa"/>
          </w:tcPr>
          <w:p w14:paraId="214FE1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C7F0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384412" w14:textId="77777777" w:rsidR="002038D5" w:rsidRPr="00F95FBD" w:rsidRDefault="002038D5" w:rsidP="00165977">
            <w:pPr>
              <w:pStyle w:val="Tabulka"/>
            </w:pPr>
            <w:r w:rsidRPr="00F95FBD">
              <w:t>E-mail</w:t>
            </w:r>
          </w:p>
        </w:tc>
        <w:tc>
          <w:tcPr>
            <w:tcW w:w="5812" w:type="dxa"/>
          </w:tcPr>
          <w:p w14:paraId="019846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4078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738F9E" w14:textId="77777777" w:rsidR="002038D5" w:rsidRPr="00F95FBD" w:rsidRDefault="002038D5" w:rsidP="00165977">
            <w:pPr>
              <w:pStyle w:val="Tabulka"/>
            </w:pPr>
            <w:r w:rsidRPr="00F95FBD">
              <w:t>Telefon</w:t>
            </w:r>
          </w:p>
        </w:tc>
        <w:tc>
          <w:tcPr>
            <w:tcW w:w="5812" w:type="dxa"/>
          </w:tcPr>
          <w:p w14:paraId="6A5970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F98254" w14:textId="77777777" w:rsidR="00165977" w:rsidRPr="00F95FBD" w:rsidRDefault="00165977" w:rsidP="00165977">
      <w:pPr>
        <w:pStyle w:val="Tabulka"/>
      </w:pPr>
    </w:p>
    <w:p w14:paraId="080984AB"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3D8411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357C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BB6E5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38F17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A19535" w14:textId="77777777" w:rsidR="00165977" w:rsidRPr="00F95FBD" w:rsidRDefault="00165977" w:rsidP="00165977">
            <w:pPr>
              <w:pStyle w:val="Tabulka"/>
            </w:pPr>
            <w:r w:rsidRPr="00F95FBD">
              <w:t>Adresa</w:t>
            </w:r>
          </w:p>
        </w:tc>
        <w:tc>
          <w:tcPr>
            <w:tcW w:w="5812" w:type="dxa"/>
          </w:tcPr>
          <w:p w14:paraId="67E5BCF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AD68B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8E767D" w14:textId="77777777" w:rsidR="00165977" w:rsidRPr="00F95FBD" w:rsidRDefault="00165977" w:rsidP="00165977">
            <w:pPr>
              <w:pStyle w:val="Tabulka"/>
            </w:pPr>
            <w:r w:rsidRPr="00F95FBD">
              <w:lastRenderedPageBreak/>
              <w:t>E-mail</w:t>
            </w:r>
          </w:p>
        </w:tc>
        <w:tc>
          <w:tcPr>
            <w:tcW w:w="5812" w:type="dxa"/>
          </w:tcPr>
          <w:p w14:paraId="1B6488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26F2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A6C313" w14:textId="77777777" w:rsidR="00165977" w:rsidRPr="00F95FBD" w:rsidRDefault="00165977" w:rsidP="00165977">
            <w:pPr>
              <w:pStyle w:val="Tabulka"/>
            </w:pPr>
            <w:r w:rsidRPr="00F95FBD">
              <w:t>Telefon</w:t>
            </w:r>
          </w:p>
        </w:tc>
        <w:tc>
          <w:tcPr>
            <w:tcW w:w="5812" w:type="dxa"/>
          </w:tcPr>
          <w:p w14:paraId="7F96758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EA5D9B" w14:textId="77777777" w:rsidR="00165977" w:rsidRPr="00F95FBD" w:rsidRDefault="00165977" w:rsidP="00165977">
      <w:pPr>
        <w:pStyle w:val="Tabulka"/>
      </w:pPr>
    </w:p>
    <w:p w14:paraId="4915F69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480CC2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A3208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22E08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6F1B5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862E2E" w14:textId="77777777" w:rsidR="00165977" w:rsidRPr="00F95FBD" w:rsidRDefault="00165977" w:rsidP="00165977">
            <w:pPr>
              <w:pStyle w:val="Tabulka"/>
            </w:pPr>
            <w:r w:rsidRPr="00F95FBD">
              <w:t>Adresa</w:t>
            </w:r>
          </w:p>
        </w:tc>
        <w:tc>
          <w:tcPr>
            <w:tcW w:w="5812" w:type="dxa"/>
          </w:tcPr>
          <w:p w14:paraId="32A6756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2771F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CBB560" w14:textId="77777777" w:rsidR="00165977" w:rsidRPr="00F95FBD" w:rsidRDefault="00165977" w:rsidP="00165977">
            <w:pPr>
              <w:pStyle w:val="Tabulka"/>
            </w:pPr>
            <w:r w:rsidRPr="00F95FBD">
              <w:t>E-mail</w:t>
            </w:r>
          </w:p>
        </w:tc>
        <w:tc>
          <w:tcPr>
            <w:tcW w:w="5812" w:type="dxa"/>
          </w:tcPr>
          <w:p w14:paraId="2EFA1C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807FE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4B2762" w14:textId="77777777" w:rsidR="00165977" w:rsidRPr="00F95FBD" w:rsidRDefault="00165977" w:rsidP="00165977">
            <w:pPr>
              <w:pStyle w:val="Tabulka"/>
            </w:pPr>
            <w:r w:rsidRPr="00F95FBD">
              <w:t>Telefon</w:t>
            </w:r>
          </w:p>
        </w:tc>
        <w:tc>
          <w:tcPr>
            <w:tcW w:w="5812" w:type="dxa"/>
          </w:tcPr>
          <w:p w14:paraId="7E32A59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704160" w14:textId="77777777" w:rsidR="007C5289" w:rsidRPr="00F95FBD" w:rsidRDefault="007C5289" w:rsidP="007C5289">
      <w:pPr>
        <w:pStyle w:val="Tabulka"/>
      </w:pPr>
    </w:p>
    <w:p w14:paraId="2888E5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BDFE8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E0FE8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91A6F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78656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9958" w14:textId="77777777" w:rsidR="007C5289" w:rsidRPr="00F95FBD" w:rsidRDefault="007C5289" w:rsidP="003149C0">
            <w:pPr>
              <w:pStyle w:val="Tabulka"/>
            </w:pPr>
            <w:r w:rsidRPr="00F95FBD">
              <w:t>Adresa</w:t>
            </w:r>
          </w:p>
        </w:tc>
        <w:tc>
          <w:tcPr>
            <w:tcW w:w="5812" w:type="dxa"/>
          </w:tcPr>
          <w:p w14:paraId="1BDC8FD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F11DC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BA5644" w14:textId="77777777" w:rsidR="007C5289" w:rsidRPr="00F95FBD" w:rsidRDefault="007C5289" w:rsidP="003149C0">
            <w:pPr>
              <w:pStyle w:val="Tabulka"/>
            </w:pPr>
            <w:r w:rsidRPr="00F95FBD">
              <w:t>E-mail</w:t>
            </w:r>
          </w:p>
        </w:tc>
        <w:tc>
          <w:tcPr>
            <w:tcW w:w="5812" w:type="dxa"/>
          </w:tcPr>
          <w:p w14:paraId="428C65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3924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52031E" w14:textId="77777777" w:rsidR="007C5289" w:rsidRPr="00F95FBD" w:rsidRDefault="007C5289" w:rsidP="003149C0">
            <w:pPr>
              <w:pStyle w:val="Tabulka"/>
            </w:pPr>
            <w:r w:rsidRPr="00F95FBD">
              <w:t>Telefon</w:t>
            </w:r>
          </w:p>
        </w:tc>
        <w:tc>
          <w:tcPr>
            <w:tcW w:w="5812" w:type="dxa"/>
          </w:tcPr>
          <w:p w14:paraId="644E55A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7D13A1" w14:textId="77777777" w:rsidR="007C5289" w:rsidRDefault="007C5289" w:rsidP="007C5289">
      <w:pPr>
        <w:pStyle w:val="Tabulka"/>
      </w:pPr>
    </w:p>
    <w:p w14:paraId="5066F961"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979DBAD"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2ED42BA"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325D355" w14:textId="77777777" w:rsidR="007C5289" w:rsidRDefault="007C5289" w:rsidP="008941D9">
      <w:pPr>
        <w:pStyle w:val="Nadpisbezsl1-1"/>
        <w:outlineLvl w:val="0"/>
      </w:pPr>
      <w:r>
        <w:lastRenderedPageBreak/>
        <w:t>Příloha č. 7</w:t>
      </w:r>
    </w:p>
    <w:p w14:paraId="2D291DCD" w14:textId="77777777" w:rsidR="007C5289" w:rsidRDefault="007C5289" w:rsidP="007C5289">
      <w:pPr>
        <w:pStyle w:val="Nadpisbezsl1-2"/>
      </w:pPr>
      <w:r>
        <w:t>Seznam požadovaných pojištění</w:t>
      </w:r>
    </w:p>
    <w:p w14:paraId="1D69049C"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0E2A4E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6C1E24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71DDB9D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22E56B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6BBBF8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712AD4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28EAE26"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31C7263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BB02C3B"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09DD37D" w14:textId="1D75EB9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811CA9" w:rsidRPr="00811CA9">
              <w:t>50</w:t>
            </w:r>
            <w:r w:rsidRPr="00811CA9">
              <w:t xml:space="preserve"> mil. Kč na jednu pojistnou událost</w:t>
            </w:r>
            <w:r w:rsidR="00A349C6" w:rsidRPr="00811CA9">
              <w:t xml:space="preserve"> a </w:t>
            </w:r>
            <w:r w:rsidR="00811CA9" w:rsidRPr="00811CA9">
              <w:t>1</w:t>
            </w:r>
            <w:r w:rsidRPr="00811CA9">
              <w:t>00 mil. Kč</w:t>
            </w:r>
            <w:r w:rsidR="00A349C6" w:rsidRPr="00811CA9">
              <w:t xml:space="preserve"> v</w:t>
            </w:r>
            <w:r w:rsidR="00A349C6">
              <w:t> </w:t>
            </w:r>
            <w:r w:rsidRPr="007C5289">
              <w:t xml:space="preserve">úhrnu za rok </w:t>
            </w:r>
          </w:p>
        </w:tc>
      </w:tr>
    </w:tbl>
    <w:p w14:paraId="40121AF2" w14:textId="77777777" w:rsidR="007C5289" w:rsidRPr="00D701DC" w:rsidRDefault="007C5289" w:rsidP="00D701DC">
      <w:pPr>
        <w:pStyle w:val="Textbezodsazen"/>
      </w:pPr>
    </w:p>
    <w:p w14:paraId="11A07F46" w14:textId="77777777" w:rsidR="007C5289" w:rsidRPr="00D701DC" w:rsidRDefault="007C5289" w:rsidP="00D701DC">
      <w:pPr>
        <w:pStyle w:val="Textbezodsazen"/>
      </w:pPr>
    </w:p>
    <w:p w14:paraId="553F4D3C" w14:textId="77777777" w:rsidR="00DD4862" w:rsidRPr="00D701DC" w:rsidRDefault="00DD4862" w:rsidP="00D701DC">
      <w:pPr>
        <w:pStyle w:val="Textbezodsazen"/>
      </w:pPr>
    </w:p>
    <w:p w14:paraId="7882E876" w14:textId="77777777" w:rsidR="007C5289" w:rsidRPr="00D701DC" w:rsidRDefault="007C5289" w:rsidP="00D701DC">
      <w:pPr>
        <w:pStyle w:val="Textbezodsazen"/>
      </w:pPr>
    </w:p>
    <w:p w14:paraId="511CE5C3" w14:textId="77777777" w:rsidR="007C5289" w:rsidRPr="00D701DC" w:rsidRDefault="007C5289" w:rsidP="00D701DC">
      <w:pPr>
        <w:pStyle w:val="Textbezodsazen"/>
      </w:pPr>
    </w:p>
    <w:p w14:paraId="5CA73D15"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6DF4744" w14:textId="77777777" w:rsidR="00F95FBD" w:rsidRDefault="00F95FBD" w:rsidP="008941D9">
      <w:pPr>
        <w:pStyle w:val="Nadpisbezsl1-1"/>
        <w:outlineLvl w:val="0"/>
      </w:pPr>
      <w:r>
        <w:lastRenderedPageBreak/>
        <w:t xml:space="preserve">Příloha č. </w:t>
      </w:r>
      <w:r w:rsidR="0030003A">
        <w:t>8</w:t>
      </w:r>
    </w:p>
    <w:p w14:paraId="0EBDC01E" w14:textId="77777777" w:rsidR="00F95FBD" w:rsidRDefault="00F95FBD" w:rsidP="00F762A8">
      <w:pPr>
        <w:pStyle w:val="Nadpisbezsl1-2"/>
      </w:pPr>
      <w:r>
        <w:t>Seznam poddodavatelů</w:t>
      </w:r>
    </w:p>
    <w:p w14:paraId="207FEC28"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16566E0"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6938947" w14:textId="77777777" w:rsidR="00F95FBD" w:rsidRPr="0030003A" w:rsidRDefault="00F95FBD" w:rsidP="00F762A8">
            <w:pPr>
              <w:pStyle w:val="Tabulka"/>
              <w:rPr>
                <w:rStyle w:val="Nadpisvtabulce"/>
                <w:caps/>
              </w:rPr>
            </w:pPr>
            <w:r w:rsidRPr="0030003A">
              <w:rPr>
                <w:rStyle w:val="Nadpisvtabulce"/>
                <w:caps/>
              </w:rPr>
              <w:t>Identifikace poddodavatele</w:t>
            </w:r>
          </w:p>
          <w:p w14:paraId="4506655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169F6A6"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927FB71" w14:textId="4EB2695B"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14:paraId="0DE626A6"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E29D01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A287E89" w14:textId="77777777" w:rsidR="00F95FBD" w:rsidRPr="00F95FBD" w:rsidRDefault="00F95FBD" w:rsidP="004E6233">
            <w:pPr>
              <w:pStyle w:val="Tabulka"/>
            </w:pPr>
            <w:r w:rsidRPr="00F95FBD">
              <w:rPr>
                <w:highlight w:val="yellow"/>
              </w:rPr>
              <w:t>[VLOŽÍ ZHOTOVITEL]</w:t>
            </w:r>
          </w:p>
        </w:tc>
        <w:tc>
          <w:tcPr>
            <w:tcW w:w="3129" w:type="dxa"/>
          </w:tcPr>
          <w:p w14:paraId="3E8B1B7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9A9B24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A15C78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52020E0" w14:textId="77777777" w:rsidR="00F95FBD" w:rsidRPr="00F95FBD" w:rsidRDefault="00F95FBD" w:rsidP="004E6233">
            <w:pPr>
              <w:pStyle w:val="Tabulka"/>
            </w:pPr>
            <w:r w:rsidRPr="00F95FBD">
              <w:rPr>
                <w:highlight w:val="yellow"/>
              </w:rPr>
              <w:t>[VLOŽÍ ZHOTOVITEL]</w:t>
            </w:r>
          </w:p>
        </w:tc>
        <w:tc>
          <w:tcPr>
            <w:tcW w:w="3129" w:type="dxa"/>
          </w:tcPr>
          <w:p w14:paraId="5C99FF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AE123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A95B7E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0954B3B" w14:textId="77777777" w:rsidR="00F95FBD" w:rsidRPr="00F95FBD" w:rsidRDefault="00F95FBD" w:rsidP="004E6233">
            <w:pPr>
              <w:pStyle w:val="Tabulka"/>
            </w:pPr>
            <w:r w:rsidRPr="00F95FBD">
              <w:rPr>
                <w:highlight w:val="yellow"/>
              </w:rPr>
              <w:t>[VLOŽÍ ZHOTOVITEL]</w:t>
            </w:r>
          </w:p>
        </w:tc>
        <w:tc>
          <w:tcPr>
            <w:tcW w:w="3129" w:type="dxa"/>
          </w:tcPr>
          <w:p w14:paraId="3A73FC9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EACE9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BCFE38" w14:textId="77777777" w:rsidR="00F95FBD" w:rsidRPr="00F95FBD" w:rsidRDefault="00F95FBD" w:rsidP="00D701DC">
      <w:pPr>
        <w:pStyle w:val="Textbezodsazen"/>
      </w:pPr>
    </w:p>
    <w:p w14:paraId="79719A5C" w14:textId="77777777" w:rsidR="00F95FBD" w:rsidRPr="00F95FBD" w:rsidRDefault="00F95FBD" w:rsidP="00D701DC">
      <w:pPr>
        <w:pStyle w:val="Textbezodsazen"/>
      </w:pPr>
    </w:p>
    <w:p w14:paraId="163BAA8B" w14:textId="77777777" w:rsidR="00F95FBD" w:rsidRDefault="00F95FBD" w:rsidP="00D701DC">
      <w:pPr>
        <w:pStyle w:val="Textbezodsazen"/>
      </w:pPr>
    </w:p>
    <w:p w14:paraId="0A0A585D" w14:textId="77777777" w:rsidR="00DD4862" w:rsidRDefault="00DD4862" w:rsidP="00D701DC">
      <w:pPr>
        <w:pStyle w:val="Textbezodsazen"/>
      </w:pPr>
    </w:p>
    <w:p w14:paraId="49EC8E4C" w14:textId="77777777" w:rsidR="00DD4862" w:rsidRDefault="00DD4862" w:rsidP="00D701DC">
      <w:pPr>
        <w:pStyle w:val="Textbezodsazen"/>
      </w:pPr>
    </w:p>
    <w:p w14:paraId="131BE163" w14:textId="77777777" w:rsidR="00DD4862" w:rsidRDefault="00DD4862" w:rsidP="00D701DC">
      <w:pPr>
        <w:pStyle w:val="Textbezodsazen"/>
      </w:pPr>
    </w:p>
    <w:p w14:paraId="2FA25C65" w14:textId="77777777" w:rsidR="00DD4862" w:rsidRDefault="00DD4862" w:rsidP="00D701DC">
      <w:pPr>
        <w:pStyle w:val="Textbezodsazen"/>
      </w:pPr>
    </w:p>
    <w:p w14:paraId="02BF68D6" w14:textId="77777777" w:rsidR="00DD4862" w:rsidRDefault="00DD4862" w:rsidP="00D701DC">
      <w:pPr>
        <w:pStyle w:val="Textbezodsazen"/>
      </w:pPr>
    </w:p>
    <w:p w14:paraId="04257A91" w14:textId="77777777" w:rsidR="00DD4862" w:rsidRDefault="00DD4862" w:rsidP="00D701DC">
      <w:pPr>
        <w:pStyle w:val="Textbezodsazen"/>
      </w:pPr>
    </w:p>
    <w:p w14:paraId="2CDBAF39" w14:textId="77777777" w:rsidR="00DD4862" w:rsidRDefault="00DD4862" w:rsidP="00D701DC">
      <w:pPr>
        <w:pStyle w:val="Textbezodsazen"/>
      </w:pPr>
    </w:p>
    <w:p w14:paraId="02DDDE11" w14:textId="77777777" w:rsidR="00DD4862" w:rsidRDefault="00DD4862" w:rsidP="00D701DC">
      <w:pPr>
        <w:pStyle w:val="Textbezodsazen"/>
      </w:pPr>
    </w:p>
    <w:p w14:paraId="149CD788" w14:textId="77777777" w:rsidR="00DD4862" w:rsidRDefault="00DD4862" w:rsidP="00D701DC">
      <w:pPr>
        <w:pStyle w:val="Textbezodsazen"/>
      </w:pPr>
    </w:p>
    <w:p w14:paraId="600531B8" w14:textId="77777777" w:rsidR="00DD4862" w:rsidRDefault="00DD4862" w:rsidP="00D701DC">
      <w:pPr>
        <w:pStyle w:val="Textbezodsazen"/>
      </w:pPr>
    </w:p>
    <w:p w14:paraId="4251469C" w14:textId="77777777" w:rsidR="00DD4862" w:rsidRDefault="00DD4862" w:rsidP="00D701DC">
      <w:pPr>
        <w:pStyle w:val="Textbezodsazen"/>
      </w:pPr>
    </w:p>
    <w:p w14:paraId="430E99E6" w14:textId="77777777" w:rsidR="00DD4862" w:rsidRDefault="00DD4862" w:rsidP="00D701DC">
      <w:pPr>
        <w:pStyle w:val="Textbezodsazen"/>
      </w:pPr>
    </w:p>
    <w:p w14:paraId="2232F47B" w14:textId="77777777" w:rsidR="00DD4862" w:rsidRDefault="00DD4862" w:rsidP="00D701DC">
      <w:pPr>
        <w:pStyle w:val="Textbezodsazen"/>
      </w:pPr>
    </w:p>
    <w:p w14:paraId="17D9EA0E" w14:textId="77777777" w:rsidR="00DD4862" w:rsidRDefault="00DD4862" w:rsidP="00D701DC">
      <w:pPr>
        <w:pStyle w:val="Textbezodsazen"/>
      </w:pPr>
    </w:p>
    <w:p w14:paraId="1DF4C69F" w14:textId="77777777" w:rsidR="00DD4862" w:rsidRDefault="00DD4862" w:rsidP="00D701DC">
      <w:pPr>
        <w:pStyle w:val="Textbezodsazen"/>
      </w:pPr>
    </w:p>
    <w:p w14:paraId="527489B1" w14:textId="77777777" w:rsidR="00F95FBD" w:rsidRDefault="00F95FBD" w:rsidP="00D701DC">
      <w:pPr>
        <w:pStyle w:val="Textbezodsazen"/>
      </w:pPr>
    </w:p>
    <w:p w14:paraId="5BD33386"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06C8EEB" w14:textId="77777777" w:rsidR="00F762A8" w:rsidRDefault="00F762A8" w:rsidP="008941D9">
      <w:pPr>
        <w:pStyle w:val="Nadpisbezsl1-1"/>
        <w:outlineLvl w:val="0"/>
      </w:pPr>
      <w:r>
        <w:lastRenderedPageBreak/>
        <w:t xml:space="preserve">Příloha č. </w:t>
      </w:r>
      <w:r w:rsidR="0030003A">
        <w:t>9</w:t>
      </w:r>
    </w:p>
    <w:p w14:paraId="6FB3B525" w14:textId="77777777" w:rsidR="00F762A8" w:rsidRDefault="0030003A" w:rsidP="00F762A8">
      <w:pPr>
        <w:pStyle w:val="Nadpisbezsl1-2"/>
      </w:pPr>
      <w:r>
        <w:t>Zmocnění Vedoucího Zhotovitele</w:t>
      </w:r>
    </w:p>
    <w:p w14:paraId="5C393C3C" w14:textId="77777777" w:rsidR="00F762A8" w:rsidRDefault="00F762A8" w:rsidP="00F762A8">
      <w:pPr>
        <w:pStyle w:val="Textbezodsazen"/>
      </w:pPr>
    </w:p>
    <w:p w14:paraId="1AC8A3F0" w14:textId="77777777" w:rsidR="00EB26C7" w:rsidRDefault="00EB26C7" w:rsidP="00F762A8">
      <w:pPr>
        <w:pStyle w:val="Textbezodsazen"/>
      </w:pPr>
    </w:p>
    <w:p w14:paraId="1E45F55F" w14:textId="77777777" w:rsidR="00EB26C7" w:rsidRDefault="00EB26C7" w:rsidP="00F762A8">
      <w:pPr>
        <w:pStyle w:val="Textbezodsazen"/>
        <w:sectPr w:rsidR="00EB26C7"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7CE3066A" w14:textId="77777777" w:rsidR="00EB26C7" w:rsidRDefault="00EB26C7" w:rsidP="00EB26C7">
      <w:pPr>
        <w:pStyle w:val="Nadpisbezsl1-1"/>
        <w:outlineLvl w:val="0"/>
      </w:pPr>
      <w:r>
        <w:lastRenderedPageBreak/>
        <w:t>Příloha č. 10</w:t>
      </w:r>
    </w:p>
    <w:p w14:paraId="2C7A0699"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605BD93F"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0FA39A7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AA328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26173C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6D785B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269CD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FEF352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0D3618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531A84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D10993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D6854C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520E0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4EF0F8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56CFD7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89122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8A8DC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9A8522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442A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F2E98C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A5129E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6380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2938FD1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F3BD24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C23E2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44D6CB2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4FFFD5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CAE87C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A5AD0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7DEB732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2E5ACF5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9C801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4EACA2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8766AA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D09F1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A73D31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59DB6EC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E588B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DB9B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5235FAD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7F804F3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E52AE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ABB21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2DCE66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42BAC91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86BE198"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DBA84B8" w14:textId="49CEB95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připadně jiným způsobem, nelze-li označit dle SO</w:t>
            </w:r>
            <w:r w:rsidR="00514408">
              <w:rPr>
                <w:rFonts w:asciiTheme="minorHAnsi" w:hAnsiTheme="minorHAnsi"/>
                <w:noProof/>
              </w:rPr>
              <w:t xml:space="preserve"> </w:t>
            </w:r>
            <w:r w:rsidRPr="00192AD6">
              <w:rPr>
                <w:rFonts w:asciiTheme="minorHAnsi" w:hAnsiTheme="minorHAnsi"/>
                <w:noProof/>
              </w:rPr>
              <w:t>např. popis vykonaných činností nebo dodávek]</w:t>
            </w:r>
          </w:p>
        </w:tc>
        <w:tc>
          <w:tcPr>
            <w:tcW w:w="1928" w:type="dxa"/>
          </w:tcPr>
          <w:p w14:paraId="578274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6F76FA5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2C1DC6A" w14:textId="77777777" w:rsidR="00D70DE8" w:rsidRPr="00192AD6" w:rsidRDefault="00D70DE8" w:rsidP="00E842C6">
            <w:pPr>
              <w:spacing w:after="0" w:line="240" w:lineRule="auto"/>
              <w:rPr>
                <w:rFonts w:asciiTheme="minorHAnsi" w:hAnsiTheme="minorHAnsi"/>
                <w:noProof/>
              </w:rPr>
            </w:pPr>
          </w:p>
        </w:tc>
        <w:tc>
          <w:tcPr>
            <w:tcW w:w="3685" w:type="dxa"/>
          </w:tcPr>
          <w:p w14:paraId="32318C8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E9BFF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CE5B9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26DD21D" w14:textId="77777777" w:rsidR="00D70DE8" w:rsidRPr="00192AD6" w:rsidRDefault="00D70DE8" w:rsidP="00E842C6">
            <w:pPr>
              <w:spacing w:after="0" w:line="240" w:lineRule="auto"/>
              <w:rPr>
                <w:rFonts w:asciiTheme="minorHAnsi" w:hAnsiTheme="minorHAnsi"/>
                <w:noProof/>
              </w:rPr>
            </w:pPr>
          </w:p>
        </w:tc>
        <w:tc>
          <w:tcPr>
            <w:tcW w:w="3685" w:type="dxa"/>
          </w:tcPr>
          <w:p w14:paraId="0A2270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64414F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40B296F"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5553752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418CC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CC24EB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0333041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C2913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2C48E2D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1661927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30796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79ADAA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57EC38D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3C755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Dílo probíhalo na trati:</w:t>
            </w:r>
          </w:p>
        </w:tc>
        <w:tc>
          <w:tcPr>
            <w:tcW w:w="4763" w:type="dxa"/>
          </w:tcPr>
          <w:p w14:paraId="026E2E2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C0EB7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4DB1A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BA535D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6C18FA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A42BE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434558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5865D8A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B1E12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05184275" w14:textId="77777777" w:rsidR="00364E52" w:rsidRDefault="00364E52" w:rsidP="00E842C6">
            <w:pPr>
              <w:spacing w:after="0" w:line="240" w:lineRule="auto"/>
              <w:rPr>
                <w:rFonts w:asciiTheme="minorHAnsi" w:hAnsiTheme="minorHAnsi"/>
                <w:b/>
                <w:noProof/>
              </w:rPr>
            </w:pPr>
          </w:p>
          <w:p w14:paraId="0EBA447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AE076E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03E12D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5FEBE4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34BBD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016B35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1EA1B9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D306E2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F7E961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D5DFF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FFEC9F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C971FD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CAE22E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5525C7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4FFE5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5DC31B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B6CB7A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4CDC6D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00C658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B2B8D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A6B02D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65935B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76F9DF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0985E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9EA5A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F45124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7DB83F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4B616D1F"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3A41D6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49EF55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64099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AD1227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42376E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F94A58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B7C4BA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363D8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8E25B3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ED27FF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C84BE1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118E21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6EDEF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A6D9F40" w14:textId="77777777" w:rsidR="00364E52" w:rsidRDefault="00364E52" w:rsidP="00E842C6">
            <w:pPr>
              <w:spacing w:after="0" w:line="240" w:lineRule="auto"/>
              <w:rPr>
                <w:rFonts w:asciiTheme="minorHAnsi" w:hAnsiTheme="minorHAnsi"/>
                <w:b/>
                <w:noProof/>
              </w:rPr>
            </w:pPr>
          </w:p>
          <w:p w14:paraId="2A83202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3758A6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F4C670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6BFD5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A74E5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17748D30" w14:textId="77777777" w:rsidR="00364E52" w:rsidRDefault="00364E52" w:rsidP="00E842C6">
            <w:pPr>
              <w:spacing w:after="0" w:line="240" w:lineRule="auto"/>
              <w:rPr>
                <w:rFonts w:asciiTheme="minorHAnsi" w:hAnsiTheme="minorHAnsi"/>
                <w:b/>
                <w:noProof/>
              </w:rPr>
            </w:pPr>
          </w:p>
          <w:p w14:paraId="6D592567" w14:textId="77777777" w:rsidR="00364E52" w:rsidRDefault="00364E52" w:rsidP="00E842C6">
            <w:pPr>
              <w:spacing w:after="0" w:line="240" w:lineRule="auto"/>
              <w:rPr>
                <w:rFonts w:asciiTheme="minorHAnsi" w:hAnsiTheme="minorHAnsi"/>
                <w:b/>
                <w:noProof/>
              </w:rPr>
            </w:pPr>
          </w:p>
          <w:p w14:paraId="0FFCDEC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2FA28D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w:t>
            </w:r>
            <w:r w:rsidRPr="00192AD6">
              <w:rPr>
                <w:rFonts w:asciiTheme="minorHAnsi" w:hAnsiTheme="minorHAnsi"/>
                <w:noProof/>
              </w:rPr>
              <w:lastRenderedPageBreak/>
              <w:t>nádraží, technologická budova, stavba s</w:t>
            </w:r>
            <w:r>
              <w:rPr>
                <w:rFonts w:asciiTheme="minorHAnsi" w:hAnsiTheme="minorHAnsi"/>
                <w:noProof/>
              </w:rPr>
              <w:t> </w:t>
            </w:r>
            <w:r w:rsidRPr="00192AD6">
              <w:rPr>
                <w:rFonts w:asciiTheme="minorHAnsi" w:hAnsiTheme="minorHAnsi"/>
                <w:noProof/>
              </w:rPr>
              <w:t>památkovou ochranou apod.]</w:t>
            </w:r>
          </w:p>
          <w:p w14:paraId="01FCB53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C3ECD6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1016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a</w:t>
            </w:r>
            <w:r>
              <w:rPr>
                <w:rFonts w:asciiTheme="minorHAnsi" w:hAnsiTheme="minorHAnsi"/>
                <w:b/>
                <w:noProof/>
              </w:rPr>
              <w:t> </w:t>
            </w:r>
            <w:r w:rsidRPr="00192AD6">
              <w:rPr>
                <w:rFonts w:asciiTheme="minorHAnsi" w:hAnsiTheme="minorHAnsi"/>
                <w:b/>
                <w:noProof/>
              </w:rPr>
              <w:t>údržbu na skalních masivech:</w:t>
            </w:r>
          </w:p>
          <w:p w14:paraId="4250BD1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E72026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6D3F3D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405A049D"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189FA5B1"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6FD6F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596E36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58A7D9C2"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A429A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7DEC7E8" w14:textId="71770FFC"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SO]</w:t>
            </w:r>
          </w:p>
        </w:tc>
      </w:tr>
      <w:tr w:rsidR="00D70DE8" w:rsidRPr="00192AD6" w14:paraId="3405C7A4"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59D67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2384ADA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31F1C9D"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C8A35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82FF6E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B9964B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1A0C803A"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B9845F"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3617EA5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E86879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49BAA91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C9FF8C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5017BD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9D2094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71D822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F55EA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83BEB5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C0C39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3922D24"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15FDE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B9B57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F73ABC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6223A1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DA7FD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E682D8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A88C7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9ACDCB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1BD51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8CB4899"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79B343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2545E79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2FDC0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F17F60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4FD2F67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D3956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211683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7B3467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3A40DE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7B5ADA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6B46328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7A9F22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0D7C8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36FEB7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B83B2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DBB908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6FA4FE2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0DADE2C"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1C2E89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0D62C2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78A0CD0" w14:textId="77777777" w:rsidR="00D70DE8" w:rsidRPr="00192AD6" w:rsidRDefault="00D70DE8" w:rsidP="00D70DE8">
      <w:pPr>
        <w:spacing w:after="240" w:line="264" w:lineRule="auto"/>
        <w:rPr>
          <w:rFonts w:asciiTheme="minorHAnsi" w:hAnsiTheme="minorHAnsi"/>
          <w:sz w:val="18"/>
          <w:szCs w:val="18"/>
        </w:rPr>
      </w:pPr>
    </w:p>
    <w:p w14:paraId="561A3E56"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7D63A9D"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0937CEB"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352BFBB8"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648C19"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27DF9" w14:textId="77777777" w:rsidR="00C36EF8" w:rsidRDefault="00C36EF8" w:rsidP="00962258">
      <w:pPr>
        <w:spacing w:after="0" w:line="240" w:lineRule="auto"/>
      </w:pPr>
      <w:r>
        <w:separator/>
      </w:r>
    </w:p>
  </w:endnote>
  <w:endnote w:type="continuationSeparator" w:id="0">
    <w:p w14:paraId="10C2494A" w14:textId="77777777" w:rsidR="00C36EF8" w:rsidRDefault="00C36E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5E3B654A" w14:textId="77777777" w:rsidTr="00F13FDA">
      <w:tc>
        <w:tcPr>
          <w:tcW w:w="1021" w:type="dxa"/>
          <w:vAlign w:val="bottom"/>
        </w:tcPr>
        <w:p w14:paraId="65AD9606" w14:textId="640A03B7" w:rsidR="00060636" w:rsidRPr="00B8518B" w:rsidRDefault="0006063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4F614955" w14:textId="77777777" w:rsidR="00060636" w:rsidRDefault="00060636" w:rsidP="00F13FDA">
          <w:pPr>
            <w:pStyle w:val="Zpatvlevo"/>
          </w:pPr>
          <w:r w:rsidRPr="00B41CFD">
            <w:t>Smlouva o dílo</w:t>
          </w:r>
        </w:p>
        <w:p w14:paraId="624723F5" w14:textId="77777777" w:rsidR="00060636" w:rsidRPr="003462EB" w:rsidRDefault="00060636" w:rsidP="00F13FDA">
          <w:pPr>
            <w:pStyle w:val="Zpatvlevo"/>
          </w:pPr>
          <w:r w:rsidRPr="00B41CFD">
            <w:t>Zhotovení stavby</w:t>
          </w:r>
        </w:p>
      </w:tc>
    </w:tr>
  </w:tbl>
  <w:p w14:paraId="27A9A851" w14:textId="77777777" w:rsidR="00060636" w:rsidRPr="00F13FDA" w:rsidRDefault="0006063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1E5055ED" w14:textId="77777777" w:rsidTr="00F13FDA">
      <w:tc>
        <w:tcPr>
          <w:tcW w:w="1021" w:type="dxa"/>
          <w:vAlign w:val="bottom"/>
        </w:tcPr>
        <w:p w14:paraId="1986A52C" w14:textId="77777777"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D7B52A3" w14:textId="77777777" w:rsidR="00060636" w:rsidRPr="00DD4862" w:rsidRDefault="00060636" w:rsidP="00F13FDA">
          <w:pPr>
            <w:pStyle w:val="Zpatvlevo"/>
            <w:rPr>
              <w:b/>
            </w:rPr>
          </w:pPr>
          <w:r>
            <w:rPr>
              <w:b/>
            </w:rPr>
            <w:t>Příloha č. 4</w:t>
          </w:r>
        </w:p>
        <w:p w14:paraId="5F1E2642" w14:textId="77777777" w:rsidR="00060636" w:rsidRDefault="00060636" w:rsidP="00F13FDA">
          <w:pPr>
            <w:pStyle w:val="Zpatvlevo"/>
          </w:pPr>
          <w:r w:rsidRPr="00B41CFD">
            <w:t>Smlouva o dílo</w:t>
          </w:r>
        </w:p>
        <w:p w14:paraId="22AE9329" w14:textId="77777777" w:rsidR="00060636" w:rsidRPr="003462EB" w:rsidRDefault="00060636" w:rsidP="00F13FDA">
          <w:pPr>
            <w:pStyle w:val="Zpatvlevo"/>
          </w:pPr>
          <w:r w:rsidRPr="00B41CFD">
            <w:t>Zhotovení stavby</w:t>
          </w:r>
        </w:p>
      </w:tc>
    </w:tr>
  </w:tbl>
  <w:p w14:paraId="0AFD2A43" w14:textId="77777777" w:rsidR="00060636" w:rsidRPr="00F13FDA" w:rsidRDefault="0006063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4204E2EC" w14:textId="77777777" w:rsidTr="00A0271B">
      <w:tc>
        <w:tcPr>
          <w:tcW w:w="0" w:type="auto"/>
          <w:tcMar>
            <w:left w:w="0" w:type="dxa"/>
            <w:right w:w="0" w:type="dxa"/>
          </w:tcMar>
          <w:vAlign w:val="bottom"/>
        </w:tcPr>
        <w:p w14:paraId="2F47FD7D" w14:textId="77777777" w:rsidR="00060636" w:rsidRPr="00DD4862" w:rsidRDefault="00060636" w:rsidP="00A0271B">
          <w:pPr>
            <w:pStyle w:val="Zpatvpravo"/>
            <w:rPr>
              <w:b/>
            </w:rPr>
          </w:pPr>
          <w:r w:rsidRPr="00DD4862">
            <w:rPr>
              <w:b/>
            </w:rPr>
            <w:t xml:space="preserve">Příloha č. </w:t>
          </w:r>
          <w:r>
            <w:rPr>
              <w:b/>
            </w:rPr>
            <w:t>4</w:t>
          </w:r>
        </w:p>
        <w:p w14:paraId="77D47E52" w14:textId="77777777" w:rsidR="00060636" w:rsidRPr="003462EB" w:rsidRDefault="00060636" w:rsidP="00A0271B">
          <w:pPr>
            <w:pStyle w:val="Zpatvpravo"/>
          </w:pPr>
          <w:r>
            <w:t>Smlouva o dílo</w:t>
          </w:r>
        </w:p>
        <w:p w14:paraId="2DFF0ECB"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2CE75717" w14:textId="4CCDC844"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1</w:t>
          </w:r>
          <w:r>
            <w:rPr>
              <w:rStyle w:val="slostrnky"/>
            </w:rPr>
            <w:fldChar w:fldCharType="end"/>
          </w:r>
        </w:p>
      </w:tc>
    </w:tr>
  </w:tbl>
  <w:p w14:paraId="50826235" w14:textId="77777777" w:rsidR="00060636" w:rsidRPr="00B8518B" w:rsidRDefault="0006063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2C3211E4" w14:textId="77777777" w:rsidTr="00F13FDA">
      <w:tc>
        <w:tcPr>
          <w:tcW w:w="1021" w:type="dxa"/>
          <w:vAlign w:val="bottom"/>
        </w:tcPr>
        <w:p w14:paraId="1F1CF405" w14:textId="77777777"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4CA387D" w14:textId="77777777" w:rsidR="00060636" w:rsidRPr="00DD4862" w:rsidRDefault="00060636" w:rsidP="00F13FDA">
          <w:pPr>
            <w:pStyle w:val="Zpatvlevo"/>
            <w:rPr>
              <w:b/>
            </w:rPr>
          </w:pPr>
          <w:r>
            <w:rPr>
              <w:b/>
            </w:rPr>
            <w:t>Příloha č. 5</w:t>
          </w:r>
        </w:p>
        <w:p w14:paraId="4CE5D0A0" w14:textId="77777777" w:rsidR="00060636" w:rsidRDefault="00060636" w:rsidP="00F13FDA">
          <w:pPr>
            <w:pStyle w:val="Zpatvlevo"/>
          </w:pPr>
          <w:r w:rsidRPr="00B41CFD">
            <w:t>Smlouva o dílo</w:t>
          </w:r>
        </w:p>
        <w:p w14:paraId="27817353" w14:textId="77777777" w:rsidR="00060636" w:rsidRPr="003462EB" w:rsidRDefault="00060636" w:rsidP="00F13FDA">
          <w:pPr>
            <w:pStyle w:val="Zpatvlevo"/>
          </w:pPr>
          <w:r w:rsidRPr="00B41CFD">
            <w:t>Zhotovení stavby</w:t>
          </w:r>
        </w:p>
      </w:tc>
    </w:tr>
  </w:tbl>
  <w:p w14:paraId="17E53065" w14:textId="77777777" w:rsidR="00060636" w:rsidRPr="00F13FDA" w:rsidRDefault="0006063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1F060F65" w14:textId="77777777" w:rsidTr="00A0271B">
      <w:tc>
        <w:tcPr>
          <w:tcW w:w="0" w:type="auto"/>
          <w:tcMar>
            <w:left w:w="0" w:type="dxa"/>
            <w:right w:w="0" w:type="dxa"/>
          </w:tcMar>
          <w:vAlign w:val="bottom"/>
        </w:tcPr>
        <w:p w14:paraId="615BC2FE" w14:textId="77777777" w:rsidR="00060636" w:rsidRPr="00DD4862" w:rsidRDefault="00060636" w:rsidP="00A0271B">
          <w:pPr>
            <w:pStyle w:val="Zpatvpravo"/>
            <w:rPr>
              <w:b/>
            </w:rPr>
          </w:pPr>
          <w:r w:rsidRPr="00DD4862">
            <w:rPr>
              <w:b/>
            </w:rPr>
            <w:t xml:space="preserve">Příloha č. </w:t>
          </w:r>
          <w:r>
            <w:rPr>
              <w:b/>
            </w:rPr>
            <w:t>5</w:t>
          </w:r>
        </w:p>
        <w:p w14:paraId="1854787F" w14:textId="77777777" w:rsidR="00060636" w:rsidRPr="003462EB" w:rsidRDefault="00060636" w:rsidP="00A0271B">
          <w:pPr>
            <w:pStyle w:val="Zpatvpravo"/>
          </w:pPr>
          <w:r>
            <w:t>Smlouva o dílo</w:t>
          </w:r>
        </w:p>
        <w:p w14:paraId="7B9F5B07"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2B7412E8" w14:textId="4EF45EA7"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1</w:t>
          </w:r>
          <w:r>
            <w:rPr>
              <w:rStyle w:val="slostrnky"/>
            </w:rPr>
            <w:fldChar w:fldCharType="end"/>
          </w:r>
        </w:p>
      </w:tc>
    </w:tr>
  </w:tbl>
  <w:p w14:paraId="4689699C" w14:textId="77777777" w:rsidR="00060636" w:rsidRPr="00B8518B" w:rsidRDefault="0006063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687828D1" w14:textId="77777777" w:rsidTr="00F13FDA">
      <w:tc>
        <w:tcPr>
          <w:tcW w:w="1021" w:type="dxa"/>
          <w:vAlign w:val="bottom"/>
        </w:tcPr>
        <w:p w14:paraId="6BC59E93" w14:textId="32FF793A"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C602D">
            <w:rPr>
              <w:rStyle w:val="slostrnky"/>
              <w:noProof/>
            </w:rPr>
            <w:t>3</w:t>
          </w:r>
          <w:r>
            <w:rPr>
              <w:rStyle w:val="slostrnky"/>
            </w:rPr>
            <w:fldChar w:fldCharType="end"/>
          </w:r>
        </w:p>
      </w:tc>
      <w:tc>
        <w:tcPr>
          <w:tcW w:w="0" w:type="auto"/>
          <w:vAlign w:val="bottom"/>
        </w:tcPr>
        <w:p w14:paraId="1761704E" w14:textId="77777777" w:rsidR="00060636" w:rsidRPr="00DD4862" w:rsidRDefault="00060636" w:rsidP="00F13FDA">
          <w:pPr>
            <w:pStyle w:val="Zpatvlevo"/>
            <w:rPr>
              <w:b/>
            </w:rPr>
          </w:pPr>
          <w:r>
            <w:rPr>
              <w:b/>
            </w:rPr>
            <w:t>Příloha č. 6</w:t>
          </w:r>
        </w:p>
        <w:p w14:paraId="101E2067" w14:textId="77777777" w:rsidR="00060636" w:rsidRDefault="00060636" w:rsidP="00F13FDA">
          <w:pPr>
            <w:pStyle w:val="Zpatvlevo"/>
          </w:pPr>
          <w:r w:rsidRPr="00B41CFD">
            <w:t>Smlouva o dílo</w:t>
          </w:r>
        </w:p>
        <w:p w14:paraId="6ECDCE81" w14:textId="77777777" w:rsidR="00060636" w:rsidRPr="003462EB" w:rsidRDefault="00060636" w:rsidP="00F13FDA">
          <w:pPr>
            <w:pStyle w:val="Zpatvlevo"/>
          </w:pPr>
          <w:r w:rsidRPr="00B41CFD">
            <w:t>Zhotovení stavby</w:t>
          </w:r>
        </w:p>
      </w:tc>
    </w:tr>
  </w:tbl>
  <w:p w14:paraId="64C2C0CD" w14:textId="77777777" w:rsidR="00060636" w:rsidRPr="00F13FDA" w:rsidRDefault="0006063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71D48856" w14:textId="77777777" w:rsidTr="00A0271B">
      <w:tc>
        <w:tcPr>
          <w:tcW w:w="0" w:type="auto"/>
          <w:tcMar>
            <w:left w:w="0" w:type="dxa"/>
            <w:right w:w="0" w:type="dxa"/>
          </w:tcMar>
          <w:vAlign w:val="bottom"/>
        </w:tcPr>
        <w:p w14:paraId="18835EBE" w14:textId="77777777" w:rsidR="00060636" w:rsidRPr="00DD4862" w:rsidRDefault="00060636" w:rsidP="00A0271B">
          <w:pPr>
            <w:pStyle w:val="Zpatvpravo"/>
            <w:rPr>
              <w:b/>
            </w:rPr>
          </w:pPr>
          <w:r w:rsidRPr="00DD4862">
            <w:rPr>
              <w:b/>
            </w:rPr>
            <w:t xml:space="preserve">Příloha č. </w:t>
          </w:r>
          <w:r>
            <w:rPr>
              <w:b/>
            </w:rPr>
            <w:t>6</w:t>
          </w:r>
        </w:p>
        <w:p w14:paraId="02D661B7" w14:textId="77777777" w:rsidR="00060636" w:rsidRPr="003462EB" w:rsidRDefault="00060636" w:rsidP="00A0271B">
          <w:pPr>
            <w:pStyle w:val="Zpatvpravo"/>
          </w:pPr>
          <w:r>
            <w:t>Smlouva o dílo</w:t>
          </w:r>
        </w:p>
        <w:p w14:paraId="756F4FEA"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4A59CB2E" w14:textId="00A5C891"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3</w:t>
          </w:r>
          <w:r>
            <w:rPr>
              <w:rStyle w:val="slostrnky"/>
            </w:rPr>
            <w:fldChar w:fldCharType="end"/>
          </w:r>
        </w:p>
      </w:tc>
    </w:tr>
  </w:tbl>
  <w:p w14:paraId="017F4947" w14:textId="77777777" w:rsidR="00060636" w:rsidRPr="00B8518B" w:rsidRDefault="0006063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4AAA8EBD" w14:textId="77777777" w:rsidTr="00F13FDA">
      <w:tc>
        <w:tcPr>
          <w:tcW w:w="1021" w:type="dxa"/>
          <w:vAlign w:val="bottom"/>
        </w:tcPr>
        <w:p w14:paraId="2FF53B9F" w14:textId="77777777"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DFD1E2C" w14:textId="77777777" w:rsidR="00060636" w:rsidRPr="00DD4862" w:rsidRDefault="00060636" w:rsidP="00F13FDA">
          <w:pPr>
            <w:pStyle w:val="Zpatvlevo"/>
            <w:rPr>
              <w:b/>
            </w:rPr>
          </w:pPr>
          <w:r>
            <w:rPr>
              <w:b/>
            </w:rPr>
            <w:t>Příloha č. 7</w:t>
          </w:r>
        </w:p>
        <w:p w14:paraId="227B6EE7" w14:textId="77777777" w:rsidR="00060636" w:rsidRDefault="00060636" w:rsidP="00F13FDA">
          <w:pPr>
            <w:pStyle w:val="Zpatvlevo"/>
          </w:pPr>
          <w:r w:rsidRPr="00B41CFD">
            <w:t>Smlouva o dílo</w:t>
          </w:r>
        </w:p>
        <w:p w14:paraId="745A6390" w14:textId="77777777" w:rsidR="00060636" w:rsidRPr="003462EB" w:rsidRDefault="00060636" w:rsidP="00F13FDA">
          <w:pPr>
            <w:pStyle w:val="Zpatvlevo"/>
          </w:pPr>
          <w:r w:rsidRPr="00B41CFD">
            <w:t>Zhotovení stavby</w:t>
          </w:r>
        </w:p>
      </w:tc>
    </w:tr>
  </w:tbl>
  <w:p w14:paraId="0C32B338" w14:textId="77777777" w:rsidR="00060636" w:rsidRPr="00F13FDA" w:rsidRDefault="0006063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12C6E73D" w14:textId="77777777" w:rsidTr="00A0271B">
      <w:tc>
        <w:tcPr>
          <w:tcW w:w="0" w:type="auto"/>
          <w:tcMar>
            <w:left w:w="0" w:type="dxa"/>
            <w:right w:w="0" w:type="dxa"/>
          </w:tcMar>
          <w:vAlign w:val="bottom"/>
        </w:tcPr>
        <w:p w14:paraId="20AB61AE" w14:textId="77777777" w:rsidR="00060636" w:rsidRPr="00DD4862" w:rsidRDefault="00060636" w:rsidP="00A0271B">
          <w:pPr>
            <w:pStyle w:val="Zpatvpravo"/>
            <w:rPr>
              <w:b/>
            </w:rPr>
          </w:pPr>
          <w:r w:rsidRPr="00DD4862">
            <w:rPr>
              <w:b/>
            </w:rPr>
            <w:t xml:space="preserve">Příloha č. </w:t>
          </w:r>
          <w:r>
            <w:rPr>
              <w:b/>
            </w:rPr>
            <w:t>7</w:t>
          </w:r>
        </w:p>
        <w:p w14:paraId="69CF1EBC" w14:textId="77777777" w:rsidR="00060636" w:rsidRPr="003462EB" w:rsidRDefault="00060636" w:rsidP="00A0271B">
          <w:pPr>
            <w:pStyle w:val="Zpatvpravo"/>
          </w:pPr>
          <w:r>
            <w:t>Smlouva o dílo</w:t>
          </w:r>
        </w:p>
        <w:p w14:paraId="49DAF9EC"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70B2B497" w14:textId="609CF5E8"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1</w:t>
          </w:r>
          <w:r>
            <w:rPr>
              <w:rStyle w:val="slostrnky"/>
            </w:rPr>
            <w:fldChar w:fldCharType="end"/>
          </w:r>
        </w:p>
      </w:tc>
    </w:tr>
  </w:tbl>
  <w:p w14:paraId="73A1D5AA" w14:textId="77777777" w:rsidR="00060636" w:rsidRPr="00B8518B" w:rsidRDefault="0006063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36D6B596" w14:textId="77777777" w:rsidTr="00F13FDA">
      <w:tc>
        <w:tcPr>
          <w:tcW w:w="1021" w:type="dxa"/>
          <w:vAlign w:val="bottom"/>
        </w:tcPr>
        <w:p w14:paraId="1E297A80" w14:textId="77777777"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84D3C25" w14:textId="77777777" w:rsidR="00060636" w:rsidRPr="00DD4862" w:rsidRDefault="00060636" w:rsidP="00F13FDA">
          <w:pPr>
            <w:pStyle w:val="Zpatvlevo"/>
            <w:rPr>
              <w:b/>
            </w:rPr>
          </w:pPr>
          <w:r>
            <w:rPr>
              <w:b/>
            </w:rPr>
            <w:t>Příloha č. 8</w:t>
          </w:r>
        </w:p>
        <w:p w14:paraId="06092166" w14:textId="77777777" w:rsidR="00060636" w:rsidRDefault="00060636" w:rsidP="00F13FDA">
          <w:pPr>
            <w:pStyle w:val="Zpatvlevo"/>
          </w:pPr>
          <w:r w:rsidRPr="00B41CFD">
            <w:t>Smlouva o dílo</w:t>
          </w:r>
        </w:p>
        <w:p w14:paraId="2753043F" w14:textId="77777777" w:rsidR="00060636" w:rsidRPr="003462EB" w:rsidRDefault="00060636" w:rsidP="00F13FDA">
          <w:pPr>
            <w:pStyle w:val="Zpatvlevo"/>
          </w:pPr>
          <w:r w:rsidRPr="00B41CFD">
            <w:t>Zhotovení stavby</w:t>
          </w:r>
        </w:p>
      </w:tc>
    </w:tr>
  </w:tbl>
  <w:p w14:paraId="66010705" w14:textId="77777777" w:rsidR="00060636" w:rsidRPr="00F13FDA" w:rsidRDefault="0006063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7FF0D00B" w14:textId="77777777" w:rsidTr="00A0271B">
      <w:tc>
        <w:tcPr>
          <w:tcW w:w="0" w:type="auto"/>
          <w:tcMar>
            <w:left w:w="0" w:type="dxa"/>
            <w:right w:w="0" w:type="dxa"/>
          </w:tcMar>
          <w:vAlign w:val="bottom"/>
        </w:tcPr>
        <w:p w14:paraId="06500C80" w14:textId="77777777" w:rsidR="00060636" w:rsidRPr="00DD4862" w:rsidRDefault="00060636" w:rsidP="00A0271B">
          <w:pPr>
            <w:pStyle w:val="Zpatvpravo"/>
            <w:rPr>
              <w:b/>
            </w:rPr>
          </w:pPr>
          <w:r w:rsidRPr="00DD4862">
            <w:rPr>
              <w:b/>
            </w:rPr>
            <w:t xml:space="preserve">Příloha č. </w:t>
          </w:r>
          <w:r>
            <w:rPr>
              <w:b/>
            </w:rPr>
            <w:t>8</w:t>
          </w:r>
        </w:p>
        <w:p w14:paraId="47FC3788" w14:textId="77777777" w:rsidR="00060636" w:rsidRPr="003462EB" w:rsidRDefault="00060636" w:rsidP="00A0271B">
          <w:pPr>
            <w:pStyle w:val="Zpatvpravo"/>
          </w:pPr>
          <w:r>
            <w:t>Smlouva o dílo</w:t>
          </w:r>
        </w:p>
        <w:p w14:paraId="31EB3C9E"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28813591" w14:textId="53FCA3BB"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1</w:t>
          </w:r>
          <w:r>
            <w:rPr>
              <w:rStyle w:val="slostrnky"/>
            </w:rPr>
            <w:fldChar w:fldCharType="end"/>
          </w:r>
        </w:p>
      </w:tc>
    </w:tr>
  </w:tbl>
  <w:p w14:paraId="546A2411" w14:textId="77777777" w:rsidR="00060636" w:rsidRPr="00B8518B" w:rsidRDefault="000606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700F890A" w14:textId="77777777" w:rsidTr="00F13FDA">
      <w:tc>
        <w:tcPr>
          <w:tcW w:w="0" w:type="auto"/>
          <w:tcMar>
            <w:left w:w="0" w:type="dxa"/>
            <w:right w:w="0" w:type="dxa"/>
          </w:tcMar>
          <w:vAlign w:val="bottom"/>
        </w:tcPr>
        <w:p w14:paraId="64A58281" w14:textId="77777777" w:rsidR="00060636" w:rsidRPr="003462EB" w:rsidRDefault="00060636" w:rsidP="00F13FDA">
          <w:pPr>
            <w:pStyle w:val="Zpatvpravo"/>
          </w:pPr>
          <w:r>
            <w:t>Smlouva o dílo</w:t>
          </w:r>
        </w:p>
        <w:p w14:paraId="3C8C7E0F" w14:textId="77777777" w:rsidR="00060636" w:rsidRPr="003462EB" w:rsidRDefault="00060636" w:rsidP="00F13FDA">
          <w:pPr>
            <w:pStyle w:val="Zpatvpravo"/>
            <w:rPr>
              <w:rStyle w:val="slostrnky"/>
              <w:b w:val="0"/>
              <w:color w:val="auto"/>
              <w:sz w:val="12"/>
            </w:rPr>
          </w:pPr>
          <w:r>
            <w:t xml:space="preserve">Zhotovení stavby </w:t>
          </w:r>
        </w:p>
      </w:tc>
      <w:tc>
        <w:tcPr>
          <w:tcW w:w="1021" w:type="dxa"/>
          <w:vAlign w:val="bottom"/>
        </w:tcPr>
        <w:p w14:paraId="74CCCE34" w14:textId="2AE0FC39" w:rsidR="00060636" w:rsidRPr="009E09BE" w:rsidRDefault="0006063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9</w:t>
          </w:r>
          <w:r w:rsidRPr="00B8518B">
            <w:rPr>
              <w:rStyle w:val="slostrnky"/>
            </w:rPr>
            <w:fldChar w:fldCharType="end"/>
          </w:r>
          <w:r w:rsidRPr="00B8518B">
            <w:rPr>
              <w:rStyle w:val="slostrnky"/>
            </w:rPr>
            <w:t>/</w:t>
          </w:r>
          <w:r>
            <w:rPr>
              <w:rStyle w:val="slostrnky"/>
            </w:rPr>
            <w:t>8</w:t>
          </w:r>
        </w:p>
      </w:tc>
    </w:tr>
  </w:tbl>
  <w:p w14:paraId="1F09310E" w14:textId="77777777" w:rsidR="00060636" w:rsidRPr="00B8518B" w:rsidRDefault="0006063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6A8B546B" w14:textId="77777777" w:rsidTr="00F13FDA">
      <w:tc>
        <w:tcPr>
          <w:tcW w:w="1021" w:type="dxa"/>
          <w:vAlign w:val="bottom"/>
        </w:tcPr>
        <w:p w14:paraId="2DF9CC3E" w14:textId="54CA193A"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C602D">
            <w:rPr>
              <w:rStyle w:val="slostrnky"/>
              <w:noProof/>
            </w:rPr>
            <w:t>4</w:t>
          </w:r>
          <w:r>
            <w:rPr>
              <w:rStyle w:val="slostrnky"/>
            </w:rPr>
            <w:fldChar w:fldCharType="end"/>
          </w:r>
        </w:p>
      </w:tc>
      <w:tc>
        <w:tcPr>
          <w:tcW w:w="0" w:type="auto"/>
          <w:vAlign w:val="bottom"/>
        </w:tcPr>
        <w:p w14:paraId="631D2E3A" w14:textId="77777777" w:rsidR="00060636" w:rsidRPr="00DD4862" w:rsidRDefault="00060636" w:rsidP="00F13FDA">
          <w:pPr>
            <w:pStyle w:val="Zpatvlevo"/>
            <w:rPr>
              <w:b/>
            </w:rPr>
          </w:pPr>
          <w:r>
            <w:rPr>
              <w:b/>
            </w:rPr>
            <w:t>Příloha č. 9</w:t>
          </w:r>
        </w:p>
        <w:p w14:paraId="718360C0" w14:textId="77777777" w:rsidR="00060636" w:rsidRDefault="00060636" w:rsidP="00F13FDA">
          <w:pPr>
            <w:pStyle w:val="Zpatvlevo"/>
          </w:pPr>
          <w:r w:rsidRPr="00B41CFD">
            <w:t>Smlouva o dílo</w:t>
          </w:r>
        </w:p>
        <w:p w14:paraId="5823A55A" w14:textId="77777777" w:rsidR="00060636" w:rsidRPr="003462EB" w:rsidRDefault="00060636" w:rsidP="00F13FDA">
          <w:pPr>
            <w:pStyle w:val="Zpatvlevo"/>
          </w:pPr>
          <w:r w:rsidRPr="00B41CFD">
            <w:t>Zhotovení stavby</w:t>
          </w:r>
        </w:p>
      </w:tc>
    </w:tr>
  </w:tbl>
  <w:p w14:paraId="7E328E32" w14:textId="77777777" w:rsidR="00060636" w:rsidRPr="00F13FDA" w:rsidRDefault="0006063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4065A8FD" w14:textId="77777777" w:rsidTr="00A0271B">
      <w:tc>
        <w:tcPr>
          <w:tcW w:w="0" w:type="auto"/>
          <w:tcMar>
            <w:left w:w="0" w:type="dxa"/>
            <w:right w:w="0" w:type="dxa"/>
          </w:tcMar>
          <w:vAlign w:val="bottom"/>
        </w:tcPr>
        <w:p w14:paraId="53F98C3A" w14:textId="77777777" w:rsidR="00060636" w:rsidRPr="00DD4862" w:rsidRDefault="00060636" w:rsidP="00A0271B">
          <w:pPr>
            <w:pStyle w:val="Zpatvpravo"/>
            <w:rPr>
              <w:b/>
            </w:rPr>
          </w:pPr>
          <w:r w:rsidRPr="00DD4862">
            <w:rPr>
              <w:b/>
            </w:rPr>
            <w:t xml:space="preserve">Příloha č. </w:t>
          </w:r>
          <w:r>
            <w:rPr>
              <w:b/>
            </w:rPr>
            <w:t>9</w:t>
          </w:r>
        </w:p>
        <w:p w14:paraId="278567F6" w14:textId="77777777" w:rsidR="00060636" w:rsidRPr="003462EB" w:rsidRDefault="00060636" w:rsidP="00A0271B">
          <w:pPr>
            <w:pStyle w:val="Zpatvpravo"/>
          </w:pPr>
          <w:r>
            <w:t>Smlouva o dílo</w:t>
          </w:r>
        </w:p>
        <w:p w14:paraId="43F20882"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373D2949" w14:textId="111415C4"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1</w:t>
          </w:r>
          <w:r>
            <w:rPr>
              <w:rStyle w:val="slostrnky"/>
            </w:rPr>
            <w:fldChar w:fldCharType="end"/>
          </w:r>
        </w:p>
      </w:tc>
    </w:tr>
  </w:tbl>
  <w:p w14:paraId="1710D917" w14:textId="77777777" w:rsidR="00060636" w:rsidRPr="00B8518B" w:rsidRDefault="0006063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6A42F318" w14:textId="77777777" w:rsidTr="00A0271B">
      <w:tc>
        <w:tcPr>
          <w:tcW w:w="0" w:type="auto"/>
          <w:tcMar>
            <w:left w:w="0" w:type="dxa"/>
            <w:right w:w="0" w:type="dxa"/>
          </w:tcMar>
          <w:vAlign w:val="bottom"/>
        </w:tcPr>
        <w:p w14:paraId="2ADD8600" w14:textId="77777777" w:rsidR="00060636" w:rsidRPr="00DD4862" w:rsidRDefault="00060636" w:rsidP="00A0271B">
          <w:pPr>
            <w:pStyle w:val="Zpatvpravo"/>
            <w:rPr>
              <w:b/>
            </w:rPr>
          </w:pPr>
          <w:r w:rsidRPr="00DD4862">
            <w:rPr>
              <w:b/>
            </w:rPr>
            <w:t xml:space="preserve">Příloha č. </w:t>
          </w:r>
          <w:r>
            <w:rPr>
              <w:b/>
            </w:rPr>
            <w:t>10</w:t>
          </w:r>
        </w:p>
        <w:p w14:paraId="0F6A84FF" w14:textId="77777777" w:rsidR="00060636" w:rsidRPr="003462EB" w:rsidRDefault="00060636" w:rsidP="00A0271B">
          <w:pPr>
            <w:pStyle w:val="Zpatvpravo"/>
          </w:pPr>
          <w:r>
            <w:t>Smlouva o dílo</w:t>
          </w:r>
        </w:p>
        <w:p w14:paraId="047CD9B2"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44B837D6" w14:textId="1DC1F0BE"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4</w:t>
          </w:r>
          <w:r>
            <w:rPr>
              <w:rStyle w:val="slostrnky"/>
            </w:rPr>
            <w:fldChar w:fldCharType="end"/>
          </w:r>
        </w:p>
      </w:tc>
    </w:tr>
  </w:tbl>
  <w:p w14:paraId="2574BE35" w14:textId="77777777" w:rsidR="00060636" w:rsidRPr="00B8518B" w:rsidRDefault="0006063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10DF4" w14:textId="77777777" w:rsidR="00060636" w:rsidRPr="00B3350F" w:rsidRDefault="00060636" w:rsidP="00F17CC2">
    <w:pPr>
      <w:spacing w:after="0" w:line="240" w:lineRule="auto"/>
      <w:rPr>
        <w:sz w:val="4"/>
        <w:szCs w:val="4"/>
      </w:rPr>
    </w:pPr>
    <w:r w:rsidRPr="004C7962">
      <w:rPr>
        <w:noProof/>
        <w:lang w:eastAsia="cs-CZ"/>
      </w:rPr>
      <w:drawing>
        <wp:inline distT="0" distB="0" distL="0" distR="0" wp14:anchorId="39A6F697" wp14:editId="554EE0C9">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F3CBEEA" w14:textId="77777777" w:rsidR="00060636" w:rsidRPr="00F17CC2" w:rsidRDefault="00060636"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320B3DA6" w14:textId="77777777" w:rsidTr="00F13FDA">
      <w:tc>
        <w:tcPr>
          <w:tcW w:w="1021" w:type="dxa"/>
          <w:vAlign w:val="bottom"/>
        </w:tcPr>
        <w:p w14:paraId="661955A9" w14:textId="77777777"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4F823F6" w14:textId="77777777" w:rsidR="00060636" w:rsidRPr="00DD4862" w:rsidRDefault="00060636" w:rsidP="00F13FDA">
          <w:pPr>
            <w:pStyle w:val="Zpatvlevo"/>
            <w:rPr>
              <w:b/>
            </w:rPr>
          </w:pPr>
          <w:r w:rsidRPr="00DD4862">
            <w:rPr>
              <w:b/>
            </w:rPr>
            <w:t>Příloha č. 1</w:t>
          </w:r>
        </w:p>
        <w:p w14:paraId="6E887FF6" w14:textId="77777777" w:rsidR="00060636" w:rsidRDefault="00060636" w:rsidP="00F13FDA">
          <w:pPr>
            <w:pStyle w:val="Zpatvlevo"/>
          </w:pPr>
          <w:r w:rsidRPr="00B41CFD">
            <w:t>Smlouva o dílo</w:t>
          </w:r>
        </w:p>
        <w:p w14:paraId="05A1FA48" w14:textId="77777777" w:rsidR="00060636" w:rsidRPr="003462EB" w:rsidRDefault="00060636" w:rsidP="00F13FDA">
          <w:pPr>
            <w:pStyle w:val="Zpatvlevo"/>
          </w:pPr>
          <w:r w:rsidRPr="00B41CFD">
            <w:t>Zhotovení stavby</w:t>
          </w:r>
        </w:p>
      </w:tc>
    </w:tr>
  </w:tbl>
  <w:p w14:paraId="7448EA8F" w14:textId="77777777" w:rsidR="00060636" w:rsidRPr="00F13FDA" w:rsidRDefault="0006063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292D" w14:textId="77777777" w:rsidR="00060636" w:rsidRDefault="0006063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30F95CBC" w14:textId="77777777" w:rsidTr="00A0271B">
      <w:tc>
        <w:tcPr>
          <w:tcW w:w="0" w:type="auto"/>
          <w:tcMar>
            <w:left w:w="0" w:type="dxa"/>
            <w:right w:w="0" w:type="dxa"/>
          </w:tcMar>
          <w:vAlign w:val="bottom"/>
        </w:tcPr>
        <w:p w14:paraId="47137744" w14:textId="77777777" w:rsidR="00060636" w:rsidRPr="00DD4862" w:rsidRDefault="00060636" w:rsidP="00A0271B">
          <w:pPr>
            <w:pStyle w:val="Zpatvpravo"/>
            <w:rPr>
              <w:b/>
            </w:rPr>
          </w:pPr>
          <w:r w:rsidRPr="00DD4862">
            <w:rPr>
              <w:b/>
            </w:rPr>
            <w:t>Příloha č. 1</w:t>
          </w:r>
        </w:p>
        <w:p w14:paraId="50D35653" w14:textId="77777777" w:rsidR="00060636" w:rsidRPr="003462EB" w:rsidRDefault="00060636" w:rsidP="00A0271B">
          <w:pPr>
            <w:pStyle w:val="Zpatvpravo"/>
          </w:pPr>
          <w:r>
            <w:t>Smlouva o dílo</w:t>
          </w:r>
        </w:p>
        <w:p w14:paraId="56A39A33" w14:textId="77777777" w:rsidR="00060636" w:rsidRPr="003462EB" w:rsidRDefault="00060636" w:rsidP="00DD4862">
          <w:pPr>
            <w:pStyle w:val="Zpatvpravo"/>
            <w:rPr>
              <w:rStyle w:val="slostrnky"/>
              <w:b w:val="0"/>
              <w:color w:val="auto"/>
              <w:sz w:val="12"/>
            </w:rPr>
          </w:pPr>
          <w:r w:rsidRPr="003462EB">
            <w:t xml:space="preserve">Zhotovení stavby </w:t>
          </w:r>
        </w:p>
      </w:tc>
      <w:tc>
        <w:tcPr>
          <w:tcW w:w="1021" w:type="dxa"/>
          <w:vAlign w:val="bottom"/>
        </w:tcPr>
        <w:p w14:paraId="5D5F6D85" w14:textId="66BBEF93" w:rsidR="00060636" w:rsidRPr="009E09BE" w:rsidRDefault="0006063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1</w:t>
          </w:r>
          <w:r>
            <w:rPr>
              <w:rStyle w:val="slostrnky"/>
            </w:rPr>
            <w:fldChar w:fldCharType="end"/>
          </w:r>
        </w:p>
      </w:tc>
    </w:tr>
  </w:tbl>
  <w:p w14:paraId="696774D5" w14:textId="77777777" w:rsidR="00060636" w:rsidRPr="00B8518B" w:rsidRDefault="0006063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58A26529" w14:textId="77777777" w:rsidTr="00F13FDA">
      <w:tc>
        <w:tcPr>
          <w:tcW w:w="1021" w:type="dxa"/>
          <w:vAlign w:val="bottom"/>
        </w:tcPr>
        <w:p w14:paraId="5932DB8E" w14:textId="77777777"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1DBC0B" w14:textId="77777777" w:rsidR="00060636" w:rsidRPr="00DD4862" w:rsidRDefault="00060636" w:rsidP="00F13FDA">
          <w:pPr>
            <w:pStyle w:val="Zpatvlevo"/>
            <w:rPr>
              <w:b/>
            </w:rPr>
          </w:pPr>
          <w:r>
            <w:rPr>
              <w:b/>
            </w:rPr>
            <w:t>Příloha č. 2</w:t>
          </w:r>
        </w:p>
        <w:p w14:paraId="02C3A33A" w14:textId="77777777" w:rsidR="00060636" w:rsidRDefault="00060636" w:rsidP="00F13FDA">
          <w:pPr>
            <w:pStyle w:val="Zpatvlevo"/>
          </w:pPr>
          <w:r w:rsidRPr="00B41CFD">
            <w:t>Smlouva o dílo</w:t>
          </w:r>
        </w:p>
        <w:p w14:paraId="2659A883" w14:textId="77777777" w:rsidR="00060636" w:rsidRPr="003462EB" w:rsidRDefault="00060636" w:rsidP="00F13FDA">
          <w:pPr>
            <w:pStyle w:val="Zpatvlevo"/>
          </w:pPr>
          <w:r w:rsidRPr="00B41CFD">
            <w:t>Zhotovení stavby</w:t>
          </w:r>
        </w:p>
      </w:tc>
    </w:tr>
  </w:tbl>
  <w:p w14:paraId="690FAFE2" w14:textId="77777777" w:rsidR="00060636" w:rsidRPr="00F13FDA" w:rsidRDefault="0006063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3FF971EA" w14:textId="77777777" w:rsidTr="00A0271B">
      <w:tc>
        <w:tcPr>
          <w:tcW w:w="0" w:type="auto"/>
          <w:tcMar>
            <w:left w:w="0" w:type="dxa"/>
            <w:right w:w="0" w:type="dxa"/>
          </w:tcMar>
          <w:vAlign w:val="bottom"/>
        </w:tcPr>
        <w:p w14:paraId="0DB42745" w14:textId="77777777" w:rsidR="00060636" w:rsidRPr="00DD4862" w:rsidRDefault="00060636" w:rsidP="00A0271B">
          <w:pPr>
            <w:pStyle w:val="Zpatvpravo"/>
            <w:rPr>
              <w:b/>
            </w:rPr>
          </w:pPr>
          <w:r w:rsidRPr="00DD4862">
            <w:rPr>
              <w:b/>
            </w:rPr>
            <w:t>Příloha č. 2</w:t>
          </w:r>
        </w:p>
        <w:p w14:paraId="53532AAD" w14:textId="77777777" w:rsidR="00060636" w:rsidRPr="003462EB" w:rsidRDefault="00060636" w:rsidP="00A0271B">
          <w:pPr>
            <w:pStyle w:val="Zpatvpravo"/>
          </w:pPr>
          <w:r>
            <w:t>Smlouva o dílo</w:t>
          </w:r>
        </w:p>
        <w:p w14:paraId="389919EC"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64843BDD" w14:textId="69D93B57"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1</w:t>
          </w:r>
          <w:r>
            <w:rPr>
              <w:rStyle w:val="slostrnky"/>
            </w:rPr>
            <w:fldChar w:fldCharType="end"/>
          </w:r>
        </w:p>
      </w:tc>
    </w:tr>
  </w:tbl>
  <w:p w14:paraId="5F93F5AC" w14:textId="77777777" w:rsidR="00060636" w:rsidRPr="00B8518B" w:rsidRDefault="0006063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60636" w:rsidRPr="003462EB" w14:paraId="1223B3D7" w14:textId="77777777" w:rsidTr="00F13FDA">
      <w:tc>
        <w:tcPr>
          <w:tcW w:w="1021" w:type="dxa"/>
          <w:vAlign w:val="bottom"/>
        </w:tcPr>
        <w:p w14:paraId="30419029" w14:textId="77777777" w:rsidR="00060636" w:rsidRPr="00B8518B" w:rsidRDefault="000606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E44309C" w14:textId="77777777" w:rsidR="00060636" w:rsidRPr="00DD4862" w:rsidRDefault="00060636" w:rsidP="00F13FDA">
          <w:pPr>
            <w:pStyle w:val="Zpatvlevo"/>
            <w:rPr>
              <w:b/>
            </w:rPr>
          </w:pPr>
          <w:r>
            <w:rPr>
              <w:b/>
            </w:rPr>
            <w:t>Příloha č. 3</w:t>
          </w:r>
        </w:p>
        <w:p w14:paraId="7909C7F4" w14:textId="77777777" w:rsidR="00060636" w:rsidRDefault="00060636" w:rsidP="00F13FDA">
          <w:pPr>
            <w:pStyle w:val="Zpatvlevo"/>
          </w:pPr>
          <w:r w:rsidRPr="00B41CFD">
            <w:t>Smlouva o dílo</w:t>
          </w:r>
        </w:p>
        <w:p w14:paraId="0748E271" w14:textId="77777777" w:rsidR="00060636" w:rsidRPr="003462EB" w:rsidRDefault="00060636" w:rsidP="00F13FDA">
          <w:pPr>
            <w:pStyle w:val="Zpatvlevo"/>
          </w:pPr>
          <w:r w:rsidRPr="00B41CFD">
            <w:t>Zhotovení stavby</w:t>
          </w:r>
        </w:p>
      </w:tc>
    </w:tr>
  </w:tbl>
  <w:p w14:paraId="7EB6E7B7" w14:textId="77777777" w:rsidR="00060636" w:rsidRPr="00F13FDA" w:rsidRDefault="0006063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60636" w:rsidRPr="009E09BE" w14:paraId="4412C9EB" w14:textId="77777777" w:rsidTr="00A0271B">
      <w:tc>
        <w:tcPr>
          <w:tcW w:w="0" w:type="auto"/>
          <w:tcMar>
            <w:left w:w="0" w:type="dxa"/>
            <w:right w:w="0" w:type="dxa"/>
          </w:tcMar>
          <w:vAlign w:val="bottom"/>
        </w:tcPr>
        <w:p w14:paraId="54DA0ACA" w14:textId="77777777" w:rsidR="00060636" w:rsidRPr="00DD4862" w:rsidRDefault="00060636" w:rsidP="00A0271B">
          <w:pPr>
            <w:pStyle w:val="Zpatvpravo"/>
            <w:rPr>
              <w:b/>
            </w:rPr>
          </w:pPr>
          <w:r w:rsidRPr="00DD4862">
            <w:rPr>
              <w:b/>
            </w:rPr>
            <w:t xml:space="preserve">Příloha č. </w:t>
          </w:r>
          <w:r>
            <w:rPr>
              <w:b/>
            </w:rPr>
            <w:t>3</w:t>
          </w:r>
        </w:p>
        <w:p w14:paraId="4BDCD2FB" w14:textId="77777777" w:rsidR="00060636" w:rsidRPr="003462EB" w:rsidRDefault="00060636" w:rsidP="00A0271B">
          <w:pPr>
            <w:pStyle w:val="Zpatvpravo"/>
          </w:pPr>
          <w:r>
            <w:t>Smlouva o dílo</w:t>
          </w:r>
        </w:p>
        <w:p w14:paraId="7196BABA" w14:textId="77777777" w:rsidR="00060636" w:rsidRPr="003462EB" w:rsidRDefault="00060636" w:rsidP="00A0271B">
          <w:pPr>
            <w:pStyle w:val="Zpatvpravo"/>
            <w:rPr>
              <w:rStyle w:val="slostrnky"/>
              <w:b w:val="0"/>
              <w:color w:val="auto"/>
              <w:sz w:val="12"/>
            </w:rPr>
          </w:pPr>
          <w:r w:rsidRPr="003462EB">
            <w:t xml:space="preserve">Zhotovení stavby </w:t>
          </w:r>
        </w:p>
      </w:tc>
      <w:tc>
        <w:tcPr>
          <w:tcW w:w="1021" w:type="dxa"/>
          <w:vAlign w:val="bottom"/>
        </w:tcPr>
        <w:p w14:paraId="3E865FB7" w14:textId="4F552E8E" w:rsidR="00060636" w:rsidRPr="009E09BE" w:rsidRDefault="000606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0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02D">
            <w:rPr>
              <w:rStyle w:val="slostrnky"/>
              <w:noProof/>
            </w:rPr>
            <w:t>1</w:t>
          </w:r>
          <w:r>
            <w:rPr>
              <w:rStyle w:val="slostrnky"/>
            </w:rPr>
            <w:fldChar w:fldCharType="end"/>
          </w:r>
        </w:p>
      </w:tc>
    </w:tr>
  </w:tbl>
  <w:p w14:paraId="1FD91F6E" w14:textId="77777777" w:rsidR="00060636" w:rsidRPr="00B8518B" w:rsidRDefault="0006063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BA40C" w14:textId="77777777" w:rsidR="00C36EF8" w:rsidRDefault="00C36EF8" w:rsidP="00962258">
      <w:pPr>
        <w:spacing w:after="0" w:line="240" w:lineRule="auto"/>
      </w:pPr>
      <w:r>
        <w:separator/>
      </w:r>
    </w:p>
  </w:footnote>
  <w:footnote w:type="continuationSeparator" w:id="0">
    <w:p w14:paraId="47565AAD" w14:textId="77777777" w:rsidR="00C36EF8" w:rsidRDefault="00C36E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60636" w14:paraId="641DAF30" w14:textId="77777777" w:rsidTr="00B22106">
      <w:trPr>
        <w:trHeight w:hRule="exact" w:val="936"/>
      </w:trPr>
      <w:tc>
        <w:tcPr>
          <w:tcW w:w="1361" w:type="dxa"/>
          <w:tcMar>
            <w:left w:w="0" w:type="dxa"/>
            <w:right w:w="0" w:type="dxa"/>
          </w:tcMar>
        </w:tcPr>
        <w:p w14:paraId="5CFD43A2" w14:textId="77777777" w:rsidR="00060636" w:rsidRPr="00B8518B" w:rsidRDefault="00060636" w:rsidP="00FC6389">
          <w:pPr>
            <w:pStyle w:val="Zpat"/>
            <w:rPr>
              <w:rStyle w:val="slostrnky"/>
            </w:rPr>
          </w:pPr>
        </w:p>
      </w:tc>
      <w:tc>
        <w:tcPr>
          <w:tcW w:w="3458" w:type="dxa"/>
          <w:shd w:val="clear" w:color="auto" w:fill="auto"/>
          <w:tcMar>
            <w:left w:w="0" w:type="dxa"/>
            <w:right w:w="0" w:type="dxa"/>
          </w:tcMar>
        </w:tcPr>
        <w:p w14:paraId="7B187823" w14:textId="77777777" w:rsidR="00060636" w:rsidRDefault="00060636" w:rsidP="00FC6389">
          <w:pPr>
            <w:pStyle w:val="Zpat"/>
          </w:pPr>
          <w:r>
            <w:rPr>
              <w:noProof/>
              <w:lang w:eastAsia="cs-CZ"/>
            </w:rPr>
            <w:drawing>
              <wp:anchor distT="0" distB="0" distL="114300" distR="114300" simplePos="0" relativeHeight="251672576" behindDoc="0" locked="1" layoutInCell="1" allowOverlap="1" wp14:anchorId="33C4FFF7" wp14:editId="279C7E5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4C5D232" w14:textId="77777777" w:rsidR="00060636" w:rsidRPr="00D6163D" w:rsidRDefault="00060636" w:rsidP="00FC6389">
          <w:pPr>
            <w:pStyle w:val="Druhdokumentu"/>
          </w:pPr>
        </w:p>
      </w:tc>
    </w:tr>
    <w:tr w:rsidR="00060636" w14:paraId="333459A9" w14:textId="77777777" w:rsidTr="00B22106">
      <w:trPr>
        <w:trHeight w:hRule="exact" w:val="936"/>
      </w:trPr>
      <w:tc>
        <w:tcPr>
          <w:tcW w:w="1361" w:type="dxa"/>
          <w:tcMar>
            <w:left w:w="0" w:type="dxa"/>
            <w:right w:w="0" w:type="dxa"/>
          </w:tcMar>
        </w:tcPr>
        <w:p w14:paraId="61D6BB59" w14:textId="77777777" w:rsidR="00060636" w:rsidRPr="00B8518B" w:rsidRDefault="00060636" w:rsidP="00FC6389">
          <w:pPr>
            <w:pStyle w:val="Zpat"/>
            <w:rPr>
              <w:rStyle w:val="slostrnky"/>
            </w:rPr>
          </w:pPr>
        </w:p>
      </w:tc>
      <w:tc>
        <w:tcPr>
          <w:tcW w:w="3458" w:type="dxa"/>
          <w:shd w:val="clear" w:color="auto" w:fill="auto"/>
          <w:tcMar>
            <w:left w:w="0" w:type="dxa"/>
            <w:right w:w="0" w:type="dxa"/>
          </w:tcMar>
        </w:tcPr>
        <w:p w14:paraId="05DE294A" w14:textId="77777777" w:rsidR="00060636" w:rsidRDefault="00060636" w:rsidP="00FC6389">
          <w:pPr>
            <w:pStyle w:val="Zpat"/>
          </w:pPr>
        </w:p>
      </w:tc>
      <w:tc>
        <w:tcPr>
          <w:tcW w:w="5756" w:type="dxa"/>
          <w:shd w:val="clear" w:color="auto" w:fill="auto"/>
          <w:tcMar>
            <w:left w:w="0" w:type="dxa"/>
            <w:right w:w="0" w:type="dxa"/>
          </w:tcMar>
        </w:tcPr>
        <w:p w14:paraId="36E2BB33" w14:textId="77777777" w:rsidR="00060636" w:rsidRPr="00D6163D" w:rsidRDefault="00060636" w:rsidP="00FC6389">
          <w:pPr>
            <w:pStyle w:val="Druhdokumentu"/>
          </w:pPr>
        </w:p>
      </w:tc>
    </w:tr>
  </w:tbl>
  <w:p w14:paraId="7A6082D4" w14:textId="77777777" w:rsidR="00060636" w:rsidRPr="00D6163D" w:rsidRDefault="00060636" w:rsidP="00FC6389">
    <w:pPr>
      <w:pStyle w:val="Zhlav"/>
      <w:rPr>
        <w:sz w:val="8"/>
        <w:szCs w:val="8"/>
      </w:rPr>
    </w:pPr>
  </w:p>
  <w:p w14:paraId="6388086F" w14:textId="77777777" w:rsidR="00060636" w:rsidRPr="00460660" w:rsidRDefault="0006063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E729" w14:textId="77777777" w:rsidR="00060636" w:rsidRPr="00D6163D" w:rsidRDefault="000606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1989" w14:textId="77777777" w:rsidR="00060636" w:rsidRPr="00D6163D" w:rsidRDefault="0006063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E56B" w14:textId="77777777" w:rsidR="00060636" w:rsidRPr="00D6163D" w:rsidRDefault="0006063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A5C6C" w14:textId="77777777" w:rsidR="00060636" w:rsidRPr="00D6163D" w:rsidRDefault="0006063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BBBD3" w14:textId="77777777" w:rsidR="00060636" w:rsidRPr="00D6163D" w:rsidRDefault="0006063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1D94C" w14:textId="77777777" w:rsidR="00060636" w:rsidRPr="00D6163D" w:rsidRDefault="0006063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B44D" w14:textId="77777777" w:rsidR="00060636" w:rsidRPr="00D6163D" w:rsidRDefault="0006063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C615" w14:textId="77777777" w:rsidR="00060636" w:rsidRPr="00D6163D" w:rsidRDefault="0006063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C883F" w14:textId="77777777" w:rsidR="00060636" w:rsidRPr="00D6163D" w:rsidRDefault="0006063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438933A3"/>
    <w:multiLevelType w:val="hybridMultilevel"/>
    <w:tmpl w:val="A54E42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8890785">
    <w:abstractNumId w:val="3"/>
  </w:num>
  <w:num w:numId="2" w16cid:durableId="514811682">
    <w:abstractNumId w:val="1"/>
  </w:num>
  <w:num w:numId="3" w16cid:durableId="5077156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14778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6254890">
    <w:abstractNumId w:val="5"/>
  </w:num>
  <w:num w:numId="6" w16cid:durableId="526872306">
    <w:abstractNumId w:val="8"/>
  </w:num>
  <w:num w:numId="7" w16cid:durableId="9064696">
    <w:abstractNumId w:val="6"/>
  </w:num>
  <w:num w:numId="8" w16cid:durableId="1625841196">
    <w:abstractNumId w:val="10"/>
  </w:num>
  <w:num w:numId="9" w16cid:durableId="1140533523">
    <w:abstractNumId w:val="9"/>
  </w:num>
  <w:num w:numId="10" w16cid:durableId="94139441">
    <w:abstractNumId w:val="4"/>
  </w:num>
  <w:num w:numId="11" w16cid:durableId="1457025308">
    <w:abstractNumId w:val="0"/>
  </w:num>
  <w:num w:numId="12" w16cid:durableId="1818186198">
    <w:abstractNumId w:val="2"/>
  </w:num>
  <w:num w:numId="13" w16cid:durableId="265356229">
    <w:abstractNumId w:val="11"/>
  </w:num>
  <w:num w:numId="14" w16cid:durableId="8028898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29448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5835128">
    <w:abstractNumId w:val="8"/>
    <w:lvlOverride w:ilvl="0">
      <w:startOverride w:val="1"/>
    </w:lvlOverride>
  </w:num>
  <w:num w:numId="17" w16cid:durableId="681396037">
    <w:abstractNumId w:val="0"/>
    <w:lvlOverride w:ilvl="0">
      <w:startOverride w:val="4"/>
    </w:lvlOverride>
    <w:lvlOverride w:ilvl="1">
      <w:startOverride w:val="13"/>
    </w:lvlOverride>
    <w:lvlOverride w:ilvl="2">
      <w:startOverride w:val="2"/>
    </w:lvlOverride>
  </w:num>
  <w:num w:numId="18" w16cid:durableId="2141996886">
    <w:abstractNumId w:val="8"/>
  </w:num>
  <w:num w:numId="19" w16cid:durableId="346641412">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0636"/>
    <w:rsid w:val="0006588D"/>
    <w:rsid w:val="00065937"/>
    <w:rsid w:val="00067A5E"/>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17653"/>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07C4"/>
    <w:rsid w:val="002F31D9"/>
    <w:rsid w:val="002F4333"/>
    <w:rsid w:val="0030003A"/>
    <w:rsid w:val="00311475"/>
    <w:rsid w:val="003149C0"/>
    <w:rsid w:val="00315413"/>
    <w:rsid w:val="003171FB"/>
    <w:rsid w:val="00327EEF"/>
    <w:rsid w:val="0033239F"/>
    <w:rsid w:val="00333690"/>
    <w:rsid w:val="00335132"/>
    <w:rsid w:val="0034274B"/>
    <w:rsid w:val="00342DC7"/>
    <w:rsid w:val="0034719F"/>
    <w:rsid w:val="00350A35"/>
    <w:rsid w:val="003571D8"/>
    <w:rsid w:val="00357BC6"/>
    <w:rsid w:val="00361422"/>
    <w:rsid w:val="00363041"/>
    <w:rsid w:val="00364E52"/>
    <w:rsid w:val="0037545D"/>
    <w:rsid w:val="003767EA"/>
    <w:rsid w:val="00382DE5"/>
    <w:rsid w:val="00385B90"/>
    <w:rsid w:val="00387F03"/>
    <w:rsid w:val="00392910"/>
    <w:rsid w:val="00392EB6"/>
    <w:rsid w:val="00393E15"/>
    <w:rsid w:val="003956C6"/>
    <w:rsid w:val="003965C2"/>
    <w:rsid w:val="003B23D6"/>
    <w:rsid w:val="003B4A16"/>
    <w:rsid w:val="003C126F"/>
    <w:rsid w:val="003C33F2"/>
    <w:rsid w:val="003D6859"/>
    <w:rsid w:val="003D756E"/>
    <w:rsid w:val="003D7631"/>
    <w:rsid w:val="003D79FF"/>
    <w:rsid w:val="003E420D"/>
    <w:rsid w:val="003E4C13"/>
    <w:rsid w:val="003F2C3E"/>
    <w:rsid w:val="003F7095"/>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14408"/>
    <w:rsid w:val="00521AC5"/>
    <w:rsid w:val="00523BB5"/>
    <w:rsid w:val="00523EA7"/>
    <w:rsid w:val="0052690B"/>
    <w:rsid w:val="0052696D"/>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6899"/>
    <w:rsid w:val="00704A28"/>
    <w:rsid w:val="00704D1E"/>
    <w:rsid w:val="00710723"/>
    <w:rsid w:val="007145F3"/>
    <w:rsid w:val="00723ED1"/>
    <w:rsid w:val="0072549E"/>
    <w:rsid w:val="00731F47"/>
    <w:rsid w:val="00740AF5"/>
    <w:rsid w:val="00743525"/>
    <w:rsid w:val="007470DC"/>
    <w:rsid w:val="0075266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1CA9"/>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099"/>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A7BE2"/>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2314D"/>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6EF8"/>
    <w:rsid w:val="00C3768B"/>
    <w:rsid w:val="00C41A5B"/>
    <w:rsid w:val="00C42FE6"/>
    <w:rsid w:val="00C44F6A"/>
    <w:rsid w:val="00C4575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7AAD"/>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056"/>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02D"/>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62481A"/>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C457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SestakM@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mailto:Sestak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83D9B1-21A2-437B-85F4-5BEC528CD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4</TotalTime>
  <Pages>34</Pages>
  <Words>6013</Words>
  <Characters>35480</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Sýkorová Barbora</cp:lastModifiedBy>
  <cp:revision>5</cp:revision>
  <cp:lastPrinted>2023-04-25T11:25:00Z</cp:lastPrinted>
  <dcterms:created xsi:type="dcterms:W3CDTF">2024-01-30T11:37:00Z</dcterms:created>
  <dcterms:modified xsi:type="dcterms:W3CDTF">2024-02-02T06:06:00Z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