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178B9" w14:textId="77777777" w:rsidR="00C92E3F" w:rsidRDefault="00C92E3F" w:rsidP="00FC0FDA">
      <w:pPr>
        <w:pStyle w:val="Nadpis1"/>
        <w:rPr>
          <w:b w:val="0"/>
          <w:color w:val="auto"/>
          <w:sz w:val="16"/>
          <w:szCs w:val="16"/>
        </w:rPr>
      </w:pPr>
    </w:p>
    <w:p w14:paraId="5675409F" w14:textId="31C68ECA" w:rsidR="00FC0FDA" w:rsidRPr="00FC5B2A" w:rsidRDefault="004546BE" w:rsidP="00FC0FDA">
      <w:pPr>
        <w:pStyle w:val="Nadpis1"/>
        <w:rPr>
          <w:b w:val="0"/>
          <w:color w:val="auto"/>
          <w:sz w:val="16"/>
          <w:szCs w:val="16"/>
        </w:rPr>
      </w:pPr>
      <w:r w:rsidRPr="00FC5B2A">
        <w:rPr>
          <w:b w:val="0"/>
          <w:color w:val="auto"/>
          <w:sz w:val="16"/>
          <w:szCs w:val="16"/>
        </w:rPr>
        <w:t xml:space="preserve">Příloha č. </w:t>
      </w:r>
      <w:r w:rsidR="006F1675">
        <w:rPr>
          <w:b w:val="0"/>
          <w:color w:val="auto"/>
          <w:sz w:val="16"/>
          <w:szCs w:val="16"/>
        </w:rPr>
        <w:t>3</w:t>
      </w:r>
      <w:r w:rsidR="00F2291F" w:rsidRPr="00FC5B2A">
        <w:rPr>
          <w:b w:val="0"/>
          <w:color w:val="auto"/>
          <w:sz w:val="16"/>
          <w:szCs w:val="16"/>
        </w:rPr>
        <w:t xml:space="preserve"> </w:t>
      </w:r>
      <w:r w:rsidR="005F6779" w:rsidRPr="00FC5B2A">
        <w:rPr>
          <w:b w:val="0"/>
          <w:color w:val="auto"/>
          <w:sz w:val="16"/>
          <w:szCs w:val="16"/>
        </w:rPr>
        <w:t xml:space="preserve">Výzvy k podání nabídky </w:t>
      </w:r>
    </w:p>
    <w:p w14:paraId="6B3D007B" w14:textId="4054B838" w:rsidR="00FC0FDA" w:rsidRPr="00FC5B2A" w:rsidRDefault="00C445C0" w:rsidP="00FC0FDA">
      <w:pPr>
        <w:pStyle w:val="Nadpis1"/>
        <w:rPr>
          <w:sz w:val="28"/>
          <w:szCs w:val="28"/>
        </w:rPr>
      </w:pPr>
      <w:r w:rsidRPr="00FC5B2A">
        <w:rPr>
          <w:sz w:val="28"/>
          <w:szCs w:val="28"/>
        </w:rPr>
        <w:t>Dílčí nabídkové ceny</w:t>
      </w:r>
    </w:p>
    <w:p w14:paraId="1E485E08" w14:textId="1EDAB08D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tbl>
      <w:tblPr>
        <w:tblStyle w:val="Mkatabulky"/>
        <w:tblpPr w:leftFromText="141" w:rightFromText="141" w:vertAnchor="text" w:horzAnchor="margin" w:tblpY="305"/>
        <w:tblW w:w="4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675"/>
      </w:tblGrid>
      <w:tr w:rsidR="00B9451B" w:rsidRPr="002D02AB" w14:paraId="350AB342" w14:textId="5DBBA515" w:rsidTr="00A106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9448B6" w14:textId="51B5EB2B" w:rsidR="00B9451B" w:rsidRPr="0027232E" w:rsidRDefault="00B9451B" w:rsidP="00CB13BE">
            <w:pPr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</w:pPr>
            <w:r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 xml:space="preserve">IS pro </w:t>
            </w:r>
            <w:r w:rsidR="00D600C3"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 xml:space="preserve">správu dat o systému </w:t>
            </w:r>
            <w:r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 xml:space="preserve">ETCS  </w:t>
            </w:r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7B62484" w14:textId="03DFFD62" w:rsidR="00B9451B" w:rsidRPr="002D02AB" w:rsidRDefault="00B9451B" w:rsidP="006B4BE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</w:p>
        </w:tc>
      </w:tr>
      <w:tr w:rsidR="00B9451B" w:rsidRPr="002D02AB" w14:paraId="7EAFCF3B" w14:textId="0EE1FB42" w:rsidTr="00A1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68BBFF1" w14:textId="756ECEFE" w:rsidR="00B9451B" w:rsidRPr="002D02AB" w:rsidRDefault="00B9451B" w:rsidP="0027232E">
            <w:pPr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bez DPH</w:t>
            </w:r>
          </w:p>
        </w:tc>
        <w:tc>
          <w:tcPr>
            <w:tcW w:w="1675" w:type="dxa"/>
          </w:tcPr>
          <w:p w14:paraId="6A4F8000" w14:textId="77777777" w:rsidR="00B9451B" w:rsidRPr="00C92E3F" w:rsidRDefault="00B9451B" w:rsidP="006D51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  <w:t>Doplní dodavatel</w:t>
            </w:r>
          </w:p>
        </w:tc>
      </w:tr>
      <w:tr w:rsidR="00B9451B" w:rsidRPr="002D02AB" w14:paraId="5ECDE927" w14:textId="15F62A47" w:rsidTr="00A1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9ADF9C7" w14:textId="77777777" w:rsidR="00B9451B" w:rsidRPr="002D02AB" w:rsidRDefault="00B9451B" w:rsidP="0027232E">
            <w:pPr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DPH ve výši </w:t>
            </w:r>
            <w:proofErr w:type="gramStart"/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21%</w:t>
            </w:r>
            <w:proofErr w:type="gramEnd"/>
          </w:p>
        </w:tc>
        <w:tc>
          <w:tcPr>
            <w:tcW w:w="1675" w:type="dxa"/>
          </w:tcPr>
          <w:p w14:paraId="62541E22" w14:textId="77777777" w:rsidR="00B9451B" w:rsidRPr="00C92E3F" w:rsidRDefault="00B9451B" w:rsidP="006D51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  <w:t>Doplní dodavatel</w:t>
            </w:r>
          </w:p>
        </w:tc>
      </w:tr>
      <w:tr w:rsidR="00B9451B" w:rsidRPr="002D02AB" w14:paraId="153662E6" w14:textId="3C3A6CED" w:rsidTr="00A106E8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bottom w:val="single" w:sz="4" w:space="0" w:color="auto"/>
            </w:tcBorders>
          </w:tcPr>
          <w:p w14:paraId="1C7662B3" w14:textId="77777777" w:rsidR="00B9451B" w:rsidRPr="002D02AB" w:rsidRDefault="00B9451B" w:rsidP="0027232E">
            <w:pPr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vč. DPH</w:t>
            </w:r>
          </w:p>
        </w:tc>
        <w:tc>
          <w:tcPr>
            <w:tcW w:w="1675" w:type="dxa"/>
            <w:tcBorders>
              <w:bottom w:val="single" w:sz="4" w:space="0" w:color="auto"/>
            </w:tcBorders>
          </w:tcPr>
          <w:p w14:paraId="04B5253A" w14:textId="77777777" w:rsidR="00B9451B" w:rsidRPr="00C92E3F" w:rsidRDefault="00B9451B" w:rsidP="006D51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  <w:t>Doplní dodavatel</w:t>
            </w:r>
          </w:p>
        </w:tc>
      </w:tr>
    </w:tbl>
    <w:p w14:paraId="46B3DA34" w14:textId="2C7327D3" w:rsidR="00C445C0" w:rsidRPr="0027232E" w:rsidRDefault="0027232E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</w:pPr>
      <w:r w:rsidRPr="0027232E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  <w:t xml:space="preserve">Plnění na základě </w:t>
      </w:r>
      <w:r w:rsidR="00B9451B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  <w:t>Smlouvy o dílo na vývoj</w:t>
      </w:r>
      <w:r w:rsidRPr="0027232E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  <w:t xml:space="preserve"> software</w:t>
      </w:r>
    </w:p>
    <w:p w14:paraId="5680512F" w14:textId="73DA4370" w:rsidR="00963EB3" w:rsidRDefault="00963EB3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</w:pPr>
    </w:p>
    <w:p w14:paraId="175A0AFD" w14:textId="0778EEAD" w:rsidR="00B9451B" w:rsidRDefault="00B9451B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</w:pPr>
    </w:p>
    <w:p w14:paraId="4569247C" w14:textId="77777777" w:rsidR="00B9451B" w:rsidRDefault="00B9451B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</w:pPr>
    </w:p>
    <w:p w14:paraId="63D70CB5" w14:textId="77777777" w:rsidR="00B9451B" w:rsidRDefault="00B9451B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</w:pPr>
    </w:p>
    <w:p w14:paraId="7A4A9692" w14:textId="1E1937E1" w:rsidR="006D5140" w:rsidRPr="0027232E" w:rsidRDefault="0027232E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</w:pPr>
      <w:r w:rsidRPr="0027232E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  <w:t xml:space="preserve">Plnění na základě Smlouvy o </w:t>
      </w:r>
      <w:r w:rsidR="00B9451B" w:rsidRPr="00B9451B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  <w:t>údržbě, provozu a rámcovém rozvoji software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701"/>
        <w:gridCol w:w="1559"/>
      </w:tblGrid>
      <w:tr w:rsidR="002D02AB" w:rsidRPr="002D02AB" w14:paraId="0DD688C4" w14:textId="77777777" w:rsidTr="00B94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D02A121" w14:textId="61097F3B" w:rsidR="002D02AB" w:rsidRPr="002D02AB" w:rsidRDefault="0027232E" w:rsidP="00B9451B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P</w:t>
            </w:r>
            <w:r w:rsidRPr="0027232E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oskytování</w:t>
            </w:r>
            <w:r w:rsidR="00AC4504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 paušálních služeb</w:t>
            </w:r>
            <w:r w:rsidRPr="0027232E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 </w:t>
            </w:r>
            <w:r w:rsidR="00B9451B" w:rsidRPr="00B9451B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údržb</w:t>
            </w:r>
            <w:r w:rsidR="00B9451B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y</w:t>
            </w:r>
            <w:r w:rsidR="00B9451B" w:rsidRPr="00B9451B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 a provozu</w:t>
            </w:r>
            <w:r w:rsidRPr="0027232E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 software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8EC22D7" w14:textId="0A3A8783" w:rsidR="002D02AB" w:rsidRPr="002D02AB" w:rsidRDefault="0027232E" w:rsidP="006B4BE1">
            <w:pPr>
              <w:spacing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4"/>
              </w:rPr>
              <w:t>1</w:t>
            </w:r>
            <w:r w:rsidR="002D02AB"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14"/>
                <w:szCs w:val="14"/>
              </w:rPr>
              <w:t>měsíc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6016041" w14:textId="14EA9127" w:rsidR="002D02AB" w:rsidRPr="002D02AB" w:rsidRDefault="00B9451B" w:rsidP="008A6B83">
            <w:pPr>
              <w:spacing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4"/>
              </w:rPr>
              <w:t>24</w:t>
            </w:r>
            <w:r w:rsidR="0027232E">
              <w:rPr>
                <w:rFonts w:asciiTheme="minorHAnsi" w:eastAsiaTheme="minorHAnsi" w:hAnsiTheme="minorHAnsi" w:cstheme="minorBidi"/>
                <w:sz w:val="14"/>
                <w:szCs w:val="14"/>
              </w:rPr>
              <w:t xml:space="preserve"> </w:t>
            </w:r>
            <w:r w:rsidR="008A6B83">
              <w:rPr>
                <w:rFonts w:asciiTheme="minorHAnsi" w:eastAsiaTheme="minorHAnsi" w:hAnsiTheme="minorHAnsi" w:cstheme="minorBidi"/>
                <w:sz w:val="14"/>
                <w:szCs w:val="14"/>
              </w:rPr>
              <w:t>měsíců</w:t>
            </w:r>
          </w:p>
        </w:tc>
      </w:tr>
      <w:tr w:rsidR="002D02AB" w:rsidRPr="002D02AB" w14:paraId="3A1DD6B7" w14:textId="77777777" w:rsidTr="00B94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7A4970EF" w14:textId="77777777" w:rsidR="002D02AB" w:rsidRPr="002D02AB" w:rsidRDefault="002D02AB" w:rsidP="0027232E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bez DPH</w:t>
            </w:r>
          </w:p>
        </w:tc>
        <w:tc>
          <w:tcPr>
            <w:tcW w:w="1701" w:type="dxa"/>
          </w:tcPr>
          <w:p w14:paraId="6E7E87B1" w14:textId="77777777" w:rsidR="002D02AB" w:rsidRPr="00C92E3F" w:rsidRDefault="002D02AB" w:rsidP="006D5140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  <w:tc>
          <w:tcPr>
            <w:tcW w:w="1559" w:type="dxa"/>
          </w:tcPr>
          <w:p w14:paraId="07288FB5" w14:textId="77777777" w:rsidR="002D02AB" w:rsidRPr="00C92E3F" w:rsidRDefault="002D02AB" w:rsidP="006D5140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</w:tr>
      <w:tr w:rsidR="002D02AB" w:rsidRPr="002D02AB" w14:paraId="2C7DF70C" w14:textId="77777777" w:rsidTr="00B94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25C2FAA8" w14:textId="77777777" w:rsidR="002D02AB" w:rsidRPr="002D02AB" w:rsidRDefault="002D02AB" w:rsidP="0027232E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 xml:space="preserve">DPH ve výši </w:t>
            </w:r>
            <w:proofErr w:type="gramStart"/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21%</w:t>
            </w:r>
            <w:proofErr w:type="gramEnd"/>
          </w:p>
        </w:tc>
        <w:tc>
          <w:tcPr>
            <w:tcW w:w="1701" w:type="dxa"/>
          </w:tcPr>
          <w:p w14:paraId="4416C025" w14:textId="77777777" w:rsidR="002D02AB" w:rsidRPr="00C92E3F" w:rsidRDefault="002D02AB" w:rsidP="006D5140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  <w:tc>
          <w:tcPr>
            <w:tcW w:w="1559" w:type="dxa"/>
          </w:tcPr>
          <w:p w14:paraId="37D61F5D" w14:textId="1ED61548" w:rsidR="002D02AB" w:rsidRPr="00C92E3F" w:rsidRDefault="006D5140" w:rsidP="006D5140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 xml:space="preserve">Doplní </w:t>
            </w:r>
            <w:r w:rsidR="002D02AB"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dodavatel</w:t>
            </w:r>
          </w:p>
        </w:tc>
      </w:tr>
      <w:tr w:rsidR="002D02AB" w:rsidRPr="002D02AB" w14:paraId="196192ED" w14:textId="77777777" w:rsidTr="00B94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777B4D0A" w14:textId="77777777" w:rsidR="002D02AB" w:rsidRPr="002D02AB" w:rsidRDefault="002D02AB" w:rsidP="0027232E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vč. DPH</w:t>
            </w:r>
          </w:p>
        </w:tc>
        <w:tc>
          <w:tcPr>
            <w:tcW w:w="1701" w:type="dxa"/>
          </w:tcPr>
          <w:p w14:paraId="504775FD" w14:textId="77777777" w:rsidR="002D02AB" w:rsidRPr="00C92E3F" w:rsidRDefault="002D02AB" w:rsidP="006D5140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  <w:tc>
          <w:tcPr>
            <w:tcW w:w="1559" w:type="dxa"/>
          </w:tcPr>
          <w:p w14:paraId="60864067" w14:textId="77777777" w:rsidR="002D02AB" w:rsidRPr="00C92E3F" w:rsidRDefault="002D02AB" w:rsidP="006D5140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</w:tr>
    </w:tbl>
    <w:p w14:paraId="35B2F229" w14:textId="5DF6D09C" w:rsidR="002D02AB" w:rsidRDefault="002D02AB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701"/>
        <w:gridCol w:w="1559"/>
      </w:tblGrid>
      <w:tr w:rsidR="00304973" w:rsidRPr="002D02AB" w14:paraId="30570523" w14:textId="4884A494" w:rsidTr="00B94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left w:val="single" w:sz="4" w:space="0" w:color="auto"/>
              <w:bottom w:val="single" w:sz="4" w:space="0" w:color="auto"/>
            </w:tcBorders>
          </w:tcPr>
          <w:p w14:paraId="66758F27" w14:textId="1E74A459" w:rsidR="00304973" w:rsidRPr="002D02AB" w:rsidRDefault="00304973" w:rsidP="00B9451B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P</w:t>
            </w:r>
            <w:r w:rsidRPr="0027232E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oskytování</w:t>
            </w:r>
            <w:r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 </w:t>
            </w:r>
            <w:r w:rsidR="00B9451B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nepaušálních služeb</w:t>
            </w:r>
            <w:r w:rsidR="00B9451B" w:rsidRPr="0027232E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 </w:t>
            </w:r>
            <w:r w:rsidR="00B9451B" w:rsidRPr="00B9451B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údržb</w:t>
            </w:r>
            <w:r w:rsidR="00B9451B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y</w:t>
            </w:r>
            <w:r w:rsidR="00B9451B" w:rsidRPr="00B9451B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 a provozu</w:t>
            </w:r>
            <w:r w:rsidR="00B9451B" w:rsidRPr="0027232E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 software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14:paraId="4701AAB4" w14:textId="2A6CE6BF" w:rsidR="00304973" w:rsidRPr="002D02AB" w:rsidRDefault="00304973" w:rsidP="00B9451B">
            <w:pPr>
              <w:spacing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4"/>
              </w:rPr>
              <w:t>1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 xml:space="preserve"> </w:t>
            </w:r>
            <w:r w:rsidR="00B9451B">
              <w:rPr>
                <w:rFonts w:asciiTheme="minorHAnsi" w:eastAsiaTheme="minorHAnsi" w:hAnsiTheme="minorHAnsi" w:cstheme="minorBidi"/>
                <w:sz w:val="14"/>
                <w:szCs w:val="14"/>
              </w:rPr>
              <w:t>MD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23AAA6B2" w14:textId="3150FC65" w:rsidR="00304973" w:rsidRDefault="00741F3B" w:rsidP="00B9451B">
            <w:pPr>
              <w:spacing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4"/>
              </w:rPr>
              <w:t xml:space="preserve">42 </w:t>
            </w:r>
            <w:r w:rsidR="00B9451B">
              <w:rPr>
                <w:rFonts w:asciiTheme="minorHAnsi" w:eastAsiaTheme="minorHAnsi" w:hAnsiTheme="minorHAnsi" w:cstheme="minorBidi"/>
                <w:sz w:val="14"/>
                <w:szCs w:val="14"/>
              </w:rPr>
              <w:t>MD</w:t>
            </w:r>
          </w:p>
        </w:tc>
      </w:tr>
      <w:tr w:rsidR="00304973" w:rsidRPr="002D02AB" w14:paraId="4D40D12E" w14:textId="64C9C7D7" w:rsidTr="00B94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</w:tcBorders>
          </w:tcPr>
          <w:p w14:paraId="156CD40D" w14:textId="77777777" w:rsidR="00304973" w:rsidRPr="002D02AB" w:rsidRDefault="00304973" w:rsidP="00304973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bez DPH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B0FC361" w14:textId="77777777" w:rsidR="00304973" w:rsidRPr="00C92E3F" w:rsidRDefault="00304973" w:rsidP="00304973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C046065" w14:textId="05B4F207" w:rsidR="00304973" w:rsidRPr="00C92E3F" w:rsidRDefault="00304973" w:rsidP="00304973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</w:tr>
      <w:tr w:rsidR="00304973" w:rsidRPr="002D02AB" w14:paraId="19AB9B54" w14:textId="3EF2BBA3" w:rsidTr="00B94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4AA5AACD" w14:textId="77777777" w:rsidR="00304973" w:rsidRPr="002D02AB" w:rsidRDefault="00304973" w:rsidP="00304973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 xml:space="preserve">DPH ve výši </w:t>
            </w:r>
            <w:proofErr w:type="gramStart"/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21%</w:t>
            </w:r>
            <w:proofErr w:type="gramEnd"/>
          </w:p>
        </w:tc>
        <w:tc>
          <w:tcPr>
            <w:tcW w:w="1701" w:type="dxa"/>
          </w:tcPr>
          <w:p w14:paraId="50965330" w14:textId="77777777" w:rsidR="00304973" w:rsidRPr="00C92E3F" w:rsidRDefault="00304973" w:rsidP="00304973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  <w:tc>
          <w:tcPr>
            <w:tcW w:w="1559" w:type="dxa"/>
          </w:tcPr>
          <w:p w14:paraId="011537DB" w14:textId="6AE4E0B9" w:rsidR="00304973" w:rsidRPr="00C92E3F" w:rsidRDefault="00304973" w:rsidP="00304973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</w:tr>
      <w:tr w:rsidR="00304973" w:rsidRPr="002D02AB" w14:paraId="065B01BF" w14:textId="260C85A8" w:rsidTr="00B94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6772AE1E" w14:textId="77777777" w:rsidR="00304973" w:rsidRPr="002D02AB" w:rsidRDefault="00304973" w:rsidP="00304973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vč. DPH</w:t>
            </w:r>
          </w:p>
        </w:tc>
        <w:tc>
          <w:tcPr>
            <w:tcW w:w="1701" w:type="dxa"/>
          </w:tcPr>
          <w:p w14:paraId="358EB57A" w14:textId="77777777" w:rsidR="00304973" w:rsidRPr="00C92E3F" w:rsidRDefault="00304973" w:rsidP="00304973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  <w:tc>
          <w:tcPr>
            <w:tcW w:w="1559" w:type="dxa"/>
          </w:tcPr>
          <w:p w14:paraId="4970413E" w14:textId="45DED8B2" w:rsidR="00304973" w:rsidRPr="00C92E3F" w:rsidRDefault="00304973" w:rsidP="00304973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</w:tr>
    </w:tbl>
    <w:p w14:paraId="217EFF57" w14:textId="76BBF07E" w:rsidR="00AC4504" w:rsidRDefault="00AC4504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701"/>
        <w:gridCol w:w="1559"/>
      </w:tblGrid>
      <w:tr w:rsidR="00240B41" w:rsidRPr="002D02AB" w14:paraId="274E2D10" w14:textId="77777777" w:rsidTr="00240B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left w:val="single" w:sz="4" w:space="0" w:color="auto"/>
              <w:bottom w:val="single" w:sz="4" w:space="0" w:color="auto"/>
            </w:tcBorders>
          </w:tcPr>
          <w:p w14:paraId="31650A7D" w14:textId="7ADE86E9" w:rsidR="00240B41" w:rsidRPr="002D02AB" w:rsidRDefault="00240B41" w:rsidP="00963EB3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Služby spočívající v rozvoji software 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14:paraId="0C501875" w14:textId="41AEC296" w:rsidR="00240B41" w:rsidRPr="002D02AB" w:rsidRDefault="00240B41" w:rsidP="00240B41">
            <w:pPr>
              <w:spacing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4"/>
              </w:rPr>
              <w:t>1 MD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0DB0DF27" w14:textId="30A14063" w:rsidR="00240B41" w:rsidRDefault="00240B41" w:rsidP="00C01490">
            <w:pPr>
              <w:spacing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4"/>
              </w:rPr>
              <w:t>1000 MD</w:t>
            </w:r>
          </w:p>
        </w:tc>
      </w:tr>
      <w:tr w:rsidR="00240B41" w:rsidRPr="002D02AB" w14:paraId="2D1A4E29" w14:textId="77777777" w:rsidTr="00240B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</w:tcBorders>
          </w:tcPr>
          <w:p w14:paraId="7D238CA9" w14:textId="77777777" w:rsidR="00240B41" w:rsidRPr="002D02AB" w:rsidRDefault="00240B41" w:rsidP="00240B41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bez DPH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7D82508" w14:textId="560EE5A6" w:rsidR="00240B41" w:rsidRPr="00C92E3F" w:rsidRDefault="00240B41" w:rsidP="00240B41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9114A13" w14:textId="4E391985" w:rsidR="00240B41" w:rsidRPr="00C92E3F" w:rsidRDefault="00240B41" w:rsidP="00240B41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</w:tr>
      <w:tr w:rsidR="00240B41" w:rsidRPr="002D02AB" w14:paraId="5377AE38" w14:textId="77777777" w:rsidTr="00240B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653558C7" w14:textId="77777777" w:rsidR="00240B41" w:rsidRPr="002D02AB" w:rsidRDefault="00240B41" w:rsidP="00240B41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 xml:space="preserve">DPH ve výši </w:t>
            </w:r>
            <w:proofErr w:type="gramStart"/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21%</w:t>
            </w:r>
            <w:proofErr w:type="gramEnd"/>
          </w:p>
        </w:tc>
        <w:tc>
          <w:tcPr>
            <w:tcW w:w="1701" w:type="dxa"/>
          </w:tcPr>
          <w:p w14:paraId="4A9BBAFC" w14:textId="7BDB2AFB" w:rsidR="00240B41" w:rsidRPr="00C92E3F" w:rsidRDefault="00240B41" w:rsidP="00240B41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  <w:tc>
          <w:tcPr>
            <w:tcW w:w="1559" w:type="dxa"/>
          </w:tcPr>
          <w:p w14:paraId="3F01F1BA" w14:textId="3C7A6F7B" w:rsidR="00240B41" w:rsidRPr="00C92E3F" w:rsidRDefault="00240B41" w:rsidP="00240B41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</w:tr>
      <w:tr w:rsidR="00240B41" w:rsidRPr="002D02AB" w14:paraId="6BC49EAC" w14:textId="77777777" w:rsidTr="00240B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1638E1C" w14:textId="77777777" w:rsidR="00240B41" w:rsidRPr="002D02AB" w:rsidRDefault="00240B41" w:rsidP="00240B41">
            <w:pPr>
              <w:spacing w:line="264" w:lineRule="auto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vč. DPH</w:t>
            </w:r>
          </w:p>
        </w:tc>
        <w:tc>
          <w:tcPr>
            <w:tcW w:w="1701" w:type="dxa"/>
          </w:tcPr>
          <w:p w14:paraId="534F9400" w14:textId="64D9B427" w:rsidR="00240B41" w:rsidRPr="00C92E3F" w:rsidRDefault="00240B41" w:rsidP="00240B41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  <w:tc>
          <w:tcPr>
            <w:tcW w:w="1559" w:type="dxa"/>
          </w:tcPr>
          <w:p w14:paraId="3A63C0BB" w14:textId="2776E4DE" w:rsidR="00240B41" w:rsidRPr="00C92E3F" w:rsidRDefault="00240B41" w:rsidP="00240B41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4"/>
                <w:highlight w:val="green"/>
              </w:rPr>
              <w:t>Doplní dodavatel</w:t>
            </w:r>
          </w:p>
        </w:tc>
      </w:tr>
    </w:tbl>
    <w:p w14:paraId="6F569656" w14:textId="77777777" w:rsidR="00B9451B" w:rsidRDefault="00B9451B" w:rsidP="00FC0FDA">
      <w:pPr>
        <w:autoSpaceDE w:val="0"/>
        <w:autoSpaceDN w:val="0"/>
        <w:spacing w:after="240"/>
        <w:jc w:val="both"/>
        <w:rPr>
          <w:rFonts w:ascii="Verdana" w:hAnsi="Verdana"/>
          <w:sz w:val="14"/>
          <w:szCs w:val="14"/>
        </w:rPr>
      </w:pPr>
    </w:p>
    <w:p w14:paraId="4ED80CF5" w14:textId="51B0310D" w:rsidR="00AC4504" w:rsidRPr="00AC4504" w:rsidRDefault="00AC4504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</w:pPr>
      <w:r w:rsidRPr="00AC4504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16"/>
          <w:szCs w:val="16"/>
        </w:rPr>
        <w:t>Celková nabídková cena</w:t>
      </w:r>
    </w:p>
    <w:tbl>
      <w:tblPr>
        <w:tblStyle w:val="Mkatabulky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260"/>
      </w:tblGrid>
      <w:tr w:rsidR="002D02AB" w:rsidRPr="002D02AB" w14:paraId="3C7D78E3" w14:textId="77777777" w:rsidTr="00A106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2775" w14:textId="77777777" w:rsidR="002D02AB" w:rsidRPr="002D02AB" w:rsidRDefault="002D02AB" w:rsidP="0027232E">
            <w:pPr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>Cena za celkové plnění předmětu této veřejné zakázky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A0E6" w14:textId="71188E2D" w:rsidR="002D02AB" w:rsidRPr="002D02AB" w:rsidRDefault="00B9451B" w:rsidP="00A106E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>Vývoj SW</w:t>
            </w:r>
            <w:r w:rsidR="0027232E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</w:t>
            </w:r>
            <w:r w:rsidR="006D5140"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+ </w:t>
            </w: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>24</w:t>
            </w:r>
            <w:r w:rsidR="008A6B83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měsíců </w:t>
            </w:r>
            <w:r w:rsidR="0027232E">
              <w:rPr>
                <w:rFonts w:asciiTheme="minorHAnsi" w:eastAsiaTheme="minorHAnsi" w:hAnsiTheme="minorHAnsi" w:cstheme="minorBidi"/>
                <w:sz w:val="14"/>
                <w:szCs w:val="18"/>
              </w:rPr>
              <w:t>p</w:t>
            </w:r>
            <w:r w:rsidR="0027232E" w:rsidRPr="0027232E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oskytování </w:t>
            </w:r>
            <w:r w:rsid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paušálních </w:t>
            </w:r>
            <w:r w:rsidR="00A106E8" w:rsidRP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služeb údržby a provozu </w:t>
            </w:r>
            <w:r w:rsid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>SW</w:t>
            </w:r>
            <w:r w:rsidR="00A106E8" w:rsidRP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</w:t>
            </w:r>
            <w:r w:rsidR="00A90462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+ </w:t>
            </w:r>
            <w:r w:rsidR="00741F3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42 </w:t>
            </w:r>
            <w:r w:rsid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>MD p</w:t>
            </w:r>
            <w:r w:rsidR="00A106E8" w:rsidRP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oskytování nepaušálních </w:t>
            </w:r>
            <w:r w:rsid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>služeb údržby a provozu SW</w:t>
            </w:r>
            <w:r w:rsidR="00304973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</w:t>
            </w:r>
            <w:r w:rsidR="00CB5BEB">
              <w:rPr>
                <w:rFonts w:asciiTheme="minorHAnsi" w:eastAsiaTheme="minorHAnsi" w:hAnsiTheme="minorHAnsi" w:cstheme="minorBidi"/>
                <w:sz w:val="14"/>
                <w:szCs w:val="18"/>
              </w:rPr>
              <w:t>+</w:t>
            </w:r>
            <w:r w:rsid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1000 MD s</w:t>
            </w:r>
            <w:r w:rsidR="00A106E8" w:rsidRP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>luž</w:t>
            </w:r>
            <w:r w:rsid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>e</w:t>
            </w:r>
            <w:r w:rsidR="00A106E8" w:rsidRP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>b spočívající</w:t>
            </w:r>
            <w:r w:rsid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>ch</w:t>
            </w:r>
            <w:r w:rsidR="00A106E8" w:rsidRPr="00A106E8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v rozvoji software</w:t>
            </w:r>
            <w:r w:rsidR="00CB5BE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</w:t>
            </w:r>
          </w:p>
        </w:tc>
        <w:bookmarkStart w:id="0" w:name="_GoBack"/>
        <w:bookmarkEnd w:id="0"/>
      </w:tr>
      <w:tr w:rsidR="002D02AB" w:rsidRPr="002D02AB" w14:paraId="6F8C18BD" w14:textId="77777777" w:rsidTr="00A1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7482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 Kč bez DPH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631D" w14:textId="77777777" w:rsidR="002D02AB" w:rsidRPr="00C92E3F" w:rsidRDefault="002D02AB" w:rsidP="002D02AB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  <w:t>Doplní dodavatel</w:t>
            </w:r>
          </w:p>
        </w:tc>
      </w:tr>
      <w:tr w:rsidR="002D02AB" w:rsidRPr="002D02AB" w14:paraId="422F7D89" w14:textId="77777777" w:rsidTr="00A1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F641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DPH ve výši </w:t>
            </w:r>
            <w:proofErr w:type="gramStart"/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21%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1587" w14:textId="77777777" w:rsidR="002D02AB" w:rsidRPr="00C92E3F" w:rsidRDefault="002D02AB" w:rsidP="002D02AB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sz w:val="14"/>
                <w:szCs w:val="18"/>
                <w:highlight w:val="green"/>
              </w:rPr>
              <w:t>Doplní dodavatel</w:t>
            </w:r>
          </w:p>
        </w:tc>
      </w:tr>
      <w:tr w:rsidR="002D02AB" w:rsidRPr="002D02AB" w14:paraId="3BC138D5" w14:textId="77777777" w:rsidTr="00A10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D208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 Kč vč. DPH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3E8B" w14:textId="77777777" w:rsidR="002D02AB" w:rsidRPr="00C92E3F" w:rsidRDefault="002D02AB" w:rsidP="002D02AB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bCs/>
                <w:sz w:val="14"/>
                <w:szCs w:val="18"/>
                <w:highlight w:val="green"/>
              </w:rPr>
            </w:pPr>
            <w:r w:rsidRPr="00C92E3F">
              <w:rPr>
                <w:rFonts w:asciiTheme="minorHAnsi" w:eastAsiaTheme="minorHAnsi" w:hAnsiTheme="minorHAnsi" w:cstheme="minorBidi"/>
                <w:b/>
                <w:bCs/>
                <w:sz w:val="14"/>
                <w:szCs w:val="18"/>
                <w:highlight w:val="green"/>
              </w:rPr>
              <w:t>Doplní dodavatel</w:t>
            </w:r>
          </w:p>
        </w:tc>
      </w:tr>
    </w:tbl>
    <w:p w14:paraId="1574B6EA" w14:textId="77777777" w:rsidR="002D02AB" w:rsidRPr="00C445C0" w:rsidRDefault="002D02AB" w:rsidP="00FC5B2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sectPr w:rsidR="002D02AB" w:rsidRPr="00C445C0" w:rsidSect="00FC5B2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9" w:right="2408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3EC09DD" w16cex:dateUtc="2023-11-09T15:08:00Z"/>
  <w16cex:commentExtensible w16cex:durableId="59A7F304" w16cex:dateUtc="2023-11-09T15:0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C62EE" w14:textId="77777777" w:rsidR="00C40D10" w:rsidRDefault="00C40D10" w:rsidP="00962258">
      <w:r>
        <w:separator/>
      </w:r>
    </w:p>
  </w:endnote>
  <w:endnote w:type="continuationSeparator" w:id="0">
    <w:p w14:paraId="61444700" w14:textId="77777777" w:rsidR="00C40D10" w:rsidRDefault="00C40D10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75A3F98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451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9451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19EEBAE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0B4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0B4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Pr="00C92E3F" w:rsidRDefault="00F1715C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Správa železni</w:t>
          </w:r>
          <w:r w:rsidR="00F5558F" w:rsidRPr="00C92E3F">
            <w:rPr>
              <w:rFonts w:ascii="Verdana" w:hAnsi="Verdana"/>
            </w:rPr>
            <w:t>c</w:t>
          </w:r>
          <w:r w:rsidRPr="00C92E3F">
            <w:rPr>
              <w:rFonts w:ascii="Verdana" w:hAnsi="Verdana"/>
            </w:rPr>
            <w:t>, státní organizace</w:t>
          </w:r>
        </w:p>
        <w:p w14:paraId="3B3403DE" w14:textId="77777777" w:rsidR="00F1715C" w:rsidRPr="00C92E3F" w:rsidRDefault="00F1715C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Pr="00C92E3F" w:rsidRDefault="00F1715C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Sídlo: Dlážděná 1003/7, 110 00 Praha 1</w:t>
          </w:r>
        </w:p>
        <w:p w14:paraId="73D77D44" w14:textId="77777777" w:rsidR="00F1715C" w:rsidRPr="00C92E3F" w:rsidRDefault="00F1715C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IČ</w:t>
          </w:r>
          <w:r w:rsidR="00F5558F" w:rsidRPr="00C92E3F">
            <w:rPr>
              <w:rFonts w:ascii="Verdana" w:hAnsi="Verdana"/>
            </w:rPr>
            <w:t>O</w:t>
          </w:r>
          <w:r w:rsidRPr="00C92E3F">
            <w:rPr>
              <w:rFonts w:ascii="Verdana" w:hAnsi="Verdana"/>
            </w:rPr>
            <w:t>: 709 94 234 DIČ: CZ 709 94 234</w:t>
          </w:r>
        </w:p>
        <w:p w14:paraId="2CED9ACE" w14:textId="77777777" w:rsidR="00F1715C" w:rsidRPr="00C92E3F" w:rsidRDefault="004C5D55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www.spravazeleznic</w:t>
          </w:r>
          <w:r w:rsidR="00F1715C" w:rsidRPr="00C92E3F">
            <w:rPr>
              <w:rFonts w:ascii="Verdana" w:hAnsi="Verdana"/>
            </w:rPr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4756AE" w14:textId="77777777" w:rsidR="00C40D10" w:rsidRDefault="00C40D10" w:rsidP="00962258">
      <w:r>
        <w:separator/>
      </w:r>
    </w:p>
  </w:footnote>
  <w:footnote w:type="continuationSeparator" w:id="0">
    <w:p w14:paraId="78377400" w14:textId="77777777" w:rsidR="00C40D10" w:rsidRDefault="00C40D10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7" name="Obráze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9602800"/>
    <w:multiLevelType w:val="hybridMultilevel"/>
    <w:tmpl w:val="E7A2E4FC"/>
    <w:lvl w:ilvl="0" w:tplc="B394D33A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2"/>
  </w:num>
  <w:num w:numId="35">
    <w:abstractNumId w:val="13"/>
  </w:num>
  <w:num w:numId="36">
    <w:abstractNumId w:val="12"/>
  </w:num>
  <w:num w:numId="37">
    <w:abstractNumId w:val="4"/>
  </w:num>
  <w:num w:numId="3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FDA"/>
    <w:rsid w:val="0005242B"/>
    <w:rsid w:val="00067E11"/>
    <w:rsid w:val="00072C1E"/>
    <w:rsid w:val="000E23A7"/>
    <w:rsid w:val="0010693F"/>
    <w:rsid w:val="00114472"/>
    <w:rsid w:val="00122B49"/>
    <w:rsid w:val="001550BC"/>
    <w:rsid w:val="001605B9"/>
    <w:rsid w:val="00170EC5"/>
    <w:rsid w:val="001747C1"/>
    <w:rsid w:val="001826A9"/>
    <w:rsid w:val="00184743"/>
    <w:rsid w:val="001B57E8"/>
    <w:rsid w:val="00207DF5"/>
    <w:rsid w:val="00240B41"/>
    <w:rsid w:val="0027232E"/>
    <w:rsid w:val="00280E07"/>
    <w:rsid w:val="00297033"/>
    <w:rsid w:val="002C31BF"/>
    <w:rsid w:val="002D02AB"/>
    <w:rsid w:val="002D08B1"/>
    <w:rsid w:val="002E0CD7"/>
    <w:rsid w:val="00304973"/>
    <w:rsid w:val="00337DE4"/>
    <w:rsid w:val="00341DCF"/>
    <w:rsid w:val="00357BC6"/>
    <w:rsid w:val="003956C6"/>
    <w:rsid w:val="003C3747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25563"/>
    <w:rsid w:val="005349C4"/>
    <w:rsid w:val="00553375"/>
    <w:rsid w:val="00557C28"/>
    <w:rsid w:val="005736B7"/>
    <w:rsid w:val="00575E5A"/>
    <w:rsid w:val="005A1AED"/>
    <w:rsid w:val="005F1404"/>
    <w:rsid w:val="005F6779"/>
    <w:rsid w:val="0061068E"/>
    <w:rsid w:val="00660AD3"/>
    <w:rsid w:val="00677B7F"/>
    <w:rsid w:val="0068276C"/>
    <w:rsid w:val="006A5570"/>
    <w:rsid w:val="006A689C"/>
    <w:rsid w:val="006B3D79"/>
    <w:rsid w:val="006B4BE1"/>
    <w:rsid w:val="006D5140"/>
    <w:rsid w:val="006D7AFE"/>
    <w:rsid w:val="006E0578"/>
    <w:rsid w:val="006E314D"/>
    <w:rsid w:val="006F1675"/>
    <w:rsid w:val="00710723"/>
    <w:rsid w:val="00723ED1"/>
    <w:rsid w:val="00741F3B"/>
    <w:rsid w:val="00743525"/>
    <w:rsid w:val="0076286B"/>
    <w:rsid w:val="00766846"/>
    <w:rsid w:val="0077673A"/>
    <w:rsid w:val="00782DF7"/>
    <w:rsid w:val="007846E1"/>
    <w:rsid w:val="007B570C"/>
    <w:rsid w:val="007C1877"/>
    <w:rsid w:val="007C365C"/>
    <w:rsid w:val="007C589B"/>
    <w:rsid w:val="007E4A6E"/>
    <w:rsid w:val="007F56A7"/>
    <w:rsid w:val="00807DD0"/>
    <w:rsid w:val="008659F3"/>
    <w:rsid w:val="00886D4B"/>
    <w:rsid w:val="00895406"/>
    <w:rsid w:val="008A3568"/>
    <w:rsid w:val="008A6B83"/>
    <w:rsid w:val="008C71EB"/>
    <w:rsid w:val="008D03B9"/>
    <w:rsid w:val="008F18D6"/>
    <w:rsid w:val="00904780"/>
    <w:rsid w:val="00904FB3"/>
    <w:rsid w:val="00922385"/>
    <w:rsid w:val="009223DF"/>
    <w:rsid w:val="00923DE9"/>
    <w:rsid w:val="00936091"/>
    <w:rsid w:val="00940D8A"/>
    <w:rsid w:val="00962258"/>
    <w:rsid w:val="00963EB3"/>
    <w:rsid w:val="0096670C"/>
    <w:rsid w:val="009678B7"/>
    <w:rsid w:val="009833E1"/>
    <w:rsid w:val="00992D9C"/>
    <w:rsid w:val="00992E1E"/>
    <w:rsid w:val="00996CB8"/>
    <w:rsid w:val="009B14A9"/>
    <w:rsid w:val="009B2E97"/>
    <w:rsid w:val="009E07F4"/>
    <w:rsid w:val="009F392E"/>
    <w:rsid w:val="009F5508"/>
    <w:rsid w:val="00A106E8"/>
    <w:rsid w:val="00A15FC2"/>
    <w:rsid w:val="00A16671"/>
    <w:rsid w:val="00A325C6"/>
    <w:rsid w:val="00A33F7C"/>
    <w:rsid w:val="00A6177B"/>
    <w:rsid w:val="00A66136"/>
    <w:rsid w:val="00A90462"/>
    <w:rsid w:val="00AA4CBB"/>
    <w:rsid w:val="00AA592F"/>
    <w:rsid w:val="00AA65FA"/>
    <w:rsid w:val="00AA7351"/>
    <w:rsid w:val="00AC4504"/>
    <w:rsid w:val="00AD056F"/>
    <w:rsid w:val="00AD6731"/>
    <w:rsid w:val="00AE00B9"/>
    <w:rsid w:val="00AE0D05"/>
    <w:rsid w:val="00AF7B65"/>
    <w:rsid w:val="00AF7C6D"/>
    <w:rsid w:val="00B1222A"/>
    <w:rsid w:val="00B15D0D"/>
    <w:rsid w:val="00B176ED"/>
    <w:rsid w:val="00B271D5"/>
    <w:rsid w:val="00B75EE1"/>
    <w:rsid w:val="00B77481"/>
    <w:rsid w:val="00B77BB1"/>
    <w:rsid w:val="00B8518B"/>
    <w:rsid w:val="00B9451B"/>
    <w:rsid w:val="00BD7E91"/>
    <w:rsid w:val="00BF4710"/>
    <w:rsid w:val="00C02D0A"/>
    <w:rsid w:val="00C03A6E"/>
    <w:rsid w:val="00C40D10"/>
    <w:rsid w:val="00C445C0"/>
    <w:rsid w:val="00C44F6A"/>
    <w:rsid w:val="00C47AE3"/>
    <w:rsid w:val="00C92E3F"/>
    <w:rsid w:val="00CB13BE"/>
    <w:rsid w:val="00CB5BEB"/>
    <w:rsid w:val="00CD1FC4"/>
    <w:rsid w:val="00CF119A"/>
    <w:rsid w:val="00D21061"/>
    <w:rsid w:val="00D4108E"/>
    <w:rsid w:val="00D600C3"/>
    <w:rsid w:val="00D6163D"/>
    <w:rsid w:val="00D73D46"/>
    <w:rsid w:val="00D831A3"/>
    <w:rsid w:val="00DB3DE4"/>
    <w:rsid w:val="00DC75F3"/>
    <w:rsid w:val="00DD46F3"/>
    <w:rsid w:val="00DE56F2"/>
    <w:rsid w:val="00DF116D"/>
    <w:rsid w:val="00E36C4A"/>
    <w:rsid w:val="00E50364"/>
    <w:rsid w:val="00E771C6"/>
    <w:rsid w:val="00E8195D"/>
    <w:rsid w:val="00E940DA"/>
    <w:rsid w:val="00EB104F"/>
    <w:rsid w:val="00EB19F4"/>
    <w:rsid w:val="00ED14BD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86BA6"/>
    <w:rsid w:val="00F964AA"/>
    <w:rsid w:val="00FB25DF"/>
    <w:rsid w:val="00FC0FDA"/>
    <w:rsid w:val="00FC1B0C"/>
    <w:rsid w:val="00FC5B2A"/>
    <w:rsid w:val="00FC6389"/>
    <w:rsid w:val="00FD3FB5"/>
    <w:rsid w:val="00FD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  <w:style w:type="character" w:styleId="Odkaznakoment">
    <w:name w:val="annotation reference"/>
    <w:basedOn w:val="Standardnpsmoodstavce"/>
    <w:uiPriority w:val="99"/>
    <w:semiHidden/>
    <w:unhideWhenUsed/>
    <w:rsid w:val="00AC45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C45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C45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45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450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60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3F0AD48C62CD4E92FBAECC5921CD00" ma:contentTypeVersion="2" ma:contentTypeDescription="Vytvoří nový dokument" ma:contentTypeScope="" ma:versionID="bdf0605e79c08909535c30d0ba15783b">
  <xsd:schema xmlns:xsd="http://www.w3.org/2001/XMLSchema" xmlns:xs="http://www.w3.org/2001/XMLSchema" xmlns:p="http://schemas.microsoft.com/office/2006/metadata/properties" xmlns:ns2="5d094e4e-3516-4d6c-9748-efae541327b4" targetNamespace="http://schemas.microsoft.com/office/2006/metadata/properties" ma:root="true" ma:fieldsID="5e690468e25543e40eaf6bb5f40a85e6" ns2:_="">
    <xsd:import namespace="5d094e4e-3516-4d6c-9748-efae54132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94e4e-3516-4d6c-9748-efae54132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18A3EE-15B8-4C52-BE4F-E9BB42A61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94e4e-3516-4d6c-9748-efae54132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8C3CA9-D8C6-4669-8567-7234D9648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3</cp:revision>
  <cp:lastPrinted>2017-11-28T17:18:00Z</cp:lastPrinted>
  <dcterms:created xsi:type="dcterms:W3CDTF">2023-11-11T14:36:00Z</dcterms:created>
  <dcterms:modified xsi:type="dcterms:W3CDTF">2023-11-13T08:43:00Z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0x010100B83F0AD48C62CD4E92FBAECC5921CD00</vt:lpwstr>
  </property>
  <property fmtid="{D5CDD505-2E9C-101B-9397-08002B2CF9AE}" pid="3" name="URL">
    <vt:lpwstr/>
  </property>
</Properties>
</file>