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70570241" w:rsidR="00652EFD" w:rsidRPr="005D5F5C" w:rsidRDefault="005D5F5C" w:rsidP="005D5F5C">
      <w:pPr>
        <w:pStyle w:val="Titul2"/>
      </w:pPr>
      <w:r>
        <w:t xml:space="preserve">Záměr projektu, </w:t>
      </w:r>
      <w:r w:rsidR="004B62B9" w:rsidRPr="005D5F5C">
        <w:t>Projektová d</w:t>
      </w:r>
      <w:r w:rsidR="00A84500" w:rsidRPr="005D5F5C">
        <w:t>okumentace pro společné povolení</w:t>
      </w:r>
      <w:r w:rsidR="00D6552D" w:rsidRPr="005D5F5C">
        <w:t xml:space="preserve"> dle liniového zákona</w:t>
      </w:r>
      <w:r w:rsidR="00A84500" w:rsidRPr="005D5F5C">
        <w:t>, projektová dokumentace pro provádění stavby a výkon dozoru</w:t>
      </w:r>
      <w:r w:rsidR="00B9468D">
        <w:t xml:space="preserve"> projektanta</w:t>
      </w:r>
    </w:p>
    <w:p w14:paraId="52E430AB" w14:textId="77777777" w:rsidR="00053304" w:rsidRDefault="00053304" w:rsidP="00EB46E5">
      <w:pPr>
        <w:pStyle w:val="Titul2"/>
        <w:rPr>
          <w:highlight w:val="green"/>
        </w:rPr>
      </w:pPr>
    </w:p>
    <w:p w14:paraId="7E638D12" w14:textId="2A305E63" w:rsidR="0035531B" w:rsidRDefault="0035531B" w:rsidP="00EB46E5">
      <w:pPr>
        <w:pStyle w:val="Titul2"/>
      </w:pPr>
      <w:r w:rsidRPr="005D5F5C">
        <w:t>„</w:t>
      </w:r>
      <w:r w:rsidR="005D5F5C" w:rsidRPr="005D5F5C">
        <w:t>Výstavba odbočky Dobkovice</w:t>
      </w:r>
      <w:r w:rsidRPr="005D5F5C">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2DE056F9" w:rsidR="000E125F" w:rsidRDefault="000E125F" w:rsidP="00136BBF">
      <w:pPr>
        <w:pStyle w:val="Text1-1"/>
        <w:numPr>
          <w:ilvl w:val="0"/>
          <w:numId w:val="0"/>
        </w:numPr>
        <w:tabs>
          <w:tab w:val="left" w:pos="708"/>
        </w:tabs>
        <w:spacing w:line="240" w:lineRule="auto"/>
        <w:ind w:left="737" w:hanging="737"/>
      </w:pPr>
      <w:r>
        <w:t xml:space="preserve">Č.j. </w:t>
      </w:r>
      <w:r w:rsidR="0032156C">
        <w:t>234/2024-SŽ-SSZ-OVZ</w:t>
      </w:r>
    </w:p>
    <w:p w14:paraId="7FFE2CBD" w14:textId="77777777" w:rsidR="00053304" w:rsidRDefault="00053304" w:rsidP="00053304">
      <w:pPr>
        <w:spacing w:after="0" w:line="240" w:lineRule="auto"/>
        <w:rPr>
          <w:i/>
          <w:color w:val="FF0000"/>
        </w:rPr>
      </w:pPr>
    </w:p>
    <w:p w14:paraId="06B99B57" w14:textId="77777777" w:rsidR="005D5F5C" w:rsidRDefault="005D5F5C" w:rsidP="0010250C">
      <w:pPr>
        <w:spacing w:after="0" w:line="240" w:lineRule="auto"/>
        <w:rPr>
          <w:i/>
          <w:color w:val="FF0000"/>
        </w:rPr>
      </w:pPr>
    </w:p>
    <w:p w14:paraId="5CC0F62C" w14:textId="1CA1D01D"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A818937" w14:textId="77777777" w:rsidR="005D5F5C" w:rsidRDefault="005D5F5C" w:rsidP="00FE4333">
      <w:pPr>
        <w:pStyle w:val="Nadpisbezsl1-1"/>
      </w:pPr>
    </w:p>
    <w:p w14:paraId="59DA4FD3" w14:textId="77777777" w:rsidR="005D5F5C" w:rsidRDefault="005D5F5C" w:rsidP="00FE4333">
      <w:pPr>
        <w:pStyle w:val="Nadpisbezsl1-1"/>
      </w:pPr>
    </w:p>
    <w:p w14:paraId="4089F326" w14:textId="77777777" w:rsidR="005D5F5C" w:rsidRDefault="005D5F5C" w:rsidP="00FE4333">
      <w:pPr>
        <w:pStyle w:val="Nadpisbezsl1-1"/>
      </w:pPr>
    </w:p>
    <w:p w14:paraId="14783ECE" w14:textId="27353DA0" w:rsidR="00BD7E91" w:rsidRDefault="00BD7E91" w:rsidP="00FE4333">
      <w:pPr>
        <w:pStyle w:val="Nadpisbezsl1-1"/>
      </w:pPr>
      <w:r>
        <w:lastRenderedPageBreak/>
        <w:t>Obsah</w:t>
      </w:r>
      <w:r w:rsidR="00887F36">
        <w:t xml:space="preserve"> </w:t>
      </w:r>
    </w:p>
    <w:p w14:paraId="7582EE9B" w14:textId="55D93811" w:rsidR="00B42A5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9571218" w:history="1">
        <w:r w:rsidR="00B42A5E" w:rsidRPr="0090366B">
          <w:rPr>
            <w:rStyle w:val="Hypertextovodkaz"/>
          </w:rPr>
          <w:t>1.</w:t>
        </w:r>
        <w:r w:rsidR="00B42A5E">
          <w:rPr>
            <w:rFonts w:eastAsiaTheme="minorEastAsia"/>
            <w:caps w:val="0"/>
            <w:noProof/>
            <w:sz w:val="22"/>
            <w:szCs w:val="22"/>
            <w:lang w:eastAsia="cs-CZ"/>
          </w:rPr>
          <w:tab/>
        </w:r>
        <w:r w:rsidR="00B42A5E" w:rsidRPr="0090366B">
          <w:rPr>
            <w:rStyle w:val="Hypertextovodkaz"/>
          </w:rPr>
          <w:t>ÚVODNÍ USTANOVENÍ</w:t>
        </w:r>
        <w:r w:rsidR="00B42A5E">
          <w:rPr>
            <w:noProof/>
            <w:webHidden/>
          </w:rPr>
          <w:tab/>
        </w:r>
        <w:r w:rsidR="00B42A5E">
          <w:rPr>
            <w:noProof/>
            <w:webHidden/>
          </w:rPr>
          <w:fldChar w:fldCharType="begin"/>
        </w:r>
        <w:r w:rsidR="00B42A5E">
          <w:rPr>
            <w:noProof/>
            <w:webHidden/>
          </w:rPr>
          <w:instrText xml:space="preserve"> PAGEREF _Toc149571218 \h </w:instrText>
        </w:r>
        <w:r w:rsidR="00B42A5E">
          <w:rPr>
            <w:noProof/>
            <w:webHidden/>
          </w:rPr>
        </w:r>
        <w:r w:rsidR="00B42A5E">
          <w:rPr>
            <w:noProof/>
            <w:webHidden/>
          </w:rPr>
          <w:fldChar w:fldCharType="separate"/>
        </w:r>
        <w:r w:rsidR="002D32DC">
          <w:rPr>
            <w:noProof/>
            <w:webHidden/>
          </w:rPr>
          <w:t>3</w:t>
        </w:r>
        <w:r w:rsidR="00B42A5E">
          <w:rPr>
            <w:noProof/>
            <w:webHidden/>
          </w:rPr>
          <w:fldChar w:fldCharType="end"/>
        </w:r>
      </w:hyperlink>
    </w:p>
    <w:p w14:paraId="3B08A74C" w14:textId="100895D1" w:rsidR="00B42A5E" w:rsidRDefault="00000000">
      <w:pPr>
        <w:pStyle w:val="Obsah1"/>
        <w:rPr>
          <w:rFonts w:eastAsiaTheme="minorEastAsia"/>
          <w:caps w:val="0"/>
          <w:noProof/>
          <w:sz w:val="22"/>
          <w:szCs w:val="22"/>
          <w:lang w:eastAsia="cs-CZ"/>
        </w:rPr>
      </w:pPr>
      <w:hyperlink w:anchor="_Toc149571219" w:history="1">
        <w:r w:rsidR="00B42A5E" w:rsidRPr="0090366B">
          <w:rPr>
            <w:rStyle w:val="Hypertextovodkaz"/>
          </w:rPr>
          <w:t>2.</w:t>
        </w:r>
        <w:r w:rsidR="00B42A5E">
          <w:rPr>
            <w:rFonts w:eastAsiaTheme="minorEastAsia"/>
            <w:caps w:val="0"/>
            <w:noProof/>
            <w:sz w:val="22"/>
            <w:szCs w:val="22"/>
            <w:lang w:eastAsia="cs-CZ"/>
          </w:rPr>
          <w:tab/>
        </w:r>
        <w:r w:rsidR="00B42A5E" w:rsidRPr="0090366B">
          <w:rPr>
            <w:rStyle w:val="Hypertextovodkaz"/>
          </w:rPr>
          <w:t>IDENTIFIKAČNÍ ÚDAJE ZADAVATELE</w:t>
        </w:r>
        <w:r w:rsidR="00B42A5E">
          <w:rPr>
            <w:noProof/>
            <w:webHidden/>
          </w:rPr>
          <w:tab/>
        </w:r>
        <w:r w:rsidR="00B42A5E">
          <w:rPr>
            <w:noProof/>
            <w:webHidden/>
          </w:rPr>
          <w:fldChar w:fldCharType="begin"/>
        </w:r>
        <w:r w:rsidR="00B42A5E">
          <w:rPr>
            <w:noProof/>
            <w:webHidden/>
          </w:rPr>
          <w:instrText xml:space="preserve"> PAGEREF _Toc149571219 \h </w:instrText>
        </w:r>
        <w:r w:rsidR="00B42A5E">
          <w:rPr>
            <w:noProof/>
            <w:webHidden/>
          </w:rPr>
        </w:r>
        <w:r w:rsidR="00B42A5E">
          <w:rPr>
            <w:noProof/>
            <w:webHidden/>
          </w:rPr>
          <w:fldChar w:fldCharType="separate"/>
        </w:r>
        <w:r w:rsidR="002D32DC">
          <w:rPr>
            <w:noProof/>
            <w:webHidden/>
          </w:rPr>
          <w:t>3</w:t>
        </w:r>
        <w:r w:rsidR="00B42A5E">
          <w:rPr>
            <w:noProof/>
            <w:webHidden/>
          </w:rPr>
          <w:fldChar w:fldCharType="end"/>
        </w:r>
      </w:hyperlink>
    </w:p>
    <w:p w14:paraId="5606D32B" w14:textId="1AFD8A70" w:rsidR="00B42A5E" w:rsidRDefault="00000000">
      <w:pPr>
        <w:pStyle w:val="Obsah1"/>
        <w:rPr>
          <w:rFonts w:eastAsiaTheme="minorEastAsia"/>
          <w:caps w:val="0"/>
          <w:noProof/>
          <w:sz w:val="22"/>
          <w:szCs w:val="22"/>
          <w:lang w:eastAsia="cs-CZ"/>
        </w:rPr>
      </w:pPr>
      <w:hyperlink w:anchor="_Toc149571220" w:history="1">
        <w:r w:rsidR="00B42A5E" w:rsidRPr="0090366B">
          <w:rPr>
            <w:rStyle w:val="Hypertextovodkaz"/>
          </w:rPr>
          <w:t>3.</w:t>
        </w:r>
        <w:r w:rsidR="00B42A5E">
          <w:rPr>
            <w:rFonts w:eastAsiaTheme="minorEastAsia"/>
            <w:caps w:val="0"/>
            <w:noProof/>
            <w:sz w:val="22"/>
            <w:szCs w:val="22"/>
            <w:lang w:eastAsia="cs-CZ"/>
          </w:rPr>
          <w:tab/>
        </w:r>
        <w:r w:rsidR="00B42A5E" w:rsidRPr="0090366B">
          <w:rPr>
            <w:rStyle w:val="Hypertextovodkaz"/>
          </w:rPr>
          <w:t>KOMUNIKACE MEZI ZADAVATELEM a DODAVATELEM</w:t>
        </w:r>
        <w:r w:rsidR="00B42A5E">
          <w:rPr>
            <w:noProof/>
            <w:webHidden/>
          </w:rPr>
          <w:tab/>
        </w:r>
        <w:r w:rsidR="00B42A5E">
          <w:rPr>
            <w:noProof/>
            <w:webHidden/>
          </w:rPr>
          <w:fldChar w:fldCharType="begin"/>
        </w:r>
        <w:r w:rsidR="00B42A5E">
          <w:rPr>
            <w:noProof/>
            <w:webHidden/>
          </w:rPr>
          <w:instrText xml:space="preserve"> PAGEREF _Toc149571220 \h </w:instrText>
        </w:r>
        <w:r w:rsidR="00B42A5E">
          <w:rPr>
            <w:noProof/>
            <w:webHidden/>
          </w:rPr>
        </w:r>
        <w:r w:rsidR="00B42A5E">
          <w:rPr>
            <w:noProof/>
            <w:webHidden/>
          </w:rPr>
          <w:fldChar w:fldCharType="separate"/>
        </w:r>
        <w:r w:rsidR="002D32DC">
          <w:rPr>
            <w:noProof/>
            <w:webHidden/>
          </w:rPr>
          <w:t>4</w:t>
        </w:r>
        <w:r w:rsidR="00B42A5E">
          <w:rPr>
            <w:noProof/>
            <w:webHidden/>
          </w:rPr>
          <w:fldChar w:fldCharType="end"/>
        </w:r>
      </w:hyperlink>
    </w:p>
    <w:p w14:paraId="5EDFFA2D" w14:textId="2BD6BAEA" w:rsidR="00B42A5E" w:rsidRDefault="00000000">
      <w:pPr>
        <w:pStyle w:val="Obsah1"/>
        <w:rPr>
          <w:rFonts w:eastAsiaTheme="minorEastAsia"/>
          <w:caps w:val="0"/>
          <w:noProof/>
          <w:sz w:val="22"/>
          <w:szCs w:val="22"/>
          <w:lang w:eastAsia="cs-CZ"/>
        </w:rPr>
      </w:pPr>
      <w:hyperlink w:anchor="_Toc149571221" w:history="1">
        <w:r w:rsidR="00B42A5E" w:rsidRPr="0090366B">
          <w:rPr>
            <w:rStyle w:val="Hypertextovodkaz"/>
          </w:rPr>
          <w:t>4.</w:t>
        </w:r>
        <w:r w:rsidR="00B42A5E">
          <w:rPr>
            <w:rFonts w:eastAsiaTheme="minorEastAsia"/>
            <w:caps w:val="0"/>
            <w:noProof/>
            <w:sz w:val="22"/>
            <w:szCs w:val="22"/>
            <w:lang w:eastAsia="cs-CZ"/>
          </w:rPr>
          <w:tab/>
        </w:r>
        <w:r w:rsidR="00B42A5E" w:rsidRPr="0090366B">
          <w:rPr>
            <w:rStyle w:val="Hypertextovodkaz"/>
          </w:rPr>
          <w:t>ÚČEL a PŘEDMĚT PLNĚNÍ VEŘEJNÉ ZAKÁZKY</w:t>
        </w:r>
        <w:r w:rsidR="00B42A5E">
          <w:rPr>
            <w:noProof/>
            <w:webHidden/>
          </w:rPr>
          <w:tab/>
        </w:r>
        <w:r w:rsidR="00B42A5E">
          <w:rPr>
            <w:noProof/>
            <w:webHidden/>
          </w:rPr>
          <w:fldChar w:fldCharType="begin"/>
        </w:r>
        <w:r w:rsidR="00B42A5E">
          <w:rPr>
            <w:noProof/>
            <w:webHidden/>
          </w:rPr>
          <w:instrText xml:space="preserve"> PAGEREF _Toc149571221 \h </w:instrText>
        </w:r>
        <w:r w:rsidR="00B42A5E">
          <w:rPr>
            <w:noProof/>
            <w:webHidden/>
          </w:rPr>
        </w:r>
        <w:r w:rsidR="00B42A5E">
          <w:rPr>
            <w:noProof/>
            <w:webHidden/>
          </w:rPr>
          <w:fldChar w:fldCharType="separate"/>
        </w:r>
        <w:r w:rsidR="002D32DC">
          <w:rPr>
            <w:noProof/>
            <w:webHidden/>
          </w:rPr>
          <w:t>4</w:t>
        </w:r>
        <w:r w:rsidR="00B42A5E">
          <w:rPr>
            <w:noProof/>
            <w:webHidden/>
          </w:rPr>
          <w:fldChar w:fldCharType="end"/>
        </w:r>
      </w:hyperlink>
    </w:p>
    <w:p w14:paraId="518D7D38" w14:textId="4D5E8EFE" w:rsidR="00B42A5E" w:rsidRDefault="00000000">
      <w:pPr>
        <w:pStyle w:val="Obsah1"/>
        <w:rPr>
          <w:rFonts w:eastAsiaTheme="minorEastAsia"/>
          <w:caps w:val="0"/>
          <w:noProof/>
          <w:sz w:val="22"/>
          <w:szCs w:val="22"/>
          <w:lang w:eastAsia="cs-CZ"/>
        </w:rPr>
      </w:pPr>
      <w:hyperlink w:anchor="_Toc149571222" w:history="1">
        <w:r w:rsidR="00B42A5E" w:rsidRPr="0090366B">
          <w:rPr>
            <w:rStyle w:val="Hypertextovodkaz"/>
          </w:rPr>
          <w:t>5.</w:t>
        </w:r>
        <w:r w:rsidR="00B42A5E">
          <w:rPr>
            <w:rFonts w:eastAsiaTheme="minorEastAsia"/>
            <w:caps w:val="0"/>
            <w:noProof/>
            <w:sz w:val="22"/>
            <w:szCs w:val="22"/>
            <w:lang w:eastAsia="cs-CZ"/>
          </w:rPr>
          <w:tab/>
        </w:r>
        <w:r w:rsidR="00B42A5E" w:rsidRPr="0090366B">
          <w:rPr>
            <w:rStyle w:val="Hypertextovodkaz"/>
          </w:rPr>
          <w:t>ZDROJE FINANCOVÁNÍ a PŘEDPOKLÁDANÁ HODNOTA VEŘEJNÉ ZAKÁZKY</w:t>
        </w:r>
        <w:r w:rsidR="00B42A5E">
          <w:rPr>
            <w:noProof/>
            <w:webHidden/>
          </w:rPr>
          <w:tab/>
        </w:r>
        <w:r w:rsidR="00B42A5E">
          <w:rPr>
            <w:noProof/>
            <w:webHidden/>
          </w:rPr>
          <w:fldChar w:fldCharType="begin"/>
        </w:r>
        <w:r w:rsidR="00B42A5E">
          <w:rPr>
            <w:noProof/>
            <w:webHidden/>
          </w:rPr>
          <w:instrText xml:space="preserve"> PAGEREF _Toc149571222 \h </w:instrText>
        </w:r>
        <w:r w:rsidR="00B42A5E">
          <w:rPr>
            <w:noProof/>
            <w:webHidden/>
          </w:rPr>
        </w:r>
        <w:r w:rsidR="00B42A5E">
          <w:rPr>
            <w:noProof/>
            <w:webHidden/>
          </w:rPr>
          <w:fldChar w:fldCharType="separate"/>
        </w:r>
        <w:r w:rsidR="002D32DC">
          <w:rPr>
            <w:noProof/>
            <w:webHidden/>
          </w:rPr>
          <w:t>5</w:t>
        </w:r>
        <w:r w:rsidR="00B42A5E">
          <w:rPr>
            <w:noProof/>
            <w:webHidden/>
          </w:rPr>
          <w:fldChar w:fldCharType="end"/>
        </w:r>
      </w:hyperlink>
    </w:p>
    <w:p w14:paraId="3C09A443" w14:textId="0B096E17" w:rsidR="00B42A5E" w:rsidRDefault="00000000">
      <w:pPr>
        <w:pStyle w:val="Obsah1"/>
        <w:rPr>
          <w:rFonts w:eastAsiaTheme="minorEastAsia"/>
          <w:caps w:val="0"/>
          <w:noProof/>
          <w:sz w:val="22"/>
          <w:szCs w:val="22"/>
          <w:lang w:eastAsia="cs-CZ"/>
        </w:rPr>
      </w:pPr>
      <w:hyperlink w:anchor="_Toc149571223" w:history="1">
        <w:r w:rsidR="00B42A5E" w:rsidRPr="0090366B">
          <w:rPr>
            <w:rStyle w:val="Hypertextovodkaz"/>
          </w:rPr>
          <w:t>6.</w:t>
        </w:r>
        <w:r w:rsidR="00B42A5E">
          <w:rPr>
            <w:rFonts w:eastAsiaTheme="minorEastAsia"/>
            <w:caps w:val="0"/>
            <w:noProof/>
            <w:sz w:val="22"/>
            <w:szCs w:val="22"/>
            <w:lang w:eastAsia="cs-CZ"/>
          </w:rPr>
          <w:tab/>
        </w:r>
        <w:r w:rsidR="00B42A5E" w:rsidRPr="0090366B">
          <w:rPr>
            <w:rStyle w:val="Hypertextovodkaz"/>
          </w:rPr>
          <w:t>OBSAH ZADÁVACÍ DOKUMENTACE</w:t>
        </w:r>
        <w:r w:rsidR="00B42A5E">
          <w:rPr>
            <w:noProof/>
            <w:webHidden/>
          </w:rPr>
          <w:tab/>
        </w:r>
        <w:r w:rsidR="00B42A5E">
          <w:rPr>
            <w:noProof/>
            <w:webHidden/>
          </w:rPr>
          <w:fldChar w:fldCharType="begin"/>
        </w:r>
        <w:r w:rsidR="00B42A5E">
          <w:rPr>
            <w:noProof/>
            <w:webHidden/>
          </w:rPr>
          <w:instrText xml:space="preserve"> PAGEREF _Toc149571223 \h </w:instrText>
        </w:r>
        <w:r w:rsidR="00B42A5E">
          <w:rPr>
            <w:noProof/>
            <w:webHidden/>
          </w:rPr>
        </w:r>
        <w:r w:rsidR="00B42A5E">
          <w:rPr>
            <w:noProof/>
            <w:webHidden/>
          </w:rPr>
          <w:fldChar w:fldCharType="separate"/>
        </w:r>
        <w:r w:rsidR="002D32DC">
          <w:rPr>
            <w:noProof/>
            <w:webHidden/>
          </w:rPr>
          <w:t>5</w:t>
        </w:r>
        <w:r w:rsidR="00B42A5E">
          <w:rPr>
            <w:noProof/>
            <w:webHidden/>
          </w:rPr>
          <w:fldChar w:fldCharType="end"/>
        </w:r>
      </w:hyperlink>
    </w:p>
    <w:p w14:paraId="58EF6CCA" w14:textId="095BFE16" w:rsidR="00B42A5E" w:rsidRDefault="00000000">
      <w:pPr>
        <w:pStyle w:val="Obsah1"/>
        <w:rPr>
          <w:rFonts w:eastAsiaTheme="minorEastAsia"/>
          <w:caps w:val="0"/>
          <w:noProof/>
          <w:sz w:val="22"/>
          <w:szCs w:val="22"/>
          <w:lang w:eastAsia="cs-CZ"/>
        </w:rPr>
      </w:pPr>
      <w:hyperlink w:anchor="_Toc149571224" w:history="1">
        <w:r w:rsidR="00B42A5E" w:rsidRPr="0090366B">
          <w:rPr>
            <w:rStyle w:val="Hypertextovodkaz"/>
          </w:rPr>
          <w:t>7.</w:t>
        </w:r>
        <w:r w:rsidR="00B42A5E">
          <w:rPr>
            <w:rFonts w:eastAsiaTheme="minorEastAsia"/>
            <w:caps w:val="0"/>
            <w:noProof/>
            <w:sz w:val="22"/>
            <w:szCs w:val="22"/>
            <w:lang w:eastAsia="cs-CZ"/>
          </w:rPr>
          <w:tab/>
        </w:r>
        <w:r w:rsidR="00B42A5E" w:rsidRPr="0090366B">
          <w:rPr>
            <w:rStyle w:val="Hypertextovodkaz"/>
          </w:rPr>
          <w:t>VYSVĚTLENÍ, ZMĚNY a DOPLNĚNÍ ZADÁVACÍ DOKUMENTACE</w:t>
        </w:r>
        <w:r w:rsidR="00B42A5E">
          <w:rPr>
            <w:noProof/>
            <w:webHidden/>
          </w:rPr>
          <w:tab/>
        </w:r>
        <w:r w:rsidR="00B42A5E">
          <w:rPr>
            <w:noProof/>
            <w:webHidden/>
          </w:rPr>
          <w:fldChar w:fldCharType="begin"/>
        </w:r>
        <w:r w:rsidR="00B42A5E">
          <w:rPr>
            <w:noProof/>
            <w:webHidden/>
          </w:rPr>
          <w:instrText xml:space="preserve"> PAGEREF _Toc149571224 \h </w:instrText>
        </w:r>
        <w:r w:rsidR="00B42A5E">
          <w:rPr>
            <w:noProof/>
            <w:webHidden/>
          </w:rPr>
        </w:r>
        <w:r w:rsidR="00B42A5E">
          <w:rPr>
            <w:noProof/>
            <w:webHidden/>
          </w:rPr>
          <w:fldChar w:fldCharType="separate"/>
        </w:r>
        <w:r w:rsidR="002D32DC">
          <w:rPr>
            <w:noProof/>
            <w:webHidden/>
          </w:rPr>
          <w:t>6</w:t>
        </w:r>
        <w:r w:rsidR="00B42A5E">
          <w:rPr>
            <w:noProof/>
            <w:webHidden/>
          </w:rPr>
          <w:fldChar w:fldCharType="end"/>
        </w:r>
      </w:hyperlink>
    </w:p>
    <w:p w14:paraId="742D620A" w14:textId="17C204A9" w:rsidR="00B42A5E" w:rsidRDefault="00000000">
      <w:pPr>
        <w:pStyle w:val="Obsah1"/>
        <w:rPr>
          <w:rFonts w:eastAsiaTheme="minorEastAsia"/>
          <w:caps w:val="0"/>
          <w:noProof/>
          <w:sz w:val="22"/>
          <w:szCs w:val="22"/>
          <w:lang w:eastAsia="cs-CZ"/>
        </w:rPr>
      </w:pPr>
      <w:hyperlink w:anchor="_Toc149571225" w:history="1">
        <w:r w:rsidR="00B42A5E" w:rsidRPr="0090366B">
          <w:rPr>
            <w:rStyle w:val="Hypertextovodkaz"/>
          </w:rPr>
          <w:t>8.</w:t>
        </w:r>
        <w:r w:rsidR="00B42A5E">
          <w:rPr>
            <w:rFonts w:eastAsiaTheme="minorEastAsia"/>
            <w:caps w:val="0"/>
            <w:noProof/>
            <w:sz w:val="22"/>
            <w:szCs w:val="22"/>
            <w:lang w:eastAsia="cs-CZ"/>
          </w:rPr>
          <w:tab/>
        </w:r>
        <w:r w:rsidR="00B42A5E" w:rsidRPr="0090366B">
          <w:rPr>
            <w:rStyle w:val="Hypertextovodkaz"/>
          </w:rPr>
          <w:t>POŽADAVKY ZADAVATELE NA KVALIFIKACI</w:t>
        </w:r>
        <w:r w:rsidR="00B42A5E">
          <w:rPr>
            <w:noProof/>
            <w:webHidden/>
          </w:rPr>
          <w:tab/>
        </w:r>
        <w:r w:rsidR="00B42A5E">
          <w:rPr>
            <w:noProof/>
            <w:webHidden/>
          </w:rPr>
          <w:fldChar w:fldCharType="begin"/>
        </w:r>
        <w:r w:rsidR="00B42A5E">
          <w:rPr>
            <w:noProof/>
            <w:webHidden/>
          </w:rPr>
          <w:instrText xml:space="preserve"> PAGEREF _Toc149571225 \h </w:instrText>
        </w:r>
        <w:r w:rsidR="00B42A5E">
          <w:rPr>
            <w:noProof/>
            <w:webHidden/>
          </w:rPr>
        </w:r>
        <w:r w:rsidR="00B42A5E">
          <w:rPr>
            <w:noProof/>
            <w:webHidden/>
          </w:rPr>
          <w:fldChar w:fldCharType="separate"/>
        </w:r>
        <w:r w:rsidR="002D32DC">
          <w:rPr>
            <w:noProof/>
            <w:webHidden/>
          </w:rPr>
          <w:t>6</w:t>
        </w:r>
        <w:r w:rsidR="00B42A5E">
          <w:rPr>
            <w:noProof/>
            <w:webHidden/>
          </w:rPr>
          <w:fldChar w:fldCharType="end"/>
        </w:r>
      </w:hyperlink>
    </w:p>
    <w:p w14:paraId="0C16FF9D" w14:textId="014D5F19" w:rsidR="00B42A5E" w:rsidRDefault="00000000">
      <w:pPr>
        <w:pStyle w:val="Obsah1"/>
        <w:rPr>
          <w:rFonts w:eastAsiaTheme="minorEastAsia"/>
          <w:caps w:val="0"/>
          <w:noProof/>
          <w:sz w:val="22"/>
          <w:szCs w:val="22"/>
          <w:lang w:eastAsia="cs-CZ"/>
        </w:rPr>
      </w:pPr>
      <w:hyperlink w:anchor="_Toc149571226" w:history="1">
        <w:r w:rsidR="00B42A5E" w:rsidRPr="0090366B">
          <w:rPr>
            <w:rStyle w:val="Hypertextovodkaz"/>
          </w:rPr>
          <w:t>9.</w:t>
        </w:r>
        <w:r w:rsidR="00B42A5E">
          <w:rPr>
            <w:rFonts w:eastAsiaTheme="minorEastAsia"/>
            <w:caps w:val="0"/>
            <w:noProof/>
            <w:sz w:val="22"/>
            <w:szCs w:val="22"/>
            <w:lang w:eastAsia="cs-CZ"/>
          </w:rPr>
          <w:tab/>
        </w:r>
        <w:r w:rsidR="00B42A5E" w:rsidRPr="0090366B">
          <w:rPr>
            <w:rStyle w:val="Hypertextovodkaz"/>
          </w:rPr>
          <w:t>DALŠÍ INFORMACE/DOKUMENTY PŘEDKLÁDANÉ DODAVATELEM v NABÍDCE</w:t>
        </w:r>
        <w:r w:rsidR="00B42A5E">
          <w:rPr>
            <w:noProof/>
            <w:webHidden/>
          </w:rPr>
          <w:tab/>
        </w:r>
        <w:r w:rsidR="00B42A5E">
          <w:rPr>
            <w:noProof/>
            <w:webHidden/>
          </w:rPr>
          <w:fldChar w:fldCharType="begin"/>
        </w:r>
        <w:r w:rsidR="00B42A5E">
          <w:rPr>
            <w:noProof/>
            <w:webHidden/>
          </w:rPr>
          <w:instrText xml:space="preserve"> PAGEREF _Toc149571226 \h </w:instrText>
        </w:r>
        <w:r w:rsidR="00B42A5E">
          <w:rPr>
            <w:noProof/>
            <w:webHidden/>
          </w:rPr>
        </w:r>
        <w:r w:rsidR="00B42A5E">
          <w:rPr>
            <w:noProof/>
            <w:webHidden/>
          </w:rPr>
          <w:fldChar w:fldCharType="separate"/>
        </w:r>
        <w:r w:rsidR="002D32DC">
          <w:rPr>
            <w:noProof/>
            <w:webHidden/>
          </w:rPr>
          <w:t>17</w:t>
        </w:r>
        <w:r w:rsidR="00B42A5E">
          <w:rPr>
            <w:noProof/>
            <w:webHidden/>
          </w:rPr>
          <w:fldChar w:fldCharType="end"/>
        </w:r>
      </w:hyperlink>
    </w:p>
    <w:p w14:paraId="6958E5C0" w14:textId="63CB2493" w:rsidR="00B42A5E" w:rsidRDefault="00000000">
      <w:pPr>
        <w:pStyle w:val="Obsah1"/>
        <w:rPr>
          <w:rFonts w:eastAsiaTheme="minorEastAsia"/>
          <w:caps w:val="0"/>
          <w:noProof/>
          <w:sz w:val="22"/>
          <w:szCs w:val="22"/>
          <w:lang w:eastAsia="cs-CZ"/>
        </w:rPr>
      </w:pPr>
      <w:hyperlink w:anchor="_Toc149571227" w:history="1">
        <w:r w:rsidR="00B42A5E" w:rsidRPr="0090366B">
          <w:rPr>
            <w:rStyle w:val="Hypertextovodkaz"/>
          </w:rPr>
          <w:t>10.</w:t>
        </w:r>
        <w:r w:rsidR="00B42A5E">
          <w:rPr>
            <w:rFonts w:eastAsiaTheme="minorEastAsia"/>
            <w:caps w:val="0"/>
            <w:noProof/>
            <w:sz w:val="22"/>
            <w:szCs w:val="22"/>
            <w:lang w:eastAsia="cs-CZ"/>
          </w:rPr>
          <w:tab/>
        </w:r>
        <w:r w:rsidR="00B42A5E" w:rsidRPr="0090366B">
          <w:rPr>
            <w:rStyle w:val="Hypertextovodkaz"/>
          </w:rPr>
          <w:t>JAZYK NABÍDEK A KOMUNIKAČNÍ JAZYK</w:t>
        </w:r>
        <w:r w:rsidR="00B42A5E">
          <w:rPr>
            <w:noProof/>
            <w:webHidden/>
          </w:rPr>
          <w:tab/>
        </w:r>
        <w:r w:rsidR="00B42A5E">
          <w:rPr>
            <w:noProof/>
            <w:webHidden/>
          </w:rPr>
          <w:fldChar w:fldCharType="begin"/>
        </w:r>
        <w:r w:rsidR="00B42A5E">
          <w:rPr>
            <w:noProof/>
            <w:webHidden/>
          </w:rPr>
          <w:instrText xml:space="preserve"> PAGEREF _Toc149571227 \h </w:instrText>
        </w:r>
        <w:r w:rsidR="00B42A5E">
          <w:rPr>
            <w:noProof/>
            <w:webHidden/>
          </w:rPr>
        </w:r>
        <w:r w:rsidR="00B42A5E">
          <w:rPr>
            <w:noProof/>
            <w:webHidden/>
          </w:rPr>
          <w:fldChar w:fldCharType="separate"/>
        </w:r>
        <w:r w:rsidR="002D32DC">
          <w:rPr>
            <w:noProof/>
            <w:webHidden/>
          </w:rPr>
          <w:t>19</w:t>
        </w:r>
        <w:r w:rsidR="00B42A5E">
          <w:rPr>
            <w:noProof/>
            <w:webHidden/>
          </w:rPr>
          <w:fldChar w:fldCharType="end"/>
        </w:r>
      </w:hyperlink>
    </w:p>
    <w:p w14:paraId="1272EE0A" w14:textId="5519E336" w:rsidR="00B42A5E" w:rsidRDefault="00000000">
      <w:pPr>
        <w:pStyle w:val="Obsah1"/>
        <w:rPr>
          <w:rFonts w:eastAsiaTheme="minorEastAsia"/>
          <w:caps w:val="0"/>
          <w:noProof/>
          <w:sz w:val="22"/>
          <w:szCs w:val="22"/>
          <w:lang w:eastAsia="cs-CZ"/>
        </w:rPr>
      </w:pPr>
      <w:hyperlink w:anchor="_Toc149571228" w:history="1">
        <w:r w:rsidR="00B42A5E" w:rsidRPr="0090366B">
          <w:rPr>
            <w:rStyle w:val="Hypertextovodkaz"/>
          </w:rPr>
          <w:t>11.</w:t>
        </w:r>
        <w:r w:rsidR="00B42A5E">
          <w:rPr>
            <w:rFonts w:eastAsiaTheme="minorEastAsia"/>
            <w:caps w:val="0"/>
            <w:noProof/>
            <w:sz w:val="22"/>
            <w:szCs w:val="22"/>
            <w:lang w:eastAsia="cs-CZ"/>
          </w:rPr>
          <w:tab/>
        </w:r>
        <w:r w:rsidR="00B42A5E" w:rsidRPr="0090366B">
          <w:rPr>
            <w:rStyle w:val="Hypertextovodkaz"/>
          </w:rPr>
          <w:t>OBSAH a PODÁVÁNÍ NABÍDEK</w:t>
        </w:r>
        <w:r w:rsidR="00B42A5E">
          <w:rPr>
            <w:noProof/>
            <w:webHidden/>
          </w:rPr>
          <w:tab/>
        </w:r>
        <w:r w:rsidR="00B42A5E">
          <w:rPr>
            <w:noProof/>
            <w:webHidden/>
          </w:rPr>
          <w:fldChar w:fldCharType="begin"/>
        </w:r>
        <w:r w:rsidR="00B42A5E">
          <w:rPr>
            <w:noProof/>
            <w:webHidden/>
          </w:rPr>
          <w:instrText xml:space="preserve"> PAGEREF _Toc149571228 \h </w:instrText>
        </w:r>
        <w:r w:rsidR="00B42A5E">
          <w:rPr>
            <w:noProof/>
            <w:webHidden/>
          </w:rPr>
        </w:r>
        <w:r w:rsidR="00B42A5E">
          <w:rPr>
            <w:noProof/>
            <w:webHidden/>
          </w:rPr>
          <w:fldChar w:fldCharType="separate"/>
        </w:r>
        <w:r w:rsidR="002D32DC">
          <w:rPr>
            <w:noProof/>
            <w:webHidden/>
          </w:rPr>
          <w:t>20</w:t>
        </w:r>
        <w:r w:rsidR="00B42A5E">
          <w:rPr>
            <w:noProof/>
            <w:webHidden/>
          </w:rPr>
          <w:fldChar w:fldCharType="end"/>
        </w:r>
      </w:hyperlink>
    </w:p>
    <w:p w14:paraId="5E22AFB3" w14:textId="57000979" w:rsidR="00B42A5E" w:rsidRDefault="00000000">
      <w:pPr>
        <w:pStyle w:val="Obsah1"/>
        <w:rPr>
          <w:rFonts w:eastAsiaTheme="minorEastAsia"/>
          <w:caps w:val="0"/>
          <w:noProof/>
          <w:sz w:val="22"/>
          <w:szCs w:val="22"/>
          <w:lang w:eastAsia="cs-CZ"/>
        </w:rPr>
      </w:pPr>
      <w:hyperlink w:anchor="_Toc149571229" w:history="1">
        <w:r w:rsidR="00B42A5E" w:rsidRPr="0090366B">
          <w:rPr>
            <w:rStyle w:val="Hypertextovodkaz"/>
          </w:rPr>
          <w:t>12.</w:t>
        </w:r>
        <w:r w:rsidR="00B42A5E">
          <w:rPr>
            <w:rFonts w:eastAsiaTheme="minorEastAsia"/>
            <w:caps w:val="0"/>
            <w:noProof/>
            <w:sz w:val="22"/>
            <w:szCs w:val="22"/>
            <w:lang w:eastAsia="cs-CZ"/>
          </w:rPr>
          <w:tab/>
        </w:r>
        <w:r w:rsidR="00B42A5E" w:rsidRPr="0090366B">
          <w:rPr>
            <w:rStyle w:val="Hypertextovodkaz"/>
          </w:rPr>
          <w:t>POŽADAVKY NA ZPRACOVÁNÍ NABÍDKOVÉ CENY</w:t>
        </w:r>
        <w:r w:rsidR="00B42A5E">
          <w:rPr>
            <w:noProof/>
            <w:webHidden/>
          </w:rPr>
          <w:tab/>
        </w:r>
        <w:r w:rsidR="00B42A5E">
          <w:rPr>
            <w:noProof/>
            <w:webHidden/>
          </w:rPr>
          <w:fldChar w:fldCharType="begin"/>
        </w:r>
        <w:r w:rsidR="00B42A5E">
          <w:rPr>
            <w:noProof/>
            <w:webHidden/>
          </w:rPr>
          <w:instrText xml:space="preserve"> PAGEREF _Toc149571229 \h </w:instrText>
        </w:r>
        <w:r w:rsidR="00B42A5E">
          <w:rPr>
            <w:noProof/>
            <w:webHidden/>
          </w:rPr>
        </w:r>
        <w:r w:rsidR="00B42A5E">
          <w:rPr>
            <w:noProof/>
            <w:webHidden/>
          </w:rPr>
          <w:fldChar w:fldCharType="separate"/>
        </w:r>
        <w:r w:rsidR="002D32DC">
          <w:rPr>
            <w:noProof/>
            <w:webHidden/>
          </w:rPr>
          <w:t>22</w:t>
        </w:r>
        <w:r w:rsidR="00B42A5E">
          <w:rPr>
            <w:noProof/>
            <w:webHidden/>
          </w:rPr>
          <w:fldChar w:fldCharType="end"/>
        </w:r>
      </w:hyperlink>
    </w:p>
    <w:p w14:paraId="73BB5D76" w14:textId="1D0130C6" w:rsidR="00B42A5E" w:rsidRDefault="00000000">
      <w:pPr>
        <w:pStyle w:val="Obsah1"/>
        <w:rPr>
          <w:rFonts w:eastAsiaTheme="minorEastAsia"/>
          <w:caps w:val="0"/>
          <w:noProof/>
          <w:sz w:val="22"/>
          <w:szCs w:val="22"/>
          <w:lang w:eastAsia="cs-CZ"/>
        </w:rPr>
      </w:pPr>
      <w:hyperlink w:anchor="_Toc149571230" w:history="1">
        <w:r w:rsidR="00B42A5E" w:rsidRPr="0090366B">
          <w:rPr>
            <w:rStyle w:val="Hypertextovodkaz"/>
          </w:rPr>
          <w:t>13.</w:t>
        </w:r>
        <w:r w:rsidR="00B42A5E">
          <w:rPr>
            <w:rFonts w:eastAsiaTheme="minorEastAsia"/>
            <w:caps w:val="0"/>
            <w:noProof/>
            <w:sz w:val="22"/>
            <w:szCs w:val="22"/>
            <w:lang w:eastAsia="cs-CZ"/>
          </w:rPr>
          <w:tab/>
        </w:r>
        <w:r w:rsidR="00B42A5E" w:rsidRPr="0090366B">
          <w:rPr>
            <w:rStyle w:val="Hypertextovodkaz"/>
          </w:rPr>
          <w:t>VARIANTY NABÍDKY</w:t>
        </w:r>
        <w:r w:rsidR="00B42A5E">
          <w:rPr>
            <w:noProof/>
            <w:webHidden/>
          </w:rPr>
          <w:tab/>
        </w:r>
        <w:r w:rsidR="00B42A5E">
          <w:rPr>
            <w:noProof/>
            <w:webHidden/>
          </w:rPr>
          <w:fldChar w:fldCharType="begin"/>
        </w:r>
        <w:r w:rsidR="00B42A5E">
          <w:rPr>
            <w:noProof/>
            <w:webHidden/>
          </w:rPr>
          <w:instrText xml:space="preserve"> PAGEREF _Toc149571230 \h </w:instrText>
        </w:r>
        <w:r w:rsidR="00B42A5E">
          <w:rPr>
            <w:noProof/>
            <w:webHidden/>
          </w:rPr>
        </w:r>
        <w:r w:rsidR="00B42A5E">
          <w:rPr>
            <w:noProof/>
            <w:webHidden/>
          </w:rPr>
          <w:fldChar w:fldCharType="separate"/>
        </w:r>
        <w:r w:rsidR="002D32DC">
          <w:rPr>
            <w:noProof/>
            <w:webHidden/>
          </w:rPr>
          <w:t>22</w:t>
        </w:r>
        <w:r w:rsidR="00B42A5E">
          <w:rPr>
            <w:noProof/>
            <w:webHidden/>
          </w:rPr>
          <w:fldChar w:fldCharType="end"/>
        </w:r>
      </w:hyperlink>
    </w:p>
    <w:p w14:paraId="75FD663C" w14:textId="3B1BED64" w:rsidR="00B42A5E" w:rsidRDefault="00000000">
      <w:pPr>
        <w:pStyle w:val="Obsah1"/>
        <w:rPr>
          <w:rFonts w:eastAsiaTheme="minorEastAsia"/>
          <w:caps w:val="0"/>
          <w:noProof/>
          <w:sz w:val="22"/>
          <w:szCs w:val="22"/>
          <w:lang w:eastAsia="cs-CZ"/>
        </w:rPr>
      </w:pPr>
      <w:hyperlink w:anchor="_Toc149571231" w:history="1">
        <w:r w:rsidR="00B42A5E" w:rsidRPr="0090366B">
          <w:rPr>
            <w:rStyle w:val="Hypertextovodkaz"/>
          </w:rPr>
          <w:t>14.</w:t>
        </w:r>
        <w:r w:rsidR="00B42A5E">
          <w:rPr>
            <w:rFonts w:eastAsiaTheme="minorEastAsia"/>
            <w:caps w:val="0"/>
            <w:noProof/>
            <w:sz w:val="22"/>
            <w:szCs w:val="22"/>
            <w:lang w:eastAsia="cs-CZ"/>
          </w:rPr>
          <w:tab/>
        </w:r>
        <w:r w:rsidR="00B42A5E" w:rsidRPr="0090366B">
          <w:rPr>
            <w:rStyle w:val="Hypertextovodkaz"/>
          </w:rPr>
          <w:t>OTEVÍRÁNÍ NABÍDEK</w:t>
        </w:r>
        <w:r w:rsidR="00B42A5E">
          <w:rPr>
            <w:noProof/>
            <w:webHidden/>
          </w:rPr>
          <w:tab/>
        </w:r>
        <w:r w:rsidR="00B42A5E">
          <w:rPr>
            <w:noProof/>
            <w:webHidden/>
          </w:rPr>
          <w:fldChar w:fldCharType="begin"/>
        </w:r>
        <w:r w:rsidR="00B42A5E">
          <w:rPr>
            <w:noProof/>
            <w:webHidden/>
          </w:rPr>
          <w:instrText xml:space="preserve"> PAGEREF _Toc149571231 \h </w:instrText>
        </w:r>
        <w:r w:rsidR="00B42A5E">
          <w:rPr>
            <w:noProof/>
            <w:webHidden/>
          </w:rPr>
        </w:r>
        <w:r w:rsidR="00B42A5E">
          <w:rPr>
            <w:noProof/>
            <w:webHidden/>
          </w:rPr>
          <w:fldChar w:fldCharType="separate"/>
        </w:r>
        <w:r w:rsidR="002D32DC">
          <w:rPr>
            <w:noProof/>
            <w:webHidden/>
          </w:rPr>
          <w:t>22</w:t>
        </w:r>
        <w:r w:rsidR="00B42A5E">
          <w:rPr>
            <w:noProof/>
            <w:webHidden/>
          </w:rPr>
          <w:fldChar w:fldCharType="end"/>
        </w:r>
      </w:hyperlink>
    </w:p>
    <w:p w14:paraId="1547FB11" w14:textId="70A62D1C" w:rsidR="00B42A5E" w:rsidRDefault="00000000">
      <w:pPr>
        <w:pStyle w:val="Obsah1"/>
        <w:rPr>
          <w:rFonts w:eastAsiaTheme="minorEastAsia"/>
          <w:caps w:val="0"/>
          <w:noProof/>
          <w:sz w:val="22"/>
          <w:szCs w:val="22"/>
          <w:lang w:eastAsia="cs-CZ"/>
        </w:rPr>
      </w:pPr>
      <w:hyperlink w:anchor="_Toc149571232" w:history="1">
        <w:r w:rsidR="00B42A5E" w:rsidRPr="0090366B">
          <w:rPr>
            <w:rStyle w:val="Hypertextovodkaz"/>
          </w:rPr>
          <w:t>15.</w:t>
        </w:r>
        <w:r w:rsidR="00B42A5E">
          <w:rPr>
            <w:rFonts w:eastAsiaTheme="minorEastAsia"/>
            <w:caps w:val="0"/>
            <w:noProof/>
            <w:sz w:val="22"/>
            <w:szCs w:val="22"/>
            <w:lang w:eastAsia="cs-CZ"/>
          </w:rPr>
          <w:tab/>
        </w:r>
        <w:r w:rsidR="00B42A5E" w:rsidRPr="0090366B">
          <w:rPr>
            <w:rStyle w:val="Hypertextovodkaz"/>
          </w:rPr>
          <w:t>POSOUZENÍ SPLNĚNÍ PODMÍNEK ÚČASTI</w:t>
        </w:r>
        <w:r w:rsidR="00B42A5E">
          <w:rPr>
            <w:noProof/>
            <w:webHidden/>
          </w:rPr>
          <w:tab/>
        </w:r>
        <w:r w:rsidR="00B42A5E">
          <w:rPr>
            <w:noProof/>
            <w:webHidden/>
          </w:rPr>
          <w:fldChar w:fldCharType="begin"/>
        </w:r>
        <w:r w:rsidR="00B42A5E">
          <w:rPr>
            <w:noProof/>
            <w:webHidden/>
          </w:rPr>
          <w:instrText xml:space="preserve"> PAGEREF _Toc149571232 \h </w:instrText>
        </w:r>
        <w:r w:rsidR="00B42A5E">
          <w:rPr>
            <w:noProof/>
            <w:webHidden/>
          </w:rPr>
        </w:r>
        <w:r w:rsidR="00B42A5E">
          <w:rPr>
            <w:noProof/>
            <w:webHidden/>
          </w:rPr>
          <w:fldChar w:fldCharType="separate"/>
        </w:r>
        <w:r w:rsidR="002D32DC">
          <w:rPr>
            <w:noProof/>
            <w:webHidden/>
          </w:rPr>
          <w:t>22</w:t>
        </w:r>
        <w:r w:rsidR="00B42A5E">
          <w:rPr>
            <w:noProof/>
            <w:webHidden/>
          </w:rPr>
          <w:fldChar w:fldCharType="end"/>
        </w:r>
      </w:hyperlink>
    </w:p>
    <w:p w14:paraId="05778AFA" w14:textId="2ECCBDD6" w:rsidR="00B42A5E" w:rsidRDefault="00000000">
      <w:pPr>
        <w:pStyle w:val="Obsah1"/>
        <w:rPr>
          <w:rFonts w:eastAsiaTheme="minorEastAsia"/>
          <w:caps w:val="0"/>
          <w:noProof/>
          <w:sz w:val="22"/>
          <w:szCs w:val="22"/>
          <w:lang w:eastAsia="cs-CZ"/>
        </w:rPr>
      </w:pPr>
      <w:hyperlink w:anchor="_Toc149571233" w:history="1">
        <w:r w:rsidR="00B42A5E" w:rsidRPr="0090366B">
          <w:rPr>
            <w:rStyle w:val="Hypertextovodkaz"/>
          </w:rPr>
          <w:t>16.</w:t>
        </w:r>
        <w:r w:rsidR="00B42A5E">
          <w:rPr>
            <w:rFonts w:eastAsiaTheme="minorEastAsia"/>
            <w:caps w:val="0"/>
            <w:noProof/>
            <w:sz w:val="22"/>
            <w:szCs w:val="22"/>
            <w:lang w:eastAsia="cs-CZ"/>
          </w:rPr>
          <w:tab/>
        </w:r>
        <w:r w:rsidR="00B42A5E" w:rsidRPr="0090366B">
          <w:rPr>
            <w:rStyle w:val="Hypertextovodkaz"/>
          </w:rPr>
          <w:t>HODNOCENÍ NABÍDEK</w:t>
        </w:r>
        <w:r w:rsidR="00B42A5E">
          <w:rPr>
            <w:noProof/>
            <w:webHidden/>
          </w:rPr>
          <w:tab/>
        </w:r>
        <w:r w:rsidR="00B42A5E">
          <w:rPr>
            <w:noProof/>
            <w:webHidden/>
          </w:rPr>
          <w:fldChar w:fldCharType="begin"/>
        </w:r>
        <w:r w:rsidR="00B42A5E">
          <w:rPr>
            <w:noProof/>
            <w:webHidden/>
          </w:rPr>
          <w:instrText xml:space="preserve"> PAGEREF _Toc149571233 \h </w:instrText>
        </w:r>
        <w:r w:rsidR="00B42A5E">
          <w:rPr>
            <w:noProof/>
            <w:webHidden/>
          </w:rPr>
        </w:r>
        <w:r w:rsidR="00B42A5E">
          <w:rPr>
            <w:noProof/>
            <w:webHidden/>
          </w:rPr>
          <w:fldChar w:fldCharType="separate"/>
        </w:r>
        <w:r w:rsidR="002D32DC">
          <w:rPr>
            <w:noProof/>
            <w:webHidden/>
          </w:rPr>
          <w:t>23</w:t>
        </w:r>
        <w:r w:rsidR="00B42A5E">
          <w:rPr>
            <w:noProof/>
            <w:webHidden/>
          </w:rPr>
          <w:fldChar w:fldCharType="end"/>
        </w:r>
      </w:hyperlink>
    </w:p>
    <w:p w14:paraId="561B5D74" w14:textId="0F49822C" w:rsidR="00B42A5E" w:rsidRDefault="00000000">
      <w:pPr>
        <w:pStyle w:val="Obsah1"/>
        <w:rPr>
          <w:rFonts w:eastAsiaTheme="minorEastAsia"/>
          <w:caps w:val="0"/>
          <w:noProof/>
          <w:sz w:val="22"/>
          <w:szCs w:val="22"/>
          <w:lang w:eastAsia="cs-CZ"/>
        </w:rPr>
      </w:pPr>
      <w:hyperlink w:anchor="_Toc149571234" w:history="1">
        <w:r w:rsidR="00B42A5E" w:rsidRPr="0090366B">
          <w:rPr>
            <w:rStyle w:val="Hypertextovodkaz"/>
          </w:rPr>
          <w:t>17.</w:t>
        </w:r>
        <w:r w:rsidR="00B42A5E">
          <w:rPr>
            <w:rFonts w:eastAsiaTheme="minorEastAsia"/>
            <w:caps w:val="0"/>
            <w:noProof/>
            <w:sz w:val="22"/>
            <w:szCs w:val="22"/>
            <w:lang w:eastAsia="cs-CZ"/>
          </w:rPr>
          <w:tab/>
        </w:r>
        <w:r w:rsidR="00B42A5E" w:rsidRPr="0090366B">
          <w:rPr>
            <w:rStyle w:val="Hypertextovodkaz"/>
          </w:rPr>
          <w:t>ZRUŠENÍ ZADÁVACÍHO ŘÍZENÍ</w:t>
        </w:r>
        <w:r w:rsidR="00B42A5E">
          <w:rPr>
            <w:noProof/>
            <w:webHidden/>
          </w:rPr>
          <w:tab/>
        </w:r>
        <w:r w:rsidR="00B42A5E">
          <w:rPr>
            <w:noProof/>
            <w:webHidden/>
          </w:rPr>
          <w:fldChar w:fldCharType="begin"/>
        </w:r>
        <w:r w:rsidR="00B42A5E">
          <w:rPr>
            <w:noProof/>
            <w:webHidden/>
          </w:rPr>
          <w:instrText xml:space="preserve"> PAGEREF _Toc149571234 \h </w:instrText>
        </w:r>
        <w:r w:rsidR="00B42A5E">
          <w:rPr>
            <w:noProof/>
            <w:webHidden/>
          </w:rPr>
        </w:r>
        <w:r w:rsidR="00B42A5E">
          <w:rPr>
            <w:noProof/>
            <w:webHidden/>
          </w:rPr>
          <w:fldChar w:fldCharType="separate"/>
        </w:r>
        <w:r w:rsidR="002D32DC">
          <w:rPr>
            <w:noProof/>
            <w:webHidden/>
          </w:rPr>
          <w:t>28</w:t>
        </w:r>
        <w:r w:rsidR="00B42A5E">
          <w:rPr>
            <w:noProof/>
            <w:webHidden/>
          </w:rPr>
          <w:fldChar w:fldCharType="end"/>
        </w:r>
      </w:hyperlink>
    </w:p>
    <w:p w14:paraId="72DD13AA" w14:textId="15B3E659" w:rsidR="00B42A5E" w:rsidRDefault="00000000">
      <w:pPr>
        <w:pStyle w:val="Obsah1"/>
        <w:rPr>
          <w:rFonts w:eastAsiaTheme="minorEastAsia"/>
          <w:caps w:val="0"/>
          <w:noProof/>
          <w:sz w:val="22"/>
          <w:szCs w:val="22"/>
          <w:lang w:eastAsia="cs-CZ"/>
        </w:rPr>
      </w:pPr>
      <w:hyperlink w:anchor="_Toc149571235" w:history="1">
        <w:r w:rsidR="00B42A5E" w:rsidRPr="0090366B">
          <w:rPr>
            <w:rStyle w:val="Hypertextovodkaz"/>
          </w:rPr>
          <w:t>18.</w:t>
        </w:r>
        <w:r w:rsidR="00B42A5E">
          <w:rPr>
            <w:rFonts w:eastAsiaTheme="minorEastAsia"/>
            <w:caps w:val="0"/>
            <w:noProof/>
            <w:sz w:val="22"/>
            <w:szCs w:val="22"/>
            <w:lang w:eastAsia="cs-CZ"/>
          </w:rPr>
          <w:tab/>
        </w:r>
        <w:r w:rsidR="00B42A5E" w:rsidRPr="0090366B">
          <w:rPr>
            <w:rStyle w:val="Hypertextovodkaz"/>
          </w:rPr>
          <w:t>UZAVŘENÍ SMLOUVY</w:t>
        </w:r>
        <w:r w:rsidR="00B42A5E">
          <w:rPr>
            <w:noProof/>
            <w:webHidden/>
          </w:rPr>
          <w:tab/>
        </w:r>
        <w:r w:rsidR="00B42A5E">
          <w:rPr>
            <w:noProof/>
            <w:webHidden/>
          </w:rPr>
          <w:fldChar w:fldCharType="begin"/>
        </w:r>
        <w:r w:rsidR="00B42A5E">
          <w:rPr>
            <w:noProof/>
            <w:webHidden/>
          </w:rPr>
          <w:instrText xml:space="preserve"> PAGEREF _Toc149571235 \h </w:instrText>
        </w:r>
        <w:r w:rsidR="00B42A5E">
          <w:rPr>
            <w:noProof/>
            <w:webHidden/>
          </w:rPr>
        </w:r>
        <w:r w:rsidR="00B42A5E">
          <w:rPr>
            <w:noProof/>
            <w:webHidden/>
          </w:rPr>
          <w:fldChar w:fldCharType="separate"/>
        </w:r>
        <w:r w:rsidR="002D32DC">
          <w:rPr>
            <w:noProof/>
            <w:webHidden/>
          </w:rPr>
          <w:t>28</w:t>
        </w:r>
        <w:r w:rsidR="00B42A5E">
          <w:rPr>
            <w:noProof/>
            <w:webHidden/>
          </w:rPr>
          <w:fldChar w:fldCharType="end"/>
        </w:r>
      </w:hyperlink>
    </w:p>
    <w:p w14:paraId="26484982" w14:textId="46A5AAA1" w:rsidR="00B42A5E" w:rsidRDefault="00000000">
      <w:pPr>
        <w:pStyle w:val="Obsah1"/>
        <w:rPr>
          <w:rFonts w:eastAsiaTheme="minorEastAsia"/>
          <w:caps w:val="0"/>
          <w:noProof/>
          <w:sz w:val="22"/>
          <w:szCs w:val="22"/>
          <w:lang w:eastAsia="cs-CZ"/>
        </w:rPr>
      </w:pPr>
      <w:hyperlink w:anchor="_Toc149571236" w:history="1">
        <w:r w:rsidR="00B42A5E" w:rsidRPr="0090366B">
          <w:rPr>
            <w:rStyle w:val="Hypertextovodkaz"/>
          </w:rPr>
          <w:t>19.</w:t>
        </w:r>
        <w:r w:rsidR="00B42A5E">
          <w:rPr>
            <w:rFonts w:eastAsiaTheme="minorEastAsia"/>
            <w:caps w:val="0"/>
            <w:noProof/>
            <w:sz w:val="22"/>
            <w:szCs w:val="22"/>
            <w:lang w:eastAsia="cs-CZ"/>
          </w:rPr>
          <w:tab/>
        </w:r>
        <w:r w:rsidR="00B42A5E" w:rsidRPr="0090366B">
          <w:rPr>
            <w:rStyle w:val="Hypertextovodkaz"/>
          </w:rPr>
          <w:t>OCHRANA INFORMACÍ</w:t>
        </w:r>
        <w:r w:rsidR="00B42A5E">
          <w:rPr>
            <w:noProof/>
            <w:webHidden/>
          </w:rPr>
          <w:tab/>
        </w:r>
        <w:r w:rsidR="00B42A5E">
          <w:rPr>
            <w:noProof/>
            <w:webHidden/>
          </w:rPr>
          <w:fldChar w:fldCharType="begin"/>
        </w:r>
        <w:r w:rsidR="00B42A5E">
          <w:rPr>
            <w:noProof/>
            <w:webHidden/>
          </w:rPr>
          <w:instrText xml:space="preserve"> PAGEREF _Toc149571236 \h </w:instrText>
        </w:r>
        <w:r w:rsidR="00B42A5E">
          <w:rPr>
            <w:noProof/>
            <w:webHidden/>
          </w:rPr>
        </w:r>
        <w:r w:rsidR="00B42A5E">
          <w:rPr>
            <w:noProof/>
            <w:webHidden/>
          </w:rPr>
          <w:fldChar w:fldCharType="separate"/>
        </w:r>
        <w:r w:rsidR="002D32DC">
          <w:rPr>
            <w:noProof/>
            <w:webHidden/>
          </w:rPr>
          <w:t>30</w:t>
        </w:r>
        <w:r w:rsidR="00B42A5E">
          <w:rPr>
            <w:noProof/>
            <w:webHidden/>
          </w:rPr>
          <w:fldChar w:fldCharType="end"/>
        </w:r>
      </w:hyperlink>
    </w:p>
    <w:p w14:paraId="3E38D7AB" w14:textId="11107600" w:rsidR="00B42A5E" w:rsidRDefault="00000000">
      <w:pPr>
        <w:pStyle w:val="Obsah1"/>
        <w:rPr>
          <w:rFonts w:eastAsiaTheme="minorEastAsia"/>
          <w:caps w:val="0"/>
          <w:noProof/>
          <w:sz w:val="22"/>
          <w:szCs w:val="22"/>
          <w:lang w:eastAsia="cs-CZ"/>
        </w:rPr>
      </w:pPr>
      <w:hyperlink w:anchor="_Toc149571237" w:history="1">
        <w:r w:rsidR="00B42A5E" w:rsidRPr="0090366B">
          <w:rPr>
            <w:rStyle w:val="Hypertextovodkaz"/>
          </w:rPr>
          <w:t>20.</w:t>
        </w:r>
        <w:r w:rsidR="00B42A5E">
          <w:rPr>
            <w:rFonts w:eastAsiaTheme="minorEastAsia"/>
            <w:caps w:val="0"/>
            <w:noProof/>
            <w:sz w:val="22"/>
            <w:szCs w:val="22"/>
            <w:lang w:eastAsia="cs-CZ"/>
          </w:rPr>
          <w:tab/>
        </w:r>
        <w:r w:rsidR="00B42A5E" w:rsidRPr="0090366B">
          <w:rPr>
            <w:rStyle w:val="Hypertextovodkaz"/>
          </w:rPr>
          <w:t>ZADÁVACÍ LHŮTA A JISTOTA ZA NABÍDKU</w:t>
        </w:r>
        <w:r w:rsidR="00B42A5E">
          <w:rPr>
            <w:noProof/>
            <w:webHidden/>
          </w:rPr>
          <w:tab/>
        </w:r>
        <w:r w:rsidR="00B42A5E">
          <w:rPr>
            <w:noProof/>
            <w:webHidden/>
          </w:rPr>
          <w:fldChar w:fldCharType="begin"/>
        </w:r>
        <w:r w:rsidR="00B42A5E">
          <w:rPr>
            <w:noProof/>
            <w:webHidden/>
          </w:rPr>
          <w:instrText xml:space="preserve"> PAGEREF _Toc149571237 \h </w:instrText>
        </w:r>
        <w:r w:rsidR="00B42A5E">
          <w:rPr>
            <w:noProof/>
            <w:webHidden/>
          </w:rPr>
        </w:r>
        <w:r w:rsidR="00B42A5E">
          <w:rPr>
            <w:noProof/>
            <w:webHidden/>
          </w:rPr>
          <w:fldChar w:fldCharType="separate"/>
        </w:r>
        <w:r w:rsidR="002D32DC">
          <w:rPr>
            <w:noProof/>
            <w:webHidden/>
          </w:rPr>
          <w:t>31</w:t>
        </w:r>
        <w:r w:rsidR="00B42A5E">
          <w:rPr>
            <w:noProof/>
            <w:webHidden/>
          </w:rPr>
          <w:fldChar w:fldCharType="end"/>
        </w:r>
      </w:hyperlink>
    </w:p>
    <w:p w14:paraId="25B693FD" w14:textId="6B2D2666" w:rsidR="00B42A5E" w:rsidRDefault="00000000">
      <w:pPr>
        <w:pStyle w:val="Obsah1"/>
        <w:rPr>
          <w:rFonts w:eastAsiaTheme="minorEastAsia"/>
          <w:caps w:val="0"/>
          <w:noProof/>
          <w:sz w:val="22"/>
          <w:szCs w:val="22"/>
          <w:lang w:eastAsia="cs-CZ"/>
        </w:rPr>
      </w:pPr>
      <w:hyperlink w:anchor="_Toc149571238" w:history="1">
        <w:r w:rsidR="00B42A5E" w:rsidRPr="0090366B">
          <w:rPr>
            <w:rStyle w:val="Hypertextovodkaz"/>
          </w:rPr>
          <w:t>21.</w:t>
        </w:r>
        <w:r w:rsidR="00B42A5E">
          <w:rPr>
            <w:rFonts w:eastAsiaTheme="minorEastAsia"/>
            <w:caps w:val="0"/>
            <w:noProof/>
            <w:sz w:val="22"/>
            <w:szCs w:val="22"/>
            <w:lang w:eastAsia="cs-CZ"/>
          </w:rPr>
          <w:tab/>
        </w:r>
        <w:r w:rsidR="00B42A5E" w:rsidRPr="0090366B">
          <w:rPr>
            <w:rStyle w:val="Hypertextovodkaz"/>
          </w:rPr>
          <w:t>SOCIÁLNĚ A ENVIRONMENTÁLNĚ ODPOVĚDNÉ ZADÁVÁNÍ, INOVACE</w:t>
        </w:r>
        <w:r w:rsidR="00B42A5E">
          <w:rPr>
            <w:noProof/>
            <w:webHidden/>
          </w:rPr>
          <w:tab/>
        </w:r>
        <w:r w:rsidR="00B42A5E">
          <w:rPr>
            <w:noProof/>
            <w:webHidden/>
          </w:rPr>
          <w:fldChar w:fldCharType="begin"/>
        </w:r>
        <w:r w:rsidR="00B42A5E">
          <w:rPr>
            <w:noProof/>
            <w:webHidden/>
          </w:rPr>
          <w:instrText xml:space="preserve"> PAGEREF _Toc149571238 \h </w:instrText>
        </w:r>
        <w:r w:rsidR="00B42A5E">
          <w:rPr>
            <w:noProof/>
            <w:webHidden/>
          </w:rPr>
        </w:r>
        <w:r w:rsidR="00B42A5E">
          <w:rPr>
            <w:noProof/>
            <w:webHidden/>
          </w:rPr>
          <w:fldChar w:fldCharType="separate"/>
        </w:r>
        <w:r w:rsidR="002D32DC">
          <w:rPr>
            <w:noProof/>
            <w:webHidden/>
          </w:rPr>
          <w:t>31</w:t>
        </w:r>
        <w:r w:rsidR="00B42A5E">
          <w:rPr>
            <w:noProof/>
            <w:webHidden/>
          </w:rPr>
          <w:fldChar w:fldCharType="end"/>
        </w:r>
      </w:hyperlink>
    </w:p>
    <w:p w14:paraId="685814B8" w14:textId="7C3B5627" w:rsidR="00B42A5E" w:rsidRDefault="00000000">
      <w:pPr>
        <w:pStyle w:val="Obsah1"/>
        <w:rPr>
          <w:rFonts w:eastAsiaTheme="minorEastAsia"/>
          <w:caps w:val="0"/>
          <w:noProof/>
          <w:sz w:val="22"/>
          <w:szCs w:val="22"/>
          <w:lang w:eastAsia="cs-CZ"/>
        </w:rPr>
      </w:pPr>
      <w:hyperlink w:anchor="_Toc149571239" w:history="1">
        <w:r w:rsidR="00B42A5E" w:rsidRPr="0090366B">
          <w:rPr>
            <w:rStyle w:val="Hypertextovodkaz"/>
          </w:rPr>
          <w:t>22.</w:t>
        </w:r>
        <w:r w:rsidR="00B42A5E">
          <w:rPr>
            <w:rFonts w:eastAsiaTheme="minorEastAsia"/>
            <w:caps w:val="0"/>
            <w:noProof/>
            <w:sz w:val="22"/>
            <w:szCs w:val="22"/>
            <w:lang w:eastAsia="cs-CZ"/>
          </w:rPr>
          <w:tab/>
        </w:r>
        <w:r w:rsidR="00B42A5E" w:rsidRPr="0090366B">
          <w:rPr>
            <w:rStyle w:val="Hypertextovodkaz"/>
          </w:rPr>
          <w:t>Další zadávací podmínky v návaznosti na MEZINÁRODNÍ sankce, zákaz zadání veřejné zakázky</w:t>
        </w:r>
        <w:r w:rsidR="00B42A5E">
          <w:rPr>
            <w:noProof/>
            <w:webHidden/>
          </w:rPr>
          <w:tab/>
        </w:r>
        <w:r w:rsidR="00B42A5E">
          <w:rPr>
            <w:noProof/>
            <w:webHidden/>
          </w:rPr>
          <w:fldChar w:fldCharType="begin"/>
        </w:r>
        <w:r w:rsidR="00B42A5E">
          <w:rPr>
            <w:noProof/>
            <w:webHidden/>
          </w:rPr>
          <w:instrText xml:space="preserve"> PAGEREF _Toc149571239 \h </w:instrText>
        </w:r>
        <w:r w:rsidR="00B42A5E">
          <w:rPr>
            <w:noProof/>
            <w:webHidden/>
          </w:rPr>
        </w:r>
        <w:r w:rsidR="00B42A5E">
          <w:rPr>
            <w:noProof/>
            <w:webHidden/>
          </w:rPr>
          <w:fldChar w:fldCharType="separate"/>
        </w:r>
        <w:r w:rsidR="002D32DC">
          <w:rPr>
            <w:noProof/>
            <w:webHidden/>
          </w:rPr>
          <w:t>32</w:t>
        </w:r>
        <w:r w:rsidR="00B42A5E">
          <w:rPr>
            <w:noProof/>
            <w:webHidden/>
          </w:rPr>
          <w:fldChar w:fldCharType="end"/>
        </w:r>
      </w:hyperlink>
    </w:p>
    <w:p w14:paraId="161FBF72" w14:textId="3E438144" w:rsidR="00B42A5E" w:rsidRDefault="00000000">
      <w:pPr>
        <w:pStyle w:val="Obsah1"/>
        <w:rPr>
          <w:rFonts w:eastAsiaTheme="minorEastAsia"/>
          <w:caps w:val="0"/>
          <w:noProof/>
          <w:sz w:val="22"/>
          <w:szCs w:val="22"/>
          <w:lang w:eastAsia="cs-CZ"/>
        </w:rPr>
      </w:pPr>
      <w:hyperlink w:anchor="_Toc149571240" w:history="1">
        <w:r w:rsidR="00B42A5E" w:rsidRPr="0090366B">
          <w:rPr>
            <w:rStyle w:val="Hypertextovodkaz"/>
          </w:rPr>
          <w:t>23.</w:t>
        </w:r>
        <w:r w:rsidR="00B42A5E">
          <w:rPr>
            <w:rFonts w:eastAsiaTheme="minorEastAsia"/>
            <w:caps w:val="0"/>
            <w:noProof/>
            <w:sz w:val="22"/>
            <w:szCs w:val="22"/>
            <w:lang w:eastAsia="cs-CZ"/>
          </w:rPr>
          <w:tab/>
        </w:r>
        <w:r w:rsidR="00B42A5E" w:rsidRPr="0090366B">
          <w:rPr>
            <w:rStyle w:val="Hypertextovodkaz"/>
          </w:rPr>
          <w:t>PŘÍLOHY TĚCHTO POKYNŮ</w:t>
        </w:r>
        <w:r w:rsidR="00B42A5E">
          <w:rPr>
            <w:noProof/>
            <w:webHidden/>
          </w:rPr>
          <w:tab/>
        </w:r>
        <w:r w:rsidR="00B42A5E">
          <w:rPr>
            <w:noProof/>
            <w:webHidden/>
          </w:rPr>
          <w:fldChar w:fldCharType="begin"/>
        </w:r>
        <w:r w:rsidR="00B42A5E">
          <w:rPr>
            <w:noProof/>
            <w:webHidden/>
          </w:rPr>
          <w:instrText xml:space="preserve"> PAGEREF _Toc149571240 \h </w:instrText>
        </w:r>
        <w:r w:rsidR="00B42A5E">
          <w:rPr>
            <w:noProof/>
            <w:webHidden/>
          </w:rPr>
        </w:r>
        <w:r w:rsidR="00B42A5E">
          <w:rPr>
            <w:noProof/>
            <w:webHidden/>
          </w:rPr>
          <w:fldChar w:fldCharType="separate"/>
        </w:r>
        <w:r w:rsidR="002D32DC">
          <w:rPr>
            <w:noProof/>
            <w:webHidden/>
          </w:rPr>
          <w:t>33</w:t>
        </w:r>
        <w:r w:rsidR="00B42A5E">
          <w:rPr>
            <w:noProof/>
            <w:webHidden/>
          </w:rPr>
          <w:fldChar w:fldCharType="end"/>
        </w:r>
      </w:hyperlink>
    </w:p>
    <w:p w14:paraId="65620363" w14:textId="36C9C478"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49571218"/>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4957121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2C78AB0B" w14:textId="18E94415" w:rsidR="00FD407F" w:rsidRPr="000174E8" w:rsidRDefault="0035531B" w:rsidP="00FD407F">
      <w:pPr>
        <w:pStyle w:val="Textbezslovn"/>
        <w:spacing w:after="0"/>
        <w:ind w:left="2127" w:hanging="1390"/>
      </w:pPr>
      <w:r>
        <w:t xml:space="preserve">zastoupená: </w:t>
      </w:r>
      <w:r>
        <w:tab/>
      </w:r>
      <w:r w:rsidR="00FD407F" w:rsidRPr="00FA6A19">
        <w:t xml:space="preserve">Ing. Petrem </w:t>
      </w:r>
      <w:proofErr w:type="spellStart"/>
      <w:r w:rsidR="00FD407F" w:rsidRPr="00FA6A19">
        <w:t>Hofhanzlem</w:t>
      </w:r>
      <w:proofErr w:type="spellEnd"/>
      <w:r w:rsidR="00FD407F" w:rsidRPr="00FA6A19">
        <w:t>, ředitelem Stavební správy západ</w:t>
      </w:r>
      <w:r w:rsidR="00FD407F" w:rsidRPr="000174E8">
        <w:t>.</w:t>
      </w:r>
    </w:p>
    <w:p w14:paraId="1929855A" w14:textId="2C469F49" w:rsidR="0035531B" w:rsidRDefault="0035531B" w:rsidP="0035531B">
      <w:pPr>
        <w:pStyle w:val="Textbezslovn"/>
      </w:pPr>
    </w:p>
    <w:p w14:paraId="68ED8CDC" w14:textId="77777777" w:rsidR="0035531B" w:rsidRDefault="0035531B" w:rsidP="0035531B">
      <w:pPr>
        <w:pStyle w:val="Nadpis1-1"/>
      </w:pPr>
      <w:bookmarkStart w:id="6" w:name="_Toc14957122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6B8C9FEB" w:rsidR="0035531B" w:rsidRDefault="0035531B" w:rsidP="0035531B">
      <w:pPr>
        <w:pStyle w:val="Text1-1"/>
      </w:pPr>
      <w:r>
        <w:t xml:space="preserve">Kontaktní osobou zadavatele pro zadávací řízení je: </w:t>
      </w:r>
      <w:r w:rsidR="00FD407F">
        <w:t>Vladimíra Hlídková</w:t>
      </w:r>
    </w:p>
    <w:p w14:paraId="7980012A" w14:textId="7B6DED2C" w:rsidR="0035531B" w:rsidRDefault="0035531B" w:rsidP="0035531B">
      <w:pPr>
        <w:pStyle w:val="Textbezslovn"/>
        <w:spacing w:after="0"/>
      </w:pPr>
      <w:r>
        <w:t xml:space="preserve">telefon: </w:t>
      </w:r>
      <w:r>
        <w:tab/>
      </w:r>
      <w:r w:rsidR="00FD407F">
        <w:t>+420 724321788</w:t>
      </w:r>
    </w:p>
    <w:p w14:paraId="3EB99521" w14:textId="2369E0FC" w:rsidR="0035531B" w:rsidRDefault="0035531B" w:rsidP="0035531B">
      <w:pPr>
        <w:pStyle w:val="Textbezslovn"/>
        <w:spacing w:after="0"/>
      </w:pPr>
      <w:r>
        <w:t xml:space="preserve">e-mail: </w:t>
      </w:r>
      <w:r w:rsidR="00652EFD">
        <w:tab/>
      </w:r>
      <w:r w:rsidR="00FD407F">
        <w:t>hlidkova@spravazeleznic.cz</w:t>
      </w:r>
    </w:p>
    <w:p w14:paraId="1B944292" w14:textId="77777777" w:rsidR="00FD407F" w:rsidRPr="003E37D0" w:rsidRDefault="00FD407F" w:rsidP="00FD407F">
      <w:pPr>
        <w:pStyle w:val="Zkladntext"/>
        <w:spacing w:after="0" w:line="240" w:lineRule="auto"/>
        <w:ind w:left="709"/>
        <w:jc w:val="both"/>
      </w:pPr>
      <w:bookmarkStart w:id="7" w:name="_Toc149571221"/>
      <w:r>
        <w:t xml:space="preserve">adresa: </w:t>
      </w:r>
      <w:r>
        <w:tab/>
      </w:r>
      <w:r w:rsidRPr="003E37D0">
        <w:t>Správa železnic, státní organizace</w:t>
      </w:r>
    </w:p>
    <w:p w14:paraId="21CA8D65" w14:textId="77777777" w:rsidR="00FD407F" w:rsidRPr="003E37D0" w:rsidRDefault="00FD407F" w:rsidP="00FD407F">
      <w:pPr>
        <w:spacing w:after="0" w:line="240" w:lineRule="auto"/>
        <w:ind w:left="737"/>
        <w:jc w:val="both"/>
      </w:pPr>
      <w:r w:rsidRPr="003E37D0">
        <w:tab/>
      </w:r>
      <w:r w:rsidRPr="003E37D0">
        <w:tab/>
        <w:t>Stavební správa západ</w:t>
      </w:r>
    </w:p>
    <w:p w14:paraId="729F1190" w14:textId="77777777" w:rsidR="00FD407F" w:rsidRPr="003E37D0" w:rsidRDefault="00FD407F" w:rsidP="00FD407F">
      <w:pPr>
        <w:spacing w:after="0" w:line="240" w:lineRule="auto"/>
        <w:ind w:left="1446" w:firstLine="681"/>
        <w:jc w:val="both"/>
      </w:pPr>
      <w:r w:rsidRPr="003E37D0">
        <w:t xml:space="preserve">Budova </w:t>
      </w:r>
      <w:proofErr w:type="spellStart"/>
      <w:r w:rsidRPr="003E37D0">
        <w:t>Diamond</w:t>
      </w:r>
      <w:proofErr w:type="spellEnd"/>
      <w:r w:rsidRPr="003E37D0">
        <w:t xml:space="preserve"> Point</w:t>
      </w:r>
    </w:p>
    <w:p w14:paraId="5B71B227" w14:textId="77777777" w:rsidR="00FD407F" w:rsidRDefault="00FD407F" w:rsidP="00FD407F">
      <w:pPr>
        <w:spacing w:after="0" w:line="240" w:lineRule="auto"/>
        <w:ind w:left="1446" w:firstLine="681"/>
        <w:jc w:val="both"/>
      </w:pPr>
      <w:r w:rsidRPr="003E37D0">
        <w:t>Ke Štvanici 656/3</w:t>
      </w:r>
      <w:r>
        <w:t xml:space="preserve">, </w:t>
      </w:r>
      <w:r w:rsidRPr="003E37D0">
        <w:t>186 00 Praha 8 – Karlín</w:t>
      </w:r>
    </w:p>
    <w:p w14:paraId="020F179B" w14:textId="77777777" w:rsidR="0035531B" w:rsidRDefault="0035531B" w:rsidP="0035531B">
      <w:pPr>
        <w:pStyle w:val="Nadpis1-1"/>
      </w:pPr>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4B03CEAA" w:rsidR="0035531B" w:rsidRPr="00225ACA" w:rsidRDefault="00477F08" w:rsidP="0035531B">
      <w:pPr>
        <w:pStyle w:val="Textbezslovn"/>
      </w:pPr>
      <w:r w:rsidRPr="00225ACA">
        <w:t xml:space="preserve">Účelem veřejné zakázky je výstavba odbočky Dobkovice v blízkosti stejnojmenné zastávky. Tato odbočka </w:t>
      </w:r>
      <w:proofErr w:type="gramStart"/>
      <w:r w:rsidRPr="00225ACA">
        <w:t>zvýší  kapacitu</w:t>
      </w:r>
      <w:proofErr w:type="gramEnd"/>
      <w:r w:rsidRPr="00225ACA">
        <w:t xml:space="preserve"> dráhy při výlukách a mimořádnostech a umožní také předjíždění vlaků. Po zřízení této odbočky nebude nutné při výlukách traťové koleje nahrazovat osobní vlaky náhradní autobusovou dopravou v takové míře jako dosud.</w:t>
      </w:r>
    </w:p>
    <w:p w14:paraId="4CB912C2" w14:textId="77777777" w:rsidR="0035531B" w:rsidRPr="00225ACA" w:rsidRDefault="0035531B" w:rsidP="0035531B">
      <w:pPr>
        <w:pStyle w:val="Text1-1"/>
      </w:pPr>
      <w:r w:rsidRPr="00225ACA">
        <w:t>Předmět plnění veřejné zakázky</w:t>
      </w:r>
    </w:p>
    <w:p w14:paraId="4C3507BE" w14:textId="77777777" w:rsidR="00FB1A3D" w:rsidRPr="00225ACA" w:rsidRDefault="00FB1A3D">
      <w:pPr>
        <w:pStyle w:val="Text1-1"/>
        <w:numPr>
          <w:ilvl w:val="0"/>
          <w:numId w:val="19"/>
        </w:numPr>
      </w:pPr>
      <w:r w:rsidRPr="00225ACA">
        <w:rPr>
          <w:b/>
          <w:bCs/>
        </w:rPr>
        <w:t xml:space="preserve">Zhotovení Záměru projektu </w:t>
      </w:r>
      <w:r w:rsidRPr="00225ACA">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2976F039" w14:textId="77777777" w:rsidR="00FB1A3D" w:rsidRPr="00225ACA" w:rsidRDefault="00FB1A3D">
      <w:pPr>
        <w:pStyle w:val="Text1-1"/>
        <w:numPr>
          <w:ilvl w:val="0"/>
          <w:numId w:val="19"/>
        </w:numPr>
      </w:pPr>
      <w:r w:rsidRPr="00225ACA">
        <w:rPr>
          <w:b/>
          <w:bCs/>
        </w:rPr>
        <w:t>Zhotovení Projektové dokumentace pro společné povolení podle liniového zákona</w:t>
      </w:r>
      <w:r w:rsidRPr="00225ACA">
        <w:t xml:space="preserve">, která specifikuje předmět Díla v takovém rozsahu, aby ji bylo možno projednat v řízení o povolení záměru, získat pravomocné povolení záměru dle zákona č. 283/2021 Sb., stavební zákon, účinného od 1. 1. 2024 (dále jen „NSZ“), včetně notifikace autorizovanou osobou, zajištění výkonu Autorského dozoru při zhotovení stavby a činností koordinátora BOZP při práci na staveništi ve fázi přípravy včetně zpracování plánu BOZP na staveništi a manuálu údržby. </w:t>
      </w:r>
    </w:p>
    <w:p w14:paraId="52EA7945" w14:textId="77777777" w:rsidR="00FB1A3D" w:rsidRPr="00225ACA" w:rsidRDefault="00FB1A3D">
      <w:pPr>
        <w:pStyle w:val="Text1-1"/>
        <w:numPr>
          <w:ilvl w:val="0"/>
          <w:numId w:val="19"/>
        </w:numPr>
      </w:pPr>
      <w:r w:rsidRPr="00225ACA">
        <w:rPr>
          <w:b/>
          <w:bCs/>
        </w:rPr>
        <w:t xml:space="preserve">Zpracování a podání žádosti o vydání povolení záměru </w:t>
      </w:r>
      <w:r w:rsidRPr="00225ACA">
        <w:t xml:space="preserve">dle NSZ, včetně všech vyžadovaných podkladů, jejímž výsledkem bude vydání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083B3F9C" w14:textId="77777777" w:rsidR="00FB1A3D" w:rsidRPr="00225ACA" w:rsidRDefault="00FB1A3D">
      <w:pPr>
        <w:pStyle w:val="Text1-1"/>
        <w:numPr>
          <w:ilvl w:val="0"/>
          <w:numId w:val="19"/>
        </w:numPr>
      </w:pPr>
      <w:r w:rsidRPr="00225ACA">
        <w:rPr>
          <w:b/>
          <w:bCs/>
        </w:rPr>
        <w:lastRenderedPageBreak/>
        <w:t>Zhotovení Projektové dokumentace pro provádění stavby</w:t>
      </w:r>
      <w:r w:rsidRPr="00225ACA">
        <w:t xml:space="preserve">, která rozpracuje a vymezí požadavky na stavbu do podrobností, které specifikují předmět Díla v takovém rozsahu, aby byla podkladem pro výběrové řízení na zhotovení stavby. </w:t>
      </w:r>
    </w:p>
    <w:p w14:paraId="6403FA98" w14:textId="71397BE2" w:rsidR="00FB1A3D" w:rsidRPr="00225ACA" w:rsidRDefault="00FB1A3D">
      <w:pPr>
        <w:pStyle w:val="Text1-1"/>
        <w:numPr>
          <w:ilvl w:val="0"/>
          <w:numId w:val="19"/>
        </w:numPr>
      </w:pPr>
      <w:r w:rsidRPr="00225ACA">
        <w:rPr>
          <w:b/>
          <w:bCs/>
        </w:rPr>
        <w:t xml:space="preserve">Výkon dozoru projektanta. </w:t>
      </w:r>
    </w:p>
    <w:p w14:paraId="07B17888" w14:textId="77777777" w:rsidR="00FB1A3D" w:rsidRDefault="00FB1A3D" w:rsidP="00FB1A3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652EFD">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858368D" w14:textId="77777777" w:rsidR="00FB1A3D" w:rsidRDefault="00FB1A3D" w:rsidP="00652EFD">
      <w:pPr>
        <w:pStyle w:val="Text1-1"/>
        <w:numPr>
          <w:ilvl w:val="0"/>
          <w:numId w:val="0"/>
        </w:numPr>
        <w:spacing w:after="0"/>
        <w:ind w:left="737"/>
      </w:pP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8" w:name="_Toc149571222"/>
      <w:r>
        <w:t>ZDROJE FINANCOVÁNÍ</w:t>
      </w:r>
      <w:r w:rsidR="00845C50">
        <w:t xml:space="preserve"> a </w:t>
      </w:r>
      <w:r>
        <w:t>PŘEDPOKLÁDANÁ HODNOTA VEŘEJNÉ ZAKÁZKY</w:t>
      </w:r>
      <w:bookmarkEnd w:id="8"/>
    </w:p>
    <w:p w14:paraId="7832C094" w14:textId="12355458"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48513F15" w:rsidR="0035531B" w:rsidRDefault="0035531B" w:rsidP="0035531B">
      <w:pPr>
        <w:pStyle w:val="Text1-1"/>
      </w:pPr>
      <w:r>
        <w:t>Předpokládaná hodnota veřejné zakázky činí</w:t>
      </w:r>
      <w:r w:rsidR="00B226BA" w:rsidRPr="00B226BA">
        <w:rPr>
          <w:b/>
          <w:bCs/>
        </w:rPr>
        <w:t xml:space="preserve"> 17 055 896,00</w:t>
      </w:r>
      <w:r>
        <w:t xml:space="preserve"> </w:t>
      </w:r>
      <w:r w:rsidRPr="00EB138E">
        <w:rPr>
          <w:b/>
        </w:rPr>
        <w:t>Kč</w:t>
      </w:r>
      <w:r>
        <w:t xml:space="preserve"> (bez DPH).</w:t>
      </w:r>
    </w:p>
    <w:p w14:paraId="4E32F28B" w14:textId="77777777" w:rsidR="0035531B" w:rsidRDefault="0035531B" w:rsidP="006F6B09">
      <w:pPr>
        <w:pStyle w:val="Nadpis1-1"/>
      </w:pPr>
      <w:bookmarkStart w:id="9" w:name="_Toc149571223"/>
      <w:r>
        <w:t>OBSAH ZADÁVACÍ DOKUMENTACE</w:t>
      </w:r>
      <w:bookmarkEnd w:id="9"/>
      <w:r>
        <w:t xml:space="preserve"> </w:t>
      </w:r>
    </w:p>
    <w:p w14:paraId="138FA4B4" w14:textId="77777777"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02FAC9A6" w:rsidR="00ED116C" w:rsidRDefault="00ED116C" w:rsidP="00ED116C">
      <w:pPr>
        <w:pStyle w:val="Textbezslovn"/>
        <w:tabs>
          <w:tab w:val="left" w:pos="1701"/>
        </w:tabs>
        <w:ind w:left="1701" w:hanging="964"/>
      </w:pPr>
      <w:r>
        <w:t>Část 5</w:t>
      </w:r>
      <w:r>
        <w:tab/>
        <w:t xml:space="preserve">Zvláštní technické podmínky </w:t>
      </w:r>
      <w:r w:rsidR="00892770">
        <w:t>vč. příloh</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6F834B9B" w14:textId="77777777" w:rsidR="00892770" w:rsidRDefault="00892770" w:rsidP="00892770">
      <w:pPr>
        <w:pStyle w:val="Text1-1"/>
        <w:numPr>
          <w:ilvl w:val="0"/>
          <w:numId w:val="0"/>
        </w:numPr>
        <w:ind w:left="737"/>
      </w:pPr>
      <w:r w:rsidRPr="007D49D1">
        <w:t>NETÝKÁ SE</w:t>
      </w:r>
    </w:p>
    <w:p w14:paraId="49793BFC" w14:textId="7AB4D780"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49571224"/>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49571225"/>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pPr>
        <w:pStyle w:val="Odstavec1-2i"/>
        <w:numPr>
          <w:ilvl w:val="0"/>
          <w:numId w:val="15"/>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pPr>
        <w:pStyle w:val="Odstavec1-2i"/>
        <w:numPr>
          <w:ilvl w:val="0"/>
          <w:numId w:val="15"/>
        </w:numPr>
        <w:ind w:left="1531" w:hanging="454"/>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pPr>
        <w:pStyle w:val="Odstavec1-2i"/>
        <w:numPr>
          <w:ilvl w:val="0"/>
          <w:numId w:val="15"/>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pPr>
        <w:pStyle w:val="Odstavec1-2i"/>
        <w:numPr>
          <w:ilvl w:val="0"/>
          <w:numId w:val="15"/>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pPr>
        <w:pStyle w:val="Odstavec1-2i"/>
        <w:numPr>
          <w:ilvl w:val="0"/>
          <w:numId w:val="15"/>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Pr="00936104"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w:t>
      </w:r>
      <w:r w:rsidRPr="00936104">
        <w:t xml:space="preserve">následující činnosti: </w:t>
      </w:r>
    </w:p>
    <w:p w14:paraId="1ED849B3" w14:textId="77777777" w:rsidR="001D6E71" w:rsidRPr="00936104" w:rsidRDefault="001D6E71" w:rsidP="00BD5A0E">
      <w:pPr>
        <w:pStyle w:val="Odrka1-2-"/>
        <w:spacing w:after="0"/>
      </w:pPr>
      <w:r w:rsidRPr="00936104">
        <w:t>projektovou činnost ve výstavbě</w:t>
      </w:r>
    </w:p>
    <w:p w14:paraId="14AE406A" w14:textId="77777777" w:rsidR="00B226BA" w:rsidRPr="00936104" w:rsidRDefault="00B226BA" w:rsidP="00B226BA">
      <w:pPr>
        <w:pStyle w:val="Odrka1-1"/>
        <w:numPr>
          <w:ilvl w:val="0"/>
          <w:numId w:val="0"/>
        </w:numPr>
        <w:ind w:left="1077"/>
      </w:pPr>
    </w:p>
    <w:p w14:paraId="49AD27E5" w14:textId="6FEDE670" w:rsidR="0035531B" w:rsidRPr="00936104" w:rsidRDefault="0035531B" w:rsidP="00092CC9">
      <w:pPr>
        <w:pStyle w:val="Odrka1-1"/>
      </w:pPr>
      <w:r w:rsidRPr="00936104">
        <w:lastRenderedPageBreak/>
        <w:t>Odborná způsobilost:</w:t>
      </w:r>
    </w:p>
    <w:p w14:paraId="12E053EF" w14:textId="17903797" w:rsidR="00BD5A0E" w:rsidRDefault="00BD5A0E" w:rsidP="00BD5A0E">
      <w:pPr>
        <w:pStyle w:val="Odrka1-2-"/>
      </w:pPr>
      <w:r w:rsidRPr="00936104">
        <w:t xml:space="preserve">Zadavatel požaduje předložení dokladu o autorizaci v rozsahu dle § 5 odst. 3 písm. </w:t>
      </w:r>
      <w:r w:rsidRPr="00936104">
        <w:rPr>
          <w:b/>
        </w:rPr>
        <w:t>a), b)</w:t>
      </w:r>
      <w:r w:rsidR="00936104" w:rsidRPr="00936104">
        <w:rPr>
          <w:b/>
        </w:rPr>
        <w:t xml:space="preserve"> a</w:t>
      </w:r>
      <w:r w:rsidRPr="00936104">
        <w:rPr>
          <w:b/>
        </w:rPr>
        <w:t xml:space="preserve"> e)</w:t>
      </w:r>
      <w:r w:rsidR="00936104" w:rsidRPr="00936104">
        <w:rPr>
          <w:b/>
        </w:rPr>
        <w:t xml:space="preserve"> </w:t>
      </w:r>
      <w:r w:rsidRPr="00936104">
        <w:t>zákona č. 360/1992 Sb., o výkonu povolání autorizovaných architektů a o výkonu</w:t>
      </w:r>
      <w:r>
        <w:t xml:space="preserve">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39A7289C"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56BEE6A5"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w:t>
      </w:r>
      <w:r w:rsidRPr="00936104">
        <w:t>stavby železničních drah</w:t>
      </w:r>
      <w:r>
        <w:t xml:space="preserve"> ve smyslu § 5 odst. 1 </w:t>
      </w:r>
      <w:r w:rsidRPr="00936104">
        <w:t xml:space="preserve">a § 3 odst. 1 </w:t>
      </w:r>
      <w:r>
        <w:t>zák. č. 266/1994 Sb., o dráhách, ve znění pozdějších předpisů.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lastRenderedPageBreak/>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7AD0C996"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w:t>
      </w:r>
      <w:r w:rsidRPr="00892770">
        <w:t>sm. a)</w:t>
      </w:r>
      <w:r w:rsidR="00892770" w:rsidRPr="00892770">
        <w:t xml:space="preserve"> a</w:t>
      </w:r>
      <w:r w:rsidRPr="00892770">
        <w:t xml:space="preserve"> b)</w:t>
      </w:r>
      <w:r>
        <w:t xml:space="preserve"> (dále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140E43D" w14:textId="0623321C" w:rsidR="00392730" w:rsidRPr="00C17BC1" w:rsidRDefault="00392730">
      <w:pPr>
        <w:pStyle w:val="Odstavec1-1a"/>
        <w:numPr>
          <w:ilvl w:val="0"/>
          <w:numId w:val="13"/>
        </w:numPr>
      </w:pPr>
      <w:r w:rsidRPr="00C17BC1">
        <w:t>zpracování dokumentace ve stupni DSP nebo DSP+PDPS nebo DUSP</w:t>
      </w:r>
      <w:r w:rsidR="00394060" w:rsidRPr="00C17BC1">
        <w:t>/DUSL</w:t>
      </w:r>
      <w:r w:rsidRPr="00C17BC1">
        <w:t xml:space="preserve"> </w:t>
      </w:r>
      <w:r w:rsidR="00103A92" w:rsidRPr="00C17BC1">
        <w:t>nebo DUSP</w:t>
      </w:r>
      <w:r w:rsidR="00394060" w:rsidRPr="00C17BC1">
        <w:t>/DUSL</w:t>
      </w:r>
      <w:r w:rsidR="00103A92" w:rsidRPr="00C17BC1">
        <w:t xml:space="preserve">+PDPS </w:t>
      </w:r>
      <w:r w:rsidR="007D38E4" w:rsidRPr="00C17BC1">
        <w:t xml:space="preserve">nebo DUR+DSP nebo DUR+DSP+PDPS </w:t>
      </w:r>
      <w:r w:rsidRPr="00C17BC1">
        <w:t>pro rekonstrukci</w:t>
      </w:r>
      <w:r w:rsidR="00A47DE5" w:rsidRPr="00C17BC1">
        <w:t>,</w:t>
      </w:r>
      <w:r w:rsidRPr="00C17BC1">
        <w:t xml:space="preserve"> </w:t>
      </w:r>
      <w:r w:rsidR="00C17BC1" w:rsidRPr="00C17BC1">
        <w:t xml:space="preserve">nebo </w:t>
      </w:r>
      <w:r w:rsidRPr="00C17BC1">
        <w:t>novostavbu alespoň jedné železniční stanice na elektri</w:t>
      </w:r>
      <w:r w:rsidR="00C17BC1" w:rsidRPr="00C17BC1">
        <w:t>z</w:t>
      </w:r>
      <w:r w:rsidRPr="00C17BC1">
        <w:t xml:space="preserve">ované </w:t>
      </w:r>
      <w:r w:rsidR="0031758D" w:rsidRPr="00C17BC1">
        <w:t xml:space="preserve">trati </w:t>
      </w:r>
      <w:r w:rsidRPr="00C17BC1">
        <w:t xml:space="preserve">s minimálním počtem </w:t>
      </w:r>
      <w:r w:rsidR="00C17BC1" w:rsidRPr="00C17BC1">
        <w:t>2</w:t>
      </w:r>
      <w:r w:rsidRPr="00C17BC1">
        <w:t xml:space="preserve"> ks výhybek včetně zabezpečovacího zařízení,  </w:t>
      </w:r>
    </w:p>
    <w:p w14:paraId="797F5665" w14:textId="675511DC" w:rsidR="00392730" w:rsidRPr="00B12966" w:rsidRDefault="00392730">
      <w:pPr>
        <w:pStyle w:val="Odstavec1-1a"/>
        <w:numPr>
          <w:ilvl w:val="0"/>
          <w:numId w:val="13"/>
        </w:numPr>
      </w:pPr>
      <w:r w:rsidRPr="00B12966">
        <w:t xml:space="preserve">zajištění </w:t>
      </w:r>
      <w:r w:rsidR="00D148BC" w:rsidRPr="00B12966">
        <w:t xml:space="preserve">vydání alespoň nepravomocného </w:t>
      </w:r>
      <w:r w:rsidRPr="00B12966">
        <w:t xml:space="preserve">stavebního povolení nebo společného povolení, kterým se stavba umisťuje a povoluje, </w:t>
      </w:r>
      <w:r w:rsidR="00B9468D">
        <w:t xml:space="preserve">nebo povolení záměru dle zákona č. 283/2021 Sb., stavební zákon, ve znění pozdějších předpisů, </w:t>
      </w:r>
      <w:r w:rsidRPr="00B12966">
        <w:t>včetně zpracování agendy majetkoprávního vypořádání pro rekonstrukci</w:t>
      </w:r>
      <w:r w:rsidR="00C17BC1" w:rsidRPr="00B12966">
        <w:t xml:space="preserve"> nebo</w:t>
      </w:r>
      <w:r w:rsidRPr="00B12966">
        <w:t xml:space="preserve"> novostavbu železniční trati nebo železniční stanice. </w:t>
      </w:r>
    </w:p>
    <w:p w14:paraId="252247DF" w14:textId="36B2ECC3" w:rsidR="00392730" w:rsidRPr="00B12966" w:rsidRDefault="00392730" w:rsidP="00392730">
      <w:pPr>
        <w:pStyle w:val="Textbezslovn"/>
      </w:pPr>
      <w:r w:rsidRPr="00B12966">
        <w:rPr>
          <w:b/>
        </w:rPr>
        <w:t>Každá z činností uvedených pod písm. a)</w:t>
      </w:r>
      <w:r w:rsidR="00892770" w:rsidRPr="00B12966">
        <w:rPr>
          <w:b/>
        </w:rPr>
        <w:t xml:space="preserve"> a</w:t>
      </w:r>
      <w:r w:rsidRPr="00B12966">
        <w:rPr>
          <w:b/>
        </w:rPr>
        <w:t xml:space="preserve"> b)</w:t>
      </w:r>
      <w:r w:rsidR="00892770" w:rsidRPr="00B12966">
        <w:rPr>
          <w:b/>
        </w:rPr>
        <w:t xml:space="preserve"> </w:t>
      </w:r>
      <w:r w:rsidRPr="00B12966">
        <w:rPr>
          <w:b/>
        </w:rPr>
        <w:t>výše</w:t>
      </w:r>
      <w:r w:rsidRPr="00B12966">
        <w:t xml:space="preserve"> </w:t>
      </w:r>
      <w:r w:rsidRPr="00B12966">
        <w:rPr>
          <w:b/>
        </w:rPr>
        <w:t>musí být doložena alespoň ve dvou referenčních zakázkách (významných službách).</w:t>
      </w:r>
    </w:p>
    <w:p w14:paraId="435B6A10" w14:textId="48B295A2" w:rsidR="00392730" w:rsidRPr="00B12966" w:rsidRDefault="00392730" w:rsidP="00B12966">
      <w:pPr>
        <w:pStyle w:val="Textbezslovn"/>
      </w:pPr>
      <w:r w:rsidRPr="00B12966">
        <w:t>Parametry, resp. požadavky na obsahovou náplň činností, uvedené výše pod písm. a)</w:t>
      </w:r>
      <w:r w:rsidR="00B12966" w:rsidRPr="00B12966">
        <w:t xml:space="preserve"> a</w:t>
      </w:r>
      <w:r w:rsidRPr="00B12966">
        <w:t xml:space="preserve"> b) lze splnit všechny současně v rámci jedné referenční zakázky (významné služby), ale připouští se i splnění požadavků dle písm. a)</w:t>
      </w:r>
      <w:r w:rsidR="00B12966" w:rsidRPr="00B12966">
        <w:t xml:space="preserve"> a</w:t>
      </w:r>
      <w:r w:rsidRPr="00B12966">
        <w:t xml:space="preserve">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 </w:t>
      </w:r>
    </w:p>
    <w:p w14:paraId="2500CE3E" w14:textId="0EF06B12" w:rsidR="00392730" w:rsidRDefault="00392730" w:rsidP="00392730">
      <w:pPr>
        <w:pStyle w:val="Textbezslovn"/>
      </w:pPr>
      <w:r w:rsidRPr="00B12966">
        <w:t xml:space="preserve">Celkový součet </w:t>
      </w:r>
      <w:r w:rsidR="00656A03" w:rsidRPr="00B12966">
        <w:t xml:space="preserve">hodnot </w:t>
      </w:r>
      <w:r w:rsidRPr="00B12966">
        <w:t xml:space="preserve">významných služeb za posledních 8 let před zahájením zadávacího řízení, které dodavatel poskytl, musí dosahovat v souhrnu, včetně případných poddodávek, minimálně </w:t>
      </w:r>
      <w:r w:rsidR="00936104" w:rsidRPr="00B12966">
        <w:rPr>
          <w:b/>
          <w:bCs/>
        </w:rPr>
        <w:t>17 mil.</w:t>
      </w:r>
      <w:r w:rsidR="00936104" w:rsidRPr="00B12966">
        <w:t xml:space="preserve"> </w:t>
      </w:r>
      <w:r w:rsidRPr="00B12966">
        <w:rPr>
          <w:b/>
        </w:rPr>
        <w:t>Kč</w:t>
      </w:r>
      <w:r w:rsidRPr="00B12966">
        <w:t xml:space="preserve"> bez DPH, přičemž alespoň jedna významná služba musí dosahovat </w:t>
      </w:r>
      <w:r w:rsidR="00656A03" w:rsidRPr="00B12966">
        <w:t xml:space="preserve">hodnoty </w:t>
      </w:r>
      <w:r w:rsidRPr="00B12966">
        <w:t xml:space="preserve">nejméně </w:t>
      </w:r>
      <w:r w:rsidR="00936104" w:rsidRPr="00B12966">
        <w:rPr>
          <w:b/>
          <w:bCs/>
        </w:rPr>
        <w:t>8,5 mil.</w:t>
      </w:r>
      <w:r w:rsidR="00936104" w:rsidRPr="00B12966">
        <w:t xml:space="preserve"> </w:t>
      </w:r>
      <w:r w:rsidRPr="00B12966">
        <w:rPr>
          <w:b/>
        </w:rPr>
        <w:t>Kč</w:t>
      </w:r>
      <w:r w:rsidRPr="00B12966">
        <w:t xml:space="preserve"> bez DPH. </w:t>
      </w:r>
      <w:r w:rsidR="00656A03" w:rsidRPr="00B12966">
        <w:t>Hodnotou</w:t>
      </w:r>
      <w:r w:rsidR="00656A03">
        <w:t xml:space="preserve">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4552836A"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pozdějších </w:t>
      </w:r>
      <w:proofErr w:type="gramStart"/>
      <w:r w:rsidRPr="000045F9">
        <w:t xml:space="preserve">předpisů </w:t>
      </w:r>
      <w:r w:rsidR="00B9468D">
        <w:t xml:space="preserve"> či</w:t>
      </w:r>
      <w:proofErr w:type="gramEnd"/>
      <w:r w:rsidR="00B9468D">
        <w:t xml:space="preserve"> ve smyslu zákona č. 283/2021 Sb., stavební zákon, ve smyslu znění pozdějších předpisů. </w:t>
      </w:r>
      <w:r w:rsidRPr="000045F9">
        <w:t>.</w:t>
      </w:r>
    </w:p>
    <w:p w14:paraId="02939F2D" w14:textId="49D00D06" w:rsidR="00656A03" w:rsidRDefault="00656A03" w:rsidP="009968AD">
      <w:pPr>
        <w:pStyle w:val="Textbezslovn"/>
      </w:pPr>
      <w:r>
        <w:lastRenderedPageBreak/>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0F460FE0"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0965FD4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B9468D">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B9468D">
        <w:t xml:space="preserve"> projektanta</w:t>
      </w:r>
      <w:r w:rsidR="00935206">
        <w:t xml:space="preserve"> při realizaci stavby) dokončena není; zároveň však platí, že nestačí (tj. nepovažuje se za plnění dokončené v požadované </w:t>
      </w:r>
      <w:r w:rsidR="00935206">
        <w:lastRenderedPageBreak/>
        <w:t>době), pokud je v posledních 8 letech dokončena zakázka rozsáhlejšího plnění jako celek (např. dokončen dozor</w:t>
      </w:r>
      <w:r w:rsidR="00B9468D">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Pr="001231D7"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 xml:space="preserve">zpracování veškerých potřebných průzkumů (inženýrskogeologický, geotechnický, stavebně technický, korozní </w:t>
      </w:r>
      <w:r w:rsidR="00CC3F4F" w:rsidRPr="001231D7">
        <w:t>atd.) nezbytných k návrhu technického řešení</w:t>
      </w:r>
      <w:r w:rsidR="005C13BC" w:rsidRPr="001231D7">
        <w:t>,</w:t>
      </w:r>
      <w:r w:rsidR="00194E9F" w:rsidRPr="001231D7">
        <w:t xml:space="preserve"> </w:t>
      </w:r>
      <w:r w:rsidR="00CC3F4F" w:rsidRPr="001231D7">
        <w:t xml:space="preserve">zajištění geodetických a mapových podkladů, </w:t>
      </w:r>
      <w:r w:rsidR="00194E9F" w:rsidRPr="001231D7">
        <w:t>činnost koordinátora BOZP</w:t>
      </w:r>
      <w:r w:rsidR="00CB14C7" w:rsidRPr="001231D7">
        <w:t>, zajištění osvědčení o shodě notifikovanou osobou</w:t>
      </w:r>
      <w:r w:rsidR="00326BC8" w:rsidRPr="001231D7">
        <w:t xml:space="preserve"> či jiných certifikátů a podkladů</w:t>
      </w:r>
      <w:r w:rsidR="00CB14C7" w:rsidRPr="001231D7">
        <w:t>, zpracování nákladů stavby, zpracování v režimu BIM</w:t>
      </w:r>
      <w:r w:rsidR="00194E9F" w:rsidRPr="001231D7">
        <w:t>;</w:t>
      </w:r>
    </w:p>
    <w:p w14:paraId="41351DED" w14:textId="447E8898" w:rsidR="00392730" w:rsidRPr="001231D7" w:rsidRDefault="00392730" w:rsidP="00880C36">
      <w:pPr>
        <w:pStyle w:val="Odrka1-2-"/>
      </w:pPr>
      <w:r w:rsidRPr="001231D7">
        <w:t xml:space="preserve">pro potřeby doložení referenčních zakázek (významných služeb) se zakázka na projektové práce </w:t>
      </w:r>
      <w:r w:rsidR="00935206" w:rsidRPr="001231D7">
        <w:t xml:space="preserve">spočívající ve zpracování </w:t>
      </w:r>
      <w:r w:rsidR="00935206" w:rsidRPr="001231D7">
        <w:rPr>
          <w:rFonts w:cs="Arial"/>
          <w:bCs/>
        </w:rPr>
        <w:t>dokumentace</w:t>
      </w:r>
      <w:r w:rsidR="00935206" w:rsidRPr="001231D7">
        <w:t xml:space="preserve"> </w:t>
      </w:r>
      <w:r w:rsidRPr="001231D7">
        <w:t>ve stupni DSP nebo DSP+PDPS nebo DUSP</w:t>
      </w:r>
      <w:r w:rsidR="00CA41FA" w:rsidRPr="001231D7">
        <w:t>/DUSL</w:t>
      </w:r>
      <w:r w:rsidRPr="001231D7">
        <w:t xml:space="preserve"> </w:t>
      </w:r>
      <w:r w:rsidR="00103A92" w:rsidRPr="001231D7">
        <w:t>nebo DUSP</w:t>
      </w:r>
      <w:r w:rsidR="00CA41FA" w:rsidRPr="001231D7">
        <w:t>/DUSL</w:t>
      </w:r>
      <w:r w:rsidR="00103A92" w:rsidRPr="001231D7">
        <w:t xml:space="preserve">+PDPS </w:t>
      </w:r>
      <w:r w:rsidR="000E5DB6" w:rsidRPr="001231D7">
        <w:t xml:space="preserve">nebo DUR+DSP nebo DUR+DSP+PDPS </w:t>
      </w:r>
      <w:r w:rsidRPr="001231D7">
        <w:t xml:space="preserve">považuje za dokončenou </w:t>
      </w:r>
      <w:r w:rsidR="00593FAE" w:rsidRPr="001231D7">
        <w:t xml:space="preserve">definitivním </w:t>
      </w:r>
      <w:r w:rsidRPr="001231D7">
        <w:t>předáním DSP nebo DSP+PDPS nebo DUSP</w:t>
      </w:r>
      <w:r w:rsidR="00CA41FA" w:rsidRPr="001231D7">
        <w:t>/DUSL</w:t>
      </w:r>
      <w:r w:rsidR="00103A92" w:rsidRPr="001231D7">
        <w:t xml:space="preserve"> nebo DUSP</w:t>
      </w:r>
      <w:r w:rsidR="00CA41FA" w:rsidRPr="001231D7">
        <w:t>/DUSL</w:t>
      </w:r>
      <w:r w:rsidR="00103A92" w:rsidRPr="001231D7">
        <w:t>+PDPS</w:t>
      </w:r>
      <w:r w:rsidR="000E5DB6" w:rsidRPr="001231D7">
        <w:t xml:space="preserve"> nebo DUR+DSP nebo DUR+DSP+PDPS</w:t>
      </w:r>
      <w:r w:rsidR="00817A33" w:rsidRPr="001231D7">
        <w:t xml:space="preserve"> včetně dokladové části</w:t>
      </w:r>
      <w:r w:rsidRPr="001231D7">
        <w:t>, příp. jejich aktualizace</w:t>
      </w:r>
      <w:r w:rsidR="00EC7091" w:rsidRPr="001231D7">
        <w:t>,</w:t>
      </w:r>
      <w:r w:rsidRPr="001231D7">
        <w:t xml:space="preserve"> objednateli po zapracování všech připomínek</w:t>
      </w:r>
      <w:r w:rsidR="00F0349F" w:rsidRPr="001231D7">
        <w:t xml:space="preserve"> a jej</w:t>
      </w:r>
      <w:r w:rsidR="006A1D4B" w:rsidRPr="001231D7">
        <w:t>ím</w:t>
      </w:r>
      <w:r w:rsidR="00F0349F" w:rsidRPr="001231D7">
        <w:t xml:space="preserve"> převzetím objednatelem</w:t>
      </w:r>
      <w:r w:rsidRPr="001231D7">
        <w:t xml:space="preserve">, a to bez případného podání žádosti o stavební povolení nebo společné povolení, je-li součástí plnění zakázky. </w:t>
      </w:r>
      <w:r w:rsidR="00E65BBD" w:rsidRPr="001231D7">
        <w:t>Tento odstavec</w:t>
      </w:r>
      <w:r w:rsidR="00BA3D9D" w:rsidRPr="001231D7">
        <w:t>, resp. odrážka,</w:t>
      </w:r>
      <w:r w:rsidR="00E65BBD" w:rsidRPr="001231D7">
        <w:t xml:space="preserve"> se nevztahuje na službu dle písm. </w:t>
      </w:r>
      <w:r w:rsidR="00B12966" w:rsidRPr="001231D7">
        <w:t>b</w:t>
      </w:r>
      <w:r w:rsidR="00E65BBD" w:rsidRPr="001231D7">
        <w:t xml:space="preserve">) tohoto článku. </w:t>
      </w:r>
    </w:p>
    <w:p w14:paraId="2DC9EF08" w14:textId="77777777" w:rsidR="00392730" w:rsidRDefault="00392730" w:rsidP="00392730">
      <w:pPr>
        <w:pStyle w:val="Textbezslovn"/>
      </w:pPr>
      <w:r w:rsidRPr="001231D7">
        <w:t>Dodavatel může použít k prokázání splnění kritéria kvalifikace týkajícího se požadavku na předložení seznamu referenčních</w:t>
      </w:r>
      <w:r>
        <w:t xml:space="preserve"> zakázek i takové významné služby, které poskytl</w:t>
      </w:r>
    </w:p>
    <w:p w14:paraId="36E3C8E5" w14:textId="77777777" w:rsidR="00392730" w:rsidRDefault="00392730">
      <w:pPr>
        <w:pStyle w:val="Odstavec1-1a"/>
        <w:numPr>
          <w:ilvl w:val="0"/>
          <w:numId w:val="16"/>
        </w:numPr>
        <w:spacing w:after="0"/>
      </w:pPr>
      <w:r>
        <w:t>společně s jinými dodavateli, a to v rozsahu, v jakém se na plnění zakázky podílel, nebo</w:t>
      </w:r>
    </w:p>
    <w:p w14:paraId="5B9EBB80" w14:textId="2E997A44" w:rsidR="00392730" w:rsidRDefault="00392730">
      <w:pPr>
        <w:pStyle w:val="Odstavec1-1a"/>
        <w:numPr>
          <w:ilvl w:val="0"/>
          <w:numId w:val="16"/>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791ABFE" w:rsidR="009E1AEE" w:rsidRDefault="009E1AEE" w:rsidP="009E1AEE">
      <w:pPr>
        <w:pStyle w:val="Textbezslovn"/>
      </w:pPr>
      <w:r>
        <w:t xml:space="preserve">Zadavatel požaduje předložení seznamu odborného personálu dodavatele. Pro každou osobu odborného personálu v níže uvedené funkci, s výjimkou </w:t>
      </w:r>
      <w:r w:rsidR="00BD5561">
        <w:t xml:space="preserve">autorizovaného </w:t>
      </w:r>
      <w:r>
        <w:t xml:space="preserve">zeměměřického inženýra, může být za účelem splnění kvalifikace doložena pouze jedna osoba. Jednotlivé požadavky na kvalifikační kritéria u každé jednotlivé funkce, s </w:t>
      </w:r>
      <w:r>
        <w:lastRenderedPageBreak/>
        <w:t xml:space="preserve">výjimkou </w:t>
      </w:r>
      <w:r w:rsidR="00BD5561">
        <w:t xml:space="preserve">autorizace </w:t>
      </w:r>
      <w:r>
        <w:t xml:space="preserve">pro ověřování výsledků zeměměřických činností u osoby </w:t>
      </w:r>
      <w:r w:rsidR="00BD5561">
        <w:t xml:space="preserve">autorizovaného </w:t>
      </w:r>
      <w:r>
        <w:t>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D90F25" w:rsidRDefault="00817A33">
      <w:pPr>
        <w:pStyle w:val="Odstavec1-1a"/>
        <w:numPr>
          <w:ilvl w:val="0"/>
          <w:numId w:val="11"/>
        </w:numPr>
        <w:rPr>
          <w:b/>
        </w:rPr>
      </w:pPr>
      <w:r w:rsidRPr="00D90F25">
        <w:rPr>
          <w:b/>
        </w:rPr>
        <w:t>hlavní projektant</w:t>
      </w:r>
      <w:r w:rsidR="003804E2" w:rsidRPr="00D90F25">
        <w:rPr>
          <w:b/>
        </w:rPr>
        <w:t xml:space="preserve"> (HIP)</w:t>
      </w:r>
      <w:r w:rsidR="009E1AEE" w:rsidRPr="00D90F25">
        <w:rPr>
          <w:b/>
        </w:rPr>
        <w:t xml:space="preserve"> </w:t>
      </w:r>
    </w:p>
    <w:p w14:paraId="640DC132" w14:textId="3B60C2B7" w:rsidR="009E1AEE" w:rsidRPr="00E45E0B" w:rsidRDefault="009E1AEE" w:rsidP="009E1AEE">
      <w:pPr>
        <w:pStyle w:val="Odrka1-2-"/>
      </w:pPr>
      <w:r w:rsidRPr="00D90F25">
        <w:t xml:space="preserve">nejméně 5 let praxe v projektování </w:t>
      </w:r>
      <w:r w:rsidR="00455731" w:rsidRPr="00D90F25">
        <w:t>staveb železničních drah</w:t>
      </w:r>
      <w:r w:rsidRPr="00D90F25">
        <w:t xml:space="preserve">, které obsahovaly </w:t>
      </w:r>
      <w:r w:rsidRPr="00E45E0B">
        <w:t xml:space="preserve">alespoň následující činnosti: projektování </w:t>
      </w:r>
      <w:r w:rsidR="00455731" w:rsidRPr="00E45E0B">
        <w:t>železniční</w:t>
      </w:r>
      <w:r w:rsidR="00E45E0B" w:rsidRPr="00E45E0B">
        <w:t>ho</w:t>
      </w:r>
      <w:r w:rsidR="00455731" w:rsidRPr="00E45E0B">
        <w:t xml:space="preserve"> svršk</w:t>
      </w:r>
      <w:r w:rsidR="00E45E0B" w:rsidRPr="00E45E0B">
        <w:t>u</w:t>
      </w:r>
      <w:r w:rsidR="00455731" w:rsidRPr="00E45E0B">
        <w:t xml:space="preserve"> a spodk</w:t>
      </w:r>
      <w:r w:rsidR="00E45E0B" w:rsidRPr="00E45E0B">
        <w:t>u</w:t>
      </w:r>
      <w:r w:rsidRPr="00E45E0B">
        <w:t xml:space="preserve">; </w:t>
      </w:r>
    </w:p>
    <w:p w14:paraId="7EB977EC" w14:textId="139F4A0D" w:rsidR="009E1AEE" w:rsidRPr="00E45E0B" w:rsidRDefault="009E1AEE" w:rsidP="009E1AEE">
      <w:pPr>
        <w:pStyle w:val="Odrka1-2-"/>
      </w:pPr>
      <w:r w:rsidRPr="00E45E0B">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28B150E0" w:rsidR="009E1AEE" w:rsidRPr="00E45E0B" w:rsidRDefault="009E1AEE" w:rsidP="009E1AEE">
      <w:pPr>
        <w:pStyle w:val="Odrka1-2-"/>
      </w:pPr>
      <w:r w:rsidRPr="00E45E0B">
        <w:t>prokázat zkušenosti s plněním alespoň</w:t>
      </w:r>
      <w:r w:rsidR="00A16220" w:rsidRPr="00E45E0B">
        <w:t xml:space="preserve"> </w:t>
      </w:r>
      <w:r w:rsidR="007A6474" w:rsidRPr="00E45E0B">
        <w:t>jedné zakázky</w:t>
      </w:r>
      <w:r w:rsidRPr="00E45E0B">
        <w:t xml:space="preserve"> na projektové práce </w:t>
      </w:r>
      <w:r w:rsidR="000E1758" w:rsidRPr="00E45E0B">
        <w:t xml:space="preserve">spočívající ve zpracování dokumentace </w:t>
      </w:r>
      <w:r w:rsidRPr="00E45E0B">
        <w:t>pro stavby železničních drah ve stupni DSP nebo DSP+PDPS nebo DUSP</w:t>
      </w:r>
      <w:r w:rsidR="00CA41FA" w:rsidRPr="00E45E0B">
        <w:t>/DUSL</w:t>
      </w:r>
      <w:r w:rsidRPr="00E45E0B">
        <w:t xml:space="preserve"> </w:t>
      </w:r>
      <w:r w:rsidR="00103A92" w:rsidRPr="00E45E0B">
        <w:t>nebo DUSP</w:t>
      </w:r>
      <w:r w:rsidR="00CA41FA" w:rsidRPr="00E45E0B">
        <w:t>/DUSL</w:t>
      </w:r>
      <w:r w:rsidR="00103A92" w:rsidRPr="00E45E0B">
        <w:t xml:space="preserve">+PDPS </w:t>
      </w:r>
      <w:r w:rsidR="000E5DB6" w:rsidRPr="00E45E0B">
        <w:t xml:space="preserve">nebo DUR+DSP nebo DUR+DSP+PDPS </w:t>
      </w:r>
      <w:r w:rsidRPr="00E45E0B">
        <w:t>ve funkci vedoucího týmu</w:t>
      </w:r>
      <w:r w:rsidR="00D148BC" w:rsidRPr="00E45E0B">
        <w:t xml:space="preserve"> </w:t>
      </w:r>
      <w:r w:rsidR="005E49D0" w:rsidRPr="00E45E0B">
        <w:t>nebo zástupce vedoucího týmu</w:t>
      </w:r>
      <w:r w:rsidRPr="00E45E0B">
        <w:t xml:space="preserve">, přičemž </w:t>
      </w:r>
      <w:r w:rsidR="00332F74" w:rsidRPr="00E45E0B">
        <w:t xml:space="preserve">hodnota zakázky </w:t>
      </w:r>
      <w:r w:rsidR="00332F74" w:rsidRPr="00E45E0B">
        <w:rPr>
          <w:rFonts w:cs="Arial"/>
          <w:bCs/>
        </w:rPr>
        <w:t>musí činit nejméně</w:t>
      </w:r>
      <w:r w:rsidR="00332F74" w:rsidRPr="00E45E0B">
        <w:rPr>
          <w:rFonts w:cs="Arial"/>
          <w:b/>
        </w:rPr>
        <w:t xml:space="preserve"> </w:t>
      </w:r>
      <w:r w:rsidR="00D90F25" w:rsidRPr="00E45E0B">
        <w:rPr>
          <w:rFonts w:cs="Arial"/>
          <w:b/>
        </w:rPr>
        <w:t xml:space="preserve">5 </w:t>
      </w:r>
      <w:r w:rsidR="00332F74" w:rsidRPr="00E45E0B">
        <w:rPr>
          <w:rFonts w:cs="Arial"/>
          <w:b/>
          <w:bCs/>
        </w:rPr>
        <w:t>mil. Kč</w:t>
      </w:r>
      <w:r w:rsidR="00332F74" w:rsidRPr="00E45E0B">
        <w:rPr>
          <w:rFonts w:cs="Arial"/>
          <w:bCs/>
        </w:rPr>
        <w:t xml:space="preserve"> bez DPH</w:t>
      </w:r>
      <w:r w:rsidR="00332F74" w:rsidRPr="00E45E0B">
        <w:t xml:space="preserve"> a </w:t>
      </w:r>
      <w:r w:rsidRPr="00E45E0B">
        <w:t xml:space="preserve">musí </w:t>
      </w:r>
      <w:r w:rsidR="00332F74" w:rsidRPr="00E45E0B">
        <w:t xml:space="preserve">se </w:t>
      </w:r>
      <w:r w:rsidRPr="00E45E0B">
        <w:t>jednat o zakázk</w:t>
      </w:r>
      <w:r w:rsidR="00332F74" w:rsidRPr="00E45E0B">
        <w:t>u</w:t>
      </w:r>
      <w:r w:rsidRPr="00E45E0B">
        <w:t xml:space="preserve"> dokončen</w:t>
      </w:r>
      <w:r w:rsidR="00332F74" w:rsidRPr="00E45E0B">
        <w:t>ou</w:t>
      </w:r>
      <w:r w:rsidRPr="00E45E0B">
        <w:t>, avšak zadavatel nestanoví maximální lhůtu, ve které musel</w:t>
      </w:r>
      <w:r w:rsidR="00332F74" w:rsidRPr="00E45E0B">
        <w:t>a</w:t>
      </w:r>
      <w:r w:rsidRPr="00E45E0B">
        <w:t xml:space="preserve"> být zakázk</w:t>
      </w:r>
      <w:r w:rsidR="00332F74" w:rsidRPr="00E45E0B">
        <w:t>a</w:t>
      </w:r>
      <w:r w:rsidRPr="00E45E0B">
        <w:t xml:space="preserve"> dokončen</w:t>
      </w:r>
      <w:r w:rsidR="00332F74" w:rsidRPr="00E45E0B">
        <w:t>a</w:t>
      </w:r>
      <w:r w:rsidRPr="00E45E0B">
        <w:t>; pokud byla referovaná činnost součástí rozsáhlejšího plnění pro objednatele služby (např. kromě zpracování projektové dokumentace měl dodavatel vykonávat i dozor</w:t>
      </w:r>
      <w:r w:rsidR="00B9468D">
        <w:t xml:space="preserve"> projektanta</w:t>
      </w:r>
      <w:r w:rsidRPr="00E45E0B">
        <w:t>) postačí, pokud je dokončeno plněn</w:t>
      </w:r>
      <w:r w:rsidR="00355D2A" w:rsidRPr="00E45E0B">
        <w:t>í</w:t>
      </w:r>
      <w:r w:rsidR="0033063F" w:rsidRPr="00E45E0B">
        <w:t xml:space="preserve"> odpovídající </w:t>
      </w:r>
      <w:r w:rsidR="00857BAC" w:rsidRPr="00E45E0B">
        <w:t xml:space="preserve">zadavatelem stanovené </w:t>
      </w:r>
      <w:r w:rsidR="0033063F" w:rsidRPr="00E45E0B">
        <w:t>definici požadované zkušenosti</w:t>
      </w:r>
      <w:r w:rsidR="00355D2A" w:rsidRPr="00E45E0B">
        <w:t>;</w:t>
      </w:r>
      <w:r w:rsidRPr="00E45E0B">
        <w:t xml:space="preserve">  </w:t>
      </w:r>
    </w:p>
    <w:p w14:paraId="0AF61FD6" w14:textId="77777777" w:rsidR="005E49D0" w:rsidRPr="00E45E0B" w:rsidRDefault="005E49D0">
      <w:pPr>
        <w:pStyle w:val="Odstavec1-1a"/>
        <w:numPr>
          <w:ilvl w:val="0"/>
          <w:numId w:val="11"/>
        </w:numPr>
        <w:rPr>
          <w:b/>
        </w:rPr>
      </w:pPr>
      <w:r w:rsidRPr="00E45E0B">
        <w:rPr>
          <w:b/>
        </w:rPr>
        <w:t xml:space="preserve">zástupce hlavního projektanta  </w:t>
      </w:r>
    </w:p>
    <w:p w14:paraId="1F2FFABC" w14:textId="357865EF" w:rsidR="005E49D0" w:rsidRPr="00E45E0B" w:rsidRDefault="005E49D0" w:rsidP="005E49D0">
      <w:pPr>
        <w:pStyle w:val="Odrka1-2-"/>
      </w:pPr>
      <w:r w:rsidRPr="00E45E0B">
        <w:t>nejméně 5 let praxe v</w:t>
      </w:r>
      <w:r w:rsidR="00D079BF">
        <w:t> </w:t>
      </w:r>
      <w:r w:rsidRPr="00E45E0B">
        <w:t>projektování staveb železničních drah, které obsahovaly alespoň následující činnosti: projektování železniční</w:t>
      </w:r>
      <w:r w:rsidR="00E45E0B" w:rsidRPr="00E45E0B">
        <w:t>ho</w:t>
      </w:r>
      <w:r w:rsidRPr="00E45E0B">
        <w:t xml:space="preserve"> svršk</w:t>
      </w:r>
      <w:r w:rsidR="00E45E0B" w:rsidRPr="00E45E0B">
        <w:t>u</w:t>
      </w:r>
      <w:r w:rsidRPr="00E45E0B">
        <w:t xml:space="preserve"> a spodk</w:t>
      </w:r>
      <w:r w:rsidR="00E45E0B" w:rsidRPr="00E45E0B">
        <w:t>u</w:t>
      </w:r>
      <w:r w:rsidRPr="00E45E0B">
        <w:t xml:space="preserve"> nebo </w:t>
      </w:r>
      <w:r w:rsidR="00E45E0B" w:rsidRPr="00E45E0B">
        <w:t>zabezpečovacího zařízení</w:t>
      </w:r>
      <w:r w:rsidRPr="00E45E0B">
        <w:t xml:space="preserve">; </w:t>
      </w:r>
    </w:p>
    <w:p w14:paraId="6B35904C" w14:textId="66EB6361" w:rsidR="005E49D0" w:rsidRPr="00E45E0B" w:rsidRDefault="005E49D0" w:rsidP="005E49D0">
      <w:pPr>
        <w:pStyle w:val="Odrka1-2-"/>
        <w:rPr>
          <w:b/>
        </w:rPr>
      </w:pPr>
      <w:r w:rsidRPr="00E45E0B">
        <w:t>autorizace v</w:t>
      </w:r>
      <w:r w:rsidR="00D079BF">
        <w:t> </w:t>
      </w:r>
      <w:r w:rsidRPr="00E45E0B">
        <w:t xml:space="preserve">rozsahu dle § 5 odst. 3 písm. b) nebo e) </w:t>
      </w:r>
      <w:r w:rsidR="00F45B56" w:rsidRPr="00E45E0B">
        <w:t>autorizačního zákona</w:t>
      </w:r>
      <w:r w:rsidRPr="00E45E0B">
        <w:t>, tedy pro dopravní stavby nebo technologická zařízení staveb;</w:t>
      </w:r>
    </w:p>
    <w:p w14:paraId="5E4C4978" w14:textId="4CEAEA91" w:rsidR="009E1AEE" w:rsidRPr="0087706F" w:rsidRDefault="009E1AEE">
      <w:pPr>
        <w:pStyle w:val="Odstavec1-1a"/>
        <w:numPr>
          <w:ilvl w:val="0"/>
          <w:numId w:val="11"/>
        </w:numPr>
        <w:rPr>
          <w:b/>
        </w:rPr>
      </w:pPr>
      <w:r w:rsidRPr="0087706F">
        <w:rPr>
          <w:b/>
        </w:rPr>
        <w:t>specialista na železniční svršek a spodek</w:t>
      </w:r>
    </w:p>
    <w:p w14:paraId="5D3774CB" w14:textId="7B76A216" w:rsidR="00355D2A" w:rsidRPr="0087706F" w:rsidRDefault="009E1AEE" w:rsidP="00355D2A">
      <w:pPr>
        <w:pStyle w:val="Odrka1-2-"/>
      </w:pPr>
      <w:r w:rsidRPr="0087706F">
        <w:t xml:space="preserve">nejméně 5 let praxe </w:t>
      </w:r>
      <w:r w:rsidR="00222BAD" w:rsidRPr="0087706F">
        <w:t>v</w:t>
      </w:r>
      <w:r w:rsidR="00D079BF">
        <w:t> </w:t>
      </w:r>
      <w:r w:rsidR="00222BAD" w:rsidRPr="0087706F">
        <w:t>projektování v</w:t>
      </w:r>
      <w:r w:rsidR="00D079BF">
        <w:t> </w:t>
      </w:r>
      <w:r w:rsidR="00222BAD" w:rsidRPr="0087706F">
        <w:t xml:space="preserve">oboru své specializace </w:t>
      </w:r>
      <w:r w:rsidR="000E1758" w:rsidRPr="0087706F">
        <w:t>(železniční svršek a spodek)</w:t>
      </w:r>
      <w:r w:rsidRPr="0087706F">
        <w:t xml:space="preserve">; </w:t>
      </w:r>
    </w:p>
    <w:p w14:paraId="3388847C" w14:textId="11351ACF" w:rsidR="009E1AEE" w:rsidRPr="0087706F" w:rsidRDefault="009E1AEE" w:rsidP="00355D2A">
      <w:pPr>
        <w:pStyle w:val="Odrka1-2-"/>
      </w:pPr>
      <w:r w:rsidRPr="0087706F">
        <w:t>autorizace v</w:t>
      </w:r>
      <w:r w:rsidR="00D079BF">
        <w:t> </w:t>
      </w:r>
      <w:r w:rsidRPr="0087706F">
        <w:t xml:space="preserve">rozsahu dle § 5 odst. 3 písm. b) autorizačního zákona, tedy pro dopravní stavby; </w:t>
      </w:r>
    </w:p>
    <w:p w14:paraId="42E501CB" w14:textId="77777777" w:rsidR="009E1AEE" w:rsidRPr="0087706F" w:rsidRDefault="009E1AEE">
      <w:pPr>
        <w:pStyle w:val="Odstavec1-1a"/>
        <w:numPr>
          <w:ilvl w:val="0"/>
          <w:numId w:val="11"/>
        </w:numPr>
        <w:rPr>
          <w:b/>
        </w:rPr>
      </w:pPr>
      <w:r w:rsidRPr="0087706F">
        <w:rPr>
          <w:b/>
        </w:rPr>
        <w:t>specialista na zabezpečovací zařízení</w:t>
      </w:r>
    </w:p>
    <w:p w14:paraId="3CD7E3D6" w14:textId="154474A0" w:rsidR="00355D2A" w:rsidRPr="0087706F" w:rsidRDefault="009E1AEE" w:rsidP="00355D2A">
      <w:pPr>
        <w:pStyle w:val="Odrka1-2-"/>
      </w:pPr>
      <w:r w:rsidRPr="0087706F">
        <w:t xml:space="preserve">nejméně 5 let praxe </w:t>
      </w:r>
      <w:r w:rsidR="00222BAD" w:rsidRPr="0087706F">
        <w:t>v</w:t>
      </w:r>
      <w:r w:rsidR="00D079BF">
        <w:t> </w:t>
      </w:r>
      <w:r w:rsidR="00222BAD" w:rsidRPr="0087706F">
        <w:t>projektování v</w:t>
      </w:r>
      <w:r w:rsidR="00D079BF">
        <w:t> </w:t>
      </w:r>
      <w:r w:rsidR="00222BAD" w:rsidRPr="0087706F">
        <w:t xml:space="preserve">oboru své specializace </w:t>
      </w:r>
      <w:r w:rsidR="00503605" w:rsidRPr="0087706F">
        <w:t>(</w:t>
      </w:r>
      <w:r w:rsidR="00547AD2" w:rsidRPr="0087706F">
        <w:t xml:space="preserve">železniční </w:t>
      </w:r>
      <w:r w:rsidR="00503605" w:rsidRPr="0087706F">
        <w:t>zabezpečovací zařízení)</w:t>
      </w:r>
      <w:r w:rsidRPr="0087706F">
        <w:t>;</w:t>
      </w:r>
    </w:p>
    <w:p w14:paraId="414C64AE" w14:textId="32230BA2" w:rsidR="009E1AEE" w:rsidRDefault="009E1AEE" w:rsidP="00355D2A">
      <w:pPr>
        <w:pStyle w:val="Odrka1-2-"/>
      </w:pPr>
      <w:r w:rsidRPr="0087706F">
        <w:t>autorizace v</w:t>
      </w:r>
      <w:r w:rsidR="00D079BF">
        <w:t> </w:t>
      </w:r>
      <w:r w:rsidRPr="0087706F">
        <w:t>rozsahu dle § 5 odst. 3 písm. e) autorizačního zákona, tedy v</w:t>
      </w:r>
      <w:r w:rsidR="00D079BF">
        <w:t> </w:t>
      </w:r>
      <w:r w:rsidRPr="0087706F">
        <w:t xml:space="preserve">oboru technologická zařízení staveb; </w:t>
      </w:r>
    </w:p>
    <w:p w14:paraId="201A9EFB" w14:textId="77777777" w:rsidR="002D32DC" w:rsidRDefault="002D32DC" w:rsidP="002D32DC">
      <w:pPr>
        <w:pStyle w:val="Odrka1-1"/>
        <w:numPr>
          <w:ilvl w:val="0"/>
          <w:numId w:val="0"/>
        </w:numPr>
        <w:ind w:left="1077" w:hanging="340"/>
      </w:pPr>
    </w:p>
    <w:p w14:paraId="32C99FE4" w14:textId="77777777" w:rsidR="009E1AEE" w:rsidRPr="0087706F" w:rsidRDefault="009E1AEE">
      <w:pPr>
        <w:pStyle w:val="Odstavec1-1a"/>
        <w:numPr>
          <w:ilvl w:val="0"/>
          <w:numId w:val="11"/>
        </w:numPr>
        <w:rPr>
          <w:b/>
        </w:rPr>
      </w:pPr>
      <w:r w:rsidRPr="0087706F">
        <w:rPr>
          <w:b/>
        </w:rPr>
        <w:lastRenderedPageBreak/>
        <w:t>specialista na inženýrskou činnost</w:t>
      </w:r>
    </w:p>
    <w:p w14:paraId="4FE00FAD" w14:textId="0DA1D1B4" w:rsidR="009E1AEE" w:rsidRPr="0087706F" w:rsidRDefault="009E1AEE" w:rsidP="00355D2A">
      <w:pPr>
        <w:pStyle w:val="Odrka1-2-"/>
      </w:pPr>
      <w:r w:rsidRPr="0087706F">
        <w:t>nejméně 5 let praxe ve výkonu inženýrské činnosti pro vydání stavebního povolení nebo společného povolení</w:t>
      </w:r>
      <w:r w:rsidR="0079069D" w:rsidRPr="0087706F">
        <w:t>,</w:t>
      </w:r>
      <w:r w:rsidRPr="0087706F">
        <w:t xml:space="preserve"> </w:t>
      </w:r>
      <w:r w:rsidR="00D079BF">
        <w:t xml:space="preserve">nebo povolení záměru dle zákona č. 283/2021 Sb., stavební zákon, ve znění pozdějších předpisů, </w:t>
      </w:r>
      <w:r w:rsidRPr="0087706F">
        <w:t>včetně majetkoprávní přípravy staveb;</w:t>
      </w:r>
    </w:p>
    <w:p w14:paraId="446AC155" w14:textId="52C12D5B"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 xml:space="preserve">íla.  Ve </w:t>
      </w:r>
      <w:proofErr w:type="gramStart"/>
      <w:r w:rsidR="00AD0714" w:rsidRPr="00AD0714">
        <w:t>smyslu  §</w:t>
      </w:r>
      <w:proofErr w:type="gramEnd"/>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C47ECC">
        <w:t xml:space="preserve"> a ve smyslu § 14 písm. c) zákona č. 283/2021 Sb., stavební zákon,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1839DC1D"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 a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257B309C" w14:textId="771DBE89" w:rsidR="009E1AEE" w:rsidRDefault="009E1AEE" w:rsidP="009E1AEE">
      <w:pPr>
        <w:pStyle w:val="Textbezslovn"/>
      </w:pPr>
      <w:r>
        <w:t xml:space="preserve">V případě, že je v seznamu členů odborného personálu dodavatele ve funkci </w:t>
      </w:r>
      <w:r w:rsidR="00BD5561">
        <w:t xml:space="preserve">autorizovaného </w:t>
      </w:r>
      <w:r>
        <w:t>zeměměřického inženýra dodavatelem uvedeno za účelem prokázání kvalifikace více osob, zadavatel požaduje, aby každá z těchto osob plně prokázala požadovan</w:t>
      </w:r>
      <w:r w:rsidR="00D148BC">
        <w:t>ou</w:t>
      </w:r>
      <w:r>
        <w:t xml:space="preserve"> praxi samostatně a požadovaný rozsah </w:t>
      </w:r>
      <w:r w:rsidR="00BD5561">
        <w:t xml:space="preserve">autorizace </w:t>
      </w:r>
      <w:r>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BD5561">
        <w:t xml:space="preserve"> 16f</w:t>
      </w:r>
      <w:r>
        <w:t xml:space="preserve"> odst. 1 zák. č. č. 200/1994 Sb., o zeměměřictví a o změně a doplnění některých zákonů souvisejících s jeho zavedením, ve znění pozdějších předpisů).</w:t>
      </w:r>
    </w:p>
    <w:p w14:paraId="02049CBA" w14:textId="77777777" w:rsidR="009E1AEE" w:rsidRPr="00E45E0B"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w:t>
      </w:r>
      <w:r w:rsidRPr="00E45E0B">
        <w:t>těchto Pokynů.</w:t>
      </w:r>
    </w:p>
    <w:p w14:paraId="05FD4D10" w14:textId="51622A67" w:rsidR="009E1AEE" w:rsidRDefault="009E1AEE" w:rsidP="009E1AEE">
      <w:pPr>
        <w:pStyle w:val="Textbezslovn"/>
      </w:pPr>
      <w:r w:rsidRPr="00E45E0B">
        <w:t xml:space="preserve">Zadavatel si vyhrazuje právo ověřit pravdivost údajů o zkušenostech </w:t>
      </w:r>
      <w:r w:rsidR="00817A33" w:rsidRPr="00E45E0B">
        <w:t>hlavního projektanta</w:t>
      </w:r>
      <w:r w:rsidR="00AD0714" w:rsidRPr="00E45E0B">
        <w:t xml:space="preserve"> (HIP)</w:t>
      </w:r>
      <w:r w:rsidR="003D7882" w:rsidRPr="00E45E0B">
        <w:t xml:space="preserve">, </w:t>
      </w:r>
      <w:r w:rsidRPr="00E45E0B">
        <w:t xml:space="preserve">zejména, zda se na plnění konkrétních zakázek skutečně podíleli. Za tímto účelem požaduje zadavatel v profesním životopisu </w:t>
      </w:r>
      <w:r w:rsidR="00AB6F88" w:rsidRPr="00E45E0B">
        <w:t>tohoto člena</w:t>
      </w:r>
      <w:r w:rsidRPr="00E45E0B">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 xml:space="preserve">čestným prohlášením, s výjimkou jednotného evropského osvědčení a postupu </w:t>
      </w:r>
      <w:r w:rsidRPr="006C21E8">
        <w:rPr>
          <w:b/>
        </w:rPr>
        <w:lastRenderedPageBreak/>
        <w:t>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w:t>
      </w:r>
      <w:r>
        <w:lastRenderedPageBreak/>
        <w:t xml:space="preserve">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2E01B5D8"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3C5B507E" w:rsidR="0035531B" w:rsidRDefault="0031435A" w:rsidP="0006499F">
      <w:pPr>
        <w:pStyle w:val="Textbezslovn"/>
      </w:pPr>
      <w:r w:rsidRPr="0031435A">
        <w:t xml:space="preserve"> </w:t>
      </w: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lastRenderedPageBreak/>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149571226"/>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3B4FBCF7"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se </w:t>
      </w:r>
      <w:r w:rsidR="00EC1E58">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w:t>
      </w:r>
      <w:r>
        <w:lastRenderedPageBreak/>
        <w:t>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58226E3"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Pr="000B53B3">
        <w:t>D</w:t>
      </w:r>
      <w:r w:rsidR="000E5DB6" w:rsidRPr="000B53B3">
        <w:t>U</w:t>
      </w:r>
      <w:r w:rsidRPr="000B53B3">
        <w:t>S</w:t>
      </w:r>
      <w:r w:rsidR="000B53B3" w:rsidRPr="000B53B3">
        <w:t>L</w:t>
      </w:r>
      <w:r>
        <w:t xml:space="preserve"> </w:t>
      </w:r>
      <w:r w:rsidR="00774789">
        <w:t xml:space="preserve">a PDPS </w:t>
      </w:r>
      <w:r>
        <w:t xml:space="preserve">bez DPH a Ceny za výkon </w:t>
      </w:r>
      <w:proofErr w:type="gramStart"/>
      <w:r>
        <w:t xml:space="preserve">dozoru </w:t>
      </w:r>
      <w:r w:rsidR="00C47ECC">
        <w:t xml:space="preserve"> projektanta</w:t>
      </w:r>
      <w:proofErr w:type="gramEnd"/>
      <w:r w:rsidR="00C47ECC">
        <w:t xml:space="preserve"> </w:t>
      </w:r>
      <w:r>
        <w:t>bez DPH;</w:t>
      </w:r>
    </w:p>
    <w:p w14:paraId="7CD6FE8B" w14:textId="77777777" w:rsidR="00465FDD" w:rsidRDefault="00465FDD" w:rsidP="00F348C0">
      <w:pPr>
        <w:pStyle w:val="Odrka1-2-"/>
      </w:pPr>
      <w:r>
        <w:t>do Přílohy č. 4 závazného vzoru smlouvy s názvem Rozpis Ceny Díla:</w:t>
      </w:r>
    </w:p>
    <w:p w14:paraId="5EF0244A" w14:textId="1606C8C8" w:rsidR="00465FDD" w:rsidRDefault="00465FDD" w:rsidP="00F348C0">
      <w:pPr>
        <w:pStyle w:val="Odrka1-3"/>
        <w:numPr>
          <w:ilvl w:val="0"/>
          <w:numId w:val="0"/>
        </w:numPr>
        <w:ind w:left="1531"/>
      </w:pPr>
      <w:r>
        <w:t>Cenu za zpracová</w:t>
      </w:r>
      <w:r w:rsidRPr="000B53B3">
        <w:t>ní D</w:t>
      </w:r>
      <w:r w:rsidR="000E5DB6" w:rsidRPr="000B53B3">
        <w:t>U</w:t>
      </w:r>
      <w:r w:rsidRPr="000B53B3">
        <w:t>S</w:t>
      </w:r>
      <w:r w:rsidR="000B53B3" w:rsidRPr="000B53B3">
        <w:t>L</w:t>
      </w:r>
      <w:r>
        <w:t xml:space="preserve"> a PDPS podle členění na základní a dodatečné služby, cenu za </w:t>
      </w:r>
      <w:proofErr w:type="gramStart"/>
      <w:r>
        <w:t>výkon  dozoru</w:t>
      </w:r>
      <w:proofErr w:type="gramEnd"/>
      <w:r w:rsidR="00C47ECC">
        <w:t xml:space="preserve"> projektanta</w:t>
      </w:r>
      <w:r>
        <w:t xml:space="preserve">, dále Cenu Díla dle členění na Cenu za zpracování </w:t>
      </w:r>
      <w:r w:rsidRPr="000B53B3">
        <w:t>D</w:t>
      </w:r>
      <w:r w:rsidR="000E5DB6" w:rsidRPr="000B53B3">
        <w:t>U</w:t>
      </w:r>
      <w:r w:rsidRPr="000B53B3">
        <w:t>S</w:t>
      </w:r>
      <w:r w:rsidR="000B53B3" w:rsidRPr="000B53B3">
        <w:t>L</w:t>
      </w:r>
      <w:r>
        <w:t xml:space="preserve"> </w:t>
      </w:r>
      <w:r w:rsidR="00774789">
        <w:t xml:space="preserve">a PDPS </w:t>
      </w:r>
      <w:r>
        <w:t>bez DPH a Cenu za výkon  dozoru</w:t>
      </w:r>
      <w:r w:rsidR="00C47ECC">
        <w:t xml:space="preserve"> projektanta</w:t>
      </w:r>
      <w:r>
        <w:t xml:space="preserve">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w:t>
      </w:r>
      <w:proofErr w:type="gramStart"/>
      <w:r>
        <w:t>výkon  dozoru</w:t>
      </w:r>
      <w:proofErr w:type="gramEnd"/>
      <w:r w:rsidR="00C47ECC">
        <w:t xml:space="preserve"> projektanta</w:t>
      </w:r>
      <w:r>
        <w:t xml:space="preserve"> je tvořena násobkem jednotkové ceny (tj. průměrné hodinové sazby za výkon  dozoru</w:t>
      </w:r>
      <w:r w:rsidR="00C47ECC">
        <w:t xml:space="preserve"> projektanta</w:t>
      </w:r>
      <w:r>
        <w:t xml:space="preserve">)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49571227"/>
      <w:r>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w:t>
      </w:r>
      <w:r>
        <w:lastRenderedPageBreak/>
        <w:t>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149571228"/>
      <w:r>
        <w:t>OBSAH</w:t>
      </w:r>
      <w:r w:rsidR="00845C50">
        <w:t xml:space="preserve"> a </w:t>
      </w:r>
      <w:r>
        <w:t>PODÁVÁNÍ NABÍDEK</w:t>
      </w:r>
      <w:bookmarkEnd w:id="14"/>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D2C6E75"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lastRenderedPageBreak/>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12BCA9D8" w:rsidR="009B7E95" w:rsidRDefault="009B7E95" w:rsidP="00F348C0">
      <w:pPr>
        <w:pStyle w:val="Odrka1-1"/>
      </w:pPr>
      <w:r w:rsidRPr="00010882">
        <w:rPr>
          <w:lang w:eastAsia="cs-CZ"/>
        </w:rPr>
        <w:t xml:space="preserve">Čestné prohlášení o splnění podmínek v souvislosti se </w:t>
      </w:r>
      <w:r w:rsidR="0037744B">
        <w:rPr>
          <w:lang w:eastAsia="cs-CZ"/>
        </w:rPr>
        <w:t xml:space="preserve">zákonem upravujícím provádění mezinárodních sankcí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lastRenderedPageBreak/>
        <w:t xml:space="preserve">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49571229"/>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1D514F90"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w:t>
      </w:r>
      <w:r w:rsidRPr="009B69D6">
        <w:t>í D</w:t>
      </w:r>
      <w:r w:rsidR="000E5DB6" w:rsidRPr="009B69D6">
        <w:t>U</w:t>
      </w:r>
      <w:r w:rsidRPr="009B69D6">
        <w:t>S</w:t>
      </w:r>
      <w:r w:rsidR="009B69D6" w:rsidRPr="009B69D6">
        <w:t>L</w:t>
      </w:r>
      <w:r>
        <w:t xml:space="preserve"> </w:t>
      </w:r>
      <w:r w:rsidR="00040961">
        <w:t xml:space="preserve">a PDPS </w:t>
      </w:r>
      <w:r>
        <w:t>bez DPH a celkové Ceny za výkon dozoru</w:t>
      </w:r>
      <w:r w:rsidR="00C47ECC">
        <w:t xml:space="preserve"> projektanta</w:t>
      </w:r>
      <w:r>
        <w:t xml:space="preserve">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49571230"/>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49571231"/>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49571232"/>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w:t>
      </w:r>
      <w:r>
        <w:lastRenderedPageBreak/>
        <w:t>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49571233"/>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9805AF2"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w:t>
      </w:r>
      <w:r w:rsidRPr="009B69D6">
        <w:t>í D</w:t>
      </w:r>
      <w:r w:rsidR="000E5DB6" w:rsidRPr="009B69D6">
        <w:t>U</w:t>
      </w:r>
      <w:r w:rsidRPr="009B69D6">
        <w:t>S</w:t>
      </w:r>
      <w:r w:rsidR="009B69D6" w:rsidRPr="009B69D6">
        <w:t>L</w:t>
      </w:r>
      <w:r>
        <w:t xml:space="preserve"> </w:t>
      </w:r>
      <w:r w:rsidR="00040961">
        <w:t xml:space="preserve">a PDPS </w:t>
      </w:r>
      <w:r>
        <w:t>bez DPH a celkové Ceny za výkon dozoru</w:t>
      </w:r>
      <w:r w:rsidR="00C47ECC">
        <w:t xml:space="preserve"> projektanta</w:t>
      </w:r>
      <w:r>
        <w:t xml:space="preserve"> bez DPH. Nabídce s</w:t>
      </w:r>
      <w:r w:rsidR="00C47ECC">
        <w:t> </w:t>
      </w:r>
      <w:r>
        <w:t>nejnižší nabídkovou cenou ze všech hodnocených nabídek bude přiřazeno 100 bodů. Ostatním nabídkám bude přidělena bodová hodnota stanovená násobkem čísla 100 a poměru hodnoty nejvýhodnější nabídky (tj. nabídky s</w:t>
      </w:r>
      <w:r w:rsidR="00C47ECC">
        <w:t> </w:t>
      </w:r>
      <w:r>
        <w:t>nejnižší nabídkovou cenou) k</w:t>
      </w:r>
      <w:r w:rsidR="00C47ECC">
        <w:t> </w:t>
      </w:r>
      <w:r>
        <w:t>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7B230607" w:rsidR="003A2C23" w:rsidRDefault="003A2C23" w:rsidP="003A2C23">
      <w:pPr>
        <w:pStyle w:val="Text1-1"/>
        <w:numPr>
          <w:ilvl w:val="0"/>
          <w:numId w:val="0"/>
        </w:numPr>
        <w:ind w:left="737"/>
      </w:pPr>
      <w:r>
        <w:t>Předmětem hodnocení nabídek v</w:t>
      </w:r>
      <w:r w:rsidR="00C47ECC">
        <w:t> </w:t>
      </w:r>
      <w:r>
        <w:t xml:space="preserve">rámci dílčího hodnotícího kritéria </w:t>
      </w:r>
      <w:r w:rsidR="00B15F78">
        <w:t>Z</w:t>
      </w:r>
      <w:r>
        <w:t>kušenosti vybraných členů odborného personálu dodavatele bude míra splnění parametrů uvedených v</w:t>
      </w:r>
      <w:r w:rsidR="00C47ECC">
        <w:t> </w:t>
      </w:r>
      <w:r>
        <w:t>tabulce níže v</w:t>
      </w:r>
      <w:r w:rsidR="00C47ECC">
        <w:t> </w:t>
      </w:r>
      <w:r>
        <w:t>tomto článku u vybraných členů odborného personálu dodavatele zapojených do realizace veřejné zakázky, a to parametrů nad rámec minimální úrovně kvalifikace stanovené v</w:t>
      </w:r>
      <w:r w:rsidR="00C47ECC">
        <w:t> </w:t>
      </w:r>
      <w:r>
        <w:t xml:space="preserve">čl. 8.5 těchto Pokynů. </w:t>
      </w:r>
    </w:p>
    <w:p w14:paraId="6BE6CA9F" w14:textId="077294BA" w:rsidR="00941491" w:rsidRDefault="00941491" w:rsidP="00941491">
      <w:pPr>
        <w:pStyle w:val="Text1-1"/>
        <w:numPr>
          <w:ilvl w:val="0"/>
          <w:numId w:val="0"/>
        </w:numPr>
        <w:ind w:left="737"/>
      </w:pPr>
      <w:r>
        <w:t>Zadavatel s</w:t>
      </w:r>
      <w:r w:rsidR="00C47ECC">
        <w:t> </w:t>
      </w:r>
      <w:r>
        <w:t>ohledem na § 46 odst. 2 ZZVZ upozorňuje, že údaje, které mají být předmětem hodnocení nabídek, nelze po uplynutí lhůty pro podání nabídek měnit či doplňovat</w:t>
      </w:r>
      <w:r w:rsidR="001A3F53">
        <w:t xml:space="preserve"> a</w:t>
      </w:r>
      <w:r w:rsidR="001A3F53" w:rsidRPr="001A3F53">
        <w:t xml:space="preserve"> v</w:t>
      </w:r>
      <w:r w:rsidR="00C47ECC">
        <w:t> </w:t>
      </w:r>
      <w:r w:rsidR="001A3F53" w:rsidRPr="001A3F53">
        <w:t>případě, kdy podaná nabídka nebude obsahovat všechny údaje, informace a doklady nezbytné pro hodnocení, nebude moci být posouzena jako splňující hodnotící kritéria stanovená zadavatelem</w:t>
      </w:r>
      <w:r w:rsidR="001A3F53">
        <w:t>.</w:t>
      </w:r>
    </w:p>
    <w:p w14:paraId="0FF81573" w14:textId="6C9D1910" w:rsidR="00941491" w:rsidRDefault="00941491" w:rsidP="00941491">
      <w:pPr>
        <w:pStyle w:val="Text1-1"/>
        <w:numPr>
          <w:ilvl w:val="0"/>
          <w:numId w:val="0"/>
        </w:numPr>
        <w:ind w:left="737"/>
      </w:pPr>
      <w:r>
        <w:t>Hodnocení v</w:t>
      </w:r>
      <w:r w:rsidR="00C47ECC">
        <w:t> </w:t>
      </w:r>
      <w:r>
        <w:t>rámci tohoto dílčího hodnotícího kritéria bude provedeno na základě posouzení údajů uvedených v</w:t>
      </w:r>
      <w:r w:rsidR="00C47ECC">
        <w:t> </w:t>
      </w:r>
      <w:r w:rsidR="00BB1A18">
        <w:t>Seznamu</w:t>
      </w:r>
      <w:r w:rsidR="00DC2DEF">
        <w:t xml:space="preserve"> zkušeností </w:t>
      </w:r>
      <w:r w:rsidR="00771B61">
        <w:t xml:space="preserve">hodnocených </w:t>
      </w:r>
      <w:r>
        <w:t xml:space="preserve">členů odborného personálu dodavatele </w:t>
      </w:r>
      <w:r w:rsidR="00E373C7">
        <w:t xml:space="preserve">a </w:t>
      </w:r>
      <w:r>
        <w:t>předložených v</w:t>
      </w:r>
      <w:r w:rsidR="00C47ECC">
        <w:t> </w:t>
      </w:r>
      <w:r>
        <w:t>nabídce ve formě obsažené v</w:t>
      </w:r>
      <w:r w:rsidR="00C47ECC">
        <w:t> </w:t>
      </w:r>
      <w:r>
        <w:t xml:space="preserve">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w:t>
      </w:r>
      <w:r w:rsidR="00C47ECC">
        <w:t> </w:t>
      </w:r>
      <w:r w:rsidR="00485575">
        <w:t>tomuto seznamu přiloženy</w:t>
      </w:r>
      <w:r>
        <w:t>. Zadavatel bude hodnotit výhradně ty</w:t>
      </w:r>
      <w:r w:rsidR="00DC2DEF">
        <w:t xml:space="preserve"> zkušenosti s</w:t>
      </w:r>
      <w:r w:rsidR="00C47ECC">
        <w:t> </w:t>
      </w:r>
      <w:r w:rsidR="00DC2DEF">
        <w:t>referenčními zakázkami</w:t>
      </w:r>
      <w:r>
        <w:t xml:space="preserve">, </w:t>
      </w:r>
      <w:r>
        <w:lastRenderedPageBreak/>
        <w:t>které budou v</w:t>
      </w:r>
      <w:r w:rsidR="00C47ECC">
        <w:t> </w:t>
      </w:r>
      <w:r w:rsidR="00BB1A18">
        <w:t xml:space="preserve">Seznamu </w:t>
      </w:r>
      <w:r w:rsidR="00DC2DEF">
        <w:t xml:space="preserve">zkušeností </w:t>
      </w:r>
      <w:r w:rsidR="00771B61">
        <w:t xml:space="preserve">hodnocených členů odborného personálu dodavatele </w:t>
      </w:r>
      <w:r>
        <w:t>uvedeny jako údaje uvedené za účelem hodnocení nad rámec požadované kvalifikace. Zadavatel přidělí každé nabídce počet bodů v</w:t>
      </w:r>
      <w:r w:rsidR="00C47ECC">
        <w:t> </w:t>
      </w:r>
      <w:r>
        <w:t xml:space="preserve">závislosti na </w:t>
      </w:r>
      <w:r w:rsidR="00B15F78">
        <w:t xml:space="preserve">prokázaných </w:t>
      </w:r>
      <w:r>
        <w:t xml:space="preserve">zkušenostech </w:t>
      </w:r>
      <w:r w:rsidR="00B15F78">
        <w:t>s</w:t>
      </w:r>
      <w:r w:rsidR="00C47ECC">
        <w:t> </w:t>
      </w:r>
      <w:r w:rsidR="00B15F78">
        <w:t xml:space="preserve">referenčními zakázkami </w:t>
      </w:r>
      <w:r>
        <w:t>u vybraných členů odborného personálu dodavatele. Jednotliví členové odborného personálu dodavatele určení dodavatelem k</w:t>
      </w:r>
      <w:r w:rsidR="00C47ECC">
        <w:t> </w:t>
      </w:r>
      <w:r>
        <w:t>hodnocení budou v</w:t>
      </w:r>
      <w:r w:rsidR="00C47ECC">
        <w:t> </w:t>
      </w:r>
      <w:r>
        <w:t>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w:t>
            </w:r>
            <w:proofErr w:type="gramStart"/>
            <w:r w:rsidRPr="00B77110">
              <w:rPr>
                <w:rFonts w:cs="Arial"/>
                <w:bCs/>
              </w:rPr>
              <w:t xml:space="preserve">zkušenosti </w:t>
            </w:r>
            <w:r w:rsidR="005C1B52">
              <w:rPr>
                <w:rFonts w:cs="Arial"/>
                <w:bCs/>
              </w:rPr>
              <w:t xml:space="preserve"> </w:t>
            </w:r>
            <w:r w:rsidRPr="00B77110">
              <w:rPr>
                <w:rFonts w:cs="Arial"/>
                <w:bCs/>
              </w:rPr>
              <w:t>nad</w:t>
            </w:r>
            <w:proofErr w:type="gramEnd"/>
            <w:r w:rsidRPr="00B77110">
              <w:rPr>
                <w:rFonts w:cs="Arial"/>
                <w:bCs/>
              </w:rPr>
              <w:t xml:space="preserve">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8D5B01" w:rsidRDefault="00320B33" w:rsidP="00320B33">
            <w:pPr>
              <w:rPr>
                <w:rFonts w:cs="Arial"/>
                <w:bCs/>
              </w:rPr>
            </w:pPr>
            <w:r w:rsidRPr="008D5B01">
              <w:rPr>
                <w:rFonts w:cs="Arial"/>
                <w:bCs/>
              </w:rPr>
              <w:t>hlavní projektant</w:t>
            </w:r>
            <w:r w:rsidR="003804E2" w:rsidRPr="008D5B01">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6137C3C0" w:rsidR="00B77110" w:rsidRPr="008D5B01" w:rsidRDefault="00D96B3F" w:rsidP="00103A92">
            <w:pPr>
              <w:jc w:val="both"/>
              <w:rPr>
                <w:rFonts w:cs="Arial"/>
                <w:bCs/>
              </w:rPr>
            </w:pPr>
            <w:r w:rsidRPr="008D5B01">
              <w:rPr>
                <w:rFonts w:cs="Arial"/>
                <w:bCs/>
              </w:rPr>
              <w:t>zkušenost s</w:t>
            </w:r>
            <w:r w:rsidR="00C47ECC">
              <w:rPr>
                <w:rFonts w:cs="Arial"/>
                <w:bCs/>
              </w:rPr>
              <w:t> </w:t>
            </w:r>
            <w:r w:rsidRPr="008D5B01">
              <w:rPr>
                <w:rFonts w:cs="Arial"/>
                <w:bCs/>
              </w:rPr>
              <w:t xml:space="preserve">plněním zakázky na </w:t>
            </w:r>
            <w:r w:rsidRPr="008D5B01">
              <w:rPr>
                <w:rFonts w:cs="Calibri"/>
              </w:rPr>
              <w:t xml:space="preserve">projektové </w:t>
            </w:r>
            <w:r w:rsidRPr="008D5B01">
              <w:rPr>
                <w:rFonts w:cs="Arial"/>
                <w:bCs/>
              </w:rPr>
              <w:t xml:space="preserve">práce spočívající ve zpracování dokumentace pro stavby železničních drah ve stupni DSP nebo DSP+PDPS nebo </w:t>
            </w:r>
            <w:r w:rsidRPr="008D5B01">
              <w:rPr>
                <w:rFonts w:cs="Calibri"/>
              </w:rPr>
              <w:t>DUSP</w:t>
            </w:r>
            <w:r w:rsidR="00E10A14" w:rsidRPr="008D5B01">
              <w:rPr>
                <w:rFonts w:cs="Calibri"/>
              </w:rPr>
              <w:t>/DUSL</w:t>
            </w:r>
            <w:r w:rsidRPr="008D5B01">
              <w:rPr>
                <w:rFonts w:cs="Arial"/>
                <w:bCs/>
              </w:rPr>
              <w:t xml:space="preserve"> </w:t>
            </w:r>
            <w:r w:rsidRPr="008D5B01">
              <w:t>nebo DUSP</w:t>
            </w:r>
            <w:r w:rsidR="00E10A14" w:rsidRPr="008D5B01">
              <w:t>/DUSL</w:t>
            </w:r>
            <w:r w:rsidRPr="008D5B01">
              <w:t>+PDPS</w:t>
            </w:r>
            <w:r w:rsidRPr="008D5B01">
              <w:rPr>
                <w:rFonts w:cs="Arial"/>
                <w:bCs/>
              </w:rPr>
              <w:t xml:space="preserve"> </w:t>
            </w:r>
            <w:r w:rsidR="000E5DB6" w:rsidRPr="008D5B01">
              <w:t>nebo DUR+DSP nebo DUR+DSP+PDPS</w:t>
            </w:r>
            <w:r w:rsidR="000E5DB6" w:rsidRPr="008D5B01">
              <w:rPr>
                <w:rFonts w:cs="Arial"/>
                <w:bCs/>
              </w:rPr>
              <w:t xml:space="preserve"> </w:t>
            </w:r>
            <w:r w:rsidRPr="008D5B01">
              <w:rPr>
                <w:rFonts w:cs="Arial"/>
                <w:bCs/>
              </w:rPr>
              <w:t>ve funkci vedoucího týmu</w:t>
            </w:r>
            <w:r w:rsidR="00041387" w:rsidRPr="008D5B01">
              <w:t xml:space="preserve"> nebo zástupce vedoucího týmu</w:t>
            </w:r>
            <w:r w:rsidRPr="008D5B01">
              <w:rPr>
                <w:rFonts w:cs="Arial"/>
                <w:bCs/>
              </w:rPr>
              <w:t xml:space="preserve"> s</w:t>
            </w:r>
            <w:r w:rsidR="00C47ECC">
              <w:rPr>
                <w:rFonts w:cs="Arial"/>
                <w:bCs/>
              </w:rPr>
              <w:t> </w:t>
            </w:r>
            <w:r w:rsidRPr="008D5B01">
              <w:rPr>
                <w:rFonts w:cs="Arial"/>
                <w:bCs/>
              </w:rPr>
              <w:t xml:space="preserve">hodnotou zakázky na </w:t>
            </w:r>
            <w:r w:rsidRPr="008D5B01">
              <w:rPr>
                <w:rFonts w:cs="Calibri"/>
              </w:rPr>
              <w:t xml:space="preserve">projektové </w:t>
            </w:r>
            <w:r w:rsidRPr="008D5B01">
              <w:rPr>
                <w:rFonts w:cs="Arial"/>
                <w:bCs/>
              </w:rPr>
              <w:t xml:space="preserve">práce ve výši nejméně </w:t>
            </w:r>
            <w:r w:rsidR="009B69D6" w:rsidRPr="008D5B01">
              <w:rPr>
                <w:rFonts w:cs="Arial"/>
                <w:bCs/>
              </w:rPr>
              <w:t xml:space="preserve">5 mil. </w:t>
            </w:r>
            <w:r w:rsidRPr="008D5B01">
              <w:rPr>
                <w:rFonts w:cs="Arial"/>
                <w:bCs/>
              </w:rPr>
              <w:t>Kč bez DPH a dokončené v</w:t>
            </w:r>
            <w:r w:rsidR="00C47ECC">
              <w:rPr>
                <w:rFonts w:cs="Arial"/>
                <w:bCs/>
              </w:rPr>
              <w:t> </w:t>
            </w:r>
            <w:r w:rsidRPr="008D5B01">
              <w:rPr>
                <w:rFonts w:cs="Arial"/>
                <w:bCs/>
              </w:rPr>
              <w:t>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8D5B01">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8D5B01" w:rsidRDefault="00B77110" w:rsidP="00631EAA">
            <w:pPr>
              <w:rPr>
                <w:rFonts w:cs="Arial"/>
                <w:bCs/>
              </w:rPr>
            </w:pPr>
            <w:r w:rsidRPr="008D5B0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2E139FC7" w:rsidR="00B77110" w:rsidRPr="008D5B01" w:rsidRDefault="00D96B3F" w:rsidP="008024CD">
            <w:pPr>
              <w:jc w:val="both"/>
              <w:rPr>
                <w:rFonts w:cs="Arial"/>
                <w:bCs/>
              </w:rPr>
            </w:pPr>
            <w:r w:rsidRPr="008D5B01">
              <w:rPr>
                <w:rFonts w:cs="Arial"/>
                <w:bCs/>
              </w:rPr>
              <w:t xml:space="preserve">zkušenost se zpracováním dokumentace pro stavby železničních drah ve stupni DSP nebo DSP+PDPS nebo </w:t>
            </w:r>
            <w:r w:rsidRPr="008D5B01">
              <w:rPr>
                <w:rFonts w:cs="Calibri"/>
              </w:rPr>
              <w:t>DUSP</w:t>
            </w:r>
            <w:r w:rsidR="00E10A14" w:rsidRPr="008D5B01">
              <w:rPr>
                <w:rFonts w:cs="Calibri"/>
              </w:rPr>
              <w:t>/DUSL</w:t>
            </w:r>
            <w:r w:rsidRPr="008D5B01">
              <w:rPr>
                <w:rFonts w:cs="Arial"/>
                <w:bCs/>
              </w:rPr>
              <w:t xml:space="preserve"> </w:t>
            </w:r>
            <w:r w:rsidRPr="008D5B01">
              <w:t>nebo DUSP</w:t>
            </w:r>
            <w:r w:rsidR="00E10A14" w:rsidRPr="008D5B01">
              <w:t>/DUSL</w:t>
            </w:r>
            <w:r w:rsidRPr="008D5B01">
              <w:t>+PDPS</w:t>
            </w:r>
            <w:r w:rsidRPr="008D5B01">
              <w:rPr>
                <w:rFonts w:cs="Arial"/>
                <w:bCs/>
              </w:rPr>
              <w:t xml:space="preserve"> </w:t>
            </w:r>
            <w:r w:rsidR="000E5DB6" w:rsidRPr="008D5B01">
              <w:t>nebo DUR+DSP nebo DUR+DSP+PDPS</w:t>
            </w:r>
            <w:r w:rsidR="000E5DB6" w:rsidRPr="008D5B01">
              <w:rPr>
                <w:rFonts w:cs="Arial"/>
                <w:bCs/>
              </w:rPr>
              <w:t xml:space="preserve"> </w:t>
            </w:r>
            <w:r w:rsidRPr="008D5B01">
              <w:rPr>
                <w:rFonts w:cs="Arial"/>
                <w:bCs/>
              </w:rPr>
              <w:t xml:space="preserve">ve svém oboru (železniční svršek a spodek) ve funkci specialisty nebo odpovědného </w:t>
            </w:r>
            <w:proofErr w:type="gramStart"/>
            <w:r w:rsidRPr="008D5B01">
              <w:rPr>
                <w:rFonts w:cs="Arial"/>
                <w:bCs/>
              </w:rPr>
              <w:t>projektanta  v</w:t>
            </w:r>
            <w:proofErr w:type="gramEnd"/>
            <w:r w:rsidR="00C47ECC">
              <w:rPr>
                <w:rFonts w:cs="Arial"/>
                <w:bCs/>
              </w:rPr>
              <w:t> </w:t>
            </w:r>
            <w:r w:rsidRPr="008D5B01">
              <w:rPr>
                <w:rFonts w:cs="Arial"/>
                <w:bCs/>
              </w:rPr>
              <w:t xml:space="preserve">rámci zakázky na </w:t>
            </w:r>
            <w:r w:rsidRPr="008D5B01">
              <w:rPr>
                <w:rFonts w:cs="Calibri"/>
              </w:rPr>
              <w:t xml:space="preserve">projektové </w:t>
            </w:r>
            <w:r w:rsidRPr="008D5B01">
              <w:rPr>
                <w:rFonts w:cs="Arial"/>
                <w:bCs/>
              </w:rPr>
              <w:t>práce spočívající ve zpracování dokumentace s</w:t>
            </w:r>
            <w:r w:rsidR="00C47ECC">
              <w:rPr>
                <w:rFonts w:cs="Arial"/>
                <w:bCs/>
              </w:rPr>
              <w:t> </w:t>
            </w:r>
            <w:r w:rsidRPr="008D5B01">
              <w:rPr>
                <w:rFonts w:cs="Arial"/>
                <w:bCs/>
              </w:rPr>
              <w:t xml:space="preserve">hodnotou zakázky ve výši nejméně </w:t>
            </w:r>
            <w:r w:rsidR="009B69D6" w:rsidRPr="008D5B01">
              <w:rPr>
                <w:rFonts w:cs="Arial"/>
                <w:bCs/>
              </w:rPr>
              <w:t xml:space="preserve">5 mil. </w:t>
            </w:r>
            <w:r w:rsidRPr="008D5B01">
              <w:rPr>
                <w:rFonts w:cs="Arial"/>
                <w:bCs/>
              </w:rPr>
              <w:t>Kč bez DPH a dokončené v</w:t>
            </w:r>
            <w:r w:rsidR="00C47ECC">
              <w:rPr>
                <w:rFonts w:cs="Arial"/>
                <w:bCs/>
              </w:rPr>
              <w:t> </w:t>
            </w:r>
            <w:r w:rsidRPr="008D5B01">
              <w:rPr>
                <w:rFonts w:cs="Arial"/>
                <w:bCs/>
              </w:rPr>
              <w:t>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70772108" w14:textId="77777777" w:rsidTr="008D5B01">
        <w:trPr>
          <w:trHeight w:val="565"/>
        </w:trPr>
        <w:tc>
          <w:tcPr>
            <w:tcW w:w="1843" w:type="dxa"/>
            <w:tcBorders>
              <w:top w:val="single" w:sz="4" w:space="0" w:color="auto"/>
              <w:left w:val="single" w:sz="4" w:space="0" w:color="auto"/>
              <w:bottom w:val="single" w:sz="4" w:space="0" w:color="auto"/>
              <w:right w:val="single" w:sz="4" w:space="0" w:color="auto"/>
            </w:tcBorders>
          </w:tcPr>
          <w:p w14:paraId="276F7735" w14:textId="77777777" w:rsidR="00B77110" w:rsidRPr="008D5B01" w:rsidRDefault="00B77110" w:rsidP="00631EAA">
            <w:pPr>
              <w:rPr>
                <w:rFonts w:cs="Arial"/>
                <w:bCs/>
              </w:rPr>
            </w:pPr>
            <w:r w:rsidRPr="008D5B01">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3201343D" w:rsidR="00B77110" w:rsidRPr="008D5B01" w:rsidRDefault="00D96B3F" w:rsidP="00631EAA">
            <w:pPr>
              <w:jc w:val="both"/>
              <w:rPr>
                <w:rFonts w:cs="Arial"/>
                <w:bCs/>
              </w:rPr>
            </w:pPr>
            <w:r w:rsidRPr="008D5B01">
              <w:rPr>
                <w:rFonts w:cs="Arial"/>
                <w:bCs/>
              </w:rPr>
              <w:t xml:space="preserve">zkušenost se zpracováním dokumentace pro stavby železničních drah ve stupni DSP nebo DSP+PDPS nebo </w:t>
            </w:r>
            <w:r w:rsidRPr="008D5B01">
              <w:rPr>
                <w:rFonts w:cs="Calibri"/>
              </w:rPr>
              <w:t>DUSP</w:t>
            </w:r>
            <w:r w:rsidR="00E10A14" w:rsidRPr="008D5B01">
              <w:rPr>
                <w:rFonts w:cs="Calibri"/>
              </w:rPr>
              <w:t>/DUSL</w:t>
            </w:r>
            <w:r w:rsidRPr="008D5B01">
              <w:rPr>
                <w:rFonts w:cs="Arial"/>
                <w:bCs/>
              </w:rPr>
              <w:t xml:space="preserve"> </w:t>
            </w:r>
            <w:r w:rsidRPr="008D5B01">
              <w:t>nebo DUSP</w:t>
            </w:r>
            <w:r w:rsidR="00E10A14" w:rsidRPr="008D5B01">
              <w:t>/DUSL</w:t>
            </w:r>
            <w:r w:rsidRPr="008D5B01">
              <w:t>+PDPS</w:t>
            </w:r>
            <w:r w:rsidRPr="008D5B01">
              <w:rPr>
                <w:rFonts w:cs="Arial"/>
                <w:bCs/>
              </w:rPr>
              <w:t xml:space="preserve"> </w:t>
            </w:r>
            <w:r w:rsidR="000E5DB6" w:rsidRPr="008D5B01">
              <w:t>nebo DUR+DSP nebo DUR+DSP+PDPS</w:t>
            </w:r>
            <w:r w:rsidR="000E5DB6" w:rsidRPr="008D5B01">
              <w:rPr>
                <w:rFonts w:cs="Arial"/>
                <w:bCs/>
              </w:rPr>
              <w:t xml:space="preserve"> </w:t>
            </w:r>
            <w:r w:rsidRPr="008D5B01">
              <w:rPr>
                <w:rFonts w:cs="Arial"/>
                <w:bCs/>
              </w:rPr>
              <w:t>ve svém oboru (zabezpečovací zařízení) ve funkci specialisty nebo odpovědného projektanta v</w:t>
            </w:r>
            <w:r w:rsidR="00C47ECC">
              <w:rPr>
                <w:rFonts w:cs="Arial"/>
                <w:bCs/>
              </w:rPr>
              <w:t> </w:t>
            </w:r>
            <w:r w:rsidRPr="008D5B01">
              <w:rPr>
                <w:rFonts w:cs="Arial"/>
                <w:bCs/>
              </w:rPr>
              <w:t xml:space="preserve">rámci zakázky na </w:t>
            </w:r>
            <w:r w:rsidRPr="008D5B01">
              <w:rPr>
                <w:rFonts w:cs="Calibri"/>
              </w:rPr>
              <w:t xml:space="preserve">projektové </w:t>
            </w:r>
            <w:r w:rsidRPr="008D5B01">
              <w:rPr>
                <w:rFonts w:cs="Arial"/>
                <w:bCs/>
              </w:rPr>
              <w:t>práce spočívající ve zpracování dokumentace s</w:t>
            </w:r>
            <w:r w:rsidR="00C47ECC">
              <w:rPr>
                <w:rFonts w:cs="Arial"/>
                <w:bCs/>
              </w:rPr>
              <w:t> </w:t>
            </w:r>
            <w:r w:rsidRPr="008D5B01">
              <w:rPr>
                <w:rFonts w:cs="Arial"/>
                <w:bCs/>
              </w:rPr>
              <w:t>hodnotou zakázky ve výši nejméně</w:t>
            </w:r>
            <w:r w:rsidR="009B69D6" w:rsidRPr="008D5B01">
              <w:rPr>
                <w:rFonts w:cs="Arial"/>
                <w:bCs/>
              </w:rPr>
              <w:t xml:space="preserve"> 5 mil. </w:t>
            </w:r>
            <w:r w:rsidRPr="008D5B01">
              <w:rPr>
                <w:rFonts w:cs="Arial"/>
                <w:bCs/>
              </w:rPr>
              <w:t xml:space="preserve"> Kč bez DPH a dokončené v</w:t>
            </w:r>
            <w:r w:rsidR="00C47ECC">
              <w:rPr>
                <w:rFonts w:cs="Arial"/>
                <w:bCs/>
              </w:rPr>
              <w:t> </w:t>
            </w:r>
            <w:r w:rsidRPr="008D5B01">
              <w:rPr>
                <w:rFonts w:cs="Arial"/>
                <w:bCs/>
              </w:rPr>
              <w:t>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r w:rsidR="00B77110" w:rsidRPr="00465F4C" w14:paraId="4322AAAA" w14:textId="77777777" w:rsidTr="008D5B01">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8D5B01" w:rsidRDefault="00B77110" w:rsidP="00631EAA">
            <w:pPr>
              <w:rPr>
                <w:rFonts w:cs="Arial"/>
                <w:bCs/>
              </w:rPr>
            </w:pPr>
            <w:r w:rsidRPr="008D5B01">
              <w:rPr>
                <w:rFonts w:cs="Arial"/>
                <w:bCs/>
              </w:rPr>
              <w:lastRenderedPageBreak/>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733DCDEA" w:rsidR="00B77110" w:rsidRPr="008D5B01" w:rsidRDefault="00C47ECC" w:rsidP="00631EAA">
            <w:pPr>
              <w:jc w:val="both"/>
              <w:rPr>
                <w:rFonts w:cs="Arial"/>
                <w:bCs/>
              </w:rPr>
            </w:pPr>
            <w:r w:rsidRPr="008D5B01">
              <w:rPr>
                <w:rFonts w:cs="Arial"/>
                <w:bCs/>
              </w:rPr>
              <w:t>Z</w:t>
            </w:r>
            <w:r w:rsidR="00565026" w:rsidRPr="008D5B01">
              <w:rPr>
                <w:rFonts w:cs="Arial"/>
                <w:bCs/>
              </w:rPr>
              <w:t>kušenost s</w:t>
            </w:r>
            <w:r>
              <w:rPr>
                <w:rFonts w:cs="Arial"/>
                <w:bCs/>
              </w:rPr>
              <w:t> </w:t>
            </w:r>
            <w:r w:rsidR="00565026" w:rsidRPr="008D5B01">
              <w:rPr>
                <w:rFonts w:cs="Arial"/>
                <w:bCs/>
              </w:rPr>
              <w:t>výkonem inženýrské činnosti pro vydání společného povolení nebo stavebního povolení</w:t>
            </w:r>
            <w:r>
              <w:rPr>
                <w:rFonts w:cs="Arial"/>
                <w:bCs/>
              </w:rPr>
              <w:t xml:space="preserve"> </w:t>
            </w:r>
            <w:r>
              <w:rPr>
                <w:u w:val="single"/>
              </w:rPr>
              <w:t>nebo povolení záměru dle zákona č. 283/2021 Sb., stavební zákon, ve znění pozdějších předpisů</w:t>
            </w:r>
            <w:r w:rsidR="00565026" w:rsidRPr="008D5B01">
              <w:rPr>
                <w:rFonts w:cs="Arial"/>
                <w:bCs/>
              </w:rPr>
              <w:t xml:space="preserve"> včetně majetkoprávní přípravy staveb v rámci zakázky na </w:t>
            </w:r>
            <w:r w:rsidR="00565026" w:rsidRPr="008D5B01">
              <w:rPr>
                <w:rFonts w:cs="Calibri"/>
              </w:rPr>
              <w:t xml:space="preserve">projektové </w:t>
            </w:r>
            <w:r w:rsidR="00565026" w:rsidRPr="008D5B01">
              <w:rPr>
                <w:rFonts w:cs="Arial"/>
                <w:bCs/>
              </w:rPr>
              <w:t xml:space="preserve">práce spočívající ve zpracování dokumentace pro stavby železničních drah ve stupni DSP nebo DSP+PDPS nebo </w:t>
            </w:r>
            <w:r w:rsidR="00565026" w:rsidRPr="008D5B01">
              <w:rPr>
                <w:rFonts w:cs="Calibri"/>
              </w:rPr>
              <w:t>DUSP</w:t>
            </w:r>
            <w:r w:rsidR="00E10A14" w:rsidRPr="008D5B01">
              <w:rPr>
                <w:rFonts w:cs="Calibri"/>
              </w:rPr>
              <w:t>/DUSL</w:t>
            </w:r>
            <w:r w:rsidR="00565026" w:rsidRPr="008D5B01">
              <w:rPr>
                <w:rFonts w:cs="Arial"/>
                <w:bCs/>
              </w:rPr>
              <w:t xml:space="preserve"> </w:t>
            </w:r>
            <w:r w:rsidR="00565026" w:rsidRPr="008D5B01">
              <w:t>nebo DUSP</w:t>
            </w:r>
            <w:r w:rsidR="00E10A14" w:rsidRPr="008D5B01">
              <w:t>/DUSL</w:t>
            </w:r>
            <w:r w:rsidR="00565026" w:rsidRPr="008D5B01">
              <w:t>+PDPS</w:t>
            </w:r>
            <w:r w:rsidR="00565026" w:rsidRPr="008D5B01">
              <w:rPr>
                <w:rFonts w:cs="Arial"/>
                <w:bCs/>
              </w:rPr>
              <w:t xml:space="preserve"> </w:t>
            </w:r>
            <w:r w:rsidR="000E5DB6" w:rsidRPr="008D5B01">
              <w:t>nebo DUR+DSP nebo DUR+DSP+PDPS</w:t>
            </w:r>
            <w:r w:rsidR="000E5DB6" w:rsidRPr="008D5B01">
              <w:rPr>
                <w:rFonts w:cs="Arial"/>
                <w:bCs/>
              </w:rPr>
              <w:t xml:space="preserve"> </w:t>
            </w:r>
            <w:r w:rsidR="00565026" w:rsidRPr="008D5B01">
              <w:rPr>
                <w:rFonts w:cs="Arial"/>
                <w:bCs/>
              </w:rPr>
              <w:t xml:space="preserve">s hodnotou zakázky na </w:t>
            </w:r>
            <w:r w:rsidR="00565026" w:rsidRPr="008D5B01">
              <w:rPr>
                <w:rFonts w:cs="Calibri"/>
              </w:rPr>
              <w:t xml:space="preserve">projektové </w:t>
            </w:r>
            <w:r w:rsidR="00565026" w:rsidRPr="008D5B01">
              <w:rPr>
                <w:rFonts w:cs="Arial"/>
                <w:bCs/>
              </w:rPr>
              <w:t>práce ve výši nejméně</w:t>
            </w:r>
            <w:r w:rsidR="009B69D6" w:rsidRPr="008D5B01">
              <w:rPr>
                <w:rFonts w:cs="Arial"/>
                <w:bCs/>
              </w:rPr>
              <w:t xml:space="preserve"> 5 mil. </w:t>
            </w:r>
            <w:r w:rsidR="00565026" w:rsidRPr="008D5B01">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Pr="008D5B01" w:rsidRDefault="00565026" w:rsidP="00631EAA">
            <w:pPr>
              <w:rPr>
                <w:rFonts w:cs="Arial"/>
                <w:bCs/>
              </w:rPr>
            </w:pPr>
          </w:p>
          <w:p w14:paraId="77DDE62F" w14:textId="77777777" w:rsidR="00565026" w:rsidRPr="008D5B01" w:rsidRDefault="00565026" w:rsidP="00631EAA">
            <w:pPr>
              <w:rPr>
                <w:rFonts w:cs="Arial"/>
                <w:bCs/>
              </w:rPr>
            </w:pPr>
          </w:p>
          <w:p w14:paraId="688F5CC0" w14:textId="6D3DD33E" w:rsidR="00B77110" w:rsidRPr="008D5B01" w:rsidRDefault="00565026" w:rsidP="00631EAA">
            <w:pPr>
              <w:rPr>
                <w:rFonts w:cs="Arial"/>
                <w:bCs/>
              </w:rPr>
            </w:pPr>
            <w:r w:rsidRPr="008D5B01">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0CE975ED" w:rsidR="00B77110" w:rsidRDefault="00B77110" w:rsidP="00B77110">
      <w:pPr>
        <w:pStyle w:val="Text1-1"/>
        <w:numPr>
          <w:ilvl w:val="0"/>
          <w:numId w:val="0"/>
        </w:numPr>
        <w:ind w:left="737"/>
      </w:pPr>
      <w:r>
        <w:t xml:space="preserve">Dodavatel může u každé funkce člena odborného personálu dodavatele, s výjimkou </w:t>
      </w:r>
      <w:r w:rsidR="00342928">
        <w:t xml:space="preserve">autorizovaného </w:t>
      </w:r>
      <w:r>
        <w:t>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w:t>
      </w:r>
      <w:r w:rsidR="004B6506" w:rsidRPr="004B6506">
        <w:rPr>
          <w:rFonts w:cs="Arial"/>
          <w:bCs/>
        </w:rPr>
        <w:lastRenderedPageBreak/>
        <w:t xml:space="preserve">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1146F00"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C47ECC">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7B42B7">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w:t>
      </w:r>
      <w:proofErr w:type="gramStart"/>
      <w:r w:rsidR="005B3E86">
        <w:t>dokončen  dozor</w:t>
      </w:r>
      <w:proofErr w:type="gramEnd"/>
      <w:r w:rsidR="00C47ECC">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lastRenderedPageBreak/>
        <w:t>Pro odstranění pochybností zadavatel k výše uvedenému upřesňuje, že:</w:t>
      </w:r>
    </w:p>
    <w:p w14:paraId="71E95E2C" w14:textId="1E3CBC10"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w:t>
      </w:r>
    </w:p>
    <w:p w14:paraId="5B32AD35" w14:textId="07E9F2DB"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lastRenderedPageBreak/>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149571234"/>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149571235"/>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lastRenderedPageBreak/>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 xml:space="preserve">Za účelem splnění povinností dle § 4b zákona o střetu zájmů zadavatel bude postupovat podle předchozího čl. 18.4 těchto Pokynů obdobně i při zjišťování údajů o skutečném </w:t>
      </w:r>
      <w:r>
        <w:lastRenderedPageBreak/>
        <w:t>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674468A2"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 těchto Pokynů ve vztahu k této jiné osobě.</w:t>
      </w:r>
    </w:p>
    <w:p w14:paraId="187B794F" w14:textId="77777777" w:rsidR="0035531B" w:rsidRDefault="0035531B" w:rsidP="00B77C6D">
      <w:pPr>
        <w:pStyle w:val="Nadpis1-1"/>
      </w:pPr>
      <w:bookmarkStart w:id="22" w:name="_Toc149571236"/>
      <w:r>
        <w:t>OCHRANA INFORMACÍ</w:t>
      </w:r>
      <w:bookmarkEnd w:id="22"/>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w:t>
      </w:r>
      <w:r>
        <w:lastRenderedPageBreak/>
        <w:t>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149571237"/>
      <w:r>
        <w:t>ZADÁVACÍ LHŮTA</w:t>
      </w:r>
      <w:r w:rsidR="00845C50">
        <w:t xml:space="preserve"> </w:t>
      </w:r>
      <w:r w:rsidR="00092CC9">
        <w:t>A</w:t>
      </w:r>
      <w:r w:rsidR="00845C50">
        <w:t> </w:t>
      </w:r>
      <w:r>
        <w:t>JISTOTA ZA NABÍDKU</w:t>
      </w:r>
      <w:bookmarkEnd w:id="23"/>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015FEDA3" w14:textId="77777777" w:rsidR="009B69D6" w:rsidRDefault="0035531B" w:rsidP="009B69D6">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B69D6" w:rsidRPr="00AA22DD">
        <w:rPr>
          <w:b/>
          <w:bCs/>
        </w:rPr>
        <w:t>200</w:t>
      </w:r>
      <w:r w:rsidR="009B69D6">
        <w:rPr>
          <w:b/>
          <w:bCs/>
        </w:rPr>
        <w:t> </w:t>
      </w:r>
      <w:r w:rsidR="009B69D6" w:rsidRPr="00AA22DD">
        <w:rPr>
          <w:b/>
          <w:bCs/>
        </w:rPr>
        <w:t>000</w:t>
      </w:r>
      <w:r w:rsidR="009B69D6">
        <w:rPr>
          <w:b/>
          <w:bCs/>
        </w:rPr>
        <w:t>,-</w:t>
      </w:r>
      <w:r w:rsidR="009B69D6">
        <w:t xml:space="preserve"> </w:t>
      </w:r>
      <w:r w:rsidR="009B69D6" w:rsidRPr="00B035B6">
        <w:rPr>
          <w:b/>
        </w:rPr>
        <w:t xml:space="preserve">Kč </w:t>
      </w:r>
      <w:r w:rsidR="009B69D6">
        <w:t>(slovy: dvě stě tisíc korun českých).</w:t>
      </w:r>
    </w:p>
    <w:p w14:paraId="7B1C4055" w14:textId="582C3319" w:rsidR="0035531B" w:rsidRDefault="0035531B" w:rsidP="004143E4">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6C75AC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9B69D6">
        <w:t>č.ú</w:t>
      </w:r>
      <w:proofErr w:type="spellEnd"/>
      <w:r w:rsidR="009B69D6">
        <w:t xml:space="preserve">. </w:t>
      </w:r>
      <w:r w:rsidR="009B69D6" w:rsidRPr="005A1373">
        <w:t>30007-22307011/0710, Česká národní banka se sídlem Na Příkopě 28, 115 03 Praha 1</w:t>
      </w:r>
      <w:r w:rsidR="009B69D6">
        <w:t xml:space="preserve">, variabilní symbol 5423520110.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149571238"/>
      <w:r>
        <w:t>SOCIÁLNĚ A ENVIRO</w:t>
      </w:r>
      <w:r w:rsidR="007C1CD8">
        <w:t>N</w:t>
      </w:r>
      <w:r>
        <w:t>MENTÁLNĚ ODPOVĚDNÉ ZADÁVÁNÍ, INOVACE</w:t>
      </w:r>
      <w:bookmarkEnd w:id="24"/>
      <w:bookmarkEnd w:id="25"/>
      <w:bookmarkEnd w:id="26"/>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737C6667" w:rsidR="00BA197A" w:rsidRDefault="00423AD4" w:rsidP="00136BBF">
      <w:pPr>
        <w:pStyle w:val="Odrka1-1"/>
      </w:pPr>
      <w:r w:rsidRPr="0060254E">
        <w:lastRenderedPageBreak/>
        <w:t>recyklaci kameniva vyzískávaného z kolejového lože</w:t>
      </w:r>
    </w:p>
    <w:p w14:paraId="23D25BD6" w14:textId="577413EE" w:rsidR="00423AD4" w:rsidRPr="008D5B01" w:rsidRDefault="00423AD4" w:rsidP="006A6DF0">
      <w:pPr>
        <w:pStyle w:val="Text1-1"/>
      </w:pPr>
      <w:r>
        <w:t xml:space="preserve">Výše uvedené prvky </w:t>
      </w:r>
      <w:r w:rsidRPr="008D5B01">
        <w:t>odpovědného zadávání a povinnosti dodavatele s nimi spojené zadavatel stanovil v</w:t>
      </w:r>
      <w:r w:rsidR="00980909" w:rsidRPr="008D5B01">
        <w:t xml:space="preserve"> </w:t>
      </w:r>
      <w:r w:rsidRPr="008D5B01">
        <w:t>ustanoveních článku 4</w:t>
      </w:r>
      <w:r w:rsidR="00980909" w:rsidRPr="008D5B01">
        <w:t xml:space="preserve">.7 </w:t>
      </w:r>
      <w:r w:rsidRPr="008D5B01">
        <w:t>závazného vzoru smlouvy, který je dílem 2 zadávací dokumentace</w:t>
      </w:r>
      <w:r w:rsidR="00980909" w:rsidRPr="008D5B01">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149571239"/>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pPr>
        <w:pStyle w:val="Text1-1"/>
        <w:numPr>
          <w:ilvl w:val="0"/>
          <w:numId w:val="17"/>
        </w:numPr>
      </w:pPr>
      <w:r>
        <w:t>jakýkoli ruský státní příslušník, fyzická osoba s bydlištěm v Rusku nebo právnická osoba, subjekt či orgán usazené v Rusku</w:t>
      </w:r>
      <w:r w:rsidR="00D42474">
        <w:t>,</w:t>
      </w:r>
    </w:p>
    <w:p w14:paraId="4132B277" w14:textId="65B8C065" w:rsidR="00D42474" w:rsidRDefault="00D42474">
      <w:pPr>
        <w:pStyle w:val="Text1-1"/>
        <w:numPr>
          <w:ilvl w:val="0"/>
          <w:numId w:val="17"/>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pPr>
        <w:pStyle w:val="Text1-1"/>
        <w:numPr>
          <w:ilvl w:val="0"/>
          <w:numId w:val="17"/>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xml:space="preserve">, ani žádný z jeho </w:t>
      </w:r>
      <w:r>
        <w:lastRenderedPageBreak/>
        <w:t>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1" w:name="_Toc149571240"/>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2C7FF1D"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A965D3">
        <w:rPr>
          <w:lang w:eastAsia="cs-CZ"/>
        </w:rPr>
        <w:t>zákonem upravujícím provádění mezinárodních sankcí</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5F2E35A0" w14:textId="77777777" w:rsidR="008D5B01" w:rsidRDefault="008D5B01" w:rsidP="008D5B01">
      <w:pPr>
        <w:pStyle w:val="Textbezslovn"/>
        <w:spacing w:after="0"/>
      </w:pPr>
      <w:r>
        <w:t xml:space="preserve">Ing. Petr Hofhanzl, </w:t>
      </w:r>
    </w:p>
    <w:p w14:paraId="0ACC3004" w14:textId="77777777" w:rsidR="008D5B01" w:rsidRDefault="008D5B01" w:rsidP="008D5B01">
      <w:pPr>
        <w:pStyle w:val="Textbezslovn"/>
        <w:spacing w:after="0"/>
      </w:pPr>
      <w:r>
        <w:t xml:space="preserve">ředitel Stavební správy západ </w:t>
      </w:r>
    </w:p>
    <w:p w14:paraId="565ACAB7" w14:textId="77777777" w:rsidR="008D5B01" w:rsidRDefault="008D5B01" w:rsidP="008D5B01">
      <w:pPr>
        <w:ind w:firstLine="709"/>
        <w:rPr>
          <w:rFonts w:asciiTheme="majorHAnsi" w:hAnsiTheme="majorHAnsi"/>
          <w:b/>
          <w:caps/>
          <w:sz w:val="22"/>
        </w:rPr>
      </w:pPr>
      <w:r>
        <w:t>Správa železnic, státní organizace</w:t>
      </w: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3B9BE747" w:rsidR="006A540D" w:rsidRDefault="006A540D" w:rsidP="006A540D">
      <w:pPr>
        <w:pStyle w:val="Textbezslovn"/>
        <w:ind w:left="0"/>
      </w:pPr>
      <w:r w:rsidRPr="006A6AF2">
        <w:t xml:space="preserve">Řádně jsme se seznámili se zněním zadávacích podmínek veřejné zakázky s názvem </w:t>
      </w:r>
      <w:r w:rsidR="009037BF" w:rsidRPr="009037BF">
        <w:rPr>
          <w:b/>
          <w:bCs/>
        </w:rPr>
        <w:t>„Výstavba odbočky Dobkovice“</w:t>
      </w:r>
      <w:r w:rsidR="009037BF">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47F32D9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(doba </w:t>
            </w:r>
            <w:proofErr w:type="gramStart"/>
            <w:r>
              <w:rPr>
                <w:b/>
              </w:rPr>
              <w:t>bez  dozoru</w:t>
            </w:r>
            <w:proofErr w:type="gramEnd"/>
            <w:r w:rsidR="007B42B7">
              <w:rPr>
                <w:b/>
              </w:rPr>
              <w:t xml:space="preserve"> projektanta</w:t>
            </w:r>
            <w:r>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5728C47C"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w:t>
            </w:r>
            <w:proofErr w:type="gramStart"/>
            <w:r>
              <w:rPr>
                <w:b/>
              </w:rPr>
              <w:t>bez  dozoru</w:t>
            </w:r>
            <w:proofErr w:type="gramEnd"/>
            <w:r w:rsidR="007B42B7">
              <w:rPr>
                <w:b/>
              </w:rPr>
              <w:t xml:space="preserve"> projektanta</w:t>
            </w:r>
            <w:r>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pPr>
        <w:pStyle w:val="Odstavec1-1a"/>
        <w:numPr>
          <w:ilvl w:val="0"/>
          <w:numId w:val="14"/>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pPr>
        <w:pStyle w:val="Odstavec1-1a"/>
        <w:numPr>
          <w:ilvl w:val="0"/>
          <w:numId w:val="14"/>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pPr>
        <w:pStyle w:val="Odstavec1-1a"/>
        <w:numPr>
          <w:ilvl w:val="0"/>
          <w:numId w:val="10"/>
        </w:numPr>
      </w:pPr>
      <w:r>
        <w:t>Příjmení: [</w:t>
      </w:r>
      <w:r w:rsidRPr="00DE6A35">
        <w:rPr>
          <w:b/>
          <w:highlight w:val="yellow"/>
        </w:rPr>
        <w:t>DOPLNÍ DODAVATEL</w:t>
      </w:r>
      <w:r>
        <w:t>]</w:t>
      </w:r>
    </w:p>
    <w:p w14:paraId="29EC71CC" w14:textId="77777777" w:rsidR="0035531B" w:rsidRDefault="0035531B">
      <w:pPr>
        <w:pStyle w:val="Odstavec1-1a"/>
        <w:numPr>
          <w:ilvl w:val="0"/>
          <w:numId w:val="10"/>
        </w:numPr>
      </w:pPr>
      <w:r>
        <w:t>Jméno: [</w:t>
      </w:r>
      <w:r w:rsidRPr="00DE6A35">
        <w:rPr>
          <w:b/>
          <w:highlight w:val="yellow"/>
        </w:rPr>
        <w:t>DOPLNÍ DODAVATEL</w:t>
      </w:r>
      <w:r>
        <w:t>]</w:t>
      </w:r>
    </w:p>
    <w:p w14:paraId="6ED6719A" w14:textId="77777777" w:rsidR="0035531B" w:rsidRDefault="0035531B">
      <w:pPr>
        <w:pStyle w:val="Odstavec1-1a"/>
        <w:numPr>
          <w:ilvl w:val="0"/>
          <w:numId w:val="10"/>
        </w:numPr>
      </w:pPr>
      <w:r>
        <w:t>Datum narození: [</w:t>
      </w:r>
      <w:r w:rsidRPr="00833899">
        <w:rPr>
          <w:highlight w:val="yellow"/>
        </w:rPr>
        <w:t>DOPLNÍ DODAVATEL</w:t>
      </w:r>
      <w:r>
        <w:t>]</w:t>
      </w:r>
    </w:p>
    <w:p w14:paraId="33D120A0" w14:textId="77777777" w:rsidR="0035531B" w:rsidRDefault="0035531B">
      <w:pPr>
        <w:pStyle w:val="Odstavec1-1a"/>
        <w:numPr>
          <w:ilvl w:val="0"/>
          <w:numId w:val="10"/>
        </w:numPr>
      </w:pPr>
      <w:r>
        <w:t>Kontaktní pracovní adresa (včetně pracovní tel/e-mail): [</w:t>
      </w:r>
      <w:r w:rsidRPr="00833899">
        <w:rPr>
          <w:highlight w:val="yellow"/>
        </w:rPr>
        <w:t>DOPLNÍ DODAVATEL</w:t>
      </w:r>
      <w:r>
        <w:t>]</w:t>
      </w:r>
    </w:p>
    <w:p w14:paraId="78DD6161" w14:textId="0893EB70" w:rsidR="0035531B" w:rsidRDefault="0035531B">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B9632B8" w:rsidR="0035531B" w:rsidRDefault="00543F07">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6D0FD1">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52069F97"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7B42B7">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632535D3"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008D5B01">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7B42B7">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16615175" w:rsidR="00452F69" w:rsidRPr="009037BF" w:rsidRDefault="00452F69" w:rsidP="00307641">
            <w:pPr>
              <w:rPr>
                <w:sz w:val="16"/>
                <w:szCs w:val="16"/>
                <w:highlight w:val="cyan"/>
              </w:rPr>
            </w:pPr>
          </w:p>
        </w:tc>
        <w:tc>
          <w:tcPr>
            <w:tcW w:w="2835" w:type="dxa"/>
            <w:tcBorders>
              <w:top w:val="single" w:sz="2" w:space="0" w:color="auto"/>
              <w:bottom w:val="single" w:sz="2" w:space="0" w:color="auto"/>
            </w:tcBorders>
          </w:tcPr>
          <w:p w14:paraId="0634FFB2" w14:textId="564B008F"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4D67685F" w:rsidR="00452F69" w:rsidRPr="009037BF" w:rsidRDefault="00452F69" w:rsidP="00307641">
            <w:pPr>
              <w:rPr>
                <w:b w:val="0"/>
                <w:sz w:val="16"/>
                <w:szCs w:val="16"/>
                <w:highlight w:val="cyan"/>
              </w:rPr>
            </w:pPr>
          </w:p>
        </w:tc>
        <w:tc>
          <w:tcPr>
            <w:tcW w:w="2835" w:type="dxa"/>
            <w:tcBorders>
              <w:top w:val="single" w:sz="2" w:space="0" w:color="auto"/>
            </w:tcBorders>
            <w:shd w:val="clear" w:color="auto" w:fill="auto"/>
          </w:tcPr>
          <w:p w14:paraId="6B2CD5C1" w14:textId="2E7EB15F"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5C17F673" w14:textId="77777777" w:rsidR="0035531B" w:rsidRPr="00833899" w:rsidRDefault="0035531B" w:rsidP="00474F4D">
      <w:pPr>
        <w:pStyle w:val="Textbezslovn"/>
        <w:ind w:left="0"/>
      </w:pPr>
    </w:p>
    <w:p w14:paraId="1E567558" w14:textId="7561AF3E" w:rsidR="0035531B" w:rsidRPr="001950C2" w:rsidRDefault="0035531B">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A55C9A" w:rsidRPr="00C20BBC">
        <w:t>autorizace pro ověřování výsledků zeměměřických činností</w:t>
      </w:r>
      <w:r w:rsidR="00A55C9A">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258ED4EB"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7B42B7">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738AF91C"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proofErr w:type="gramStart"/>
            <w:r w:rsidR="003519E9">
              <w:rPr>
                <w:sz w:val="16"/>
                <w:szCs w:val="16"/>
              </w:rPr>
              <w:t xml:space="preserve">provádění </w:t>
            </w:r>
            <w:r w:rsidR="00EF13E3">
              <w:rPr>
                <w:sz w:val="16"/>
                <w:szCs w:val="16"/>
              </w:rPr>
              <w:t xml:space="preserve"> dozoru</w:t>
            </w:r>
            <w:proofErr w:type="gramEnd"/>
            <w:r w:rsidR="007B42B7">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73152F32" w:rsidR="00D42474" w:rsidRPr="00964860" w:rsidRDefault="00D42474" w:rsidP="00D42474">
      <w:pPr>
        <w:pStyle w:val="Nadpisbezsl1-2"/>
      </w:pPr>
      <w:r w:rsidRPr="00010882">
        <w:rPr>
          <w:lang w:eastAsia="cs-CZ"/>
        </w:rPr>
        <w:t xml:space="preserve">Čestné prohlášení o splnění podmínek v souvislosti se </w:t>
      </w:r>
      <w:r w:rsidR="00A965D3">
        <w:rPr>
          <w:lang w:eastAsia="cs-CZ"/>
        </w:rPr>
        <w:t>zákonem upravujícím provádění mezinárodních sankcí</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320B0DCA"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037BF" w:rsidRPr="009037BF">
        <w:rPr>
          <w:rFonts w:eastAsia="Times New Roman" w:cs="Times New Roman"/>
          <w:b/>
          <w:bCs/>
          <w:lang w:eastAsia="cs-CZ"/>
        </w:rPr>
        <w:t>„Výstavba odbočky Dobkovice“</w:t>
      </w:r>
      <w:r w:rsidRPr="00DF0EC8">
        <w:rPr>
          <w:rFonts w:eastAsia="Times New Roman" w:cs="Times New Roman"/>
          <w:lang w:eastAsia="cs-CZ"/>
        </w:rPr>
        <w:t xml:space="preserve">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9D65124" w:rsidR="00A965D3" w:rsidRPr="00A965D3" w:rsidRDefault="00A965D3">
      <w:pPr>
        <w:pStyle w:val="Odstavecseseznamem"/>
        <w:numPr>
          <w:ilvl w:val="0"/>
          <w:numId w:val="1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2805E8D2" w:rsidR="00D42474" w:rsidRPr="007F769F" w:rsidRDefault="00D42474">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A47C5" w14:textId="77777777" w:rsidR="0087585B" w:rsidRDefault="0087585B" w:rsidP="00962258">
      <w:pPr>
        <w:spacing w:after="0" w:line="240" w:lineRule="auto"/>
      </w:pPr>
      <w:r>
        <w:separator/>
      </w:r>
    </w:p>
  </w:endnote>
  <w:endnote w:type="continuationSeparator" w:id="0">
    <w:p w14:paraId="07000D01" w14:textId="77777777" w:rsidR="0087585B" w:rsidRDefault="008758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758D" w14:paraId="3852A48B" w14:textId="77777777" w:rsidTr="00EB46E5">
      <w:tc>
        <w:tcPr>
          <w:tcW w:w="1361" w:type="dxa"/>
          <w:tcMar>
            <w:left w:w="0" w:type="dxa"/>
            <w:right w:w="0" w:type="dxa"/>
          </w:tcMar>
          <w:vAlign w:val="bottom"/>
        </w:tcPr>
        <w:p w14:paraId="137C5680" w14:textId="5B980F56" w:rsidR="0031758D" w:rsidRPr="00B8518B" w:rsidRDefault="0031758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F8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4F83">
            <w:rPr>
              <w:rStyle w:val="slostrnky"/>
              <w:noProof/>
            </w:rPr>
            <w:t>59</w:t>
          </w:r>
          <w:r w:rsidRPr="00B8518B">
            <w:rPr>
              <w:rStyle w:val="slostrnky"/>
            </w:rPr>
            <w:fldChar w:fldCharType="end"/>
          </w:r>
        </w:p>
      </w:tc>
      <w:tc>
        <w:tcPr>
          <w:tcW w:w="284" w:type="dxa"/>
          <w:shd w:val="clear" w:color="auto" w:fill="auto"/>
          <w:tcMar>
            <w:left w:w="0" w:type="dxa"/>
            <w:right w:w="0" w:type="dxa"/>
          </w:tcMar>
        </w:tcPr>
        <w:p w14:paraId="240F2DFD" w14:textId="77777777" w:rsidR="0031758D" w:rsidRDefault="0031758D" w:rsidP="00B8518B">
          <w:pPr>
            <w:pStyle w:val="Zpat"/>
          </w:pPr>
        </w:p>
      </w:tc>
      <w:tc>
        <w:tcPr>
          <w:tcW w:w="425" w:type="dxa"/>
          <w:shd w:val="clear" w:color="auto" w:fill="auto"/>
          <w:tcMar>
            <w:left w:w="0" w:type="dxa"/>
            <w:right w:w="0" w:type="dxa"/>
          </w:tcMar>
        </w:tcPr>
        <w:p w14:paraId="7564134E" w14:textId="77777777" w:rsidR="0031758D" w:rsidRDefault="0031758D" w:rsidP="00B8518B">
          <w:pPr>
            <w:pStyle w:val="Zpat"/>
          </w:pPr>
        </w:p>
      </w:tc>
      <w:tc>
        <w:tcPr>
          <w:tcW w:w="8505" w:type="dxa"/>
        </w:tcPr>
        <w:p w14:paraId="1B4593B8" w14:textId="00EDA19E" w:rsidR="0031758D" w:rsidRPr="00FB1A3D" w:rsidRDefault="0031758D" w:rsidP="00EB46E5">
          <w:pPr>
            <w:pStyle w:val="Zpat0"/>
          </w:pPr>
          <w:r w:rsidRPr="00FB1A3D">
            <w:t>„</w:t>
          </w:r>
          <w:r w:rsidR="00FB1A3D" w:rsidRPr="00FB1A3D">
            <w:t>Výstavba odbočky Dobkovice</w:t>
          </w:r>
          <w:r w:rsidRPr="00FB1A3D">
            <w:t>“</w:t>
          </w:r>
        </w:p>
        <w:p w14:paraId="5740C166" w14:textId="77777777" w:rsidR="0031758D" w:rsidRDefault="0031758D" w:rsidP="00EB46E5">
          <w:pPr>
            <w:pStyle w:val="Zpat0"/>
          </w:pPr>
          <w:r w:rsidRPr="00FB1A3D">
            <w:t>D</w:t>
          </w:r>
          <w:r>
            <w:t xml:space="preserve">íl 1 – </w:t>
          </w:r>
          <w:r w:rsidRPr="0035531B">
            <w:rPr>
              <w:caps/>
            </w:rPr>
            <w:t>Požadavky</w:t>
          </w:r>
          <w:r>
            <w:rPr>
              <w:caps/>
            </w:rPr>
            <w:t xml:space="preserve"> a </w:t>
          </w:r>
          <w:r w:rsidRPr="0035531B">
            <w:rPr>
              <w:caps/>
            </w:rPr>
            <w:t>podmínky pro zpracování nabídky</w:t>
          </w:r>
        </w:p>
        <w:p w14:paraId="6A4851CD" w14:textId="77777777" w:rsidR="0031758D" w:rsidRDefault="0031758D" w:rsidP="00392730">
          <w:pPr>
            <w:pStyle w:val="Zpat0"/>
          </w:pPr>
          <w:r>
            <w:t xml:space="preserve">Část 2 – </w:t>
          </w:r>
          <w:r w:rsidRPr="0035531B">
            <w:rPr>
              <w:caps/>
            </w:rPr>
            <w:t>Pokyny pro dodavatele</w:t>
          </w:r>
        </w:p>
        <w:p w14:paraId="737706F4" w14:textId="77777777" w:rsidR="0031758D" w:rsidRDefault="0031758D" w:rsidP="00392730">
          <w:pPr>
            <w:pStyle w:val="Zpat0"/>
          </w:pPr>
        </w:p>
      </w:tc>
    </w:tr>
  </w:tbl>
  <w:p w14:paraId="557F4388" w14:textId="77777777" w:rsidR="0031758D" w:rsidRPr="00B8518B" w:rsidRDefault="0031758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31758D" w:rsidRPr="00B8518B" w:rsidRDefault="0031758D" w:rsidP="00460660">
    <w:pPr>
      <w:pStyle w:val="Zpat"/>
      <w:rPr>
        <w:sz w:val="2"/>
        <w:szCs w:val="2"/>
      </w:rPr>
    </w:pPr>
  </w:p>
  <w:p w14:paraId="70C621D3" w14:textId="587CB2C6" w:rsidR="0031758D" w:rsidRPr="00460660" w:rsidRDefault="003175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2F0B5" w14:textId="77777777" w:rsidR="0087585B" w:rsidRDefault="0087585B" w:rsidP="00962258">
      <w:pPr>
        <w:spacing w:after="0" w:line="240" w:lineRule="auto"/>
      </w:pPr>
      <w:r>
        <w:separator/>
      </w:r>
    </w:p>
  </w:footnote>
  <w:footnote w:type="continuationSeparator" w:id="0">
    <w:p w14:paraId="1236AA70" w14:textId="77777777" w:rsidR="0087585B" w:rsidRDefault="0087585B" w:rsidP="00962258">
      <w:pPr>
        <w:spacing w:after="0" w:line="240" w:lineRule="auto"/>
      </w:pPr>
      <w:r>
        <w:continuationSeparator/>
      </w:r>
    </w:p>
  </w:footnote>
  <w:footnote w:id="1">
    <w:p w14:paraId="14FDFE7A" w14:textId="2AC6E061" w:rsidR="0031758D" w:rsidRDefault="0031758D"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31758D" w:rsidRDefault="0031758D"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31758D" w:rsidRPr="00EB54C9" w:rsidRDefault="0031758D"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31758D" w:rsidRDefault="0031758D"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31758D" w:rsidRDefault="0031758D"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31758D" w:rsidRDefault="0031758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31758D" w:rsidRDefault="0031758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31758D" w:rsidRDefault="003175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31758D" w:rsidRDefault="0031758D"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31758D" w:rsidRDefault="0031758D"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758D" w14:paraId="40E70905" w14:textId="77777777" w:rsidTr="00C02D0A">
      <w:trPr>
        <w:trHeight w:hRule="exact" w:val="454"/>
      </w:trPr>
      <w:tc>
        <w:tcPr>
          <w:tcW w:w="1361" w:type="dxa"/>
          <w:tcMar>
            <w:top w:w="57" w:type="dxa"/>
            <w:left w:w="0" w:type="dxa"/>
            <w:right w:w="0" w:type="dxa"/>
          </w:tcMar>
        </w:tcPr>
        <w:p w14:paraId="157A32E1" w14:textId="77777777" w:rsidR="0031758D" w:rsidRPr="00B8518B" w:rsidRDefault="0031758D" w:rsidP="00523EA7">
          <w:pPr>
            <w:pStyle w:val="Zpat"/>
            <w:rPr>
              <w:rStyle w:val="slostrnky"/>
            </w:rPr>
          </w:pPr>
        </w:p>
      </w:tc>
      <w:tc>
        <w:tcPr>
          <w:tcW w:w="3458" w:type="dxa"/>
          <w:shd w:val="clear" w:color="auto" w:fill="auto"/>
          <w:tcMar>
            <w:top w:w="57" w:type="dxa"/>
            <w:left w:w="0" w:type="dxa"/>
            <w:right w:w="0" w:type="dxa"/>
          </w:tcMar>
        </w:tcPr>
        <w:p w14:paraId="0BFEA660" w14:textId="77777777" w:rsidR="0031758D" w:rsidRDefault="0031758D" w:rsidP="00523EA7">
          <w:pPr>
            <w:pStyle w:val="Zpat"/>
          </w:pPr>
        </w:p>
      </w:tc>
      <w:tc>
        <w:tcPr>
          <w:tcW w:w="5698" w:type="dxa"/>
          <w:shd w:val="clear" w:color="auto" w:fill="auto"/>
          <w:tcMar>
            <w:top w:w="57" w:type="dxa"/>
            <w:left w:w="0" w:type="dxa"/>
            <w:right w:w="0" w:type="dxa"/>
          </w:tcMar>
        </w:tcPr>
        <w:p w14:paraId="43417309" w14:textId="77777777" w:rsidR="0031758D" w:rsidRPr="00D6163D" w:rsidRDefault="0031758D" w:rsidP="00D6163D">
          <w:pPr>
            <w:pStyle w:val="Druhdokumentu"/>
          </w:pPr>
        </w:p>
      </w:tc>
    </w:tr>
  </w:tbl>
  <w:p w14:paraId="7A51DC1B" w14:textId="77777777" w:rsidR="0031758D" w:rsidRPr="00D6163D" w:rsidRDefault="003175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758D" w14:paraId="6BBBB51F" w14:textId="77777777" w:rsidTr="00B22106">
      <w:trPr>
        <w:trHeight w:hRule="exact" w:val="936"/>
      </w:trPr>
      <w:tc>
        <w:tcPr>
          <w:tcW w:w="1361" w:type="dxa"/>
          <w:tcMar>
            <w:left w:w="0" w:type="dxa"/>
            <w:right w:w="0" w:type="dxa"/>
          </w:tcMar>
        </w:tcPr>
        <w:p w14:paraId="7B49BEA5" w14:textId="77777777" w:rsidR="0031758D" w:rsidRPr="00B8518B" w:rsidRDefault="0031758D" w:rsidP="00FC6389">
          <w:pPr>
            <w:pStyle w:val="Zpat"/>
            <w:rPr>
              <w:rStyle w:val="slostrnky"/>
            </w:rPr>
          </w:pPr>
        </w:p>
      </w:tc>
      <w:tc>
        <w:tcPr>
          <w:tcW w:w="3458" w:type="dxa"/>
          <w:shd w:val="clear" w:color="auto" w:fill="auto"/>
          <w:tcMar>
            <w:left w:w="0" w:type="dxa"/>
            <w:right w:w="0" w:type="dxa"/>
          </w:tcMar>
        </w:tcPr>
        <w:p w14:paraId="5723BA86" w14:textId="77777777" w:rsidR="0031758D" w:rsidRDefault="0031758D" w:rsidP="00FC6389">
          <w:pPr>
            <w:pStyle w:val="Zpat"/>
          </w:pPr>
        </w:p>
      </w:tc>
      <w:tc>
        <w:tcPr>
          <w:tcW w:w="5756" w:type="dxa"/>
          <w:shd w:val="clear" w:color="auto" w:fill="auto"/>
          <w:tcMar>
            <w:left w:w="0" w:type="dxa"/>
            <w:right w:w="0" w:type="dxa"/>
          </w:tcMar>
        </w:tcPr>
        <w:p w14:paraId="10B786D1" w14:textId="77777777" w:rsidR="0031758D" w:rsidRPr="00D6163D" w:rsidRDefault="0031758D" w:rsidP="00FC6389">
          <w:pPr>
            <w:pStyle w:val="Druhdokumentu"/>
          </w:pPr>
        </w:p>
      </w:tc>
    </w:tr>
    <w:tr w:rsidR="0031758D" w14:paraId="68D9FA2A" w14:textId="77777777" w:rsidTr="00B22106">
      <w:trPr>
        <w:trHeight w:hRule="exact" w:val="936"/>
      </w:trPr>
      <w:tc>
        <w:tcPr>
          <w:tcW w:w="1361" w:type="dxa"/>
          <w:tcMar>
            <w:left w:w="0" w:type="dxa"/>
            <w:right w:w="0" w:type="dxa"/>
          </w:tcMar>
        </w:tcPr>
        <w:p w14:paraId="1B20651E" w14:textId="77777777" w:rsidR="0031758D" w:rsidRPr="00B8518B" w:rsidRDefault="0031758D" w:rsidP="00FC6389">
          <w:pPr>
            <w:pStyle w:val="Zpat"/>
            <w:rPr>
              <w:rStyle w:val="slostrnky"/>
            </w:rPr>
          </w:pPr>
        </w:p>
      </w:tc>
      <w:tc>
        <w:tcPr>
          <w:tcW w:w="3458" w:type="dxa"/>
          <w:shd w:val="clear" w:color="auto" w:fill="auto"/>
          <w:tcMar>
            <w:left w:w="0" w:type="dxa"/>
            <w:right w:w="0" w:type="dxa"/>
          </w:tcMar>
        </w:tcPr>
        <w:p w14:paraId="44D3F74E" w14:textId="77777777" w:rsidR="0031758D" w:rsidRDefault="0031758D" w:rsidP="00FC6389">
          <w:pPr>
            <w:pStyle w:val="Zpat"/>
          </w:pPr>
        </w:p>
      </w:tc>
      <w:tc>
        <w:tcPr>
          <w:tcW w:w="5756" w:type="dxa"/>
          <w:shd w:val="clear" w:color="auto" w:fill="auto"/>
          <w:tcMar>
            <w:left w:w="0" w:type="dxa"/>
            <w:right w:w="0" w:type="dxa"/>
          </w:tcMar>
        </w:tcPr>
        <w:p w14:paraId="12C34926" w14:textId="77777777" w:rsidR="0031758D" w:rsidRPr="00D6163D" w:rsidRDefault="0031758D" w:rsidP="00FC6389">
          <w:pPr>
            <w:pStyle w:val="Druhdokumentu"/>
          </w:pPr>
        </w:p>
      </w:tc>
    </w:tr>
  </w:tbl>
  <w:p w14:paraId="0D5F026A" w14:textId="77777777" w:rsidR="0031758D" w:rsidRPr="00D6163D" w:rsidRDefault="0031758D"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31758D" w:rsidRPr="00460660" w:rsidRDefault="003175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5635EF"/>
    <w:multiLevelType w:val="hybridMultilevel"/>
    <w:tmpl w:val="80BE8F76"/>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7159955">
    <w:abstractNumId w:val="4"/>
  </w:num>
  <w:num w:numId="2" w16cid:durableId="201864856">
    <w:abstractNumId w:val="1"/>
  </w:num>
  <w:num w:numId="3" w16cid:durableId="1264191693">
    <w:abstractNumId w:val="14"/>
  </w:num>
  <w:num w:numId="4" w16cid:durableId="309987845">
    <w:abstractNumId w:val="3"/>
  </w:num>
  <w:num w:numId="5" w16cid:durableId="18819147">
    <w:abstractNumId w:val="0"/>
  </w:num>
  <w:num w:numId="6" w16cid:durableId="1592927444">
    <w:abstractNumId w:val="6"/>
  </w:num>
  <w:num w:numId="7" w16cid:durableId="426384100">
    <w:abstractNumId w:val="7"/>
  </w:num>
  <w:num w:numId="8" w16cid:durableId="1614050362">
    <w:abstractNumId w:val="17"/>
  </w:num>
  <w:num w:numId="9" w16cid:durableId="406079124">
    <w:abstractNumId w:val="13"/>
  </w:num>
  <w:num w:numId="10" w16cid:durableId="7247236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5860321">
    <w:abstractNumId w:val="8"/>
  </w:num>
  <w:num w:numId="12" w16cid:durableId="737634169">
    <w:abstractNumId w:val="10"/>
  </w:num>
  <w:num w:numId="13" w16cid:durableId="13842084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4329398">
    <w:abstractNumId w:val="9"/>
  </w:num>
  <w:num w:numId="15" w16cid:durableId="1329138876">
    <w:abstractNumId w:val="12"/>
  </w:num>
  <w:num w:numId="16" w16cid:durableId="526680048">
    <w:abstractNumId w:val="2"/>
  </w:num>
  <w:num w:numId="17" w16cid:durableId="1043864894">
    <w:abstractNumId w:val="15"/>
  </w:num>
  <w:num w:numId="18" w16cid:durableId="202447389">
    <w:abstractNumId w:val="5"/>
  </w:num>
  <w:num w:numId="19" w16cid:durableId="171496035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3029"/>
    <w:rsid w:val="0000503C"/>
    <w:rsid w:val="0001060D"/>
    <w:rsid w:val="000156A7"/>
    <w:rsid w:val="000174E8"/>
    <w:rsid w:val="00017F3C"/>
    <w:rsid w:val="0002092B"/>
    <w:rsid w:val="00020AF4"/>
    <w:rsid w:val="00024660"/>
    <w:rsid w:val="00026001"/>
    <w:rsid w:val="0002621B"/>
    <w:rsid w:val="00026D0B"/>
    <w:rsid w:val="000338E9"/>
    <w:rsid w:val="000359B9"/>
    <w:rsid w:val="00040961"/>
    <w:rsid w:val="00041387"/>
    <w:rsid w:val="00041EC8"/>
    <w:rsid w:val="00043EF5"/>
    <w:rsid w:val="000466BC"/>
    <w:rsid w:val="00047AB6"/>
    <w:rsid w:val="00053304"/>
    <w:rsid w:val="0006499F"/>
    <w:rsid w:val="0006588D"/>
    <w:rsid w:val="00067936"/>
    <w:rsid w:val="00067A5E"/>
    <w:rsid w:val="00067EE3"/>
    <w:rsid w:val="000719BB"/>
    <w:rsid w:val="00072A65"/>
    <w:rsid w:val="00072C1E"/>
    <w:rsid w:val="00074D83"/>
    <w:rsid w:val="000751BA"/>
    <w:rsid w:val="00075902"/>
    <w:rsid w:val="00075E50"/>
    <w:rsid w:val="0008290B"/>
    <w:rsid w:val="000837C7"/>
    <w:rsid w:val="000839DD"/>
    <w:rsid w:val="000843C3"/>
    <w:rsid w:val="000869AE"/>
    <w:rsid w:val="00087825"/>
    <w:rsid w:val="000929B6"/>
    <w:rsid w:val="00092CC9"/>
    <w:rsid w:val="00097DD8"/>
    <w:rsid w:val="000A087A"/>
    <w:rsid w:val="000A5F00"/>
    <w:rsid w:val="000A7644"/>
    <w:rsid w:val="000A7D7C"/>
    <w:rsid w:val="000B29BD"/>
    <w:rsid w:val="000B4EB8"/>
    <w:rsid w:val="000B53B3"/>
    <w:rsid w:val="000B5EB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680E"/>
    <w:rsid w:val="0011747F"/>
    <w:rsid w:val="0012178F"/>
    <w:rsid w:val="00122BBD"/>
    <w:rsid w:val="001231D7"/>
    <w:rsid w:val="00125559"/>
    <w:rsid w:val="0012723F"/>
    <w:rsid w:val="00132BB4"/>
    <w:rsid w:val="00133E10"/>
    <w:rsid w:val="00136583"/>
    <w:rsid w:val="00136BBF"/>
    <w:rsid w:val="00142B91"/>
    <w:rsid w:val="0014410E"/>
    <w:rsid w:val="00146BCB"/>
    <w:rsid w:val="001575A1"/>
    <w:rsid w:val="001652EE"/>
    <w:rsid w:val="001656A2"/>
    <w:rsid w:val="00167D12"/>
    <w:rsid w:val="00170EC5"/>
    <w:rsid w:val="001728E7"/>
    <w:rsid w:val="00173375"/>
    <w:rsid w:val="001744FD"/>
    <w:rsid w:val="001747C1"/>
    <w:rsid w:val="00177D6B"/>
    <w:rsid w:val="00191F90"/>
    <w:rsid w:val="00193D8F"/>
    <w:rsid w:val="00194E9F"/>
    <w:rsid w:val="001950C2"/>
    <w:rsid w:val="001954B0"/>
    <w:rsid w:val="00195AA2"/>
    <w:rsid w:val="001A2D99"/>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7065"/>
    <w:rsid w:val="001C7C12"/>
    <w:rsid w:val="001C7FA6"/>
    <w:rsid w:val="001D182C"/>
    <w:rsid w:val="001D19B0"/>
    <w:rsid w:val="001D2108"/>
    <w:rsid w:val="001D21EA"/>
    <w:rsid w:val="001D48EE"/>
    <w:rsid w:val="001D5514"/>
    <w:rsid w:val="001D6E71"/>
    <w:rsid w:val="001E651D"/>
    <w:rsid w:val="001E678E"/>
    <w:rsid w:val="001E7AC3"/>
    <w:rsid w:val="001F15F6"/>
    <w:rsid w:val="001F20CE"/>
    <w:rsid w:val="001F27A7"/>
    <w:rsid w:val="00202824"/>
    <w:rsid w:val="002036F6"/>
    <w:rsid w:val="002071BB"/>
    <w:rsid w:val="00207DF5"/>
    <w:rsid w:val="00210AB8"/>
    <w:rsid w:val="00220CC5"/>
    <w:rsid w:val="00222BAD"/>
    <w:rsid w:val="00225ACA"/>
    <w:rsid w:val="00225AD3"/>
    <w:rsid w:val="0023105F"/>
    <w:rsid w:val="00232412"/>
    <w:rsid w:val="00233A53"/>
    <w:rsid w:val="00234F7A"/>
    <w:rsid w:val="00237D2D"/>
    <w:rsid w:val="00240364"/>
    <w:rsid w:val="00240377"/>
    <w:rsid w:val="0024053B"/>
    <w:rsid w:val="00240B81"/>
    <w:rsid w:val="00245327"/>
    <w:rsid w:val="00247257"/>
    <w:rsid w:val="00247D01"/>
    <w:rsid w:val="0025030F"/>
    <w:rsid w:val="0025055A"/>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5F49"/>
    <w:rsid w:val="002912D6"/>
    <w:rsid w:val="002924B8"/>
    <w:rsid w:val="00294CF7"/>
    <w:rsid w:val="00294DE2"/>
    <w:rsid w:val="00297E73"/>
    <w:rsid w:val="002A1A71"/>
    <w:rsid w:val="002A3B57"/>
    <w:rsid w:val="002B2044"/>
    <w:rsid w:val="002C04EE"/>
    <w:rsid w:val="002C31BF"/>
    <w:rsid w:val="002C5A83"/>
    <w:rsid w:val="002C5F8A"/>
    <w:rsid w:val="002D122E"/>
    <w:rsid w:val="002D32DC"/>
    <w:rsid w:val="002D4B0B"/>
    <w:rsid w:val="002D5CDA"/>
    <w:rsid w:val="002D5F95"/>
    <w:rsid w:val="002D6887"/>
    <w:rsid w:val="002D7FD6"/>
    <w:rsid w:val="002E0CD7"/>
    <w:rsid w:val="002E0CFB"/>
    <w:rsid w:val="002E5C7B"/>
    <w:rsid w:val="002F4333"/>
    <w:rsid w:val="002F6610"/>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56C"/>
    <w:rsid w:val="00321AB3"/>
    <w:rsid w:val="00326BC8"/>
    <w:rsid w:val="00327047"/>
    <w:rsid w:val="00327EEF"/>
    <w:rsid w:val="0033063F"/>
    <w:rsid w:val="0033239F"/>
    <w:rsid w:val="00332F74"/>
    <w:rsid w:val="00333C1C"/>
    <w:rsid w:val="00337B72"/>
    <w:rsid w:val="0034274B"/>
    <w:rsid w:val="00342928"/>
    <w:rsid w:val="0034395F"/>
    <w:rsid w:val="003455FD"/>
    <w:rsid w:val="00346055"/>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35F2"/>
    <w:rsid w:val="00375453"/>
    <w:rsid w:val="0037545D"/>
    <w:rsid w:val="0037744B"/>
    <w:rsid w:val="00377844"/>
    <w:rsid w:val="003804E2"/>
    <w:rsid w:val="003830C8"/>
    <w:rsid w:val="003831C7"/>
    <w:rsid w:val="00386FF1"/>
    <w:rsid w:val="00390C81"/>
    <w:rsid w:val="00392730"/>
    <w:rsid w:val="00392EB6"/>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33F2"/>
    <w:rsid w:val="003D03F8"/>
    <w:rsid w:val="003D0C4F"/>
    <w:rsid w:val="003D756E"/>
    <w:rsid w:val="003D7882"/>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2DA"/>
    <w:rsid w:val="00415042"/>
    <w:rsid w:val="0042061D"/>
    <w:rsid w:val="0042196E"/>
    <w:rsid w:val="004222F5"/>
    <w:rsid w:val="00423AD4"/>
    <w:rsid w:val="00426778"/>
    <w:rsid w:val="00427794"/>
    <w:rsid w:val="00437EC7"/>
    <w:rsid w:val="00440E20"/>
    <w:rsid w:val="004446EE"/>
    <w:rsid w:val="00450F07"/>
    <w:rsid w:val="00452F69"/>
    <w:rsid w:val="00453CD3"/>
    <w:rsid w:val="00454716"/>
    <w:rsid w:val="00454B28"/>
    <w:rsid w:val="00454BB9"/>
    <w:rsid w:val="00454F7F"/>
    <w:rsid w:val="004550D3"/>
    <w:rsid w:val="00455731"/>
    <w:rsid w:val="00460660"/>
    <w:rsid w:val="0046112C"/>
    <w:rsid w:val="00464BA9"/>
    <w:rsid w:val="00465FDD"/>
    <w:rsid w:val="00470647"/>
    <w:rsid w:val="00471676"/>
    <w:rsid w:val="00472ED5"/>
    <w:rsid w:val="00474F4D"/>
    <w:rsid w:val="00477F08"/>
    <w:rsid w:val="00483969"/>
    <w:rsid w:val="00483B35"/>
    <w:rsid w:val="00483ED7"/>
    <w:rsid w:val="00485575"/>
    <w:rsid w:val="00486107"/>
    <w:rsid w:val="004871D1"/>
    <w:rsid w:val="00491827"/>
    <w:rsid w:val="0049240D"/>
    <w:rsid w:val="004928D2"/>
    <w:rsid w:val="00496921"/>
    <w:rsid w:val="004A6336"/>
    <w:rsid w:val="004B34E9"/>
    <w:rsid w:val="004B595B"/>
    <w:rsid w:val="004B5BCD"/>
    <w:rsid w:val="004B62B9"/>
    <w:rsid w:val="004B6506"/>
    <w:rsid w:val="004C0D5E"/>
    <w:rsid w:val="004C4399"/>
    <w:rsid w:val="004C787C"/>
    <w:rsid w:val="004D010F"/>
    <w:rsid w:val="004D12F4"/>
    <w:rsid w:val="004D33A0"/>
    <w:rsid w:val="004D5285"/>
    <w:rsid w:val="004E7A1F"/>
    <w:rsid w:val="004F1D17"/>
    <w:rsid w:val="004F21A1"/>
    <w:rsid w:val="004F4597"/>
    <w:rsid w:val="004F4B9B"/>
    <w:rsid w:val="004F5411"/>
    <w:rsid w:val="004F7E61"/>
    <w:rsid w:val="00500A44"/>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C2D"/>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7F74"/>
    <w:rsid w:val="00591185"/>
    <w:rsid w:val="00593FAE"/>
    <w:rsid w:val="005A1F44"/>
    <w:rsid w:val="005A3D2F"/>
    <w:rsid w:val="005A4694"/>
    <w:rsid w:val="005B1496"/>
    <w:rsid w:val="005B3E86"/>
    <w:rsid w:val="005B43BE"/>
    <w:rsid w:val="005C13BC"/>
    <w:rsid w:val="005C1B52"/>
    <w:rsid w:val="005C36B9"/>
    <w:rsid w:val="005D3C39"/>
    <w:rsid w:val="005D5689"/>
    <w:rsid w:val="005D5F5C"/>
    <w:rsid w:val="005E24CB"/>
    <w:rsid w:val="005E49D0"/>
    <w:rsid w:val="005E6218"/>
    <w:rsid w:val="005E7AF9"/>
    <w:rsid w:val="005E7E6E"/>
    <w:rsid w:val="005F298D"/>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40B30"/>
    <w:rsid w:val="00641094"/>
    <w:rsid w:val="006434F4"/>
    <w:rsid w:val="0065255A"/>
    <w:rsid w:val="00652EFD"/>
    <w:rsid w:val="00655976"/>
    <w:rsid w:val="0065610E"/>
    <w:rsid w:val="00656A03"/>
    <w:rsid w:val="00660587"/>
    <w:rsid w:val="00660AD3"/>
    <w:rsid w:val="006638F8"/>
    <w:rsid w:val="00665962"/>
    <w:rsid w:val="006667E6"/>
    <w:rsid w:val="00666F2D"/>
    <w:rsid w:val="006715C1"/>
    <w:rsid w:val="00673188"/>
    <w:rsid w:val="00673F7D"/>
    <w:rsid w:val="00674099"/>
    <w:rsid w:val="00674785"/>
    <w:rsid w:val="006776B6"/>
    <w:rsid w:val="00691118"/>
    <w:rsid w:val="006925E6"/>
    <w:rsid w:val="00693150"/>
    <w:rsid w:val="00696691"/>
    <w:rsid w:val="00696E3D"/>
    <w:rsid w:val="006A1D4B"/>
    <w:rsid w:val="006A1FB5"/>
    <w:rsid w:val="006A4F83"/>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0F58"/>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018C"/>
    <w:rsid w:val="00720F4A"/>
    <w:rsid w:val="00723ED1"/>
    <w:rsid w:val="00726B16"/>
    <w:rsid w:val="007309F6"/>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41A2"/>
    <w:rsid w:val="00755818"/>
    <w:rsid w:val="0076286B"/>
    <w:rsid w:val="00763CC1"/>
    <w:rsid w:val="007654A5"/>
    <w:rsid w:val="00766846"/>
    <w:rsid w:val="00766C2B"/>
    <w:rsid w:val="00766F4A"/>
    <w:rsid w:val="0076790E"/>
    <w:rsid w:val="00771B61"/>
    <w:rsid w:val="00771C62"/>
    <w:rsid w:val="0077382B"/>
    <w:rsid w:val="00773DC0"/>
    <w:rsid w:val="00774789"/>
    <w:rsid w:val="0077673A"/>
    <w:rsid w:val="00777E1F"/>
    <w:rsid w:val="00781DE3"/>
    <w:rsid w:val="00782707"/>
    <w:rsid w:val="00782C37"/>
    <w:rsid w:val="00783087"/>
    <w:rsid w:val="007846E1"/>
    <w:rsid w:val="007847D6"/>
    <w:rsid w:val="007858F0"/>
    <w:rsid w:val="00786496"/>
    <w:rsid w:val="0079069D"/>
    <w:rsid w:val="00796DC1"/>
    <w:rsid w:val="007A2107"/>
    <w:rsid w:val="007A4A74"/>
    <w:rsid w:val="007A5172"/>
    <w:rsid w:val="007A6474"/>
    <w:rsid w:val="007A67A0"/>
    <w:rsid w:val="007B050C"/>
    <w:rsid w:val="007B42B7"/>
    <w:rsid w:val="007B4D21"/>
    <w:rsid w:val="007B570C"/>
    <w:rsid w:val="007B592C"/>
    <w:rsid w:val="007C1338"/>
    <w:rsid w:val="007C154D"/>
    <w:rsid w:val="007C1CD8"/>
    <w:rsid w:val="007C1F79"/>
    <w:rsid w:val="007C2AA1"/>
    <w:rsid w:val="007C2DC8"/>
    <w:rsid w:val="007C4ABB"/>
    <w:rsid w:val="007C4FE0"/>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585B"/>
    <w:rsid w:val="00876C45"/>
    <w:rsid w:val="00876D73"/>
    <w:rsid w:val="0087706F"/>
    <w:rsid w:val="00880C36"/>
    <w:rsid w:val="00885737"/>
    <w:rsid w:val="00887F36"/>
    <w:rsid w:val="00892770"/>
    <w:rsid w:val="00894AB7"/>
    <w:rsid w:val="00896CC4"/>
    <w:rsid w:val="00897B96"/>
    <w:rsid w:val="008A3568"/>
    <w:rsid w:val="008A5E06"/>
    <w:rsid w:val="008A6886"/>
    <w:rsid w:val="008B0ED8"/>
    <w:rsid w:val="008B10F6"/>
    <w:rsid w:val="008B2021"/>
    <w:rsid w:val="008B251E"/>
    <w:rsid w:val="008B3257"/>
    <w:rsid w:val="008B4CEC"/>
    <w:rsid w:val="008B60F5"/>
    <w:rsid w:val="008C0335"/>
    <w:rsid w:val="008C27CC"/>
    <w:rsid w:val="008C3044"/>
    <w:rsid w:val="008C50F3"/>
    <w:rsid w:val="008C51DA"/>
    <w:rsid w:val="008C5FF0"/>
    <w:rsid w:val="008C65BC"/>
    <w:rsid w:val="008C6C63"/>
    <w:rsid w:val="008C7EFE"/>
    <w:rsid w:val="008D03B9"/>
    <w:rsid w:val="008D30C7"/>
    <w:rsid w:val="008D552B"/>
    <w:rsid w:val="008D5B01"/>
    <w:rsid w:val="008D7D26"/>
    <w:rsid w:val="008E1138"/>
    <w:rsid w:val="008E12E4"/>
    <w:rsid w:val="008E3AB5"/>
    <w:rsid w:val="008E5D9D"/>
    <w:rsid w:val="008E78A5"/>
    <w:rsid w:val="008F0019"/>
    <w:rsid w:val="008F18D6"/>
    <w:rsid w:val="008F2C9B"/>
    <w:rsid w:val="008F3697"/>
    <w:rsid w:val="008F6BE8"/>
    <w:rsid w:val="008F797B"/>
    <w:rsid w:val="009032C3"/>
    <w:rsid w:val="0090370B"/>
    <w:rsid w:val="009037BF"/>
    <w:rsid w:val="00903C55"/>
    <w:rsid w:val="00904780"/>
    <w:rsid w:val="0090635B"/>
    <w:rsid w:val="009068F6"/>
    <w:rsid w:val="00907814"/>
    <w:rsid w:val="00916A2E"/>
    <w:rsid w:val="00920DEB"/>
    <w:rsid w:val="0092226C"/>
    <w:rsid w:val="00922385"/>
    <w:rsid w:val="009223DF"/>
    <w:rsid w:val="00925F7A"/>
    <w:rsid w:val="00930B79"/>
    <w:rsid w:val="00935206"/>
    <w:rsid w:val="00936091"/>
    <w:rsid w:val="00936104"/>
    <w:rsid w:val="00940D8A"/>
    <w:rsid w:val="00941491"/>
    <w:rsid w:val="0094325D"/>
    <w:rsid w:val="0094424B"/>
    <w:rsid w:val="00962258"/>
    <w:rsid w:val="00962869"/>
    <w:rsid w:val="00964860"/>
    <w:rsid w:val="009660AD"/>
    <w:rsid w:val="009678B7"/>
    <w:rsid w:val="00971C1A"/>
    <w:rsid w:val="00976973"/>
    <w:rsid w:val="00976FCB"/>
    <w:rsid w:val="00980909"/>
    <w:rsid w:val="00984CDB"/>
    <w:rsid w:val="009854FD"/>
    <w:rsid w:val="00986BA3"/>
    <w:rsid w:val="00991104"/>
    <w:rsid w:val="00992D9C"/>
    <w:rsid w:val="009968AD"/>
    <w:rsid w:val="00996CB8"/>
    <w:rsid w:val="009A27BB"/>
    <w:rsid w:val="009A52BE"/>
    <w:rsid w:val="009A5EA6"/>
    <w:rsid w:val="009A634D"/>
    <w:rsid w:val="009B0DB1"/>
    <w:rsid w:val="009B0F80"/>
    <w:rsid w:val="009B2E45"/>
    <w:rsid w:val="009B2E97"/>
    <w:rsid w:val="009B3A21"/>
    <w:rsid w:val="009B3CB0"/>
    <w:rsid w:val="009B5146"/>
    <w:rsid w:val="009B69D6"/>
    <w:rsid w:val="009B7E95"/>
    <w:rsid w:val="009C0F4D"/>
    <w:rsid w:val="009C418E"/>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2EF"/>
    <w:rsid w:val="00A43668"/>
    <w:rsid w:val="00A446BE"/>
    <w:rsid w:val="00A46E35"/>
    <w:rsid w:val="00A47DE5"/>
    <w:rsid w:val="00A50641"/>
    <w:rsid w:val="00A51C91"/>
    <w:rsid w:val="00A530BF"/>
    <w:rsid w:val="00A55C9A"/>
    <w:rsid w:val="00A56621"/>
    <w:rsid w:val="00A571E7"/>
    <w:rsid w:val="00A6177B"/>
    <w:rsid w:val="00A619CA"/>
    <w:rsid w:val="00A62FE1"/>
    <w:rsid w:val="00A6598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19A4"/>
    <w:rsid w:val="00A92375"/>
    <w:rsid w:val="00A94C2F"/>
    <w:rsid w:val="00A95C0A"/>
    <w:rsid w:val="00A965D3"/>
    <w:rsid w:val="00AA3E17"/>
    <w:rsid w:val="00AA4CBB"/>
    <w:rsid w:val="00AA5C98"/>
    <w:rsid w:val="00AA5C9B"/>
    <w:rsid w:val="00AA65FA"/>
    <w:rsid w:val="00AA7351"/>
    <w:rsid w:val="00AA7A82"/>
    <w:rsid w:val="00AB1063"/>
    <w:rsid w:val="00AB28D0"/>
    <w:rsid w:val="00AB33BC"/>
    <w:rsid w:val="00AB6F88"/>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2966"/>
    <w:rsid w:val="00B13A26"/>
    <w:rsid w:val="00B15D0D"/>
    <w:rsid w:val="00B15F78"/>
    <w:rsid w:val="00B22106"/>
    <w:rsid w:val="00B222F7"/>
    <w:rsid w:val="00B226BA"/>
    <w:rsid w:val="00B22976"/>
    <w:rsid w:val="00B22AB6"/>
    <w:rsid w:val="00B2309B"/>
    <w:rsid w:val="00B27466"/>
    <w:rsid w:val="00B34E7F"/>
    <w:rsid w:val="00B429CF"/>
    <w:rsid w:val="00B42A5E"/>
    <w:rsid w:val="00B448FF"/>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468D"/>
    <w:rsid w:val="00B97CC3"/>
    <w:rsid w:val="00BA197A"/>
    <w:rsid w:val="00BA1CFD"/>
    <w:rsid w:val="00BA3D9D"/>
    <w:rsid w:val="00BB1A18"/>
    <w:rsid w:val="00BB4AF2"/>
    <w:rsid w:val="00BB72FA"/>
    <w:rsid w:val="00BC06C4"/>
    <w:rsid w:val="00BC1044"/>
    <w:rsid w:val="00BC49C0"/>
    <w:rsid w:val="00BC663E"/>
    <w:rsid w:val="00BC6D2B"/>
    <w:rsid w:val="00BC7269"/>
    <w:rsid w:val="00BD0273"/>
    <w:rsid w:val="00BD04FA"/>
    <w:rsid w:val="00BD07D8"/>
    <w:rsid w:val="00BD0FBD"/>
    <w:rsid w:val="00BD4E9E"/>
    <w:rsid w:val="00BD5561"/>
    <w:rsid w:val="00BD5A0E"/>
    <w:rsid w:val="00BD7438"/>
    <w:rsid w:val="00BD7E91"/>
    <w:rsid w:val="00BD7F0D"/>
    <w:rsid w:val="00BE0913"/>
    <w:rsid w:val="00BE22EE"/>
    <w:rsid w:val="00BE49F4"/>
    <w:rsid w:val="00BE7CD3"/>
    <w:rsid w:val="00BF2A76"/>
    <w:rsid w:val="00BF30A4"/>
    <w:rsid w:val="00BF393A"/>
    <w:rsid w:val="00C02436"/>
    <w:rsid w:val="00C02D0A"/>
    <w:rsid w:val="00C03A6E"/>
    <w:rsid w:val="00C05F38"/>
    <w:rsid w:val="00C06F8A"/>
    <w:rsid w:val="00C07508"/>
    <w:rsid w:val="00C17BC1"/>
    <w:rsid w:val="00C203FF"/>
    <w:rsid w:val="00C212F4"/>
    <w:rsid w:val="00C226C0"/>
    <w:rsid w:val="00C26B03"/>
    <w:rsid w:val="00C31ADD"/>
    <w:rsid w:val="00C34047"/>
    <w:rsid w:val="00C37B25"/>
    <w:rsid w:val="00C42FE6"/>
    <w:rsid w:val="00C44F6A"/>
    <w:rsid w:val="00C47ECC"/>
    <w:rsid w:val="00C51B58"/>
    <w:rsid w:val="00C52720"/>
    <w:rsid w:val="00C55CEB"/>
    <w:rsid w:val="00C56B64"/>
    <w:rsid w:val="00C57268"/>
    <w:rsid w:val="00C6198E"/>
    <w:rsid w:val="00C6339C"/>
    <w:rsid w:val="00C639AD"/>
    <w:rsid w:val="00C70748"/>
    <w:rsid w:val="00C7077F"/>
    <w:rsid w:val="00C708EA"/>
    <w:rsid w:val="00C7216F"/>
    <w:rsid w:val="00C776E5"/>
    <w:rsid w:val="00C778A5"/>
    <w:rsid w:val="00C82250"/>
    <w:rsid w:val="00C84C01"/>
    <w:rsid w:val="00C84F86"/>
    <w:rsid w:val="00C95162"/>
    <w:rsid w:val="00CA08FB"/>
    <w:rsid w:val="00CA2B1E"/>
    <w:rsid w:val="00CA41FA"/>
    <w:rsid w:val="00CA4A2C"/>
    <w:rsid w:val="00CA5133"/>
    <w:rsid w:val="00CB14C4"/>
    <w:rsid w:val="00CB14C7"/>
    <w:rsid w:val="00CB2B9A"/>
    <w:rsid w:val="00CB3151"/>
    <w:rsid w:val="00CB419B"/>
    <w:rsid w:val="00CB51FD"/>
    <w:rsid w:val="00CB6A37"/>
    <w:rsid w:val="00CB6AC6"/>
    <w:rsid w:val="00CB7684"/>
    <w:rsid w:val="00CC005F"/>
    <w:rsid w:val="00CC0E0B"/>
    <w:rsid w:val="00CC1656"/>
    <w:rsid w:val="00CC3F4F"/>
    <w:rsid w:val="00CC4380"/>
    <w:rsid w:val="00CC79E1"/>
    <w:rsid w:val="00CC7BE1"/>
    <w:rsid w:val="00CC7C8F"/>
    <w:rsid w:val="00CC7F60"/>
    <w:rsid w:val="00CD0B8B"/>
    <w:rsid w:val="00CD1856"/>
    <w:rsid w:val="00CD1C73"/>
    <w:rsid w:val="00CD1FC4"/>
    <w:rsid w:val="00CD5D15"/>
    <w:rsid w:val="00CD7B3F"/>
    <w:rsid w:val="00CE2274"/>
    <w:rsid w:val="00CE22D6"/>
    <w:rsid w:val="00CF06BF"/>
    <w:rsid w:val="00CF4237"/>
    <w:rsid w:val="00CF4AAE"/>
    <w:rsid w:val="00CF5185"/>
    <w:rsid w:val="00D00256"/>
    <w:rsid w:val="00D006F4"/>
    <w:rsid w:val="00D034A0"/>
    <w:rsid w:val="00D079BF"/>
    <w:rsid w:val="00D07B20"/>
    <w:rsid w:val="00D1099C"/>
    <w:rsid w:val="00D10A2D"/>
    <w:rsid w:val="00D122E5"/>
    <w:rsid w:val="00D139AC"/>
    <w:rsid w:val="00D145E1"/>
    <w:rsid w:val="00D148AE"/>
    <w:rsid w:val="00D148BC"/>
    <w:rsid w:val="00D20392"/>
    <w:rsid w:val="00D20E22"/>
    <w:rsid w:val="00D21061"/>
    <w:rsid w:val="00D21732"/>
    <w:rsid w:val="00D320AC"/>
    <w:rsid w:val="00D37B14"/>
    <w:rsid w:val="00D4108E"/>
    <w:rsid w:val="00D42474"/>
    <w:rsid w:val="00D4572D"/>
    <w:rsid w:val="00D4608D"/>
    <w:rsid w:val="00D510F1"/>
    <w:rsid w:val="00D54135"/>
    <w:rsid w:val="00D57BFB"/>
    <w:rsid w:val="00D6027A"/>
    <w:rsid w:val="00D6163D"/>
    <w:rsid w:val="00D6259C"/>
    <w:rsid w:val="00D6552D"/>
    <w:rsid w:val="00D7668B"/>
    <w:rsid w:val="00D831A3"/>
    <w:rsid w:val="00D84201"/>
    <w:rsid w:val="00D8584F"/>
    <w:rsid w:val="00D90F25"/>
    <w:rsid w:val="00D96B3F"/>
    <w:rsid w:val="00D97BE3"/>
    <w:rsid w:val="00DA0D67"/>
    <w:rsid w:val="00DA3711"/>
    <w:rsid w:val="00DB2561"/>
    <w:rsid w:val="00DB2E59"/>
    <w:rsid w:val="00DB5D9B"/>
    <w:rsid w:val="00DB619A"/>
    <w:rsid w:val="00DB6399"/>
    <w:rsid w:val="00DB7379"/>
    <w:rsid w:val="00DC145D"/>
    <w:rsid w:val="00DC2DEF"/>
    <w:rsid w:val="00DD36BE"/>
    <w:rsid w:val="00DD46F3"/>
    <w:rsid w:val="00DE51A5"/>
    <w:rsid w:val="00DE56F2"/>
    <w:rsid w:val="00DE6A35"/>
    <w:rsid w:val="00DE7DF2"/>
    <w:rsid w:val="00DF116D"/>
    <w:rsid w:val="00DF27AF"/>
    <w:rsid w:val="00E009D2"/>
    <w:rsid w:val="00E01EA1"/>
    <w:rsid w:val="00E04992"/>
    <w:rsid w:val="00E10695"/>
    <w:rsid w:val="00E10A14"/>
    <w:rsid w:val="00E138A9"/>
    <w:rsid w:val="00E150F2"/>
    <w:rsid w:val="00E166CB"/>
    <w:rsid w:val="00E16AEB"/>
    <w:rsid w:val="00E16FF7"/>
    <w:rsid w:val="00E17C1E"/>
    <w:rsid w:val="00E17C5A"/>
    <w:rsid w:val="00E22C30"/>
    <w:rsid w:val="00E24301"/>
    <w:rsid w:val="00E2511C"/>
    <w:rsid w:val="00E26D68"/>
    <w:rsid w:val="00E323D1"/>
    <w:rsid w:val="00E33B76"/>
    <w:rsid w:val="00E37237"/>
    <w:rsid w:val="00E373C7"/>
    <w:rsid w:val="00E41B04"/>
    <w:rsid w:val="00E437B0"/>
    <w:rsid w:val="00E44045"/>
    <w:rsid w:val="00E4520D"/>
    <w:rsid w:val="00E45E0B"/>
    <w:rsid w:val="00E479F4"/>
    <w:rsid w:val="00E51802"/>
    <w:rsid w:val="00E5195A"/>
    <w:rsid w:val="00E531BF"/>
    <w:rsid w:val="00E56CBF"/>
    <w:rsid w:val="00E57E67"/>
    <w:rsid w:val="00E618C4"/>
    <w:rsid w:val="00E65BBD"/>
    <w:rsid w:val="00E66B3B"/>
    <w:rsid w:val="00E7218A"/>
    <w:rsid w:val="00E7329F"/>
    <w:rsid w:val="00E842A5"/>
    <w:rsid w:val="00E878EE"/>
    <w:rsid w:val="00E95E1D"/>
    <w:rsid w:val="00EA07C0"/>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F016C7"/>
    <w:rsid w:val="00F0349F"/>
    <w:rsid w:val="00F04920"/>
    <w:rsid w:val="00F0623D"/>
    <w:rsid w:val="00F063DF"/>
    <w:rsid w:val="00F073CB"/>
    <w:rsid w:val="00F07755"/>
    <w:rsid w:val="00F10664"/>
    <w:rsid w:val="00F12DEC"/>
    <w:rsid w:val="00F16C4B"/>
    <w:rsid w:val="00F1715C"/>
    <w:rsid w:val="00F17E8A"/>
    <w:rsid w:val="00F2276C"/>
    <w:rsid w:val="00F310F8"/>
    <w:rsid w:val="00F348C0"/>
    <w:rsid w:val="00F35939"/>
    <w:rsid w:val="00F40350"/>
    <w:rsid w:val="00F40D6B"/>
    <w:rsid w:val="00F45607"/>
    <w:rsid w:val="00F45B56"/>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4C7B"/>
    <w:rsid w:val="00F86BA6"/>
    <w:rsid w:val="00F86D2A"/>
    <w:rsid w:val="00F875C4"/>
    <w:rsid w:val="00F93E20"/>
    <w:rsid w:val="00F94410"/>
    <w:rsid w:val="00FA21E1"/>
    <w:rsid w:val="00FA2ADC"/>
    <w:rsid w:val="00FA47CE"/>
    <w:rsid w:val="00FA487B"/>
    <w:rsid w:val="00FA4D7F"/>
    <w:rsid w:val="00FB1188"/>
    <w:rsid w:val="00FB1A3D"/>
    <w:rsid w:val="00FB6342"/>
    <w:rsid w:val="00FC2432"/>
    <w:rsid w:val="00FC6389"/>
    <w:rsid w:val="00FC7084"/>
    <w:rsid w:val="00FC757D"/>
    <w:rsid w:val="00FD0304"/>
    <w:rsid w:val="00FD1094"/>
    <w:rsid w:val="00FD3DA8"/>
    <w:rsid w:val="00FD407F"/>
    <w:rsid w:val="00FD6F00"/>
    <w:rsid w:val="00FE4333"/>
    <w:rsid w:val="00FE5726"/>
    <w:rsid w:val="00FE5A5D"/>
    <w:rsid w:val="00FE6AEC"/>
    <w:rsid w:val="00FE7939"/>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988004-52A0-43A4-9442-B6705ECD5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50</TotalTime>
  <Pages>1</Pages>
  <Words>19618</Words>
  <Characters>115748</Characters>
  <Application>Microsoft Office Word</Application>
  <DocSecurity>0</DocSecurity>
  <Lines>964</Lines>
  <Paragraphs>270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9</cp:revision>
  <cp:lastPrinted>2024-01-16T13:42:00Z</cp:lastPrinted>
  <dcterms:created xsi:type="dcterms:W3CDTF">2024-01-11T08:04:00Z</dcterms:created>
  <dcterms:modified xsi:type="dcterms:W3CDTF">2024-01-16T13:44:00Z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