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3B2DCEB" w:rsidR="00F862D6" w:rsidRPr="008C5E43" w:rsidRDefault="008C5E43" w:rsidP="008C5E43">
            <w:pPr>
              <w:ind w:left="283"/>
              <w:rPr>
                <w:rStyle w:val="Potovnadresa"/>
                <w:b/>
                <w:bCs/>
              </w:rPr>
            </w:pPr>
            <w:r w:rsidRPr="008C5E43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79AE8F66" w:rsidR="00F862D6" w:rsidRPr="003E6B9A" w:rsidRDefault="00A9453B" w:rsidP="00A9453B">
            <w:r w:rsidRPr="00A9453B">
              <w:rPr>
                <w:rFonts w:ascii="Helvetica" w:hAnsi="Helvetica"/>
              </w:rPr>
              <w:t>34</w:t>
            </w:r>
            <w:r w:rsidR="00CD7C28">
              <w:rPr>
                <w:rFonts w:ascii="Helvetica" w:hAnsi="Helvetica"/>
              </w:rPr>
              <w:t>0</w:t>
            </w:r>
            <w:r w:rsidRPr="00A9453B">
              <w:rPr>
                <w:rFonts w:ascii="Helvetica" w:hAnsi="Helvetica"/>
              </w:rPr>
              <w:t>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CD7C28" w:rsidRDefault="00F862D6" w:rsidP="0077673A">
            <w:r w:rsidRPr="00CD7C28">
              <w:t>Listů/příloh</w:t>
            </w:r>
          </w:p>
        </w:tc>
        <w:tc>
          <w:tcPr>
            <w:tcW w:w="2552" w:type="dxa"/>
          </w:tcPr>
          <w:p w14:paraId="00AF12B3" w14:textId="7179467B" w:rsidR="00F862D6" w:rsidRPr="00CD7C28" w:rsidRDefault="00CD7C28" w:rsidP="00CC1E2B">
            <w:r w:rsidRPr="00CD7C28">
              <w:t>10</w:t>
            </w:r>
            <w:r w:rsidR="003E6B9A" w:rsidRPr="00CD7C28">
              <w:t>/</w:t>
            </w:r>
            <w:r w:rsidRPr="00CD7C28"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7B75C28A" w:rsidR="00F862D6" w:rsidRPr="003E6B9A" w:rsidRDefault="00CF3C00" w:rsidP="00FE3455">
            <w:r>
              <w:t>Renáta Majerová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0BF41E54" w:rsidR="009A7568" w:rsidRPr="003E6B9A" w:rsidRDefault="00CF3C00" w:rsidP="009A7568">
            <w:r>
              <w:t>+420 724 932 325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6ABDB36B" w:rsidR="009A7568" w:rsidRPr="003E6B9A" w:rsidRDefault="00CF3C00" w:rsidP="006104F6">
            <w:r>
              <w:t>Majerova@spravazeleznic.cz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14BB12B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C5844">
              <w:rPr>
                <w:noProof/>
              </w:rPr>
              <w:t>8.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3863D7B8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F3C00">
        <w:rPr>
          <w:rFonts w:eastAsia="Calibri" w:cs="Times New Roman"/>
          <w:lang w:eastAsia="cs-CZ"/>
        </w:rPr>
        <w:t xml:space="preserve">Věc: </w:t>
      </w:r>
      <w:r w:rsidR="009206F5" w:rsidRPr="00CF3C00">
        <w:rPr>
          <w:rFonts w:eastAsia="Calibri" w:cs="Times New Roman"/>
          <w:lang w:eastAsia="cs-CZ"/>
        </w:rPr>
        <w:tab/>
        <w:t>Vysvětlení/ změna/ doplnění zadávací dokumentace č.</w:t>
      </w:r>
      <w:r w:rsidR="006D3093" w:rsidRPr="00CF3C00">
        <w:rPr>
          <w:rFonts w:eastAsia="Calibri" w:cs="Times New Roman"/>
          <w:lang w:eastAsia="cs-CZ"/>
        </w:rPr>
        <w:t xml:space="preserve"> </w:t>
      </w:r>
      <w:r w:rsidR="00CD7C28">
        <w:rPr>
          <w:rFonts w:eastAsia="Times New Roman" w:cs="Times New Roman"/>
          <w:lang w:eastAsia="cs-CZ"/>
        </w:rPr>
        <w:t>2</w:t>
      </w:r>
    </w:p>
    <w:p w14:paraId="1C466933" w14:textId="642F2830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CF3C00" w:rsidRPr="00CF3C00">
        <w:rPr>
          <w:rFonts w:eastAsia="Calibri" w:cs="Times New Roman"/>
          <w:b/>
          <w:lang w:eastAsia="cs-CZ"/>
        </w:rPr>
        <w:t>Implementace ETCS Regional Chrudim - Borohrádek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155072647"/>
      <w:r w:rsidRPr="00CB7B5A">
        <w:rPr>
          <w:rFonts w:eastAsia="Calibri" w:cs="Times New Roman"/>
          <w:b/>
          <w:lang w:eastAsia="cs-CZ"/>
        </w:rPr>
        <w:t>Dotaz č. 1:</w:t>
      </w:r>
    </w:p>
    <w:p w14:paraId="3C6E587F" w14:textId="60E6D05D" w:rsidR="00DB13FA" w:rsidRPr="006E10F2" w:rsidRDefault="00DB13FA" w:rsidP="00DB13FA">
      <w:pPr>
        <w:spacing w:after="0"/>
        <w:rPr>
          <w:rFonts w:cstheme="minorHAnsi"/>
        </w:rPr>
      </w:pPr>
      <w:r w:rsidRPr="006E10F2">
        <w:rPr>
          <w:rFonts w:cstheme="minorHAnsi"/>
          <w:b/>
        </w:rPr>
        <w:t>PS 01-01-71, PS 02-01-71, PS 03-01-71, PS 04-01-71</w:t>
      </w:r>
    </w:p>
    <w:p w14:paraId="7045E1B1" w14:textId="77777777" w:rsidR="00DB13FA" w:rsidRPr="006E10F2" w:rsidRDefault="00DB13FA" w:rsidP="00DB13FA">
      <w:pPr>
        <w:spacing w:after="0"/>
        <w:rPr>
          <w:rFonts w:cstheme="minorHAnsi"/>
        </w:rPr>
      </w:pPr>
      <w:r w:rsidRPr="006E10F2">
        <w:rPr>
          <w:rFonts w:cstheme="minorHAnsi"/>
        </w:rPr>
        <w:t>Ve výkazech výměr je u položek pro hloubení jam a rýh uvedena třída zeminy II. Chápeme správně, že se jedná o třídu těžitelnosti 4 dle starší ČSN 73 3050 dle tabulky níže?</w:t>
      </w:r>
    </w:p>
    <w:p w14:paraId="5C4F47A3" w14:textId="60779504" w:rsidR="00CB7B5A" w:rsidRPr="00DB13FA" w:rsidRDefault="00DB13FA" w:rsidP="00DB13FA">
      <w:pPr>
        <w:pStyle w:val="Odstavecseseznamem"/>
        <w:ind w:left="0"/>
        <w:rPr>
          <w:rFonts w:cstheme="minorHAnsi"/>
          <w:color w:val="00B050"/>
        </w:rPr>
      </w:pPr>
      <w:r w:rsidRPr="006E10F2">
        <w:rPr>
          <w:rFonts w:cstheme="minorHAnsi"/>
          <w:noProof/>
          <w:color w:val="00B050"/>
          <w:lang w:eastAsia="cs-CZ"/>
        </w:rPr>
        <w:drawing>
          <wp:inline distT="0" distB="0" distL="0" distR="0" wp14:anchorId="4E9AF23D" wp14:editId="294BEAB3">
            <wp:extent cx="4595686" cy="2165300"/>
            <wp:effectExtent l="0" t="0" r="0" b="698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833" cy="2177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189A6222" w:rsidR="00302BAF" w:rsidRPr="004211A6" w:rsidRDefault="00707201" w:rsidP="00CB7B5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ANO</w:t>
      </w:r>
    </w:p>
    <w:p w14:paraId="7F11C39C" w14:textId="1CB6F2D9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8F2109" w14:textId="77777777" w:rsidR="00CF3C00" w:rsidRPr="00CB7B5A" w:rsidRDefault="00CF3C0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0231CC6B" w14:textId="77777777" w:rsidR="00DB13FA" w:rsidRPr="006E10F2" w:rsidRDefault="00DB13FA" w:rsidP="00DB13FA">
      <w:pPr>
        <w:spacing w:after="0"/>
        <w:rPr>
          <w:rFonts w:cstheme="minorHAnsi"/>
          <w:b/>
        </w:rPr>
      </w:pPr>
      <w:r w:rsidRPr="006E10F2">
        <w:rPr>
          <w:rFonts w:cstheme="minorHAnsi"/>
          <w:b/>
        </w:rPr>
        <w:t>PS 01-01-71, Dopravna D3 Chrudim město – ETCS</w:t>
      </w:r>
    </w:p>
    <w:p w14:paraId="4B7BDA12" w14:textId="77777777" w:rsidR="00DB13FA" w:rsidRPr="006E10F2" w:rsidRDefault="00DB13FA" w:rsidP="00DB13FA">
      <w:pPr>
        <w:spacing w:after="0"/>
        <w:rPr>
          <w:rFonts w:cstheme="minorHAnsi"/>
        </w:rPr>
      </w:pPr>
      <w:r w:rsidRPr="00DB13FA">
        <w:rPr>
          <w:rFonts w:cstheme="minorHAnsi"/>
        </w:rPr>
        <w:t>Podle kabelového schématu se předpokládá vybudování jednoho venkovního zabezpečovacího</w:t>
      </w:r>
      <w:r w:rsidRPr="006E10F2">
        <w:rPr>
          <w:rFonts w:cstheme="minorHAnsi"/>
        </w:rPr>
        <w:t xml:space="preserve"> kabelu přes 12P, konkrétně kabelu č. 811, 24P-24m, což je 0,576 KMPÁR. V soupisu prací je u odpovídajících položek uvedeno: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283"/>
        <w:gridCol w:w="5431"/>
        <w:gridCol w:w="851"/>
        <w:gridCol w:w="664"/>
      </w:tblGrid>
      <w:tr w:rsidR="00DB13FA" w:rsidRPr="002E4A3E" w14:paraId="41672937" w14:textId="77777777" w:rsidTr="000C5844">
        <w:trPr>
          <w:trHeight w:val="255"/>
        </w:trPr>
        <w:tc>
          <w:tcPr>
            <w:tcW w:w="562" w:type="dxa"/>
            <w:shd w:val="clear" w:color="auto" w:fill="auto"/>
            <w:noWrap/>
            <w:hideMark/>
          </w:tcPr>
          <w:p w14:paraId="6969BD08" w14:textId="77777777" w:rsidR="00DB13FA" w:rsidRPr="002E4A3E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885BA3E" w14:textId="77777777" w:rsidR="00DB13FA" w:rsidRPr="002E4A3E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75A141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5D46AA4C" w14:textId="77777777" w:rsidR="00DB13FA" w:rsidRPr="002E4A3E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B001446" w14:textId="77777777" w:rsidR="00DB13FA" w:rsidRPr="002E4A3E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KABEL METALICKÝ DVOUPLÁŠŤOVÝ PŘES 12 PÁRŮ - DODÁVKA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D16CC7F" w14:textId="77777777" w:rsidR="00DB13FA" w:rsidRPr="002E4A3E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KMPÁR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7EB002C5" w14:textId="77777777" w:rsidR="00DB13FA" w:rsidRPr="002E4A3E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1,080</w:t>
            </w:r>
          </w:p>
        </w:tc>
      </w:tr>
      <w:tr w:rsidR="00DB13FA" w:rsidRPr="006E10F2" w14:paraId="38516206" w14:textId="77777777" w:rsidTr="000C5844">
        <w:trPr>
          <w:trHeight w:val="255"/>
        </w:trPr>
        <w:tc>
          <w:tcPr>
            <w:tcW w:w="562" w:type="dxa"/>
            <w:shd w:val="clear" w:color="auto" w:fill="auto"/>
            <w:noWrap/>
            <w:hideMark/>
          </w:tcPr>
          <w:p w14:paraId="2DA50151" w14:textId="77777777" w:rsidR="00DB13FA" w:rsidRPr="002E4A3E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E304E34" w14:textId="77777777" w:rsidR="00DB13FA" w:rsidRPr="002E4A3E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75A227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0E34E933" w14:textId="77777777" w:rsidR="00DB13FA" w:rsidRPr="002E4A3E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1EE307DF" w14:textId="77777777" w:rsidR="00DB13FA" w:rsidRPr="002E4A3E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ZATAŽENÍ A SPOJKOVÁNÍ KABELŮ PŘES 12 PÁRŮ - MONTÁŽ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6B1AE49" w14:textId="77777777" w:rsidR="00DB13FA" w:rsidRPr="002E4A3E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KMPÁR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6977E9CE" w14:textId="77777777" w:rsidR="00DB13FA" w:rsidRPr="002E4A3E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2E4A3E">
              <w:rPr>
                <w:rFonts w:eastAsia="Times New Roman" w:cstheme="minorHAnsi"/>
                <w:lang w:eastAsia="cs-CZ"/>
              </w:rPr>
              <w:t>1,080</w:t>
            </w:r>
          </w:p>
        </w:tc>
      </w:tr>
    </w:tbl>
    <w:p w14:paraId="3D859300" w14:textId="68D2116D" w:rsidR="00CB7B5A" w:rsidRPr="00DB13FA" w:rsidRDefault="00DB13FA" w:rsidP="00DB13FA">
      <w:pPr>
        <w:rPr>
          <w:rFonts w:cstheme="minorHAnsi"/>
        </w:rPr>
      </w:pPr>
      <w:r w:rsidRPr="006E10F2">
        <w:rPr>
          <w:rFonts w:cstheme="minorHAnsi"/>
        </w:rPr>
        <w:t>Žádáme zadavatele o prověření množství u uvedených položek.</w:t>
      </w:r>
    </w:p>
    <w:p w14:paraId="48653E37" w14:textId="1FD78E01" w:rsidR="00CB7B5A" w:rsidRPr="00E67915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473C7AB" w14:textId="0B59B734" w:rsidR="0053339C" w:rsidRPr="004211A6" w:rsidRDefault="0053339C" w:rsidP="00CB7B5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Správná </w:t>
      </w:r>
      <w:r w:rsidR="00E67915" w:rsidRPr="004211A6">
        <w:rPr>
          <w:rFonts w:eastAsia="Calibri" w:cs="Times New Roman"/>
          <w:lang w:eastAsia="cs-CZ"/>
        </w:rPr>
        <w:t xml:space="preserve">délka kabelu </w:t>
      </w:r>
      <w:r w:rsidRPr="004211A6">
        <w:rPr>
          <w:rFonts w:eastAsia="Calibri" w:cs="Times New Roman"/>
          <w:lang w:eastAsia="cs-CZ"/>
        </w:rPr>
        <w:t>je 45 metrů.</w:t>
      </w:r>
    </w:p>
    <w:bookmarkEnd w:id="1"/>
    <w:p w14:paraId="6F10AE4D" w14:textId="2E2E3549"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DBF013E" w14:textId="639F8B8D" w:rsidR="00CF3C00" w:rsidRDefault="00CF3C00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B5E0906" w14:textId="4B3F36D2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7DE7088A" w14:textId="77777777" w:rsidR="00DB13FA" w:rsidRPr="006E10F2" w:rsidRDefault="00DB13FA" w:rsidP="00DB13FA">
      <w:pPr>
        <w:spacing w:after="0"/>
        <w:rPr>
          <w:rFonts w:cstheme="minorHAnsi"/>
          <w:b/>
        </w:rPr>
      </w:pPr>
      <w:r w:rsidRPr="006E10F2">
        <w:rPr>
          <w:rFonts w:cstheme="minorHAnsi"/>
          <w:b/>
        </w:rPr>
        <w:t>PS 01-01-71, Dopravna D3 Chrudim město – ETCS</w:t>
      </w:r>
    </w:p>
    <w:p w14:paraId="233F9A9C" w14:textId="77777777" w:rsidR="00DB13FA" w:rsidRPr="006E10F2" w:rsidRDefault="00DB13FA" w:rsidP="00DB13FA">
      <w:pPr>
        <w:spacing w:after="0"/>
        <w:rPr>
          <w:rFonts w:cstheme="minorHAnsi"/>
        </w:rPr>
      </w:pPr>
      <w:r w:rsidRPr="006E10F2">
        <w:rPr>
          <w:rFonts w:cstheme="minorHAnsi"/>
        </w:rPr>
        <w:t>Podle kabelového schématu se předpokládá vybudování venkovní kabelizace v délce minimálně 535+1030=1565m. Pokud budeme uvažovat běžný výkop/odkop/obnažení stávající trasy o rozměrech 35x90cm, množství výkopových prací vychází cca 49</w:t>
      </w:r>
      <w:r>
        <w:rPr>
          <w:rFonts w:cstheme="minorHAnsi"/>
        </w:rPr>
        <w:t>0</w:t>
      </w:r>
      <w:r w:rsidRPr="006E10F2">
        <w:rPr>
          <w:rFonts w:cstheme="minorHAnsi"/>
        </w:rPr>
        <w:t>m3. V soupisu prací je u odpovídajících položek zemních prací uvedeno: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425"/>
        <w:gridCol w:w="5318"/>
        <w:gridCol w:w="850"/>
        <w:gridCol w:w="778"/>
      </w:tblGrid>
      <w:tr w:rsidR="00DB13FA" w:rsidRPr="005F151B" w14:paraId="050C6CF4" w14:textId="77777777" w:rsidTr="000C5844">
        <w:trPr>
          <w:trHeight w:val="255"/>
        </w:trPr>
        <w:tc>
          <w:tcPr>
            <w:tcW w:w="421" w:type="dxa"/>
            <w:shd w:val="clear" w:color="auto" w:fill="auto"/>
            <w:noWrap/>
            <w:hideMark/>
          </w:tcPr>
          <w:p w14:paraId="5A1B0B8B" w14:textId="77777777" w:rsidR="00DB13FA" w:rsidRPr="005F151B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5F151B">
              <w:rPr>
                <w:rFonts w:eastAsia="Times New Roman" w:cstheme="minorHAnsi"/>
                <w:lang w:eastAsia="cs-CZ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A96A82A" w14:textId="77777777" w:rsidR="00DB13FA" w:rsidRPr="005F151B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bookmarkStart w:id="2" w:name="_Hlk155600563"/>
            <w:r w:rsidRPr="005F151B">
              <w:rPr>
                <w:rFonts w:eastAsia="Times New Roman" w:cstheme="minorHAnsi"/>
                <w:lang w:eastAsia="cs-CZ"/>
              </w:rPr>
              <w:t>13283</w:t>
            </w:r>
            <w:bookmarkEnd w:id="2"/>
          </w:p>
        </w:tc>
        <w:tc>
          <w:tcPr>
            <w:tcW w:w="425" w:type="dxa"/>
            <w:shd w:val="clear" w:color="auto" w:fill="auto"/>
            <w:noWrap/>
            <w:hideMark/>
          </w:tcPr>
          <w:p w14:paraId="60BE36D6" w14:textId="77777777" w:rsidR="00DB13FA" w:rsidRPr="005F151B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5F151B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14:paraId="7C4A98F0" w14:textId="77777777" w:rsidR="00DB13FA" w:rsidRPr="005F151B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5F151B">
              <w:rPr>
                <w:rFonts w:eastAsia="Times New Roman" w:cstheme="minorHAnsi"/>
                <w:lang w:eastAsia="cs-CZ"/>
              </w:rPr>
              <w:t>HLOUBENÍ RÝH ŠÍŘ DO 2M PAŽ I NEPAŽ TŘ. II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4DA304A" w14:textId="77777777" w:rsidR="00DB13FA" w:rsidRPr="005F151B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5F151B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17B5F86" w14:textId="77777777" w:rsidR="00DB13FA" w:rsidRPr="005F151B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5F151B">
              <w:rPr>
                <w:rFonts w:eastAsia="Times New Roman" w:cstheme="minorHAnsi"/>
                <w:lang w:eastAsia="cs-CZ"/>
              </w:rPr>
              <w:t>40,000</w:t>
            </w:r>
          </w:p>
        </w:tc>
      </w:tr>
      <w:tr w:rsidR="00DB13FA" w:rsidRPr="006E10F2" w14:paraId="66F9D22F" w14:textId="77777777" w:rsidTr="000C5844">
        <w:trPr>
          <w:trHeight w:val="255"/>
        </w:trPr>
        <w:tc>
          <w:tcPr>
            <w:tcW w:w="421" w:type="dxa"/>
            <w:shd w:val="clear" w:color="auto" w:fill="auto"/>
            <w:noWrap/>
            <w:hideMark/>
          </w:tcPr>
          <w:p w14:paraId="48BC74E0" w14:textId="77777777" w:rsidR="00DB13FA" w:rsidRPr="005F151B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5F151B">
              <w:rPr>
                <w:rFonts w:eastAsia="Times New Roman" w:cstheme="minorHAnsi"/>
                <w:lang w:eastAsia="cs-CZ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0DCA3F9" w14:textId="77777777" w:rsidR="00DB13FA" w:rsidRPr="005F151B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5F151B">
              <w:rPr>
                <w:rFonts w:eastAsia="Times New Roman" w:cstheme="minorHAnsi"/>
                <w:lang w:eastAsia="cs-CZ"/>
              </w:rPr>
              <w:t>17491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2B8B3ED5" w14:textId="77777777" w:rsidR="00DB13FA" w:rsidRPr="005F151B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5F151B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14:paraId="17F62DC6" w14:textId="77777777" w:rsidR="00DB13FA" w:rsidRPr="005F151B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5F151B">
              <w:rPr>
                <w:rFonts w:eastAsia="Times New Roman" w:cstheme="minorHAnsi"/>
                <w:lang w:eastAsia="cs-CZ"/>
              </w:rPr>
              <w:t>ZÁSYP JAM A RÝH Z JINÝCH MATERIÁLŮ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A46D357" w14:textId="77777777" w:rsidR="00DB13FA" w:rsidRPr="005F151B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5F151B">
              <w:rPr>
                <w:rFonts w:eastAsia="Times New Roman" w:cstheme="minorHAnsi"/>
                <w:lang w:eastAsia="cs-CZ"/>
              </w:rPr>
              <w:t>M3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A26A0F5" w14:textId="77777777" w:rsidR="00DB13FA" w:rsidRPr="005F151B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5F151B">
              <w:rPr>
                <w:rFonts w:eastAsia="Times New Roman" w:cstheme="minorHAnsi"/>
                <w:lang w:eastAsia="cs-CZ"/>
              </w:rPr>
              <w:t>66,000</w:t>
            </w:r>
          </w:p>
        </w:tc>
      </w:tr>
    </w:tbl>
    <w:p w14:paraId="3CCEC7C3" w14:textId="0D2ED227" w:rsidR="00CF3C00" w:rsidRPr="00DB13FA" w:rsidRDefault="00DB13FA" w:rsidP="00DB13FA">
      <w:pPr>
        <w:rPr>
          <w:rFonts w:cstheme="minorHAnsi"/>
        </w:rPr>
      </w:pPr>
      <w:r w:rsidRPr="006E10F2">
        <w:rPr>
          <w:rFonts w:cstheme="minorHAnsi"/>
        </w:rPr>
        <w:t>Žádáme zadavatele o prověření množství u uvedených položek. Poznámka: Množství u pol. č. 4 závisí také na množství u pol. č. 1 (HLOUBENÍ JAM ZAPAŽ I NEPAŽ TŘ II).</w:t>
      </w:r>
    </w:p>
    <w:p w14:paraId="3A2EA0AE" w14:textId="77777777" w:rsidR="00CF3C00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7259F8A" w14:textId="613201DA" w:rsidR="00CF3C00" w:rsidRPr="004211A6" w:rsidRDefault="003B467F" w:rsidP="00CF3C00">
      <w:pPr>
        <w:spacing w:after="0" w:line="240" w:lineRule="auto"/>
        <w:rPr>
          <w:rFonts w:eastAsia="Calibri" w:cs="Times New Roman"/>
          <w:lang w:eastAsia="cs-CZ"/>
        </w:rPr>
      </w:pPr>
      <w:bookmarkStart w:id="3" w:name="_Hlk155092570"/>
      <w:r w:rsidRPr="004211A6">
        <w:rPr>
          <w:rFonts w:eastAsia="Calibri" w:cs="Times New Roman"/>
          <w:lang w:eastAsia="cs-CZ"/>
        </w:rPr>
        <w:t xml:space="preserve">Položka č. 2 je pouze pro nové trasy, pro </w:t>
      </w:r>
      <w:proofErr w:type="spellStart"/>
      <w:r w:rsidRPr="004211A6">
        <w:rPr>
          <w:rFonts w:eastAsia="Calibri" w:cs="Times New Roman"/>
          <w:lang w:eastAsia="cs-CZ"/>
        </w:rPr>
        <w:t>přílož</w:t>
      </w:r>
      <w:proofErr w:type="spellEnd"/>
      <w:r w:rsidRPr="004211A6">
        <w:rPr>
          <w:rFonts w:eastAsia="Calibri" w:cs="Times New Roman"/>
          <w:lang w:eastAsia="cs-CZ"/>
        </w:rPr>
        <w:t xml:space="preserve"> do stávající trasy jsou položky č. 10 a </w:t>
      </w:r>
      <w:r w:rsidR="001D5AC4" w:rsidRPr="004211A6">
        <w:rPr>
          <w:rFonts w:eastAsia="Calibri" w:cs="Times New Roman"/>
          <w:lang w:eastAsia="cs-CZ"/>
        </w:rPr>
        <w:t>č. </w:t>
      </w:r>
      <w:r w:rsidRPr="004211A6">
        <w:rPr>
          <w:rFonts w:eastAsia="Calibri" w:cs="Times New Roman"/>
          <w:lang w:eastAsia="cs-CZ"/>
        </w:rPr>
        <w:t>11</w:t>
      </w:r>
      <w:bookmarkEnd w:id="3"/>
      <w:r w:rsidR="00E67915" w:rsidRPr="004211A6">
        <w:rPr>
          <w:rFonts w:eastAsia="Calibri" w:cs="Times New Roman"/>
          <w:lang w:eastAsia="cs-CZ"/>
        </w:rPr>
        <w:t xml:space="preserve"> včetně zemních prací</w:t>
      </w:r>
      <w:r w:rsidR="001D5AC4" w:rsidRPr="004211A6">
        <w:rPr>
          <w:rFonts w:eastAsia="Calibri" w:cs="Times New Roman"/>
          <w:lang w:eastAsia="cs-CZ"/>
        </w:rPr>
        <w:t>.</w:t>
      </w:r>
    </w:p>
    <w:p w14:paraId="15AECCED" w14:textId="1E1E7162" w:rsidR="00CF3C00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F07E77" w14:textId="77777777" w:rsidR="004211A6" w:rsidRPr="00CB7B5A" w:rsidRDefault="004211A6" w:rsidP="00CF3C0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6631F2" w14:textId="1583EE6F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718FA864" w14:textId="77777777" w:rsidR="00DB13FA" w:rsidRPr="006E10F2" w:rsidRDefault="00DB13FA" w:rsidP="00DB13FA">
      <w:pPr>
        <w:spacing w:after="0"/>
        <w:rPr>
          <w:rFonts w:cstheme="minorHAnsi"/>
          <w:b/>
        </w:rPr>
      </w:pPr>
      <w:r w:rsidRPr="006E10F2">
        <w:rPr>
          <w:rFonts w:cstheme="minorHAnsi"/>
          <w:b/>
        </w:rPr>
        <w:t>PS 01-01-71, Dopravna D3 Chrudim město – ETCS</w:t>
      </w:r>
    </w:p>
    <w:p w14:paraId="2F3BEE34" w14:textId="77777777" w:rsidR="00DB13FA" w:rsidRPr="006E10F2" w:rsidRDefault="00DB13FA" w:rsidP="00DB13FA">
      <w:pPr>
        <w:spacing w:after="0"/>
        <w:rPr>
          <w:rFonts w:cstheme="minorHAnsi"/>
        </w:rPr>
      </w:pPr>
      <w:r w:rsidRPr="006E10F2">
        <w:rPr>
          <w:rFonts w:cstheme="minorHAnsi"/>
        </w:rPr>
        <w:t>Podle kabelového schématu se předpokládá vybudování 1ks kabelové spojky, konkrétně pro prodloužení kabelu č. 412. V soupisu prací je u odpovídající položky uvedeno: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425"/>
        <w:gridCol w:w="5245"/>
        <w:gridCol w:w="851"/>
        <w:gridCol w:w="850"/>
      </w:tblGrid>
      <w:tr w:rsidR="00DB13FA" w:rsidRPr="006E10F2" w14:paraId="6617F9A1" w14:textId="77777777" w:rsidTr="000C5844">
        <w:trPr>
          <w:trHeight w:val="510"/>
        </w:trPr>
        <w:tc>
          <w:tcPr>
            <w:tcW w:w="421" w:type="dxa"/>
            <w:shd w:val="clear" w:color="auto" w:fill="auto"/>
            <w:noWrap/>
            <w:hideMark/>
          </w:tcPr>
          <w:p w14:paraId="292E0DB2" w14:textId="77777777" w:rsidR="00DB13FA" w:rsidRPr="006E10F2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6E10F2">
              <w:rPr>
                <w:rFonts w:eastAsia="Times New Roman" w:cstheme="minorHAnsi"/>
                <w:lang w:eastAsia="cs-CZ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6D0201B" w14:textId="77777777" w:rsidR="00DB13FA" w:rsidRPr="006E10F2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6E10F2">
              <w:rPr>
                <w:rFonts w:eastAsia="Times New Roman" w:cstheme="minorHAnsi"/>
                <w:lang w:eastAsia="cs-CZ"/>
              </w:rPr>
              <w:t>75A321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596C9FB9" w14:textId="77777777" w:rsidR="00DB13FA" w:rsidRPr="006E10F2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6E10F2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373855F9" w14:textId="77777777" w:rsidR="00DB13FA" w:rsidRPr="006E10F2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6E10F2">
              <w:rPr>
                <w:rFonts w:eastAsia="Times New Roman" w:cstheme="minorHAnsi"/>
                <w:lang w:eastAsia="cs-CZ"/>
              </w:rPr>
              <w:t>SPOJKA ROVNÁ PRO PLASTOVÉ KABELY S JÁDRY O PRŮMĚRU 1 MM2 DO 12 PÁRŮ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746FC2A" w14:textId="77777777" w:rsidR="00DB13FA" w:rsidRPr="006E10F2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6E10F2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9448E68" w14:textId="77777777" w:rsidR="00DB13FA" w:rsidRPr="006E10F2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6E10F2">
              <w:rPr>
                <w:rFonts w:eastAsia="Times New Roman" w:cstheme="minorHAnsi"/>
                <w:lang w:eastAsia="cs-CZ"/>
              </w:rPr>
              <w:t>4,000</w:t>
            </w:r>
          </w:p>
        </w:tc>
      </w:tr>
    </w:tbl>
    <w:p w14:paraId="2096EF53" w14:textId="5B5FAC35" w:rsidR="00CF3C00" w:rsidRPr="00DB13FA" w:rsidRDefault="00DB13FA" w:rsidP="00DB13FA">
      <w:pPr>
        <w:rPr>
          <w:rFonts w:cstheme="minorHAnsi"/>
        </w:rPr>
      </w:pPr>
      <w:r w:rsidRPr="006E10F2">
        <w:rPr>
          <w:rFonts w:cstheme="minorHAnsi"/>
        </w:rPr>
        <w:t>Žádáme zadavatele o p</w:t>
      </w:r>
      <w:r>
        <w:rPr>
          <w:rFonts w:cstheme="minorHAnsi"/>
        </w:rPr>
        <w:t>rověření množství u uvedené položky.</w:t>
      </w:r>
    </w:p>
    <w:p w14:paraId="596817E5" w14:textId="77777777" w:rsidR="00CF3C00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96996BE" w14:textId="4C2732FF" w:rsidR="00CF3C00" w:rsidRPr="004211A6" w:rsidRDefault="00E67915" w:rsidP="00CF3C00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Oprava na </w:t>
      </w:r>
      <w:r w:rsidR="003B467F" w:rsidRPr="004211A6">
        <w:rPr>
          <w:rFonts w:eastAsia="Calibri" w:cs="Times New Roman"/>
          <w:lang w:eastAsia="cs-CZ"/>
        </w:rPr>
        <w:t>1 ks</w:t>
      </w:r>
      <w:r w:rsidR="001D5AC4" w:rsidRPr="004211A6">
        <w:rPr>
          <w:rFonts w:eastAsia="Calibri" w:cs="Times New Roman"/>
          <w:lang w:eastAsia="cs-CZ"/>
        </w:rPr>
        <w:t>.</w:t>
      </w:r>
      <w:r w:rsidR="00EF73E0" w:rsidRPr="004211A6">
        <w:rPr>
          <w:rFonts w:eastAsia="Calibri" w:cs="Times New Roman"/>
          <w:lang w:eastAsia="cs-CZ"/>
        </w:rPr>
        <w:t xml:space="preserve"> </w:t>
      </w:r>
      <w:r w:rsidR="004211A6" w:rsidRPr="004211A6">
        <w:rPr>
          <w:rFonts w:eastAsia="Calibri" w:cs="Times New Roman"/>
          <w:lang w:eastAsia="cs-CZ"/>
        </w:rPr>
        <w:t xml:space="preserve">Soupis prací </w:t>
      </w:r>
      <w:r w:rsidR="00EF73E0" w:rsidRPr="004211A6">
        <w:rPr>
          <w:rFonts w:eastAsia="Calibri" w:cs="Times New Roman"/>
          <w:lang w:eastAsia="cs-CZ"/>
        </w:rPr>
        <w:t>upraven.</w:t>
      </w:r>
    </w:p>
    <w:p w14:paraId="7AB98CDE" w14:textId="32C8B5BD" w:rsidR="00CF3C00" w:rsidRDefault="00CF3C00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8F0EEC6" w14:textId="2E04F6FA" w:rsidR="00CF3C00" w:rsidRDefault="00CF3C00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4FF328C" w14:textId="2E07DA46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3177FAF8" w14:textId="77777777" w:rsidR="00DB13FA" w:rsidRPr="006E10F2" w:rsidRDefault="00DB13FA" w:rsidP="00DB13FA">
      <w:pPr>
        <w:spacing w:after="0"/>
        <w:rPr>
          <w:rFonts w:cstheme="minorHAnsi"/>
          <w:b/>
        </w:rPr>
      </w:pPr>
      <w:r w:rsidRPr="006E10F2">
        <w:rPr>
          <w:rFonts w:cstheme="minorHAnsi"/>
          <w:b/>
        </w:rPr>
        <w:t>PS 01-01-71, Dopravna D3 Chrudim město – ETCS</w:t>
      </w:r>
    </w:p>
    <w:p w14:paraId="62E3B8DC" w14:textId="77777777" w:rsidR="00DB13FA" w:rsidRDefault="00DB13FA" w:rsidP="00DB13FA">
      <w:pPr>
        <w:spacing w:after="0"/>
        <w:rPr>
          <w:rFonts w:cstheme="minorHAnsi"/>
        </w:rPr>
      </w:pPr>
      <w:r w:rsidRPr="006E10F2">
        <w:rPr>
          <w:rFonts w:cstheme="minorHAnsi"/>
        </w:rPr>
        <w:t>Podle kabelového schématu se předpokládá vybudování</w:t>
      </w:r>
      <w:r>
        <w:rPr>
          <w:rFonts w:cstheme="minorHAnsi"/>
        </w:rPr>
        <w:t xml:space="preserve"> celkem 2ks kabelů o délkách 535+1030m=1565m kabelu 10XN, což je 15,650 KMČTYŘKY a 4ks ukončení. </w:t>
      </w:r>
      <w:r w:rsidRPr="006E10F2">
        <w:rPr>
          <w:rFonts w:cstheme="minorHAnsi"/>
        </w:rPr>
        <w:t>V soupisu prací je u odpovídajících položek uvedeno: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797"/>
        <w:gridCol w:w="255"/>
        <w:gridCol w:w="5323"/>
        <w:gridCol w:w="1137"/>
        <w:gridCol w:w="1134"/>
      </w:tblGrid>
      <w:tr w:rsidR="009A6EDA" w:rsidRPr="00860CBD" w14:paraId="406364D9" w14:textId="77777777" w:rsidTr="000C5844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537B5AC" w14:textId="77777777" w:rsidR="00DB13FA" w:rsidRPr="00860CBD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37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55417AF3" w14:textId="77777777" w:rsidR="00DB13FA" w:rsidRPr="00860CBD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75I222</w:t>
            </w:r>
          </w:p>
        </w:tc>
        <w:tc>
          <w:tcPr>
            <w:tcW w:w="255" w:type="dxa"/>
            <w:shd w:val="clear" w:color="auto" w:fill="auto"/>
            <w:noWrap/>
            <w:vAlign w:val="center"/>
            <w:hideMark/>
          </w:tcPr>
          <w:p w14:paraId="4C169298" w14:textId="77777777" w:rsidR="00DB13FA" w:rsidRPr="00860CBD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323" w:type="dxa"/>
            <w:shd w:val="clear" w:color="auto" w:fill="auto"/>
            <w:vAlign w:val="center"/>
            <w:hideMark/>
          </w:tcPr>
          <w:p w14:paraId="1902B4A7" w14:textId="77777777" w:rsidR="00DB13FA" w:rsidRPr="00860CBD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KABEL ZEMNÍ DVOUPLÁŠŤOVÝ BEZ PANCÍŘE PRŮMĚRU ŽÍLY 0,8 MM DO 25XN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14:paraId="17D91F92" w14:textId="77777777" w:rsidR="00DB13FA" w:rsidRPr="00860CBD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KMČTYŘKA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9CE0A7" w14:textId="77777777" w:rsidR="00DB13FA" w:rsidRPr="00860CBD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17,550</w:t>
            </w:r>
          </w:p>
        </w:tc>
      </w:tr>
      <w:tr w:rsidR="009A6EDA" w:rsidRPr="00860CBD" w14:paraId="0AAF31C7" w14:textId="77777777" w:rsidTr="000C5844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020AE2D" w14:textId="77777777" w:rsidR="00DB13FA" w:rsidRPr="00860CBD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38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40C6C9EB" w14:textId="77777777" w:rsidR="00DB13FA" w:rsidRPr="00860CBD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75I22X</w:t>
            </w:r>
          </w:p>
        </w:tc>
        <w:tc>
          <w:tcPr>
            <w:tcW w:w="255" w:type="dxa"/>
            <w:shd w:val="clear" w:color="auto" w:fill="auto"/>
            <w:noWrap/>
            <w:vAlign w:val="center"/>
            <w:hideMark/>
          </w:tcPr>
          <w:p w14:paraId="253D007C" w14:textId="77777777" w:rsidR="00DB13FA" w:rsidRPr="00860CBD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323" w:type="dxa"/>
            <w:shd w:val="clear" w:color="auto" w:fill="auto"/>
            <w:vAlign w:val="center"/>
            <w:hideMark/>
          </w:tcPr>
          <w:p w14:paraId="30484CCB" w14:textId="77777777" w:rsidR="00DB13FA" w:rsidRPr="00860CBD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KABEL ZEMNÍ DVOUPLÁŠŤOVÝ BEZ PANCÍŘE PRŮMĚRU ŽÍLY 0,8 MM - MONTÁŽ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14:paraId="60B6E6FA" w14:textId="77777777" w:rsidR="00DB13FA" w:rsidRPr="00860CBD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C7FFDA" w14:textId="77777777" w:rsidR="00DB13FA" w:rsidRPr="00860CBD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1 755,000</w:t>
            </w:r>
          </w:p>
        </w:tc>
      </w:tr>
      <w:tr w:rsidR="009A6EDA" w:rsidRPr="00860CBD" w14:paraId="3E4CB84C" w14:textId="77777777" w:rsidTr="000C5844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156220" w14:textId="77777777" w:rsidR="00DB13FA" w:rsidRPr="00860CBD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39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14:paraId="156266BB" w14:textId="77777777" w:rsidR="00DB13FA" w:rsidRPr="00860CBD" w:rsidRDefault="00DB13F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742J51</w:t>
            </w:r>
          </w:p>
        </w:tc>
        <w:tc>
          <w:tcPr>
            <w:tcW w:w="255" w:type="dxa"/>
            <w:shd w:val="clear" w:color="auto" w:fill="auto"/>
            <w:noWrap/>
            <w:vAlign w:val="center"/>
            <w:hideMark/>
          </w:tcPr>
          <w:p w14:paraId="7B0BC635" w14:textId="77777777" w:rsidR="00DB13FA" w:rsidRPr="00860CBD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323" w:type="dxa"/>
            <w:shd w:val="clear" w:color="auto" w:fill="auto"/>
            <w:vAlign w:val="center"/>
            <w:hideMark/>
          </w:tcPr>
          <w:p w14:paraId="0DBFDAE4" w14:textId="77777777" w:rsidR="00DB13FA" w:rsidRPr="00860CBD" w:rsidRDefault="00DB13F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UKONČENÍ SDĚLOVACÍHO KABELU V ROZVADĚČI VČ. POMOCNÉHO MATERIÁLU A ZMĚŘENÍ KONTINUITY OVLÁDACÍHO OBVODU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14:paraId="143D0538" w14:textId="77777777" w:rsidR="00DB13FA" w:rsidRPr="00860CBD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FDE527" w14:textId="77777777" w:rsidR="00DB13FA" w:rsidRPr="00860CBD" w:rsidRDefault="00DB13F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60CBD">
              <w:rPr>
                <w:rFonts w:eastAsia="Times New Roman" w:cstheme="minorHAnsi"/>
                <w:lang w:eastAsia="cs-CZ"/>
              </w:rPr>
              <w:t>2,000</w:t>
            </w:r>
          </w:p>
        </w:tc>
      </w:tr>
    </w:tbl>
    <w:p w14:paraId="0D430179" w14:textId="359FDB46" w:rsidR="00CF3C00" w:rsidRPr="00DB13FA" w:rsidRDefault="00DB13FA" w:rsidP="00DB13FA">
      <w:pPr>
        <w:rPr>
          <w:rFonts w:cstheme="minorHAnsi"/>
        </w:rPr>
      </w:pPr>
      <w:r w:rsidRPr="006E10F2">
        <w:rPr>
          <w:rFonts w:cstheme="minorHAnsi"/>
        </w:rPr>
        <w:t>Žádáme zadavatele o prověření množství u uvedených položek.</w:t>
      </w:r>
    </w:p>
    <w:p w14:paraId="5E9C45EA" w14:textId="77777777" w:rsidR="00CF3C00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C32FC5F" w14:textId="5F2DD750" w:rsidR="00CF3C00" w:rsidRPr="004211A6" w:rsidRDefault="00E67915" w:rsidP="00CF3C00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Oprava d</w:t>
      </w:r>
      <w:r w:rsidR="003E4A4F" w:rsidRPr="004211A6">
        <w:rPr>
          <w:rFonts w:eastAsia="Calibri" w:cs="Times New Roman"/>
          <w:lang w:eastAsia="cs-CZ"/>
        </w:rPr>
        <w:t>élk</w:t>
      </w:r>
      <w:r w:rsidRPr="004211A6">
        <w:rPr>
          <w:rFonts w:eastAsia="Calibri" w:cs="Times New Roman"/>
          <w:lang w:eastAsia="cs-CZ"/>
        </w:rPr>
        <w:t>y na</w:t>
      </w:r>
      <w:r w:rsidR="003E4A4F" w:rsidRPr="004211A6">
        <w:rPr>
          <w:rFonts w:eastAsia="Calibri" w:cs="Times New Roman"/>
          <w:lang w:eastAsia="cs-CZ"/>
        </w:rPr>
        <w:t xml:space="preserve"> 1565</w:t>
      </w:r>
      <w:r w:rsidR="001D5AC4" w:rsidRPr="004211A6">
        <w:rPr>
          <w:rFonts w:eastAsia="Calibri" w:cs="Times New Roman"/>
          <w:lang w:eastAsia="cs-CZ"/>
        </w:rPr>
        <w:t> </w:t>
      </w:r>
      <w:r w:rsidR="003E4A4F" w:rsidRPr="004211A6">
        <w:rPr>
          <w:rFonts w:eastAsia="Calibri" w:cs="Times New Roman"/>
          <w:lang w:eastAsia="cs-CZ"/>
        </w:rPr>
        <w:t>m, ukončení 2 k</w:t>
      </w:r>
      <w:r w:rsidR="009F0A65" w:rsidRPr="004211A6">
        <w:rPr>
          <w:rFonts w:eastAsia="Calibri" w:cs="Times New Roman"/>
          <w:lang w:eastAsia="cs-CZ"/>
        </w:rPr>
        <w:t>s</w:t>
      </w:r>
      <w:r w:rsidR="003E4A4F" w:rsidRPr="004211A6">
        <w:rPr>
          <w:rFonts w:eastAsia="Calibri" w:cs="Times New Roman"/>
          <w:lang w:eastAsia="cs-CZ"/>
        </w:rPr>
        <w:t>, protože v kabelové komoře je pouze uložený zaizolovaný konec kabelu</w:t>
      </w:r>
      <w:r w:rsidR="001D5AC4" w:rsidRPr="004211A6">
        <w:rPr>
          <w:rFonts w:eastAsia="Calibri" w:cs="Times New Roman"/>
          <w:lang w:eastAsia="cs-CZ"/>
        </w:rPr>
        <w:t>.</w:t>
      </w:r>
      <w:r w:rsidR="00EF73E0" w:rsidRPr="004211A6">
        <w:rPr>
          <w:rFonts w:eastAsia="Calibri" w:cs="Times New Roman"/>
          <w:lang w:eastAsia="cs-CZ"/>
        </w:rPr>
        <w:t xml:space="preserve"> </w:t>
      </w:r>
      <w:r w:rsidR="00C64271" w:rsidRPr="004211A6">
        <w:rPr>
          <w:rFonts w:eastAsia="Calibri" w:cs="Times New Roman"/>
          <w:lang w:eastAsia="cs-CZ"/>
        </w:rPr>
        <w:t>Soupis prací</w:t>
      </w:r>
      <w:r w:rsidR="00EF73E0" w:rsidRPr="004211A6">
        <w:rPr>
          <w:rFonts w:eastAsia="Calibri" w:cs="Times New Roman"/>
          <w:lang w:eastAsia="cs-CZ"/>
        </w:rPr>
        <w:t xml:space="preserve"> upraven.</w:t>
      </w:r>
    </w:p>
    <w:p w14:paraId="3B08A499" w14:textId="6DF84ABB" w:rsidR="00CF3C00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57CF55" w14:textId="77777777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9F647D" w14:textId="7D7E716C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43159325" w14:textId="77777777" w:rsidR="009A6EDA" w:rsidRPr="006E10F2" w:rsidRDefault="009A6EDA" w:rsidP="009A6EDA">
      <w:pPr>
        <w:spacing w:after="0"/>
        <w:rPr>
          <w:rFonts w:cstheme="minorHAnsi"/>
          <w:b/>
        </w:rPr>
      </w:pPr>
      <w:r w:rsidRPr="006E10F2">
        <w:rPr>
          <w:rFonts w:cstheme="minorHAnsi"/>
          <w:b/>
        </w:rPr>
        <w:t>PS 01-01-71, Dopravna D3 Chrudim město – ETCS</w:t>
      </w:r>
    </w:p>
    <w:p w14:paraId="2DBABAAC" w14:textId="77777777" w:rsidR="009A6EDA" w:rsidRDefault="009A6EDA" w:rsidP="009A6EDA">
      <w:pPr>
        <w:spacing w:after="0"/>
        <w:rPr>
          <w:rFonts w:cstheme="minorHAnsi"/>
        </w:rPr>
      </w:pPr>
      <w:r>
        <w:rPr>
          <w:rFonts w:cstheme="minorHAnsi"/>
        </w:rPr>
        <w:t xml:space="preserve">Podle situačního schématu se předpokládá vybudování kolejnicového spínače KS1 a přesun snímačů PB8a a PB13, tj. 1x dodávka/montáž, 2x demontáž/montáž. Celkem tedy 1x dodávka, 3x montáž, 2x demontáž snímače náprav. </w:t>
      </w:r>
      <w:r w:rsidRPr="006E10F2">
        <w:rPr>
          <w:rFonts w:cstheme="minorHAnsi"/>
        </w:rPr>
        <w:t>V soupisu prací je u odpovídajících položek uvedeno: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283"/>
        <w:gridCol w:w="3969"/>
        <w:gridCol w:w="1276"/>
        <w:gridCol w:w="1276"/>
      </w:tblGrid>
      <w:tr w:rsidR="009A6EDA" w:rsidRPr="00D83FDA" w14:paraId="112DF8FF" w14:textId="77777777" w:rsidTr="00C7299F">
        <w:trPr>
          <w:trHeight w:val="255"/>
        </w:trPr>
        <w:tc>
          <w:tcPr>
            <w:tcW w:w="562" w:type="dxa"/>
            <w:shd w:val="clear" w:color="auto" w:fill="auto"/>
            <w:noWrap/>
            <w:hideMark/>
          </w:tcPr>
          <w:p w14:paraId="6F983638" w14:textId="77777777" w:rsidR="009A6EDA" w:rsidRPr="00D83FDA" w:rsidRDefault="009A6ED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52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D64E51A" w14:textId="77777777" w:rsidR="009A6EDA" w:rsidRPr="00D83FDA" w:rsidRDefault="009A6ED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R75C911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62B5D981" w14:textId="77777777" w:rsidR="009A6EDA" w:rsidRPr="00D83FDA" w:rsidRDefault="009A6ED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75661981" w14:textId="77777777" w:rsidR="009A6EDA" w:rsidRPr="00D83FDA" w:rsidRDefault="009A6ED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SNÍMAČ POČÍTAČE NÁPRAV - DODÁVKA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8ED5C6D" w14:textId="77777777" w:rsidR="009A6EDA" w:rsidRPr="00D83FDA" w:rsidRDefault="009A6ED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4FFB775" w14:textId="77777777" w:rsidR="009A6EDA" w:rsidRPr="00D83FDA" w:rsidRDefault="009A6ED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1,000</w:t>
            </w:r>
          </w:p>
        </w:tc>
      </w:tr>
      <w:tr w:rsidR="009A6EDA" w:rsidRPr="00D83FDA" w14:paraId="62E60E73" w14:textId="77777777" w:rsidTr="00C7299F">
        <w:trPr>
          <w:trHeight w:val="255"/>
        </w:trPr>
        <w:tc>
          <w:tcPr>
            <w:tcW w:w="562" w:type="dxa"/>
            <w:shd w:val="clear" w:color="auto" w:fill="auto"/>
            <w:noWrap/>
            <w:hideMark/>
          </w:tcPr>
          <w:p w14:paraId="2BB5FAEC" w14:textId="77777777" w:rsidR="009A6EDA" w:rsidRPr="00D83FDA" w:rsidRDefault="009A6ED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lastRenderedPageBreak/>
              <w:t>53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F67F09E" w14:textId="77777777" w:rsidR="009A6EDA" w:rsidRPr="00D83FDA" w:rsidRDefault="009A6ED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75C917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5186E924" w14:textId="77777777" w:rsidR="009A6EDA" w:rsidRPr="00D83FDA" w:rsidRDefault="009A6ED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3FAADAC7" w14:textId="77777777" w:rsidR="009A6EDA" w:rsidRPr="00D83FDA" w:rsidRDefault="009A6ED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SNÍMAČ POČÍTAČE NÁPRAV - MONTÁŽ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897CFD3" w14:textId="77777777" w:rsidR="009A6EDA" w:rsidRPr="00D83FDA" w:rsidRDefault="009A6ED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30C88BA" w14:textId="77777777" w:rsidR="009A6EDA" w:rsidRPr="00D83FDA" w:rsidRDefault="009A6ED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1,000</w:t>
            </w:r>
          </w:p>
        </w:tc>
      </w:tr>
      <w:tr w:rsidR="009A6EDA" w:rsidRPr="00D83FDA" w14:paraId="52226C79" w14:textId="77777777" w:rsidTr="00C7299F">
        <w:trPr>
          <w:trHeight w:val="255"/>
        </w:trPr>
        <w:tc>
          <w:tcPr>
            <w:tcW w:w="562" w:type="dxa"/>
            <w:shd w:val="clear" w:color="auto" w:fill="auto"/>
            <w:noWrap/>
            <w:hideMark/>
          </w:tcPr>
          <w:p w14:paraId="2EC54B8A" w14:textId="77777777" w:rsidR="009A6EDA" w:rsidRPr="00D83FDA" w:rsidRDefault="009A6ED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93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1EFA6FA" w14:textId="77777777" w:rsidR="009A6EDA" w:rsidRPr="00D83FDA" w:rsidRDefault="009A6ED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75C918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41E5A75A" w14:textId="77777777" w:rsidR="009A6EDA" w:rsidRPr="00D83FDA" w:rsidRDefault="009A6ED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2251FC11" w14:textId="77777777" w:rsidR="009A6EDA" w:rsidRPr="00D83FDA" w:rsidRDefault="009A6ED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SNÍMAČ POČÍTAČE NÁPRAV - DEMONTÁŽ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E3FDFE2" w14:textId="77777777" w:rsidR="009A6EDA" w:rsidRPr="00D83FDA" w:rsidRDefault="009A6ED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37CB46C" w14:textId="77777777" w:rsidR="009A6EDA" w:rsidRPr="00D83FDA" w:rsidRDefault="009A6ED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D83FDA">
              <w:rPr>
                <w:rFonts w:eastAsia="Times New Roman" w:cstheme="minorHAnsi"/>
                <w:lang w:eastAsia="cs-CZ"/>
              </w:rPr>
              <w:t>2,000</w:t>
            </w:r>
          </w:p>
        </w:tc>
      </w:tr>
    </w:tbl>
    <w:p w14:paraId="5EDEE042" w14:textId="20081DDE" w:rsidR="00CF3C00" w:rsidRPr="009A6EDA" w:rsidRDefault="009A6EDA" w:rsidP="009A6EDA">
      <w:pPr>
        <w:rPr>
          <w:rFonts w:cstheme="minorHAnsi"/>
        </w:rPr>
      </w:pPr>
      <w:r w:rsidRPr="006E10F2">
        <w:rPr>
          <w:rFonts w:cstheme="minorHAnsi"/>
        </w:rPr>
        <w:t>Žádáme zadavatele o prověření množství u p</w:t>
      </w:r>
      <w:r>
        <w:rPr>
          <w:rFonts w:cstheme="minorHAnsi"/>
        </w:rPr>
        <w:t>ol. č. 53</w:t>
      </w:r>
      <w:r w:rsidRPr="006E10F2">
        <w:rPr>
          <w:rFonts w:cstheme="minorHAnsi"/>
        </w:rPr>
        <w:t>.</w:t>
      </w:r>
    </w:p>
    <w:p w14:paraId="274E1D71" w14:textId="77777777" w:rsidR="00CF3C00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A8CFE5C" w14:textId="40E2FB97" w:rsidR="00EF73E0" w:rsidRPr="004211A6" w:rsidRDefault="006E4359" w:rsidP="00EF73E0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Položka </w:t>
      </w:r>
      <w:r w:rsidR="00C64271" w:rsidRPr="004211A6">
        <w:rPr>
          <w:rFonts w:eastAsia="Calibri" w:cs="Times New Roman"/>
          <w:lang w:eastAsia="cs-CZ"/>
        </w:rPr>
        <w:t xml:space="preserve">č. 53 </w:t>
      </w:r>
      <w:r w:rsidRPr="004211A6">
        <w:rPr>
          <w:rFonts w:eastAsia="Calibri" w:cs="Times New Roman"/>
          <w:lang w:eastAsia="cs-CZ"/>
        </w:rPr>
        <w:t>oprav</w:t>
      </w:r>
      <w:r w:rsidR="00C64271" w:rsidRPr="004211A6">
        <w:rPr>
          <w:rFonts w:eastAsia="Calibri" w:cs="Times New Roman"/>
          <w:lang w:eastAsia="cs-CZ"/>
        </w:rPr>
        <w:t xml:space="preserve">ena </w:t>
      </w:r>
      <w:r w:rsidRPr="004211A6">
        <w:rPr>
          <w:rFonts w:eastAsia="Calibri" w:cs="Times New Roman"/>
          <w:lang w:eastAsia="cs-CZ"/>
        </w:rPr>
        <w:t>na 3</w:t>
      </w:r>
      <w:r w:rsidR="00CF3C00" w:rsidRPr="004211A6">
        <w:rPr>
          <w:rFonts w:eastAsia="Calibri" w:cs="Times New Roman"/>
          <w:lang w:eastAsia="cs-CZ"/>
        </w:rPr>
        <w:t xml:space="preserve"> </w:t>
      </w:r>
      <w:r w:rsidRPr="004211A6">
        <w:rPr>
          <w:rFonts w:eastAsia="Calibri" w:cs="Times New Roman"/>
          <w:lang w:eastAsia="cs-CZ"/>
        </w:rPr>
        <w:t>k</w:t>
      </w:r>
      <w:r w:rsidR="009F0A65" w:rsidRPr="004211A6">
        <w:rPr>
          <w:rFonts w:eastAsia="Calibri" w:cs="Times New Roman"/>
          <w:lang w:eastAsia="cs-CZ"/>
        </w:rPr>
        <w:t>s</w:t>
      </w:r>
      <w:r w:rsidR="00EF73E0" w:rsidRPr="004211A6">
        <w:rPr>
          <w:rFonts w:eastAsia="Calibri" w:cs="Times New Roman"/>
          <w:lang w:eastAsia="cs-CZ"/>
        </w:rPr>
        <w:t xml:space="preserve">. </w:t>
      </w:r>
      <w:r w:rsidR="00C64271" w:rsidRPr="004211A6">
        <w:rPr>
          <w:rFonts w:eastAsia="Calibri" w:cs="Times New Roman"/>
          <w:lang w:eastAsia="cs-CZ"/>
        </w:rPr>
        <w:t xml:space="preserve">Soupis prací </w:t>
      </w:r>
      <w:r w:rsidR="00EF73E0" w:rsidRPr="004211A6">
        <w:rPr>
          <w:rFonts w:eastAsia="Calibri" w:cs="Times New Roman"/>
          <w:lang w:eastAsia="cs-CZ"/>
        </w:rPr>
        <w:t>upraven.</w:t>
      </w:r>
    </w:p>
    <w:p w14:paraId="0F838E85" w14:textId="0ABC3186" w:rsidR="00CF3C00" w:rsidRDefault="00CF3C00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0C487AA" w14:textId="3E95887B" w:rsidR="00CF3C00" w:rsidRDefault="00CF3C00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CE0C0A1" w14:textId="774C0A20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16F4C317" w14:textId="77777777" w:rsidR="009A6EDA" w:rsidRPr="006E10F2" w:rsidRDefault="009A6EDA" w:rsidP="009A6EDA">
      <w:pPr>
        <w:spacing w:after="0"/>
        <w:rPr>
          <w:rFonts w:cstheme="minorHAnsi"/>
          <w:b/>
        </w:rPr>
      </w:pPr>
      <w:r w:rsidRPr="006E10F2">
        <w:rPr>
          <w:rFonts w:cstheme="minorHAnsi"/>
          <w:b/>
        </w:rPr>
        <w:t>PS 01-01-71, Dopravna D3 Chrudim město – ETCS</w:t>
      </w:r>
    </w:p>
    <w:p w14:paraId="46ED0E11" w14:textId="77777777" w:rsidR="009A6EDA" w:rsidRDefault="009A6EDA" w:rsidP="009A6EDA">
      <w:pPr>
        <w:spacing w:after="0"/>
        <w:rPr>
          <w:rFonts w:cstheme="minorHAnsi"/>
        </w:rPr>
      </w:pPr>
      <w:r>
        <w:rPr>
          <w:rFonts w:cstheme="minorHAnsi"/>
        </w:rPr>
        <w:t>V soupisu prací se nachází položky: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567"/>
        <w:gridCol w:w="5244"/>
        <w:gridCol w:w="709"/>
        <w:gridCol w:w="709"/>
      </w:tblGrid>
      <w:tr w:rsidR="009A6EDA" w:rsidRPr="00881C36" w14:paraId="44FC0231" w14:textId="77777777" w:rsidTr="000C5844">
        <w:trPr>
          <w:trHeight w:val="255"/>
        </w:trPr>
        <w:tc>
          <w:tcPr>
            <w:tcW w:w="562" w:type="dxa"/>
            <w:shd w:val="clear" w:color="auto" w:fill="auto"/>
            <w:noWrap/>
            <w:hideMark/>
          </w:tcPr>
          <w:p w14:paraId="0F416B4F" w14:textId="77777777" w:rsidR="009A6EDA" w:rsidRPr="00881C36" w:rsidRDefault="009A6EDA" w:rsidP="009A6ED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85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BBE73F7" w14:textId="77777777" w:rsidR="009A6EDA" w:rsidRPr="00881C36" w:rsidRDefault="009A6EDA" w:rsidP="009A6ED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R75E1C8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3473A266" w14:textId="77777777" w:rsidR="009A6EDA" w:rsidRPr="00881C36" w:rsidRDefault="009A6EDA" w:rsidP="009A6ED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14:paraId="5329EA76" w14:textId="77777777" w:rsidR="009A6EDA" w:rsidRPr="00881C36" w:rsidRDefault="009A6EDA" w:rsidP="009A6ED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HODNOCENÍ BEZPEČNOSTI ZAŘÍZENÍ PŘED UVEDENÍM DO PROVOZU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A148EAE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1B26C92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1,000</w:t>
            </w:r>
          </w:p>
        </w:tc>
      </w:tr>
      <w:tr w:rsidR="009A6EDA" w:rsidRPr="00881C36" w14:paraId="0543185E" w14:textId="77777777" w:rsidTr="000C5844">
        <w:trPr>
          <w:trHeight w:val="255"/>
        </w:trPr>
        <w:tc>
          <w:tcPr>
            <w:tcW w:w="562" w:type="dxa"/>
            <w:shd w:val="clear" w:color="auto" w:fill="auto"/>
            <w:noWrap/>
            <w:hideMark/>
          </w:tcPr>
          <w:p w14:paraId="12ECF3E3" w14:textId="77777777" w:rsidR="009A6EDA" w:rsidRPr="00881C36" w:rsidRDefault="009A6EDA" w:rsidP="009A6ED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86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754F607" w14:textId="77777777" w:rsidR="009A6EDA" w:rsidRPr="00881C36" w:rsidRDefault="009A6EDA" w:rsidP="009A6ED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R75E1C9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016F249E" w14:textId="77777777" w:rsidR="009A6EDA" w:rsidRPr="00881C36" w:rsidRDefault="009A6EDA" w:rsidP="009A6ED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14:paraId="1FDC6C1C" w14:textId="77777777" w:rsidR="009A6EDA" w:rsidRPr="00881C36" w:rsidRDefault="009A6EDA" w:rsidP="009A6ED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POSOUZENÍ DLE TECHNICKÉ SPECIFIKACE PRO INTEROPERABILITU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62C362D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927570B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1,000</w:t>
            </w:r>
          </w:p>
        </w:tc>
      </w:tr>
    </w:tbl>
    <w:p w14:paraId="7A0A79AE" w14:textId="77777777" w:rsidR="009A6EDA" w:rsidRDefault="009A6EDA" w:rsidP="009A6EDA">
      <w:pPr>
        <w:spacing w:after="0"/>
        <w:rPr>
          <w:rFonts w:cstheme="minorHAnsi"/>
        </w:rPr>
      </w:pPr>
    </w:p>
    <w:p w14:paraId="7EEAF680" w14:textId="77777777" w:rsidR="009A6EDA" w:rsidRDefault="009A6EDA" w:rsidP="009A6EDA">
      <w:pPr>
        <w:spacing w:after="0"/>
        <w:rPr>
          <w:rFonts w:cstheme="minorHAnsi"/>
        </w:rPr>
      </w:pPr>
      <w:r>
        <w:rPr>
          <w:rFonts w:cstheme="minorHAnsi"/>
        </w:rPr>
        <w:t>Dále jsou v SO 98-98 uvedené položky:</w:t>
      </w:r>
    </w:p>
    <w:tbl>
      <w:tblPr>
        <w:tblW w:w="86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109"/>
        <w:gridCol w:w="567"/>
        <w:gridCol w:w="1194"/>
        <w:gridCol w:w="3979"/>
        <w:gridCol w:w="567"/>
        <w:gridCol w:w="664"/>
      </w:tblGrid>
      <w:tr w:rsidR="009A6EDA" w:rsidRPr="00881C36" w14:paraId="0E28B5B7" w14:textId="77777777" w:rsidTr="000C5844">
        <w:trPr>
          <w:trHeight w:val="270"/>
        </w:trPr>
        <w:tc>
          <w:tcPr>
            <w:tcW w:w="5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F9B17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8E4E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VSEOB005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93515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2BF0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R-položka</w:t>
            </w:r>
          </w:p>
        </w:tc>
        <w:tc>
          <w:tcPr>
            <w:tcW w:w="40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70B4" w14:textId="77777777" w:rsidR="009A6EDA" w:rsidRPr="00881C36" w:rsidRDefault="009A6EDA" w:rsidP="009A6ED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 xml:space="preserve">Osvědčení o shodě notifikovanou osobou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6D0C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KPL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6663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1,000</w:t>
            </w:r>
          </w:p>
        </w:tc>
      </w:tr>
      <w:tr w:rsidR="009A6EDA" w:rsidRPr="00881C36" w14:paraId="5D3D00D0" w14:textId="77777777" w:rsidTr="000C5844">
        <w:trPr>
          <w:trHeight w:val="270"/>
        </w:trPr>
        <w:tc>
          <w:tcPr>
            <w:tcW w:w="5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FE77A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FD6D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VSEOB006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A0ABA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4A07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R-položka</w:t>
            </w:r>
          </w:p>
        </w:tc>
        <w:tc>
          <w:tcPr>
            <w:tcW w:w="40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BAD2" w14:textId="77777777" w:rsidR="009A6EDA" w:rsidRPr="00881C36" w:rsidRDefault="009A6EDA" w:rsidP="009A6ED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881C36">
              <w:rPr>
                <w:rFonts w:eastAsia="Times New Roman" w:cstheme="minorHAnsi"/>
                <w:lang w:eastAsia="cs-CZ"/>
              </w:rPr>
              <w:t>Osvědčení o bezpečnosti před uvedením do provozu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E0AE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KPL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5D9C" w14:textId="77777777" w:rsidR="009A6EDA" w:rsidRPr="00881C36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881C36">
              <w:rPr>
                <w:rFonts w:eastAsia="Times New Roman" w:cstheme="minorHAnsi"/>
                <w:color w:val="000000"/>
                <w:lang w:eastAsia="cs-CZ"/>
              </w:rPr>
              <w:t>1,000</w:t>
            </w:r>
          </w:p>
        </w:tc>
      </w:tr>
    </w:tbl>
    <w:p w14:paraId="08550EEC" w14:textId="77777777" w:rsidR="009A6EDA" w:rsidRDefault="009A6EDA" w:rsidP="009A6EDA">
      <w:pPr>
        <w:spacing w:after="0"/>
        <w:rPr>
          <w:rFonts w:cstheme="minorHAnsi"/>
        </w:rPr>
      </w:pPr>
      <w:r>
        <w:rPr>
          <w:rFonts w:cstheme="minorHAnsi"/>
        </w:rPr>
        <w:t>Domníváme se správně, že jsou pol. č. 85 a 86 (v PS 01-01-71) vůči pol. č. 4 a 5 (v SO 98-98) duplicitní? Odstraní zadavatel případnou duplicitu z PS 01-01-71?</w:t>
      </w:r>
    </w:p>
    <w:p w14:paraId="754A91B7" w14:textId="77777777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C50048" w14:textId="77777777" w:rsidR="00CF3C00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8A8AC16" w14:textId="38854DD2" w:rsidR="00CF3C00" w:rsidRPr="004211A6" w:rsidRDefault="00595BB4" w:rsidP="00CF3C00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Ano jsou duplicitní. Položky </w:t>
      </w:r>
      <w:r w:rsidR="00C64271" w:rsidRPr="004211A6">
        <w:rPr>
          <w:rFonts w:eastAsia="Calibri" w:cs="Times New Roman"/>
          <w:lang w:eastAsia="cs-CZ"/>
        </w:rPr>
        <w:t>VSEOB005</w:t>
      </w:r>
      <w:r w:rsidRPr="004211A6">
        <w:rPr>
          <w:rFonts w:eastAsia="Calibri" w:cs="Times New Roman"/>
          <w:lang w:eastAsia="cs-CZ"/>
        </w:rPr>
        <w:t xml:space="preserve"> a </w:t>
      </w:r>
      <w:r w:rsidR="00C64271" w:rsidRPr="004211A6">
        <w:rPr>
          <w:rFonts w:eastAsia="Calibri" w:cs="Times New Roman"/>
          <w:lang w:eastAsia="cs-CZ"/>
        </w:rPr>
        <w:t>VSEOB006</w:t>
      </w:r>
      <w:r w:rsidRPr="004211A6">
        <w:rPr>
          <w:rFonts w:eastAsia="Calibri" w:cs="Times New Roman"/>
          <w:lang w:eastAsia="cs-CZ"/>
        </w:rPr>
        <w:t xml:space="preserve"> jsou z</w:t>
      </w:r>
      <w:r w:rsidR="00C64271" w:rsidRPr="004211A6">
        <w:rPr>
          <w:rFonts w:eastAsia="Calibri" w:cs="Times New Roman"/>
          <w:lang w:eastAsia="cs-CZ"/>
        </w:rPr>
        <w:t>e soupisu prací</w:t>
      </w:r>
      <w:r w:rsidRPr="004211A6">
        <w:rPr>
          <w:rFonts w:eastAsia="Calibri" w:cs="Times New Roman"/>
          <w:lang w:eastAsia="cs-CZ"/>
        </w:rPr>
        <w:t xml:space="preserve"> nyní odstraněny. </w:t>
      </w:r>
    </w:p>
    <w:p w14:paraId="09DEB158" w14:textId="68B9E331" w:rsidR="00CF3C00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4DBD8C" w14:textId="77777777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463F48" w14:textId="57D2BBA9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3E94D81A" w14:textId="77777777" w:rsidR="009A6EDA" w:rsidRPr="006E10F2" w:rsidRDefault="009A6EDA" w:rsidP="009A6EDA">
      <w:pPr>
        <w:spacing w:after="0"/>
        <w:rPr>
          <w:rFonts w:cstheme="minorHAnsi"/>
          <w:b/>
        </w:rPr>
      </w:pPr>
      <w:r w:rsidRPr="006E10F2">
        <w:rPr>
          <w:rFonts w:cstheme="minorHAnsi"/>
          <w:b/>
        </w:rPr>
        <w:t>PS 01-01-71, Dopravna D3 Chrudim město – ETCS</w:t>
      </w:r>
    </w:p>
    <w:p w14:paraId="6F3324D9" w14:textId="77777777" w:rsidR="009A6EDA" w:rsidRDefault="009A6EDA" w:rsidP="009A6EDA">
      <w:pPr>
        <w:spacing w:after="0"/>
        <w:rPr>
          <w:rFonts w:cstheme="minorHAnsi"/>
        </w:rPr>
      </w:pPr>
      <w:r>
        <w:rPr>
          <w:rFonts w:cstheme="minorHAnsi"/>
        </w:rPr>
        <w:t>V soupisu prací se nachází položka: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708"/>
        <w:gridCol w:w="4820"/>
        <w:gridCol w:w="850"/>
        <w:gridCol w:w="851"/>
      </w:tblGrid>
      <w:tr w:rsidR="009A6EDA" w:rsidRPr="00815A4F" w14:paraId="7BA31262" w14:textId="77777777" w:rsidTr="000C5844">
        <w:trPr>
          <w:trHeight w:val="510"/>
        </w:trPr>
        <w:tc>
          <w:tcPr>
            <w:tcW w:w="562" w:type="dxa"/>
            <w:shd w:val="clear" w:color="auto" w:fill="auto"/>
            <w:noWrap/>
            <w:hideMark/>
          </w:tcPr>
          <w:p w14:paraId="18199D02" w14:textId="77777777" w:rsidR="009A6EDA" w:rsidRPr="00815A4F" w:rsidRDefault="009A6EDA" w:rsidP="009A6ED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15A4F">
              <w:rPr>
                <w:rFonts w:eastAsia="Times New Roman" w:cstheme="minorHAnsi"/>
                <w:lang w:eastAsia="cs-CZ"/>
              </w:rPr>
              <w:t>92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9A91917" w14:textId="77777777" w:rsidR="009A6EDA" w:rsidRPr="00815A4F" w:rsidRDefault="009A6EDA" w:rsidP="009A6ED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15A4F">
              <w:rPr>
                <w:rFonts w:eastAsia="Times New Roman" w:cstheme="minorHAnsi"/>
                <w:lang w:eastAsia="cs-CZ"/>
              </w:rPr>
              <w:t>75C728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57344625" w14:textId="77777777" w:rsidR="009A6EDA" w:rsidRPr="00815A4F" w:rsidRDefault="009A6EDA" w:rsidP="009A6ED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815A4F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B73DB87" w14:textId="77777777" w:rsidR="009A6EDA" w:rsidRPr="00815A4F" w:rsidRDefault="009A6EDA" w:rsidP="009A6ED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815A4F">
              <w:rPr>
                <w:rFonts w:eastAsia="Times New Roman" w:cstheme="minorHAnsi"/>
                <w:lang w:eastAsia="cs-CZ"/>
              </w:rPr>
              <w:t>VZDÁLENOSTNÍ UPOZORŇOVADLO, NEPROMĚNNÉ NÁVĚSTIDLO SE ZÁKLADEM - DEMONTÁŽ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6B97499" w14:textId="77777777" w:rsidR="009A6EDA" w:rsidRPr="00815A4F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15A4F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3BB1861" w14:textId="77777777" w:rsidR="009A6EDA" w:rsidRPr="00815A4F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15A4F">
              <w:rPr>
                <w:rFonts w:eastAsia="Times New Roman" w:cstheme="minorHAnsi"/>
                <w:lang w:eastAsia="cs-CZ"/>
              </w:rPr>
              <w:t>13,000</w:t>
            </w:r>
          </w:p>
        </w:tc>
      </w:tr>
    </w:tbl>
    <w:p w14:paraId="3A052EF1" w14:textId="77777777" w:rsidR="009A6EDA" w:rsidRDefault="009A6EDA" w:rsidP="009A6EDA">
      <w:pPr>
        <w:spacing w:after="0"/>
        <w:rPr>
          <w:rFonts w:cstheme="minorHAnsi"/>
        </w:rPr>
      </w:pPr>
      <w:r>
        <w:rPr>
          <w:rFonts w:cstheme="minorHAnsi"/>
        </w:rPr>
        <w:t>Dle SS jsme výpočtem zjistili množství pro demontáž vzdálenostních upozorňovadel 11ks. Prosíme zadavatele o prověření množství u uvedené položky.</w:t>
      </w:r>
    </w:p>
    <w:p w14:paraId="143DC714" w14:textId="77777777" w:rsidR="009A6EDA" w:rsidRDefault="009A6EDA" w:rsidP="00CF3C0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38A6BB" w14:textId="6A8F3DAB" w:rsidR="00CF3C00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B6145FA" w14:textId="2D5B05E5" w:rsidR="00CF3C00" w:rsidRPr="004211A6" w:rsidRDefault="00E67915" w:rsidP="00CF3C00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4211A6">
        <w:rPr>
          <w:rFonts w:eastAsia="Calibri" w:cs="Times New Roman"/>
          <w:lang w:eastAsia="cs-CZ"/>
        </w:rPr>
        <w:t>Oprava, u</w:t>
      </w:r>
      <w:r w:rsidR="009F0A65" w:rsidRPr="004211A6">
        <w:rPr>
          <w:rFonts w:eastAsia="Calibri" w:cs="Times New Roman"/>
          <w:lang w:eastAsia="cs-CZ"/>
        </w:rPr>
        <w:t xml:space="preserve">pozorňovadla a lichoběžníkové tabulky </w:t>
      </w:r>
      <w:r w:rsidR="00BC683F" w:rsidRPr="004211A6">
        <w:rPr>
          <w:rFonts w:eastAsia="Calibri" w:cs="Times New Roman"/>
          <w:lang w:eastAsia="cs-CZ"/>
        </w:rPr>
        <w:t xml:space="preserve">na </w:t>
      </w:r>
      <w:r w:rsidR="009F0A65" w:rsidRPr="004211A6">
        <w:rPr>
          <w:rFonts w:eastAsia="Calibri" w:cs="Times New Roman"/>
          <w:lang w:eastAsia="cs-CZ"/>
        </w:rPr>
        <w:t>11 ks</w:t>
      </w:r>
      <w:r w:rsidR="00BC683F" w:rsidRPr="004211A6">
        <w:rPr>
          <w:rFonts w:eastAsia="Calibri" w:cs="Times New Roman"/>
          <w:lang w:eastAsia="cs-CZ"/>
        </w:rPr>
        <w:t xml:space="preserve">. </w:t>
      </w:r>
      <w:r w:rsidR="00C64271" w:rsidRPr="004211A6">
        <w:rPr>
          <w:rFonts w:eastAsia="Calibri" w:cs="Times New Roman"/>
          <w:lang w:eastAsia="cs-CZ"/>
        </w:rPr>
        <w:t xml:space="preserve">Soupis prací </w:t>
      </w:r>
      <w:r w:rsidR="00BC683F" w:rsidRPr="004211A6">
        <w:rPr>
          <w:rFonts w:eastAsia="Calibri" w:cs="Times New Roman"/>
          <w:lang w:eastAsia="cs-CZ"/>
        </w:rPr>
        <w:t>upraven.</w:t>
      </w:r>
    </w:p>
    <w:p w14:paraId="09A1BD1D" w14:textId="1DC64CFB" w:rsidR="00CF3C00" w:rsidRDefault="00CF3C00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B8405C2" w14:textId="72DDD5BD" w:rsidR="00CF3C00" w:rsidRDefault="00CF3C00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F9B744" w14:textId="307397FA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73F38897" w14:textId="77777777" w:rsidR="009A6EDA" w:rsidRDefault="009A6EDA" w:rsidP="009A6EDA">
      <w:pPr>
        <w:spacing w:after="0"/>
        <w:rPr>
          <w:rFonts w:cstheme="minorHAnsi"/>
          <w:b/>
        </w:rPr>
      </w:pPr>
      <w:r w:rsidRPr="006E10F2">
        <w:rPr>
          <w:rFonts w:cstheme="minorHAnsi"/>
          <w:b/>
        </w:rPr>
        <w:t>PS 01-01-71, Dopravna D3 Chrudim město – ETCS</w:t>
      </w:r>
    </w:p>
    <w:p w14:paraId="60CC078F" w14:textId="77777777" w:rsidR="009A6EDA" w:rsidRDefault="009A6EDA" w:rsidP="009A6EDA">
      <w:pPr>
        <w:spacing w:after="0"/>
        <w:rPr>
          <w:rFonts w:cstheme="minorHAnsi"/>
        </w:rPr>
      </w:pPr>
      <w:r>
        <w:rPr>
          <w:rFonts w:cstheme="minorHAnsi"/>
        </w:rPr>
        <w:t>V soupisu prací se nachází položka: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567"/>
        <w:gridCol w:w="5812"/>
        <w:gridCol w:w="425"/>
        <w:gridCol w:w="850"/>
      </w:tblGrid>
      <w:tr w:rsidR="009A6EDA" w:rsidRPr="0062152E" w14:paraId="4DD3CA54" w14:textId="77777777" w:rsidTr="000C5844">
        <w:trPr>
          <w:trHeight w:val="510"/>
        </w:trPr>
        <w:tc>
          <w:tcPr>
            <w:tcW w:w="562" w:type="dxa"/>
            <w:shd w:val="clear" w:color="auto" w:fill="auto"/>
            <w:noWrap/>
            <w:hideMark/>
          </w:tcPr>
          <w:p w14:paraId="0E4AD8C9" w14:textId="77777777" w:rsidR="009A6EDA" w:rsidRPr="0062152E" w:rsidRDefault="009A6EDA" w:rsidP="009A6ED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62152E">
              <w:rPr>
                <w:rFonts w:eastAsia="Times New Roman" w:cstheme="minorHAnsi"/>
                <w:lang w:eastAsia="cs-CZ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86B56B5" w14:textId="77777777" w:rsidR="009A6EDA" w:rsidRPr="0062152E" w:rsidRDefault="009A6EDA" w:rsidP="009A6ED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62152E">
              <w:rPr>
                <w:rFonts w:eastAsia="Times New Roman" w:cstheme="minorHAnsi"/>
                <w:lang w:eastAsia="cs-CZ"/>
              </w:rPr>
              <w:t>703111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78EA46BA" w14:textId="77777777" w:rsidR="009A6EDA" w:rsidRPr="0062152E" w:rsidRDefault="009A6EDA" w:rsidP="009A6ED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62152E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14:paraId="4EA839C4" w14:textId="77777777" w:rsidR="009A6EDA" w:rsidRPr="0062152E" w:rsidRDefault="009A6EDA" w:rsidP="009A6ED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62152E">
              <w:rPr>
                <w:rFonts w:eastAsia="Times New Roman" w:cstheme="minorHAnsi"/>
                <w:lang w:eastAsia="cs-CZ"/>
              </w:rPr>
              <w:t>KABELOVÝ ROŠT/LÁVKA NOSNÝ ŽÁROVĚ ZINKOVANÝ VČETNĚ UPEVNĚNÍ A PŘÍSLUŠENSTVÍ SVĚTLÉ ŠÍŘKY DO 100 MM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26BCF922" w14:textId="77777777" w:rsidR="009A6EDA" w:rsidRPr="0062152E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62152E">
              <w:rPr>
                <w:rFonts w:eastAsia="Times New Roman" w:cstheme="minorHAnsi"/>
                <w:lang w:eastAsia="cs-CZ"/>
              </w:rPr>
              <w:t>M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AAE5A87" w14:textId="77777777" w:rsidR="009A6EDA" w:rsidRPr="0062152E" w:rsidRDefault="009A6EDA" w:rsidP="009A6ED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62152E">
              <w:rPr>
                <w:rFonts w:eastAsia="Times New Roman" w:cstheme="minorHAnsi"/>
                <w:lang w:eastAsia="cs-CZ"/>
              </w:rPr>
              <w:t>28,000</w:t>
            </w:r>
          </w:p>
        </w:tc>
      </w:tr>
    </w:tbl>
    <w:p w14:paraId="5105D7D3" w14:textId="77777777" w:rsidR="009A6EDA" w:rsidRPr="0062152E" w:rsidRDefault="009A6EDA" w:rsidP="009A6EDA">
      <w:pPr>
        <w:pStyle w:val="Odstavecseseznamem"/>
        <w:numPr>
          <w:ilvl w:val="0"/>
          <w:numId w:val="7"/>
        </w:numPr>
        <w:spacing w:after="0" w:line="259" w:lineRule="auto"/>
        <w:ind w:left="426"/>
        <w:rPr>
          <w:rFonts w:cstheme="minorHAnsi"/>
          <w:sz w:val="20"/>
          <w:szCs w:val="20"/>
        </w:rPr>
      </w:pPr>
      <w:r w:rsidRPr="0062152E">
        <w:rPr>
          <w:rFonts w:cstheme="minorHAnsi"/>
          <w:sz w:val="20"/>
          <w:szCs w:val="20"/>
        </w:rPr>
        <w:t>Jedná o vnitřní či venkovní žlab?</w:t>
      </w:r>
    </w:p>
    <w:p w14:paraId="6835954A" w14:textId="77777777" w:rsidR="009A6EDA" w:rsidRPr="0062152E" w:rsidRDefault="009A6EDA" w:rsidP="009A6EDA">
      <w:pPr>
        <w:pStyle w:val="Odstavecseseznamem"/>
        <w:numPr>
          <w:ilvl w:val="0"/>
          <w:numId w:val="7"/>
        </w:numPr>
        <w:spacing w:after="0" w:line="259" w:lineRule="auto"/>
        <w:ind w:left="426"/>
        <w:rPr>
          <w:rFonts w:cstheme="minorHAnsi"/>
          <w:sz w:val="20"/>
          <w:szCs w:val="20"/>
        </w:rPr>
      </w:pPr>
      <w:r w:rsidRPr="0062152E">
        <w:rPr>
          <w:rFonts w:cstheme="minorHAnsi"/>
          <w:sz w:val="20"/>
          <w:szCs w:val="20"/>
        </w:rPr>
        <w:t>Požaduje se i kryt tohoto žlabu?</w:t>
      </w:r>
    </w:p>
    <w:p w14:paraId="6AAD1757" w14:textId="77777777" w:rsidR="009A6EDA" w:rsidRDefault="009A6EDA" w:rsidP="009A6EDA">
      <w:pPr>
        <w:pStyle w:val="Odstavecseseznamem"/>
        <w:numPr>
          <w:ilvl w:val="0"/>
          <w:numId w:val="7"/>
        </w:numPr>
        <w:spacing w:after="0" w:line="259" w:lineRule="auto"/>
        <w:ind w:left="426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 případě venkovního žlabu ž</w:t>
      </w:r>
      <w:r w:rsidRPr="0062152E">
        <w:rPr>
          <w:rFonts w:cstheme="minorHAnsi"/>
          <w:sz w:val="20"/>
          <w:szCs w:val="20"/>
        </w:rPr>
        <w:t>ádáme zadavatele o poskytnutí výkresu zobrazující umístění a způsob montáže</w:t>
      </w:r>
      <w:r>
        <w:rPr>
          <w:rFonts w:cstheme="minorHAnsi"/>
          <w:sz w:val="20"/>
          <w:szCs w:val="20"/>
        </w:rPr>
        <w:t xml:space="preserve"> žlabu</w:t>
      </w:r>
      <w:r w:rsidRPr="0062152E">
        <w:rPr>
          <w:rFonts w:cstheme="minorHAnsi"/>
          <w:sz w:val="20"/>
          <w:szCs w:val="20"/>
        </w:rPr>
        <w:t>.</w:t>
      </w:r>
    </w:p>
    <w:p w14:paraId="0D654E2F" w14:textId="77777777" w:rsidR="009A6EDA" w:rsidRDefault="009A6EDA" w:rsidP="009A6EDA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Prosíme zadavatele o prověření/vysvětlení.</w:t>
      </w:r>
    </w:p>
    <w:p w14:paraId="7BF8A83B" w14:textId="77777777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1A14933" w14:textId="49C4AC71" w:rsidR="00CF3C00" w:rsidRPr="00E67915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DC41670" w14:textId="6339AAD7" w:rsidR="007C1144" w:rsidRPr="004211A6" w:rsidRDefault="007C1144" w:rsidP="00CF3C00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Položka zrušena</w:t>
      </w:r>
      <w:r w:rsidR="00C51B3D" w:rsidRPr="004211A6">
        <w:rPr>
          <w:rFonts w:eastAsia="Calibri" w:cs="Times New Roman"/>
          <w:lang w:eastAsia="cs-CZ"/>
        </w:rPr>
        <w:t xml:space="preserve">. </w:t>
      </w:r>
      <w:r w:rsidR="00C64271" w:rsidRPr="004211A6">
        <w:rPr>
          <w:rFonts w:eastAsia="Calibri" w:cs="Times New Roman"/>
          <w:lang w:eastAsia="cs-CZ"/>
        </w:rPr>
        <w:t xml:space="preserve">Soupis prací </w:t>
      </w:r>
      <w:r w:rsidR="00C51B3D" w:rsidRPr="004211A6">
        <w:rPr>
          <w:rFonts w:eastAsia="Calibri" w:cs="Times New Roman"/>
          <w:lang w:eastAsia="cs-CZ"/>
        </w:rPr>
        <w:t>upraven.</w:t>
      </w:r>
    </w:p>
    <w:p w14:paraId="13D537DF" w14:textId="16DC41BF" w:rsidR="007C1144" w:rsidRDefault="007C1144" w:rsidP="00CF3C0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AD2FF73" w14:textId="77777777" w:rsidR="004211A6" w:rsidRPr="007C1144" w:rsidRDefault="004211A6" w:rsidP="00CF3C0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498D078" w14:textId="689436A5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CB7B5A">
        <w:rPr>
          <w:rFonts w:eastAsia="Calibri" w:cs="Times New Roman"/>
          <w:b/>
          <w:lang w:eastAsia="cs-CZ"/>
        </w:rPr>
        <w:t>:</w:t>
      </w:r>
    </w:p>
    <w:p w14:paraId="35826B0E" w14:textId="77AE1070" w:rsidR="00CF3C00" w:rsidRPr="009A6EDA" w:rsidRDefault="009A6EDA" w:rsidP="009A6EDA">
      <w:pPr>
        <w:rPr>
          <w:b/>
        </w:rPr>
      </w:pPr>
      <w:r w:rsidRPr="006E107C">
        <w:rPr>
          <w:b/>
        </w:rPr>
        <w:t xml:space="preserve">PS 01-01-71: </w:t>
      </w:r>
      <w:r w:rsidRPr="006E107C">
        <w:t>Dle situačního schématu a technické zprávy se předpokládá vybudování 1 ks světelného přejezdníku. V soupisu prací postrádáme položku pro přezkoušení a regulaci tohoto přejezdníku.</w:t>
      </w:r>
      <w:r w:rsidRPr="006E107C">
        <w:rPr>
          <w:b/>
        </w:rPr>
        <w:t xml:space="preserve"> </w:t>
      </w:r>
      <w:r w:rsidRPr="006E107C">
        <w:t>Žádáme zadavatele o prověření.</w:t>
      </w:r>
    </w:p>
    <w:p w14:paraId="6C8FA6EC" w14:textId="77777777" w:rsidR="006A235B" w:rsidRDefault="00CF3C00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>Odpověď:</w:t>
      </w:r>
      <w:r w:rsidR="002B3237">
        <w:rPr>
          <w:rFonts w:eastAsia="Calibri" w:cs="Times New Roman"/>
          <w:b/>
          <w:lang w:eastAsia="cs-CZ"/>
        </w:rPr>
        <w:t xml:space="preserve"> </w:t>
      </w:r>
    </w:p>
    <w:p w14:paraId="07C19572" w14:textId="2B9EA80F" w:rsidR="0053339C" w:rsidRPr="004211A6" w:rsidRDefault="00C51B3D" w:rsidP="00CB7B5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Z</w:t>
      </w:r>
      <w:r w:rsidR="002B3237" w:rsidRPr="004211A6">
        <w:rPr>
          <w:rFonts w:eastAsia="Calibri" w:cs="Times New Roman"/>
          <w:lang w:eastAsia="cs-CZ"/>
        </w:rPr>
        <w:t xml:space="preserve">koušení obsahuje položka </w:t>
      </w:r>
      <w:r w:rsidRPr="004211A6">
        <w:rPr>
          <w:rFonts w:eastAsia="Calibri" w:cs="Times New Roman"/>
          <w:lang w:eastAsia="cs-CZ"/>
        </w:rPr>
        <w:t>75E1B7 (</w:t>
      </w:r>
      <w:r w:rsidR="002B3237" w:rsidRPr="004211A6">
        <w:rPr>
          <w:rFonts w:eastAsia="Calibri" w:cs="Times New Roman"/>
          <w:lang w:eastAsia="cs-CZ"/>
        </w:rPr>
        <w:t xml:space="preserve">č. </w:t>
      </w:r>
      <w:r w:rsidR="002259CE" w:rsidRPr="004211A6">
        <w:rPr>
          <w:rFonts w:eastAsia="Calibri" w:cs="Times New Roman"/>
          <w:lang w:eastAsia="cs-CZ"/>
        </w:rPr>
        <w:t>83</w:t>
      </w:r>
      <w:r w:rsidRPr="004211A6">
        <w:rPr>
          <w:rFonts w:eastAsia="Calibri" w:cs="Times New Roman"/>
          <w:lang w:eastAsia="cs-CZ"/>
        </w:rPr>
        <w:t xml:space="preserve"> starý </w:t>
      </w:r>
      <w:r w:rsidR="00C64271" w:rsidRPr="004211A6">
        <w:rPr>
          <w:rFonts w:eastAsia="Calibri" w:cs="Times New Roman"/>
          <w:lang w:eastAsia="cs-CZ"/>
        </w:rPr>
        <w:t>soupis prací</w:t>
      </w:r>
      <w:r w:rsidRPr="004211A6">
        <w:rPr>
          <w:rFonts w:eastAsia="Calibri" w:cs="Times New Roman"/>
          <w:lang w:eastAsia="cs-CZ"/>
        </w:rPr>
        <w:t xml:space="preserve">, respektive č. 84 nový </w:t>
      </w:r>
      <w:r w:rsidR="00C64271" w:rsidRPr="004211A6">
        <w:rPr>
          <w:rFonts w:eastAsia="Calibri" w:cs="Times New Roman"/>
          <w:lang w:eastAsia="cs-CZ"/>
        </w:rPr>
        <w:t>soupis prací</w:t>
      </w:r>
      <w:r w:rsidRPr="004211A6">
        <w:rPr>
          <w:rFonts w:eastAsia="Calibri" w:cs="Times New Roman"/>
          <w:lang w:eastAsia="cs-CZ"/>
        </w:rPr>
        <w:t>).</w:t>
      </w:r>
    </w:p>
    <w:p w14:paraId="770769BE" w14:textId="3785150F" w:rsidR="00CF3C00" w:rsidRDefault="00CF3C00" w:rsidP="009A6ED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14:paraId="63AD5F1A" w14:textId="77777777" w:rsidR="002259CE" w:rsidRDefault="009A6EDA" w:rsidP="009A6EDA">
      <w:pPr>
        <w:spacing w:after="0"/>
        <w:rPr>
          <w:b/>
        </w:rPr>
      </w:pPr>
      <w:r w:rsidRPr="006E107C">
        <w:rPr>
          <w:b/>
        </w:rPr>
        <w:t xml:space="preserve">PS 01-01-71: </w:t>
      </w:r>
    </w:p>
    <w:p w14:paraId="07BA08E9" w14:textId="2CB58C39" w:rsidR="009A6EDA" w:rsidRDefault="009A6EDA" w:rsidP="009A6EDA">
      <w:pPr>
        <w:spacing w:after="0"/>
      </w:pPr>
      <w:r w:rsidRPr="006E107C">
        <w:t>Dle situačního schématu</w:t>
      </w:r>
      <w:r>
        <w:t xml:space="preserve"> se předpokládá vybavení dotčeného úseku </w:t>
      </w:r>
      <w:proofErr w:type="spellStart"/>
      <w:r>
        <w:t>balízami</w:t>
      </w:r>
      <w:proofErr w:type="spellEnd"/>
      <w:r>
        <w:t xml:space="preserve"> v rozsahu až 8,475KM (včetně fialově označených balíz), minimálně však 1,764KM (bez fialově označených balíz). V soupisu prací se nachází související položka:</w:t>
      </w:r>
    </w:p>
    <w:p w14:paraId="4BD123FF" w14:textId="77777777" w:rsidR="000C5844" w:rsidRDefault="000C5844" w:rsidP="009A6EDA">
      <w:pPr>
        <w:spacing w:after="0"/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16"/>
        <w:gridCol w:w="318"/>
        <w:gridCol w:w="5573"/>
        <w:gridCol w:w="567"/>
        <w:gridCol w:w="664"/>
      </w:tblGrid>
      <w:tr w:rsidR="000C5844" w:rsidRPr="003A16E3" w14:paraId="769506B6" w14:textId="77777777" w:rsidTr="000C5844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06F48B98" w14:textId="77777777" w:rsidR="009A6EDA" w:rsidRPr="003A16E3" w:rsidRDefault="009A6ED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87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E9BFB7E" w14:textId="77777777" w:rsidR="009A6EDA" w:rsidRPr="003A16E3" w:rsidRDefault="009A6EDA" w:rsidP="009A6EDA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75F237</w:t>
            </w:r>
          </w:p>
        </w:tc>
        <w:tc>
          <w:tcPr>
            <w:tcW w:w="318" w:type="dxa"/>
            <w:shd w:val="clear" w:color="auto" w:fill="auto"/>
            <w:noWrap/>
            <w:hideMark/>
          </w:tcPr>
          <w:p w14:paraId="710BF03B" w14:textId="77777777" w:rsidR="009A6EDA" w:rsidRPr="003A16E3" w:rsidRDefault="009A6ED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20BF128" w14:textId="77777777" w:rsidR="009A6EDA" w:rsidRPr="003A16E3" w:rsidRDefault="009A6EDA" w:rsidP="009A6EDA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ZAMĚŘOVÁNÍ, ZNAČKOVÁNÍ A VYHODNOCENÍ DAT INFRASTRUKTURY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4F2F70C2" w14:textId="77777777" w:rsidR="009A6EDA" w:rsidRPr="003A16E3" w:rsidRDefault="009A6ED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KM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6A05AB99" w14:textId="77777777" w:rsidR="009A6EDA" w:rsidRPr="003A16E3" w:rsidRDefault="009A6EDA" w:rsidP="009A6EDA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1,494</w:t>
            </w:r>
          </w:p>
        </w:tc>
      </w:tr>
    </w:tbl>
    <w:p w14:paraId="72708A11" w14:textId="039C02FA" w:rsidR="00CF3C00" w:rsidRPr="00CB7B5A" w:rsidRDefault="009A6EDA" w:rsidP="009A6EDA">
      <w:pPr>
        <w:rPr>
          <w:rFonts w:eastAsia="Calibri" w:cs="Times New Roman"/>
          <w:b/>
          <w:lang w:eastAsia="cs-CZ"/>
        </w:rPr>
      </w:pPr>
      <w:r>
        <w:t>Žádáme zadavatele o prověření množství u uvedené položky.</w:t>
      </w:r>
    </w:p>
    <w:p w14:paraId="626DABAE" w14:textId="77777777" w:rsidR="00CF3C00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52B0FD8" w14:textId="4FFD91AE" w:rsidR="00CF3C00" w:rsidRPr="004211A6" w:rsidRDefault="000C6B41" w:rsidP="00CF3C00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Oprava na 1,764 m</w:t>
      </w:r>
      <w:r w:rsidR="00C51B3D" w:rsidRPr="004211A6">
        <w:rPr>
          <w:rFonts w:eastAsia="Calibri" w:cs="Times New Roman"/>
          <w:lang w:eastAsia="cs-CZ"/>
        </w:rPr>
        <w:t xml:space="preserve">. </w:t>
      </w:r>
      <w:r w:rsidR="00C64271" w:rsidRPr="004211A6">
        <w:rPr>
          <w:rFonts w:eastAsia="Calibri" w:cs="Times New Roman"/>
          <w:lang w:eastAsia="cs-CZ"/>
        </w:rPr>
        <w:t>Soupis prací</w:t>
      </w:r>
      <w:r w:rsidR="00C51B3D" w:rsidRPr="004211A6">
        <w:rPr>
          <w:rFonts w:eastAsia="Calibri" w:cs="Times New Roman"/>
          <w:lang w:eastAsia="cs-CZ"/>
        </w:rPr>
        <w:t xml:space="preserve"> upraven.</w:t>
      </w:r>
    </w:p>
    <w:p w14:paraId="3C5FB08A" w14:textId="00A213A8" w:rsidR="00CF3C00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D8BD17" w14:textId="77777777" w:rsidR="004211A6" w:rsidRPr="00CB7B5A" w:rsidRDefault="004211A6" w:rsidP="00CF3C0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0B8E16" w14:textId="5EAE8E04" w:rsidR="00CF3C00" w:rsidRPr="00CB7B5A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2:</w:t>
      </w:r>
    </w:p>
    <w:p w14:paraId="4656B9CF" w14:textId="69C7A3C2" w:rsidR="00CF3C00" w:rsidRPr="009A6EDA" w:rsidRDefault="009A6EDA" w:rsidP="009A6EDA">
      <w:r w:rsidRPr="006E107C">
        <w:rPr>
          <w:b/>
        </w:rPr>
        <w:t xml:space="preserve">PS 02-01-71: </w:t>
      </w:r>
      <w:r w:rsidRPr="006E107C">
        <w:t>Dle kabelového schématu č. 2.002 se předpokládá vybudovat kabel č. 821 (12vl – 365m). V soupisu prací postrádáme pro uvedený kabel položky pro dodávku, montáž a ukončení. Žádáme zadavatele o prověření a případné doplnění položek do soupisu prací.</w:t>
      </w:r>
    </w:p>
    <w:p w14:paraId="44181D10" w14:textId="376B057E" w:rsidR="00CF3C00" w:rsidRPr="006A235B" w:rsidRDefault="00CF3C00" w:rsidP="00CF3C0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4764DB9" w14:textId="46CB4F57" w:rsidR="00DB13FA" w:rsidRPr="004211A6" w:rsidRDefault="00C64271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4211A6">
        <w:rPr>
          <w:rFonts w:eastAsia="Times New Roman" w:cs="Times New Roman"/>
          <w:lang w:eastAsia="cs-CZ"/>
        </w:rPr>
        <w:t>Do soupisu prací bylo doplněno pod položkou 75I811 (č. 28).</w:t>
      </w:r>
    </w:p>
    <w:p w14:paraId="4CA036AD" w14:textId="77777777" w:rsidR="006A235B" w:rsidRDefault="006A235B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81D4841" w14:textId="1669DE53" w:rsidR="00DB13FA" w:rsidRDefault="00DB13F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615CDC7" w14:textId="5785DF1A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25D6627D" w14:textId="77777777" w:rsidR="009A6EDA" w:rsidRPr="006E107C" w:rsidRDefault="009A6EDA" w:rsidP="009A6EDA">
      <w:pPr>
        <w:spacing w:after="0"/>
      </w:pPr>
      <w:r w:rsidRPr="006E107C">
        <w:rPr>
          <w:b/>
        </w:rPr>
        <w:t xml:space="preserve">PS 02-01-71: </w:t>
      </w:r>
      <w:r w:rsidRPr="006E107C">
        <w:t>Při porovnání kabelového schématu (č. přílohy 2.002) a soupisu prací byl nalezen nesoulad dle následující tabulky:</w:t>
      </w:r>
    </w:p>
    <w:p w14:paraId="75D65559" w14:textId="1D1FD020" w:rsidR="009A6EDA" w:rsidRPr="009A6EDA" w:rsidRDefault="009A6EDA" w:rsidP="009A6EDA">
      <w:pPr>
        <w:spacing w:after="0" w:line="259" w:lineRule="auto"/>
        <w:rPr>
          <w:rFonts w:ascii="Calibri" w:eastAsia="Calibri" w:hAnsi="Calibri" w:cs="Times New Roman"/>
          <w:sz w:val="20"/>
          <w:szCs w:val="22"/>
        </w:rPr>
      </w:pPr>
      <w:r w:rsidRPr="009A6EDA">
        <w:rPr>
          <w:rFonts w:ascii="Calibri" w:eastAsia="Calibri" w:hAnsi="Calibri" w:cs="Times New Roman"/>
          <w:b/>
          <w:sz w:val="20"/>
          <w:szCs w:val="22"/>
        </w:rPr>
        <w:t xml:space="preserve">             </w:t>
      </w:r>
      <w:r>
        <w:rPr>
          <w:rFonts w:ascii="Calibri" w:eastAsia="Calibri" w:hAnsi="Calibri" w:cs="Times New Roman"/>
          <w:b/>
          <w:sz w:val="20"/>
          <w:szCs w:val="22"/>
        </w:rPr>
        <w:t xml:space="preserve">                                                                                                       </w:t>
      </w:r>
      <w:r w:rsidRPr="009A6EDA">
        <w:rPr>
          <w:rFonts w:ascii="Calibri" w:eastAsia="Calibri" w:hAnsi="Calibri" w:cs="Times New Roman"/>
          <w:b/>
          <w:sz w:val="20"/>
          <w:szCs w:val="22"/>
        </w:rPr>
        <w:t xml:space="preserve"> Množství dle soupisu</w:t>
      </w:r>
      <w:r w:rsidRPr="009A6EDA">
        <w:rPr>
          <w:rFonts w:ascii="Calibri" w:eastAsia="Calibri" w:hAnsi="Calibri" w:cs="Times New Roman"/>
          <w:b/>
          <w:sz w:val="20"/>
          <w:szCs w:val="22"/>
        </w:rPr>
        <w:tab/>
        <w:t>vypočítáno</w:t>
      </w:r>
    </w:p>
    <w:p w14:paraId="3A953896" w14:textId="76D64CA5" w:rsidR="009A6EDA" w:rsidRPr="009A6EDA" w:rsidRDefault="009A6EDA" w:rsidP="009A6EDA">
      <w:pPr>
        <w:spacing w:after="0" w:line="259" w:lineRule="auto"/>
        <w:rPr>
          <w:rFonts w:ascii="Calibri" w:eastAsia="Calibri" w:hAnsi="Calibri" w:cs="Times New Roman"/>
          <w:sz w:val="20"/>
          <w:szCs w:val="22"/>
        </w:rPr>
      </w:pPr>
      <w:r w:rsidRPr="009A6EDA">
        <w:rPr>
          <w:rFonts w:ascii="Calibri" w:eastAsia="Calibri" w:hAnsi="Calibri" w:cs="Times New Roman"/>
          <w:sz w:val="20"/>
          <w:szCs w:val="22"/>
        </w:rPr>
        <w:t xml:space="preserve">KABEL METALICKÝ DVOUPLÁŠŤOVÝ PŘES 12 PÁRŮ </w:t>
      </w:r>
      <w:r>
        <w:rPr>
          <w:rFonts w:ascii="Calibri" w:eastAsia="Calibri" w:hAnsi="Calibri" w:cs="Times New Roman"/>
          <w:sz w:val="20"/>
          <w:szCs w:val="22"/>
        </w:rPr>
        <w:t>–</w:t>
      </w:r>
      <w:r w:rsidRPr="009A6EDA">
        <w:rPr>
          <w:rFonts w:ascii="Calibri" w:eastAsia="Calibri" w:hAnsi="Calibri" w:cs="Times New Roman"/>
          <w:sz w:val="20"/>
          <w:szCs w:val="22"/>
        </w:rPr>
        <w:t xml:space="preserve"> DODÁVKA</w:t>
      </w:r>
      <w:r>
        <w:rPr>
          <w:rFonts w:ascii="Calibri" w:eastAsia="Calibri" w:hAnsi="Calibri" w:cs="Times New Roman"/>
          <w:sz w:val="20"/>
          <w:szCs w:val="22"/>
        </w:rPr>
        <w:t xml:space="preserve">   </w:t>
      </w:r>
      <w:r w:rsidRPr="009A6EDA">
        <w:rPr>
          <w:rFonts w:ascii="Calibri" w:eastAsia="Calibri" w:hAnsi="Calibri" w:cs="Times New Roman"/>
          <w:sz w:val="20"/>
          <w:szCs w:val="22"/>
        </w:rPr>
        <w:t>KMPÁR</w:t>
      </w:r>
      <w:r w:rsidRPr="009A6EDA">
        <w:rPr>
          <w:rFonts w:ascii="Calibri" w:eastAsia="Calibri" w:hAnsi="Calibri" w:cs="Times New Roman"/>
          <w:sz w:val="20"/>
          <w:szCs w:val="22"/>
        </w:rPr>
        <w:tab/>
        <w:t xml:space="preserve"> 2,210</w:t>
      </w:r>
      <w:r w:rsidRPr="009A6EDA">
        <w:rPr>
          <w:rFonts w:ascii="Calibri" w:eastAsia="Calibri" w:hAnsi="Calibri" w:cs="Times New Roman"/>
          <w:sz w:val="20"/>
          <w:szCs w:val="22"/>
        </w:rPr>
        <w:tab/>
      </w:r>
      <w:r w:rsidRPr="009A6EDA">
        <w:rPr>
          <w:rFonts w:ascii="Calibri" w:eastAsia="Calibri" w:hAnsi="Calibri" w:cs="Times New Roman"/>
          <w:sz w:val="20"/>
          <w:szCs w:val="22"/>
        </w:rPr>
        <w:tab/>
        <w:t xml:space="preserve">   4,2</w:t>
      </w:r>
    </w:p>
    <w:p w14:paraId="09A892B6" w14:textId="7F1DE8A1" w:rsidR="009A6EDA" w:rsidRPr="009A6EDA" w:rsidRDefault="009A6EDA" w:rsidP="009A6EDA">
      <w:pPr>
        <w:spacing w:after="0" w:line="259" w:lineRule="auto"/>
        <w:rPr>
          <w:rFonts w:ascii="Calibri" w:eastAsia="Calibri" w:hAnsi="Calibri" w:cs="Times New Roman"/>
          <w:sz w:val="20"/>
          <w:szCs w:val="22"/>
        </w:rPr>
      </w:pPr>
      <w:r w:rsidRPr="009A6EDA">
        <w:rPr>
          <w:rFonts w:ascii="Calibri" w:eastAsia="Calibri" w:hAnsi="Calibri" w:cs="Times New Roman"/>
          <w:sz w:val="20"/>
          <w:szCs w:val="22"/>
        </w:rPr>
        <w:t>ZATAŽENÍ A SPOJKOVÁNÍ KABELŮ PŘES 12 PÁRŮ - MONTÁŽ</w:t>
      </w:r>
      <w:r w:rsidRPr="009A6EDA">
        <w:rPr>
          <w:rFonts w:ascii="Calibri" w:eastAsia="Calibri" w:hAnsi="Calibri" w:cs="Times New Roman"/>
          <w:sz w:val="20"/>
          <w:szCs w:val="22"/>
        </w:rPr>
        <w:tab/>
        <w:t xml:space="preserve">     KMPÁR</w:t>
      </w:r>
      <w:r w:rsidRPr="009A6EDA">
        <w:rPr>
          <w:rFonts w:ascii="Calibri" w:eastAsia="Calibri" w:hAnsi="Calibri" w:cs="Times New Roman"/>
          <w:sz w:val="20"/>
          <w:szCs w:val="22"/>
        </w:rPr>
        <w:tab/>
        <w:t>3,210</w:t>
      </w:r>
      <w:r w:rsidRPr="009A6EDA">
        <w:rPr>
          <w:rFonts w:ascii="Calibri" w:eastAsia="Calibri" w:hAnsi="Calibri" w:cs="Times New Roman"/>
          <w:sz w:val="20"/>
          <w:szCs w:val="22"/>
        </w:rPr>
        <w:tab/>
      </w:r>
      <w:r w:rsidRPr="009A6EDA">
        <w:rPr>
          <w:rFonts w:ascii="Calibri" w:eastAsia="Calibri" w:hAnsi="Calibri" w:cs="Times New Roman"/>
          <w:sz w:val="20"/>
          <w:szCs w:val="22"/>
        </w:rPr>
        <w:tab/>
        <w:t xml:space="preserve">   4,2</w:t>
      </w:r>
    </w:p>
    <w:p w14:paraId="6F7B4B24" w14:textId="77777777" w:rsidR="009A6EDA" w:rsidRDefault="009A6EDA" w:rsidP="009A6EDA">
      <w:pPr>
        <w:spacing w:after="0"/>
        <w:rPr>
          <w:sz w:val="20"/>
        </w:rPr>
      </w:pPr>
    </w:p>
    <w:p w14:paraId="5D841672" w14:textId="5F5F8B99" w:rsidR="00DB13FA" w:rsidRPr="009A6EDA" w:rsidRDefault="009A6EDA" w:rsidP="009A6EDA">
      <w:pPr>
        <w:spacing w:after="0"/>
        <w:rPr>
          <w:sz w:val="20"/>
        </w:rPr>
      </w:pPr>
      <w:r w:rsidRPr="006E107C">
        <w:rPr>
          <w:sz w:val="20"/>
        </w:rPr>
        <w:t>Žádáme zadavatele o prověření.</w:t>
      </w:r>
    </w:p>
    <w:p w14:paraId="2A84A2DC" w14:textId="77777777" w:rsidR="009A6EDA" w:rsidRDefault="009A6ED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5DF45F" w14:textId="67FE86C2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274BC00" w14:textId="0DB9981F" w:rsidR="00DB13FA" w:rsidRPr="004211A6" w:rsidRDefault="006654B9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Oprava na 4,2</w:t>
      </w:r>
      <w:r w:rsidR="000C6B41" w:rsidRPr="004211A6">
        <w:rPr>
          <w:rFonts w:eastAsia="Calibri" w:cs="Times New Roman"/>
          <w:lang w:eastAsia="cs-CZ"/>
        </w:rPr>
        <w:t xml:space="preserve"> </w:t>
      </w:r>
      <w:proofErr w:type="spellStart"/>
      <w:r w:rsidR="000C6B41" w:rsidRPr="004211A6">
        <w:rPr>
          <w:rFonts w:eastAsia="Calibri" w:cs="Times New Roman"/>
          <w:lang w:eastAsia="cs-CZ"/>
        </w:rPr>
        <w:t>kmpár</w:t>
      </w:r>
      <w:proofErr w:type="spellEnd"/>
      <w:r w:rsidR="000477D4" w:rsidRPr="004211A6">
        <w:rPr>
          <w:rFonts w:eastAsia="Calibri" w:cs="Times New Roman"/>
          <w:lang w:eastAsia="cs-CZ"/>
        </w:rPr>
        <w:t>. Soupis prací upraven.</w:t>
      </w:r>
    </w:p>
    <w:p w14:paraId="135D1D86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426921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C813D1" w14:textId="0EF3B50A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CB7B5A">
        <w:rPr>
          <w:rFonts w:eastAsia="Calibri" w:cs="Times New Roman"/>
          <w:b/>
          <w:lang w:eastAsia="cs-CZ"/>
        </w:rPr>
        <w:t>:</w:t>
      </w:r>
    </w:p>
    <w:p w14:paraId="66BD9044" w14:textId="77777777" w:rsidR="009A6EDA" w:rsidRPr="006E107C" w:rsidRDefault="009A6EDA" w:rsidP="009A6EDA">
      <w:pPr>
        <w:rPr>
          <w:b/>
          <w:bCs/>
        </w:rPr>
      </w:pPr>
      <w:r w:rsidRPr="006E107C">
        <w:rPr>
          <w:b/>
          <w:bCs/>
        </w:rPr>
        <w:t xml:space="preserve">PS 02-01-71: </w:t>
      </w:r>
      <w:r w:rsidRPr="006E107C">
        <w:t>Podle kabelového schématu se předpokládá vybudování venkovní kabelizace v délce minimálně 780+975=1755m. Pokud budeme uvažovat běžný výkop/odkop/obnažení stávající trasy o rozměrech 35x90cm, množství výkopových prací vychází cca 470m3. V soupisu prací je u odpovídajících položek zemních prací uvedeno:</w:t>
      </w:r>
    </w:p>
    <w:tbl>
      <w:tblPr>
        <w:tblW w:w="8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630"/>
        <w:gridCol w:w="713"/>
        <w:gridCol w:w="255"/>
        <w:gridCol w:w="4492"/>
        <w:gridCol w:w="567"/>
        <w:gridCol w:w="992"/>
      </w:tblGrid>
      <w:tr w:rsidR="009A6EDA" w:rsidRPr="006E107C" w14:paraId="1ABC24F8" w14:textId="77777777" w:rsidTr="000C5844">
        <w:trPr>
          <w:trHeight w:val="255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545CF1" w14:textId="77777777" w:rsidR="009A6EDA" w:rsidRPr="006E107C" w:rsidRDefault="009A6EDA" w:rsidP="009A6EDA">
            <w:pPr>
              <w:jc w:val="right"/>
              <w:rPr>
                <w:lang w:eastAsia="cs-CZ"/>
              </w:rPr>
            </w:pPr>
            <w:r w:rsidRPr="006E107C">
              <w:rPr>
                <w:lang w:eastAsia="cs-CZ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8375620" w14:textId="77777777" w:rsidR="009A6EDA" w:rsidRPr="006E107C" w:rsidRDefault="009A6EDA" w:rsidP="009A6EDA">
            <w:pPr>
              <w:jc w:val="right"/>
              <w:rPr>
                <w:lang w:eastAsia="cs-CZ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7E5407" w14:textId="33CD5B61" w:rsidR="009A6EDA" w:rsidRPr="006E107C" w:rsidRDefault="009A6EDA" w:rsidP="009A6EDA">
            <w:pPr>
              <w:jc w:val="right"/>
              <w:rPr>
                <w:lang w:eastAsia="cs-CZ"/>
              </w:rPr>
            </w:pPr>
            <w:r w:rsidRPr="006E107C">
              <w:rPr>
                <w:lang w:eastAsia="cs-CZ"/>
              </w:rPr>
              <w:t>13283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6A7F83" w14:textId="77777777" w:rsidR="009A6EDA" w:rsidRPr="006E107C" w:rsidRDefault="009A6EDA" w:rsidP="009A6EDA">
            <w:pPr>
              <w:rPr>
                <w:lang w:eastAsia="cs-CZ"/>
              </w:rPr>
            </w:pPr>
            <w:r w:rsidRPr="006E107C">
              <w:rPr>
                <w:lang w:eastAsia="cs-CZ"/>
              </w:rPr>
              <w:t>1</w:t>
            </w:r>
          </w:p>
        </w:tc>
        <w:tc>
          <w:tcPr>
            <w:tcW w:w="4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AA9EE1" w14:textId="77777777" w:rsidR="009A6EDA" w:rsidRPr="006E107C" w:rsidRDefault="009A6EDA" w:rsidP="009A6EDA">
            <w:pPr>
              <w:rPr>
                <w:lang w:eastAsia="cs-CZ"/>
              </w:rPr>
            </w:pPr>
            <w:r w:rsidRPr="006E107C">
              <w:rPr>
                <w:lang w:eastAsia="cs-CZ"/>
              </w:rPr>
              <w:t>HLOUBENÍ RÝH ŠÍŘ DO 2M PAŽ I NEPAŽ TŘ. II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9DF2DC" w14:textId="77777777" w:rsidR="009A6EDA" w:rsidRPr="006E107C" w:rsidRDefault="009A6EDA" w:rsidP="009A6EDA">
            <w:pPr>
              <w:jc w:val="center"/>
              <w:rPr>
                <w:lang w:eastAsia="cs-CZ"/>
              </w:rPr>
            </w:pPr>
            <w:r w:rsidRPr="006E107C">
              <w:rPr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7AA296" w14:textId="77777777" w:rsidR="009A6EDA" w:rsidRPr="006E107C" w:rsidRDefault="009A6EDA" w:rsidP="009A6EDA">
            <w:pPr>
              <w:jc w:val="center"/>
              <w:rPr>
                <w:lang w:eastAsia="cs-CZ"/>
              </w:rPr>
            </w:pPr>
            <w:r w:rsidRPr="006E107C">
              <w:rPr>
                <w:lang w:eastAsia="cs-CZ"/>
              </w:rPr>
              <w:t>87,000</w:t>
            </w:r>
          </w:p>
        </w:tc>
      </w:tr>
      <w:tr w:rsidR="009A6EDA" w:rsidRPr="006E107C" w14:paraId="1B1199C6" w14:textId="77777777" w:rsidTr="000C5844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E2F4B8" w14:textId="77777777" w:rsidR="009A6EDA" w:rsidRPr="006E107C" w:rsidRDefault="009A6EDA" w:rsidP="009A6EDA">
            <w:pPr>
              <w:jc w:val="right"/>
              <w:rPr>
                <w:lang w:eastAsia="cs-CZ"/>
              </w:rPr>
            </w:pPr>
            <w:r w:rsidRPr="006E107C">
              <w:rPr>
                <w:lang w:eastAsia="cs-CZ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CE9995B" w14:textId="77777777" w:rsidR="009A6EDA" w:rsidRPr="006E107C" w:rsidRDefault="009A6EDA" w:rsidP="009A6EDA">
            <w:pPr>
              <w:jc w:val="right"/>
              <w:rPr>
                <w:lang w:eastAsia="cs-CZ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2FA48" w14:textId="2DF00B2D" w:rsidR="009A6EDA" w:rsidRPr="006E107C" w:rsidRDefault="009A6EDA" w:rsidP="009A6EDA">
            <w:pPr>
              <w:jc w:val="right"/>
              <w:rPr>
                <w:lang w:eastAsia="cs-CZ"/>
              </w:rPr>
            </w:pPr>
            <w:r w:rsidRPr="006E107C">
              <w:rPr>
                <w:lang w:eastAsia="cs-CZ"/>
              </w:rPr>
              <w:t>17491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D861E9" w14:textId="77777777" w:rsidR="009A6EDA" w:rsidRPr="006E107C" w:rsidRDefault="009A6EDA" w:rsidP="009A6EDA">
            <w:pPr>
              <w:rPr>
                <w:lang w:eastAsia="cs-CZ"/>
              </w:rPr>
            </w:pPr>
            <w:r w:rsidRPr="006E107C">
              <w:rPr>
                <w:lang w:eastAsia="cs-CZ"/>
              </w:rPr>
              <w:t>1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312BF7" w14:textId="77777777" w:rsidR="009A6EDA" w:rsidRPr="006E107C" w:rsidRDefault="009A6EDA" w:rsidP="009A6EDA">
            <w:pPr>
              <w:rPr>
                <w:lang w:eastAsia="cs-CZ"/>
              </w:rPr>
            </w:pPr>
            <w:r w:rsidRPr="006E107C">
              <w:rPr>
                <w:lang w:eastAsia="cs-CZ"/>
              </w:rPr>
              <w:t>ZÁSYP JAM A RÝH Z JINÝCH MATERIÁLŮ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709A8B" w14:textId="77777777" w:rsidR="009A6EDA" w:rsidRPr="006E107C" w:rsidRDefault="009A6EDA" w:rsidP="009A6EDA">
            <w:pPr>
              <w:jc w:val="center"/>
              <w:rPr>
                <w:lang w:eastAsia="cs-CZ"/>
              </w:rPr>
            </w:pPr>
            <w:r w:rsidRPr="006E107C">
              <w:rPr>
                <w:lang w:eastAsia="cs-CZ"/>
              </w:rPr>
              <w:t>M3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E58AFB" w14:textId="77777777" w:rsidR="009A6EDA" w:rsidRPr="006E107C" w:rsidRDefault="009A6EDA" w:rsidP="009A6EDA">
            <w:pPr>
              <w:jc w:val="center"/>
              <w:rPr>
                <w:lang w:eastAsia="cs-CZ"/>
              </w:rPr>
            </w:pPr>
            <w:r w:rsidRPr="006E107C">
              <w:rPr>
                <w:lang w:eastAsia="cs-CZ"/>
              </w:rPr>
              <w:t>126,000</w:t>
            </w:r>
          </w:p>
        </w:tc>
      </w:tr>
    </w:tbl>
    <w:p w14:paraId="52AD2A71" w14:textId="0D667C30" w:rsidR="00DB13FA" w:rsidRPr="00B83AE4" w:rsidRDefault="009A6EDA" w:rsidP="00B83AE4">
      <w:pPr>
        <w:rPr>
          <w:rFonts w:ascii="Calibri" w:hAnsi="Calibri"/>
        </w:rPr>
      </w:pPr>
      <w:r w:rsidRPr="006E107C">
        <w:t>Žádáme zadavatele o prověření množství u uvedených položek. Poznámka: Množství u pol. č. 4 závisí také na množství u pol. č. 1 (HLOUBENÍ JAM ZAPAŽ I NEPAŽ TŘ II).</w:t>
      </w:r>
    </w:p>
    <w:p w14:paraId="58421215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41B92EC" w14:textId="05890086" w:rsidR="009446B1" w:rsidRPr="004211A6" w:rsidRDefault="009446B1" w:rsidP="009446B1">
      <w:pPr>
        <w:spacing w:after="0" w:line="240" w:lineRule="auto"/>
        <w:rPr>
          <w:rFonts w:eastAsia="Calibri" w:cs="Times New Roman"/>
          <w:lang w:eastAsia="cs-CZ"/>
        </w:rPr>
      </w:pPr>
      <w:bookmarkStart w:id="4" w:name="_Hlk155166586"/>
      <w:r w:rsidRPr="004211A6">
        <w:rPr>
          <w:rFonts w:eastAsia="Calibri" w:cs="Times New Roman"/>
          <w:lang w:eastAsia="cs-CZ"/>
        </w:rPr>
        <w:t xml:space="preserve">Položka č. 2 je pouze pro nové trasy, pro </w:t>
      </w:r>
      <w:proofErr w:type="spellStart"/>
      <w:r w:rsidRPr="004211A6">
        <w:rPr>
          <w:rFonts w:eastAsia="Calibri" w:cs="Times New Roman"/>
          <w:lang w:eastAsia="cs-CZ"/>
        </w:rPr>
        <w:t>přílož</w:t>
      </w:r>
      <w:proofErr w:type="spellEnd"/>
      <w:r w:rsidRPr="004211A6">
        <w:rPr>
          <w:rFonts w:eastAsia="Calibri" w:cs="Times New Roman"/>
          <w:lang w:eastAsia="cs-CZ"/>
        </w:rPr>
        <w:t xml:space="preserve"> do stávající trasy jsou položky č. 12 a 13</w:t>
      </w:r>
      <w:r w:rsidR="000C6B41" w:rsidRPr="004211A6">
        <w:rPr>
          <w:rFonts w:eastAsia="Calibri" w:cs="Times New Roman"/>
          <w:lang w:eastAsia="cs-CZ"/>
        </w:rPr>
        <w:t xml:space="preserve"> včetně zemních prací</w:t>
      </w:r>
      <w:r w:rsidR="006E57B8" w:rsidRPr="004211A6">
        <w:rPr>
          <w:rFonts w:eastAsia="Calibri" w:cs="Times New Roman"/>
          <w:lang w:eastAsia="cs-CZ"/>
        </w:rPr>
        <w:t>.</w:t>
      </w:r>
    </w:p>
    <w:bookmarkEnd w:id="4"/>
    <w:p w14:paraId="79BC9215" w14:textId="202B4EC8" w:rsidR="00DB13FA" w:rsidRPr="00CB7B5A" w:rsidRDefault="00DB13FA" w:rsidP="00DB13F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E83A599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B749221" w14:textId="30655D08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CB7B5A">
        <w:rPr>
          <w:rFonts w:eastAsia="Calibri" w:cs="Times New Roman"/>
          <w:b/>
          <w:lang w:eastAsia="cs-CZ"/>
        </w:rPr>
        <w:t>:</w:t>
      </w:r>
    </w:p>
    <w:p w14:paraId="6376E0BB" w14:textId="77777777" w:rsidR="00B83AE4" w:rsidRPr="006E107C" w:rsidRDefault="00B83AE4" w:rsidP="00B83AE4">
      <w:pPr>
        <w:spacing w:after="0"/>
      </w:pPr>
      <w:r w:rsidRPr="006E107C">
        <w:rPr>
          <w:b/>
        </w:rPr>
        <w:t xml:space="preserve">PS 02-01-71: </w:t>
      </w:r>
      <w:r w:rsidRPr="006E107C">
        <w:t>V technické zprávě se uvádí následující:</w:t>
      </w:r>
    </w:p>
    <w:p w14:paraId="629854C0" w14:textId="77777777" w:rsidR="00B83AE4" w:rsidRPr="006E107C" w:rsidRDefault="00B83AE4" w:rsidP="00B83AE4">
      <w:pPr>
        <w:spacing w:after="0"/>
      </w:pPr>
      <w:r w:rsidRPr="006E107C">
        <w:lastRenderedPageBreak/>
        <w:t>„Ve stanici budou kabely uloženy ve žlabech, na trati pod výstražnou fólií s min. krytím 70 cm.“</w:t>
      </w:r>
    </w:p>
    <w:p w14:paraId="08F83C65" w14:textId="77777777" w:rsidR="00B83AE4" w:rsidRPr="006E107C" w:rsidRDefault="00B83AE4" w:rsidP="00B83AE4">
      <w:pPr>
        <w:spacing w:after="0"/>
      </w:pPr>
      <w:r w:rsidRPr="006E107C">
        <w:t>a) Ve výkazu výměr se nachází položka č. 6 „KABELOVÝ ŽLAB ZEMNÍ VČETNĚ KRYTU SVĚTLÉ ŠÍŘKY DO 120 MM“ v množství 55m. Vzhledem k výše uvedenému dle TZ a k délce výkopu v dopravně Hrochův Týnec se jeví množství u uvedené položky jako nedostatečné. Žádáme zadavatele o prověření množství u pol. č. 6.</w:t>
      </w:r>
    </w:p>
    <w:p w14:paraId="1957BEC5" w14:textId="77777777" w:rsidR="00B83AE4" w:rsidRDefault="00B83AE4" w:rsidP="00B83AE4">
      <w:pPr>
        <w:spacing w:after="0"/>
      </w:pPr>
      <w:r w:rsidRPr="006E107C">
        <w:t>b) V zadávací dokumentaci není uveden materiál žlabů. Předpokládáme správně, že se bude jednat o standardní/běžně zavedený plastový žlab? Pokud nikoliv, žádáme zadavatele o bližší specifikaci požadavků kladených na tento kabelový žlab (např. materiál, tloušťka materiálu, víko, způsob montáže apod.).</w:t>
      </w:r>
    </w:p>
    <w:p w14:paraId="2F3BA131" w14:textId="77777777" w:rsidR="00B83AE4" w:rsidRDefault="00B83AE4" w:rsidP="00B83AE4">
      <w:pPr>
        <w:spacing w:after="0"/>
        <w:rPr>
          <w:rFonts w:eastAsia="Calibri" w:cs="Times New Roman"/>
          <w:b/>
          <w:lang w:eastAsia="cs-CZ"/>
        </w:rPr>
      </w:pPr>
    </w:p>
    <w:p w14:paraId="76A7B79D" w14:textId="563E4DCD" w:rsidR="00DB13FA" w:rsidRDefault="00DB13FA" w:rsidP="00B83AE4">
      <w:pPr>
        <w:spacing w:after="0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34D8F56" w14:textId="70FEAE8E" w:rsidR="00951854" w:rsidRPr="004211A6" w:rsidRDefault="00951854" w:rsidP="00951854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a)</w:t>
      </w:r>
      <w:r w:rsidR="00A4528C" w:rsidRPr="004211A6">
        <w:rPr>
          <w:rFonts w:eastAsia="Calibri" w:cs="Times New Roman"/>
          <w:lang w:eastAsia="cs-CZ"/>
        </w:rPr>
        <w:t xml:space="preserve"> </w:t>
      </w:r>
      <w:r w:rsidR="00B13BEE" w:rsidRPr="004211A6">
        <w:rPr>
          <w:rFonts w:eastAsia="Calibri" w:cs="Times New Roman"/>
          <w:lang w:eastAsia="cs-CZ"/>
        </w:rPr>
        <w:t>V dopravně (mezi krajními výhybkami) budou kabely uloženy do stávajících žlabů, položka č. 6 řeší pouze novou trasu</w:t>
      </w:r>
      <w:r w:rsidR="00755581" w:rsidRPr="004211A6">
        <w:rPr>
          <w:rFonts w:eastAsia="Calibri" w:cs="Times New Roman"/>
          <w:lang w:eastAsia="cs-CZ"/>
        </w:rPr>
        <w:t>.</w:t>
      </w:r>
    </w:p>
    <w:p w14:paraId="1B3BFE0B" w14:textId="750FEA09" w:rsidR="00DB13FA" w:rsidRPr="004211A6" w:rsidRDefault="00951854" w:rsidP="00951854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b)</w:t>
      </w:r>
      <w:r w:rsidR="00A4528C" w:rsidRPr="004211A6">
        <w:rPr>
          <w:rFonts w:eastAsia="Calibri" w:cs="Times New Roman"/>
          <w:lang w:eastAsia="cs-CZ"/>
        </w:rPr>
        <w:t xml:space="preserve"> </w:t>
      </w:r>
      <w:r w:rsidR="00755581" w:rsidRPr="004211A6">
        <w:rPr>
          <w:rFonts w:eastAsia="Calibri" w:cs="Times New Roman"/>
          <w:lang w:eastAsia="cs-CZ"/>
        </w:rPr>
        <w:t xml:space="preserve">Jedná se o </w:t>
      </w:r>
      <w:r w:rsidRPr="004211A6">
        <w:rPr>
          <w:rFonts w:eastAsia="Calibri" w:cs="Times New Roman"/>
          <w:lang w:eastAsia="cs-CZ"/>
        </w:rPr>
        <w:t>běžně používaný</w:t>
      </w:r>
      <w:r w:rsidR="00B13BEE" w:rsidRPr="004211A6">
        <w:rPr>
          <w:rFonts w:eastAsia="Calibri" w:cs="Times New Roman"/>
          <w:lang w:eastAsia="cs-CZ"/>
        </w:rPr>
        <w:t xml:space="preserve"> </w:t>
      </w:r>
      <w:r w:rsidRPr="004211A6">
        <w:rPr>
          <w:rFonts w:eastAsia="Calibri" w:cs="Times New Roman"/>
          <w:lang w:eastAsia="cs-CZ"/>
        </w:rPr>
        <w:t>plastový žlab</w:t>
      </w:r>
      <w:r w:rsidR="00755581" w:rsidRPr="004211A6">
        <w:rPr>
          <w:rFonts w:eastAsia="Calibri" w:cs="Times New Roman"/>
          <w:lang w:eastAsia="cs-CZ"/>
        </w:rPr>
        <w:t>.</w:t>
      </w:r>
    </w:p>
    <w:p w14:paraId="0EFD8174" w14:textId="77777777" w:rsidR="005E0462" w:rsidRPr="005E0462" w:rsidRDefault="005E0462" w:rsidP="00951854">
      <w:pPr>
        <w:spacing w:after="0" w:line="240" w:lineRule="auto"/>
        <w:rPr>
          <w:rFonts w:eastAsia="Calibri" w:cs="Times New Roman"/>
          <w:b/>
          <w:color w:val="7030A0"/>
          <w:lang w:eastAsia="cs-CZ"/>
        </w:rPr>
      </w:pPr>
    </w:p>
    <w:p w14:paraId="42B80DC3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F4CD54" w14:textId="17E9A8A8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CB7B5A">
        <w:rPr>
          <w:rFonts w:eastAsia="Calibri" w:cs="Times New Roman"/>
          <w:b/>
          <w:lang w:eastAsia="cs-CZ"/>
        </w:rPr>
        <w:t>:</w:t>
      </w:r>
    </w:p>
    <w:p w14:paraId="4673E2C2" w14:textId="48CEFEB4" w:rsidR="00B83AE4" w:rsidRPr="006E107C" w:rsidRDefault="00B83AE4" w:rsidP="00B83AE4">
      <w:pPr>
        <w:spacing w:after="0"/>
      </w:pPr>
      <w:r w:rsidRPr="006E107C">
        <w:rPr>
          <w:b/>
        </w:rPr>
        <w:t xml:space="preserve">PS 02-01-71: </w:t>
      </w:r>
      <w:r w:rsidRPr="006E107C">
        <w:t>Ve výkazu výměr se nachází následující položka:</w:t>
      </w:r>
    </w:p>
    <w:p w14:paraId="66CEFEBF" w14:textId="77777777" w:rsidR="00B83AE4" w:rsidRPr="006E107C" w:rsidRDefault="00B83AE4" w:rsidP="00B83AE4">
      <w:pPr>
        <w:spacing w:after="0"/>
      </w:pPr>
      <w:r w:rsidRPr="006E107C">
        <w:t>Pol. č. 15: KABELOVÝ ROŠT/LÁVKA NOSNÝ ŽÁROVĚ ZINKOVANÝ VČETNĚ UPEVNĚNÍ A PŘÍSLUŠENSTVÍ SVĚTLÉ ŠÍŘKY DO 100 MM v množství 60 m.</w:t>
      </w:r>
    </w:p>
    <w:p w14:paraId="2E0FD029" w14:textId="77777777" w:rsidR="00B83AE4" w:rsidRPr="006E107C" w:rsidRDefault="00B83AE4" w:rsidP="00B83AE4">
      <w:pPr>
        <w:spacing w:after="0"/>
      </w:pPr>
      <w:r w:rsidRPr="006E107C">
        <w:t>Chápeme správně, že se jedná o standardní kabelové rošty (vodorovné či svislé) pro rozvod vnitřní kabelizace např. mezi skříněmi?</w:t>
      </w:r>
    </w:p>
    <w:p w14:paraId="2F75E10A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470816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E82812A" w14:textId="2A16C142" w:rsidR="000C6B41" w:rsidRPr="004211A6" w:rsidRDefault="000C6B41" w:rsidP="000C6B41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Jedná se o venkovní kabelový žlab s krytem upevněný ke konstrukci mostního objektu v km 24,325</w:t>
      </w:r>
      <w:r w:rsidR="00C15A47" w:rsidRPr="004211A6">
        <w:rPr>
          <w:rFonts w:eastAsia="Calibri" w:cs="Times New Roman"/>
          <w:lang w:eastAsia="cs-CZ"/>
        </w:rPr>
        <w:t>.</w:t>
      </w:r>
    </w:p>
    <w:p w14:paraId="380E0A76" w14:textId="2EF82481" w:rsidR="00DB13FA" w:rsidRPr="00565B02" w:rsidRDefault="00DB13FA" w:rsidP="00DB13FA">
      <w:pPr>
        <w:spacing w:after="0" w:line="240" w:lineRule="auto"/>
        <w:rPr>
          <w:rFonts w:eastAsia="Calibri" w:cs="Times New Roman"/>
          <w:b/>
          <w:color w:val="7030A0"/>
          <w:lang w:eastAsia="cs-CZ"/>
        </w:rPr>
      </w:pPr>
    </w:p>
    <w:p w14:paraId="519E0D08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766CFA3" w14:textId="71FF5508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CB7B5A">
        <w:rPr>
          <w:rFonts w:eastAsia="Calibri" w:cs="Times New Roman"/>
          <w:b/>
          <w:lang w:eastAsia="cs-CZ"/>
        </w:rPr>
        <w:t>:</w:t>
      </w:r>
    </w:p>
    <w:p w14:paraId="7E3870FC" w14:textId="64ED6E6F" w:rsidR="00DB13FA" w:rsidRPr="00B83AE4" w:rsidRDefault="00B83AE4" w:rsidP="00B83AE4">
      <w:r w:rsidRPr="006E107C">
        <w:rPr>
          <w:b/>
        </w:rPr>
        <w:t xml:space="preserve">PS 02-01-71: </w:t>
      </w:r>
      <w:r w:rsidRPr="006E107C">
        <w:t xml:space="preserve">Dle situačního schématu se předpokládá demontovat 2ks </w:t>
      </w:r>
      <w:proofErr w:type="spellStart"/>
      <w:r w:rsidRPr="006E107C">
        <w:t>třísvětlových</w:t>
      </w:r>
      <w:proofErr w:type="spellEnd"/>
      <w:r>
        <w:t xml:space="preserve"> </w:t>
      </w:r>
      <w:r w:rsidRPr="006E107C">
        <w:t>návěstidel (</w:t>
      </w:r>
      <w:proofErr w:type="spellStart"/>
      <w:r w:rsidRPr="006E107C">
        <w:t>Lk</w:t>
      </w:r>
      <w:proofErr w:type="spellEnd"/>
      <w:r w:rsidRPr="006E107C">
        <w:t>, Sk). V soupisu prací postrádáme odpovídající položku. Žádáme zadavatele o prověření.</w:t>
      </w:r>
    </w:p>
    <w:p w14:paraId="56536C68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972AB2B" w14:textId="5EA734A5" w:rsidR="00DB13FA" w:rsidRPr="004211A6" w:rsidRDefault="00565B02" w:rsidP="00DB13F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Řeší položka </w:t>
      </w:r>
      <w:r w:rsidR="00C15A47" w:rsidRPr="004211A6">
        <w:rPr>
          <w:rFonts w:eastAsia="Calibri" w:cs="Times New Roman"/>
          <w:lang w:eastAsia="cs-CZ"/>
        </w:rPr>
        <w:t>75C528</w:t>
      </w:r>
      <w:r w:rsidRPr="004211A6">
        <w:rPr>
          <w:rFonts w:eastAsia="Calibri" w:cs="Times New Roman"/>
          <w:lang w:eastAsia="cs-CZ"/>
        </w:rPr>
        <w:t>, oprav</w:t>
      </w:r>
      <w:r w:rsidR="000C6B41" w:rsidRPr="004211A6">
        <w:rPr>
          <w:rFonts w:eastAsia="Calibri" w:cs="Times New Roman"/>
          <w:lang w:eastAsia="cs-CZ"/>
        </w:rPr>
        <w:t>a</w:t>
      </w:r>
      <w:r w:rsidRPr="004211A6">
        <w:rPr>
          <w:rFonts w:eastAsia="Calibri" w:cs="Times New Roman"/>
          <w:lang w:eastAsia="cs-CZ"/>
        </w:rPr>
        <w:t xml:space="preserve"> na </w:t>
      </w:r>
      <w:proofErr w:type="spellStart"/>
      <w:r w:rsidRPr="004211A6">
        <w:rPr>
          <w:rFonts w:eastAsia="Calibri" w:cs="Times New Roman"/>
          <w:lang w:eastAsia="cs-CZ"/>
        </w:rPr>
        <w:t>třísvětlové</w:t>
      </w:r>
      <w:proofErr w:type="spellEnd"/>
      <w:r w:rsidR="00C15A47" w:rsidRPr="004211A6">
        <w:rPr>
          <w:rFonts w:eastAsia="Calibri" w:cs="Times New Roman"/>
          <w:lang w:eastAsia="cs-CZ"/>
        </w:rPr>
        <w:t>. Soupis prací upraven.</w:t>
      </w:r>
    </w:p>
    <w:p w14:paraId="1F1D8536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8C345F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C1EC7C" w14:textId="56535D85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CB7B5A">
        <w:rPr>
          <w:rFonts w:eastAsia="Calibri" w:cs="Times New Roman"/>
          <w:b/>
          <w:lang w:eastAsia="cs-CZ"/>
        </w:rPr>
        <w:t>:</w:t>
      </w:r>
    </w:p>
    <w:p w14:paraId="4D9A584B" w14:textId="5A6D5955" w:rsidR="00DB13FA" w:rsidRDefault="00B83AE4" w:rsidP="00DB13FA">
      <w:pPr>
        <w:spacing w:after="0" w:line="240" w:lineRule="auto"/>
      </w:pPr>
      <w:r w:rsidRPr="006E107C">
        <w:rPr>
          <w:b/>
        </w:rPr>
        <w:t xml:space="preserve">PS 02-01-71: </w:t>
      </w:r>
      <w:r w:rsidRPr="006E107C">
        <w:t>V soupisu prací se nachází</w:t>
      </w:r>
      <w:r w:rsidRPr="006E107C">
        <w:rPr>
          <w:b/>
        </w:rPr>
        <w:t xml:space="preserve"> </w:t>
      </w:r>
      <w:r w:rsidRPr="006E107C">
        <w:t>položka č. 85 „STOŽÁROVÉ NÁVĚSTIDLO DO DVOU SVĚTEL – DEMONTÁŽ“. Pro tuto položku jsme ve vztahu k situačnímu schématu nenalezli odpovídající uplatnění. Žádáme zadavatele o prověření.</w:t>
      </w:r>
    </w:p>
    <w:p w14:paraId="3008EA38" w14:textId="77777777" w:rsidR="00B83AE4" w:rsidRPr="00CB7B5A" w:rsidRDefault="00B83AE4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3A09D7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E9859B8" w14:textId="4ECD281F" w:rsidR="00DB13FA" w:rsidRPr="004211A6" w:rsidRDefault="00565B02" w:rsidP="00DB13F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Dle </w:t>
      </w:r>
      <w:r w:rsidR="00A4528C" w:rsidRPr="004211A6">
        <w:rPr>
          <w:rFonts w:eastAsia="Calibri" w:cs="Times New Roman"/>
          <w:lang w:eastAsia="cs-CZ"/>
        </w:rPr>
        <w:t xml:space="preserve">odpovědi na </w:t>
      </w:r>
      <w:r w:rsidRPr="004211A6">
        <w:rPr>
          <w:rFonts w:eastAsia="Calibri" w:cs="Times New Roman"/>
          <w:lang w:eastAsia="cs-CZ"/>
        </w:rPr>
        <w:t>dotaz č. 17</w:t>
      </w:r>
      <w:r w:rsidR="00C15A47" w:rsidRPr="004211A6">
        <w:rPr>
          <w:rFonts w:eastAsia="Calibri" w:cs="Times New Roman"/>
          <w:lang w:eastAsia="cs-CZ"/>
        </w:rPr>
        <w:t>.</w:t>
      </w:r>
    </w:p>
    <w:p w14:paraId="05B6AECE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C5CC8D6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E9195D5" w14:textId="2047784A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CB7B5A">
        <w:rPr>
          <w:rFonts w:eastAsia="Calibri" w:cs="Times New Roman"/>
          <w:b/>
          <w:lang w:eastAsia="cs-CZ"/>
        </w:rPr>
        <w:t>:</w:t>
      </w:r>
    </w:p>
    <w:p w14:paraId="522DC8EC" w14:textId="15308A47" w:rsidR="00DB13FA" w:rsidRDefault="00B83AE4" w:rsidP="00DB13FA">
      <w:pPr>
        <w:spacing w:after="0" w:line="240" w:lineRule="auto"/>
      </w:pPr>
      <w:r w:rsidRPr="006E107C">
        <w:rPr>
          <w:b/>
        </w:rPr>
        <w:t xml:space="preserve">PS 02-01-71: </w:t>
      </w:r>
      <w:r w:rsidRPr="006E107C">
        <w:t xml:space="preserve">Dle situačního schématu a technické zprávy se předpokládá vybudování 2 ks světelných </w:t>
      </w:r>
      <w:proofErr w:type="spellStart"/>
      <w:r w:rsidRPr="006E107C">
        <w:t>přejezdníků</w:t>
      </w:r>
      <w:proofErr w:type="spellEnd"/>
      <w:r w:rsidRPr="006E107C">
        <w:t xml:space="preserve">. V soupisu prací postrádáme položku pro přezkoušení a regulaci těchto </w:t>
      </w:r>
      <w:proofErr w:type="spellStart"/>
      <w:r w:rsidRPr="006E107C">
        <w:t>přejezdníků</w:t>
      </w:r>
      <w:proofErr w:type="spellEnd"/>
      <w:r w:rsidRPr="006E107C">
        <w:t>.</w:t>
      </w:r>
      <w:r w:rsidRPr="006E107C">
        <w:rPr>
          <w:b/>
        </w:rPr>
        <w:t xml:space="preserve"> </w:t>
      </w:r>
      <w:r w:rsidRPr="006E107C">
        <w:t>Žádáme zadavatele o prověření.</w:t>
      </w:r>
    </w:p>
    <w:p w14:paraId="023588C8" w14:textId="77777777" w:rsidR="00B83AE4" w:rsidRPr="00CB7B5A" w:rsidRDefault="00B83AE4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81D695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7F3C405" w14:textId="42454A1C" w:rsidR="00565B02" w:rsidRPr="004211A6" w:rsidRDefault="00C15A47" w:rsidP="00565B02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Z</w:t>
      </w:r>
      <w:r w:rsidR="00565B02" w:rsidRPr="004211A6">
        <w:rPr>
          <w:rFonts w:eastAsia="Calibri" w:cs="Times New Roman"/>
          <w:lang w:eastAsia="cs-CZ"/>
        </w:rPr>
        <w:t xml:space="preserve">koušení obsahuje položka </w:t>
      </w:r>
      <w:r w:rsidRPr="004211A6">
        <w:rPr>
          <w:rFonts w:eastAsia="Calibri" w:cs="Times New Roman"/>
          <w:lang w:eastAsia="cs-CZ"/>
        </w:rPr>
        <w:t>75E127.</w:t>
      </w:r>
      <w:r w:rsidR="007B4E8F" w:rsidRPr="004211A6">
        <w:rPr>
          <w:rFonts w:eastAsia="Calibri" w:cs="Times New Roman"/>
          <w:color w:val="FF0000"/>
          <w:lang w:eastAsia="cs-CZ"/>
        </w:rPr>
        <w:tab/>
      </w:r>
    </w:p>
    <w:p w14:paraId="2387FB6A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C4D924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CB066E" w14:textId="0848E52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Pr="00CB7B5A">
        <w:rPr>
          <w:rFonts w:eastAsia="Calibri" w:cs="Times New Roman"/>
          <w:b/>
          <w:lang w:eastAsia="cs-CZ"/>
        </w:rPr>
        <w:t>:</w:t>
      </w:r>
    </w:p>
    <w:p w14:paraId="564693E0" w14:textId="77777777" w:rsidR="00B83AE4" w:rsidRDefault="00B83AE4" w:rsidP="00B83AE4">
      <w:pPr>
        <w:spacing w:after="0"/>
      </w:pPr>
      <w:r w:rsidRPr="006E107C">
        <w:rPr>
          <w:b/>
        </w:rPr>
        <w:t>PS 02-01-71</w:t>
      </w:r>
      <w:r w:rsidRPr="009A0FA1">
        <w:t>. Dle situ</w:t>
      </w:r>
      <w:r>
        <w:t>ačního schématu se předpokládá vybudování 16ks neproměnných balíz (všechny červeně označené balízy + fialově označené balízy č. 2024 a 2025) a 7ks proměnných balíz. V soupisu prací je u souvisejících položek uvedeno: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283"/>
        <w:gridCol w:w="5528"/>
        <w:gridCol w:w="567"/>
        <w:gridCol w:w="851"/>
      </w:tblGrid>
      <w:tr w:rsidR="00B83AE4" w:rsidRPr="009A0FA1" w14:paraId="47A95C64" w14:textId="77777777" w:rsidTr="00B83AE4">
        <w:trPr>
          <w:trHeight w:val="510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6CA3D4D6" w14:textId="77777777" w:rsidR="00B83AE4" w:rsidRPr="009A0FA1" w:rsidRDefault="00B83AE4" w:rsidP="00B83AE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58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428F520" w14:textId="77777777" w:rsidR="00B83AE4" w:rsidRPr="009A0FA1" w:rsidRDefault="00B83AE4" w:rsidP="00B83AE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75F211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1250AF4F" w14:textId="77777777" w:rsidR="00B83AE4" w:rsidRPr="009A0FA1" w:rsidRDefault="00B83AE4" w:rsidP="00B83AE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3C6225A4" w14:textId="77777777" w:rsidR="00B83AE4" w:rsidRPr="009A0FA1" w:rsidRDefault="00B83AE4" w:rsidP="00B83AE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BALÍZA NEPROMĚNNÁ TYP EUROBALISE VČ. ZPRACOVÁNÍ DAT A UPEVŇOVACÍ SADY - DODÁVKA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1C4AEA68" w14:textId="77777777" w:rsidR="00B83AE4" w:rsidRPr="009A0FA1" w:rsidRDefault="00B83AE4" w:rsidP="00B83AE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10F6BDB" w14:textId="77777777" w:rsidR="00B83AE4" w:rsidRPr="009A0FA1" w:rsidRDefault="00B83AE4" w:rsidP="00B83AE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12,000</w:t>
            </w:r>
          </w:p>
        </w:tc>
      </w:tr>
      <w:tr w:rsidR="00B83AE4" w:rsidRPr="009A0FA1" w14:paraId="53133FAC" w14:textId="77777777" w:rsidTr="00B83AE4">
        <w:trPr>
          <w:trHeight w:val="255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474A4C22" w14:textId="77777777" w:rsidR="00B83AE4" w:rsidRPr="009A0FA1" w:rsidRDefault="00B83AE4" w:rsidP="00B83AE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lastRenderedPageBreak/>
              <w:t>59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857978F" w14:textId="77777777" w:rsidR="00B83AE4" w:rsidRPr="009A0FA1" w:rsidRDefault="00B83AE4" w:rsidP="00B83AE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75F217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235E0F4F" w14:textId="77777777" w:rsidR="00B83AE4" w:rsidRPr="009A0FA1" w:rsidRDefault="00B83AE4" w:rsidP="00B83AE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6A7E12AD" w14:textId="77777777" w:rsidR="00B83AE4" w:rsidRPr="009A0FA1" w:rsidRDefault="00B83AE4" w:rsidP="00B83AE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BALÍZA NEPROMĚNNÁ TYP EUROBALISE - MONTÁŽ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019F73E8" w14:textId="77777777" w:rsidR="00B83AE4" w:rsidRPr="009A0FA1" w:rsidRDefault="00B83AE4" w:rsidP="00B83AE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D2E44D3" w14:textId="77777777" w:rsidR="00B83AE4" w:rsidRPr="009A0FA1" w:rsidRDefault="00B83AE4" w:rsidP="00B83AE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12,000</w:t>
            </w:r>
          </w:p>
        </w:tc>
      </w:tr>
      <w:tr w:rsidR="00B83AE4" w:rsidRPr="009A0FA1" w14:paraId="215179D7" w14:textId="77777777" w:rsidTr="00B83AE4">
        <w:trPr>
          <w:trHeight w:val="255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247E99CE" w14:textId="77777777" w:rsidR="00B83AE4" w:rsidRPr="009A0FA1" w:rsidRDefault="00B83AE4" w:rsidP="00B83AE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7DF3207" w14:textId="77777777" w:rsidR="00B83AE4" w:rsidRPr="009A0FA1" w:rsidRDefault="00B83AE4" w:rsidP="00B83AE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R75F211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388F073E" w14:textId="77777777" w:rsidR="00B83AE4" w:rsidRPr="009A0FA1" w:rsidRDefault="00B83AE4" w:rsidP="00B83AE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6215A10D" w14:textId="77777777" w:rsidR="00B83AE4" w:rsidRPr="009A0FA1" w:rsidRDefault="00B83AE4" w:rsidP="00B83AE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BALÍZA PŘEPÍNATELNÁ - DODÁVKA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72D04D28" w14:textId="77777777" w:rsidR="00B83AE4" w:rsidRPr="009A0FA1" w:rsidRDefault="00B83AE4" w:rsidP="00B83AE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C2CE4C7" w14:textId="77777777" w:rsidR="00B83AE4" w:rsidRPr="009A0FA1" w:rsidRDefault="00B83AE4" w:rsidP="00B83AE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6,000</w:t>
            </w:r>
          </w:p>
        </w:tc>
      </w:tr>
      <w:tr w:rsidR="00B83AE4" w:rsidRPr="009A0FA1" w14:paraId="1E0570A8" w14:textId="77777777" w:rsidTr="00B83AE4">
        <w:trPr>
          <w:trHeight w:val="255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4DBBF4E3" w14:textId="77777777" w:rsidR="00B83AE4" w:rsidRPr="009A0FA1" w:rsidRDefault="00B83AE4" w:rsidP="00B83AE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61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EAE82C1" w14:textId="77777777" w:rsidR="00B83AE4" w:rsidRPr="009A0FA1" w:rsidRDefault="00B83AE4" w:rsidP="00B83AE4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R75F217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47DAFB3B" w14:textId="77777777" w:rsidR="00B83AE4" w:rsidRPr="009A0FA1" w:rsidRDefault="00B83AE4" w:rsidP="00B83AE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36E4ED76" w14:textId="77777777" w:rsidR="00B83AE4" w:rsidRPr="009A0FA1" w:rsidRDefault="00B83AE4" w:rsidP="00B83AE4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BALÍZA PŘEPÍNATELNÁ - MONTÁŽ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07769858" w14:textId="77777777" w:rsidR="00B83AE4" w:rsidRPr="009A0FA1" w:rsidRDefault="00B83AE4" w:rsidP="00B83AE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BBF1E97" w14:textId="77777777" w:rsidR="00B83AE4" w:rsidRPr="009A0FA1" w:rsidRDefault="00B83AE4" w:rsidP="00B83AE4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6,000</w:t>
            </w:r>
          </w:p>
        </w:tc>
      </w:tr>
    </w:tbl>
    <w:p w14:paraId="51BFA2CA" w14:textId="77777777" w:rsidR="00B83AE4" w:rsidRDefault="00B83AE4" w:rsidP="00B83AE4">
      <w:pPr>
        <w:spacing w:after="0"/>
      </w:pPr>
      <w:r w:rsidRPr="009A0FA1">
        <w:t>Žádáme zadavatele o prověření množství u uvedených položek.</w:t>
      </w:r>
    </w:p>
    <w:p w14:paraId="3BC28752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CE3B11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2BCD2B0" w14:textId="4A9CB725" w:rsidR="00DB13FA" w:rsidRPr="004211A6" w:rsidRDefault="001F63CA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Počty </w:t>
      </w:r>
      <w:proofErr w:type="spellStart"/>
      <w:r w:rsidRPr="004211A6">
        <w:rPr>
          <w:rFonts w:eastAsia="Calibri" w:cs="Times New Roman"/>
          <w:lang w:eastAsia="cs-CZ"/>
        </w:rPr>
        <w:t>balíz</w:t>
      </w:r>
      <w:proofErr w:type="spellEnd"/>
      <w:r w:rsidRPr="004211A6">
        <w:rPr>
          <w:rFonts w:eastAsia="Calibri" w:cs="Times New Roman"/>
          <w:lang w:eastAsia="cs-CZ"/>
        </w:rPr>
        <w:t xml:space="preserve"> jsou správné. </w:t>
      </w:r>
      <w:r w:rsidR="0067276C" w:rsidRPr="004211A6">
        <w:rPr>
          <w:rFonts w:eastAsia="Calibri" w:cs="Times New Roman"/>
          <w:lang w:eastAsia="cs-CZ"/>
        </w:rPr>
        <w:t xml:space="preserve">Přepínatelné </w:t>
      </w:r>
      <w:r w:rsidR="00AF6964" w:rsidRPr="004211A6">
        <w:rPr>
          <w:rFonts w:eastAsia="Calibri" w:cs="Times New Roman"/>
          <w:lang w:eastAsia="cs-CZ"/>
        </w:rPr>
        <w:t>6</w:t>
      </w:r>
      <w:r w:rsidR="0067276C" w:rsidRPr="004211A6">
        <w:rPr>
          <w:rFonts w:eastAsia="Calibri" w:cs="Times New Roman"/>
          <w:lang w:eastAsia="cs-CZ"/>
        </w:rPr>
        <w:t xml:space="preserve">ks, </w:t>
      </w:r>
      <w:r w:rsidR="00AF6964" w:rsidRPr="004211A6">
        <w:rPr>
          <w:rFonts w:eastAsia="Calibri" w:cs="Times New Roman"/>
          <w:lang w:eastAsia="cs-CZ"/>
        </w:rPr>
        <w:t xml:space="preserve">přepínatelná 2028 je v PS 03-01-71, </w:t>
      </w:r>
      <w:r w:rsidR="0067276C" w:rsidRPr="004211A6">
        <w:rPr>
          <w:rFonts w:eastAsia="Calibri" w:cs="Times New Roman"/>
          <w:lang w:eastAsia="cs-CZ"/>
        </w:rPr>
        <w:t>neproměnné 1</w:t>
      </w:r>
      <w:r w:rsidR="00AF6964" w:rsidRPr="004211A6">
        <w:rPr>
          <w:rFonts w:eastAsia="Calibri" w:cs="Times New Roman"/>
          <w:lang w:eastAsia="cs-CZ"/>
        </w:rPr>
        <w:t>2</w:t>
      </w:r>
      <w:r w:rsidR="0067276C" w:rsidRPr="004211A6">
        <w:rPr>
          <w:rFonts w:eastAsia="Calibri" w:cs="Times New Roman"/>
          <w:lang w:eastAsia="cs-CZ"/>
        </w:rPr>
        <w:t xml:space="preserve"> ks</w:t>
      </w:r>
      <w:r w:rsidR="00AF6964" w:rsidRPr="004211A6">
        <w:rPr>
          <w:rFonts w:eastAsia="Calibri" w:cs="Times New Roman"/>
          <w:lang w:eastAsia="cs-CZ"/>
        </w:rPr>
        <w:t xml:space="preserve">, 2027 a 2028 </w:t>
      </w:r>
      <w:r w:rsidR="00AD60BB" w:rsidRPr="004211A6">
        <w:rPr>
          <w:rFonts w:eastAsia="Calibri" w:cs="Times New Roman"/>
          <w:lang w:eastAsia="cs-CZ"/>
        </w:rPr>
        <w:t>jsou v PS 03-01-71</w:t>
      </w:r>
      <w:r w:rsidRPr="004211A6">
        <w:rPr>
          <w:rFonts w:eastAsia="Calibri" w:cs="Times New Roman"/>
          <w:lang w:eastAsia="cs-CZ"/>
        </w:rPr>
        <w:t>.</w:t>
      </w:r>
    </w:p>
    <w:p w14:paraId="50EBB022" w14:textId="77777777" w:rsidR="00DB13FA" w:rsidRPr="00AD60BB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CD0EE7A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659AE43" w14:textId="49880609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</w:t>
      </w:r>
      <w:r w:rsidRPr="00CB7B5A">
        <w:rPr>
          <w:rFonts w:eastAsia="Calibri" w:cs="Times New Roman"/>
          <w:b/>
          <w:lang w:eastAsia="cs-CZ"/>
        </w:rPr>
        <w:t>:</w:t>
      </w:r>
    </w:p>
    <w:p w14:paraId="697F2890" w14:textId="7E6311A8" w:rsidR="00DB13FA" w:rsidRPr="00CB7B5A" w:rsidRDefault="002C2D69" w:rsidP="002C2D69">
      <w:pPr>
        <w:rPr>
          <w:rFonts w:eastAsia="Calibri" w:cs="Times New Roman"/>
          <w:b/>
          <w:lang w:eastAsia="cs-CZ"/>
        </w:rPr>
      </w:pPr>
      <w:r w:rsidRPr="006E107C">
        <w:rPr>
          <w:b/>
        </w:rPr>
        <w:t>PS 02-01-71</w:t>
      </w:r>
      <w:r w:rsidRPr="009A0FA1">
        <w:t>.</w:t>
      </w:r>
      <w:r>
        <w:t xml:space="preserve"> Dle TZ se předpokládá umístění druhé jednotky LEU v přístrojové skříni v kolejišti. V soupisu prací jsme nenalezli položky (</w:t>
      </w:r>
      <w:proofErr w:type="spellStart"/>
      <w:r>
        <w:t>dodávka+montáž</w:t>
      </w:r>
      <w:proofErr w:type="spellEnd"/>
      <w:r>
        <w:t xml:space="preserve">) pro zmíněnou přístrojovou skříň. Žádáme zadavatele o prověření. </w:t>
      </w:r>
    </w:p>
    <w:p w14:paraId="4E440FA0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4185BDF" w14:textId="37C3DA84" w:rsidR="00DB13FA" w:rsidRPr="004211A6" w:rsidRDefault="00695CB1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Jedná se o položku „TECHNOLOGICKÁ SKŘÍŇ VENKOVNÍ PRO ETCS – DODÁVKA“. Položka obsahuje</w:t>
      </w:r>
      <w:r w:rsidR="00AD60BB" w:rsidRPr="004211A6">
        <w:rPr>
          <w:rFonts w:eastAsia="Calibri" w:cs="Times New Roman"/>
          <w:lang w:eastAsia="cs-CZ"/>
        </w:rPr>
        <w:t xml:space="preserve"> vybaven</w:t>
      </w:r>
      <w:r w:rsidRPr="004211A6">
        <w:rPr>
          <w:rFonts w:eastAsia="Calibri" w:cs="Times New Roman"/>
          <w:lang w:eastAsia="cs-CZ"/>
        </w:rPr>
        <w:t>ou</w:t>
      </w:r>
      <w:r w:rsidR="00AD60BB" w:rsidRPr="004211A6">
        <w:rPr>
          <w:rFonts w:eastAsia="Calibri" w:cs="Times New Roman"/>
          <w:lang w:eastAsia="cs-CZ"/>
        </w:rPr>
        <w:t xml:space="preserve"> </w:t>
      </w:r>
      <w:r w:rsidR="00A4528C" w:rsidRPr="004211A6">
        <w:rPr>
          <w:rFonts w:eastAsia="Calibri" w:cs="Times New Roman"/>
          <w:lang w:eastAsia="cs-CZ"/>
        </w:rPr>
        <w:t xml:space="preserve">venkovní </w:t>
      </w:r>
      <w:r w:rsidR="00AD60BB" w:rsidRPr="004211A6">
        <w:rPr>
          <w:rFonts w:eastAsia="Calibri" w:cs="Times New Roman"/>
          <w:lang w:eastAsia="cs-CZ"/>
        </w:rPr>
        <w:t>technologická skříň včetně jednotky LEU</w:t>
      </w:r>
      <w:r w:rsidRPr="004211A6">
        <w:rPr>
          <w:rFonts w:eastAsia="Calibri" w:cs="Times New Roman"/>
          <w:lang w:eastAsia="cs-CZ"/>
        </w:rPr>
        <w:t>.</w:t>
      </w:r>
    </w:p>
    <w:p w14:paraId="55893F52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4F074E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D7FEFF" w14:textId="70ABF17E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Pr="00CB7B5A">
        <w:rPr>
          <w:rFonts w:eastAsia="Calibri" w:cs="Times New Roman"/>
          <w:b/>
          <w:lang w:eastAsia="cs-CZ"/>
        </w:rPr>
        <w:t>:</w:t>
      </w:r>
    </w:p>
    <w:p w14:paraId="4D225570" w14:textId="77777777" w:rsidR="002C2D69" w:rsidRDefault="002C2D69" w:rsidP="00671D20">
      <w:pPr>
        <w:spacing w:after="0"/>
      </w:pPr>
      <w:r w:rsidRPr="006E107C">
        <w:rPr>
          <w:b/>
        </w:rPr>
        <w:t>PS 0</w:t>
      </w:r>
      <w:r>
        <w:rPr>
          <w:b/>
        </w:rPr>
        <w:t>2</w:t>
      </w:r>
      <w:r w:rsidRPr="006E107C">
        <w:rPr>
          <w:b/>
        </w:rPr>
        <w:t xml:space="preserve">-01-71: </w:t>
      </w:r>
      <w:r w:rsidRPr="006E107C">
        <w:t>Dle situačního schématu</w:t>
      </w:r>
      <w:r>
        <w:t xml:space="preserve"> se předpokládá vybavení dotčeného úseku </w:t>
      </w:r>
      <w:proofErr w:type="spellStart"/>
      <w:r>
        <w:t>balízami</w:t>
      </w:r>
      <w:proofErr w:type="spellEnd"/>
      <w:r>
        <w:t xml:space="preserve"> v rozsahu 5,642KM (červeně označené balízy). V soupisu prací se nachází související položka: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283"/>
        <w:gridCol w:w="4962"/>
        <w:gridCol w:w="708"/>
        <w:gridCol w:w="1276"/>
      </w:tblGrid>
      <w:tr w:rsidR="002C2D69" w:rsidRPr="003A16E3" w14:paraId="1FD8D221" w14:textId="77777777" w:rsidTr="00671D20">
        <w:trPr>
          <w:trHeight w:val="255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3934845A" w14:textId="77777777" w:rsidR="002C2D69" w:rsidRPr="003A16E3" w:rsidRDefault="002C2D69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8</w:t>
            </w:r>
            <w:r>
              <w:rPr>
                <w:rFonts w:eastAsia="Times New Roman" w:cstheme="minorHAnsi"/>
                <w:lang w:eastAsia="cs-CZ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EC6424B" w14:textId="77777777" w:rsidR="002C2D69" w:rsidRPr="003A16E3" w:rsidRDefault="002C2D69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75F237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06EA09AC" w14:textId="77777777" w:rsidR="002C2D69" w:rsidRPr="003A16E3" w:rsidRDefault="002C2D69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B81B777" w14:textId="77777777" w:rsidR="002C2D69" w:rsidRPr="003A16E3" w:rsidRDefault="002C2D69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ZAMĚŘOVÁNÍ, ZNAČKOVÁNÍ A VYHODNOCENÍ DAT INFRASTRUKTURY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1A6841F9" w14:textId="77777777" w:rsidR="002C2D69" w:rsidRPr="003A16E3" w:rsidRDefault="002C2D69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KM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CB7BCF5" w14:textId="77777777" w:rsidR="002C2D69" w:rsidRPr="003A16E3" w:rsidRDefault="002C2D69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1,</w:t>
            </w:r>
            <w:r>
              <w:rPr>
                <w:rFonts w:eastAsia="Times New Roman" w:cstheme="minorHAnsi"/>
                <w:lang w:eastAsia="cs-CZ"/>
              </w:rPr>
              <w:t>699</w:t>
            </w:r>
          </w:p>
        </w:tc>
      </w:tr>
    </w:tbl>
    <w:p w14:paraId="5C020EA2" w14:textId="77777777" w:rsidR="002C2D69" w:rsidRDefault="002C2D69" w:rsidP="00671D20">
      <w:pPr>
        <w:spacing w:after="0"/>
      </w:pPr>
      <w:r>
        <w:t>Žádáme zadavatele o prověření množství u uvedené položky.</w:t>
      </w:r>
    </w:p>
    <w:p w14:paraId="185E574D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47F691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1CB1176" w14:textId="76683E5F" w:rsidR="00DB13FA" w:rsidRPr="004211A6" w:rsidRDefault="00695CB1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V soupisu prací opraveno na</w:t>
      </w:r>
      <w:r w:rsidR="00BB21F8" w:rsidRPr="004211A6">
        <w:rPr>
          <w:rFonts w:eastAsia="Calibri" w:cs="Times New Roman"/>
          <w:lang w:eastAsia="cs-CZ"/>
        </w:rPr>
        <w:t xml:space="preserve"> 1,482 km</w:t>
      </w:r>
      <w:r w:rsidRPr="004211A6">
        <w:rPr>
          <w:rFonts w:eastAsia="Calibri" w:cs="Times New Roman"/>
          <w:lang w:eastAsia="cs-CZ"/>
        </w:rPr>
        <w:t>.</w:t>
      </w:r>
    </w:p>
    <w:p w14:paraId="2669AE37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F4D3F5C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1847BED" w14:textId="4F55BC11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</w:t>
      </w:r>
      <w:r w:rsidRPr="00CB7B5A">
        <w:rPr>
          <w:rFonts w:eastAsia="Calibri" w:cs="Times New Roman"/>
          <w:b/>
          <w:lang w:eastAsia="cs-CZ"/>
        </w:rPr>
        <w:t>:</w:t>
      </w:r>
    </w:p>
    <w:p w14:paraId="307DF1A3" w14:textId="77777777" w:rsidR="00671D20" w:rsidRPr="006D4109" w:rsidRDefault="00671D20" w:rsidP="00671D20">
      <w:pPr>
        <w:spacing w:after="0"/>
      </w:pPr>
      <w:r w:rsidRPr="006D4109">
        <w:rPr>
          <w:b/>
        </w:rPr>
        <w:t xml:space="preserve">PS 02-01-71: </w:t>
      </w:r>
      <w:r w:rsidRPr="006D4109">
        <w:t xml:space="preserve">V technické zprávě se uvádí následující: </w:t>
      </w:r>
    </w:p>
    <w:p w14:paraId="6AABB82E" w14:textId="77777777" w:rsidR="00671D20" w:rsidRPr="006D4109" w:rsidRDefault="00671D20" w:rsidP="00671D20">
      <w:pPr>
        <w:spacing w:after="0"/>
      </w:pPr>
      <w:r w:rsidRPr="006D4109">
        <w:t>„Stávající skříň s ovládacím panelem zůstane na stejném místě. Bude vyměněn čelní panel. Současné indikace přejezdů budou zachovány. Ovládací prvky budou zřízeny nové.“</w:t>
      </w:r>
    </w:p>
    <w:p w14:paraId="58C59EDE" w14:textId="2C04E428" w:rsidR="00671D20" w:rsidRDefault="00671D20" w:rsidP="00671D20">
      <w:pPr>
        <w:spacing w:after="0"/>
      </w:pPr>
      <w:r w:rsidRPr="006D4109">
        <w:t>Domníváme se správně, že pro tyto účely je v soupisu prací určena položka č. 73 „ÚPRAVA RELÉOVÝCH, NAPÁJECÍCH NEBO KABELOVÝCH STOJANŮ NEBO SKŘÍNÍ“?</w:t>
      </w:r>
    </w:p>
    <w:p w14:paraId="52B19D29" w14:textId="77777777" w:rsidR="00671D20" w:rsidRPr="006D4109" w:rsidRDefault="00671D20" w:rsidP="00671D20">
      <w:pPr>
        <w:spacing w:after="0"/>
      </w:pPr>
    </w:p>
    <w:p w14:paraId="77095991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CBDF6ED" w14:textId="05448E8A" w:rsidR="00DB13FA" w:rsidRPr="004211A6" w:rsidRDefault="00663961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Řeší položka </w:t>
      </w:r>
      <w:r w:rsidR="00BD4770" w:rsidRPr="004211A6">
        <w:rPr>
          <w:rFonts w:eastAsia="Calibri" w:cs="Times New Roman"/>
          <w:lang w:eastAsia="cs-CZ"/>
        </w:rPr>
        <w:t>75B369</w:t>
      </w:r>
      <w:r w:rsidRPr="004211A6">
        <w:rPr>
          <w:rFonts w:eastAsia="Calibri" w:cs="Times New Roman"/>
          <w:lang w:eastAsia="cs-CZ"/>
        </w:rPr>
        <w:t xml:space="preserve">, položka </w:t>
      </w:r>
      <w:r w:rsidR="00BD4770" w:rsidRPr="004211A6">
        <w:rPr>
          <w:rFonts w:eastAsia="Calibri" w:cs="Times New Roman"/>
          <w:lang w:eastAsia="cs-CZ"/>
        </w:rPr>
        <w:t xml:space="preserve">75B569 </w:t>
      </w:r>
      <w:r w:rsidR="00A4528C" w:rsidRPr="004211A6">
        <w:rPr>
          <w:rFonts w:eastAsia="Calibri" w:cs="Times New Roman"/>
          <w:lang w:eastAsia="cs-CZ"/>
        </w:rPr>
        <w:t xml:space="preserve">je </w:t>
      </w:r>
      <w:r w:rsidRPr="004211A6">
        <w:rPr>
          <w:rFonts w:eastAsia="Calibri" w:cs="Times New Roman"/>
          <w:lang w:eastAsia="cs-CZ"/>
        </w:rPr>
        <w:t>pro úpravu stávajících reléových stojanů</w:t>
      </w:r>
      <w:r w:rsidR="00BD4770" w:rsidRPr="004211A6">
        <w:rPr>
          <w:rFonts w:eastAsia="Calibri" w:cs="Times New Roman"/>
          <w:lang w:eastAsia="cs-CZ"/>
        </w:rPr>
        <w:t>.</w:t>
      </w:r>
    </w:p>
    <w:p w14:paraId="5EB6C7A0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1523B0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06D341" w14:textId="0E4B8723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</w:t>
      </w:r>
      <w:r w:rsidRPr="00CB7B5A">
        <w:rPr>
          <w:rFonts w:eastAsia="Calibri" w:cs="Times New Roman"/>
          <w:b/>
          <w:lang w:eastAsia="cs-CZ"/>
        </w:rPr>
        <w:t>:</w:t>
      </w:r>
    </w:p>
    <w:p w14:paraId="0191905B" w14:textId="77777777" w:rsidR="00671D20" w:rsidRDefault="00671D20" w:rsidP="00DB13FA">
      <w:pPr>
        <w:spacing w:after="0" w:line="240" w:lineRule="auto"/>
      </w:pPr>
      <w:r w:rsidRPr="006E107C">
        <w:rPr>
          <w:b/>
        </w:rPr>
        <w:t xml:space="preserve">PS 03-01-71: </w:t>
      </w:r>
      <w:r w:rsidRPr="006E107C">
        <w:t>V soupisu prací se nachází položka č. 11 „KABEL METALICKÝ DVOUPLÁŠŤOVÝ PŘES 12 PÁRŮ – DODÁVKA“. Z kabelového schématu (č. přílohy 2.001) nevyplývá požadavek na využití této položky. Žádáme zadavatele o prověření účelu využití uvedené položky a případně o její odstranění ze soupisu prací.</w:t>
      </w:r>
    </w:p>
    <w:p w14:paraId="0191AA9B" w14:textId="77777777" w:rsidR="00671D20" w:rsidRDefault="00671D20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248B32" w14:textId="485BB73E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9FCF79A" w14:textId="6968C2CB" w:rsidR="00DB13FA" w:rsidRPr="004211A6" w:rsidRDefault="00663961" w:rsidP="00DB13F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Položka </w:t>
      </w:r>
      <w:r w:rsidR="00233423" w:rsidRPr="004211A6">
        <w:rPr>
          <w:rFonts w:eastAsia="Calibri" w:cs="Times New Roman"/>
          <w:lang w:eastAsia="cs-CZ"/>
        </w:rPr>
        <w:t>75A141 je ze soupisu prací odstraněna.</w:t>
      </w:r>
      <w:r w:rsidRPr="004211A6">
        <w:rPr>
          <w:rFonts w:eastAsia="Calibri" w:cs="Times New Roman"/>
          <w:lang w:eastAsia="cs-CZ"/>
        </w:rPr>
        <w:t xml:space="preserve"> bude zrušena</w:t>
      </w:r>
      <w:r w:rsidR="00233423" w:rsidRPr="004211A6">
        <w:rPr>
          <w:rFonts w:eastAsia="Calibri" w:cs="Times New Roman"/>
          <w:lang w:eastAsia="cs-CZ"/>
        </w:rPr>
        <w:t>.</w:t>
      </w:r>
    </w:p>
    <w:p w14:paraId="7682E19A" w14:textId="48B37AEE" w:rsidR="00DB13FA" w:rsidRDefault="00DB13F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87FC7D7" w14:textId="4922529B" w:rsidR="00DB13FA" w:rsidRDefault="00DB13F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D537558" w14:textId="4EB78420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CB7B5A">
        <w:rPr>
          <w:rFonts w:eastAsia="Calibri" w:cs="Times New Roman"/>
          <w:b/>
          <w:lang w:eastAsia="cs-CZ"/>
        </w:rPr>
        <w:t>:</w:t>
      </w:r>
    </w:p>
    <w:p w14:paraId="65C9A7F4" w14:textId="2E07C136" w:rsidR="00DB13FA" w:rsidRDefault="00671D20" w:rsidP="00DB13FA">
      <w:pPr>
        <w:spacing w:after="0" w:line="240" w:lineRule="auto"/>
      </w:pPr>
      <w:r w:rsidRPr="006E107C">
        <w:rPr>
          <w:b/>
        </w:rPr>
        <w:t xml:space="preserve">PS 03-01-71: </w:t>
      </w:r>
      <w:r w:rsidRPr="006E107C">
        <w:t>V soupisu prací se nachází položka č. 14 „KABELOVÁ FORMA (UKONČENÍ KABELŮ) PRO KABELY ZABEZPEČOVACÍ DO 12 PÁRŮ“ v množství 6 ks. Dle kabelového schématu (č. přílohy 2.001) se předpokládá vybudování celkem 6ks kabelů, tedy 12 ks forem. Žádáme zadavatele o prověření množství u položky č. 14.</w:t>
      </w:r>
    </w:p>
    <w:p w14:paraId="7A8BFECB" w14:textId="77777777" w:rsidR="00671D20" w:rsidRPr="00CB7B5A" w:rsidRDefault="00671D20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C15D7B" w14:textId="072BF26E" w:rsidR="00A83C42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8FD43DF" w14:textId="4F6CEA26" w:rsidR="00DB13FA" w:rsidRPr="004211A6" w:rsidRDefault="00BD4770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V soupisu prací opraveno</w:t>
      </w:r>
      <w:r w:rsidR="00197077" w:rsidRPr="004211A6">
        <w:rPr>
          <w:rFonts w:eastAsia="Calibri" w:cs="Times New Roman"/>
          <w:lang w:eastAsia="cs-CZ"/>
        </w:rPr>
        <w:t xml:space="preserve"> na 12 ks</w:t>
      </w:r>
      <w:r w:rsidRPr="004211A6">
        <w:rPr>
          <w:rFonts w:eastAsia="Calibri" w:cs="Times New Roman"/>
          <w:lang w:eastAsia="cs-CZ"/>
        </w:rPr>
        <w:t>.</w:t>
      </w:r>
    </w:p>
    <w:p w14:paraId="67218884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7F2D3D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F72540" w14:textId="71548F0C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>Dotaz č. 2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38B878C2" w14:textId="77777777" w:rsidR="00671D20" w:rsidRPr="006E107C" w:rsidRDefault="00671D20" w:rsidP="00671D20">
      <w:pPr>
        <w:spacing w:after="0"/>
      </w:pPr>
      <w:r w:rsidRPr="006E107C">
        <w:rPr>
          <w:b/>
        </w:rPr>
        <w:t xml:space="preserve">PS 03-01-71: </w:t>
      </w:r>
      <w:r w:rsidRPr="006E107C">
        <w:t>Ve výkazu výměr se nacházejí následující položky:</w:t>
      </w:r>
    </w:p>
    <w:p w14:paraId="17FD8DFC" w14:textId="77777777" w:rsidR="00671D20" w:rsidRPr="006E107C" w:rsidRDefault="00671D20" w:rsidP="00671D20">
      <w:pPr>
        <w:spacing w:after="0"/>
      </w:pPr>
      <w:r w:rsidRPr="006E107C">
        <w:t>Pol. č. 3: PROTLAČOVÁNÍ POTRUBÍ Z PLAST HMOT DN DO 150MM v množství 8 m.</w:t>
      </w:r>
    </w:p>
    <w:p w14:paraId="753CB869" w14:textId="77777777" w:rsidR="00671D20" w:rsidRPr="006E107C" w:rsidRDefault="00671D20" w:rsidP="00671D20">
      <w:pPr>
        <w:spacing w:after="0"/>
      </w:pPr>
      <w:r w:rsidRPr="006E107C">
        <w:t>Pol. č. 6: KABELOVÁ CHRÁNIČKA ZEMNÍ DN PŘES 100 DO 200 MM v množství 5 m.</w:t>
      </w:r>
    </w:p>
    <w:p w14:paraId="357B995E" w14:textId="689E91DC" w:rsidR="00671D20" w:rsidRPr="006E107C" w:rsidRDefault="00671D20" w:rsidP="00671D20">
      <w:pPr>
        <w:spacing w:after="0"/>
      </w:pPr>
      <w:r w:rsidRPr="006E107C">
        <w:t>Vzhledem k množství protlaků předpokládáme chráničku minimální délky</w:t>
      </w:r>
      <w:r>
        <w:t xml:space="preserve"> 8 m</w:t>
      </w:r>
      <w:r w:rsidRPr="006E107C">
        <w:t>. Žádáme</w:t>
      </w:r>
      <w:r>
        <w:t xml:space="preserve"> </w:t>
      </w:r>
      <w:r w:rsidRPr="006E107C">
        <w:t>zadavatele o prověření.</w:t>
      </w:r>
    </w:p>
    <w:p w14:paraId="755CC28B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A0347A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709E809" w14:textId="7F70769F" w:rsidR="00DB13FA" w:rsidRPr="004211A6" w:rsidRDefault="001720D0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V soupisu prací opraveno </w:t>
      </w:r>
      <w:r w:rsidR="00A4528C" w:rsidRPr="004211A6">
        <w:rPr>
          <w:rFonts w:eastAsia="Calibri" w:cs="Times New Roman"/>
          <w:lang w:eastAsia="cs-CZ"/>
        </w:rPr>
        <w:t xml:space="preserve">na </w:t>
      </w:r>
      <w:r w:rsidR="00A83C42" w:rsidRPr="004211A6">
        <w:rPr>
          <w:rFonts w:eastAsia="Calibri" w:cs="Times New Roman"/>
          <w:lang w:eastAsia="cs-CZ"/>
        </w:rPr>
        <w:t>8</w:t>
      </w:r>
      <w:r w:rsidR="00DD7C8F" w:rsidRPr="004211A6">
        <w:rPr>
          <w:rFonts w:eastAsia="Calibri" w:cs="Times New Roman"/>
          <w:lang w:eastAsia="cs-CZ"/>
        </w:rPr>
        <w:t xml:space="preserve"> </w:t>
      </w:r>
      <w:r w:rsidR="00A4528C" w:rsidRPr="004211A6">
        <w:rPr>
          <w:rFonts w:eastAsia="Calibri" w:cs="Times New Roman"/>
          <w:lang w:eastAsia="cs-CZ"/>
        </w:rPr>
        <w:t>m</w:t>
      </w:r>
      <w:r w:rsidRPr="004211A6">
        <w:rPr>
          <w:rFonts w:eastAsia="Calibri" w:cs="Times New Roman"/>
          <w:lang w:eastAsia="cs-CZ"/>
        </w:rPr>
        <w:t>.</w:t>
      </w:r>
    </w:p>
    <w:p w14:paraId="3217988F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E447705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396E930" w14:textId="325DEB95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</w:t>
      </w:r>
      <w:r w:rsidRPr="00CB7B5A">
        <w:rPr>
          <w:rFonts w:eastAsia="Calibri" w:cs="Times New Roman"/>
          <w:b/>
          <w:lang w:eastAsia="cs-CZ"/>
        </w:rPr>
        <w:t>:</w:t>
      </w:r>
    </w:p>
    <w:p w14:paraId="582382B4" w14:textId="6191D0AA" w:rsidR="00671D20" w:rsidRPr="00CB7B5A" w:rsidRDefault="00671D20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6E107C">
        <w:rPr>
          <w:b/>
        </w:rPr>
        <w:t xml:space="preserve">PS 03-01-71: </w:t>
      </w:r>
      <w:r w:rsidRPr="006E107C">
        <w:t xml:space="preserve">Ve výkazu výměr se nachází položka č. 22 „NÁVĚST PRO ETCS ANTIGRAFITTY“ </w:t>
      </w:r>
      <w:r>
        <w:t>s</w:t>
      </w:r>
      <w:r w:rsidRPr="006E107C">
        <w:t> množství</w:t>
      </w:r>
      <w:r>
        <w:t>m</w:t>
      </w:r>
      <w:r w:rsidRPr="006E107C">
        <w:t xml:space="preserve"> 8 ks. Dle situačních schémat se předpokládá vybudování pouze </w:t>
      </w:r>
      <w:r>
        <w:t>2</w:t>
      </w:r>
      <w:r w:rsidRPr="006E107C">
        <w:t xml:space="preserve"> ks návěstí pro ETCS (u </w:t>
      </w:r>
      <w:r>
        <w:t>návěstidla „</w:t>
      </w:r>
      <w:r w:rsidRPr="006E107C">
        <w:t>HL</w:t>
      </w:r>
      <w:r>
        <w:t>“ Borohrádek</w:t>
      </w:r>
      <w:r w:rsidRPr="006E107C">
        <w:t>). Žádáme zadavatele o prověření množství u pol. č. 22.</w:t>
      </w:r>
    </w:p>
    <w:p w14:paraId="3F7C9F45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F6E2D3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C687A70" w14:textId="538909DF" w:rsidR="00DB13FA" w:rsidRPr="004211A6" w:rsidRDefault="00FF1344" w:rsidP="00DB13FA">
      <w:pPr>
        <w:spacing w:after="0" w:line="240" w:lineRule="auto"/>
        <w:rPr>
          <w:rFonts w:eastAsia="Calibri" w:cs="Times New Roman"/>
          <w:lang w:eastAsia="cs-CZ"/>
        </w:rPr>
      </w:pPr>
      <w:bookmarkStart w:id="5" w:name="_Hlk155164071"/>
      <w:r w:rsidRPr="004211A6">
        <w:rPr>
          <w:rFonts w:eastAsia="Calibri" w:cs="Times New Roman"/>
          <w:lang w:eastAsia="cs-CZ"/>
        </w:rPr>
        <w:t>Návěst pro ETCS bude u návěstidel HS a HL</w:t>
      </w:r>
      <w:r w:rsidR="0042046C" w:rsidRPr="004211A6">
        <w:rPr>
          <w:rFonts w:eastAsia="Calibri" w:cs="Times New Roman"/>
          <w:lang w:eastAsia="cs-CZ"/>
        </w:rPr>
        <w:t xml:space="preserve"> do Moravan</w:t>
      </w:r>
      <w:r w:rsidR="009753A3" w:rsidRPr="004211A6">
        <w:rPr>
          <w:rFonts w:eastAsia="Calibri" w:cs="Times New Roman"/>
          <w:lang w:eastAsia="cs-CZ"/>
        </w:rPr>
        <w:t>. V soupisu prací opraveno</w:t>
      </w:r>
      <w:r w:rsidR="006878BB" w:rsidRPr="004211A6">
        <w:rPr>
          <w:rFonts w:eastAsia="Calibri" w:cs="Times New Roman"/>
          <w:lang w:eastAsia="cs-CZ"/>
        </w:rPr>
        <w:t xml:space="preserve"> na 4 ks</w:t>
      </w:r>
      <w:r w:rsidR="009753A3" w:rsidRPr="004211A6">
        <w:rPr>
          <w:rFonts w:eastAsia="Calibri" w:cs="Times New Roman"/>
          <w:lang w:eastAsia="cs-CZ"/>
        </w:rPr>
        <w:t>.</w:t>
      </w:r>
    </w:p>
    <w:bookmarkEnd w:id="5"/>
    <w:p w14:paraId="2F2E06F6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CDD0E7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9D3F6F9" w14:textId="3AF916A3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  <w:r w:rsidRPr="00CB7B5A">
        <w:rPr>
          <w:rFonts w:eastAsia="Calibri" w:cs="Times New Roman"/>
          <w:b/>
          <w:lang w:eastAsia="cs-CZ"/>
        </w:rPr>
        <w:t>:</w:t>
      </w:r>
    </w:p>
    <w:p w14:paraId="4344B7EB" w14:textId="34683128" w:rsidR="00671D20" w:rsidRDefault="00671D20" w:rsidP="00671D20">
      <w:pPr>
        <w:spacing w:after="0"/>
      </w:pPr>
      <w:r w:rsidRPr="006E107C">
        <w:rPr>
          <w:b/>
        </w:rPr>
        <w:t>PS 0</w:t>
      </w:r>
      <w:r>
        <w:rPr>
          <w:b/>
        </w:rPr>
        <w:t>3</w:t>
      </w:r>
      <w:r w:rsidRPr="006E107C">
        <w:rPr>
          <w:b/>
        </w:rPr>
        <w:t>-01-71</w:t>
      </w:r>
      <w:r w:rsidRPr="009A0FA1">
        <w:t>. Dle situ</w:t>
      </w:r>
      <w:r>
        <w:t>ačního schématu se předpokládá vybudování 7ks neproměnných balíz (č. 2029 až 2034) a 1ks proměnné balízy (č. 2029). V soupisu prací je u souvisejících položek uvedeno: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41"/>
        <w:gridCol w:w="334"/>
        <w:gridCol w:w="5529"/>
        <w:gridCol w:w="567"/>
        <w:gridCol w:w="992"/>
      </w:tblGrid>
      <w:tr w:rsidR="00671D20" w:rsidRPr="009A0FA1" w14:paraId="7ADB5242" w14:textId="77777777" w:rsidTr="00671D20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3E5088B0" w14:textId="77777777" w:rsidR="00671D20" w:rsidRPr="009A0FA1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1</w:t>
            </w:r>
            <w:r w:rsidRPr="009A0FA1">
              <w:rPr>
                <w:rFonts w:eastAsia="Times New Roman" w:cstheme="minorHAnsi"/>
                <w:lang w:eastAsia="cs-CZ"/>
              </w:rPr>
              <w:t>8</w:t>
            </w:r>
          </w:p>
        </w:tc>
        <w:tc>
          <w:tcPr>
            <w:tcW w:w="941" w:type="dxa"/>
            <w:shd w:val="clear" w:color="auto" w:fill="auto"/>
            <w:noWrap/>
            <w:hideMark/>
          </w:tcPr>
          <w:p w14:paraId="3298AB5E" w14:textId="77777777" w:rsidR="00671D20" w:rsidRPr="009A0FA1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75F211</w:t>
            </w:r>
          </w:p>
        </w:tc>
        <w:tc>
          <w:tcPr>
            <w:tcW w:w="334" w:type="dxa"/>
            <w:shd w:val="clear" w:color="auto" w:fill="auto"/>
            <w:noWrap/>
            <w:hideMark/>
          </w:tcPr>
          <w:p w14:paraId="25F3106A" w14:textId="77777777" w:rsidR="00671D20" w:rsidRPr="009A0FA1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78C96F1F" w14:textId="77777777" w:rsidR="00671D20" w:rsidRPr="009A0FA1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BALÍZA NEPROMĚNNÁ TYP EUROBALISE VČ. ZPRACOVÁNÍ DAT A UPEVŇOVACÍ SADY - DODÁVKA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62B8F670" w14:textId="77777777" w:rsidR="00671D20" w:rsidRPr="009A0FA1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CD32264" w14:textId="77777777" w:rsidR="00671D20" w:rsidRPr="009A0FA1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10</w:t>
            </w:r>
            <w:r w:rsidRPr="009A0FA1">
              <w:rPr>
                <w:rFonts w:eastAsia="Times New Roman" w:cstheme="minorHAnsi"/>
                <w:lang w:eastAsia="cs-CZ"/>
              </w:rPr>
              <w:t>,000</w:t>
            </w:r>
          </w:p>
        </w:tc>
      </w:tr>
      <w:tr w:rsidR="00671D20" w:rsidRPr="009A0FA1" w14:paraId="31B4813D" w14:textId="77777777" w:rsidTr="00671D20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4AEF9899" w14:textId="77777777" w:rsidR="00671D20" w:rsidRPr="009A0FA1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1</w:t>
            </w:r>
            <w:r w:rsidRPr="009A0FA1">
              <w:rPr>
                <w:rFonts w:eastAsia="Times New Roman" w:cstheme="minorHAnsi"/>
                <w:lang w:eastAsia="cs-CZ"/>
              </w:rPr>
              <w:t>9</w:t>
            </w:r>
          </w:p>
        </w:tc>
        <w:tc>
          <w:tcPr>
            <w:tcW w:w="941" w:type="dxa"/>
            <w:shd w:val="clear" w:color="auto" w:fill="auto"/>
            <w:noWrap/>
            <w:hideMark/>
          </w:tcPr>
          <w:p w14:paraId="64BE11B4" w14:textId="77777777" w:rsidR="00671D20" w:rsidRPr="009A0FA1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75F217</w:t>
            </w:r>
          </w:p>
        </w:tc>
        <w:tc>
          <w:tcPr>
            <w:tcW w:w="334" w:type="dxa"/>
            <w:shd w:val="clear" w:color="auto" w:fill="auto"/>
            <w:noWrap/>
            <w:hideMark/>
          </w:tcPr>
          <w:p w14:paraId="6ABA0459" w14:textId="77777777" w:rsidR="00671D20" w:rsidRPr="009A0FA1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7D45C1FD" w14:textId="77777777" w:rsidR="00671D20" w:rsidRPr="009A0FA1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BALÍZA NEPROMĚNNÁ TYP EUROBALISE - MONTÁŽ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78300A2E" w14:textId="77777777" w:rsidR="00671D20" w:rsidRPr="009A0FA1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6038FE7" w14:textId="77777777" w:rsidR="00671D20" w:rsidRPr="009A0FA1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1</w:t>
            </w:r>
            <w:r>
              <w:rPr>
                <w:rFonts w:eastAsia="Times New Roman" w:cstheme="minorHAnsi"/>
                <w:lang w:eastAsia="cs-CZ"/>
              </w:rPr>
              <w:t>0</w:t>
            </w:r>
            <w:r w:rsidRPr="009A0FA1">
              <w:rPr>
                <w:rFonts w:eastAsia="Times New Roman" w:cstheme="minorHAnsi"/>
                <w:lang w:eastAsia="cs-CZ"/>
              </w:rPr>
              <w:t>,000</w:t>
            </w:r>
          </w:p>
        </w:tc>
      </w:tr>
      <w:tr w:rsidR="00671D20" w:rsidRPr="009A0FA1" w14:paraId="0AB12992" w14:textId="77777777" w:rsidTr="00671D20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74CEBF59" w14:textId="77777777" w:rsidR="00671D20" w:rsidRPr="009A0FA1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2</w:t>
            </w:r>
            <w:r w:rsidRPr="009A0FA1">
              <w:rPr>
                <w:rFonts w:eastAsia="Times New Roman" w:cstheme="minorHAnsi"/>
                <w:lang w:eastAsia="cs-CZ"/>
              </w:rPr>
              <w:t>0</w:t>
            </w:r>
          </w:p>
        </w:tc>
        <w:tc>
          <w:tcPr>
            <w:tcW w:w="941" w:type="dxa"/>
            <w:shd w:val="clear" w:color="auto" w:fill="auto"/>
            <w:noWrap/>
            <w:hideMark/>
          </w:tcPr>
          <w:p w14:paraId="3A8FB065" w14:textId="77777777" w:rsidR="00671D20" w:rsidRPr="009A0FA1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R75F211</w:t>
            </w:r>
          </w:p>
        </w:tc>
        <w:tc>
          <w:tcPr>
            <w:tcW w:w="334" w:type="dxa"/>
            <w:shd w:val="clear" w:color="auto" w:fill="auto"/>
            <w:noWrap/>
            <w:hideMark/>
          </w:tcPr>
          <w:p w14:paraId="356EDE4C" w14:textId="77777777" w:rsidR="00671D20" w:rsidRPr="009A0FA1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7952C7A6" w14:textId="77777777" w:rsidR="00671D20" w:rsidRPr="009A0FA1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BALÍZA PŘEPÍNATELNÁ - DODÁVKA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77C2146D" w14:textId="77777777" w:rsidR="00671D20" w:rsidRPr="009A0FA1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B9693CE" w14:textId="77777777" w:rsidR="00671D20" w:rsidRPr="009A0FA1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2</w:t>
            </w:r>
            <w:r w:rsidRPr="009A0FA1">
              <w:rPr>
                <w:rFonts w:eastAsia="Times New Roman" w:cstheme="minorHAnsi"/>
                <w:lang w:eastAsia="cs-CZ"/>
              </w:rPr>
              <w:t>,000</w:t>
            </w:r>
          </w:p>
        </w:tc>
      </w:tr>
      <w:tr w:rsidR="00671D20" w:rsidRPr="009A0FA1" w14:paraId="1DE8139B" w14:textId="77777777" w:rsidTr="00671D20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49947086" w14:textId="77777777" w:rsidR="00671D20" w:rsidRPr="009A0FA1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2</w:t>
            </w:r>
            <w:r w:rsidRPr="009A0FA1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hideMark/>
          </w:tcPr>
          <w:p w14:paraId="5EAD9E24" w14:textId="77777777" w:rsidR="00671D20" w:rsidRPr="009A0FA1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R75F217</w:t>
            </w:r>
          </w:p>
        </w:tc>
        <w:tc>
          <w:tcPr>
            <w:tcW w:w="334" w:type="dxa"/>
            <w:shd w:val="clear" w:color="auto" w:fill="auto"/>
            <w:noWrap/>
            <w:hideMark/>
          </w:tcPr>
          <w:p w14:paraId="4598C6A3" w14:textId="77777777" w:rsidR="00671D20" w:rsidRPr="009A0FA1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110922D9" w14:textId="77777777" w:rsidR="00671D20" w:rsidRPr="009A0FA1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BALÍZA PŘEPÍNATELNÁ - MONTÁŽ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268AAB30" w14:textId="77777777" w:rsidR="00671D20" w:rsidRPr="009A0FA1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9A0FA1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D60770" w14:textId="77777777" w:rsidR="00671D20" w:rsidRPr="009A0FA1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2</w:t>
            </w:r>
            <w:r w:rsidRPr="009A0FA1">
              <w:rPr>
                <w:rFonts w:eastAsia="Times New Roman" w:cstheme="minorHAnsi"/>
                <w:lang w:eastAsia="cs-CZ"/>
              </w:rPr>
              <w:t>,000</w:t>
            </w:r>
          </w:p>
        </w:tc>
      </w:tr>
    </w:tbl>
    <w:p w14:paraId="6B44D276" w14:textId="77777777" w:rsidR="00671D20" w:rsidRDefault="00671D20" w:rsidP="00671D20">
      <w:pPr>
        <w:spacing w:after="0"/>
      </w:pPr>
      <w:r w:rsidRPr="009A0FA1">
        <w:t>Žádáme zadavatele o prověření množství u uvedených položek.</w:t>
      </w:r>
    </w:p>
    <w:p w14:paraId="33B68C1E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2A36AF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780C4F8" w14:textId="7C1CDF37" w:rsidR="00DB13FA" w:rsidRPr="004211A6" w:rsidRDefault="004C45C1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Počty </w:t>
      </w:r>
      <w:proofErr w:type="spellStart"/>
      <w:r w:rsidRPr="004211A6">
        <w:rPr>
          <w:rFonts w:eastAsia="Calibri" w:cs="Times New Roman"/>
          <w:lang w:eastAsia="cs-CZ"/>
        </w:rPr>
        <w:t>balíz</w:t>
      </w:r>
      <w:proofErr w:type="spellEnd"/>
      <w:r w:rsidRPr="004211A6">
        <w:rPr>
          <w:rFonts w:eastAsia="Calibri" w:cs="Times New Roman"/>
          <w:lang w:eastAsia="cs-CZ"/>
        </w:rPr>
        <w:t xml:space="preserve"> jsou správné. </w:t>
      </w:r>
      <w:r w:rsidR="00DD7C8F" w:rsidRPr="004211A6">
        <w:rPr>
          <w:rFonts w:eastAsia="Calibri" w:cs="Times New Roman"/>
          <w:lang w:eastAsia="cs-CZ"/>
        </w:rPr>
        <w:t>Neproměnné 2027, 2028, 2029-2034 10ks, přepínatelné 2028 a 2029 2 ks</w:t>
      </w:r>
      <w:r w:rsidRPr="004211A6">
        <w:rPr>
          <w:rFonts w:eastAsia="Calibri" w:cs="Times New Roman"/>
          <w:lang w:eastAsia="cs-CZ"/>
        </w:rPr>
        <w:t>.</w:t>
      </w:r>
    </w:p>
    <w:p w14:paraId="02113F6E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ABB1090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5774799" w14:textId="494169FE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29</w:t>
      </w:r>
      <w:r w:rsidRPr="00CB7B5A">
        <w:rPr>
          <w:rFonts w:eastAsia="Calibri" w:cs="Times New Roman"/>
          <w:b/>
          <w:lang w:eastAsia="cs-CZ"/>
        </w:rPr>
        <w:t>:</w:t>
      </w:r>
    </w:p>
    <w:p w14:paraId="6C02768C" w14:textId="40779B73" w:rsidR="00DB13FA" w:rsidRPr="00671D20" w:rsidRDefault="00671D20" w:rsidP="00671D20">
      <w:r w:rsidRPr="006E107C">
        <w:rPr>
          <w:b/>
        </w:rPr>
        <w:t>PS 0</w:t>
      </w:r>
      <w:r>
        <w:rPr>
          <w:b/>
        </w:rPr>
        <w:t>3</w:t>
      </w:r>
      <w:r w:rsidRPr="006E107C">
        <w:rPr>
          <w:b/>
        </w:rPr>
        <w:t>-01-71</w:t>
      </w:r>
      <w:r w:rsidRPr="009A0FA1">
        <w:t>.</w:t>
      </w:r>
      <w:r>
        <w:t xml:space="preserve"> V soupisu prací se nachází pol. č. 30 pro přezkoušení návěstidel. Chápeme správně, že je položka určena pro návěstidla </w:t>
      </w:r>
      <w:proofErr w:type="spellStart"/>
      <w:r>
        <w:t>SkM</w:t>
      </w:r>
      <w:proofErr w:type="spellEnd"/>
      <w:r>
        <w:t xml:space="preserve"> a </w:t>
      </w:r>
      <w:proofErr w:type="spellStart"/>
      <w:r>
        <w:t>LkB</w:t>
      </w:r>
      <w:proofErr w:type="spellEnd"/>
      <w:r>
        <w:t>?</w:t>
      </w:r>
    </w:p>
    <w:p w14:paraId="358ABB04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635607F" w14:textId="21992463" w:rsidR="00DB13FA" w:rsidRPr="004211A6" w:rsidRDefault="004C45C1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Jsou určena p</w:t>
      </w:r>
      <w:r w:rsidR="00E20DDC" w:rsidRPr="004211A6">
        <w:rPr>
          <w:rFonts w:eastAsia="Calibri" w:cs="Times New Roman"/>
          <w:lang w:eastAsia="cs-CZ"/>
        </w:rPr>
        <w:t xml:space="preserve">ro návěstidla </w:t>
      </w:r>
      <w:r w:rsidR="00FC049D" w:rsidRPr="004211A6">
        <w:rPr>
          <w:rFonts w:eastAsia="Calibri" w:cs="Times New Roman"/>
          <w:lang w:eastAsia="cs-CZ"/>
        </w:rPr>
        <w:t>HS a HL z důvodu zásahu do návěstního obvodu uvedených vjezdových návěstidel</w:t>
      </w:r>
      <w:r w:rsidRPr="004211A6">
        <w:rPr>
          <w:rFonts w:eastAsia="Calibri" w:cs="Times New Roman"/>
          <w:lang w:eastAsia="cs-CZ"/>
        </w:rPr>
        <w:t>.</w:t>
      </w:r>
    </w:p>
    <w:p w14:paraId="68C3AC05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AB2B63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AC3A34" w14:textId="2D2D50A6" w:rsidR="00DB13FA" w:rsidRPr="00CB7B5A" w:rsidRDefault="00DB13FA" w:rsidP="00671D2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</w:t>
      </w:r>
      <w:r w:rsidRPr="00CB7B5A">
        <w:rPr>
          <w:rFonts w:eastAsia="Calibri" w:cs="Times New Roman"/>
          <w:b/>
          <w:lang w:eastAsia="cs-CZ"/>
        </w:rPr>
        <w:t>:</w:t>
      </w:r>
    </w:p>
    <w:p w14:paraId="5B5B5100" w14:textId="77777777" w:rsidR="00671D20" w:rsidRDefault="00671D20" w:rsidP="00671D20">
      <w:pPr>
        <w:spacing w:after="0"/>
      </w:pPr>
      <w:r w:rsidRPr="006E107C">
        <w:rPr>
          <w:b/>
        </w:rPr>
        <w:t>PS 0</w:t>
      </w:r>
      <w:r>
        <w:rPr>
          <w:b/>
        </w:rPr>
        <w:t>3</w:t>
      </w:r>
      <w:r w:rsidRPr="006E107C">
        <w:rPr>
          <w:b/>
        </w:rPr>
        <w:t xml:space="preserve">-01-71: </w:t>
      </w:r>
      <w:r w:rsidRPr="006E107C">
        <w:t>Dle situačního schématu</w:t>
      </w:r>
      <w:r>
        <w:t xml:space="preserve"> se předpokládá vybavení dotčeného úseku </w:t>
      </w:r>
      <w:proofErr w:type="spellStart"/>
      <w:r>
        <w:t>balízami</w:t>
      </w:r>
      <w:proofErr w:type="spellEnd"/>
      <w:r>
        <w:t xml:space="preserve"> v rozsahu 3,851KM (od km 30,339 po km 34,190). V soupisu prací se nachází související položka: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284"/>
        <w:gridCol w:w="5670"/>
        <w:gridCol w:w="567"/>
        <w:gridCol w:w="850"/>
      </w:tblGrid>
      <w:tr w:rsidR="00671D20" w:rsidRPr="003A16E3" w14:paraId="37D2257D" w14:textId="77777777" w:rsidTr="00671D20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593F5F1D" w14:textId="77777777" w:rsidR="00671D20" w:rsidRPr="003A16E3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33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F30CDE0" w14:textId="77777777" w:rsidR="00671D20" w:rsidRPr="003A16E3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75F237</w:t>
            </w:r>
          </w:p>
        </w:tc>
        <w:tc>
          <w:tcPr>
            <w:tcW w:w="284" w:type="dxa"/>
            <w:shd w:val="clear" w:color="auto" w:fill="auto"/>
            <w:noWrap/>
            <w:hideMark/>
          </w:tcPr>
          <w:p w14:paraId="3E56EB42" w14:textId="77777777" w:rsidR="00671D20" w:rsidRPr="003A16E3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278C1793" w14:textId="77777777" w:rsidR="00671D20" w:rsidRPr="003A16E3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ZAMĚŘOVÁNÍ, ZNAČKOVÁNÍ A VYHODNOCENÍ DAT INFRASTRUKTURY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447118A7" w14:textId="77777777" w:rsidR="00671D20" w:rsidRPr="003A16E3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KM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1CB85A0" w14:textId="77777777" w:rsidR="00671D20" w:rsidRPr="003A16E3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0,100</w:t>
            </w:r>
          </w:p>
        </w:tc>
      </w:tr>
    </w:tbl>
    <w:p w14:paraId="13F50880" w14:textId="77777777" w:rsidR="00671D20" w:rsidRDefault="00671D20" w:rsidP="00671D20">
      <w:pPr>
        <w:spacing w:after="0"/>
      </w:pPr>
      <w:r>
        <w:t>Žádáme zadavatele o prověření množství u uvedené položky.</w:t>
      </w:r>
    </w:p>
    <w:p w14:paraId="24418A13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5AC2B1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1EBA4DE" w14:textId="06208E60" w:rsidR="00DB13FA" w:rsidRPr="004211A6" w:rsidRDefault="004C19D9" w:rsidP="00DB13FA">
      <w:pPr>
        <w:spacing w:after="0" w:line="240" w:lineRule="auto"/>
        <w:rPr>
          <w:rFonts w:eastAsia="Calibri" w:cs="Times New Roman"/>
          <w:lang w:eastAsia="cs-CZ"/>
        </w:rPr>
      </w:pPr>
      <w:bookmarkStart w:id="6" w:name="_Hlk155167799"/>
      <w:r w:rsidRPr="004211A6">
        <w:rPr>
          <w:rFonts w:eastAsia="Calibri" w:cs="Times New Roman"/>
          <w:lang w:eastAsia="cs-CZ"/>
        </w:rPr>
        <w:t>V soupisu prací opraveno na</w:t>
      </w:r>
      <w:r w:rsidR="00AC120B" w:rsidRPr="004211A6">
        <w:rPr>
          <w:rFonts w:eastAsia="Calibri" w:cs="Times New Roman"/>
          <w:lang w:eastAsia="cs-CZ"/>
        </w:rPr>
        <w:t xml:space="preserve"> 0,502 km</w:t>
      </w:r>
      <w:r w:rsidRPr="004211A6">
        <w:rPr>
          <w:rFonts w:eastAsia="Calibri" w:cs="Times New Roman"/>
          <w:lang w:eastAsia="cs-CZ"/>
        </w:rPr>
        <w:t>.</w:t>
      </w:r>
    </w:p>
    <w:bookmarkEnd w:id="6"/>
    <w:p w14:paraId="1820A4B4" w14:textId="77777777" w:rsidR="00DB13FA" w:rsidRPr="00AC120B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75B5A61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6A71A49" w14:textId="2C7E8379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31</w:t>
      </w:r>
      <w:r w:rsidRPr="00CB7B5A">
        <w:rPr>
          <w:rFonts w:eastAsia="Calibri" w:cs="Times New Roman"/>
          <w:b/>
          <w:lang w:eastAsia="cs-CZ"/>
        </w:rPr>
        <w:t>:</w:t>
      </w:r>
    </w:p>
    <w:p w14:paraId="4CCD1710" w14:textId="77777777" w:rsidR="00671D20" w:rsidRDefault="00671D20" w:rsidP="00671D20">
      <w:pPr>
        <w:spacing w:after="0"/>
      </w:pPr>
      <w:r w:rsidRPr="006E107C">
        <w:rPr>
          <w:b/>
        </w:rPr>
        <w:t>PS 0</w:t>
      </w:r>
      <w:r>
        <w:rPr>
          <w:b/>
        </w:rPr>
        <w:t>3</w:t>
      </w:r>
      <w:r w:rsidRPr="006E107C">
        <w:rPr>
          <w:b/>
        </w:rPr>
        <w:t>-01-71:</w:t>
      </w:r>
      <w:r>
        <w:rPr>
          <w:b/>
        </w:rPr>
        <w:t xml:space="preserve"> </w:t>
      </w:r>
      <w:r>
        <w:t>V soupisu prací se nachází položka: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284"/>
        <w:gridCol w:w="5528"/>
        <w:gridCol w:w="567"/>
        <w:gridCol w:w="992"/>
      </w:tblGrid>
      <w:tr w:rsidR="00671D20" w:rsidRPr="008A617A" w14:paraId="7F874CF2" w14:textId="77777777" w:rsidTr="00671D20">
        <w:trPr>
          <w:trHeight w:val="510"/>
        </w:trPr>
        <w:tc>
          <w:tcPr>
            <w:tcW w:w="421" w:type="dxa"/>
            <w:shd w:val="clear" w:color="auto" w:fill="auto"/>
            <w:noWrap/>
            <w:hideMark/>
          </w:tcPr>
          <w:p w14:paraId="72FAAD61" w14:textId="77777777" w:rsidR="00671D20" w:rsidRPr="008A617A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A617A">
              <w:rPr>
                <w:rFonts w:eastAsia="Times New Roman" w:cstheme="minorHAnsi"/>
                <w:lang w:eastAsia="cs-CZ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5DA6A03" w14:textId="77777777" w:rsidR="00671D20" w:rsidRPr="008A617A" w:rsidRDefault="00671D20" w:rsidP="00671D20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8A617A">
              <w:rPr>
                <w:rFonts w:eastAsia="Times New Roman" w:cstheme="minorHAnsi"/>
                <w:lang w:eastAsia="cs-CZ"/>
              </w:rPr>
              <w:t>75F2B9</w:t>
            </w:r>
          </w:p>
        </w:tc>
        <w:tc>
          <w:tcPr>
            <w:tcW w:w="284" w:type="dxa"/>
            <w:shd w:val="clear" w:color="auto" w:fill="auto"/>
            <w:noWrap/>
            <w:hideMark/>
          </w:tcPr>
          <w:p w14:paraId="7721ADA8" w14:textId="77777777" w:rsidR="00671D20" w:rsidRPr="008A617A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8A617A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62100B8D" w14:textId="77777777" w:rsidR="00671D20" w:rsidRPr="008A617A" w:rsidRDefault="00671D20" w:rsidP="00671D20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8A617A">
              <w:rPr>
                <w:rFonts w:eastAsia="Times New Roman" w:cstheme="minorHAnsi"/>
                <w:lang w:eastAsia="cs-CZ"/>
              </w:rPr>
              <w:t>SW ADRESNÝ RBC - ÚPRAVA DLE POŽADAVKŮ PRO JEDEN VENKOVNÍ PRVEK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1C981470" w14:textId="77777777" w:rsidR="00671D20" w:rsidRPr="008A617A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A617A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154DBF7" w14:textId="77777777" w:rsidR="00671D20" w:rsidRPr="008A617A" w:rsidRDefault="00671D20" w:rsidP="00671D20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8A617A">
              <w:rPr>
                <w:rFonts w:eastAsia="Times New Roman" w:cstheme="minorHAnsi"/>
                <w:lang w:eastAsia="cs-CZ"/>
              </w:rPr>
              <w:t>6,000</w:t>
            </w:r>
          </w:p>
        </w:tc>
      </w:tr>
    </w:tbl>
    <w:p w14:paraId="049FE54A" w14:textId="77777777" w:rsidR="00671D20" w:rsidRDefault="00671D20" w:rsidP="00671D20">
      <w:pPr>
        <w:spacing w:after="0"/>
      </w:pPr>
      <w:r>
        <w:lastRenderedPageBreak/>
        <w:t>Domníváme se, že množství dotčených venkovních prvků neodpovídá množství u uvedené položky. Žádáme zadavatele o prověření.</w:t>
      </w:r>
    </w:p>
    <w:p w14:paraId="13A838FD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9F0CEA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3083046" w14:textId="1351DF85" w:rsidR="00DB13FA" w:rsidRPr="004211A6" w:rsidRDefault="004C19D9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Množství je správné. </w:t>
      </w:r>
      <w:r w:rsidR="00A5003F" w:rsidRPr="004211A6">
        <w:rPr>
          <w:rFonts w:eastAsia="Calibri" w:cs="Times New Roman"/>
          <w:lang w:eastAsia="cs-CZ"/>
        </w:rPr>
        <w:t xml:space="preserve">Pro každé zhlaví BG v místě </w:t>
      </w:r>
      <w:r w:rsidR="00AC120B" w:rsidRPr="004211A6">
        <w:rPr>
          <w:rFonts w:eastAsia="Calibri" w:cs="Times New Roman"/>
          <w:lang w:eastAsia="cs-CZ"/>
        </w:rPr>
        <w:t>seřaďovacího návěstidla</w:t>
      </w:r>
      <w:r w:rsidR="00A5003F" w:rsidRPr="004211A6">
        <w:rPr>
          <w:rFonts w:eastAsia="Calibri" w:cs="Times New Roman"/>
          <w:lang w:eastAsia="cs-CZ"/>
        </w:rPr>
        <w:t xml:space="preserve"> a dvě BG pro změnu úrovně</w:t>
      </w:r>
      <w:r w:rsidRPr="004211A6">
        <w:rPr>
          <w:rFonts w:eastAsia="Calibri" w:cs="Times New Roman"/>
          <w:lang w:eastAsia="cs-CZ"/>
        </w:rPr>
        <w:t>.</w:t>
      </w:r>
    </w:p>
    <w:p w14:paraId="0C30BE48" w14:textId="170083D6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E6F1A" w14:textId="77777777" w:rsidR="004211A6" w:rsidRPr="00CB7B5A" w:rsidRDefault="004211A6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008342" w14:textId="7E8FF6B9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</w:t>
      </w:r>
      <w:r w:rsidRPr="00CB7B5A">
        <w:rPr>
          <w:rFonts w:eastAsia="Calibri" w:cs="Times New Roman"/>
          <w:b/>
          <w:lang w:eastAsia="cs-CZ"/>
        </w:rPr>
        <w:t>:</w:t>
      </w:r>
    </w:p>
    <w:p w14:paraId="215F4F26" w14:textId="5C306103" w:rsidR="00671D20" w:rsidRDefault="00671D20" w:rsidP="00671D20">
      <w:r w:rsidRPr="006E107C">
        <w:rPr>
          <w:b/>
        </w:rPr>
        <w:t xml:space="preserve">PS 04-01-71: </w:t>
      </w:r>
      <w:r w:rsidRPr="006E107C">
        <w:t>Při porovnání kabelového schématu (č. přílohy 2.002) a soupisu prací byl nalezen nesoulad dle následující tabulky:</w:t>
      </w:r>
    </w:p>
    <w:p w14:paraId="47069312" w14:textId="4BDF77EB" w:rsidR="00671D20" w:rsidRPr="006E107C" w:rsidRDefault="00671D20" w:rsidP="00671D20">
      <w:r w:rsidRPr="00671D20">
        <w:rPr>
          <w:noProof/>
          <w:lang w:eastAsia="cs-CZ"/>
        </w:rPr>
        <w:drawing>
          <wp:inline distT="0" distB="0" distL="0" distR="0" wp14:anchorId="292DE9F5" wp14:editId="4FB7DC10">
            <wp:extent cx="5525770" cy="125081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250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3BDB2" w14:textId="49208773" w:rsidR="00671D20" w:rsidRDefault="00671D20" w:rsidP="00671D20">
      <w:pPr>
        <w:rPr>
          <w:rFonts w:eastAsia="Calibri" w:cs="Times New Roman"/>
          <w:b/>
          <w:lang w:eastAsia="cs-CZ"/>
        </w:rPr>
      </w:pPr>
      <w:r w:rsidRPr="006E107C">
        <w:rPr>
          <w:sz w:val="20"/>
        </w:rPr>
        <w:t>Žádáme zadavatele o prověření.</w:t>
      </w:r>
    </w:p>
    <w:p w14:paraId="1CE86F9E" w14:textId="0751B46F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C0ECCC1" w14:textId="7FA67D4E" w:rsidR="00DB13FA" w:rsidRPr="004211A6" w:rsidRDefault="0054033C" w:rsidP="00DB13F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4211A6">
        <w:rPr>
          <w:rFonts w:eastAsia="Calibri" w:cs="Times New Roman"/>
          <w:lang w:eastAsia="cs-CZ"/>
        </w:rPr>
        <w:t>V soupisu prací bylo opraveno množství.</w:t>
      </w:r>
    </w:p>
    <w:p w14:paraId="7ED1BF1B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F9D7B73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795C25E" w14:textId="7480A0C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</w:t>
      </w:r>
      <w:r w:rsidRPr="00CB7B5A">
        <w:rPr>
          <w:rFonts w:eastAsia="Calibri" w:cs="Times New Roman"/>
          <w:b/>
          <w:lang w:eastAsia="cs-CZ"/>
        </w:rPr>
        <w:t>:</w:t>
      </w:r>
    </w:p>
    <w:p w14:paraId="7E8BB0EB" w14:textId="77777777" w:rsidR="00671D20" w:rsidRPr="006E107C" w:rsidRDefault="00671D20" w:rsidP="00846AAA">
      <w:pPr>
        <w:spacing w:after="0"/>
        <w:rPr>
          <w:b/>
          <w:bCs/>
        </w:rPr>
      </w:pPr>
      <w:r w:rsidRPr="006E107C">
        <w:rPr>
          <w:b/>
          <w:bCs/>
        </w:rPr>
        <w:t xml:space="preserve">PS 04-01-71: </w:t>
      </w:r>
      <w:r w:rsidRPr="006E107C">
        <w:t>Podle kabelového schématu se předpokládá vybudování venkovní kabelizace v délce minimálně 635+905=1540m. Pokud budeme uvažovat běžný výkop/odkop/obnažení stávající trasy o rozměrech 35x90cm, množství výkopových prací vychází cca 390m3. V soupisu prací je u odpovídajících položek zemních prací uvedeno: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425"/>
        <w:gridCol w:w="4531"/>
        <w:gridCol w:w="851"/>
        <w:gridCol w:w="1276"/>
      </w:tblGrid>
      <w:tr w:rsidR="00671D20" w:rsidRPr="006E107C" w14:paraId="50228B9B" w14:textId="77777777" w:rsidTr="00846AAA">
        <w:trPr>
          <w:trHeight w:val="255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0F12F8" w14:textId="77777777" w:rsidR="00671D20" w:rsidRPr="006E107C" w:rsidRDefault="00671D20" w:rsidP="00846AAA">
            <w:pPr>
              <w:spacing w:after="0"/>
              <w:jc w:val="right"/>
              <w:rPr>
                <w:lang w:eastAsia="cs-CZ"/>
              </w:rPr>
            </w:pPr>
            <w:r w:rsidRPr="006E107C">
              <w:rPr>
                <w:lang w:eastAsia="cs-CZ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5787A3" w14:textId="77777777" w:rsidR="00671D20" w:rsidRPr="006E107C" w:rsidRDefault="00671D20" w:rsidP="00846AAA">
            <w:pPr>
              <w:spacing w:after="0"/>
              <w:jc w:val="right"/>
              <w:rPr>
                <w:lang w:eastAsia="cs-CZ"/>
              </w:rPr>
            </w:pPr>
            <w:r w:rsidRPr="006E107C">
              <w:rPr>
                <w:lang w:eastAsia="cs-CZ"/>
              </w:rPr>
              <w:t>13283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FB665C" w14:textId="77777777" w:rsidR="00671D20" w:rsidRPr="006E107C" w:rsidRDefault="00671D20" w:rsidP="00846AAA">
            <w:pPr>
              <w:spacing w:after="0"/>
              <w:rPr>
                <w:lang w:eastAsia="cs-CZ"/>
              </w:rPr>
            </w:pPr>
            <w:r w:rsidRPr="006E107C">
              <w:rPr>
                <w:lang w:eastAsia="cs-CZ"/>
              </w:rPr>
              <w:t>1</w:t>
            </w:r>
          </w:p>
        </w:tc>
        <w:tc>
          <w:tcPr>
            <w:tcW w:w="4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92B1DD" w14:textId="77777777" w:rsidR="00671D20" w:rsidRPr="006E107C" w:rsidRDefault="00671D20" w:rsidP="00846AAA">
            <w:pPr>
              <w:spacing w:after="0"/>
              <w:rPr>
                <w:lang w:eastAsia="cs-CZ"/>
              </w:rPr>
            </w:pPr>
            <w:r w:rsidRPr="006E107C">
              <w:rPr>
                <w:lang w:eastAsia="cs-CZ"/>
              </w:rPr>
              <w:t>HLOUBENÍ RÝH ŠÍŘ DO 2M PAŽ I NEPAŽ TŘ. II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BE27F9" w14:textId="77777777" w:rsidR="00671D20" w:rsidRPr="006E107C" w:rsidRDefault="00671D20" w:rsidP="00846AAA">
            <w:pPr>
              <w:spacing w:after="0"/>
              <w:jc w:val="center"/>
              <w:rPr>
                <w:lang w:eastAsia="cs-CZ"/>
              </w:rPr>
            </w:pPr>
            <w:r w:rsidRPr="006E107C">
              <w:rPr>
                <w:lang w:eastAsia="cs-CZ"/>
              </w:rPr>
              <w:t>M3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10809A" w14:textId="77777777" w:rsidR="00671D20" w:rsidRPr="006E107C" w:rsidRDefault="00671D20" w:rsidP="00846AAA">
            <w:pPr>
              <w:spacing w:after="0"/>
              <w:jc w:val="center"/>
              <w:rPr>
                <w:lang w:eastAsia="cs-CZ"/>
              </w:rPr>
            </w:pPr>
            <w:r w:rsidRPr="006E107C">
              <w:rPr>
                <w:lang w:eastAsia="cs-CZ"/>
              </w:rPr>
              <w:t>196,000</w:t>
            </w:r>
          </w:p>
        </w:tc>
      </w:tr>
      <w:tr w:rsidR="00671D20" w:rsidRPr="006E107C" w14:paraId="52E41DA5" w14:textId="77777777" w:rsidTr="00846AA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52964B" w14:textId="77777777" w:rsidR="00671D20" w:rsidRPr="006E107C" w:rsidRDefault="00671D20" w:rsidP="00846AAA">
            <w:pPr>
              <w:spacing w:after="0"/>
              <w:jc w:val="right"/>
              <w:rPr>
                <w:lang w:eastAsia="cs-CZ"/>
              </w:rPr>
            </w:pPr>
            <w:r w:rsidRPr="006E107C">
              <w:rPr>
                <w:lang w:eastAsia="cs-CZ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5CA50B" w14:textId="77777777" w:rsidR="00671D20" w:rsidRPr="006E107C" w:rsidRDefault="00671D20" w:rsidP="00846AAA">
            <w:pPr>
              <w:spacing w:after="0"/>
              <w:jc w:val="right"/>
              <w:rPr>
                <w:lang w:eastAsia="cs-CZ"/>
              </w:rPr>
            </w:pPr>
            <w:r w:rsidRPr="006E107C">
              <w:rPr>
                <w:lang w:eastAsia="cs-CZ"/>
              </w:rPr>
              <w:t>17491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34831E" w14:textId="77777777" w:rsidR="00671D20" w:rsidRPr="006E107C" w:rsidRDefault="00671D20" w:rsidP="00846AAA">
            <w:pPr>
              <w:spacing w:after="0"/>
              <w:rPr>
                <w:lang w:eastAsia="cs-CZ"/>
              </w:rPr>
            </w:pPr>
            <w:r w:rsidRPr="006E107C">
              <w:rPr>
                <w:lang w:eastAsia="cs-CZ"/>
              </w:rPr>
              <w:t>1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96F3EF" w14:textId="77777777" w:rsidR="00671D20" w:rsidRPr="006E107C" w:rsidRDefault="00671D20" w:rsidP="00846AAA">
            <w:pPr>
              <w:spacing w:after="0"/>
              <w:rPr>
                <w:lang w:eastAsia="cs-CZ"/>
              </w:rPr>
            </w:pPr>
            <w:r w:rsidRPr="006E107C">
              <w:rPr>
                <w:lang w:eastAsia="cs-CZ"/>
              </w:rPr>
              <w:t>ZÁSYP JAM A RÝH Z JINÝCH MATERIÁLŮ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18F018" w14:textId="77777777" w:rsidR="00671D20" w:rsidRPr="006E107C" w:rsidRDefault="00671D20" w:rsidP="00846AAA">
            <w:pPr>
              <w:spacing w:after="0"/>
              <w:jc w:val="center"/>
              <w:rPr>
                <w:lang w:eastAsia="cs-CZ"/>
              </w:rPr>
            </w:pPr>
            <w:r w:rsidRPr="006E107C">
              <w:rPr>
                <w:lang w:eastAsia="cs-CZ"/>
              </w:rPr>
              <w:t>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BF7B25" w14:textId="77777777" w:rsidR="00671D20" w:rsidRPr="006E107C" w:rsidRDefault="00671D20" w:rsidP="00846AAA">
            <w:pPr>
              <w:spacing w:after="0"/>
              <w:jc w:val="center"/>
              <w:rPr>
                <w:lang w:eastAsia="cs-CZ"/>
              </w:rPr>
            </w:pPr>
            <w:r w:rsidRPr="006E107C">
              <w:rPr>
                <w:lang w:eastAsia="cs-CZ"/>
              </w:rPr>
              <w:t>233,000</w:t>
            </w:r>
          </w:p>
        </w:tc>
      </w:tr>
    </w:tbl>
    <w:p w14:paraId="14522FAA" w14:textId="77777777" w:rsidR="00671D20" w:rsidRPr="006E107C" w:rsidRDefault="00671D20" w:rsidP="00846AAA">
      <w:pPr>
        <w:spacing w:after="0"/>
        <w:rPr>
          <w:rFonts w:ascii="Calibri" w:hAnsi="Calibri"/>
        </w:rPr>
      </w:pPr>
      <w:r w:rsidRPr="006E107C">
        <w:t>Žádáme zadavatele o prověření množství u uvedených položek. Poznámka: Množství u pol. č. 4 závisí také na množství u pol. č. 1 (HLOUBENÍ JAM ZAPAŽ I NEPAŽ TŘ II).</w:t>
      </w:r>
    </w:p>
    <w:p w14:paraId="774E76F2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362A36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4693BF7" w14:textId="2087BBCB" w:rsidR="008F2A51" w:rsidRPr="004211A6" w:rsidRDefault="008F2A51" w:rsidP="008F2A51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Položka č. 2 je pouze pro nové trasy, pro </w:t>
      </w:r>
      <w:proofErr w:type="spellStart"/>
      <w:r w:rsidRPr="004211A6">
        <w:rPr>
          <w:rFonts w:eastAsia="Calibri" w:cs="Times New Roman"/>
          <w:lang w:eastAsia="cs-CZ"/>
        </w:rPr>
        <w:t>přílož</w:t>
      </w:r>
      <w:proofErr w:type="spellEnd"/>
      <w:r w:rsidRPr="004211A6">
        <w:rPr>
          <w:rFonts w:eastAsia="Calibri" w:cs="Times New Roman"/>
          <w:lang w:eastAsia="cs-CZ"/>
        </w:rPr>
        <w:t xml:space="preserve"> do stávající trasy jsou položky č. 12 a 13</w:t>
      </w:r>
      <w:r w:rsidR="00AC120B" w:rsidRPr="004211A6">
        <w:rPr>
          <w:rFonts w:eastAsia="Calibri" w:cs="Times New Roman"/>
          <w:lang w:eastAsia="cs-CZ"/>
        </w:rPr>
        <w:t xml:space="preserve"> včetně zemních prací</w:t>
      </w:r>
      <w:r w:rsidR="004211A6" w:rsidRPr="004211A6">
        <w:rPr>
          <w:rFonts w:eastAsia="Calibri" w:cs="Times New Roman"/>
          <w:lang w:eastAsia="cs-CZ"/>
        </w:rPr>
        <w:t>.</w:t>
      </w:r>
      <w:r w:rsidRPr="004211A6">
        <w:rPr>
          <w:rFonts w:eastAsia="Calibri" w:cs="Times New Roman"/>
          <w:lang w:eastAsia="cs-CZ"/>
        </w:rPr>
        <w:t xml:space="preserve"> </w:t>
      </w:r>
    </w:p>
    <w:p w14:paraId="70FE1CAD" w14:textId="076046BB" w:rsidR="00DB13FA" w:rsidRPr="004D518E" w:rsidRDefault="00DB13FA" w:rsidP="00DB13F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315961F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2D26FD" w14:textId="336307DD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CB7B5A">
        <w:rPr>
          <w:rFonts w:eastAsia="Calibri" w:cs="Times New Roman"/>
          <w:b/>
          <w:lang w:eastAsia="cs-CZ"/>
        </w:rPr>
        <w:t>:</w:t>
      </w:r>
    </w:p>
    <w:p w14:paraId="453D77F9" w14:textId="5E19EBC6" w:rsidR="00DB13FA" w:rsidRPr="00846AAA" w:rsidRDefault="00846AAA" w:rsidP="00846AAA">
      <w:r w:rsidRPr="006E107C">
        <w:rPr>
          <w:b/>
        </w:rPr>
        <w:t xml:space="preserve">PS 04-01-71: </w:t>
      </w:r>
      <w:r w:rsidRPr="006E107C">
        <w:t>Ve výkazu výměr se nachází položka č. 6 „KABELOVÝ ŽLAB ZEMNÍ VČETNĚ KRYTU SVĚTLÉ ŠÍŘKY DO 120 MM“ v množství 170m. V zadávací dokumentaci není uveden materiál žlabů. Předpokládáme správně, že se bude jednat o standardní/běžně zavedený plastový žlab? Pokud nikoliv, žádáme zadavatele o bližší specifikaci požadavků kladených na tento kabelový žlab (např. materiál, tloušťka materiálu, víko, způsob montáže apod.).</w:t>
      </w:r>
    </w:p>
    <w:p w14:paraId="623070E8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768723C" w14:textId="535471E3" w:rsidR="00DB13FA" w:rsidRPr="004211A6" w:rsidRDefault="00B67A89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Jedná se o b</w:t>
      </w:r>
      <w:r w:rsidR="00D723C7" w:rsidRPr="004211A6">
        <w:rPr>
          <w:rFonts w:eastAsia="Calibri" w:cs="Times New Roman"/>
          <w:lang w:eastAsia="cs-CZ"/>
        </w:rPr>
        <w:t>ěžně zavedený plastový žlab</w:t>
      </w:r>
      <w:r w:rsidRPr="004211A6">
        <w:rPr>
          <w:rFonts w:eastAsia="Calibri" w:cs="Times New Roman"/>
          <w:lang w:eastAsia="cs-CZ"/>
        </w:rPr>
        <w:t>.</w:t>
      </w:r>
    </w:p>
    <w:p w14:paraId="7CF34E98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D1B2584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57AFC04" w14:textId="26F97F19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</w:t>
      </w:r>
      <w:r w:rsidRPr="00CB7B5A">
        <w:rPr>
          <w:rFonts w:eastAsia="Calibri" w:cs="Times New Roman"/>
          <w:b/>
          <w:lang w:eastAsia="cs-CZ"/>
        </w:rPr>
        <w:t>:</w:t>
      </w:r>
    </w:p>
    <w:p w14:paraId="61CE550D" w14:textId="77777777" w:rsidR="00846AAA" w:rsidRPr="006E107C" w:rsidRDefault="00846AAA" w:rsidP="00846AAA">
      <w:pPr>
        <w:spacing w:after="0"/>
      </w:pPr>
      <w:r w:rsidRPr="006E107C">
        <w:rPr>
          <w:b/>
        </w:rPr>
        <w:t xml:space="preserve">PS 04-01-71: </w:t>
      </w:r>
      <w:r w:rsidRPr="006E107C">
        <w:t>Ve výkazu výměr se nachází následující položka:</w:t>
      </w:r>
    </w:p>
    <w:p w14:paraId="43A1B97A" w14:textId="77777777" w:rsidR="00846AAA" w:rsidRPr="006E107C" w:rsidRDefault="00846AAA" w:rsidP="00846AAA">
      <w:pPr>
        <w:spacing w:after="0"/>
      </w:pPr>
      <w:r w:rsidRPr="006E107C">
        <w:t>Pol. č. 15: KABELOVÝ ROŠT/LÁVKA NOSNÝ ŽÁROVĚ ZINKOVANÝ VČETNĚ UPEVNĚNÍ A PŘÍSLUŠENSTVÍ SVĚTLÉ ŠÍŘKY DO 100 MM v množství 5 m.</w:t>
      </w:r>
    </w:p>
    <w:p w14:paraId="2E554A6C" w14:textId="77777777" w:rsidR="00846AAA" w:rsidRPr="006E107C" w:rsidRDefault="00846AAA" w:rsidP="00846AAA">
      <w:pPr>
        <w:spacing w:after="0"/>
      </w:pPr>
      <w:r w:rsidRPr="006E107C">
        <w:t>Chápeme správně, že se jedná o standardní kabelové rošty (vodorovné či svislé) pro rozvod vnitřní kabelizace např. mezi skříněmi?</w:t>
      </w:r>
    </w:p>
    <w:p w14:paraId="4A22EEBC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2D6E80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1EF4F3ED" w14:textId="102C2E0D" w:rsidR="00DB13FA" w:rsidRPr="004211A6" w:rsidRDefault="00D723C7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Jedná se o venkovní žlab</w:t>
      </w:r>
      <w:r w:rsidR="00AC120B" w:rsidRPr="004211A6">
        <w:rPr>
          <w:rFonts w:eastAsia="Calibri" w:cs="Times New Roman"/>
          <w:lang w:eastAsia="cs-CZ"/>
        </w:rPr>
        <w:t xml:space="preserve"> přes</w:t>
      </w:r>
      <w:r w:rsidR="00A5003F" w:rsidRPr="004211A6">
        <w:rPr>
          <w:rFonts w:eastAsia="Calibri" w:cs="Times New Roman"/>
          <w:lang w:eastAsia="cs-CZ"/>
        </w:rPr>
        <w:t xml:space="preserve"> trubní propustek v km 38,45</w:t>
      </w:r>
      <w:r w:rsidR="00AC120B" w:rsidRPr="004211A6">
        <w:rPr>
          <w:rFonts w:eastAsia="Calibri" w:cs="Times New Roman"/>
          <w:lang w:eastAsia="cs-CZ"/>
        </w:rPr>
        <w:t>0</w:t>
      </w:r>
      <w:r w:rsidR="00A5003F" w:rsidRPr="004211A6">
        <w:rPr>
          <w:rFonts w:eastAsia="Calibri" w:cs="Times New Roman"/>
          <w:lang w:eastAsia="cs-CZ"/>
        </w:rPr>
        <w:t>.</w:t>
      </w:r>
    </w:p>
    <w:p w14:paraId="363E9341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A3FB62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EF9F1D" w14:textId="5DBE6529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CB7B5A">
        <w:rPr>
          <w:rFonts w:eastAsia="Calibri" w:cs="Times New Roman"/>
          <w:b/>
          <w:lang w:eastAsia="cs-CZ"/>
        </w:rPr>
        <w:t>:</w:t>
      </w:r>
    </w:p>
    <w:p w14:paraId="7DB8046E" w14:textId="38338FBC" w:rsidR="00DB13FA" w:rsidRDefault="00846AAA" w:rsidP="00DB13FA">
      <w:pPr>
        <w:spacing w:after="0" w:line="240" w:lineRule="auto"/>
      </w:pPr>
      <w:r w:rsidRPr="006E107C">
        <w:rPr>
          <w:b/>
        </w:rPr>
        <w:t xml:space="preserve">PS 04-01-71: </w:t>
      </w:r>
      <w:r w:rsidRPr="006E107C">
        <w:t xml:space="preserve">Ve výkazu výměr se nachází položka č. 58 „NÁVĚST PRO ETCS ANTIGRAFITTY“ </w:t>
      </w:r>
      <w:r>
        <w:t>s</w:t>
      </w:r>
      <w:r w:rsidRPr="006E107C">
        <w:t> množství</w:t>
      </w:r>
      <w:r>
        <w:t>m</w:t>
      </w:r>
      <w:r w:rsidRPr="006E107C">
        <w:t xml:space="preserve"> 4 ks. Dle situačního schématu se předpokládá vybudování pouze 2 ks návěstí pro ETCS (2ks u HL</w:t>
      </w:r>
      <w:r>
        <w:t xml:space="preserve"> Moravany</w:t>
      </w:r>
      <w:r w:rsidRPr="006E107C">
        <w:t>). Žádáme zadavatele o prověření množství u pol. č. 58.</w:t>
      </w:r>
    </w:p>
    <w:p w14:paraId="2D1DEF3F" w14:textId="77777777" w:rsidR="00846AAA" w:rsidRPr="00CB7B5A" w:rsidRDefault="00846AA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8EFB8E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CB96216" w14:textId="757454FC" w:rsidR="0042046C" w:rsidRPr="004211A6" w:rsidRDefault="0042046C" w:rsidP="0042046C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Návěst pro ETCS bude u návěstidla HL do Borohrádku</w:t>
      </w:r>
      <w:r w:rsidR="00722DFA" w:rsidRPr="004211A6">
        <w:rPr>
          <w:rFonts w:eastAsia="Calibri" w:cs="Times New Roman"/>
          <w:lang w:eastAsia="cs-CZ"/>
        </w:rPr>
        <w:t>. V soupisu prací opraveno</w:t>
      </w:r>
      <w:r w:rsidR="00380D5E" w:rsidRPr="004211A6">
        <w:rPr>
          <w:rFonts w:eastAsia="Calibri" w:cs="Times New Roman"/>
          <w:lang w:eastAsia="cs-CZ"/>
        </w:rPr>
        <w:t xml:space="preserve"> na </w:t>
      </w:r>
      <w:r w:rsidRPr="004211A6">
        <w:rPr>
          <w:rFonts w:eastAsia="Calibri" w:cs="Times New Roman"/>
          <w:lang w:eastAsia="cs-CZ"/>
        </w:rPr>
        <w:t>2</w:t>
      </w:r>
      <w:r w:rsidR="00722DFA" w:rsidRPr="004211A6">
        <w:rPr>
          <w:rFonts w:eastAsia="Calibri" w:cs="Times New Roman"/>
          <w:lang w:eastAsia="cs-CZ"/>
        </w:rPr>
        <w:t> </w:t>
      </w:r>
      <w:r w:rsidRPr="004211A6">
        <w:rPr>
          <w:rFonts w:eastAsia="Calibri" w:cs="Times New Roman"/>
          <w:lang w:eastAsia="cs-CZ"/>
        </w:rPr>
        <w:t>ks</w:t>
      </w:r>
      <w:r w:rsidR="00722DFA" w:rsidRPr="004211A6">
        <w:rPr>
          <w:rFonts w:eastAsia="Calibri" w:cs="Times New Roman"/>
          <w:lang w:eastAsia="cs-CZ"/>
        </w:rPr>
        <w:t>.</w:t>
      </w:r>
    </w:p>
    <w:p w14:paraId="44C7D36F" w14:textId="6C3BCE87" w:rsidR="00DB13FA" w:rsidRDefault="00DB13F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D6EFBD1" w14:textId="35BF549F" w:rsidR="00DB13FA" w:rsidRDefault="00DB13F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8C399BC" w14:textId="73F428BB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</w:t>
      </w:r>
      <w:r w:rsidRPr="00CB7B5A">
        <w:rPr>
          <w:rFonts w:eastAsia="Calibri" w:cs="Times New Roman"/>
          <w:b/>
          <w:lang w:eastAsia="cs-CZ"/>
        </w:rPr>
        <w:t>:</w:t>
      </w:r>
    </w:p>
    <w:p w14:paraId="52ED70CD" w14:textId="17FD9C70" w:rsidR="00DB13FA" w:rsidRDefault="00846AAA" w:rsidP="00DB13FA">
      <w:pPr>
        <w:spacing w:after="0" w:line="240" w:lineRule="auto"/>
      </w:pPr>
      <w:r w:rsidRPr="006E107C">
        <w:rPr>
          <w:b/>
        </w:rPr>
        <w:t xml:space="preserve">PS 04-01-71: </w:t>
      </w:r>
      <w:r w:rsidRPr="006E107C">
        <w:t>Ve výkazu výměr se nacházejí položky č. 44 a 45 (POMOCNÉ STAVĚDLO S ELEKTROMAGNETICKÝMI ZÁMKY – DODÁVKA a MONTÁŽ) v množství 1ks. Dle TZ se předpokládá vymístění ovládacích prvků ze služební místnosti a vybudování nové ovládací skříňky před výpravní budovou. Chápeme správně, že jsou položky č. 44 a 45 určeny pro dodávku a montáž nové ovládací skříňky?</w:t>
      </w:r>
    </w:p>
    <w:p w14:paraId="776738A5" w14:textId="77777777" w:rsidR="00846AAA" w:rsidRPr="00CB7B5A" w:rsidRDefault="00846AA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0D4874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AA17E21" w14:textId="1814AD95" w:rsidR="00DB13FA" w:rsidRPr="004211A6" w:rsidRDefault="00D723C7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>ANO</w:t>
      </w:r>
    </w:p>
    <w:p w14:paraId="507098B8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9FB7CB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C5A9E45" w14:textId="03610593" w:rsidR="00DB13FA" w:rsidRPr="00CB7B5A" w:rsidRDefault="00DB13FA" w:rsidP="00846AA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</w:t>
      </w:r>
      <w:r w:rsidRPr="00CB7B5A">
        <w:rPr>
          <w:rFonts w:eastAsia="Calibri" w:cs="Times New Roman"/>
          <w:b/>
          <w:lang w:eastAsia="cs-CZ"/>
        </w:rPr>
        <w:t>:</w:t>
      </w:r>
    </w:p>
    <w:p w14:paraId="5C108FBF" w14:textId="77777777" w:rsidR="00846AAA" w:rsidRPr="006E107C" w:rsidRDefault="00846AAA" w:rsidP="00846AAA">
      <w:pPr>
        <w:spacing w:after="0"/>
        <w:rPr>
          <w:b/>
        </w:rPr>
      </w:pPr>
      <w:r w:rsidRPr="006E107C">
        <w:rPr>
          <w:b/>
        </w:rPr>
        <w:t xml:space="preserve">PS 04-01-71: </w:t>
      </w:r>
      <w:r w:rsidRPr="006E107C">
        <w:t xml:space="preserve">Dle situačního schématu a technické zprávy se předpokládá vybudovat návěstidlo </w:t>
      </w:r>
      <w:proofErr w:type="spellStart"/>
      <w:r w:rsidRPr="006E107C">
        <w:t>SkM</w:t>
      </w:r>
      <w:proofErr w:type="spellEnd"/>
      <w:r w:rsidRPr="006E107C">
        <w:t xml:space="preserve">. Dále dle technické zprávy je návěstidlo </w:t>
      </w:r>
      <w:proofErr w:type="spellStart"/>
      <w:r w:rsidRPr="006E107C">
        <w:t>LkB</w:t>
      </w:r>
      <w:proofErr w:type="spellEnd"/>
      <w:r w:rsidRPr="006E107C">
        <w:t xml:space="preserve"> již nainstalováno, a bude jen aktivováno.  </w:t>
      </w:r>
    </w:p>
    <w:p w14:paraId="026772AC" w14:textId="77777777" w:rsidR="00846AAA" w:rsidRPr="006E107C" w:rsidRDefault="00846AAA" w:rsidP="00846AAA">
      <w:pPr>
        <w:spacing w:after="0"/>
      </w:pPr>
      <w:r w:rsidRPr="006E107C">
        <w:t>a) V soupisu prací postrádáme položky</w:t>
      </w:r>
      <w:r>
        <w:t xml:space="preserve"> pro vybudování návěstidla </w:t>
      </w:r>
      <w:proofErr w:type="spellStart"/>
      <w:r>
        <w:t>SkM</w:t>
      </w:r>
      <w:proofErr w:type="spellEnd"/>
      <w:r>
        <w:t>.</w:t>
      </w:r>
    </w:p>
    <w:p w14:paraId="55A6F39E" w14:textId="77777777" w:rsidR="00846AAA" w:rsidRPr="006E107C" w:rsidRDefault="00846AAA" w:rsidP="00846AAA">
      <w:pPr>
        <w:spacing w:after="0"/>
      </w:pPr>
      <w:r w:rsidRPr="006E107C">
        <w:t xml:space="preserve">b) V soupisu prací postrádáme položku pro přezkoušení a regulaci návěstidel </w:t>
      </w:r>
      <w:proofErr w:type="spellStart"/>
      <w:r w:rsidRPr="006E107C">
        <w:t>SkM</w:t>
      </w:r>
      <w:proofErr w:type="spellEnd"/>
      <w:r w:rsidRPr="006E107C">
        <w:t xml:space="preserve"> a </w:t>
      </w:r>
      <w:proofErr w:type="spellStart"/>
      <w:r w:rsidRPr="006E107C">
        <w:t>LkB</w:t>
      </w:r>
      <w:proofErr w:type="spellEnd"/>
      <w:r w:rsidRPr="006E107C">
        <w:t>.</w:t>
      </w:r>
    </w:p>
    <w:p w14:paraId="00DCEB04" w14:textId="77777777" w:rsidR="00846AAA" w:rsidRDefault="00846AAA" w:rsidP="00846AAA">
      <w:pPr>
        <w:spacing w:after="0"/>
      </w:pPr>
      <w:r w:rsidRPr="006E107C">
        <w:t xml:space="preserve">c) Žádáme zadavatele o informaci, zda u návěstidla </w:t>
      </w:r>
      <w:proofErr w:type="spellStart"/>
      <w:r w:rsidRPr="006E107C">
        <w:t>SkM</w:t>
      </w:r>
      <w:proofErr w:type="spellEnd"/>
      <w:r w:rsidRPr="006E107C">
        <w:t xml:space="preserve"> požaduje žárovkové nebo LED svítilny?</w:t>
      </w:r>
    </w:p>
    <w:p w14:paraId="3630B12D" w14:textId="77777777" w:rsidR="00846AAA" w:rsidRDefault="00846AAA" w:rsidP="00846AAA">
      <w:pPr>
        <w:spacing w:after="0"/>
      </w:pPr>
      <w:r w:rsidRPr="006E107C">
        <w:t>Žádáme zadavatele o prověření.</w:t>
      </w:r>
    </w:p>
    <w:p w14:paraId="2B768766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350EB8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782B1A9" w14:textId="160BD6D6" w:rsidR="00DB13FA" w:rsidRPr="004211A6" w:rsidRDefault="00D855B4" w:rsidP="00DB13FA">
      <w:pPr>
        <w:spacing w:after="0" w:line="240" w:lineRule="auto"/>
        <w:rPr>
          <w:rFonts w:eastAsia="Calibri" w:cs="Times New Roman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Zřízení a zkoušení návěstidel </w:t>
      </w:r>
      <w:proofErr w:type="spellStart"/>
      <w:r w:rsidRPr="004211A6">
        <w:rPr>
          <w:rFonts w:eastAsia="Calibri" w:cs="Times New Roman"/>
          <w:lang w:eastAsia="cs-CZ"/>
        </w:rPr>
        <w:t>LkB</w:t>
      </w:r>
      <w:proofErr w:type="spellEnd"/>
      <w:r w:rsidRPr="004211A6">
        <w:rPr>
          <w:rFonts w:eastAsia="Calibri" w:cs="Times New Roman"/>
          <w:lang w:eastAsia="cs-CZ"/>
        </w:rPr>
        <w:t xml:space="preserve"> a </w:t>
      </w:r>
      <w:proofErr w:type="spellStart"/>
      <w:r w:rsidRPr="004211A6">
        <w:rPr>
          <w:rFonts w:eastAsia="Calibri" w:cs="Times New Roman"/>
          <w:lang w:eastAsia="cs-CZ"/>
        </w:rPr>
        <w:t>SkM</w:t>
      </w:r>
      <w:proofErr w:type="spellEnd"/>
      <w:r w:rsidRPr="004211A6">
        <w:rPr>
          <w:rFonts w:eastAsia="Calibri" w:cs="Times New Roman"/>
          <w:lang w:eastAsia="cs-CZ"/>
        </w:rPr>
        <w:t xml:space="preserve"> je rozpočtově zahrnuto v opravné práci </w:t>
      </w:r>
      <w:r w:rsidR="00380D5E" w:rsidRPr="004211A6">
        <w:rPr>
          <w:rFonts w:eastAsia="Calibri" w:cs="Times New Roman"/>
          <w:lang w:eastAsia="cs-CZ"/>
        </w:rPr>
        <w:t>SSZT Pardubice „</w:t>
      </w:r>
      <w:r w:rsidRPr="004211A6">
        <w:rPr>
          <w:rFonts w:eastAsia="Calibri" w:cs="Times New Roman"/>
          <w:lang w:eastAsia="cs-CZ"/>
        </w:rPr>
        <w:t>Traťový souhlas Moravany – Holice a Holice – Borohrádek</w:t>
      </w:r>
      <w:r w:rsidR="00380D5E" w:rsidRPr="004211A6">
        <w:rPr>
          <w:rFonts w:eastAsia="Calibri" w:cs="Times New Roman"/>
          <w:lang w:eastAsia="cs-CZ"/>
        </w:rPr>
        <w:t>“</w:t>
      </w:r>
      <w:r w:rsidRPr="004211A6">
        <w:rPr>
          <w:rFonts w:eastAsia="Calibri" w:cs="Times New Roman"/>
          <w:lang w:eastAsia="cs-CZ"/>
        </w:rPr>
        <w:t>, aktivace traťového souhlasu bude provedena až při realizaci této stavby</w:t>
      </w:r>
      <w:r w:rsidR="00F4374F" w:rsidRPr="004211A6">
        <w:rPr>
          <w:rFonts w:eastAsia="Calibri" w:cs="Times New Roman"/>
          <w:lang w:eastAsia="cs-CZ"/>
        </w:rPr>
        <w:t>.</w:t>
      </w:r>
    </w:p>
    <w:p w14:paraId="6BE6944E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7D4748B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C87A3E0" w14:textId="3C1F8D9A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39</w:t>
      </w:r>
      <w:r w:rsidRPr="00CB7B5A">
        <w:rPr>
          <w:rFonts w:eastAsia="Calibri" w:cs="Times New Roman"/>
          <w:b/>
          <w:lang w:eastAsia="cs-CZ"/>
        </w:rPr>
        <w:t>:</w:t>
      </w:r>
    </w:p>
    <w:p w14:paraId="28156662" w14:textId="77777777" w:rsidR="00846AAA" w:rsidRDefault="00846AAA" w:rsidP="00846AAA">
      <w:pPr>
        <w:spacing w:after="0"/>
      </w:pPr>
      <w:r w:rsidRPr="006E107C">
        <w:rPr>
          <w:b/>
        </w:rPr>
        <w:t>PS 0</w:t>
      </w:r>
      <w:r>
        <w:rPr>
          <w:b/>
        </w:rPr>
        <w:t>4</w:t>
      </w:r>
      <w:r w:rsidRPr="006E107C">
        <w:rPr>
          <w:b/>
        </w:rPr>
        <w:t xml:space="preserve">-01-71: </w:t>
      </w:r>
      <w:r w:rsidRPr="006E107C">
        <w:t>Dle situačního schématu</w:t>
      </w:r>
      <w:r>
        <w:t xml:space="preserve"> se předpokládá vybavení dotčeného úseku </w:t>
      </w:r>
      <w:proofErr w:type="spellStart"/>
      <w:r>
        <w:t>balízami</w:t>
      </w:r>
      <w:proofErr w:type="spellEnd"/>
      <w:r>
        <w:t xml:space="preserve"> v rozsahu 8,383KM (od km 38,198 po km 46,581). V soupisu prací se nachází související položka: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283"/>
        <w:gridCol w:w="4962"/>
        <w:gridCol w:w="708"/>
        <w:gridCol w:w="1134"/>
      </w:tblGrid>
      <w:tr w:rsidR="00846AAA" w:rsidRPr="003A16E3" w14:paraId="07F0F61C" w14:textId="77777777" w:rsidTr="000C5844">
        <w:trPr>
          <w:trHeight w:val="255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58058203" w14:textId="77777777" w:rsidR="00846AAA" w:rsidRPr="003A16E3" w:rsidRDefault="00846AAA" w:rsidP="00846AA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8</w:t>
            </w:r>
            <w:r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65980B5" w14:textId="77777777" w:rsidR="00846AAA" w:rsidRPr="003A16E3" w:rsidRDefault="00846AAA" w:rsidP="00846AA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75F237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12AB94DF" w14:textId="77777777" w:rsidR="00846AAA" w:rsidRPr="003A16E3" w:rsidRDefault="00846AAA" w:rsidP="00846AA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B7ADED1" w14:textId="77777777" w:rsidR="00846AAA" w:rsidRPr="003A16E3" w:rsidRDefault="00846AAA" w:rsidP="00846AA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ZAMĚŘOVÁNÍ, ZNAČKOVÁNÍ A VYHODNOCENÍ DAT INFRASTRUKTURY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13C2CD6C" w14:textId="77777777" w:rsidR="00846AAA" w:rsidRPr="003A16E3" w:rsidRDefault="00846AAA" w:rsidP="00846AA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KM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34F6561" w14:textId="77777777" w:rsidR="00846AAA" w:rsidRPr="003A16E3" w:rsidRDefault="00846AAA" w:rsidP="00846AA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3A16E3">
              <w:rPr>
                <w:rFonts w:eastAsia="Times New Roman" w:cstheme="minorHAnsi"/>
                <w:lang w:eastAsia="cs-CZ"/>
              </w:rPr>
              <w:t>1,4</w:t>
            </w:r>
            <w:r>
              <w:rPr>
                <w:rFonts w:eastAsia="Times New Roman" w:cstheme="minorHAnsi"/>
                <w:lang w:eastAsia="cs-CZ"/>
              </w:rPr>
              <w:t>75</w:t>
            </w:r>
          </w:p>
        </w:tc>
      </w:tr>
    </w:tbl>
    <w:p w14:paraId="421E48AB" w14:textId="77777777" w:rsidR="00846AAA" w:rsidRDefault="00846AAA" w:rsidP="00846AAA">
      <w:pPr>
        <w:spacing w:after="0"/>
      </w:pPr>
      <w:r>
        <w:t>Žádáme zadavatele o prověření množství u uvedené položky.</w:t>
      </w:r>
    </w:p>
    <w:p w14:paraId="7AA6CF18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63BC55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1C16FF8" w14:textId="3E6898F2" w:rsidR="00D855B4" w:rsidRPr="004211A6" w:rsidRDefault="00DA767F" w:rsidP="00D855B4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4211A6">
        <w:rPr>
          <w:rFonts w:eastAsia="Calibri" w:cs="Times New Roman"/>
          <w:lang w:eastAsia="cs-CZ"/>
        </w:rPr>
        <w:t xml:space="preserve">V soupisu prací opraveno </w:t>
      </w:r>
      <w:r w:rsidR="008F0DC9" w:rsidRPr="004211A6">
        <w:rPr>
          <w:rFonts w:eastAsia="Calibri" w:cs="Times New Roman"/>
          <w:lang w:eastAsia="cs-CZ"/>
        </w:rPr>
        <w:t>na 1,493 km</w:t>
      </w:r>
      <w:r w:rsidRPr="004211A6">
        <w:rPr>
          <w:rFonts w:eastAsia="Calibri" w:cs="Times New Roman"/>
          <w:lang w:eastAsia="cs-CZ"/>
        </w:rPr>
        <w:t>.</w:t>
      </w:r>
    </w:p>
    <w:p w14:paraId="493D0961" w14:textId="6CF62339" w:rsidR="00DB13FA" w:rsidRPr="004D518E" w:rsidRDefault="00DB13FA" w:rsidP="00DB13F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F3CB6CB" w14:textId="77777777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3D7BB6" w14:textId="21882570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40</w:t>
      </w:r>
      <w:r w:rsidRPr="00CB7B5A">
        <w:rPr>
          <w:rFonts w:eastAsia="Calibri" w:cs="Times New Roman"/>
          <w:b/>
          <w:lang w:eastAsia="cs-CZ"/>
        </w:rPr>
        <w:t>:</w:t>
      </w:r>
    </w:p>
    <w:p w14:paraId="3CBFD986" w14:textId="05755D68" w:rsidR="00DB13FA" w:rsidRPr="00846AAA" w:rsidRDefault="00846AAA" w:rsidP="00846AAA">
      <w:r w:rsidRPr="006E107C">
        <w:rPr>
          <w:b/>
        </w:rPr>
        <w:t xml:space="preserve">PS 04-01-71: </w:t>
      </w:r>
      <w:r w:rsidRPr="006E107C">
        <w:t>Ve výkaz</w:t>
      </w:r>
      <w:r>
        <w:t>u výměr se nachází položka č. 58</w:t>
      </w:r>
      <w:r w:rsidRPr="006E107C">
        <w:t xml:space="preserve"> „NÁVĚST PRO ETCS ANTIGRAFITTY“ </w:t>
      </w:r>
      <w:r>
        <w:t>s</w:t>
      </w:r>
      <w:r w:rsidRPr="006E107C">
        <w:t> množství</w:t>
      </w:r>
      <w:r>
        <w:t>m</w:t>
      </w:r>
      <w:r w:rsidRPr="006E107C">
        <w:t xml:space="preserve"> </w:t>
      </w:r>
      <w:r>
        <w:t>4</w:t>
      </w:r>
      <w:r w:rsidRPr="006E107C">
        <w:t xml:space="preserve"> ks. Dle situačních schémat se předpokládá vybudování pouze </w:t>
      </w:r>
      <w:r>
        <w:t>2</w:t>
      </w:r>
      <w:r w:rsidRPr="006E107C">
        <w:t xml:space="preserve"> ks návěstí pro ET</w:t>
      </w:r>
      <w:bookmarkStart w:id="7" w:name="_GoBack"/>
      <w:bookmarkEnd w:id="7"/>
      <w:r w:rsidRPr="006E107C">
        <w:t xml:space="preserve">CS (u </w:t>
      </w:r>
      <w:r>
        <w:t>návěstidla „</w:t>
      </w:r>
      <w:r w:rsidRPr="006E107C">
        <w:t>HL</w:t>
      </w:r>
      <w:r>
        <w:t xml:space="preserve">“ Moravany). Žádáme </w:t>
      </w:r>
      <w:r w:rsidRPr="006E107C">
        <w:t xml:space="preserve">zadavatele </w:t>
      </w:r>
      <w:r>
        <w:t>o prověření množství u pol. č. 58</w:t>
      </w:r>
      <w:r w:rsidRPr="006E107C">
        <w:t>.</w:t>
      </w:r>
    </w:p>
    <w:p w14:paraId="2708AC71" w14:textId="77777777" w:rsidR="00DB13F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CFC1508" w14:textId="6D07EEF5" w:rsidR="00C97E9A" w:rsidRPr="004211A6" w:rsidRDefault="00C97E9A" w:rsidP="00DB13F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4211A6">
        <w:rPr>
          <w:rFonts w:eastAsia="Calibri" w:cs="Times New Roman"/>
          <w:lang w:eastAsia="cs-CZ"/>
        </w:rPr>
        <w:t>Tento dotaz je stejný jako č. 36</w:t>
      </w:r>
      <w:r w:rsidR="00DA767F" w:rsidRPr="004211A6">
        <w:rPr>
          <w:rFonts w:eastAsia="Calibri" w:cs="Times New Roman"/>
          <w:lang w:eastAsia="cs-CZ"/>
        </w:rPr>
        <w:t>, kde byl zodpovězen.</w:t>
      </w:r>
    </w:p>
    <w:p w14:paraId="7108810F" w14:textId="77777777" w:rsidR="00C97E9A" w:rsidRDefault="00C97E9A" w:rsidP="00DB13F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2CC3ED3" w14:textId="6DBFC57F" w:rsidR="00DB13FA" w:rsidRPr="00CB7B5A" w:rsidRDefault="00DB13FA" w:rsidP="00DB13F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 </w:t>
      </w:r>
    </w:p>
    <w:p w14:paraId="4092DAFA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CE776BF" w14:textId="77777777" w:rsidR="00DB13FA" w:rsidRDefault="00DB13FA" w:rsidP="00DB13F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6C353A1" w14:textId="21972EAA" w:rsidR="00DB13FA" w:rsidRPr="00CB7B5A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41</w:t>
      </w:r>
      <w:r w:rsidRPr="00CB7B5A">
        <w:rPr>
          <w:rFonts w:eastAsia="Calibri" w:cs="Times New Roman"/>
          <w:b/>
          <w:lang w:eastAsia="cs-CZ"/>
        </w:rPr>
        <w:t>:</w:t>
      </w:r>
    </w:p>
    <w:p w14:paraId="7E6C23F2" w14:textId="221CA1DF" w:rsidR="00DB13FA" w:rsidRDefault="00846AAA" w:rsidP="00DB13FA">
      <w:pPr>
        <w:spacing w:after="0" w:line="240" w:lineRule="auto"/>
      </w:pPr>
      <w:r>
        <w:t>S ohledem na složitost stavby (budování systému ETCS STOP, dotčení stávajícího systému ETCS L2); množství dotazů; nutnosti zapracování odpovědí a i především návrhu technického řešení stavby, žádáme/prosíme zadavatele o prodloužení lhůty pro podání nabídek o 15 pracovních dní.</w:t>
      </w:r>
    </w:p>
    <w:p w14:paraId="3F7AA6BA" w14:textId="77777777" w:rsidR="00846AAA" w:rsidRPr="00CB7B5A" w:rsidRDefault="00846AAA" w:rsidP="00DB13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5AC00AA" w14:textId="77777777" w:rsidR="00DB13FA" w:rsidRPr="000C5844" w:rsidRDefault="00DB13FA" w:rsidP="00DB13FA">
      <w:pPr>
        <w:spacing w:after="0" w:line="240" w:lineRule="auto"/>
        <w:rPr>
          <w:rFonts w:eastAsia="Calibri" w:cs="Times New Roman"/>
          <w:b/>
          <w:lang w:eastAsia="cs-CZ"/>
        </w:rPr>
      </w:pPr>
      <w:r w:rsidRPr="000C5844">
        <w:rPr>
          <w:rFonts w:eastAsia="Calibri" w:cs="Times New Roman"/>
          <w:b/>
          <w:lang w:eastAsia="cs-CZ"/>
        </w:rPr>
        <w:t xml:space="preserve">Odpověď: </w:t>
      </w:r>
    </w:p>
    <w:p w14:paraId="750E106A" w14:textId="32EA2148" w:rsidR="00383F8D" w:rsidRPr="000C5844" w:rsidRDefault="00383F8D" w:rsidP="00DB13FA">
      <w:pPr>
        <w:spacing w:after="0" w:line="240" w:lineRule="auto"/>
        <w:rPr>
          <w:rFonts w:eastAsia="Calibri" w:cs="Times New Roman"/>
          <w:lang w:eastAsia="cs-CZ"/>
        </w:rPr>
      </w:pPr>
      <w:r w:rsidRPr="000C5844">
        <w:rPr>
          <w:rFonts w:eastAsia="Calibri" w:cs="Times New Roman"/>
          <w:lang w:eastAsia="cs-CZ"/>
        </w:rPr>
        <w:t xml:space="preserve">Na základě tohoto dotazu došlo k prodloužení </w:t>
      </w:r>
      <w:r w:rsidR="00BF6626" w:rsidRPr="000C5844">
        <w:rPr>
          <w:rFonts w:eastAsia="Calibri" w:cs="Times New Roman"/>
          <w:lang w:eastAsia="cs-CZ"/>
        </w:rPr>
        <w:t>Lhůt</w:t>
      </w:r>
      <w:r w:rsidRPr="000C5844">
        <w:rPr>
          <w:rFonts w:eastAsia="Calibri" w:cs="Times New Roman"/>
          <w:lang w:eastAsia="cs-CZ"/>
        </w:rPr>
        <w:t>y</w:t>
      </w:r>
      <w:r w:rsidR="00BF6626" w:rsidRPr="000C5844">
        <w:rPr>
          <w:rFonts w:eastAsia="Calibri" w:cs="Times New Roman"/>
          <w:lang w:eastAsia="cs-CZ"/>
        </w:rPr>
        <w:t xml:space="preserve"> pro podání nabídky </w:t>
      </w:r>
      <w:r w:rsidRPr="000C5844">
        <w:rPr>
          <w:rFonts w:eastAsia="Calibri" w:cs="Times New Roman"/>
          <w:lang w:eastAsia="cs-CZ"/>
        </w:rPr>
        <w:t xml:space="preserve">o  7 pracovních dní, a to v rámci </w:t>
      </w:r>
      <w:r w:rsidR="00BF6626" w:rsidRPr="000C5844">
        <w:rPr>
          <w:rFonts w:eastAsia="Calibri" w:cs="Times New Roman"/>
          <w:lang w:eastAsia="cs-CZ"/>
        </w:rPr>
        <w:t>předchozí</w:t>
      </w:r>
      <w:r w:rsidRPr="000C5844">
        <w:rPr>
          <w:rFonts w:eastAsia="Calibri" w:cs="Times New Roman"/>
          <w:lang w:eastAsia="cs-CZ"/>
        </w:rPr>
        <w:t>ho</w:t>
      </w:r>
      <w:r w:rsidR="00BF6626" w:rsidRPr="000C5844">
        <w:rPr>
          <w:rFonts w:eastAsia="Calibri" w:cs="Times New Roman"/>
          <w:lang w:eastAsia="cs-CZ"/>
        </w:rPr>
        <w:t xml:space="preserve"> </w:t>
      </w:r>
      <w:r w:rsidR="006D4786" w:rsidRPr="000C5844">
        <w:rPr>
          <w:rFonts w:eastAsia="Calibri" w:cs="Times New Roman"/>
          <w:lang w:eastAsia="cs-CZ"/>
        </w:rPr>
        <w:t>Vysvětlení č. 1</w:t>
      </w:r>
      <w:r w:rsidR="00BF6626" w:rsidRPr="000C5844">
        <w:rPr>
          <w:rFonts w:eastAsia="Calibri" w:cs="Times New Roman"/>
          <w:lang w:eastAsia="cs-CZ"/>
        </w:rPr>
        <w:t>.</w:t>
      </w:r>
      <w:r w:rsidRPr="000C5844">
        <w:rPr>
          <w:rFonts w:eastAsia="Calibri" w:cs="Times New Roman"/>
          <w:lang w:eastAsia="cs-CZ"/>
        </w:rPr>
        <w:t xml:space="preserve"> </w:t>
      </w:r>
    </w:p>
    <w:p w14:paraId="39F91FD9" w14:textId="77777777" w:rsidR="00383F8D" w:rsidRPr="000C5844" w:rsidRDefault="00383F8D" w:rsidP="00DB13FA">
      <w:pPr>
        <w:spacing w:after="0" w:line="240" w:lineRule="auto"/>
        <w:rPr>
          <w:rFonts w:eastAsia="Calibri" w:cs="Times New Roman"/>
          <w:lang w:eastAsia="cs-CZ"/>
        </w:rPr>
      </w:pPr>
    </w:p>
    <w:p w14:paraId="4BAAA0D1" w14:textId="77777777" w:rsidR="009C64A7" w:rsidRPr="000C5844" w:rsidRDefault="009C64A7" w:rsidP="00DB13FA">
      <w:pPr>
        <w:spacing w:after="0" w:line="240" w:lineRule="auto"/>
        <w:rPr>
          <w:rFonts w:eastAsia="Calibri" w:cs="Times New Roman"/>
          <w:lang w:eastAsia="cs-CZ"/>
        </w:rPr>
      </w:pPr>
    </w:p>
    <w:p w14:paraId="0F3FC07C" w14:textId="06AF4782" w:rsidR="006D3093" w:rsidRPr="000C5844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C5844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0C5844">
        <w:rPr>
          <w:rFonts w:eastAsia="Times New Roman" w:cs="Times New Roman"/>
          <w:b/>
          <w:lang w:eastAsia="cs-CZ"/>
        </w:rPr>
        <w:t>změny/doplnění zadávací dokumentace</w:t>
      </w:r>
      <w:r w:rsidRPr="000C5844">
        <w:rPr>
          <w:rFonts w:eastAsia="Times New Roman" w:cs="Times New Roman"/>
          <w:lang w:eastAsia="cs-CZ"/>
        </w:rPr>
        <w:t xml:space="preserve">, prodlužuje zadavatel lhůtu pro podání nabídek o </w:t>
      </w:r>
      <w:r w:rsidR="00D83C9D" w:rsidRPr="000C5844">
        <w:rPr>
          <w:rFonts w:eastAsia="Times New Roman" w:cs="Times New Roman"/>
          <w:lang w:eastAsia="cs-CZ"/>
        </w:rPr>
        <w:t>3</w:t>
      </w:r>
      <w:r w:rsidRPr="000C5844">
        <w:rPr>
          <w:rFonts w:eastAsia="Times New Roman" w:cs="Times New Roman"/>
          <w:lang w:eastAsia="cs-CZ"/>
        </w:rPr>
        <w:t xml:space="preserve"> pracovní dny.</w:t>
      </w:r>
    </w:p>
    <w:p w14:paraId="3FA16FE2" w14:textId="77777777" w:rsidR="006D3093" w:rsidRPr="000C5844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7773BE" w14:textId="7336611A" w:rsidR="006D3093" w:rsidRPr="000C5844" w:rsidRDefault="006D3093" w:rsidP="006D309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5844">
        <w:rPr>
          <w:rFonts w:eastAsia="Times New Roman" w:cs="Times New Roman"/>
          <w:bCs/>
          <w:lang w:eastAsia="cs-CZ"/>
        </w:rPr>
        <w:t xml:space="preserve">Dále zadavatel </w:t>
      </w:r>
      <w:r w:rsidR="009C64A7" w:rsidRPr="000C5844">
        <w:rPr>
          <w:rFonts w:eastAsia="Times New Roman" w:cs="Times New Roman"/>
          <w:bCs/>
          <w:lang w:eastAsia="cs-CZ"/>
        </w:rPr>
        <w:t>uvádí</w:t>
      </w:r>
      <w:r w:rsidRPr="000C5844">
        <w:rPr>
          <w:rFonts w:eastAsia="Times New Roman" w:cs="Times New Roman"/>
          <w:bCs/>
          <w:lang w:eastAsia="cs-CZ"/>
        </w:rPr>
        <w:t>, že některé dotazy vyžadovaly větší časový prostor pro zpracování odpověd</w:t>
      </w:r>
      <w:r w:rsidR="009C64A7" w:rsidRPr="000C5844">
        <w:rPr>
          <w:rFonts w:eastAsia="Times New Roman" w:cs="Times New Roman"/>
          <w:bCs/>
          <w:lang w:eastAsia="cs-CZ"/>
        </w:rPr>
        <w:t>í</w:t>
      </w:r>
      <w:r w:rsidRPr="000C5844">
        <w:rPr>
          <w:rFonts w:eastAsia="Times New Roman" w:cs="Times New Roman"/>
          <w:bCs/>
          <w:lang w:eastAsia="cs-CZ"/>
        </w:rPr>
        <w:t xml:space="preserve">. </w:t>
      </w:r>
      <w:r w:rsidR="009C64A7" w:rsidRPr="000C5844">
        <w:rPr>
          <w:rFonts w:eastAsia="Times New Roman" w:cs="Times New Roman"/>
          <w:bCs/>
          <w:lang w:eastAsia="cs-CZ"/>
        </w:rPr>
        <w:t>Z</w:t>
      </w:r>
      <w:r w:rsidRPr="000C5844">
        <w:rPr>
          <w:rFonts w:eastAsia="Times New Roman" w:cs="Times New Roman"/>
          <w:bCs/>
          <w:lang w:eastAsia="cs-CZ"/>
        </w:rPr>
        <w:t xml:space="preserve">adavatel </w:t>
      </w:r>
      <w:r w:rsidR="009C64A7" w:rsidRPr="000C5844">
        <w:rPr>
          <w:rFonts w:eastAsia="Times New Roman" w:cs="Times New Roman"/>
          <w:bCs/>
          <w:lang w:eastAsia="cs-CZ"/>
        </w:rPr>
        <w:t xml:space="preserve">proto </w:t>
      </w:r>
      <w:r w:rsidRPr="000C5844">
        <w:rPr>
          <w:rFonts w:eastAsia="Times New Roman" w:cs="Times New Roman"/>
          <w:bCs/>
          <w:lang w:eastAsia="cs-CZ"/>
        </w:rPr>
        <w:t xml:space="preserve">prodlužuje lhůtu pro podání nabídek o další </w:t>
      </w:r>
      <w:r w:rsidR="00D83C9D" w:rsidRPr="000C5844">
        <w:rPr>
          <w:rFonts w:eastAsia="Times New Roman" w:cs="Times New Roman"/>
          <w:bCs/>
          <w:lang w:eastAsia="cs-CZ"/>
        </w:rPr>
        <w:br/>
      </w:r>
      <w:r w:rsidR="00FF6F24" w:rsidRPr="000C5844">
        <w:rPr>
          <w:rFonts w:eastAsia="Times New Roman" w:cs="Times New Roman"/>
          <w:lang w:eastAsia="cs-CZ"/>
        </w:rPr>
        <w:t>2</w:t>
      </w:r>
      <w:r w:rsidRPr="000C5844">
        <w:rPr>
          <w:rFonts w:eastAsia="Times New Roman" w:cs="Times New Roman"/>
          <w:lang w:eastAsia="cs-CZ"/>
        </w:rPr>
        <w:t xml:space="preserve"> pracovní dny</w:t>
      </w:r>
      <w:r w:rsidR="009C64A7" w:rsidRPr="000C5844">
        <w:rPr>
          <w:rFonts w:eastAsia="Calibri" w:cs="Times New Roman"/>
          <w:lang w:eastAsia="cs-CZ"/>
        </w:rPr>
        <w:t xml:space="preserve"> z důvodu prodlení s uveřejněním odpovědí na dotazy č. 1-41.</w:t>
      </w:r>
    </w:p>
    <w:p w14:paraId="616720F7" w14:textId="77777777" w:rsidR="009C64A7" w:rsidRPr="000C5844" w:rsidRDefault="009C64A7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BC4FD8E" w14:textId="77777777" w:rsidR="006D3093" w:rsidRPr="000C5844" w:rsidRDefault="006D3093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D3307D" w14:textId="0A08144D" w:rsidR="006D3093" w:rsidRPr="000C5844" w:rsidRDefault="006D3093" w:rsidP="00C8478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0C5844">
        <w:rPr>
          <w:rFonts w:eastAsia="Times New Roman" w:cs="Times New Roman"/>
          <w:lang w:eastAsia="cs-CZ"/>
        </w:rPr>
        <w:t xml:space="preserve">Zadavatel tedy celkově prodlužuje lhůtu ze dne </w:t>
      </w:r>
      <w:r w:rsidR="006D4786" w:rsidRPr="000C5844">
        <w:rPr>
          <w:rFonts w:eastAsia="Times New Roman" w:cs="Times New Roman"/>
          <w:b/>
          <w:lang w:eastAsia="cs-CZ"/>
        </w:rPr>
        <w:t>18. 1. 2024</w:t>
      </w:r>
      <w:r w:rsidRPr="000C5844">
        <w:rPr>
          <w:rFonts w:eastAsia="Times New Roman" w:cs="Times New Roman"/>
          <w:lang w:eastAsia="cs-CZ"/>
        </w:rPr>
        <w:t xml:space="preserve"> na den </w:t>
      </w:r>
      <w:r w:rsidR="00264D10" w:rsidRPr="000C5844">
        <w:rPr>
          <w:rFonts w:eastAsia="Times New Roman" w:cs="Times New Roman"/>
          <w:b/>
          <w:lang w:eastAsia="cs-CZ"/>
        </w:rPr>
        <w:t>25. 1. 2024</w:t>
      </w:r>
      <w:r w:rsidRPr="000C5844">
        <w:rPr>
          <w:rFonts w:eastAsia="Times New Roman" w:cs="Times New Roman"/>
          <w:lang w:eastAsia="cs-CZ"/>
        </w:rPr>
        <w:t>.</w:t>
      </w:r>
    </w:p>
    <w:p w14:paraId="3FA0DA7B" w14:textId="77777777" w:rsidR="006D3093" w:rsidRPr="00CB7B5A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83C9D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7F30656" w14:textId="7D7369FE" w:rsidR="00CB7B5A" w:rsidRPr="00CB7B5A" w:rsidRDefault="00D83C9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83C9D">
        <w:rPr>
          <w:rFonts w:eastAsia="Calibri" w:cs="Times New Roman"/>
          <w:lang w:eastAsia="cs-CZ"/>
        </w:rPr>
        <w:t xml:space="preserve">Soupis </w:t>
      </w:r>
      <w:proofErr w:type="spellStart"/>
      <w:r w:rsidRPr="00D83C9D">
        <w:rPr>
          <w:rFonts w:eastAsia="Calibri" w:cs="Times New Roman"/>
          <w:lang w:eastAsia="cs-CZ"/>
        </w:rPr>
        <w:t>prací_ETCS</w:t>
      </w:r>
      <w:proofErr w:type="spellEnd"/>
      <w:r w:rsidRPr="00D83C9D">
        <w:rPr>
          <w:rFonts w:eastAsia="Calibri" w:cs="Times New Roman"/>
          <w:lang w:eastAsia="cs-CZ"/>
        </w:rPr>
        <w:t xml:space="preserve"> Chrudim-Borohrádek_20240108_ZM01</w:t>
      </w:r>
      <w:r>
        <w:rPr>
          <w:rFonts w:eastAsia="Calibri" w:cs="Times New Roman"/>
          <w:lang w:eastAsia="cs-CZ"/>
        </w:rPr>
        <w:t>.xls</w:t>
      </w:r>
    </w:p>
    <w:p w14:paraId="6146DD38" w14:textId="27DA5146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6CB0A2" w14:textId="4DC13E9F" w:rsidR="004211A6" w:rsidRDefault="004211A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8C38B3" w14:textId="77777777" w:rsidR="004211A6" w:rsidRPr="00CB7B5A" w:rsidRDefault="004211A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BF92FDA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CD7C28">
        <w:rPr>
          <w:rFonts w:eastAsia="Calibri" w:cs="Times New Roman"/>
          <w:lang w:eastAsia="cs-CZ"/>
        </w:rPr>
        <w:t>8. 1. 2024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4FB630AE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766359" w14:textId="77777777" w:rsidR="00D83C9D" w:rsidRDefault="00D83C9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FACEF5" w14:textId="0AE24DBF" w:rsidR="00CD7C28" w:rsidRDefault="00CD7C2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CD4977" w14:textId="77777777" w:rsidR="00CD7C28" w:rsidRPr="00CB7B5A" w:rsidRDefault="00CD7C2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0C5844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A1D611C" w16cex:dateUtc="2023-11-14T16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D308B" w14:textId="77777777" w:rsidR="00753266" w:rsidRDefault="00753266" w:rsidP="00962258">
      <w:pPr>
        <w:spacing w:after="0" w:line="240" w:lineRule="auto"/>
      </w:pPr>
      <w:r>
        <w:separator/>
      </w:r>
    </w:p>
  </w:endnote>
  <w:endnote w:type="continuationSeparator" w:id="0">
    <w:p w14:paraId="62E18B48" w14:textId="77777777" w:rsidR="00753266" w:rsidRDefault="007532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211A6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56E17A83" w:rsidR="004211A6" w:rsidRPr="00B8518B" w:rsidRDefault="004211A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7AEB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7AEB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4211A6" w:rsidRDefault="004211A6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4211A6" w:rsidRDefault="004211A6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4211A6" w:rsidRDefault="004211A6" w:rsidP="00D831A3">
          <w:pPr>
            <w:pStyle w:val="Zpat"/>
          </w:pPr>
        </w:p>
      </w:tc>
    </w:tr>
  </w:tbl>
  <w:p w14:paraId="08723968" w14:textId="77777777" w:rsidR="004211A6" w:rsidRPr="00B8518B" w:rsidRDefault="004211A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211A6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5B91188" w:rsidR="004211A6" w:rsidRPr="00B8518B" w:rsidRDefault="004211A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3F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3F8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211A6" w:rsidRDefault="004211A6" w:rsidP="009A6EDA">
          <w:pPr>
            <w:pStyle w:val="Zpat"/>
          </w:pPr>
          <w:r>
            <w:t>Správa železnic, státní organizace</w:t>
          </w:r>
        </w:p>
        <w:p w14:paraId="41FBA909" w14:textId="77777777" w:rsidR="004211A6" w:rsidRDefault="004211A6" w:rsidP="009A6ED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211A6" w:rsidRDefault="004211A6" w:rsidP="009A6EDA">
          <w:pPr>
            <w:pStyle w:val="Zpat"/>
          </w:pPr>
          <w:r>
            <w:t>Sídlo: Dlážděná 1003/7, 110 00 Praha 1</w:t>
          </w:r>
        </w:p>
        <w:p w14:paraId="3D89CBF0" w14:textId="77777777" w:rsidR="004211A6" w:rsidRDefault="004211A6" w:rsidP="009A6EDA">
          <w:pPr>
            <w:pStyle w:val="Zpat"/>
          </w:pPr>
          <w:r>
            <w:t>IČO: 709 94 234 DIČ: CZ 709 94 234</w:t>
          </w:r>
        </w:p>
        <w:p w14:paraId="6A61877C" w14:textId="77777777" w:rsidR="004211A6" w:rsidRDefault="004211A6" w:rsidP="009A6EDA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A977CF5" w14:textId="77777777" w:rsidR="004211A6" w:rsidRPr="00D84AC6" w:rsidRDefault="004211A6" w:rsidP="009A6ED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211A6" w:rsidRPr="00D84AC6" w:rsidRDefault="004211A6" w:rsidP="009A6ED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211A6" w:rsidRPr="00D84AC6" w:rsidRDefault="004211A6" w:rsidP="009A6ED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211A6" w:rsidRDefault="004211A6" w:rsidP="009A6EDA">
          <w:pPr>
            <w:pStyle w:val="Zpat"/>
          </w:pPr>
        </w:p>
      </w:tc>
    </w:tr>
  </w:tbl>
  <w:p w14:paraId="6CC53752" w14:textId="77777777" w:rsidR="004211A6" w:rsidRPr="00B8518B" w:rsidRDefault="004211A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4211A6" w:rsidRPr="00460660" w:rsidRDefault="004211A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0D8E0" w14:textId="77777777" w:rsidR="00753266" w:rsidRDefault="00753266" w:rsidP="00962258">
      <w:pPr>
        <w:spacing w:after="0" w:line="240" w:lineRule="auto"/>
      </w:pPr>
      <w:r>
        <w:separator/>
      </w:r>
    </w:p>
  </w:footnote>
  <w:footnote w:type="continuationSeparator" w:id="0">
    <w:p w14:paraId="3AFAFBAD" w14:textId="77777777" w:rsidR="00753266" w:rsidRDefault="007532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211A6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4211A6" w:rsidRPr="00B8518B" w:rsidRDefault="004211A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4211A6" w:rsidRDefault="004211A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4211A6" w:rsidRPr="00D6163D" w:rsidRDefault="004211A6" w:rsidP="00D6163D">
          <w:pPr>
            <w:pStyle w:val="Druhdokumentu"/>
          </w:pPr>
        </w:p>
      </w:tc>
    </w:tr>
  </w:tbl>
  <w:p w14:paraId="05277E60" w14:textId="77777777" w:rsidR="004211A6" w:rsidRPr="00D6163D" w:rsidRDefault="004211A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211A6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4211A6" w:rsidRDefault="004211A6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4211A6" w:rsidRDefault="004211A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4211A6" w:rsidRPr="00D6163D" w:rsidRDefault="004211A6" w:rsidP="00FC6389">
          <w:pPr>
            <w:pStyle w:val="Druhdokumentu"/>
          </w:pPr>
        </w:p>
      </w:tc>
    </w:tr>
    <w:tr w:rsidR="004211A6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4211A6" w:rsidRDefault="004211A6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4211A6" w:rsidRDefault="004211A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4211A6" w:rsidRDefault="004211A6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4211A6" w:rsidRPr="00D6163D" w:rsidRDefault="004211A6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4211A6" w:rsidRPr="00460660" w:rsidRDefault="004211A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F8796F"/>
    <w:multiLevelType w:val="hybridMultilevel"/>
    <w:tmpl w:val="51CEBF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7DA2CE6"/>
    <w:multiLevelType w:val="hybridMultilevel"/>
    <w:tmpl w:val="4FC496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477D4"/>
    <w:rsid w:val="00064E56"/>
    <w:rsid w:val="00072C1E"/>
    <w:rsid w:val="000B1153"/>
    <w:rsid w:val="000B3490"/>
    <w:rsid w:val="000B6C7E"/>
    <w:rsid w:val="000B7907"/>
    <w:rsid w:val="000C0429"/>
    <w:rsid w:val="000C45E8"/>
    <w:rsid w:val="000C5844"/>
    <w:rsid w:val="000C6B41"/>
    <w:rsid w:val="00114472"/>
    <w:rsid w:val="00170EC5"/>
    <w:rsid w:val="001720D0"/>
    <w:rsid w:val="001747C1"/>
    <w:rsid w:val="0018596A"/>
    <w:rsid w:val="00197077"/>
    <w:rsid w:val="001B69C2"/>
    <w:rsid w:val="001C4DA0"/>
    <w:rsid w:val="001D5AC4"/>
    <w:rsid w:val="001F63CA"/>
    <w:rsid w:val="00207DF5"/>
    <w:rsid w:val="002259CE"/>
    <w:rsid w:val="00233423"/>
    <w:rsid w:val="002346A1"/>
    <w:rsid w:val="00264D10"/>
    <w:rsid w:val="00267369"/>
    <w:rsid w:val="0026785D"/>
    <w:rsid w:val="002B3237"/>
    <w:rsid w:val="002C2D69"/>
    <w:rsid w:val="002C31BF"/>
    <w:rsid w:val="002E0CD7"/>
    <w:rsid w:val="002F026B"/>
    <w:rsid w:val="00302BAF"/>
    <w:rsid w:val="00357BC6"/>
    <w:rsid w:val="0037111D"/>
    <w:rsid w:val="00380D5E"/>
    <w:rsid w:val="00383F8D"/>
    <w:rsid w:val="003956C6"/>
    <w:rsid w:val="003B467F"/>
    <w:rsid w:val="003C5BE7"/>
    <w:rsid w:val="003E4A4F"/>
    <w:rsid w:val="003E6B9A"/>
    <w:rsid w:val="003E75CE"/>
    <w:rsid w:val="003F37AB"/>
    <w:rsid w:val="0041380F"/>
    <w:rsid w:val="0042046C"/>
    <w:rsid w:val="004211A6"/>
    <w:rsid w:val="00430837"/>
    <w:rsid w:val="00450F07"/>
    <w:rsid w:val="00453CD3"/>
    <w:rsid w:val="00455BC7"/>
    <w:rsid w:val="00460660"/>
    <w:rsid w:val="00460CCB"/>
    <w:rsid w:val="00477370"/>
    <w:rsid w:val="00481C96"/>
    <w:rsid w:val="00483F34"/>
    <w:rsid w:val="00486107"/>
    <w:rsid w:val="00490C88"/>
    <w:rsid w:val="00491827"/>
    <w:rsid w:val="004926B0"/>
    <w:rsid w:val="004A7C69"/>
    <w:rsid w:val="004C19D9"/>
    <w:rsid w:val="004C4399"/>
    <w:rsid w:val="004C45C1"/>
    <w:rsid w:val="004C69ED"/>
    <w:rsid w:val="004C787C"/>
    <w:rsid w:val="004D518E"/>
    <w:rsid w:val="004F4B9B"/>
    <w:rsid w:val="00501654"/>
    <w:rsid w:val="00510435"/>
    <w:rsid w:val="00511AB9"/>
    <w:rsid w:val="00523EA7"/>
    <w:rsid w:val="00524547"/>
    <w:rsid w:val="0053339C"/>
    <w:rsid w:val="0054033C"/>
    <w:rsid w:val="00542527"/>
    <w:rsid w:val="00551D1F"/>
    <w:rsid w:val="00553375"/>
    <w:rsid w:val="005658A6"/>
    <w:rsid w:val="00565B02"/>
    <w:rsid w:val="005720E7"/>
    <w:rsid w:val="005722BB"/>
    <w:rsid w:val="005736B7"/>
    <w:rsid w:val="00575E5A"/>
    <w:rsid w:val="00584E2A"/>
    <w:rsid w:val="0058695E"/>
    <w:rsid w:val="00595BB4"/>
    <w:rsid w:val="00596C7E"/>
    <w:rsid w:val="005A64E9"/>
    <w:rsid w:val="005B5EE9"/>
    <w:rsid w:val="005E0462"/>
    <w:rsid w:val="00600ECE"/>
    <w:rsid w:val="006104F6"/>
    <w:rsid w:val="0061068E"/>
    <w:rsid w:val="00660AD3"/>
    <w:rsid w:val="00663961"/>
    <w:rsid w:val="006654B9"/>
    <w:rsid w:val="00671D20"/>
    <w:rsid w:val="0067276C"/>
    <w:rsid w:val="006878BB"/>
    <w:rsid w:val="00695CB1"/>
    <w:rsid w:val="006A235B"/>
    <w:rsid w:val="006A5570"/>
    <w:rsid w:val="006A689C"/>
    <w:rsid w:val="006B3D79"/>
    <w:rsid w:val="006D3093"/>
    <w:rsid w:val="006D4786"/>
    <w:rsid w:val="006E0578"/>
    <w:rsid w:val="006E314D"/>
    <w:rsid w:val="006E4359"/>
    <w:rsid w:val="006E57B8"/>
    <w:rsid w:val="006E7F06"/>
    <w:rsid w:val="00707201"/>
    <w:rsid w:val="007072C4"/>
    <w:rsid w:val="00710723"/>
    <w:rsid w:val="00722DFA"/>
    <w:rsid w:val="00723ED1"/>
    <w:rsid w:val="00735ED4"/>
    <w:rsid w:val="00743525"/>
    <w:rsid w:val="007531A0"/>
    <w:rsid w:val="00753266"/>
    <w:rsid w:val="00755581"/>
    <w:rsid w:val="0076286B"/>
    <w:rsid w:val="00764595"/>
    <w:rsid w:val="00766846"/>
    <w:rsid w:val="0077673A"/>
    <w:rsid w:val="007846E1"/>
    <w:rsid w:val="007B4E8F"/>
    <w:rsid w:val="007B570C"/>
    <w:rsid w:val="007C1144"/>
    <w:rsid w:val="007D330E"/>
    <w:rsid w:val="007E4A6E"/>
    <w:rsid w:val="007F3750"/>
    <w:rsid w:val="007F56A7"/>
    <w:rsid w:val="00807DD0"/>
    <w:rsid w:val="00813F11"/>
    <w:rsid w:val="00846AAA"/>
    <w:rsid w:val="00872FD8"/>
    <w:rsid w:val="00877AEB"/>
    <w:rsid w:val="00891334"/>
    <w:rsid w:val="008A14C0"/>
    <w:rsid w:val="008A3568"/>
    <w:rsid w:val="008C28E5"/>
    <w:rsid w:val="008C5E43"/>
    <w:rsid w:val="008C71CF"/>
    <w:rsid w:val="008D03B9"/>
    <w:rsid w:val="008D4094"/>
    <w:rsid w:val="008F0DC9"/>
    <w:rsid w:val="008F18D6"/>
    <w:rsid w:val="008F2A51"/>
    <w:rsid w:val="00904780"/>
    <w:rsid w:val="009113A8"/>
    <w:rsid w:val="009206F5"/>
    <w:rsid w:val="00922385"/>
    <w:rsid w:val="009223DF"/>
    <w:rsid w:val="00936091"/>
    <w:rsid w:val="00940D8A"/>
    <w:rsid w:val="009446B1"/>
    <w:rsid w:val="00951854"/>
    <w:rsid w:val="00962258"/>
    <w:rsid w:val="009678B7"/>
    <w:rsid w:val="009753A3"/>
    <w:rsid w:val="00982411"/>
    <w:rsid w:val="00992D9C"/>
    <w:rsid w:val="00996CB8"/>
    <w:rsid w:val="009A6EDA"/>
    <w:rsid w:val="009A7568"/>
    <w:rsid w:val="009B24D8"/>
    <w:rsid w:val="009B2E97"/>
    <w:rsid w:val="009B72CC"/>
    <w:rsid w:val="009C64A7"/>
    <w:rsid w:val="009C6844"/>
    <w:rsid w:val="009E07F4"/>
    <w:rsid w:val="009F0062"/>
    <w:rsid w:val="009F0A65"/>
    <w:rsid w:val="009F392E"/>
    <w:rsid w:val="00A44328"/>
    <w:rsid w:val="00A4528C"/>
    <w:rsid w:val="00A5003F"/>
    <w:rsid w:val="00A6177B"/>
    <w:rsid w:val="00A66136"/>
    <w:rsid w:val="00A83C42"/>
    <w:rsid w:val="00A9162D"/>
    <w:rsid w:val="00A9453B"/>
    <w:rsid w:val="00AA4CBB"/>
    <w:rsid w:val="00AA65FA"/>
    <w:rsid w:val="00AA7351"/>
    <w:rsid w:val="00AC120B"/>
    <w:rsid w:val="00AD056F"/>
    <w:rsid w:val="00AD2773"/>
    <w:rsid w:val="00AD60BB"/>
    <w:rsid w:val="00AD6731"/>
    <w:rsid w:val="00AE1DDE"/>
    <w:rsid w:val="00AF6964"/>
    <w:rsid w:val="00B00218"/>
    <w:rsid w:val="00B13BEE"/>
    <w:rsid w:val="00B15B5E"/>
    <w:rsid w:val="00B15BC1"/>
    <w:rsid w:val="00B15C1D"/>
    <w:rsid w:val="00B15D0D"/>
    <w:rsid w:val="00B23CA3"/>
    <w:rsid w:val="00B3491A"/>
    <w:rsid w:val="00B45E9E"/>
    <w:rsid w:val="00B55F9C"/>
    <w:rsid w:val="00B67A89"/>
    <w:rsid w:val="00B75EE1"/>
    <w:rsid w:val="00B77481"/>
    <w:rsid w:val="00B83AE4"/>
    <w:rsid w:val="00B8518B"/>
    <w:rsid w:val="00BB21F8"/>
    <w:rsid w:val="00BB3740"/>
    <w:rsid w:val="00BC683F"/>
    <w:rsid w:val="00BD4770"/>
    <w:rsid w:val="00BD7E91"/>
    <w:rsid w:val="00BF374D"/>
    <w:rsid w:val="00BF6626"/>
    <w:rsid w:val="00C02D0A"/>
    <w:rsid w:val="00C03A6E"/>
    <w:rsid w:val="00C15A47"/>
    <w:rsid w:val="00C30759"/>
    <w:rsid w:val="00C3264D"/>
    <w:rsid w:val="00C44F6A"/>
    <w:rsid w:val="00C51B3D"/>
    <w:rsid w:val="00C64271"/>
    <w:rsid w:val="00C727E5"/>
    <w:rsid w:val="00C7299F"/>
    <w:rsid w:val="00C8207D"/>
    <w:rsid w:val="00C84783"/>
    <w:rsid w:val="00C97E9A"/>
    <w:rsid w:val="00CB7B5A"/>
    <w:rsid w:val="00CC1E2B"/>
    <w:rsid w:val="00CC748A"/>
    <w:rsid w:val="00CD1FC4"/>
    <w:rsid w:val="00CD4C0F"/>
    <w:rsid w:val="00CD7C28"/>
    <w:rsid w:val="00CE08E9"/>
    <w:rsid w:val="00CE371D"/>
    <w:rsid w:val="00CE5FA9"/>
    <w:rsid w:val="00CF3C00"/>
    <w:rsid w:val="00D02A4D"/>
    <w:rsid w:val="00D21061"/>
    <w:rsid w:val="00D316A7"/>
    <w:rsid w:val="00D4108E"/>
    <w:rsid w:val="00D6163D"/>
    <w:rsid w:val="00D63009"/>
    <w:rsid w:val="00D723C7"/>
    <w:rsid w:val="00D831A3"/>
    <w:rsid w:val="00D83C9D"/>
    <w:rsid w:val="00D855B4"/>
    <w:rsid w:val="00D86FA1"/>
    <w:rsid w:val="00D902AD"/>
    <w:rsid w:val="00DA6FFE"/>
    <w:rsid w:val="00DA767F"/>
    <w:rsid w:val="00DB13FA"/>
    <w:rsid w:val="00DC3110"/>
    <w:rsid w:val="00DD46F3"/>
    <w:rsid w:val="00DD58A6"/>
    <w:rsid w:val="00DD7C8F"/>
    <w:rsid w:val="00DE56F2"/>
    <w:rsid w:val="00DF116D"/>
    <w:rsid w:val="00E028E5"/>
    <w:rsid w:val="00E20DDC"/>
    <w:rsid w:val="00E41D49"/>
    <w:rsid w:val="00E67915"/>
    <w:rsid w:val="00E824F1"/>
    <w:rsid w:val="00EB104F"/>
    <w:rsid w:val="00ED14BD"/>
    <w:rsid w:val="00EF73E0"/>
    <w:rsid w:val="00EF7FB0"/>
    <w:rsid w:val="00F01440"/>
    <w:rsid w:val="00F12DEC"/>
    <w:rsid w:val="00F1715C"/>
    <w:rsid w:val="00F310F8"/>
    <w:rsid w:val="00F3199A"/>
    <w:rsid w:val="00F35939"/>
    <w:rsid w:val="00F4374F"/>
    <w:rsid w:val="00F45607"/>
    <w:rsid w:val="00F64786"/>
    <w:rsid w:val="00F659EB"/>
    <w:rsid w:val="00F804A7"/>
    <w:rsid w:val="00F85CB4"/>
    <w:rsid w:val="00F862D6"/>
    <w:rsid w:val="00F86BA6"/>
    <w:rsid w:val="00FC049D"/>
    <w:rsid w:val="00FC6389"/>
    <w:rsid w:val="00FD2F51"/>
    <w:rsid w:val="00FE3455"/>
    <w:rsid w:val="00FF1344"/>
    <w:rsid w:val="00FF1C38"/>
    <w:rsid w:val="00FF4959"/>
    <w:rsid w:val="00FF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A1B54C-71F0-4B25-B69D-3D5C09E1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10</Pages>
  <Words>2997</Words>
  <Characters>17685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2019-02-22T13:28:00Z</cp:lastPrinted>
  <dcterms:created xsi:type="dcterms:W3CDTF">2024-01-08T12:09:00Z</dcterms:created>
  <dcterms:modified xsi:type="dcterms:W3CDTF">2024-01-08T12:33:00Z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