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482D7B" w14:paraId="555B9372" w14:textId="77777777" w:rsidTr="00F862D6">
        <w:tc>
          <w:tcPr>
            <w:tcW w:w="1020" w:type="dxa"/>
          </w:tcPr>
          <w:p w14:paraId="2D22ED84" w14:textId="28EC7CCE" w:rsidR="00482D7B" w:rsidRPr="003E6B9A" w:rsidRDefault="00482D7B" w:rsidP="00482D7B">
            <w:r w:rsidRPr="00EB4512">
              <w:t>Naše zn.</w:t>
            </w:r>
          </w:p>
        </w:tc>
        <w:tc>
          <w:tcPr>
            <w:tcW w:w="2552" w:type="dxa"/>
          </w:tcPr>
          <w:p w14:paraId="2FFEACB5" w14:textId="2343FBD0" w:rsidR="00482D7B" w:rsidRPr="003E6B9A" w:rsidRDefault="00B870E6" w:rsidP="00482D7B">
            <w:r w:rsidRPr="00B870E6">
              <w:rPr>
                <w:rFonts w:ascii="Helvetica" w:hAnsi="Helvetica"/>
              </w:rPr>
              <w:t>342/2024-SŽ-SSV-Ú3</w:t>
            </w:r>
          </w:p>
        </w:tc>
        <w:tc>
          <w:tcPr>
            <w:tcW w:w="823" w:type="dxa"/>
          </w:tcPr>
          <w:p w14:paraId="583467BB" w14:textId="77777777" w:rsidR="00482D7B" w:rsidRDefault="00482D7B" w:rsidP="00482D7B"/>
        </w:tc>
        <w:tc>
          <w:tcPr>
            <w:tcW w:w="3685" w:type="dxa"/>
            <w:vMerge/>
          </w:tcPr>
          <w:p w14:paraId="6D7C51D0" w14:textId="77777777" w:rsidR="00482D7B" w:rsidRDefault="00482D7B" w:rsidP="00482D7B"/>
        </w:tc>
      </w:tr>
      <w:tr w:rsidR="00482D7B" w14:paraId="2C33C41A" w14:textId="77777777" w:rsidTr="00F862D6">
        <w:tc>
          <w:tcPr>
            <w:tcW w:w="1020" w:type="dxa"/>
          </w:tcPr>
          <w:p w14:paraId="3534520F" w14:textId="413E21C8" w:rsidR="00482D7B" w:rsidRPr="00AE5DAA" w:rsidRDefault="00482D7B" w:rsidP="00482D7B">
            <w:pPr>
              <w:rPr>
                <w:highlight w:val="yellow"/>
              </w:rPr>
            </w:pPr>
            <w:r w:rsidRPr="00EB4512">
              <w:t>Listů/příloh</w:t>
            </w:r>
          </w:p>
        </w:tc>
        <w:tc>
          <w:tcPr>
            <w:tcW w:w="2552" w:type="dxa"/>
          </w:tcPr>
          <w:p w14:paraId="333CD487" w14:textId="0AAEBBF1" w:rsidR="00482D7B" w:rsidRPr="00AE5DAA" w:rsidRDefault="00482D7B" w:rsidP="00482D7B">
            <w:pPr>
              <w:rPr>
                <w:highlight w:val="yellow"/>
              </w:rPr>
            </w:pPr>
            <w:r w:rsidRPr="00EB4512">
              <w:t>1/0</w:t>
            </w:r>
          </w:p>
        </w:tc>
        <w:tc>
          <w:tcPr>
            <w:tcW w:w="823" w:type="dxa"/>
          </w:tcPr>
          <w:p w14:paraId="3FB21908" w14:textId="77777777" w:rsidR="00482D7B" w:rsidRDefault="00482D7B" w:rsidP="00482D7B"/>
        </w:tc>
        <w:tc>
          <w:tcPr>
            <w:tcW w:w="3685" w:type="dxa"/>
            <w:vMerge/>
          </w:tcPr>
          <w:p w14:paraId="2E772784" w14:textId="77777777" w:rsidR="00482D7B" w:rsidRDefault="00482D7B" w:rsidP="00482D7B">
            <w:pPr>
              <w:rPr>
                <w:noProof/>
              </w:rPr>
            </w:pPr>
          </w:p>
        </w:tc>
      </w:tr>
      <w:tr w:rsidR="00AE5DA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AE5DAA" w:rsidRDefault="00AE5DAA" w:rsidP="00AE5DAA"/>
        </w:tc>
        <w:tc>
          <w:tcPr>
            <w:tcW w:w="2552" w:type="dxa"/>
          </w:tcPr>
          <w:p w14:paraId="133F3BF2" w14:textId="77777777" w:rsidR="00AE5DAA" w:rsidRPr="003E6B9A" w:rsidRDefault="00AE5DAA" w:rsidP="00AE5DAA"/>
        </w:tc>
        <w:tc>
          <w:tcPr>
            <w:tcW w:w="823" w:type="dxa"/>
          </w:tcPr>
          <w:p w14:paraId="7BEB7C0A" w14:textId="77777777" w:rsidR="00AE5DAA" w:rsidRDefault="00AE5DAA" w:rsidP="00AE5DAA"/>
        </w:tc>
        <w:tc>
          <w:tcPr>
            <w:tcW w:w="3685" w:type="dxa"/>
            <w:vMerge/>
          </w:tcPr>
          <w:p w14:paraId="140296A1" w14:textId="77777777" w:rsidR="00AE5DAA" w:rsidRDefault="00AE5DAA" w:rsidP="00AE5DAA"/>
        </w:tc>
      </w:tr>
      <w:tr w:rsidR="00AE5DAA" w14:paraId="5237532F" w14:textId="77777777" w:rsidTr="00F862D6">
        <w:tc>
          <w:tcPr>
            <w:tcW w:w="1020" w:type="dxa"/>
          </w:tcPr>
          <w:p w14:paraId="7759C605" w14:textId="77777777" w:rsidR="00AE5DAA" w:rsidRDefault="00AE5DAA" w:rsidP="00AE5DAA">
            <w:r>
              <w:t>Vyřizuje</w:t>
            </w:r>
          </w:p>
        </w:tc>
        <w:tc>
          <w:tcPr>
            <w:tcW w:w="2552" w:type="dxa"/>
          </w:tcPr>
          <w:p w14:paraId="4A0EADDE" w14:textId="3511B1BC" w:rsidR="00AE5DAA" w:rsidRPr="003E6B9A" w:rsidRDefault="00AE5DAA" w:rsidP="00AE5DA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AE5DAA" w:rsidRDefault="00AE5DAA" w:rsidP="00AE5DAA"/>
        </w:tc>
        <w:tc>
          <w:tcPr>
            <w:tcW w:w="3685" w:type="dxa"/>
            <w:vMerge/>
          </w:tcPr>
          <w:p w14:paraId="6405EBE3" w14:textId="77777777" w:rsidR="00AE5DAA" w:rsidRDefault="00AE5DAA" w:rsidP="00AE5DAA"/>
        </w:tc>
      </w:tr>
      <w:tr w:rsidR="00AE5DAA" w14:paraId="192D4EE6" w14:textId="77777777" w:rsidTr="00F862D6">
        <w:tc>
          <w:tcPr>
            <w:tcW w:w="1020" w:type="dxa"/>
          </w:tcPr>
          <w:p w14:paraId="2F7F053F" w14:textId="77777777" w:rsidR="00AE5DAA" w:rsidRDefault="00AE5DAA" w:rsidP="00AE5DAA"/>
        </w:tc>
        <w:tc>
          <w:tcPr>
            <w:tcW w:w="2552" w:type="dxa"/>
          </w:tcPr>
          <w:p w14:paraId="36F90D31" w14:textId="77777777" w:rsidR="00AE5DAA" w:rsidRPr="003E6B9A" w:rsidRDefault="00AE5DAA" w:rsidP="00AE5DAA"/>
        </w:tc>
        <w:tc>
          <w:tcPr>
            <w:tcW w:w="823" w:type="dxa"/>
          </w:tcPr>
          <w:p w14:paraId="0B7BD956" w14:textId="77777777" w:rsidR="00AE5DAA" w:rsidRDefault="00AE5DAA" w:rsidP="00AE5DAA"/>
        </w:tc>
        <w:tc>
          <w:tcPr>
            <w:tcW w:w="3685" w:type="dxa"/>
            <w:vMerge/>
          </w:tcPr>
          <w:p w14:paraId="294D6520" w14:textId="77777777" w:rsidR="00AE5DAA" w:rsidRDefault="00AE5DAA" w:rsidP="00AE5DAA"/>
        </w:tc>
      </w:tr>
      <w:tr w:rsidR="00AE5DAA" w14:paraId="635DFF9F" w14:textId="77777777" w:rsidTr="00F862D6">
        <w:tc>
          <w:tcPr>
            <w:tcW w:w="1020" w:type="dxa"/>
          </w:tcPr>
          <w:p w14:paraId="7A3891F6" w14:textId="77777777" w:rsidR="00AE5DAA" w:rsidRDefault="00AE5DAA" w:rsidP="00AE5DAA">
            <w:r>
              <w:t>Mobil</w:t>
            </w:r>
          </w:p>
        </w:tc>
        <w:tc>
          <w:tcPr>
            <w:tcW w:w="2552" w:type="dxa"/>
          </w:tcPr>
          <w:p w14:paraId="67448459" w14:textId="02DC4534" w:rsidR="00AE5DAA" w:rsidRPr="003E6B9A" w:rsidRDefault="00AE5DAA" w:rsidP="00AE5DA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AE5DAA" w:rsidRDefault="00AE5DAA" w:rsidP="00AE5DAA"/>
        </w:tc>
        <w:tc>
          <w:tcPr>
            <w:tcW w:w="3685" w:type="dxa"/>
            <w:vMerge/>
          </w:tcPr>
          <w:p w14:paraId="010CCE96" w14:textId="77777777" w:rsidR="00AE5DAA" w:rsidRDefault="00AE5DAA" w:rsidP="00AE5DAA"/>
        </w:tc>
      </w:tr>
      <w:tr w:rsidR="00AE5DAA" w14:paraId="2250880D" w14:textId="77777777" w:rsidTr="00F862D6">
        <w:tc>
          <w:tcPr>
            <w:tcW w:w="1020" w:type="dxa"/>
          </w:tcPr>
          <w:p w14:paraId="28245A45" w14:textId="77777777" w:rsidR="00AE5DAA" w:rsidRDefault="00AE5DAA" w:rsidP="00AE5DAA">
            <w:r>
              <w:t>E-mail</w:t>
            </w:r>
          </w:p>
        </w:tc>
        <w:tc>
          <w:tcPr>
            <w:tcW w:w="2552" w:type="dxa"/>
          </w:tcPr>
          <w:p w14:paraId="15A7D067" w14:textId="57579AF1" w:rsidR="00AE5DAA" w:rsidRPr="003E6B9A" w:rsidRDefault="00AE5DAA" w:rsidP="00AE5DA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AE5DAA" w:rsidRDefault="00AE5DAA" w:rsidP="00AE5DAA"/>
        </w:tc>
        <w:tc>
          <w:tcPr>
            <w:tcW w:w="3685" w:type="dxa"/>
            <w:vMerge/>
          </w:tcPr>
          <w:p w14:paraId="3652D20A" w14:textId="77777777" w:rsidR="00AE5DAA" w:rsidRDefault="00AE5DAA" w:rsidP="00AE5DA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456AC5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870E6">
              <w:rPr>
                <w:noProof/>
              </w:rPr>
              <w:t>8.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4C70C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25875">
        <w:rPr>
          <w:rFonts w:eastAsia="Calibri" w:cs="Times New Roman"/>
          <w:lang w:eastAsia="cs-CZ"/>
        </w:rPr>
        <w:t>2</w:t>
      </w:r>
    </w:p>
    <w:p w14:paraId="25C6ADAC" w14:textId="6B19E8F0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76FBD" w:rsidRPr="00276FBD">
        <w:rPr>
          <w:rFonts w:eastAsia="Calibri" w:cs="Times New Roman"/>
          <w:b/>
          <w:bCs/>
          <w:lang w:eastAsia="cs-CZ"/>
        </w:rPr>
        <w:t xml:space="preserve">Výstavba haly pro měřící vozy pevných trakčních </w:t>
      </w:r>
      <w:proofErr w:type="gramStart"/>
      <w:r w:rsidR="00276FBD" w:rsidRPr="00276FBD">
        <w:rPr>
          <w:rFonts w:eastAsia="Calibri" w:cs="Times New Roman"/>
          <w:b/>
          <w:bCs/>
          <w:lang w:eastAsia="cs-CZ"/>
        </w:rPr>
        <w:t>zařízení - Bohumín</w:t>
      </w:r>
      <w:proofErr w:type="gramEnd"/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2D86186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53507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48F95F9A" w14:textId="6EF1EB9F" w:rsidR="00061B9A" w:rsidRPr="00BD5319" w:rsidRDefault="00F53507" w:rsidP="00334E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53507">
        <w:rPr>
          <w:rFonts w:eastAsia="Calibri" w:cs="Times New Roman"/>
          <w:b/>
          <w:bCs/>
          <w:lang w:eastAsia="cs-CZ"/>
        </w:rPr>
        <w:t xml:space="preserve">Bod 22.1 a 22.3 návrhu Smlouvy o dílo: </w:t>
      </w:r>
      <w:r w:rsidRPr="00F53507">
        <w:rPr>
          <w:rFonts w:eastAsia="Calibri" w:cs="Times New Roman"/>
          <w:bCs/>
          <w:lang w:eastAsia="cs-CZ"/>
        </w:rPr>
        <w:t>Mohl by zadavatel jednoznačně specifikovat pojem „jiné osoby“, který byl použit v bodě 22.1 a 22.3 v daném kontexte uvedených bodů? Jedná se o „jiné osoby, které se budou podílet na plnění Smlouvy“ – krom zhotovitele a poddodavatelů a dále „jiné osoby, jejichž způsobilost byla využita“ – krom zhotovitele a poddodavatelů?</w:t>
      </w:r>
    </w:p>
    <w:p w14:paraId="6D16A484" w14:textId="568903D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D661DE3" w14:textId="482F4599" w:rsidR="00BD5319" w:rsidRPr="00482D7B" w:rsidRDefault="00D50F42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482D7B">
        <w:rPr>
          <w:rFonts w:eastAsia="Calibri" w:cs="Times New Roman"/>
          <w:bCs/>
          <w:lang w:eastAsia="cs-CZ"/>
        </w:rPr>
        <w:t>Za jiné osoby kromě Zhotovitele a Poddodavatelů zhotovitele je možné považovat rovněž Člena koncernu zhotovitele.</w:t>
      </w:r>
    </w:p>
    <w:p w14:paraId="18E1B1E7" w14:textId="77777777" w:rsidR="00482D7B" w:rsidRDefault="00482D7B" w:rsidP="00482D7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C49D6CD" w14:textId="77777777" w:rsidR="00482D7B" w:rsidRDefault="00482D7B" w:rsidP="00482D7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C57785B" w14:textId="2572B300" w:rsidR="00482D7B" w:rsidRPr="00EB4512" w:rsidRDefault="00482D7B" w:rsidP="00482D7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4512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2B1132E" w14:textId="77777777" w:rsidR="00482D7B" w:rsidRPr="00BD5319" w:rsidRDefault="00482D7B" w:rsidP="00482D7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397033" w14:textId="77777777" w:rsidR="00482D7B" w:rsidRPr="00BD5319" w:rsidRDefault="00482D7B" w:rsidP="00482D7B">
      <w:pPr>
        <w:spacing w:after="0" w:line="240" w:lineRule="auto"/>
        <w:rPr>
          <w:rFonts w:eastAsia="Times New Roman" w:cs="Times New Roman"/>
          <w:lang w:eastAsia="cs-CZ"/>
        </w:rPr>
      </w:pPr>
    </w:p>
    <w:p w14:paraId="5C923FFA" w14:textId="77777777" w:rsidR="00482D7B" w:rsidRPr="00BD5319" w:rsidRDefault="00482D7B" w:rsidP="00482D7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1AD366E" w14:textId="77777777" w:rsidR="00482D7B" w:rsidRPr="00BD5319" w:rsidRDefault="00482D7B" w:rsidP="00482D7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D0E0749" w14:textId="77777777" w:rsidR="00482D7B" w:rsidRDefault="00482D7B" w:rsidP="00482D7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3A2F98" w14:textId="056A4904" w:rsidR="00482D7B" w:rsidRPr="00BD5319" w:rsidRDefault="00482D7B" w:rsidP="00482D7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</w:t>
      </w:r>
      <w:r>
        <w:rPr>
          <w:rFonts w:eastAsia="Calibri" w:cs="Times New Roman"/>
          <w:lang w:eastAsia="cs-CZ"/>
        </w:rPr>
        <w:t xml:space="preserve"> </w:t>
      </w:r>
      <w:r w:rsidRPr="00EB4512">
        <w:rPr>
          <w:rFonts w:eastAsia="Calibri" w:cs="Times New Roman"/>
          <w:lang w:eastAsia="cs-CZ"/>
        </w:rPr>
        <w:t xml:space="preserve">Olomouci dne </w:t>
      </w:r>
      <w:r>
        <w:rPr>
          <w:rFonts w:eastAsia="Calibri" w:cs="Times New Roman"/>
          <w:lang w:eastAsia="cs-CZ"/>
        </w:rPr>
        <w:t>8</w:t>
      </w:r>
      <w:r w:rsidRPr="00EB4512">
        <w:rPr>
          <w:rFonts w:eastAsia="Calibri" w:cs="Times New Roman"/>
          <w:lang w:eastAsia="cs-CZ"/>
        </w:rPr>
        <w:t>. 1. 2024</w:t>
      </w:r>
    </w:p>
    <w:p w14:paraId="5940BD46" w14:textId="77777777" w:rsidR="00482D7B" w:rsidRPr="00BD5319" w:rsidRDefault="00482D7B" w:rsidP="00482D7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AA0537" w14:textId="77777777" w:rsidR="00482D7B" w:rsidRPr="00BD5319" w:rsidRDefault="00482D7B" w:rsidP="00482D7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96E034" w14:textId="77777777" w:rsidR="00482D7B" w:rsidRDefault="00482D7B" w:rsidP="00482D7B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32400D5" w14:textId="77777777" w:rsidR="00482D7B" w:rsidRDefault="00482D7B" w:rsidP="00482D7B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740D255" w14:textId="77777777" w:rsidR="00482D7B" w:rsidRDefault="00482D7B" w:rsidP="00482D7B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CD1D061" w14:textId="77777777" w:rsidR="00482D7B" w:rsidRDefault="00482D7B" w:rsidP="00482D7B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83420B6" w14:textId="77777777" w:rsidR="00482D7B" w:rsidRPr="00BD5319" w:rsidRDefault="00482D7B" w:rsidP="00482D7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2D7A92E" w14:textId="77777777" w:rsidR="00482D7B" w:rsidRPr="00BD5319" w:rsidRDefault="00482D7B" w:rsidP="00482D7B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468212FE" w14:textId="77777777" w:rsidR="00482D7B" w:rsidRPr="00BD5319" w:rsidRDefault="00482D7B" w:rsidP="00482D7B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71F667B" w14:textId="77777777" w:rsidR="00482D7B" w:rsidRPr="00BD5319" w:rsidRDefault="00482D7B" w:rsidP="00482D7B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5AAB25BE" w14:textId="77777777" w:rsidR="00482D7B" w:rsidRPr="00BD5319" w:rsidRDefault="00482D7B" w:rsidP="00482D7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2D3D88A" w14:textId="77777777" w:rsidR="00482D7B" w:rsidRPr="00CB7B5A" w:rsidRDefault="00482D7B" w:rsidP="00482D7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9ADD5E7" w14:textId="77777777" w:rsidR="00CB7B5A" w:rsidRPr="00CB7B5A" w:rsidRDefault="00CB7B5A" w:rsidP="00482D7B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8FE4" w14:textId="77777777" w:rsidR="00296D39" w:rsidRDefault="00296D39" w:rsidP="00962258">
      <w:pPr>
        <w:spacing w:after="0" w:line="240" w:lineRule="auto"/>
      </w:pPr>
      <w:r>
        <w:separator/>
      </w:r>
    </w:p>
  </w:endnote>
  <w:endnote w:type="continuationSeparator" w:id="0">
    <w:p w14:paraId="1B071E24" w14:textId="77777777" w:rsidR="00296D39" w:rsidRDefault="00296D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1DBEC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11F7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C3A0D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B752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FA15" w14:textId="77777777" w:rsidR="00296D39" w:rsidRDefault="00296D39" w:rsidP="00962258">
      <w:pPr>
        <w:spacing w:after="0" w:line="240" w:lineRule="auto"/>
      </w:pPr>
      <w:r>
        <w:separator/>
      </w:r>
    </w:p>
  </w:footnote>
  <w:footnote w:type="continuationSeparator" w:id="0">
    <w:p w14:paraId="7EF03F08" w14:textId="77777777" w:rsidR="00296D39" w:rsidRDefault="00296D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9F3B3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054E5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247425295">
    <w:abstractNumId w:val="2"/>
  </w:num>
  <w:num w:numId="2" w16cid:durableId="1347827853">
    <w:abstractNumId w:val="1"/>
  </w:num>
  <w:num w:numId="3" w16cid:durableId="455947119">
    <w:abstractNumId w:val="3"/>
  </w:num>
  <w:num w:numId="4" w16cid:durableId="1742100524">
    <w:abstractNumId w:val="6"/>
  </w:num>
  <w:num w:numId="5" w16cid:durableId="1772621444">
    <w:abstractNumId w:val="0"/>
  </w:num>
  <w:num w:numId="6" w16cid:durableId="2002466600">
    <w:abstractNumId w:val="5"/>
  </w:num>
  <w:num w:numId="7" w16cid:durableId="214711773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1B9A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6FDC"/>
    <w:rsid w:val="00207DF5"/>
    <w:rsid w:val="00267369"/>
    <w:rsid w:val="0026785D"/>
    <w:rsid w:val="00276FBD"/>
    <w:rsid w:val="00296D39"/>
    <w:rsid w:val="002C31BF"/>
    <w:rsid w:val="002E0CD7"/>
    <w:rsid w:val="002F026B"/>
    <w:rsid w:val="00334EE3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2D7B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3C6E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25875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E5DA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70E6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0F42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0F1B"/>
    <w:rsid w:val="00E824F1"/>
    <w:rsid w:val="00EB104F"/>
    <w:rsid w:val="00ED14BD"/>
    <w:rsid w:val="00F01440"/>
    <w:rsid w:val="00F01900"/>
    <w:rsid w:val="00F12DEC"/>
    <w:rsid w:val="00F1715C"/>
    <w:rsid w:val="00F310F8"/>
    <w:rsid w:val="00F35939"/>
    <w:rsid w:val="00F45607"/>
    <w:rsid w:val="00F535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4" ma:contentTypeDescription="Vytvoří nový dokument" ma:contentTypeScope="" ma:versionID="92e1d1e41f98436caa9f1bdbc6a38eac">
  <xsd:schema xmlns:xsd="http://www.w3.org/2001/XMLSchema" xmlns:xs="http://www.w3.org/2001/XMLSchema" xmlns:p="http://schemas.microsoft.com/office/2006/metadata/properties" xmlns:ns3="be02921a-4454-4f21-be70-e28e62e56cbd" xmlns:ns4="11114de8-59ab-4a1f-8a5f-49a0bd066a0f" targetNamespace="http://schemas.microsoft.com/office/2006/metadata/properties" ma:root="true" ma:fieldsID="a181c25ec13c6199950dc2dc95ca6b5b" ns3:_="" ns4:_="">
    <xsd:import namespace="be02921a-4454-4f21-be70-e28e62e56cbd"/>
    <xsd:import namespace="11114de8-59ab-4a1f-8a5f-49a0bd066a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1114de8-59ab-4a1f-8a5f-49a0bd066a0f"/>
    <ds:schemaRef ds:uri="be02921a-4454-4f21-be70-e28e62e56c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BA8414-BD67-418B-8CB0-7551C6571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2921a-4454-4f21-be70-e28e62e56cbd"/>
    <ds:schemaRef ds:uri="11114de8-59ab-4a1f-8a5f-49a0bd06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C35119-F36B-4DC7-9A37-241A7B4B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2019-02-22T13:28:00Z</cp:lastPrinted>
  <dcterms:created xsi:type="dcterms:W3CDTF">2024-01-08T10:36:00Z</dcterms:created>
  <dcterms:modified xsi:type="dcterms:W3CDTF">2024-01-08T10:39:00Z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