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17413F49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CF70C5" w:rsidRPr="00CF70C5">
            <w:rPr>
              <w:rStyle w:val="Nzevakce"/>
              <w:b/>
            </w:rPr>
            <w:t>„Modernizace ŽST Františkovy Lázně“, 1. Etapa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4933F030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548C6" w14:textId="77777777" w:rsidR="00AE3990" w:rsidRDefault="00AE3990" w:rsidP="00962258">
      <w:pPr>
        <w:spacing w:after="0" w:line="240" w:lineRule="auto"/>
      </w:pPr>
      <w:r>
        <w:separator/>
      </w:r>
    </w:p>
  </w:endnote>
  <w:endnote w:type="continuationSeparator" w:id="0">
    <w:p w14:paraId="02C693FF" w14:textId="77777777" w:rsidR="00AE3990" w:rsidRDefault="00AE39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DE1D0FE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CF70C5">
            <w:rPr>
              <w:rStyle w:val="Tun"/>
              <w:noProof/>
            </w:rPr>
            <w:t>„Modernizace ŽST Františkovy Lázně“, 1. Etapa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45D6F71C" w:rsidR="00082769" w:rsidRDefault="000827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31A08" w14:textId="77777777" w:rsidR="00AE3990" w:rsidRDefault="00AE3990" w:rsidP="00962258">
      <w:pPr>
        <w:spacing w:after="0" w:line="240" w:lineRule="auto"/>
      </w:pPr>
      <w:r>
        <w:separator/>
      </w:r>
    </w:p>
  </w:footnote>
  <w:footnote w:type="continuationSeparator" w:id="0">
    <w:p w14:paraId="4B5E8CFD" w14:textId="77777777" w:rsidR="00AE3990" w:rsidRDefault="00AE39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972570">
    <w:abstractNumId w:val="3"/>
  </w:num>
  <w:num w:numId="2" w16cid:durableId="2017414891">
    <w:abstractNumId w:val="1"/>
  </w:num>
  <w:num w:numId="3" w16cid:durableId="448014353">
    <w:abstractNumId w:val="8"/>
  </w:num>
  <w:num w:numId="4" w16cid:durableId="1227108424">
    <w:abstractNumId w:val="4"/>
  </w:num>
  <w:num w:numId="5" w16cid:durableId="1100444523">
    <w:abstractNumId w:val="10"/>
  </w:num>
  <w:num w:numId="6" w16cid:durableId="37164797">
    <w:abstractNumId w:val="5"/>
  </w:num>
  <w:num w:numId="7" w16cid:durableId="577983135">
    <w:abstractNumId w:val="6"/>
  </w:num>
  <w:num w:numId="8" w16cid:durableId="231159421">
    <w:abstractNumId w:val="7"/>
  </w:num>
  <w:num w:numId="9" w16cid:durableId="1098866731">
    <w:abstractNumId w:val="0"/>
  </w:num>
  <w:num w:numId="10" w16cid:durableId="471678429">
    <w:abstractNumId w:val="2"/>
  </w:num>
  <w:num w:numId="11" w16cid:durableId="179394125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82769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AE3990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CF70C5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05C31"/>
    <w:rsid w:val="00224B8C"/>
    <w:rsid w:val="002801CD"/>
    <w:rsid w:val="002E1F08"/>
    <w:rsid w:val="005462D9"/>
    <w:rsid w:val="005E3FC4"/>
    <w:rsid w:val="007E248B"/>
    <w:rsid w:val="008667B3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7273BC-17EB-4F02-B5F0-7FE0BEDD2F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</TotalTime>
  <Pages>2</Pages>
  <Words>431</Words>
  <Characters>2543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Fučíková Veronika, Bc.</cp:lastModifiedBy>
  <cp:revision>5</cp:revision>
  <cp:lastPrinted>2019-03-12T14:23:00Z</cp:lastPrinted>
  <dcterms:created xsi:type="dcterms:W3CDTF">2023-10-17T12:36:00Z</dcterms:created>
  <dcterms:modified xsi:type="dcterms:W3CDTF">2023-10-31T12:41:00Z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