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57C51BC5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773D7E" w:rsidRPr="00FE5290">
        <w:rPr>
          <w:lang w:eastAsia="cs-CZ"/>
        </w:rPr>
        <w:t>2</w:t>
      </w:r>
      <w:r w:rsidR="004C060C">
        <w:rPr>
          <w:lang w:eastAsia="cs-CZ"/>
        </w:rPr>
        <w:t xml:space="preserve"> Výzvy k podání nabídek</w:t>
      </w:r>
    </w:p>
    <w:p w14:paraId="4A0EEBD9" w14:textId="5B0F1221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="00773D7E">
        <w:rPr>
          <w:rFonts w:eastAsia="Times New Roman"/>
        </w:rPr>
        <w:t xml:space="preserve"> </w:t>
      </w:r>
      <w:r w:rsidRPr="00493B1B">
        <w:rPr>
          <w:rFonts w:eastAsia="Times New Roman"/>
        </w:rPr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AE2D0C">
        <w:rPr>
          <w:rFonts w:eastAsia="Times New Roman"/>
        </w:rPr>
        <w:t>i</w:t>
      </w:r>
      <w:r w:rsidR="009C1E6A">
        <w:rPr>
          <w:rFonts w:eastAsia="Times New Roman"/>
        </w:rPr>
        <w:t xml:space="preserve"> a </w:t>
      </w:r>
      <w:r w:rsidR="00AE2D0C">
        <w:rPr>
          <w:rFonts w:eastAsia="Times New Roman"/>
        </w:rPr>
        <w:t>technické kvalifikace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3E963B21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83039D">
        <w:rPr>
          <w:rFonts w:eastAsia="Times New Roman" w:cs="Times New Roman"/>
          <w:b/>
          <w:lang w:eastAsia="cs-CZ"/>
        </w:rPr>
        <w:t>HW platforma pro KB (</w:t>
      </w:r>
      <w:proofErr w:type="gramStart"/>
      <w:r w:rsidR="0083039D">
        <w:rPr>
          <w:rFonts w:eastAsia="Times New Roman" w:cs="Times New Roman"/>
          <w:b/>
          <w:lang w:eastAsia="cs-CZ"/>
        </w:rPr>
        <w:t>SIEM)  -</w:t>
      </w:r>
      <w:proofErr w:type="gramEnd"/>
      <w:r w:rsidR="0083039D">
        <w:rPr>
          <w:rFonts w:eastAsia="Times New Roman" w:cs="Times New Roman"/>
          <w:b/>
          <w:lang w:eastAsia="cs-CZ"/>
        </w:rPr>
        <w:t xml:space="preserve"> servery (etapa 4)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r w:rsidR="004C060C" w:rsidRPr="004C4C4C">
        <w:rPr>
          <w:rFonts w:eastAsia="Times New Roman" w:cs="Times New Roman"/>
          <w:lang w:eastAsia="cs-CZ"/>
        </w:rPr>
        <w:t>č.j</w:t>
      </w:r>
      <w:r w:rsidR="004C060C" w:rsidRPr="00830C98">
        <w:rPr>
          <w:rFonts w:eastAsia="Times New Roman" w:cs="Times New Roman"/>
          <w:lang w:eastAsia="cs-CZ"/>
        </w:rPr>
        <w:t xml:space="preserve">. </w:t>
      </w:r>
      <w:r w:rsidR="00830C98" w:rsidRPr="00830C98">
        <w:rPr>
          <w:rFonts w:eastAsia="Times New Roman" w:cs="Times New Roman"/>
          <w:lang w:eastAsia="cs-CZ"/>
        </w:rPr>
        <w:t>72378</w:t>
      </w:r>
      <w:r w:rsidR="002A16B1" w:rsidRPr="00830C98">
        <w:rPr>
          <w:rFonts w:eastAsia="Times New Roman" w:cs="Times New Roman"/>
          <w:lang w:eastAsia="cs-CZ"/>
        </w:rPr>
        <w:t>/202</w:t>
      </w:r>
      <w:r w:rsidR="00DB3920" w:rsidRPr="00830C98">
        <w:rPr>
          <w:rFonts w:eastAsia="Times New Roman" w:cs="Times New Roman"/>
          <w:lang w:eastAsia="cs-CZ"/>
        </w:rPr>
        <w:t>3</w:t>
      </w:r>
      <w:r w:rsidR="002A16B1" w:rsidRPr="00830C98">
        <w:rPr>
          <w:rFonts w:eastAsia="Times New Roman" w:cs="Times New Roman"/>
          <w:lang w:eastAsia="cs-CZ"/>
        </w:rPr>
        <w:t>-SŽ-GŘ-O8</w:t>
      </w:r>
      <w:r w:rsidR="004C060C" w:rsidRPr="00830C98">
        <w:rPr>
          <w:rFonts w:eastAsia="Times New Roman" w:cs="Times New Roman"/>
          <w:lang w:eastAsia="cs-CZ"/>
        </w:rPr>
        <w:t xml:space="preserve"> </w:t>
      </w:r>
      <w:r w:rsidRPr="00830C98">
        <w:rPr>
          <w:lang w:eastAsia="cs-CZ"/>
        </w:rPr>
        <w:t xml:space="preserve">tímto čestně </w:t>
      </w:r>
      <w:r w:rsidRPr="00830C98">
        <w:rPr>
          <w:u w:val="single"/>
          <w:lang w:eastAsia="cs-CZ"/>
        </w:rPr>
        <w:t>prohlašuje, že není účastníkem,</w:t>
      </w:r>
      <w:bookmarkStart w:id="0" w:name="_GoBack"/>
      <w:bookmarkEnd w:id="0"/>
      <w:r w:rsidRPr="009C1E6A">
        <w:rPr>
          <w:u w:val="single"/>
          <w:lang w:eastAsia="cs-CZ"/>
        </w:rPr>
        <w:t xml:space="preserve"> který</w:t>
      </w:r>
      <w:r w:rsidR="009C1E6A">
        <w:rPr>
          <w:u w:val="single"/>
          <w:lang w:eastAsia="cs-CZ"/>
        </w:rPr>
        <w:t>:</w:t>
      </w:r>
    </w:p>
    <w:p w14:paraId="75F63064" w14:textId="77777777" w:rsidR="00AE2D0C" w:rsidRDefault="00493B1B" w:rsidP="00AE2D0C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</w:t>
      </w:r>
      <w:r w:rsidR="00071382">
        <w:rPr>
          <w:szCs w:val="22"/>
          <w:lang w:eastAsia="cs-CZ"/>
        </w:rPr>
        <w:t>výběrového</w:t>
      </w:r>
      <w:r w:rsidR="00071382" w:rsidRPr="009C1E6A">
        <w:rPr>
          <w:szCs w:val="22"/>
          <w:lang w:eastAsia="cs-CZ"/>
        </w:rPr>
        <w:t xml:space="preserve"> </w:t>
      </w:r>
      <w:r w:rsidRPr="009C1E6A">
        <w:rPr>
          <w:szCs w:val="22"/>
          <w:lang w:eastAsia="cs-CZ"/>
        </w:rPr>
        <w:t xml:space="preserve">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AE2D0C">
        <w:rPr>
          <w:szCs w:val="22"/>
          <w:lang w:eastAsia="cs-CZ"/>
        </w:rPr>
        <w:t xml:space="preserve">azeným odsouzením se nepřihlíží. </w:t>
      </w:r>
    </w:p>
    <w:p w14:paraId="7FF2437D" w14:textId="62446C28" w:rsidR="00AE2D0C" w:rsidRDefault="00AE2D0C" w:rsidP="00AE2D0C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57383EC0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řízení předmětné veřejné zakázky</w:t>
      </w:r>
      <w:r w:rsidR="00AE2D0C">
        <w:rPr>
          <w:szCs w:val="22"/>
          <w:lang w:eastAsia="cs-CZ"/>
        </w:rPr>
        <w:t xml:space="preserve"> tímto</w:t>
      </w:r>
      <w:r>
        <w:rPr>
          <w:szCs w:val="22"/>
          <w:lang w:eastAsia="cs-CZ"/>
        </w:rPr>
        <w:t xml:space="preserve">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7BBA160C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Jako účastník </w:t>
      </w:r>
      <w:r w:rsidR="00071382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>ř</w:t>
      </w:r>
      <w:r w:rsidR="00AE2D0C">
        <w:rPr>
          <w:szCs w:val="22"/>
          <w:lang w:eastAsia="cs-CZ"/>
        </w:rPr>
        <w:t>ízení předmětné veřejné zakázky tímto</w:t>
      </w:r>
      <w:r>
        <w:rPr>
          <w:szCs w:val="22"/>
          <w:lang w:eastAsia="cs-CZ"/>
        </w:rPr>
        <w:t xml:space="preserve">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</w:t>
      </w:r>
      <w:r w:rsidR="00500935">
        <w:rPr>
          <w:szCs w:val="22"/>
          <w:lang w:eastAsia="cs-CZ"/>
        </w:rPr>
        <w:t>,</w:t>
      </w:r>
      <w:r w:rsidR="002E4F41">
        <w:rPr>
          <w:szCs w:val="22"/>
          <w:lang w:eastAsia="cs-CZ"/>
        </w:rPr>
        <w:t xml:space="preserve"> </w:t>
      </w:r>
      <w:r w:rsidR="00500935">
        <w:rPr>
          <w:szCs w:val="22"/>
          <w:lang w:eastAsia="cs-CZ"/>
        </w:rPr>
        <w:t xml:space="preserve">a </w:t>
      </w:r>
      <w:r w:rsidR="002E4F41">
        <w:rPr>
          <w:szCs w:val="22"/>
          <w:lang w:eastAsia="cs-CZ"/>
        </w:rPr>
        <w:t>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615F04" w14:textId="77777777" w:rsidR="00CA2B21" w:rsidRDefault="00CA2B21" w:rsidP="00962258">
      <w:pPr>
        <w:spacing w:after="0" w:line="240" w:lineRule="auto"/>
      </w:pPr>
      <w:r>
        <w:separator/>
      </w:r>
    </w:p>
  </w:endnote>
  <w:endnote w:type="continuationSeparator" w:id="0">
    <w:p w14:paraId="04524294" w14:textId="77777777" w:rsidR="00CA2B21" w:rsidRDefault="00CA2B2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3F6C93A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73D7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73D7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0935A" w14:textId="77777777" w:rsidR="00CA2B21" w:rsidRDefault="00CA2B21" w:rsidP="00962258">
      <w:pPr>
        <w:spacing w:after="0" w:line="240" w:lineRule="auto"/>
      </w:pPr>
      <w:r>
        <w:separator/>
      </w:r>
    </w:p>
  </w:footnote>
  <w:footnote w:type="continuationSeparator" w:id="0">
    <w:p w14:paraId="27C46918" w14:textId="77777777" w:rsidR="00CA2B21" w:rsidRDefault="00CA2B2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0630"/>
    <w:rsid w:val="000F24AE"/>
    <w:rsid w:val="000F7843"/>
    <w:rsid w:val="0010371C"/>
    <w:rsid w:val="0010693F"/>
    <w:rsid w:val="001120F8"/>
    <w:rsid w:val="0011325A"/>
    <w:rsid w:val="00114472"/>
    <w:rsid w:val="00146B11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25EF7"/>
    <w:rsid w:val="0033071A"/>
    <w:rsid w:val="003316CE"/>
    <w:rsid w:val="003400B8"/>
    <w:rsid w:val="00341DCF"/>
    <w:rsid w:val="00343BFE"/>
    <w:rsid w:val="00357BC6"/>
    <w:rsid w:val="00366DBE"/>
    <w:rsid w:val="003956C6"/>
    <w:rsid w:val="003B39EC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3191C"/>
    <w:rsid w:val="00743525"/>
    <w:rsid w:val="00754116"/>
    <w:rsid w:val="0076286B"/>
    <w:rsid w:val="00766846"/>
    <w:rsid w:val="00773D7E"/>
    <w:rsid w:val="0077673A"/>
    <w:rsid w:val="007846E1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039D"/>
    <w:rsid w:val="00830C98"/>
    <w:rsid w:val="0083617B"/>
    <w:rsid w:val="008659F3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33E1"/>
    <w:rsid w:val="00992D9C"/>
    <w:rsid w:val="00996CB8"/>
    <w:rsid w:val="009A2FD9"/>
    <w:rsid w:val="009B14A9"/>
    <w:rsid w:val="009B2E97"/>
    <w:rsid w:val="009C146B"/>
    <w:rsid w:val="009C1E6A"/>
    <w:rsid w:val="009C2AAD"/>
    <w:rsid w:val="009D3EEE"/>
    <w:rsid w:val="009E07F4"/>
    <w:rsid w:val="009F392E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15D0D"/>
    <w:rsid w:val="00B44CD1"/>
    <w:rsid w:val="00B46BCE"/>
    <w:rsid w:val="00B673D7"/>
    <w:rsid w:val="00B75EE1"/>
    <w:rsid w:val="00B77481"/>
    <w:rsid w:val="00B8518B"/>
    <w:rsid w:val="00BB2BA7"/>
    <w:rsid w:val="00BD0550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A2B21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C2480"/>
    <w:rsid w:val="00FC6389"/>
    <w:rsid w:val="00FD3826"/>
    <w:rsid w:val="00FE03B5"/>
    <w:rsid w:val="00FE5290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630D23-7463-4D33-BE65-33ABBBF01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306</Words>
  <Characters>1808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Mecerová Klára</cp:lastModifiedBy>
  <cp:revision>15</cp:revision>
  <cp:lastPrinted>2023-04-05T12:25:00Z</cp:lastPrinted>
  <dcterms:created xsi:type="dcterms:W3CDTF">2023-03-24T15:28:00Z</dcterms:created>
  <dcterms:modified xsi:type="dcterms:W3CDTF">2023-10-19T09:03:00Z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