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596C7E"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3B2DCEB" w:rsidR="00F862D6" w:rsidRPr="008C5E43" w:rsidRDefault="008C5E43" w:rsidP="008C5E43">
            <w:pPr>
              <w:ind w:left="283"/>
              <w:rPr>
                <w:rStyle w:val="Potovnadresa"/>
                <w:b/>
                <w:bCs/>
              </w:rPr>
            </w:pPr>
            <w:r w:rsidRPr="008C5E43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EB53367" w14:textId="1F2245A9" w:rsidR="00F862D6" w:rsidRPr="003E6B9A" w:rsidRDefault="00973EB3" w:rsidP="0037111D">
            <w:r w:rsidRPr="00973EB3">
              <w:rPr>
                <w:rFonts w:ascii="Helvetica" w:hAnsi="Helvetica"/>
              </w:rPr>
              <w:t>14626/2023-SŽ-SSV-Ú3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0AF12B3" w14:textId="6D30389A" w:rsidR="00F862D6" w:rsidRPr="003E6B9A" w:rsidRDefault="00973EB3" w:rsidP="00CC1E2B">
            <w:r>
              <w:t>2</w:t>
            </w:r>
            <w:r w:rsidR="003E6B9A" w:rsidRPr="003E6B9A">
              <w:t>/</w:t>
            </w:r>
            <w:r w:rsidR="00047924">
              <w:t>2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72D9749D" w:rsidR="00F862D6" w:rsidRPr="003E6B9A" w:rsidRDefault="00973EB3" w:rsidP="00FE3455">
            <w:r>
              <w:t>Ing. Kamila Přerovská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60CBDEA2" w:rsidR="009A7568" w:rsidRPr="003E6B9A" w:rsidRDefault="00973EB3" w:rsidP="009A7568">
            <w:r>
              <w:t>+420 702 164 086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475117CA" w:rsidR="009A7568" w:rsidRPr="003E6B9A" w:rsidRDefault="00047924" w:rsidP="006104F6">
            <w:hyperlink r:id="rId11" w:history="1">
              <w:r w:rsidR="00973EB3" w:rsidRPr="00442341">
                <w:rPr>
                  <w:rStyle w:val="Hypertextovodkaz"/>
                </w:rPr>
                <w:t>Prerovska@spravazeleznic.cz</w:t>
              </w:r>
            </w:hyperlink>
            <w:r w:rsidR="00973EB3">
              <w:t xml:space="preserve"> 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1CAA75D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47924">
              <w:rPr>
                <w:noProof/>
              </w:rPr>
              <w:t>30. listopadu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78E705A6" w14:textId="77777777" w:rsidR="00BD7D96" w:rsidRDefault="00CB7B5A" w:rsidP="00BD7D9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BD7D96">
        <w:rPr>
          <w:rFonts w:eastAsia="Calibri" w:cs="Times New Roman"/>
          <w:lang w:eastAsia="cs-CZ"/>
        </w:rPr>
        <w:t xml:space="preserve">Vysvětlení/ změna/ doplnění zadávací dokumentace č. </w:t>
      </w:r>
      <w:r w:rsidR="00BD7D96">
        <w:rPr>
          <w:rFonts w:eastAsia="Times New Roman" w:cs="Times New Roman"/>
          <w:lang w:eastAsia="cs-CZ"/>
        </w:rPr>
        <w:t>3</w:t>
      </w:r>
    </w:p>
    <w:p w14:paraId="51D0B2A1" w14:textId="77777777" w:rsidR="00BD7D96" w:rsidRDefault="00BD7D96" w:rsidP="00BD7D96">
      <w:pPr>
        <w:spacing w:after="0" w:line="240" w:lineRule="auto"/>
        <w:ind w:left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bCs/>
          <w:lang w:eastAsia="cs-CZ"/>
        </w:rPr>
        <w:t>Rekonstrukce PZS včetně povrchu km 12,162 (P7426) na trati Rožnov p/R – Valašské Meziříčí</w:t>
      </w:r>
    </w:p>
    <w:p w14:paraId="3908AC43" w14:textId="4E61B81C" w:rsidR="00CB7B5A" w:rsidRPr="00CB7B5A" w:rsidRDefault="00CB7B5A" w:rsidP="00BD7D9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90184B0" w14:textId="77777777" w:rsidR="00BD7D96" w:rsidRDefault="00BD7D96" w:rsidP="00BD7D9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15:</w:t>
      </w:r>
    </w:p>
    <w:p w14:paraId="2A4C3E90" w14:textId="77777777" w:rsidR="00BD7D96" w:rsidRDefault="00BD7D96" w:rsidP="00BD7D96">
      <w:pPr>
        <w:spacing w:after="0" w:line="254" w:lineRule="auto"/>
        <w:rPr>
          <w:b/>
        </w:rPr>
      </w:pPr>
      <w:r>
        <w:rPr>
          <w:b/>
        </w:rPr>
        <w:t xml:space="preserve">SO 11-33-01 (Přeložka stávající sítě plynovodu):  </w:t>
      </w:r>
    </w:p>
    <w:p w14:paraId="4A08DFFF" w14:textId="77777777" w:rsidR="00BD7D96" w:rsidRDefault="00BD7D96" w:rsidP="00BD7D96">
      <w:pPr>
        <w:spacing w:after="0" w:line="240" w:lineRule="auto"/>
        <w:jc w:val="both"/>
      </w:pPr>
      <w:r>
        <w:t>Zaslané vyjádření v odpovědi k dotazu č.1 bohužel není námi požadované vyjádření. Hlavička vypadá stejně, ale v účelu stanoviska by mělo být uvedeno: "</w:t>
      </w:r>
      <w:r>
        <w:rPr>
          <w:i/>
        </w:rPr>
        <w:t>Odsouhlasení projektové dokumentace plynárenského zařízení</w:t>
      </w:r>
      <w:r>
        <w:t>". Zaslané vyjádření se na 2. straně zmiňuje o stanovisku č. 5002695969 ze dne 24.10.2022, s velkou pravděpodobností se jedná o tento dokument. Žádáme zadavatele o jeho doplnění.</w:t>
      </w:r>
    </w:p>
    <w:p w14:paraId="518610A1" w14:textId="77777777" w:rsidR="00BD7D96" w:rsidRDefault="00BD7D96" w:rsidP="00BD7D96">
      <w:pPr>
        <w:spacing w:after="0" w:line="240" w:lineRule="auto"/>
        <w:jc w:val="both"/>
      </w:pPr>
    </w:p>
    <w:p w14:paraId="1F38C5E9" w14:textId="77777777" w:rsidR="00BD7D96" w:rsidRDefault="00BD7D96" w:rsidP="00BD7D9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7F11C39C" w14:textId="3DCAC4D5" w:rsidR="00CB7B5A" w:rsidRPr="00973EB3" w:rsidRDefault="00DE31B3" w:rsidP="00973EB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73EB3">
        <w:rPr>
          <w:rFonts w:eastAsia="Calibri" w:cs="Times New Roman"/>
          <w:bCs/>
          <w:lang w:eastAsia="cs-CZ"/>
        </w:rPr>
        <w:t>Přikládáme Vám v příloze požadované vyjádření č. 5002695969 ze dne 24. 10. 2022 od společnosti GasNet, s.r.o.</w:t>
      </w:r>
      <w:r w:rsidRPr="00973EB3">
        <w:rPr>
          <w:rFonts w:eastAsia="Calibri" w:cs="Times New Roman"/>
          <w:lang w:eastAsia="cs-CZ"/>
        </w:rPr>
        <w:t>, kde je uvedeno, že PDS souhlasí s vydáním rozhodnutí o povolení stavby ve věci odsouhlasení projektové dokumentace plynárenského zařízení.</w:t>
      </w:r>
    </w:p>
    <w:p w14:paraId="441E45D8" w14:textId="77777777" w:rsidR="008E7A84" w:rsidRDefault="008E7A8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1B00D1" w14:textId="77777777" w:rsidR="00DE31B3" w:rsidRDefault="00DE31B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E018A98" w14:textId="45FC349C" w:rsidR="008E7A84" w:rsidRDefault="008E7A84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16:</w:t>
      </w:r>
    </w:p>
    <w:p w14:paraId="09C632CB" w14:textId="77777777" w:rsidR="008E7A84" w:rsidRPr="008E7A84" w:rsidRDefault="008E7A84" w:rsidP="008E7A84">
      <w:pPr>
        <w:spacing w:after="0" w:line="240" w:lineRule="auto"/>
        <w:jc w:val="both"/>
        <w:rPr>
          <w:rFonts w:ascii="Verdana" w:eastAsia="Calibri" w:hAnsi="Verdana" w:cs="Calibri"/>
          <w14:ligatures w14:val="standardContextual"/>
        </w:rPr>
      </w:pPr>
      <w:r w:rsidRPr="008E7A84">
        <w:rPr>
          <w:rFonts w:ascii="Verdana" w:eastAsia="Calibri" w:hAnsi="Verdana" w:cs="Calibri"/>
          <w:b/>
          <w14:ligatures w14:val="standardContextual"/>
        </w:rPr>
        <w:t>SO 11-10-01 (Železniční svršek v km 12,162</w:t>
      </w:r>
      <w:r w:rsidRPr="008E7A84">
        <w:rPr>
          <w:rFonts w:ascii="Verdana" w:eastAsia="Calibri" w:hAnsi="Verdana" w:cs="Calibri"/>
          <w14:ligatures w14:val="standardContextual"/>
        </w:rPr>
        <w:t xml:space="preserve">) :  </w:t>
      </w:r>
    </w:p>
    <w:p w14:paraId="13975896" w14:textId="77777777" w:rsidR="008E7A84" w:rsidRPr="008E7A84" w:rsidRDefault="008E7A84" w:rsidP="008E7A84">
      <w:pPr>
        <w:spacing w:after="0" w:line="240" w:lineRule="auto"/>
        <w:jc w:val="both"/>
        <w:rPr>
          <w:rFonts w:ascii="Verdana" w:eastAsia="Calibri" w:hAnsi="Verdana" w:cs="Calibri"/>
          <w14:ligatures w14:val="standardContextual"/>
        </w:rPr>
      </w:pPr>
      <w:r w:rsidRPr="008E7A84">
        <w:rPr>
          <w:rFonts w:ascii="Verdana" w:eastAsia="Calibri" w:hAnsi="Verdana" w:cs="Calibri"/>
          <w14:ligatures w14:val="standardContextual"/>
        </w:rPr>
        <w:t xml:space="preserve">Položka č.10 – SVAR KOLEJNIC (STEJNÉHO TVARU) 60 E2, R 65 JEDNOTLIVĚ </w:t>
      </w:r>
    </w:p>
    <w:p w14:paraId="5E444BBA" w14:textId="302E26DE" w:rsidR="008E7A84" w:rsidRPr="008E7A84" w:rsidRDefault="008E7A84" w:rsidP="008E7A84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8E7A84">
        <w:rPr>
          <w:rFonts w:ascii="Verdana" w:eastAsia="Calibri" w:hAnsi="Verdana" w:cs="Calibri"/>
          <w14:ligatures w14:val="standardContextual"/>
        </w:rPr>
        <w:t>Dle projektové dokumentace je železniční svršek tvořen kolejnicemi 49 E1, nesedí s tvarem kolejnic v položce svařování. Žádáme zadavatele o opravu položky.</w:t>
      </w:r>
    </w:p>
    <w:p w14:paraId="49935628" w14:textId="77777777" w:rsidR="008E7A84" w:rsidRPr="00CB7B5A" w:rsidRDefault="008E7A8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4E9055B" w14:textId="77777777" w:rsidR="008E7A84" w:rsidRDefault="008E7A84" w:rsidP="008E7A84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C9580DA" w14:textId="2EE54681" w:rsidR="00CB7B5A" w:rsidRPr="00973EB3" w:rsidRDefault="00973EB3" w:rsidP="00CB7B5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973EB3">
        <w:rPr>
          <w:rFonts w:eastAsia="Calibri" w:cs="Times New Roman"/>
          <w:bCs/>
          <w:lang w:eastAsia="cs-CZ"/>
        </w:rPr>
        <w:t>Bylo opraveno na položku č. 545121 SVAR KOLEJNIC (STEJNÉHO TVARU) 49 E1.</w:t>
      </w:r>
    </w:p>
    <w:p w14:paraId="138F6A4B" w14:textId="77777777" w:rsidR="00BD7D96" w:rsidRDefault="00BD7D9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40C0CBB" w14:textId="77777777" w:rsidR="00BD7D96" w:rsidRDefault="00BD7D9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1F709C91" w14:textId="77777777" w:rsidR="00CB7B5A" w:rsidRPr="00C84783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14:paraId="3E33361A" w14:textId="74E52DB1" w:rsidR="00CB7B5A" w:rsidRPr="00973EB3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73EB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73EB3">
        <w:rPr>
          <w:rFonts w:eastAsia="Times New Roman" w:cs="Times New Roman"/>
          <w:b/>
          <w:lang w:eastAsia="cs-CZ"/>
        </w:rPr>
        <w:t>změny/doplnění zadávací dokumentace</w:t>
      </w:r>
      <w:r w:rsidRPr="00973EB3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973EB3">
        <w:rPr>
          <w:rFonts w:eastAsia="Times New Roman" w:cs="Times New Roman"/>
          <w:lang w:eastAsia="cs-CZ"/>
        </w:rPr>
        <w:br/>
      </w:r>
      <w:r w:rsidR="00973EB3" w:rsidRPr="00973EB3">
        <w:rPr>
          <w:rFonts w:eastAsia="Times New Roman" w:cs="Times New Roman"/>
          <w:lang w:eastAsia="cs-CZ"/>
        </w:rPr>
        <w:t>11. 12. 2023</w:t>
      </w:r>
      <w:r w:rsidRPr="00973EB3">
        <w:rPr>
          <w:rFonts w:eastAsia="Times New Roman" w:cs="Times New Roman"/>
          <w:lang w:eastAsia="cs-CZ"/>
        </w:rPr>
        <w:t xml:space="preserve"> na den </w:t>
      </w:r>
      <w:r w:rsidR="00973EB3" w:rsidRPr="00973EB3">
        <w:rPr>
          <w:rFonts w:eastAsia="Times New Roman" w:cs="Times New Roman"/>
          <w:lang w:eastAsia="cs-CZ"/>
        </w:rPr>
        <w:t>12. 12. 2023</w:t>
      </w:r>
      <w:r w:rsidRPr="00973EB3">
        <w:rPr>
          <w:rFonts w:eastAsia="Times New Roman" w:cs="Times New Roman"/>
          <w:lang w:eastAsia="cs-CZ"/>
        </w:rPr>
        <w:t xml:space="preserve">. </w:t>
      </w:r>
    </w:p>
    <w:p w14:paraId="3FA0DA7B" w14:textId="77777777" w:rsidR="006D3093" w:rsidRPr="00CB7B5A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4614B37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</w:p>
    <w:p w14:paraId="6764B93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CB19CEC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4DDB199" w14:textId="2AA396BF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2C31FF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4A768750" w14:textId="545830BA" w:rsidR="00DE31B3" w:rsidRDefault="00DE31B3" w:rsidP="00CB7B5A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DE31B3">
        <w:rPr>
          <w:rFonts w:eastAsia="Calibri" w:cs="Times New Roman"/>
          <w:lang w:eastAsia="cs-CZ"/>
        </w:rPr>
        <w:t>GASNet -Stanovisko č. 5002695969</w:t>
      </w:r>
    </w:p>
    <w:p w14:paraId="3B8FCB62" w14:textId="0EC4A48E" w:rsidR="00047924" w:rsidRDefault="00047924" w:rsidP="00047924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XDC_PZS_P7426_změna 0</w:t>
      </w:r>
      <w:r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>_202311</w:t>
      </w:r>
      <w:r>
        <w:rPr>
          <w:rFonts w:eastAsia="Calibri" w:cs="Times New Roman"/>
          <w:lang w:eastAsia="cs-CZ"/>
        </w:rPr>
        <w:t>30</w:t>
      </w:r>
    </w:p>
    <w:p w14:paraId="17F30656" w14:textId="25220D5E" w:rsidR="00CB7B5A" w:rsidRDefault="00047924" w:rsidP="00047924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XLS_PZS_P7426_změna 0</w:t>
      </w:r>
      <w:r>
        <w:rPr>
          <w:rFonts w:eastAsia="Calibri" w:cs="Times New Roman"/>
          <w:lang w:eastAsia="cs-CZ"/>
        </w:rPr>
        <w:t>2</w:t>
      </w:r>
      <w:r>
        <w:rPr>
          <w:rFonts w:eastAsia="Calibri" w:cs="Times New Roman"/>
          <w:lang w:eastAsia="cs-CZ"/>
        </w:rPr>
        <w:t>_202311</w:t>
      </w:r>
      <w:r>
        <w:rPr>
          <w:rFonts w:eastAsia="Calibri" w:cs="Times New Roman"/>
          <w:lang w:eastAsia="cs-CZ"/>
        </w:rPr>
        <w:t>30</w:t>
      </w:r>
    </w:p>
    <w:p w14:paraId="0A0632B5" w14:textId="77777777" w:rsidR="00047924" w:rsidRPr="00CB7B5A" w:rsidRDefault="00047924" w:rsidP="0004792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46DD3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6A18E39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lastRenderedPageBreak/>
        <w:t xml:space="preserve">V Olomouci dne </w:t>
      </w:r>
    </w:p>
    <w:p w14:paraId="2EDA1B97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2DBA83E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035F0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238557" w14:textId="77777777" w:rsidR="00A022F5" w:rsidRPr="00CB7B5A" w:rsidRDefault="00A022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61458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B40A9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06A9C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6AB3F1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2A0E186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0F8AF0A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03520" w14:textId="77777777" w:rsidR="00CD4C0F" w:rsidRDefault="00CD4C0F" w:rsidP="00962258">
      <w:pPr>
        <w:spacing w:after="0" w:line="240" w:lineRule="auto"/>
      </w:pPr>
      <w:r>
        <w:separator/>
      </w:r>
    </w:p>
  </w:endnote>
  <w:endnote w:type="continuationSeparator" w:id="0">
    <w:p w14:paraId="7A18F59E" w14:textId="77777777" w:rsidR="00CD4C0F" w:rsidRDefault="00CD4C0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E550" w14:textId="77777777" w:rsidR="00CD4C0F" w:rsidRDefault="00CD4C0F" w:rsidP="00962258">
      <w:pPr>
        <w:spacing w:after="0" w:line="240" w:lineRule="auto"/>
      </w:pPr>
      <w:r>
        <w:separator/>
      </w:r>
    </w:p>
  </w:footnote>
  <w:footnote w:type="continuationSeparator" w:id="0">
    <w:p w14:paraId="716D7D1E" w14:textId="77777777" w:rsidR="00CD4C0F" w:rsidRDefault="00CD4C0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94707C4"/>
    <w:multiLevelType w:val="hybridMultilevel"/>
    <w:tmpl w:val="04CA1708"/>
    <w:lvl w:ilvl="0" w:tplc="FA78823A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6"/>
  </w:num>
  <w:num w:numId="5" w16cid:durableId="1518690768">
    <w:abstractNumId w:val="0"/>
  </w:num>
  <w:num w:numId="6" w16cid:durableId="651829888">
    <w:abstractNumId w:val="5"/>
  </w:num>
  <w:num w:numId="7" w16cid:durableId="214237719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47924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C31FF"/>
    <w:rsid w:val="002E0CD7"/>
    <w:rsid w:val="002F026B"/>
    <w:rsid w:val="00302BAF"/>
    <w:rsid w:val="00357BC6"/>
    <w:rsid w:val="0037111D"/>
    <w:rsid w:val="003956C6"/>
    <w:rsid w:val="003C5BE7"/>
    <w:rsid w:val="003E6B9A"/>
    <w:rsid w:val="003E75CE"/>
    <w:rsid w:val="003F37AB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D3093"/>
    <w:rsid w:val="006E0578"/>
    <w:rsid w:val="006E314D"/>
    <w:rsid w:val="006E7F06"/>
    <w:rsid w:val="007072C4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C5E43"/>
    <w:rsid w:val="008C71CF"/>
    <w:rsid w:val="008D03B9"/>
    <w:rsid w:val="008E7A84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73EB3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22F5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D96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31B3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7A84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973E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2</Pages>
  <Words>335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10</cp:revision>
  <cp:lastPrinted>2019-02-22T13:28:00Z</cp:lastPrinted>
  <dcterms:created xsi:type="dcterms:W3CDTF">2023-11-14T16:31:00Z</dcterms:created>
  <dcterms:modified xsi:type="dcterms:W3CDTF">2023-11-30T06:40:00Z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