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F4F362B" w14:textId="77777777" w:rsidTr="00F862D6">
        <w:tc>
          <w:tcPr>
            <w:tcW w:w="1020" w:type="dxa"/>
          </w:tcPr>
          <w:p w14:paraId="434561CC" w14:textId="542F4DEB" w:rsidR="00F64786" w:rsidRDefault="00F64786" w:rsidP="0077673A"/>
        </w:tc>
        <w:tc>
          <w:tcPr>
            <w:tcW w:w="2552" w:type="dxa"/>
          </w:tcPr>
          <w:p w14:paraId="57C5995D" w14:textId="77777777" w:rsidR="00F64786" w:rsidRDefault="00F64786" w:rsidP="0077673A"/>
        </w:tc>
        <w:tc>
          <w:tcPr>
            <w:tcW w:w="823" w:type="dxa"/>
          </w:tcPr>
          <w:p w14:paraId="52995ED9" w14:textId="77777777" w:rsidR="00F64786" w:rsidRDefault="00F64786" w:rsidP="0077673A"/>
        </w:tc>
        <w:tc>
          <w:tcPr>
            <w:tcW w:w="3685" w:type="dxa"/>
          </w:tcPr>
          <w:p w14:paraId="60D89168" w14:textId="77777777" w:rsidR="00F64786" w:rsidRDefault="00F64786" w:rsidP="0077673A"/>
        </w:tc>
      </w:tr>
      <w:tr w:rsidR="00F862D6" w14:paraId="3A3AA398" w14:textId="77777777" w:rsidTr="00596C7E">
        <w:tc>
          <w:tcPr>
            <w:tcW w:w="1020" w:type="dxa"/>
          </w:tcPr>
          <w:p w14:paraId="4CDE0555" w14:textId="77777777" w:rsidR="00F862D6" w:rsidRDefault="00F862D6" w:rsidP="0077673A"/>
        </w:tc>
        <w:tc>
          <w:tcPr>
            <w:tcW w:w="2552" w:type="dxa"/>
          </w:tcPr>
          <w:p w14:paraId="7C7F7580" w14:textId="77777777" w:rsidR="00F862D6" w:rsidRDefault="00F862D6" w:rsidP="00764595"/>
        </w:tc>
        <w:tc>
          <w:tcPr>
            <w:tcW w:w="823" w:type="dxa"/>
          </w:tcPr>
          <w:p w14:paraId="40CBB7B8" w14:textId="77777777" w:rsidR="00F862D6" w:rsidRDefault="00F862D6" w:rsidP="0077673A"/>
        </w:tc>
        <w:tc>
          <w:tcPr>
            <w:tcW w:w="3685" w:type="dxa"/>
            <w:vMerge w:val="restart"/>
          </w:tcPr>
          <w:p w14:paraId="6253F05F" w14:textId="77777777" w:rsidR="00596C7E" w:rsidRDefault="00596C7E" w:rsidP="00596C7E">
            <w:pPr>
              <w:rPr>
                <w:rStyle w:val="Potovnadresa"/>
              </w:rPr>
            </w:pPr>
          </w:p>
          <w:p w14:paraId="4939673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F31F4BC" w14:textId="77777777" w:rsidTr="00F862D6">
        <w:tc>
          <w:tcPr>
            <w:tcW w:w="1020" w:type="dxa"/>
          </w:tcPr>
          <w:p w14:paraId="76A2D18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5F4D745F" w14:textId="39427508" w:rsidR="00F862D6" w:rsidRPr="003E6B9A" w:rsidRDefault="00C6217F" w:rsidP="0037111D">
            <w:r w:rsidRPr="00C6217F">
              <w:rPr>
                <w:rFonts w:ascii="Helvetica" w:hAnsi="Helvetica"/>
              </w:rPr>
              <w:t>13654/2023-SŽ-SSV-Ú3</w:t>
            </w:r>
          </w:p>
        </w:tc>
        <w:tc>
          <w:tcPr>
            <w:tcW w:w="823" w:type="dxa"/>
          </w:tcPr>
          <w:p w14:paraId="3976473D" w14:textId="77777777" w:rsidR="00F862D6" w:rsidRDefault="00F862D6" w:rsidP="0077673A"/>
        </w:tc>
        <w:tc>
          <w:tcPr>
            <w:tcW w:w="3685" w:type="dxa"/>
            <w:vMerge/>
          </w:tcPr>
          <w:p w14:paraId="0997CA20" w14:textId="77777777" w:rsidR="00F862D6" w:rsidRDefault="00F862D6" w:rsidP="0077673A"/>
        </w:tc>
      </w:tr>
      <w:tr w:rsidR="00F862D6" w14:paraId="1232AB4F" w14:textId="77777777" w:rsidTr="00F862D6">
        <w:tc>
          <w:tcPr>
            <w:tcW w:w="1020" w:type="dxa"/>
          </w:tcPr>
          <w:p w14:paraId="5A86923C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7A4DBA3" w14:textId="11D70ADE" w:rsidR="00F862D6" w:rsidRPr="003E6B9A" w:rsidRDefault="007528EE" w:rsidP="00CC1E2B">
            <w:r w:rsidRPr="007528EE">
              <w:t>3</w:t>
            </w:r>
            <w:r w:rsidR="003E6B9A" w:rsidRPr="007528EE">
              <w:t>/</w:t>
            </w:r>
            <w:r w:rsidRPr="007528EE">
              <w:t>2</w:t>
            </w:r>
          </w:p>
        </w:tc>
        <w:tc>
          <w:tcPr>
            <w:tcW w:w="823" w:type="dxa"/>
          </w:tcPr>
          <w:p w14:paraId="0A8B063D" w14:textId="77777777" w:rsidR="00F862D6" w:rsidRDefault="00F862D6" w:rsidP="0077673A"/>
        </w:tc>
        <w:tc>
          <w:tcPr>
            <w:tcW w:w="3685" w:type="dxa"/>
            <w:vMerge/>
          </w:tcPr>
          <w:p w14:paraId="127AF5C1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2EAE46B" w14:textId="77777777" w:rsidTr="00B23CA3">
        <w:trPr>
          <w:trHeight w:val="77"/>
        </w:trPr>
        <w:tc>
          <w:tcPr>
            <w:tcW w:w="1020" w:type="dxa"/>
          </w:tcPr>
          <w:p w14:paraId="3CE2A009" w14:textId="77777777" w:rsidR="00F862D6" w:rsidRDefault="00F862D6" w:rsidP="0077673A"/>
        </w:tc>
        <w:tc>
          <w:tcPr>
            <w:tcW w:w="2552" w:type="dxa"/>
          </w:tcPr>
          <w:p w14:paraId="5D2244CC" w14:textId="77777777" w:rsidR="00F862D6" w:rsidRPr="003E6B9A" w:rsidRDefault="00F862D6" w:rsidP="0077673A"/>
        </w:tc>
        <w:tc>
          <w:tcPr>
            <w:tcW w:w="823" w:type="dxa"/>
          </w:tcPr>
          <w:p w14:paraId="06B6238C" w14:textId="77777777" w:rsidR="00F862D6" w:rsidRDefault="00F862D6" w:rsidP="0077673A"/>
        </w:tc>
        <w:tc>
          <w:tcPr>
            <w:tcW w:w="3685" w:type="dxa"/>
            <w:vMerge/>
          </w:tcPr>
          <w:p w14:paraId="147E78BF" w14:textId="77777777" w:rsidR="00F862D6" w:rsidRDefault="00F862D6" w:rsidP="0077673A"/>
        </w:tc>
      </w:tr>
      <w:tr w:rsidR="00F862D6" w14:paraId="122D35A7" w14:textId="77777777" w:rsidTr="00F862D6">
        <w:tc>
          <w:tcPr>
            <w:tcW w:w="1020" w:type="dxa"/>
          </w:tcPr>
          <w:p w14:paraId="1849BD1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FE78ACB" w14:textId="6732772B" w:rsidR="00F862D6" w:rsidRPr="003E6B9A" w:rsidRDefault="00C6217F" w:rsidP="00FE3455">
            <w:r>
              <w:t>Ing. Kamila Přerovská</w:t>
            </w:r>
          </w:p>
        </w:tc>
        <w:tc>
          <w:tcPr>
            <w:tcW w:w="823" w:type="dxa"/>
          </w:tcPr>
          <w:p w14:paraId="50C4887A" w14:textId="77777777" w:rsidR="00F862D6" w:rsidRDefault="00F862D6" w:rsidP="0077673A"/>
        </w:tc>
        <w:tc>
          <w:tcPr>
            <w:tcW w:w="3685" w:type="dxa"/>
            <w:vMerge/>
          </w:tcPr>
          <w:p w14:paraId="1EB49E64" w14:textId="77777777" w:rsidR="00F862D6" w:rsidRDefault="00F862D6" w:rsidP="0077673A"/>
        </w:tc>
      </w:tr>
      <w:tr w:rsidR="009A7568" w14:paraId="7B7253BB" w14:textId="77777777" w:rsidTr="00F862D6">
        <w:tc>
          <w:tcPr>
            <w:tcW w:w="1020" w:type="dxa"/>
          </w:tcPr>
          <w:p w14:paraId="6B6FFA8B" w14:textId="77777777" w:rsidR="009A7568" w:rsidRDefault="009A7568" w:rsidP="009A7568"/>
        </w:tc>
        <w:tc>
          <w:tcPr>
            <w:tcW w:w="2552" w:type="dxa"/>
          </w:tcPr>
          <w:p w14:paraId="41EB8D26" w14:textId="77777777" w:rsidR="009A7568" w:rsidRPr="003E6B9A" w:rsidRDefault="009A7568" w:rsidP="009A7568"/>
        </w:tc>
        <w:tc>
          <w:tcPr>
            <w:tcW w:w="823" w:type="dxa"/>
          </w:tcPr>
          <w:p w14:paraId="0492BEF4" w14:textId="77777777" w:rsidR="009A7568" w:rsidRDefault="009A7568" w:rsidP="009A7568"/>
        </w:tc>
        <w:tc>
          <w:tcPr>
            <w:tcW w:w="3685" w:type="dxa"/>
            <w:vMerge/>
          </w:tcPr>
          <w:p w14:paraId="0CB44972" w14:textId="77777777" w:rsidR="009A7568" w:rsidRDefault="009A7568" w:rsidP="009A7568"/>
        </w:tc>
      </w:tr>
      <w:tr w:rsidR="009A7568" w14:paraId="69C84DD3" w14:textId="77777777" w:rsidTr="00F862D6">
        <w:tc>
          <w:tcPr>
            <w:tcW w:w="1020" w:type="dxa"/>
          </w:tcPr>
          <w:p w14:paraId="6C032B6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0A54C5C" w14:textId="6C0A8030" w:rsidR="009A7568" w:rsidRPr="003E6B9A" w:rsidRDefault="00C6217F" w:rsidP="009A7568">
            <w:r>
              <w:t>+420 702 164 086</w:t>
            </w:r>
          </w:p>
        </w:tc>
        <w:tc>
          <w:tcPr>
            <w:tcW w:w="823" w:type="dxa"/>
          </w:tcPr>
          <w:p w14:paraId="706F50F1" w14:textId="77777777" w:rsidR="009A7568" w:rsidRDefault="009A7568" w:rsidP="009A7568"/>
        </w:tc>
        <w:tc>
          <w:tcPr>
            <w:tcW w:w="3685" w:type="dxa"/>
            <w:vMerge/>
          </w:tcPr>
          <w:p w14:paraId="7981207D" w14:textId="77777777" w:rsidR="009A7568" w:rsidRDefault="009A7568" w:rsidP="009A7568"/>
        </w:tc>
      </w:tr>
      <w:tr w:rsidR="009A7568" w14:paraId="0DF9B1CF" w14:textId="77777777" w:rsidTr="00F862D6">
        <w:tc>
          <w:tcPr>
            <w:tcW w:w="1020" w:type="dxa"/>
          </w:tcPr>
          <w:p w14:paraId="445E7F9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8512821" w14:textId="7E850B2B" w:rsidR="009A7568" w:rsidRPr="003E6B9A" w:rsidRDefault="00242160" w:rsidP="006104F6">
            <w:hyperlink r:id="rId11" w:history="1">
              <w:r w:rsidR="00C6217F" w:rsidRPr="002E7AA3">
                <w:rPr>
                  <w:rStyle w:val="Hypertextovodkaz"/>
                </w:rPr>
                <w:t>Prerovska@spravazeleznic.cz</w:t>
              </w:r>
            </w:hyperlink>
            <w:r w:rsidR="00C6217F">
              <w:t xml:space="preserve"> </w:t>
            </w:r>
          </w:p>
        </w:tc>
        <w:tc>
          <w:tcPr>
            <w:tcW w:w="823" w:type="dxa"/>
          </w:tcPr>
          <w:p w14:paraId="5C7D723F" w14:textId="77777777" w:rsidR="009A7568" w:rsidRDefault="009A7568" w:rsidP="009A7568"/>
        </w:tc>
        <w:tc>
          <w:tcPr>
            <w:tcW w:w="3685" w:type="dxa"/>
            <w:vMerge/>
          </w:tcPr>
          <w:p w14:paraId="5394C941" w14:textId="77777777" w:rsidR="009A7568" w:rsidRDefault="009A7568" w:rsidP="009A7568"/>
        </w:tc>
      </w:tr>
      <w:tr w:rsidR="009A7568" w14:paraId="010778BC" w14:textId="77777777" w:rsidTr="00F862D6">
        <w:tc>
          <w:tcPr>
            <w:tcW w:w="1020" w:type="dxa"/>
          </w:tcPr>
          <w:p w14:paraId="3F271AF4" w14:textId="77777777" w:rsidR="009A7568" w:rsidRDefault="009A7568" w:rsidP="009A7568"/>
        </w:tc>
        <w:tc>
          <w:tcPr>
            <w:tcW w:w="2552" w:type="dxa"/>
          </w:tcPr>
          <w:p w14:paraId="5A41EACA" w14:textId="77777777" w:rsidR="009A7568" w:rsidRPr="003E6B9A" w:rsidRDefault="009A7568" w:rsidP="009A7568"/>
        </w:tc>
        <w:tc>
          <w:tcPr>
            <w:tcW w:w="823" w:type="dxa"/>
          </w:tcPr>
          <w:p w14:paraId="2DD933A8" w14:textId="77777777" w:rsidR="009A7568" w:rsidRDefault="009A7568" w:rsidP="009A7568"/>
        </w:tc>
        <w:tc>
          <w:tcPr>
            <w:tcW w:w="3685" w:type="dxa"/>
          </w:tcPr>
          <w:p w14:paraId="009F7992" w14:textId="77777777" w:rsidR="009A7568" w:rsidRDefault="009A7568" w:rsidP="009A7568"/>
        </w:tc>
      </w:tr>
      <w:tr w:rsidR="009A7568" w14:paraId="786333CA" w14:textId="77777777" w:rsidTr="00F862D6">
        <w:tc>
          <w:tcPr>
            <w:tcW w:w="1020" w:type="dxa"/>
          </w:tcPr>
          <w:p w14:paraId="16AF7B99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5255D81" w14:textId="3B2F65D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528EE">
              <w:rPr>
                <w:noProof/>
              </w:rPr>
              <w:t>16.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58102E7" w14:textId="77777777" w:rsidR="009A7568" w:rsidRDefault="009A7568" w:rsidP="009A7568"/>
        </w:tc>
        <w:tc>
          <w:tcPr>
            <w:tcW w:w="3685" w:type="dxa"/>
          </w:tcPr>
          <w:p w14:paraId="215942C5" w14:textId="77777777" w:rsidR="009A7568" w:rsidRDefault="009A7568" w:rsidP="009A7568"/>
        </w:tc>
      </w:tr>
      <w:tr w:rsidR="00F64786" w14:paraId="7B26E740" w14:textId="77777777" w:rsidTr="00F862D6">
        <w:tc>
          <w:tcPr>
            <w:tcW w:w="1020" w:type="dxa"/>
          </w:tcPr>
          <w:p w14:paraId="10C6BD61" w14:textId="77777777" w:rsidR="00F64786" w:rsidRDefault="00F64786" w:rsidP="0077673A"/>
        </w:tc>
        <w:tc>
          <w:tcPr>
            <w:tcW w:w="2552" w:type="dxa"/>
          </w:tcPr>
          <w:p w14:paraId="335BE26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709F4D7" w14:textId="77777777" w:rsidR="00F64786" w:rsidRDefault="00F64786" w:rsidP="0077673A"/>
        </w:tc>
        <w:tc>
          <w:tcPr>
            <w:tcW w:w="3685" w:type="dxa"/>
          </w:tcPr>
          <w:p w14:paraId="0402D15F" w14:textId="77777777" w:rsidR="00F64786" w:rsidRDefault="00F64786" w:rsidP="0077673A"/>
        </w:tc>
      </w:tr>
      <w:tr w:rsidR="00F862D6" w14:paraId="1D9C759D" w14:textId="77777777" w:rsidTr="00B45E9E">
        <w:trPr>
          <w:trHeight w:val="794"/>
        </w:trPr>
        <w:tc>
          <w:tcPr>
            <w:tcW w:w="1020" w:type="dxa"/>
          </w:tcPr>
          <w:p w14:paraId="1E8275DE" w14:textId="77777777" w:rsidR="00F862D6" w:rsidRDefault="00F862D6" w:rsidP="0077673A"/>
        </w:tc>
        <w:tc>
          <w:tcPr>
            <w:tcW w:w="2552" w:type="dxa"/>
          </w:tcPr>
          <w:p w14:paraId="0DF0839E" w14:textId="77777777" w:rsidR="00F862D6" w:rsidRDefault="00F862D6" w:rsidP="00F310F8"/>
        </w:tc>
        <w:tc>
          <w:tcPr>
            <w:tcW w:w="823" w:type="dxa"/>
          </w:tcPr>
          <w:p w14:paraId="5EF60031" w14:textId="77777777" w:rsidR="00F862D6" w:rsidRDefault="00F862D6" w:rsidP="0077673A"/>
        </w:tc>
        <w:tc>
          <w:tcPr>
            <w:tcW w:w="3685" w:type="dxa"/>
          </w:tcPr>
          <w:p w14:paraId="1E722FB2" w14:textId="77777777" w:rsidR="00F862D6" w:rsidRDefault="00F862D6" w:rsidP="0077673A"/>
        </w:tc>
      </w:tr>
    </w:tbl>
    <w:p w14:paraId="531F4410" w14:textId="77777777" w:rsidR="00C6217F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C6217F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6217F">
        <w:rPr>
          <w:rFonts w:eastAsia="Times New Roman" w:cs="Times New Roman"/>
          <w:lang w:eastAsia="cs-CZ"/>
        </w:rPr>
        <w:t>1</w:t>
      </w:r>
    </w:p>
    <w:p w14:paraId="699C2E87" w14:textId="5B117BAF" w:rsidR="00CB7B5A" w:rsidRPr="00C6217F" w:rsidRDefault="00C6217F" w:rsidP="00C6217F">
      <w:pPr>
        <w:spacing w:after="0" w:line="240" w:lineRule="auto"/>
        <w:ind w:left="426"/>
        <w:rPr>
          <w:rFonts w:eastAsia="Calibri" w:cs="Times New Roman"/>
          <w:b/>
          <w:bCs/>
          <w:lang w:eastAsia="cs-CZ"/>
        </w:rPr>
      </w:pPr>
      <w:r w:rsidRPr="00C6217F">
        <w:rPr>
          <w:b/>
          <w:bCs/>
        </w:rPr>
        <w:t>Rekonstrukce mostu v km 120,767, trati Frýdek Místek – Český Těšín</w:t>
      </w:r>
      <w:r w:rsidR="00CB7B5A" w:rsidRPr="00C6217F">
        <w:rPr>
          <w:rFonts w:eastAsia="Calibri" w:cs="Times New Roman"/>
          <w:b/>
          <w:bCs/>
          <w:lang w:eastAsia="cs-CZ"/>
        </w:rPr>
        <w:t xml:space="preserve"> </w:t>
      </w:r>
    </w:p>
    <w:p w14:paraId="27B1F1F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115983" w14:textId="77777777" w:rsidR="00C6217F" w:rsidRDefault="00C621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D8D348" w14:textId="702662BB" w:rsidR="00C6217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3D9F5B75" w14:textId="75C0F18F" w:rsidR="00C6217F" w:rsidRPr="00C6217F" w:rsidRDefault="00C6217F" w:rsidP="00C6217F">
      <w:pPr>
        <w:tabs>
          <w:tab w:val="left" w:pos="1245"/>
        </w:tabs>
        <w:jc w:val="both"/>
        <w:rPr>
          <w:rFonts w:cs="Arial"/>
          <w:bCs/>
          <w:color w:val="000000"/>
        </w:rPr>
      </w:pPr>
      <w:r w:rsidRPr="00C6217F">
        <w:rPr>
          <w:rFonts w:cs="Arial"/>
          <w:bCs/>
          <w:color w:val="000000"/>
        </w:rPr>
        <w:t xml:space="preserve">Zadavatelem postoupená dokumentace – zadávací dokumentace; 2_ZÁVAZNÝ VZOR SMLOUVY; </w:t>
      </w:r>
      <w:proofErr w:type="spellStart"/>
      <w:r w:rsidRPr="00C6217F">
        <w:rPr>
          <w:rFonts w:cs="Arial"/>
          <w:bCs/>
          <w:i/>
          <w:iCs/>
          <w:color w:val="000000"/>
        </w:rPr>
        <w:t>ZTP_R_most</w:t>
      </w:r>
      <w:proofErr w:type="spellEnd"/>
      <w:r w:rsidRPr="00C6217F">
        <w:rPr>
          <w:rFonts w:cs="Arial"/>
          <w:bCs/>
          <w:i/>
          <w:iCs/>
          <w:color w:val="000000"/>
        </w:rPr>
        <w:t xml:space="preserve"> km 120,767_Frýdek </w:t>
      </w:r>
      <w:proofErr w:type="gramStart"/>
      <w:r w:rsidRPr="00C6217F">
        <w:rPr>
          <w:rFonts w:cs="Arial"/>
          <w:bCs/>
          <w:i/>
          <w:iCs/>
          <w:color w:val="000000"/>
        </w:rPr>
        <w:t>Místek - Český</w:t>
      </w:r>
      <w:proofErr w:type="gramEnd"/>
      <w:r w:rsidRPr="00C6217F">
        <w:rPr>
          <w:rFonts w:cs="Arial"/>
          <w:bCs/>
          <w:i/>
          <w:iCs/>
          <w:color w:val="000000"/>
        </w:rPr>
        <w:t xml:space="preserve"> Těšín</w:t>
      </w:r>
      <w:r w:rsidRPr="00C6217F">
        <w:rPr>
          <w:rFonts w:cs="Arial"/>
          <w:bCs/>
          <w:color w:val="000000"/>
        </w:rPr>
        <w:t xml:space="preserve">; odstavec 5. </w:t>
      </w:r>
      <w:bookmarkStart w:id="1" w:name="_Toc6410460"/>
      <w:bookmarkStart w:id="2" w:name="_Toc145934108"/>
      <w:r w:rsidRPr="00C6217F">
        <w:rPr>
          <w:rFonts w:cs="Arial"/>
          <w:bCs/>
          <w:color w:val="000000"/>
        </w:rPr>
        <w:t>ORGANIZACE VÝSTAVBY, VÝLUKY</w:t>
      </w:r>
      <w:bookmarkEnd w:id="1"/>
      <w:bookmarkEnd w:id="2"/>
      <w:r w:rsidRPr="00C6217F">
        <w:rPr>
          <w:rFonts w:cs="Arial"/>
          <w:bCs/>
          <w:color w:val="000000"/>
        </w:rPr>
        <w:t>; Zde se zadavatel odkazuje na termíny zahájení a ukončení stavby v ZOV viz výstřižek níže.</w:t>
      </w:r>
    </w:p>
    <w:p w14:paraId="62F1E62D" w14:textId="6B855955" w:rsidR="00C6217F" w:rsidRDefault="00C6217F" w:rsidP="00C6217F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86322">
        <w:rPr>
          <w:noProof/>
        </w:rPr>
        <w:drawing>
          <wp:inline distT="0" distB="0" distL="0" distR="0" wp14:anchorId="40EF14F4" wp14:editId="6AFCC184">
            <wp:extent cx="5353050" cy="1409700"/>
            <wp:effectExtent l="0" t="0" r="0" b="0"/>
            <wp:docPr id="229383247" name="Obrázek 1" descr="Obsah obrázku text, Písmo, snímek obrazovky, bíl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83247" name="Obrázek 1" descr="Obsah obrázku text, Písmo, snímek obrazovky, bílé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F8358" w14:textId="77777777" w:rsidR="00C6217F" w:rsidRDefault="00C6217F" w:rsidP="00C6217F">
      <w:pPr>
        <w:widowControl w:val="0"/>
        <w:autoSpaceDE w:val="0"/>
        <w:autoSpaceDN w:val="0"/>
        <w:adjustRightInd w:val="0"/>
        <w:spacing w:before="113" w:after="0"/>
        <w:jc w:val="both"/>
        <w:rPr>
          <w:rFonts w:cs="Arial"/>
          <w:color w:val="000000"/>
        </w:rPr>
      </w:pPr>
      <w:r w:rsidRPr="00C6217F">
        <w:rPr>
          <w:rFonts w:cs="Arial"/>
          <w:color w:val="000000"/>
        </w:rPr>
        <w:t xml:space="preserve">Dle oddílu </w:t>
      </w:r>
      <w:r w:rsidRPr="00C6217F">
        <w:rPr>
          <w:rFonts w:cs="Arial"/>
          <w:i/>
          <w:iCs/>
          <w:color w:val="000000"/>
        </w:rPr>
        <w:t>E Zásady organizace výstavby</w:t>
      </w:r>
      <w:r w:rsidRPr="00C6217F">
        <w:rPr>
          <w:rFonts w:cs="Arial"/>
          <w:color w:val="000000"/>
        </w:rPr>
        <w:t xml:space="preserve"> technické zprávy ZOV </w:t>
      </w:r>
      <w:r w:rsidRPr="00C6217F">
        <w:rPr>
          <w:rFonts w:cs="Arial"/>
          <w:i/>
          <w:iCs/>
          <w:color w:val="000000"/>
        </w:rPr>
        <w:t xml:space="preserve">20048_E1_ZOV </w:t>
      </w:r>
      <w:r w:rsidRPr="00C6217F">
        <w:rPr>
          <w:rFonts w:cs="Arial"/>
          <w:color w:val="000000"/>
        </w:rPr>
        <w:t>v projektové dokumentaci</w:t>
      </w:r>
      <w:r w:rsidRPr="00C6217F">
        <w:rPr>
          <w:rFonts w:cs="Arial"/>
          <w:i/>
          <w:iCs/>
          <w:color w:val="000000"/>
        </w:rPr>
        <w:t xml:space="preserve"> </w:t>
      </w:r>
      <w:r w:rsidRPr="00C6217F">
        <w:rPr>
          <w:rFonts w:cs="Arial"/>
          <w:color w:val="000000"/>
        </w:rPr>
        <w:t xml:space="preserve">je v odstavci </w:t>
      </w:r>
      <w:r w:rsidRPr="00C6217F">
        <w:rPr>
          <w:rFonts w:cs="Arial"/>
          <w:i/>
          <w:iCs/>
          <w:color w:val="000000"/>
        </w:rPr>
        <w:t xml:space="preserve">h) Popis postupu stavby, předpokládané termíny zahájení a ukončení stavby </w:t>
      </w:r>
      <w:r w:rsidRPr="00C6217F">
        <w:rPr>
          <w:rFonts w:cs="Arial"/>
          <w:color w:val="000000"/>
        </w:rPr>
        <w:t>uveden termín realizace stavby v roce 2022</w:t>
      </w:r>
      <w:r>
        <w:rPr>
          <w:rFonts w:cs="Arial"/>
          <w:color w:val="000000"/>
        </w:rPr>
        <w:t>.</w:t>
      </w:r>
    </w:p>
    <w:p w14:paraId="2C4857B4" w14:textId="43BAB0DA" w:rsidR="00C6217F" w:rsidRPr="00C6217F" w:rsidRDefault="00C6217F" w:rsidP="00C6217F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  <w:r w:rsidRPr="00C6217F">
        <w:rPr>
          <w:rFonts w:cs="Arial"/>
          <w:bCs/>
          <w:i/>
          <w:iCs/>
          <w:color w:val="000000"/>
        </w:rPr>
        <w:t>Žádáme zadavatele o aktualizaci termínu realizace stavby.</w:t>
      </w:r>
    </w:p>
    <w:p w14:paraId="0E7D5FF8" w14:textId="77777777" w:rsidR="00C6217F" w:rsidRDefault="00C621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84BF0" w14:textId="71817549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255E5B2" w14:textId="2A637B52" w:rsidR="00CB7B5A" w:rsidRPr="007528EE" w:rsidRDefault="00EE1B78" w:rsidP="007528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28EE">
        <w:rPr>
          <w:rFonts w:eastAsia="Calibri" w:cs="Times New Roman"/>
          <w:bCs/>
          <w:lang w:eastAsia="cs-CZ"/>
        </w:rPr>
        <w:t>Aktuální termín realizace je stanoven a rok 2024. V souladu s tímto termínem byla aktualizována příloha 3 – Dokumentace stavby v rozsahu E Zásady organizace výluky E1 ZOV.</w:t>
      </w:r>
    </w:p>
    <w:p w14:paraId="1DAAA7C2" w14:textId="77777777" w:rsidR="00C6217F" w:rsidRDefault="00C621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133103" w14:textId="77777777" w:rsidR="00C6217F" w:rsidRDefault="00C621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325BDA" w14:textId="77777777" w:rsidR="007528EE" w:rsidRDefault="007528E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59974A" w14:textId="1C5E84A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555EDB8" w14:textId="77777777" w:rsidR="00C6217F" w:rsidRDefault="00C6217F" w:rsidP="00C6217F">
      <w:pPr>
        <w:tabs>
          <w:tab w:val="left" w:pos="1245"/>
        </w:tabs>
        <w:spacing w:after="0"/>
        <w:jc w:val="both"/>
        <w:rPr>
          <w:rFonts w:cs="Arial"/>
          <w:bCs/>
          <w:color w:val="000000"/>
        </w:rPr>
      </w:pPr>
      <w:r w:rsidRPr="00C6217F">
        <w:rPr>
          <w:rFonts w:cs="Arial"/>
          <w:bCs/>
          <w:color w:val="000000"/>
        </w:rPr>
        <w:t xml:space="preserve">Zadavatelem postoupená dokumentace – soupis prací; stavební objekt </w:t>
      </w:r>
      <w:r w:rsidRPr="00C6217F">
        <w:rPr>
          <w:rFonts w:cs="Arial"/>
          <w:bCs/>
          <w:i/>
          <w:iCs/>
          <w:color w:val="000000"/>
        </w:rPr>
        <w:t>SO 801.01 Vegetační úpravy – kácení</w:t>
      </w:r>
      <w:r w:rsidRPr="00C6217F">
        <w:rPr>
          <w:rFonts w:cs="Arial"/>
          <w:bCs/>
          <w:color w:val="000000"/>
        </w:rPr>
        <w:t xml:space="preserve"> a stavební objekt </w:t>
      </w:r>
      <w:r w:rsidRPr="00C6217F">
        <w:rPr>
          <w:rFonts w:cs="Arial"/>
          <w:bCs/>
          <w:i/>
          <w:iCs/>
          <w:color w:val="000000"/>
        </w:rPr>
        <w:t xml:space="preserve">SO 801.02 Vegetační </w:t>
      </w:r>
      <w:proofErr w:type="gramStart"/>
      <w:r w:rsidRPr="00C6217F">
        <w:rPr>
          <w:rFonts w:cs="Arial"/>
          <w:bCs/>
          <w:i/>
          <w:iCs/>
          <w:color w:val="000000"/>
        </w:rPr>
        <w:t>úpravy - náhradní</w:t>
      </w:r>
      <w:proofErr w:type="gramEnd"/>
      <w:r w:rsidRPr="00C6217F">
        <w:rPr>
          <w:rFonts w:cs="Arial"/>
          <w:bCs/>
          <w:i/>
          <w:iCs/>
          <w:color w:val="000000"/>
        </w:rPr>
        <w:t xml:space="preserve"> výsadba</w:t>
      </w:r>
      <w:r w:rsidRPr="00C6217F">
        <w:rPr>
          <w:rFonts w:cs="Arial"/>
          <w:bCs/>
          <w:color w:val="000000"/>
        </w:rPr>
        <w:t>; V těchto stavebních objektech se vyskytují skryté položky. U těchto položek chybí často název položky, poznámky, či kód položky.</w:t>
      </w:r>
    </w:p>
    <w:p w14:paraId="6D2425AB" w14:textId="158408E5" w:rsidR="00C6217F" w:rsidRPr="00C6217F" w:rsidRDefault="00C6217F" w:rsidP="00C6217F">
      <w:pPr>
        <w:tabs>
          <w:tab w:val="left" w:pos="1245"/>
        </w:tabs>
        <w:spacing w:after="0"/>
        <w:jc w:val="both"/>
        <w:rPr>
          <w:rFonts w:cs="Arial"/>
          <w:bCs/>
          <w:color w:val="000000"/>
        </w:rPr>
      </w:pPr>
      <w:r w:rsidRPr="00C6217F">
        <w:rPr>
          <w:rFonts w:cs="Arial"/>
          <w:bCs/>
          <w:i/>
          <w:iCs/>
          <w:color w:val="000000"/>
        </w:rPr>
        <w:t>Žádáme zadavatele o ujasnění, jak má uchazeč k těmto skrytým a neúplným položkám přistoupit</w:t>
      </w:r>
      <w:r w:rsidRPr="00C6217F">
        <w:rPr>
          <w:rFonts w:cs="Arial"/>
          <w:b/>
          <w:i/>
          <w:iCs/>
          <w:color w:val="000000"/>
        </w:rPr>
        <w:t>.</w:t>
      </w:r>
    </w:p>
    <w:p w14:paraId="7C0D992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B9012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4DDD5C7" w14:textId="698F899B" w:rsidR="00C6217F" w:rsidRPr="007528EE" w:rsidRDefault="00EE1B78" w:rsidP="007528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28EE">
        <w:rPr>
          <w:rFonts w:eastAsia="Calibri" w:cs="Times New Roman"/>
          <w:bCs/>
          <w:lang w:eastAsia="cs-CZ"/>
        </w:rPr>
        <w:t xml:space="preserve">Skryté položky byly částečně odstraněny. V případech, kdy byly ponechány, byla vyznačena poznámka o nevyplňování těchto položek. V objektech SO 801.01 Vegetační úpravy – kácení a SO 801.02 Vegetační úpravy – náhradní výsadba požadujeme vyplňovat pouze vyplněné položky. </w:t>
      </w:r>
    </w:p>
    <w:p w14:paraId="446EE201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781EA6" w14:textId="77777777" w:rsidR="007528EE" w:rsidRDefault="007528EE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2B3A153" w14:textId="77777777" w:rsidR="007528EE" w:rsidRPr="00CB7B5A" w:rsidRDefault="007528EE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AF537A9" w14:textId="77777777" w:rsidR="00C47CAE" w:rsidRDefault="00C47CAE" w:rsidP="00C47CA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3:</w:t>
      </w:r>
    </w:p>
    <w:p w14:paraId="2C6552B8" w14:textId="77777777" w:rsidR="00C47CAE" w:rsidRDefault="00C47CAE" w:rsidP="00C47CA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V soupisu prací v objektu SO 111 jsou uvedeny položky: p. č. 13, kód položky 574A33 ASFALTOVÝ BETON PRO OBRUSNÉ VRSTVY ACO 11 TL. 40MM, a p. č. 14, kód položky 574A43 ASFALTOVÝ BETON PRO OBRUSNÉ VRSTVY ACO 11 TL. 50MM, oproti tomu v technické zprávě jsou tyto vrstvy uvedeny jako ACO 16, jak máme dané položky ocenit?</w:t>
      </w:r>
    </w:p>
    <w:p w14:paraId="46232E4A" w14:textId="77777777" w:rsidR="00C47CAE" w:rsidRDefault="00C47CAE" w:rsidP="00C47CA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B3B7BB" w14:textId="77777777" w:rsidR="00C47CAE" w:rsidRDefault="00C47CAE" w:rsidP="00C47CA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5F9C5B85" w14:textId="61D97FB5" w:rsidR="00C47CAE" w:rsidRPr="007528EE" w:rsidRDefault="00C47CAE" w:rsidP="007528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28EE">
        <w:rPr>
          <w:rFonts w:eastAsia="Calibri" w:cs="Times New Roman"/>
          <w:bCs/>
          <w:lang w:eastAsia="cs-CZ"/>
        </w:rPr>
        <w:t>V položkovém rozpočtu byly upraveny položky na požadované konstrukce. Tj.</w:t>
      </w:r>
      <w:r w:rsidRPr="007528EE">
        <w:rPr>
          <w:bCs/>
        </w:rPr>
        <w:t xml:space="preserve"> </w:t>
      </w:r>
      <w:r w:rsidRPr="007528EE">
        <w:rPr>
          <w:rFonts w:eastAsia="Calibri" w:cs="Times New Roman"/>
          <w:bCs/>
          <w:lang w:eastAsia="cs-CZ"/>
        </w:rPr>
        <w:t xml:space="preserve">p. č. 13, kód položky 574A33 ASFALTOVÝ BETON PRO OBRUSNÉ VRSTVY ACO 11 TL. 40MM, a p. č. 14, kód položky 574A43 ASFALTOVÝ BETON PRO OBRUSNÉ VRSTVY ACO 16 TL. 50MM. </w:t>
      </w:r>
    </w:p>
    <w:p w14:paraId="0C6FEE50" w14:textId="0A276D6E" w:rsidR="00C47CAE" w:rsidRPr="007528EE" w:rsidRDefault="002D138E" w:rsidP="007528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28EE">
        <w:rPr>
          <w:rFonts w:eastAsia="Calibri" w:cs="Times New Roman"/>
          <w:bCs/>
          <w:lang w:eastAsia="cs-CZ"/>
        </w:rPr>
        <w:t>T</w:t>
      </w:r>
      <w:r w:rsidR="00C47CAE" w:rsidRPr="007528EE">
        <w:rPr>
          <w:rFonts w:eastAsia="Calibri" w:cs="Times New Roman"/>
          <w:bCs/>
          <w:lang w:eastAsia="cs-CZ"/>
        </w:rPr>
        <w:t xml:space="preserve">ímto upřesněním došlo </w:t>
      </w:r>
      <w:r w:rsidRPr="007528EE">
        <w:rPr>
          <w:rFonts w:eastAsia="Calibri" w:cs="Times New Roman"/>
          <w:bCs/>
          <w:lang w:eastAsia="cs-CZ"/>
        </w:rPr>
        <w:t xml:space="preserve">k harmonizaci s </w:t>
      </w:r>
      <w:r w:rsidR="00C47CAE" w:rsidRPr="007528EE">
        <w:rPr>
          <w:rFonts w:eastAsia="Calibri" w:cs="Times New Roman"/>
          <w:bCs/>
          <w:lang w:eastAsia="cs-CZ"/>
        </w:rPr>
        <w:t>příloh</w:t>
      </w:r>
      <w:r w:rsidRPr="007528EE">
        <w:rPr>
          <w:rFonts w:eastAsia="Calibri" w:cs="Times New Roman"/>
          <w:bCs/>
          <w:lang w:eastAsia="cs-CZ"/>
        </w:rPr>
        <w:t>ou</w:t>
      </w:r>
      <w:r w:rsidR="00C47CAE" w:rsidRPr="007528EE">
        <w:rPr>
          <w:rFonts w:eastAsia="Calibri" w:cs="Times New Roman"/>
          <w:bCs/>
          <w:lang w:eastAsia="cs-CZ"/>
        </w:rPr>
        <w:t xml:space="preserve"> 3 – Dokumentace stavby v rozsahu </w:t>
      </w:r>
      <w:r w:rsidRPr="007528EE">
        <w:rPr>
          <w:rFonts w:eastAsia="Calibri" w:cs="Times New Roman"/>
          <w:bCs/>
          <w:lang w:eastAsia="cs-CZ"/>
        </w:rPr>
        <w:t>D Dokumentace objektů části SO 111 Přístupová staveništní komunikace.</w:t>
      </w:r>
    </w:p>
    <w:p w14:paraId="145D9B8E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5EDBE3" w14:textId="77777777" w:rsidR="00C47CAE" w:rsidRDefault="00C47CAE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E766097" w14:textId="77777777" w:rsidR="007528EE" w:rsidRDefault="007528EE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61FCA02" w14:textId="2040C98B" w:rsidR="002D138E" w:rsidRDefault="002D138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5DA">
        <w:rPr>
          <w:rFonts w:eastAsia="Calibri" w:cs="Times New Roman"/>
          <w:b/>
          <w:lang w:eastAsia="cs-CZ"/>
        </w:rPr>
        <w:t>Dotaz č. 4:</w:t>
      </w:r>
    </w:p>
    <w:p w14:paraId="0C955E3C" w14:textId="77777777" w:rsidR="002D138E" w:rsidRPr="006925DA" w:rsidRDefault="002D138E" w:rsidP="002D138E">
      <w:pPr>
        <w:tabs>
          <w:tab w:val="left" w:pos="1245"/>
        </w:tabs>
        <w:jc w:val="both"/>
        <w:rPr>
          <w:rFonts w:cs="Arial"/>
          <w:bCs/>
          <w:color w:val="000000"/>
        </w:rPr>
      </w:pPr>
      <w:r w:rsidRPr="006925DA">
        <w:rPr>
          <w:rFonts w:cs="Arial"/>
          <w:bCs/>
          <w:color w:val="000000"/>
        </w:rPr>
        <w:t xml:space="preserve">Zadavatelem postoupená dokumentace – soupis prací; </w:t>
      </w:r>
      <w:r w:rsidRPr="006925DA">
        <w:rPr>
          <w:rFonts w:cs="Arial"/>
          <w:bCs/>
          <w:i/>
          <w:iCs/>
          <w:color w:val="000000"/>
        </w:rPr>
        <w:t>SO 111 Přístupová staveništní komunikace</w:t>
      </w:r>
      <w:r w:rsidRPr="006925DA">
        <w:rPr>
          <w:rFonts w:cs="Arial"/>
          <w:bCs/>
          <w:color w:val="000000"/>
        </w:rPr>
        <w:t xml:space="preserve"> a </w:t>
      </w:r>
      <w:r w:rsidRPr="006925DA">
        <w:rPr>
          <w:rFonts w:cs="Arial"/>
          <w:bCs/>
          <w:i/>
          <w:iCs/>
          <w:color w:val="000000"/>
        </w:rPr>
        <w:t>SO 201 Most v km 120,767</w:t>
      </w:r>
      <w:r w:rsidRPr="006925DA">
        <w:rPr>
          <w:rFonts w:cs="Arial"/>
          <w:bCs/>
          <w:color w:val="000000"/>
        </w:rPr>
        <w:t xml:space="preserve"> </w:t>
      </w:r>
      <w:r w:rsidRPr="006925DA">
        <w:rPr>
          <w:rFonts w:cs="Arial"/>
          <w:bCs/>
          <w:i/>
          <w:iCs/>
          <w:color w:val="000000"/>
        </w:rPr>
        <w:t xml:space="preserve">– </w:t>
      </w:r>
      <w:r w:rsidRPr="006925DA">
        <w:rPr>
          <w:rFonts w:cs="Arial"/>
          <w:bCs/>
          <w:color w:val="000000"/>
        </w:rPr>
        <w:t>V soupise prací se vyskytují</w:t>
      </w:r>
      <w:r w:rsidRPr="006925DA">
        <w:rPr>
          <w:rFonts w:cs="Arial"/>
          <w:bCs/>
          <w:i/>
          <w:iCs/>
          <w:color w:val="000000"/>
        </w:rPr>
        <w:t xml:space="preserve"> </w:t>
      </w:r>
      <w:r w:rsidRPr="006925DA">
        <w:rPr>
          <w:rFonts w:cs="Arial"/>
          <w:bCs/>
          <w:color w:val="000000"/>
        </w:rPr>
        <w:t>položky poplatky za skládku, které nezahrnuji číslo kategorie odpadu. Jedná se o tyto položky:</w:t>
      </w:r>
    </w:p>
    <w:p w14:paraId="594CDD6A" w14:textId="77777777" w:rsidR="002D138E" w:rsidRPr="006925DA" w:rsidRDefault="002D138E" w:rsidP="002D138E">
      <w:pPr>
        <w:tabs>
          <w:tab w:val="left" w:pos="1245"/>
        </w:tabs>
        <w:jc w:val="both"/>
        <w:rPr>
          <w:rFonts w:cs="Arial"/>
          <w:bCs/>
          <w:color w:val="000000"/>
        </w:rPr>
      </w:pPr>
      <w:r w:rsidRPr="006925DA">
        <w:rPr>
          <w:rFonts w:cs="Arial"/>
          <w:bCs/>
          <w:color w:val="000000"/>
        </w:rPr>
        <w:t>SO 111 - Přístupová staveništní komunikace</w:t>
      </w:r>
    </w:p>
    <w:p w14:paraId="74D71F7E" w14:textId="77777777" w:rsidR="002D138E" w:rsidRDefault="002D138E" w:rsidP="002D138E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012D8">
        <w:rPr>
          <w:noProof/>
        </w:rPr>
        <w:drawing>
          <wp:inline distT="0" distB="0" distL="0" distR="0" wp14:anchorId="4B217B46" wp14:editId="5E82FD5A">
            <wp:extent cx="5525770" cy="512445"/>
            <wp:effectExtent l="0" t="0" r="0" b="1905"/>
            <wp:docPr id="160478001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2BDE" w14:textId="77777777" w:rsidR="002D138E" w:rsidRPr="006925DA" w:rsidRDefault="002D138E" w:rsidP="002D138E">
      <w:pPr>
        <w:tabs>
          <w:tab w:val="left" w:pos="1245"/>
        </w:tabs>
        <w:jc w:val="both"/>
        <w:rPr>
          <w:rFonts w:cs="Arial"/>
          <w:bCs/>
          <w:color w:val="000000"/>
        </w:rPr>
      </w:pPr>
      <w:r w:rsidRPr="006925DA">
        <w:rPr>
          <w:rFonts w:cs="Arial"/>
          <w:bCs/>
          <w:color w:val="000000"/>
        </w:rPr>
        <w:t>SO 201 - Most v km 120,767</w:t>
      </w:r>
    </w:p>
    <w:p w14:paraId="61FFD0AB" w14:textId="77777777" w:rsidR="002D138E" w:rsidRDefault="002D138E" w:rsidP="002D138E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012D8">
        <w:rPr>
          <w:noProof/>
        </w:rPr>
        <w:drawing>
          <wp:inline distT="0" distB="0" distL="0" distR="0" wp14:anchorId="623E4620" wp14:editId="0A153110">
            <wp:extent cx="5525770" cy="512445"/>
            <wp:effectExtent l="0" t="0" r="0" b="1905"/>
            <wp:docPr id="100133016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5150D" w14:textId="77777777" w:rsidR="002D138E" w:rsidRDefault="002D138E" w:rsidP="002D138E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E3560E6" w14:textId="77777777" w:rsidR="002D138E" w:rsidRDefault="002D138E" w:rsidP="002D138E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012D8">
        <w:rPr>
          <w:noProof/>
        </w:rPr>
        <w:drawing>
          <wp:inline distT="0" distB="0" distL="0" distR="0" wp14:anchorId="6A07FAD1" wp14:editId="4F2E131E">
            <wp:extent cx="5525770" cy="401320"/>
            <wp:effectExtent l="0" t="0" r="0" b="0"/>
            <wp:docPr id="150052247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EFB6A" w14:textId="6E643587" w:rsidR="002D138E" w:rsidRPr="007528EE" w:rsidRDefault="002D138E" w:rsidP="007528EE">
      <w:pPr>
        <w:tabs>
          <w:tab w:val="left" w:pos="1245"/>
        </w:tabs>
        <w:jc w:val="both"/>
        <w:rPr>
          <w:rFonts w:cs="Arial"/>
          <w:bCs/>
          <w:color w:val="000000"/>
        </w:rPr>
      </w:pPr>
      <w:r w:rsidRPr="006925DA">
        <w:rPr>
          <w:rFonts w:cs="Arial"/>
          <w:bCs/>
          <w:color w:val="000000"/>
        </w:rPr>
        <w:t>Žádáme zadavatele o doplnění patřičných čísel kategorie odpadů.</w:t>
      </w:r>
    </w:p>
    <w:p w14:paraId="5B1FED25" w14:textId="77777777" w:rsidR="002D138E" w:rsidRDefault="002D138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5DA">
        <w:rPr>
          <w:rFonts w:eastAsia="Calibri" w:cs="Times New Roman"/>
          <w:b/>
          <w:lang w:eastAsia="cs-CZ"/>
        </w:rPr>
        <w:t>Odpověď:</w:t>
      </w:r>
    </w:p>
    <w:p w14:paraId="72D983E6" w14:textId="5EC742AD" w:rsidR="002D138E" w:rsidRPr="00BF1BB7" w:rsidRDefault="002D138E" w:rsidP="007528E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7528EE">
        <w:rPr>
          <w:rFonts w:eastAsia="Calibri" w:cs="Times New Roman"/>
          <w:bCs/>
          <w:lang w:eastAsia="cs-CZ"/>
        </w:rPr>
        <w:t>Do položkového rozpočtu byly doplněny kategorie odpadů k výše zmíněným položkám.</w:t>
      </w:r>
      <w:r w:rsidR="00C12A56" w:rsidRPr="007528EE">
        <w:rPr>
          <w:rFonts w:eastAsia="Calibri" w:cs="Times New Roman"/>
          <w:bCs/>
          <w:lang w:eastAsia="cs-CZ"/>
        </w:rPr>
        <w:t xml:space="preserve"> Odpad byl specifikován kódem odpadu 170504 – „</w:t>
      </w:r>
      <w:r w:rsidR="00C12A56" w:rsidRPr="007528EE">
        <w:rPr>
          <w:rFonts w:eastAsia="Calibri" w:cs="Times New Roman"/>
          <w:bCs/>
          <w:i/>
          <w:iCs/>
          <w:lang w:eastAsia="cs-CZ"/>
        </w:rPr>
        <w:t>Zemina a kamení neuvedené pod číslem 17 05 03</w:t>
      </w:r>
      <w:r w:rsidR="00C12A56" w:rsidRPr="007528EE">
        <w:rPr>
          <w:rFonts w:eastAsia="Calibri" w:cs="Times New Roman"/>
          <w:bCs/>
          <w:lang w:eastAsia="cs-CZ"/>
        </w:rPr>
        <w:t>“.</w:t>
      </w:r>
    </w:p>
    <w:p w14:paraId="1DA5F822" w14:textId="77777777" w:rsidR="002D138E" w:rsidRDefault="002D138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5F60304" w14:textId="77777777" w:rsidR="007528EE" w:rsidRDefault="007528E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4EB84C8" w14:textId="77777777" w:rsidR="007528EE" w:rsidRDefault="007528E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32CE149" w14:textId="77777777" w:rsidR="002D138E" w:rsidRDefault="002D138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5:</w:t>
      </w:r>
    </w:p>
    <w:p w14:paraId="6BCB5215" w14:textId="77777777" w:rsidR="002D138E" w:rsidRPr="006925DA" w:rsidRDefault="002D138E" w:rsidP="002D138E">
      <w:pPr>
        <w:tabs>
          <w:tab w:val="left" w:pos="1245"/>
        </w:tabs>
        <w:jc w:val="both"/>
        <w:rPr>
          <w:rFonts w:ascii="Verdana" w:hAnsi="Verdana" w:cs="Arial"/>
          <w:bCs/>
          <w:color w:val="000000"/>
        </w:rPr>
      </w:pPr>
      <w:r w:rsidRPr="006925DA">
        <w:rPr>
          <w:rFonts w:ascii="Verdana" w:hAnsi="Verdana" w:cs="Arial"/>
          <w:bCs/>
          <w:color w:val="000000"/>
        </w:rPr>
        <w:t xml:space="preserve">Zadavatelem postoupená dokumentace – soupis prací; </w:t>
      </w:r>
      <w:r w:rsidRPr="006925DA">
        <w:rPr>
          <w:rFonts w:ascii="Verdana" w:hAnsi="Verdana" w:cs="Arial"/>
          <w:bCs/>
          <w:i/>
          <w:iCs/>
          <w:color w:val="000000"/>
        </w:rPr>
        <w:t>SO 111 Přístupová staveništní komunikace</w:t>
      </w:r>
      <w:r w:rsidRPr="006925DA">
        <w:rPr>
          <w:rFonts w:ascii="Verdana" w:hAnsi="Verdana" w:cs="Arial"/>
          <w:bCs/>
          <w:color w:val="000000"/>
        </w:rPr>
        <w:t xml:space="preserve"> a </w:t>
      </w:r>
      <w:r w:rsidRPr="006925DA">
        <w:rPr>
          <w:rFonts w:ascii="Verdana" w:hAnsi="Verdana" w:cs="Arial"/>
          <w:bCs/>
          <w:i/>
          <w:iCs/>
          <w:color w:val="000000"/>
        </w:rPr>
        <w:t>SO 201 Most v km 120,767</w:t>
      </w:r>
      <w:r w:rsidRPr="006925DA">
        <w:rPr>
          <w:rFonts w:ascii="Verdana" w:hAnsi="Verdana" w:cs="Arial"/>
          <w:bCs/>
          <w:color w:val="000000"/>
        </w:rPr>
        <w:t xml:space="preserve"> </w:t>
      </w:r>
      <w:r w:rsidRPr="006925DA">
        <w:rPr>
          <w:rFonts w:ascii="Verdana" w:hAnsi="Verdana" w:cs="Arial"/>
          <w:bCs/>
          <w:i/>
          <w:iCs/>
          <w:color w:val="000000"/>
        </w:rPr>
        <w:t xml:space="preserve">– </w:t>
      </w:r>
      <w:r w:rsidRPr="006925DA">
        <w:rPr>
          <w:rFonts w:ascii="Verdana" w:hAnsi="Verdana" w:cs="Arial"/>
          <w:bCs/>
          <w:color w:val="000000"/>
        </w:rPr>
        <w:t>V soupise prací se vyskytují</w:t>
      </w:r>
      <w:r w:rsidRPr="006925DA">
        <w:rPr>
          <w:rFonts w:ascii="Verdana" w:hAnsi="Verdana" w:cs="Arial"/>
          <w:bCs/>
          <w:i/>
          <w:iCs/>
          <w:color w:val="000000"/>
        </w:rPr>
        <w:t xml:space="preserve"> </w:t>
      </w:r>
      <w:r w:rsidRPr="006925DA">
        <w:rPr>
          <w:rFonts w:ascii="Verdana" w:hAnsi="Verdana" w:cs="Arial"/>
          <w:bCs/>
          <w:color w:val="000000"/>
        </w:rPr>
        <w:t>položky poplatky za skládku, které mají stejný kód položky, ale v poznámce těchto položek se evidují rozdílné materiály (kód položky a materiál je žlutě zvýrazněný viz výstřižek níže). Jedná se o tyto položky:</w:t>
      </w:r>
    </w:p>
    <w:p w14:paraId="7218E20B" w14:textId="77777777" w:rsidR="002D138E" w:rsidRPr="006925DA" w:rsidRDefault="002D138E" w:rsidP="002D138E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B54C6">
        <w:rPr>
          <w:noProof/>
        </w:rPr>
        <w:lastRenderedPageBreak/>
        <w:drawing>
          <wp:inline distT="0" distB="0" distL="0" distR="0" wp14:anchorId="35A05505" wp14:editId="62EA629A">
            <wp:extent cx="5525770" cy="1545590"/>
            <wp:effectExtent l="0" t="0" r="0" b="0"/>
            <wp:docPr id="2083186529" name="Obrázek 7" descr="Obsah obrázku text, snímek obrazovky, řada/pruh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186529" name="Obrázek 7" descr="Obsah obrázku text, snímek obrazovky, řada/pruh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789A" w14:textId="5A51A29A" w:rsidR="002D138E" w:rsidRPr="007528EE" w:rsidRDefault="002D138E" w:rsidP="007528EE">
      <w:pPr>
        <w:tabs>
          <w:tab w:val="left" w:pos="7095"/>
        </w:tabs>
        <w:spacing w:line="240" w:lineRule="exact"/>
        <w:jc w:val="both"/>
        <w:outlineLvl w:val="0"/>
        <w:rPr>
          <w:rFonts w:ascii="Verdana" w:hAnsi="Verdana" w:cs="Arial"/>
          <w:bCs/>
          <w:color w:val="000000"/>
        </w:rPr>
      </w:pPr>
      <w:r w:rsidRPr="006925DA">
        <w:rPr>
          <w:rFonts w:ascii="Verdana" w:hAnsi="Verdana" w:cs="Arial"/>
          <w:bCs/>
          <w:color w:val="000000"/>
        </w:rPr>
        <w:t>Žádáme zadavatele o kontrolu, či úpravu těchto položek.</w:t>
      </w:r>
    </w:p>
    <w:p w14:paraId="143189C2" w14:textId="77777777" w:rsidR="002D138E" w:rsidRDefault="002D138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4B7E9AD6" w14:textId="5C805EC3" w:rsidR="002D138E" w:rsidRPr="007528EE" w:rsidRDefault="002D138E" w:rsidP="007528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28EE">
        <w:rPr>
          <w:rFonts w:eastAsia="Calibri" w:cs="Times New Roman"/>
          <w:bCs/>
          <w:lang w:eastAsia="cs-CZ"/>
        </w:rPr>
        <w:t xml:space="preserve">Do položkového rozpočtu byly doplněny kategorie odpadů s kódem odpadu 170504 </w:t>
      </w:r>
      <w:r w:rsidR="000A6C94" w:rsidRPr="007528EE">
        <w:rPr>
          <w:rFonts w:eastAsia="Calibri" w:cs="Times New Roman"/>
          <w:bCs/>
          <w:lang w:eastAsia="cs-CZ"/>
        </w:rPr>
        <w:t>–</w:t>
      </w:r>
      <w:r w:rsidRPr="007528EE">
        <w:rPr>
          <w:rFonts w:eastAsia="Calibri" w:cs="Times New Roman"/>
          <w:bCs/>
          <w:lang w:eastAsia="cs-CZ"/>
        </w:rPr>
        <w:t xml:space="preserve"> </w:t>
      </w:r>
      <w:r w:rsidR="000A6C94" w:rsidRPr="007528EE">
        <w:rPr>
          <w:rFonts w:eastAsia="Calibri" w:cs="Times New Roman"/>
          <w:bCs/>
          <w:lang w:eastAsia="cs-CZ"/>
        </w:rPr>
        <w:t>„</w:t>
      </w:r>
      <w:r w:rsidRPr="007528EE">
        <w:rPr>
          <w:rFonts w:eastAsia="Calibri" w:cs="Times New Roman"/>
          <w:bCs/>
          <w:i/>
          <w:iCs/>
          <w:lang w:eastAsia="cs-CZ"/>
        </w:rPr>
        <w:t>Zemina a kamení neuvedené pod číslem 17 05 03</w:t>
      </w:r>
      <w:r w:rsidR="000A6C94" w:rsidRPr="007528EE">
        <w:rPr>
          <w:rFonts w:eastAsia="Calibri" w:cs="Times New Roman"/>
          <w:bCs/>
          <w:lang w:eastAsia="cs-CZ"/>
        </w:rPr>
        <w:t>“</w:t>
      </w:r>
      <w:r w:rsidRPr="007528EE">
        <w:rPr>
          <w:rFonts w:eastAsia="Calibri" w:cs="Times New Roman"/>
          <w:bCs/>
          <w:lang w:eastAsia="cs-CZ"/>
        </w:rPr>
        <w:t>. Ob</w:t>
      </w:r>
      <w:r w:rsidR="000A6C94" w:rsidRPr="007528EE">
        <w:rPr>
          <w:rFonts w:eastAsia="Calibri" w:cs="Times New Roman"/>
          <w:bCs/>
          <w:lang w:eastAsia="cs-CZ"/>
        </w:rPr>
        <w:t>ě</w:t>
      </w:r>
      <w:r w:rsidRPr="007528EE">
        <w:rPr>
          <w:rFonts w:eastAsia="Calibri" w:cs="Times New Roman"/>
          <w:bCs/>
          <w:lang w:eastAsia="cs-CZ"/>
        </w:rPr>
        <w:t xml:space="preserve"> tyto </w:t>
      </w:r>
      <w:r w:rsidR="000A6C94" w:rsidRPr="007528EE">
        <w:rPr>
          <w:rFonts w:eastAsia="Calibri" w:cs="Times New Roman"/>
          <w:bCs/>
          <w:lang w:eastAsia="cs-CZ"/>
        </w:rPr>
        <w:t xml:space="preserve">položky </w:t>
      </w:r>
      <w:r w:rsidRPr="007528EE">
        <w:rPr>
          <w:rFonts w:eastAsia="Calibri" w:cs="Times New Roman"/>
          <w:bCs/>
          <w:lang w:eastAsia="cs-CZ"/>
        </w:rPr>
        <w:t xml:space="preserve">spadají do uvedené </w:t>
      </w:r>
      <w:r w:rsidR="00BF1BB7" w:rsidRPr="007528EE">
        <w:rPr>
          <w:rFonts w:eastAsia="Calibri" w:cs="Times New Roman"/>
          <w:bCs/>
          <w:lang w:eastAsia="cs-CZ"/>
        </w:rPr>
        <w:t>kategorie,</w:t>
      </w:r>
      <w:r w:rsidRPr="007528EE">
        <w:rPr>
          <w:rFonts w:eastAsia="Calibri" w:cs="Times New Roman"/>
          <w:bCs/>
          <w:lang w:eastAsia="cs-CZ"/>
        </w:rPr>
        <w:t xml:space="preserve"> proto jsou uvedeny pod stejným </w:t>
      </w:r>
      <w:r w:rsidR="0027355E" w:rsidRPr="007528EE">
        <w:rPr>
          <w:rFonts w:eastAsia="Calibri" w:cs="Times New Roman"/>
          <w:bCs/>
          <w:lang w:eastAsia="cs-CZ"/>
        </w:rPr>
        <w:t>kódem položky.</w:t>
      </w:r>
    </w:p>
    <w:p w14:paraId="5306E8E5" w14:textId="77777777" w:rsidR="002D138E" w:rsidRDefault="002D138E" w:rsidP="002D13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0BC4C4B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FAD3E04" w14:textId="77777777" w:rsidR="00242160" w:rsidRPr="00C6217F" w:rsidRDefault="00242160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48928E3" w14:textId="77777777" w:rsidR="007528EE" w:rsidRDefault="007528EE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2C7B449" w14:textId="386157D3" w:rsidR="00483F34" w:rsidRPr="007528EE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28EE">
        <w:rPr>
          <w:rFonts w:eastAsia="Times New Roman" w:cs="Times New Roman"/>
          <w:lang w:eastAsia="cs-CZ"/>
        </w:rPr>
        <w:t>Povaha shora uvedených vysvětlení/ změn/</w:t>
      </w:r>
      <w:r w:rsidR="007528EE">
        <w:rPr>
          <w:rFonts w:eastAsia="Times New Roman" w:cs="Times New Roman"/>
          <w:lang w:eastAsia="cs-CZ"/>
        </w:rPr>
        <w:t xml:space="preserve"> </w:t>
      </w:r>
      <w:r w:rsidRPr="007528EE">
        <w:rPr>
          <w:rFonts w:eastAsia="Times New Roman" w:cs="Times New Roman"/>
          <w:lang w:eastAsia="cs-CZ"/>
        </w:rPr>
        <w:t xml:space="preserve">doplnění zadávací dokumentace nevyžaduje prodloužení lhůty pro podání nabídek. </w:t>
      </w:r>
    </w:p>
    <w:p w14:paraId="125C2299" w14:textId="77777777" w:rsidR="00CB7B5A" w:rsidRPr="00C6217F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21CF30F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6E7BD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6217F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7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5992FA8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078C18F" w14:textId="77777777" w:rsidR="009942B5" w:rsidRDefault="009942B5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0C5FBFA" w14:textId="50E30662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528EE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39F86EC" w14:textId="330FFFCF" w:rsidR="00EE1B78" w:rsidRPr="007528EE" w:rsidRDefault="00EE1B7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28EE">
        <w:rPr>
          <w:rFonts w:eastAsia="Calibri" w:cs="Times New Roman"/>
          <w:lang w:eastAsia="cs-CZ"/>
        </w:rPr>
        <w:t>20048_E1_ZOV</w:t>
      </w:r>
      <w:r w:rsidR="009942B5">
        <w:rPr>
          <w:rFonts w:eastAsia="Calibri" w:cs="Times New Roman"/>
          <w:lang w:eastAsia="cs-CZ"/>
        </w:rPr>
        <w:t>_změna č.1</w:t>
      </w:r>
      <w:r w:rsidRPr="007528EE">
        <w:rPr>
          <w:rFonts w:eastAsia="Calibri" w:cs="Times New Roman"/>
          <w:lang w:eastAsia="cs-CZ"/>
        </w:rPr>
        <w:t>.pdf</w:t>
      </w:r>
    </w:p>
    <w:p w14:paraId="17270432" w14:textId="77953606" w:rsidR="00EE1B78" w:rsidRPr="007528EE" w:rsidRDefault="00EE1B7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28EE">
        <w:rPr>
          <w:rFonts w:eastAsia="Calibri" w:cs="Times New Roman"/>
          <w:lang w:eastAsia="cs-CZ"/>
        </w:rPr>
        <w:t>20048_G_ve-stadiu-</w:t>
      </w:r>
      <w:proofErr w:type="gramStart"/>
      <w:r w:rsidRPr="007528EE">
        <w:rPr>
          <w:rFonts w:eastAsia="Calibri" w:cs="Times New Roman"/>
          <w:lang w:eastAsia="cs-CZ"/>
        </w:rPr>
        <w:t>3-Soupis</w:t>
      </w:r>
      <w:proofErr w:type="gramEnd"/>
      <w:r w:rsidRPr="007528EE">
        <w:rPr>
          <w:rFonts w:eastAsia="Calibri" w:cs="Times New Roman"/>
          <w:lang w:eastAsia="cs-CZ"/>
        </w:rPr>
        <w:t xml:space="preserve"> prací CS22</w:t>
      </w:r>
      <w:r w:rsidR="009942B5">
        <w:rPr>
          <w:rFonts w:eastAsia="Calibri" w:cs="Times New Roman"/>
          <w:lang w:eastAsia="cs-CZ"/>
        </w:rPr>
        <w:t>_změna č.1</w:t>
      </w:r>
      <w:r w:rsidRPr="007528EE">
        <w:rPr>
          <w:rFonts w:eastAsia="Calibri" w:cs="Times New Roman"/>
          <w:lang w:eastAsia="cs-CZ"/>
        </w:rPr>
        <w:t>.xls</w:t>
      </w:r>
      <w:r w:rsidR="00CA7BF0" w:rsidRPr="007528EE">
        <w:rPr>
          <w:rFonts w:eastAsia="Calibri" w:cs="Times New Roman"/>
          <w:lang w:eastAsia="cs-CZ"/>
        </w:rPr>
        <w:t>x</w:t>
      </w:r>
    </w:p>
    <w:p w14:paraId="50A657D0" w14:textId="77777777" w:rsidR="00EE1B78" w:rsidRPr="00EE1B78" w:rsidRDefault="00EE1B78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B1A759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9143CE" w14:textId="77777777" w:rsidR="009942B5" w:rsidRDefault="009942B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1DF40E" w14:textId="07D58663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5287A8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A2491A" w14:textId="77777777" w:rsidR="00C6217F" w:rsidRDefault="00C6217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55998F" w14:textId="77777777" w:rsidR="00C6217F" w:rsidRPr="00CB7B5A" w:rsidRDefault="00C6217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F164C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3B4416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53D996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732085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576ACD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4D2DADB" w14:textId="77777777" w:rsidR="00CC1E2B" w:rsidRDefault="00CC1E2B" w:rsidP="00CB7B5A"/>
    <w:sectPr w:rsidR="00CC1E2B" w:rsidSect="00FC638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DD898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6CD5EB17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7FB2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1F727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87CC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7924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42CF0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70C622F" w14:textId="77777777" w:rsidR="00F1715C" w:rsidRDefault="00F1715C" w:rsidP="00D831A3">
          <w:pPr>
            <w:pStyle w:val="Zpat"/>
          </w:pPr>
        </w:p>
      </w:tc>
    </w:tr>
  </w:tbl>
  <w:p w14:paraId="3E777E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3F829F" wp14:editId="5182F2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6C3C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A53D7B" wp14:editId="09344E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247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1145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F6BBB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84A71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00B2C7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B5CEE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4CEA564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6ABDFBF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AB363F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F0E38A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F9FE3F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3FA36C7" w14:textId="77777777" w:rsidR="00490C88" w:rsidRDefault="00490C88" w:rsidP="00331004">
          <w:pPr>
            <w:pStyle w:val="Zpat"/>
          </w:pPr>
        </w:p>
      </w:tc>
    </w:tr>
  </w:tbl>
  <w:p w14:paraId="535E41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0BD113B" wp14:editId="504AEB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55BC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491D90" wp14:editId="410007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BAE5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F69A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674F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575F8E1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F6D0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2D0A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C37E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D8CA3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D29864" w14:textId="77777777" w:rsidR="00F1715C" w:rsidRPr="00D6163D" w:rsidRDefault="00F1715C" w:rsidP="00D6163D">
          <w:pPr>
            <w:pStyle w:val="Druhdokumentu"/>
          </w:pPr>
        </w:p>
      </w:tc>
    </w:tr>
  </w:tbl>
  <w:p w14:paraId="04ED002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724D3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53848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6B86F9E" wp14:editId="5C9EDC0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0F6A7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74E93E" w14:textId="77777777" w:rsidR="00F3199A" w:rsidRPr="00D6163D" w:rsidRDefault="00F3199A" w:rsidP="00FC6389">
          <w:pPr>
            <w:pStyle w:val="Druhdokumentu"/>
          </w:pPr>
        </w:p>
      </w:tc>
    </w:tr>
    <w:tr w:rsidR="00F3199A" w14:paraId="0CB4B9F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ACEF5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56C24BA" wp14:editId="30C9DD2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9EBD3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ECDA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C4E1B7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B35ABA8" wp14:editId="6507365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20D1E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8027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683441237">
    <w:abstractNumId w:val="2"/>
  </w:num>
  <w:num w:numId="2" w16cid:durableId="1490365760">
    <w:abstractNumId w:val="1"/>
  </w:num>
  <w:num w:numId="3" w16cid:durableId="247082408">
    <w:abstractNumId w:val="3"/>
  </w:num>
  <w:num w:numId="4" w16cid:durableId="789471866">
    <w:abstractNumId w:val="5"/>
  </w:num>
  <w:num w:numId="5" w16cid:durableId="1828127727">
    <w:abstractNumId w:val="0"/>
  </w:num>
  <w:num w:numId="6" w16cid:durableId="16488942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A6C94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2160"/>
    <w:rsid w:val="00267369"/>
    <w:rsid w:val="0026785D"/>
    <w:rsid w:val="0027355E"/>
    <w:rsid w:val="002A42CE"/>
    <w:rsid w:val="002C31BF"/>
    <w:rsid w:val="002D138E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28EE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42B5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1BB7"/>
    <w:rsid w:val="00BF374D"/>
    <w:rsid w:val="00C02D0A"/>
    <w:rsid w:val="00C03A6E"/>
    <w:rsid w:val="00C12A56"/>
    <w:rsid w:val="00C30759"/>
    <w:rsid w:val="00C44F6A"/>
    <w:rsid w:val="00C47CAE"/>
    <w:rsid w:val="00C6217F"/>
    <w:rsid w:val="00C727E5"/>
    <w:rsid w:val="00C8207D"/>
    <w:rsid w:val="00CA7BF0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E1B78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0D0F328"/>
  <w14:defaultImageDpi w14:val="32767"/>
  <w15:docId w15:val="{388C2FEE-620C-42DA-8EA5-0637CC49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217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C621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zakazky.szdc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3</Pages>
  <Words>659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2023-11-16T11:21:00Z</dcterms:created>
  <dcterms:modified xsi:type="dcterms:W3CDTF">2023-11-16T11:27:00Z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