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QlmJLt4AAAAKAQAADwAAAGRycy9kb3du&#10;cmV2LnhtbEyPQU+DQBCF7yb+h82YeLNLaWkIsjTV2LMRPHjcslOgZWcJu22RX+940uNkvrz3vXw7&#10;2V5ccfSdIwXLRQQCqXamo0bBZ7V/SkH4oMno3hEq+EYP2+L+LteZcTf6wGsZGsEh5DOtoA1hyKT0&#10;dYtW+4UbkPh3dKPVgc+xkWbUNw63vYyjaCOt7ogbWj3ga4v1ubxY7nXV23neBVntayxfTDKf3r9m&#10;pR4fpt0ziIBT+IPhV5/VoWCng7uQ8aJXsE6SNaMKVilPYCBdJTGIA5ObZQyyyOX/CcUP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EJZiS7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2551BF" w:rsidRDefault="00DE0FEB" w:rsidP="00DE0FEB">
            <w:r w:rsidRPr="002551BF">
              <w:t>Naše zn.</w:t>
            </w:r>
          </w:p>
        </w:tc>
        <w:tc>
          <w:tcPr>
            <w:tcW w:w="2552" w:type="dxa"/>
          </w:tcPr>
          <w:p w14:paraId="6B029A86" w14:textId="02FF9AD4" w:rsidR="00DE0FEB" w:rsidRPr="002551BF" w:rsidRDefault="006F6863" w:rsidP="00DE0FEB">
            <w:r w:rsidRPr="006F6863">
              <w:t>13811/2023-SŽ-SSV-Ú3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6F6863" w:rsidRDefault="00DE0FEB" w:rsidP="00DE0FEB">
            <w:r w:rsidRPr="006F6863">
              <w:t>Listů/příloh</w:t>
            </w:r>
          </w:p>
        </w:tc>
        <w:tc>
          <w:tcPr>
            <w:tcW w:w="2552" w:type="dxa"/>
          </w:tcPr>
          <w:p w14:paraId="79B49B98" w14:textId="73B0BFF2" w:rsidR="00DE0FEB" w:rsidRPr="006F6863" w:rsidRDefault="002319FC" w:rsidP="00DE0FEB">
            <w:r w:rsidRPr="006F6863">
              <w:t>1</w:t>
            </w:r>
            <w:r w:rsidR="002551BF" w:rsidRPr="006F6863">
              <w:t>/</w:t>
            </w:r>
            <w:r w:rsidRPr="006F6863">
              <w:t>0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3DC6DD6" w14:textId="29025C6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319FC">
              <w:rPr>
                <w:noProof/>
              </w:rPr>
              <w:t>16. listopadu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  <w:tr w:rsidR="00F862D6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F862D6" w:rsidRDefault="00F862D6" w:rsidP="0077673A"/>
        </w:tc>
        <w:tc>
          <w:tcPr>
            <w:tcW w:w="2552" w:type="dxa"/>
          </w:tcPr>
          <w:p w14:paraId="42856A98" w14:textId="77777777" w:rsidR="00F862D6" w:rsidRDefault="00F862D6" w:rsidP="00F310F8"/>
        </w:tc>
        <w:tc>
          <w:tcPr>
            <w:tcW w:w="823" w:type="dxa"/>
          </w:tcPr>
          <w:p w14:paraId="13572289" w14:textId="77777777" w:rsidR="00F862D6" w:rsidRDefault="00F862D6" w:rsidP="0077673A"/>
        </w:tc>
        <w:tc>
          <w:tcPr>
            <w:tcW w:w="3685" w:type="dxa"/>
          </w:tcPr>
          <w:p w14:paraId="10D4A908" w14:textId="77777777" w:rsidR="00F862D6" w:rsidRDefault="00F862D6" w:rsidP="0077673A"/>
        </w:tc>
      </w:tr>
    </w:tbl>
    <w:p w14:paraId="4C8B7179" w14:textId="71DC31F6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96766" w:rsidRPr="00996766">
        <w:rPr>
          <w:rFonts w:eastAsia="Calibri" w:cs="Times New Roman"/>
          <w:b/>
          <w:lang w:eastAsia="cs-CZ"/>
        </w:rPr>
        <w:t>Rekonstrukce mostu v km 110,701 trati Krnov – Opava východ</w:t>
      </w:r>
    </w:p>
    <w:p w14:paraId="1C8D135D" w14:textId="4E8CCA30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2A6AC0">
        <w:rPr>
          <w:rFonts w:eastAsia="Calibri" w:cs="Times New Roman"/>
          <w:lang w:eastAsia="cs-CZ"/>
        </w:rPr>
        <w:t>2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83A911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DD086A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0B63A2" w14:textId="3D0D4138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2A6AC0"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37CB4B2A" w14:textId="77777777" w:rsidR="002A6AC0" w:rsidRPr="002A6AC0" w:rsidRDefault="002A6AC0" w:rsidP="002A6AC0">
      <w:pPr>
        <w:pStyle w:val="Default"/>
        <w:rPr>
          <w:rFonts w:asciiTheme="majorHAnsi" w:hAnsiTheme="majorHAnsi"/>
          <w:sz w:val="20"/>
          <w:szCs w:val="20"/>
        </w:rPr>
      </w:pPr>
      <w:r w:rsidRPr="002A6AC0">
        <w:rPr>
          <w:rFonts w:asciiTheme="majorHAnsi" w:hAnsiTheme="majorHAnsi"/>
          <w:sz w:val="20"/>
          <w:szCs w:val="20"/>
        </w:rPr>
        <w:t>Máme dotaz, zda platí dopis Správy železnic ze dne 12. června 2023 – „Aktuální informace o možnosti používání bezešvých SVI na stavbách Správy železnic, státní organizace“</w:t>
      </w:r>
    </w:p>
    <w:p w14:paraId="23F593F2" w14:textId="77777777" w:rsidR="002A6AC0" w:rsidRPr="002A6AC0" w:rsidRDefault="002A6AC0" w:rsidP="002A6AC0">
      <w:pPr>
        <w:pStyle w:val="Default"/>
        <w:rPr>
          <w:rFonts w:asciiTheme="majorHAnsi" w:hAnsiTheme="majorHAnsi"/>
          <w:sz w:val="20"/>
          <w:szCs w:val="20"/>
        </w:rPr>
      </w:pPr>
      <w:r w:rsidRPr="002A6AC0">
        <w:rPr>
          <w:rFonts w:asciiTheme="majorHAnsi" w:hAnsiTheme="majorHAnsi"/>
          <w:sz w:val="20"/>
          <w:szCs w:val="20"/>
        </w:rPr>
        <w:t>Jedná se o ochrannou vrstvu izolace z textilií, která se dle dopisu nepřipouští.</w:t>
      </w:r>
    </w:p>
    <w:p w14:paraId="1F395F4B" w14:textId="77777777" w:rsidR="002A6AC0" w:rsidRPr="002A6AC0" w:rsidRDefault="002A6AC0" w:rsidP="002A6AC0">
      <w:pPr>
        <w:pStyle w:val="Default"/>
        <w:rPr>
          <w:rFonts w:asciiTheme="majorHAnsi" w:hAnsiTheme="majorHAnsi"/>
          <w:sz w:val="20"/>
          <w:szCs w:val="20"/>
        </w:rPr>
      </w:pPr>
      <w:r w:rsidRPr="002A6AC0">
        <w:rPr>
          <w:rFonts w:asciiTheme="majorHAnsi" w:hAnsiTheme="majorHAnsi"/>
          <w:sz w:val="20"/>
          <w:szCs w:val="20"/>
        </w:rPr>
        <w:t>Dovoluji si Vás požádat o vyjádření, zda platí PD, nebo zadavatel upraví zadání dle daného dopisu.</w:t>
      </w:r>
    </w:p>
    <w:p w14:paraId="40787414" w14:textId="77777777" w:rsidR="002A6AC0" w:rsidRPr="002A6AC0" w:rsidRDefault="002A6AC0" w:rsidP="002A6AC0">
      <w:pPr>
        <w:rPr>
          <w:rFonts w:asciiTheme="majorHAnsi" w:hAnsiTheme="majorHAnsi" w:cs="Arial"/>
          <w:sz w:val="20"/>
          <w:szCs w:val="20"/>
          <w:lang w:eastAsia="cs-CZ"/>
        </w:rPr>
      </w:pPr>
      <w:r w:rsidRPr="002A6AC0">
        <w:rPr>
          <w:rFonts w:asciiTheme="majorHAnsi" w:hAnsiTheme="majorHAnsi"/>
          <w:sz w:val="20"/>
          <w:szCs w:val="20"/>
        </w:rPr>
        <w:t xml:space="preserve">Viz odkaz </w:t>
      </w:r>
      <w:hyperlink r:id="rId11" w:history="1">
        <w:r w:rsidRPr="002A6AC0">
          <w:rPr>
            <w:rStyle w:val="Hypertextovodkaz"/>
            <w:rFonts w:asciiTheme="majorHAnsi" w:hAnsiTheme="majorHAnsi"/>
          </w:rPr>
          <w:t>19e334f1-</w:t>
        </w:r>
        <w:proofErr w:type="gramStart"/>
        <w:r w:rsidRPr="002A6AC0">
          <w:rPr>
            <w:rStyle w:val="Hypertextovodkaz"/>
            <w:rFonts w:asciiTheme="majorHAnsi" w:hAnsiTheme="majorHAnsi"/>
          </w:rPr>
          <w:t>4933-41a9</w:t>
        </w:r>
        <w:proofErr w:type="gramEnd"/>
        <w:r w:rsidRPr="002A6AC0">
          <w:rPr>
            <w:rStyle w:val="Hypertextovodkaz"/>
            <w:rFonts w:asciiTheme="majorHAnsi" w:hAnsiTheme="majorHAnsi"/>
          </w:rPr>
          <w:t>-99ca-d54f3829b412 (spravazeleznic.cz)</w:t>
        </w:r>
      </w:hyperlink>
    </w:p>
    <w:p w14:paraId="60DBE98A" w14:textId="5F27EA7A" w:rsidR="00CB7B5A" w:rsidRPr="00704AE3" w:rsidRDefault="00CB7B5A" w:rsidP="00B40995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335D6CFC" w14:textId="7EC03102" w:rsidR="00DE0FEB" w:rsidRPr="002319FC" w:rsidRDefault="00562568" w:rsidP="002319F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319FC">
        <w:rPr>
          <w:rFonts w:eastAsia="Calibri" w:cs="Times New Roman"/>
          <w:bCs/>
          <w:lang w:eastAsia="cs-CZ"/>
        </w:rPr>
        <w:t xml:space="preserve">Pro vypsanou veřejnou </w:t>
      </w:r>
      <w:r w:rsidR="002319FC" w:rsidRPr="002319FC">
        <w:rPr>
          <w:rFonts w:eastAsia="Calibri" w:cs="Times New Roman"/>
          <w:bCs/>
          <w:lang w:eastAsia="cs-CZ"/>
        </w:rPr>
        <w:t>zakázku</w:t>
      </w:r>
      <w:r w:rsidRPr="002319FC">
        <w:rPr>
          <w:rFonts w:eastAsia="Calibri" w:cs="Times New Roman"/>
          <w:bCs/>
          <w:lang w:eastAsia="cs-CZ"/>
        </w:rPr>
        <w:t xml:space="preserve"> platí </w:t>
      </w:r>
      <w:r w:rsidR="002319FC" w:rsidRPr="002319FC">
        <w:rPr>
          <w:rFonts w:eastAsia="Calibri" w:cs="Times New Roman"/>
          <w:bCs/>
          <w:lang w:eastAsia="cs-CZ"/>
        </w:rPr>
        <w:t xml:space="preserve">do zadávací dokumentace </w:t>
      </w:r>
      <w:r w:rsidRPr="002319FC">
        <w:rPr>
          <w:rFonts w:eastAsia="Calibri" w:cs="Times New Roman"/>
          <w:bCs/>
          <w:lang w:eastAsia="cs-CZ"/>
        </w:rPr>
        <w:t>předložená projektová dokumentace.</w:t>
      </w:r>
    </w:p>
    <w:p w14:paraId="222ADFFB" w14:textId="4DD1DA22" w:rsidR="00CB7B5A" w:rsidRDefault="00CB7B5A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D8F1198" w14:textId="77777777" w:rsidR="002319FC" w:rsidRDefault="002319FC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4800A5C" w14:textId="77777777" w:rsidR="002319FC" w:rsidRPr="00704AE3" w:rsidRDefault="002319FC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6DBE188" w14:textId="77777777" w:rsidR="000A5632" w:rsidRDefault="000A5632" w:rsidP="000A563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6C681CBC" w14:textId="65076EEA" w:rsidR="000A5632" w:rsidRDefault="000A5632" w:rsidP="000A563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C599B2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9D560F" w14:textId="70E55F5A" w:rsidR="009863EC" w:rsidRDefault="009863EC" w:rsidP="009863EC">
      <w:pPr>
        <w:jc w:val="both"/>
        <w:rPr>
          <w:lang w:eastAsia="cs-CZ"/>
        </w:rPr>
      </w:pPr>
      <w:r>
        <w:rPr>
          <w:lang w:eastAsia="cs-CZ"/>
        </w:rPr>
        <w:t>Vysvětlení/ změnu/ doplnění zadávací dokumentace, včetně příloh, zadavatel uveřejní stejným způsobem, jakým uveřejnil výzvu k</w:t>
      </w:r>
      <w:r w:rsidR="00562568">
        <w:rPr>
          <w:lang w:eastAsia="cs-CZ"/>
        </w:rPr>
        <w:t> </w:t>
      </w:r>
      <w:r>
        <w:rPr>
          <w:lang w:eastAsia="cs-CZ"/>
        </w:rPr>
        <w:t xml:space="preserve">podání nabídek, tedy na profilu zadavatele: </w:t>
      </w:r>
      <w:hyperlink r:id="rId12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369748A6" w14:textId="5EA8381E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767E5CA" w14:textId="264B34E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562568">
        <w:rPr>
          <w:rFonts w:eastAsia="Calibri" w:cs="Times New Roman"/>
          <w:lang w:eastAsia="cs-CZ"/>
        </w:rPr>
        <w:t>16</w:t>
      </w:r>
      <w:r w:rsidR="00B6294C">
        <w:rPr>
          <w:rFonts w:eastAsia="Calibri" w:cs="Times New Roman"/>
          <w:lang w:eastAsia="cs-CZ"/>
        </w:rPr>
        <w:t xml:space="preserve">. </w:t>
      </w:r>
      <w:r w:rsidR="00562568">
        <w:rPr>
          <w:rFonts w:eastAsia="Calibri" w:cs="Times New Roman"/>
          <w:lang w:eastAsia="cs-CZ"/>
        </w:rPr>
        <w:t>1</w:t>
      </w:r>
      <w:r w:rsidR="002319FC">
        <w:rPr>
          <w:rFonts w:eastAsia="Calibri" w:cs="Times New Roman"/>
          <w:lang w:eastAsia="cs-CZ"/>
        </w:rPr>
        <w:t>1</w:t>
      </w:r>
      <w:r w:rsidR="008F0E4D">
        <w:rPr>
          <w:rFonts w:eastAsia="Calibri" w:cs="Times New Roman"/>
          <w:lang w:eastAsia="cs-CZ"/>
        </w:rPr>
        <w:t>.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939C52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5BFE71" w14:textId="77777777" w:rsidR="002319FC" w:rsidRDefault="002319F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E0E68E" w14:textId="77777777" w:rsidR="008F0E4D" w:rsidRPr="00CB7B5A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BB09716" w14:textId="3DE5EE0F" w:rsidR="00CC1E2B" w:rsidRDefault="00CB7B5A" w:rsidP="001046D4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43D1" w14:textId="77777777" w:rsidR="00D8740E" w:rsidRDefault="00D8740E" w:rsidP="00962258">
      <w:pPr>
        <w:spacing w:after="0" w:line="240" w:lineRule="auto"/>
      </w:pPr>
      <w:r>
        <w:separator/>
      </w:r>
    </w:p>
  </w:endnote>
  <w:endnote w:type="continuationSeparator" w:id="0">
    <w:p w14:paraId="090B2CE8" w14:textId="77777777" w:rsidR="00D8740E" w:rsidRDefault="00D874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F3E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35FC91B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7866DA3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45C58" w14:textId="77777777" w:rsidR="00D8740E" w:rsidRDefault="00D8740E" w:rsidP="00962258">
      <w:pPr>
        <w:spacing w:after="0" w:line="240" w:lineRule="auto"/>
      </w:pPr>
      <w:r>
        <w:separator/>
      </w:r>
    </w:p>
  </w:footnote>
  <w:footnote w:type="continuationSeparator" w:id="0">
    <w:p w14:paraId="0020FEAC" w14:textId="77777777" w:rsidR="00D8740E" w:rsidRDefault="00D874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E45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203709642">
    <w:abstractNumId w:val="2"/>
  </w:num>
  <w:num w:numId="2" w16cid:durableId="13852122">
    <w:abstractNumId w:val="1"/>
  </w:num>
  <w:num w:numId="3" w16cid:durableId="2034332419">
    <w:abstractNumId w:val="3"/>
  </w:num>
  <w:num w:numId="4" w16cid:durableId="619188269">
    <w:abstractNumId w:val="5"/>
  </w:num>
  <w:num w:numId="5" w16cid:durableId="1726947514">
    <w:abstractNumId w:val="0"/>
  </w:num>
  <w:num w:numId="6" w16cid:durableId="97020569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A5632"/>
    <w:rsid w:val="000B1153"/>
    <w:rsid w:val="000B5A4C"/>
    <w:rsid w:val="000B6C7E"/>
    <w:rsid w:val="000B7907"/>
    <w:rsid w:val="000C0429"/>
    <w:rsid w:val="000C42AD"/>
    <w:rsid w:val="000C45E8"/>
    <w:rsid w:val="000D6F1E"/>
    <w:rsid w:val="000E6552"/>
    <w:rsid w:val="000F6CB4"/>
    <w:rsid w:val="001046D4"/>
    <w:rsid w:val="00114472"/>
    <w:rsid w:val="001446CC"/>
    <w:rsid w:val="00170EC5"/>
    <w:rsid w:val="001747C1"/>
    <w:rsid w:val="0018596A"/>
    <w:rsid w:val="001B69C2"/>
    <w:rsid w:val="001C4DA0"/>
    <w:rsid w:val="00207DF5"/>
    <w:rsid w:val="002319FC"/>
    <w:rsid w:val="002551BF"/>
    <w:rsid w:val="00267369"/>
    <w:rsid w:val="0026785D"/>
    <w:rsid w:val="002A6AC0"/>
    <w:rsid w:val="002C31BF"/>
    <w:rsid w:val="002E0CD7"/>
    <w:rsid w:val="002F026B"/>
    <w:rsid w:val="00313735"/>
    <w:rsid w:val="00333118"/>
    <w:rsid w:val="00357BC6"/>
    <w:rsid w:val="0037111D"/>
    <w:rsid w:val="003956C6"/>
    <w:rsid w:val="003C5BE7"/>
    <w:rsid w:val="003E6B9A"/>
    <w:rsid w:val="003E75CE"/>
    <w:rsid w:val="0041380F"/>
    <w:rsid w:val="00450CF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6620"/>
    <w:rsid w:val="004E137F"/>
    <w:rsid w:val="004F4B9B"/>
    <w:rsid w:val="00501654"/>
    <w:rsid w:val="00511AB9"/>
    <w:rsid w:val="00523EA7"/>
    <w:rsid w:val="00542527"/>
    <w:rsid w:val="00551D1F"/>
    <w:rsid w:val="00553375"/>
    <w:rsid w:val="00562568"/>
    <w:rsid w:val="005658A6"/>
    <w:rsid w:val="005720E7"/>
    <w:rsid w:val="005722BB"/>
    <w:rsid w:val="005736B7"/>
    <w:rsid w:val="00575E5A"/>
    <w:rsid w:val="00584E2A"/>
    <w:rsid w:val="00596C7E"/>
    <w:rsid w:val="005978F0"/>
    <w:rsid w:val="005A64E9"/>
    <w:rsid w:val="005B5EE9"/>
    <w:rsid w:val="006104F6"/>
    <w:rsid w:val="0061068E"/>
    <w:rsid w:val="00616685"/>
    <w:rsid w:val="00660AD3"/>
    <w:rsid w:val="00667E80"/>
    <w:rsid w:val="006703A1"/>
    <w:rsid w:val="006A5570"/>
    <w:rsid w:val="006A689C"/>
    <w:rsid w:val="006B3D79"/>
    <w:rsid w:val="006D0AC9"/>
    <w:rsid w:val="006E0578"/>
    <w:rsid w:val="006E314D"/>
    <w:rsid w:val="006E7F06"/>
    <w:rsid w:val="006F6863"/>
    <w:rsid w:val="00704AE3"/>
    <w:rsid w:val="00710723"/>
    <w:rsid w:val="0071549A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13E7"/>
    <w:rsid w:val="00811B41"/>
    <w:rsid w:val="00813F11"/>
    <w:rsid w:val="00891334"/>
    <w:rsid w:val="008A14C0"/>
    <w:rsid w:val="008A3568"/>
    <w:rsid w:val="008D03B9"/>
    <w:rsid w:val="008E4C60"/>
    <w:rsid w:val="008F0E4D"/>
    <w:rsid w:val="008F18D6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766"/>
    <w:rsid w:val="00996CB8"/>
    <w:rsid w:val="009A31E4"/>
    <w:rsid w:val="009A7568"/>
    <w:rsid w:val="009B24D8"/>
    <w:rsid w:val="009B2E97"/>
    <w:rsid w:val="009B5DEA"/>
    <w:rsid w:val="009B72CC"/>
    <w:rsid w:val="009E07F4"/>
    <w:rsid w:val="009F392E"/>
    <w:rsid w:val="009F7C89"/>
    <w:rsid w:val="00A44328"/>
    <w:rsid w:val="00A6177B"/>
    <w:rsid w:val="00A66136"/>
    <w:rsid w:val="00A955ED"/>
    <w:rsid w:val="00AA4CBB"/>
    <w:rsid w:val="00AA65FA"/>
    <w:rsid w:val="00AA7351"/>
    <w:rsid w:val="00AB0350"/>
    <w:rsid w:val="00AC5255"/>
    <w:rsid w:val="00AD056F"/>
    <w:rsid w:val="00AD2773"/>
    <w:rsid w:val="00AD6731"/>
    <w:rsid w:val="00AE1DDE"/>
    <w:rsid w:val="00B15B5E"/>
    <w:rsid w:val="00B15D0D"/>
    <w:rsid w:val="00B23CA3"/>
    <w:rsid w:val="00B253D9"/>
    <w:rsid w:val="00B3491A"/>
    <w:rsid w:val="00B40995"/>
    <w:rsid w:val="00B45E9E"/>
    <w:rsid w:val="00B55F9C"/>
    <w:rsid w:val="00B6294C"/>
    <w:rsid w:val="00B75EE1"/>
    <w:rsid w:val="00B77481"/>
    <w:rsid w:val="00B8518B"/>
    <w:rsid w:val="00BB0DBF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76019"/>
    <w:rsid w:val="00D831A3"/>
    <w:rsid w:val="00D8740E"/>
    <w:rsid w:val="00D902AD"/>
    <w:rsid w:val="00DA6FFE"/>
    <w:rsid w:val="00DC3110"/>
    <w:rsid w:val="00DD46F3"/>
    <w:rsid w:val="00DD58A6"/>
    <w:rsid w:val="00DE0FEB"/>
    <w:rsid w:val="00DE56F2"/>
    <w:rsid w:val="00DF116D"/>
    <w:rsid w:val="00E824F1"/>
    <w:rsid w:val="00E9323C"/>
    <w:rsid w:val="00EB104F"/>
    <w:rsid w:val="00EC7809"/>
    <w:rsid w:val="00ED14BD"/>
    <w:rsid w:val="00F01440"/>
    <w:rsid w:val="00F0235A"/>
    <w:rsid w:val="00F12DEC"/>
    <w:rsid w:val="00F1715C"/>
    <w:rsid w:val="00F310F8"/>
    <w:rsid w:val="00F3199A"/>
    <w:rsid w:val="00F35939"/>
    <w:rsid w:val="00F45607"/>
    <w:rsid w:val="00F61E94"/>
    <w:rsid w:val="00F64786"/>
    <w:rsid w:val="00F659EB"/>
    <w:rsid w:val="00F72F06"/>
    <w:rsid w:val="00F804A7"/>
    <w:rsid w:val="00F862D6"/>
    <w:rsid w:val="00F86BA6"/>
    <w:rsid w:val="00F93FFA"/>
    <w:rsid w:val="00FC6389"/>
    <w:rsid w:val="00FD2BF3"/>
    <w:rsid w:val="00FD2F51"/>
    <w:rsid w:val="00FD691D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  <w:style w:type="paragraph" w:customStyle="1" w:styleId="Default">
    <w:name w:val="Default"/>
    <w:rsid w:val="002A6A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documents/50004227/50164975/Aktu%C3%A1ln%C3%AD+informace+v+oblasti+beze%C5%A1v%C3%BDch+syst%C3%A9m%C5%AF+vodot%C4%9Bsn%C3%BDch+izolac%C3%AD/19e334f1-4933-41a9-99ca-d54f3829b41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08C36E-B1C0-4742-83A8-6BBDA789C7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</cp:revision>
  <cp:lastPrinted>2019-02-22T13:28:00Z</cp:lastPrinted>
  <dcterms:created xsi:type="dcterms:W3CDTF">2023-11-16T06:21:00Z</dcterms:created>
  <dcterms:modified xsi:type="dcterms:W3CDTF">2023-11-16T06:24:00Z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