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DA8A3EF" w14:textId="77777777" w:rsidTr="00F862D6">
        <w:tc>
          <w:tcPr>
            <w:tcW w:w="1020" w:type="dxa"/>
          </w:tcPr>
          <w:p w14:paraId="7649A4D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FF3582C" wp14:editId="213C75DC">
                      <wp:simplePos x="0" y="0"/>
                      <wp:positionH relativeFrom="page">
                        <wp:posOffset>2891790</wp:posOffset>
                      </wp:positionH>
                      <wp:positionV relativeFrom="page">
                        <wp:posOffset>246380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B221E6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F3582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7.7pt;margin-top:19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QlmJLt4AAAAKAQAADwAAAGRycy9kb3du&#10;cmV2LnhtbEyPQU+DQBCF7yb+h82YeLNLaWkIsjTV2LMRPHjcslOgZWcJu22RX+940uNkvrz3vXw7&#10;2V5ccfSdIwXLRQQCqXamo0bBZ7V/SkH4oMno3hEq+EYP2+L+LteZcTf6wGsZGsEh5DOtoA1hyKT0&#10;dYtW+4UbkPh3dKPVgc+xkWbUNw63vYyjaCOt7ogbWj3ga4v1ubxY7nXV23neBVntayxfTDKf3r9m&#10;pR4fpt0ziIBT+IPhV5/VoWCng7uQ8aJXsE6SNaMKVilPYCBdJTGIA5ObZQyyyOX/CcUP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EJZiS7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01B221E6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2470417" w14:textId="77777777" w:rsidR="00F64786" w:rsidRDefault="00F64786" w:rsidP="0077673A"/>
        </w:tc>
        <w:tc>
          <w:tcPr>
            <w:tcW w:w="823" w:type="dxa"/>
          </w:tcPr>
          <w:p w14:paraId="79748A3E" w14:textId="77777777" w:rsidR="00F64786" w:rsidRDefault="00F64786" w:rsidP="0077673A"/>
        </w:tc>
        <w:tc>
          <w:tcPr>
            <w:tcW w:w="3685" w:type="dxa"/>
          </w:tcPr>
          <w:p w14:paraId="06E86CF5" w14:textId="77777777" w:rsidR="00F64786" w:rsidRDefault="00F64786" w:rsidP="0077673A"/>
        </w:tc>
      </w:tr>
      <w:tr w:rsidR="00F862D6" w14:paraId="41B4B502" w14:textId="77777777" w:rsidTr="00596C7E">
        <w:tc>
          <w:tcPr>
            <w:tcW w:w="1020" w:type="dxa"/>
          </w:tcPr>
          <w:p w14:paraId="69A5D2C0" w14:textId="77777777" w:rsidR="00F862D6" w:rsidRDefault="00F862D6" w:rsidP="0077673A"/>
        </w:tc>
        <w:tc>
          <w:tcPr>
            <w:tcW w:w="2552" w:type="dxa"/>
          </w:tcPr>
          <w:p w14:paraId="1993022B" w14:textId="77777777" w:rsidR="00F862D6" w:rsidRDefault="00F862D6" w:rsidP="00764595"/>
        </w:tc>
        <w:tc>
          <w:tcPr>
            <w:tcW w:w="823" w:type="dxa"/>
          </w:tcPr>
          <w:p w14:paraId="37C6ED1C" w14:textId="77777777" w:rsidR="00F862D6" w:rsidRDefault="00F862D6" w:rsidP="0077673A"/>
        </w:tc>
        <w:tc>
          <w:tcPr>
            <w:tcW w:w="3685" w:type="dxa"/>
            <w:vMerge w:val="restart"/>
          </w:tcPr>
          <w:p w14:paraId="65831B91" w14:textId="77777777" w:rsidR="00596C7E" w:rsidRDefault="00596C7E" w:rsidP="00596C7E">
            <w:pPr>
              <w:rPr>
                <w:rStyle w:val="Potovnadresa"/>
              </w:rPr>
            </w:pPr>
          </w:p>
          <w:p w14:paraId="71C5860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E0FEB" w14:paraId="378ABE95" w14:textId="77777777" w:rsidTr="00F862D6">
        <w:tc>
          <w:tcPr>
            <w:tcW w:w="1020" w:type="dxa"/>
          </w:tcPr>
          <w:p w14:paraId="4C90D32F" w14:textId="77777777" w:rsidR="00DE0FEB" w:rsidRPr="002551BF" w:rsidRDefault="00DE0FEB" w:rsidP="00DE0FEB">
            <w:r w:rsidRPr="002551BF">
              <w:t>Naše zn.</w:t>
            </w:r>
          </w:p>
        </w:tc>
        <w:tc>
          <w:tcPr>
            <w:tcW w:w="2552" w:type="dxa"/>
          </w:tcPr>
          <w:p w14:paraId="6B029A86" w14:textId="70CC3A97" w:rsidR="00DE0FEB" w:rsidRPr="002551BF" w:rsidRDefault="00D528C9" w:rsidP="00DE0FEB">
            <w:r w:rsidRPr="00D528C9">
              <w:t>13752/2023-SŽ-SSV-Ú3</w:t>
            </w:r>
          </w:p>
        </w:tc>
        <w:tc>
          <w:tcPr>
            <w:tcW w:w="823" w:type="dxa"/>
          </w:tcPr>
          <w:p w14:paraId="5DEEE876" w14:textId="77777777" w:rsidR="00DE0FEB" w:rsidRDefault="00DE0FEB" w:rsidP="00DE0FEB"/>
        </w:tc>
        <w:tc>
          <w:tcPr>
            <w:tcW w:w="3685" w:type="dxa"/>
            <w:vMerge/>
          </w:tcPr>
          <w:p w14:paraId="3158D25B" w14:textId="77777777" w:rsidR="00DE0FEB" w:rsidRDefault="00DE0FEB" w:rsidP="00DE0FEB"/>
        </w:tc>
      </w:tr>
      <w:tr w:rsidR="00DE0FEB" w14:paraId="64E6DD30" w14:textId="77777777" w:rsidTr="002551BF">
        <w:trPr>
          <w:trHeight w:val="74"/>
        </w:trPr>
        <w:tc>
          <w:tcPr>
            <w:tcW w:w="1020" w:type="dxa"/>
          </w:tcPr>
          <w:p w14:paraId="60BE2594" w14:textId="77777777" w:rsidR="00DE0FEB" w:rsidRPr="00A85AF1" w:rsidRDefault="00DE0FEB" w:rsidP="00DE0FEB">
            <w:r w:rsidRPr="00A85AF1">
              <w:t>Listů/příloh</w:t>
            </w:r>
          </w:p>
        </w:tc>
        <w:tc>
          <w:tcPr>
            <w:tcW w:w="2552" w:type="dxa"/>
          </w:tcPr>
          <w:p w14:paraId="79B49B98" w14:textId="7D92DC45" w:rsidR="00DE0FEB" w:rsidRPr="00A85AF1" w:rsidRDefault="00FD691D" w:rsidP="00DE0FEB">
            <w:r w:rsidRPr="00A85AF1">
              <w:t>2</w:t>
            </w:r>
            <w:r w:rsidR="002551BF" w:rsidRPr="00A85AF1">
              <w:t>/</w:t>
            </w:r>
            <w:r w:rsidRPr="00A85AF1">
              <w:t>2</w:t>
            </w:r>
          </w:p>
        </w:tc>
        <w:tc>
          <w:tcPr>
            <w:tcW w:w="823" w:type="dxa"/>
          </w:tcPr>
          <w:p w14:paraId="20C20796" w14:textId="77777777" w:rsidR="00DE0FEB" w:rsidRDefault="00DE0FEB" w:rsidP="00DE0FEB"/>
        </w:tc>
        <w:tc>
          <w:tcPr>
            <w:tcW w:w="3685" w:type="dxa"/>
            <w:vMerge/>
          </w:tcPr>
          <w:p w14:paraId="4EA9D896" w14:textId="77777777" w:rsidR="00DE0FEB" w:rsidRDefault="00DE0FEB" w:rsidP="00DE0FEB">
            <w:pPr>
              <w:rPr>
                <w:noProof/>
              </w:rPr>
            </w:pPr>
          </w:p>
        </w:tc>
      </w:tr>
      <w:tr w:rsidR="00DE0FEB" w14:paraId="5DBF3984" w14:textId="77777777" w:rsidTr="00B23CA3">
        <w:trPr>
          <w:trHeight w:val="77"/>
        </w:trPr>
        <w:tc>
          <w:tcPr>
            <w:tcW w:w="1020" w:type="dxa"/>
          </w:tcPr>
          <w:p w14:paraId="07C06D75" w14:textId="77777777" w:rsidR="00DE0FEB" w:rsidRPr="00A85AF1" w:rsidRDefault="00DE0FEB" w:rsidP="00DE0FEB"/>
        </w:tc>
        <w:tc>
          <w:tcPr>
            <w:tcW w:w="2552" w:type="dxa"/>
          </w:tcPr>
          <w:p w14:paraId="7C33CE02" w14:textId="77777777" w:rsidR="00DE0FEB" w:rsidRPr="00A85AF1" w:rsidRDefault="00DE0FEB" w:rsidP="00DE0FEB"/>
        </w:tc>
        <w:tc>
          <w:tcPr>
            <w:tcW w:w="823" w:type="dxa"/>
          </w:tcPr>
          <w:p w14:paraId="6A731EE1" w14:textId="77777777" w:rsidR="00DE0FEB" w:rsidRDefault="00DE0FEB" w:rsidP="00DE0FEB"/>
        </w:tc>
        <w:tc>
          <w:tcPr>
            <w:tcW w:w="3685" w:type="dxa"/>
            <w:vMerge/>
          </w:tcPr>
          <w:p w14:paraId="5D749D31" w14:textId="77777777" w:rsidR="00DE0FEB" w:rsidRDefault="00DE0FEB" w:rsidP="00DE0FEB"/>
        </w:tc>
      </w:tr>
      <w:tr w:rsidR="00DE0FEB" w14:paraId="57EFC33C" w14:textId="77777777" w:rsidTr="00F862D6">
        <w:tc>
          <w:tcPr>
            <w:tcW w:w="1020" w:type="dxa"/>
          </w:tcPr>
          <w:p w14:paraId="0C0E5931" w14:textId="77777777" w:rsidR="00DE0FEB" w:rsidRDefault="00DE0FEB" w:rsidP="00DE0FEB">
            <w:r>
              <w:t>Vyřizuje</w:t>
            </w:r>
          </w:p>
        </w:tc>
        <w:tc>
          <w:tcPr>
            <w:tcW w:w="2552" w:type="dxa"/>
          </w:tcPr>
          <w:p w14:paraId="1D807748" w14:textId="77777777" w:rsidR="00DE0FEB" w:rsidRPr="000575AF" w:rsidRDefault="00DE0FEB" w:rsidP="00DE0FEB">
            <w:r w:rsidRPr="000575AF">
              <w:t>Ing. Radomíra Rečková</w:t>
            </w:r>
          </w:p>
        </w:tc>
        <w:tc>
          <w:tcPr>
            <w:tcW w:w="823" w:type="dxa"/>
          </w:tcPr>
          <w:p w14:paraId="646CCDC3" w14:textId="77777777" w:rsidR="00DE0FEB" w:rsidRDefault="00DE0FEB" w:rsidP="00DE0FEB"/>
        </w:tc>
        <w:tc>
          <w:tcPr>
            <w:tcW w:w="3685" w:type="dxa"/>
            <w:vMerge/>
          </w:tcPr>
          <w:p w14:paraId="3D1E8C0E" w14:textId="77777777" w:rsidR="00DE0FEB" w:rsidRDefault="00DE0FEB" w:rsidP="00DE0FEB"/>
        </w:tc>
      </w:tr>
      <w:tr w:rsidR="00DE0FEB" w14:paraId="1619CD03" w14:textId="77777777" w:rsidTr="00F862D6">
        <w:tc>
          <w:tcPr>
            <w:tcW w:w="1020" w:type="dxa"/>
          </w:tcPr>
          <w:p w14:paraId="2421BFF2" w14:textId="77777777" w:rsidR="00DE0FEB" w:rsidRDefault="00DE0FEB" w:rsidP="00DE0FEB"/>
        </w:tc>
        <w:tc>
          <w:tcPr>
            <w:tcW w:w="2552" w:type="dxa"/>
          </w:tcPr>
          <w:p w14:paraId="3DCD7703" w14:textId="77777777" w:rsidR="00DE0FEB" w:rsidRPr="000575AF" w:rsidRDefault="00DE0FEB" w:rsidP="00DE0FEB"/>
        </w:tc>
        <w:tc>
          <w:tcPr>
            <w:tcW w:w="823" w:type="dxa"/>
          </w:tcPr>
          <w:p w14:paraId="0E5B8E9A" w14:textId="77777777" w:rsidR="00DE0FEB" w:rsidRDefault="00DE0FEB" w:rsidP="00DE0FEB"/>
        </w:tc>
        <w:tc>
          <w:tcPr>
            <w:tcW w:w="3685" w:type="dxa"/>
            <w:vMerge/>
          </w:tcPr>
          <w:p w14:paraId="697A5B9F" w14:textId="77777777" w:rsidR="00DE0FEB" w:rsidRDefault="00DE0FEB" w:rsidP="00DE0FEB"/>
        </w:tc>
      </w:tr>
      <w:tr w:rsidR="00DE0FEB" w14:paraId="73D7E415" w14:textId="77777777" w:rsidTr="00F862D6">
        <w:tc>
          <w:tcPr>
            <w:tcW w:w="1020" w:type="dxa"/>
          </w:tcPr>
          <w:p w14:paraId="76DAB54B" w14:textId="77777777" w:rsidR="00DE0FEB" w:rsidRDefault="00DE0FEB" w:rsidP="00DE0FEB">
            <w:r>
              <w:t>Mobil</w:t>
            </w:r>
          </w:p>
        </w:tc>
        <w:tc>
          <w:tcPr>
            <w:tcW w:w="2552" w:type="dxa"/>
          </w:tcPr>
          <w:p w14:paraId="3F69E9D8" w14:textId="77777777" w:rsidR="00DE0FEB" w:rsidRPr="000575AF" w:rsidRDefault="00DE0FEB" w:rsidP="00DE0FEB">
            <w:r w:rsidRPr="000575AF">
              <w:t>+420 725 744 197</w:t>
            </w:r>
          </w:p>
        </w:tc>
        <w:tc>
          <w:tcPr>
            <w:tcW w:w="823" w:type="dxa"/>
          </w:tcPr>
          <w:p w14:paraId="5D3CD703" w14:textId="77777777" w:rsidR="00DE0FEB" w:rsidRDefault="00DE0FEB" w:rsidP="00DE0FEB"/>
        </w:tc>
        <w:tc>
          <w:tcPr>
            <w:tcW w:w="3685" w:type="dxa"/>
            <w:vMerge/>
          </w:tcPr>
          <w:p w14:paraId="02117C3D" w14:textId="77777777" w:rsidR="00DE0FEB" w:rsidRDefault="00DE0FEB" w:rsidP="00DE0FEB"/>
        </w:tc>
      </w:tr>
      <w:tr w:rsidR="00DE0FEB" w14:paraId="6D6576CC" w14:textId="77777777" w:rsidTr="00F862D6">
        <w:tc>
          <w:tcPr>
            <w:tcW w:w="1020" w:type="dxa"/>
          </w:tcPr>
          <w:p w14:paraId="3C55F51D" w14:textId="77777777" w:rsidR="00DE0FEB" w:rsidRDefault="00DE0FEB" w:rsidP="00DE0FEB">
            <w:r>
              <w:t>E-mail</w:t>
            </w:r>
          </w:p>
        </w:tc>
        <w:tc>
          <w:tcPr>
            <w:tcW w:w="2552" w:type="dxa"/>
          </w:tcPr>
          <w:p w14:paraId="48A93147" w14:textId="77777777" w:rsidR="00DE0FEB" w:rsidRPr="000575AF" w:rsidRDefault="00DE0FEB" w:rsidP="00DE0FEB">
            <w:r w:rsidRPr="000575AF">
              <w:t>Reckova@spravazeleznic.cz</w:t>
            </w:r>
          </w:p>
        </w:tc>
        <w:tc>
          <w:tcPr>
            <w:tcW w:w="823" w:type="dxa"/>
          </w:tcPr>
          <w:p w14:paraId="1DD43F2C" w14:textId="77777777" w:rsidR="00DE0FEB" w:rsidRDefault="00DE0FEB" w:rsidP="00DE0FEB"/>
        </w:tc>
        <w:tc>
          <w:tcPr>
            <w:tcW w:w="3685" w:type="dxa"/>
            <w:vMerge/>
          </w:tcPr>
          <w:p w14:paraId="72882E4F" w14:textId="77777777" w:rsidR="00DE0FEB" w:rsidRDefault="00DE0FEB" w:rsidP="00DE0FEB"/>
        </w:tc>
      </w:tr>
      <w:tr w:rsidR="009A7568" w14:paraId="395041BD" w14:textId="77777777" w:rsidTr="00F862D6">
        <w:tc>
          <w:tcPr>
            <w:tcW w:w="1020" w:type="dxa"/>
          </w:tcPr>
          <w:p w14:paraId="688B51BD" w14:textId="77777777" w:rsidR="009A7568" w:rsidRDefault="009A7568" w:rsidP="009A7568"/>
        </w:tc>
        <w:tc>
          <w:tcPr>
            <w:tcW w:w="2552" w:type="dxa"/>
          </w:tcPr>
          <w:p w14:paraId="43CBB393" w14:textId="77777777" w:rsidR="009A7568" w:rsidRPr="003E6B9A" w:rsidRDefault="009A7568" w:rsidP="009A7568"/>
        </w:tc>
        <w:tc>
          <w:tcPr>
            <w:tcW w:w="823" w:type="dxa"/>
          </w:tcPr>
          <w:p w14:paraId="78B4E82A" w14:textId="77777777" w:rsidR="009A7568" w:rsidRDefault="009A7568" w:rsidP="009A7568"/>
        </w:tc>
        <w:tc>
          <w:tcPr>
            <w:tcW w:w="3685" w:type="dxa"/>
          </w:tcPr>
          <w:p w14:paraId="4F3B8453" w14:textId="77777777" w:rsidR="009A7568" w:rsidRDefault="009A7568" w:rsidP="009A7568"/>
        </w:tc>
      </w:tr>
      <w:tr w:rsidR="009A7568" w14:paraId="1EC8F27A" w14:textId="77777777" w:rsidTr="00F862D6">
        <w:tc>
          <w:tcPr>
            <w:tcW w:w="1020" w:type="dxa"/>
          </w:tcPr>
          <w:p w14:paraId="56F6C47A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53DC6DD6" w14:textId="5E6799A2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528C9">
              <w:rPr>
                <w:noProof/>
              </w:rPr>
              <w:t>15. listopadu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A6E8BB3" w14:textId="77777777" w:rsidR="009A7568" w:rsidRDefault="009A7568" w:rsidP="009A7568"/>
        </w:tc>
        <w:tc>
          <w:tcPr>
            <w:tcW w:w="3685" w:type="dxa"/>
          </w:tcPr>
          <w:p w14:paraId="0DF22D85" w14:textId="77777777" w:rsidR="009A7568" w:rsidRDefault="009A7568" w:rsidP="009A7568"/>
        </w:tc>
      </w:tr>
      <w:tr w:rsidR="00F64786" w14:paraId="123C3454" w14:textId="77777777" w:rsidTr="00F862D6">
        <w:tc>
          <w:tcPr>
            <w:tcW w:w="1020" w:type="dxa"/>
          </w:tcPr>
          <w:p w14:paraId="1E0AFDC7" w14:textId="77777777" w:rsidR="00F64786" w:rsidRDefault="00F64786" w:rsidP="0077673A"/>
        </w:tc>
        <w:tc>
          <w:tcPr>
            <w:tcW w:w="2552" w:type="dxa"/>
          </w:tcPr>
          <w:p w14:paraId="26B66B6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F42F30F" w14:textId="77777777" w:rsidR="00F64786" w:rsidRDefault="00F64786" w:rsidP="0077673A"/>
        </w:tc>
        <w:tc>
          <w:tcPr>
            <w:tcW w:w="3685" w:type="dxa"/>
          </w:tcPr>
          <w:p w14:paraId="06735979" w14:textId="77777777" w:rsidR="00F64786" w:rsidRDefault="00F64786" w:rsidP="0077673A"/>
        </w:tc>
      </w:tr>
      <w:tr w:rsidR="00F862D6" w14:paraId="4965416B" w14:textId="77777777" w:rsidTr="00B45E9E">
        <w:trPr>
          <w:trHeight w:val="794"/>
        </w:trPr>
        <w:tc>
          <w:tcPr>
            <w:tcW w:w="1020" w:type="dxa"/>
          </w:tcPr>
          <w:p w14:paraId="2AB024ED" w14:textId="77777777" w:rsidR="00F862D6" w:rsidRDefault="00F862D6" w:rsidP="0077673A"/>
        </w:tc>
        <w:tc>
          <w:tcPr>
            <w:tcW w:w="2552" w:type="dxa"/>
          </w:tcPr>
          <w:p w14:paraId="42856A98" w14:textId="77777777" w:rsidR="00F862D6" w:rsidRDefault="00F862D6" w:rsidP="00F310F8"/>
        </w:tc>
        <w:tc>
          <w:tcPr>
            <w:tcW w:w="823" w:type="dxa"/>
          </w:tcPr>
          <w:p w14:paraId="13572289" w14:textId="77777777" w:rsidR="00F862D6" w:rsidRDefault="00F862D6" w:rsidP="0077673A"/>
        </w:tc>
        <w:tc>
          <w:tcPr>
            <w:tcW w:w="3685" w:type="dxa"/>
          </w:tcPr>
          <w:p w14:paraId="10D4A908" w14:textId="77777777" w:rsidR="00F862D6" w:rsidRDefault="00F862D6" w:rsidP="0077673A"/>
        </w:tc>
      </w:tr>
    </w:tbl>
    <w:p w14:paraId="4C8B7179" w14:textId="71DC31F6" w:rsidR="00CB7B5A" w:rsidRPr="00DE0FEB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96766" w:rsidRPr="00996766">
        <w:rPr>
          <w:rFonts w:eastAsia="Calibri" w:cs="Times New Roman"/>
          <w:b/>
          <w:lang w:eastAsia="cs-CZ"/>
        </w:rPr>
        <w:t>Rekonstrukce mostu v km 110,701 trati Krnov – Opava východ</w:t>
      </w:r>
    </w:p>
    <w:p w14:paraId="1C8D135D" w14:textId="77777777" w:rsidR="00CB7B5A" w:rsidRPr="00DE0FE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E0FEB">
        <w:rPr>
          <w:rFonts w:eastAsia="Calibri" w:cs="Times New Roman"/>
          <w:lang w:eastAsia="cs-CZ"/>
        </w:rPr>
        <w:t xml:space="preserve">Vysvětlení/ změna/ doplnění zadávací dokumentace č. </w:t>
      </w:r>
      <w:r w:rsidR="00DE0FEB" w:rsidRPr="00DE0FEB">
        <w:rPr>
          <w:rFonts w:eastAsia="Calibri" w:cs="Times New Roman"/>
          <w:lang w:eastAsia="cs-CZ"/>
        </w:rPr>
        <w:t>1</w:t>
      </w:r>
      <w:r w:rsidRPr="00DE0FEB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DE0FEB">
        <w:rPr>
          <w:rFonts w:eastAsia="Times New Roman" w:cs="Times New Roman"/>
          <w:lang w:eastAsia="cs-CZ"/>
        </w:rPr>
        <w:instrText xml:space="preserve"> FORMTEXT </w:instrText>
      </w:r>
      <w:r w:rsidRPr="00DE0FEB">
        <w:rPr>
          <w:rFonts w:eastAsia="Times New Roman" w:cs="Times New Roman"/>
          <w:lang w:eastAsia="cs-CZ"/>
        </w:rPr>
      </w:r>
      <w:r w:rsidRPr="00DE0FEB">
        <w:rPr>
          <w:rFonts w:eastAsia="Times New Roman" w:cs="Times New Roman"/>
          <w:lang w:eastAsia="cs-CZ"/>
        </w:rPr>
        <w:fldChar w:fldCharType="separate"/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fldChar w:fldCharType="end"/>
      </w:r>
      <w:r w:rsidRPr="00DE0FEB">
        <w:rPr>
          <w:rFonts w:eastAsia="Calibri" w:cs="Times New Roman"/>
          <w:lang w:eastAsia="cs-CZ"/>
        </w:rPr>
        <w:t xml:space="preserve"> </w:t>
      </w:r>
    </w:p>
    <w:p w14:paraId="6B2C998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683A911" w14:textId="77777777" w:rsidR="00FD691D" w:rsidRDefault="00FD691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DD086A" w14:textId="77777777" w:rsidR="00FD691D" w:rsidRDefault="00FD691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90B63A2" w14:textId="23F9BD39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29494BA9" w14:textId="77777777" w:rsidR="00996766" w:rsidRPr="00996766" w:rsidRDefault="00996766" w:rsidP="00996766">
      <w:pPr>
        <w:spacing w:after="0" w:line="240" w:lineRule="auto"/>
        <w:rPr>
          <w:rFonts w:ascii="Tahoma" w:eastAsia="Times New Roman" w:hAnsi="Tahoma" w:cs="Tahoma"/>
          <w:bCs/>
          <w:color w:val="000000"/>
          <w:sz w:val="19"/>
          <w:szCs w:val="19"/>
          <w:lang w:eastAsia="cs-CZ"/>
        </w:rPr>
      </w:pPr>
      <w:r w:rsidRPr="00996766">
        <w:rPr>
          <w:rFonts w:ascii="Tahoma" w:eastAsia="Times New Roman" w:hAnsi="Tahoma" w:cs="Tahoma"/>
          <w:bCs/>
          <w:color w:val="000000"/>
          <w:sz w:val="19"/>
          <w:szCs w:val="19"/>
          <w:lang w:eastAsia="cs-CZ"/>
        </w:rPr>
        <w:t xml:space="preserve">Zadavatelem postoupená dokumentace – zadávací dokumentace; 2_ZÁVAZNÝ VZOR SMLOUVY; </w:t>
      </w:r>
      <w:r w:rsidRPr="00996766">
        <w:rPr>
          <w:rFonts w:ascii="Tahoma" w:eastAsia="Times New Roman" w:hAnsi="Tahoma" w:cs="Tahoma"/>
          <w:bCs/>
          <w:i/>
          <w:iCs/>
          <w:color w:val="000000"/>
          <w:sz w:val="19"/>
          <w:szCs w:val="19"/>
          <w:lang w:eastAsia="cs-CZ"/>
        </w:rPr>
        <w:t>ZTP_R_M110.701</w:t>
      </w:r>
      <w:r w:rsidRPr="00996766">
        <w:rPr>
          <w:rFonts w:ascii="Tahoma" w:eastAsia="Times New Roman" w:hAnsi="Tahoma" w:cs="Tahoma"/>
          <w:bCs/>
          <w:color w:val="000000"/>
          <w:sz w:val="19"/>
          <w:szCs w:val="19"/>
          <w:lang w:eastAsia="cs-CZ"/>
        </w:rPr>
        <w:t xml:space="preserve">; odstavec 5. </w:t>
      </w:r>
      <w:bookmarkStart w:id="1" w:name="_Toc6410460"/>
      <w:bookmarkStart w:id="2" w:name="_Toc145934108"/>
      <w:r w:rsidRPr="00996766">
        <w:rPr>
          <w:rFonts w:ascii="Tahoma" w:eastAsia="Times New Roman" w:hAnsi="Tahoma" w:cs="Tahoma"/>
          <w:bCs/>
          <w:color w:val="000000"/>
          <w:sz w:val="19"/>
          <w:szCs w:val="19"/>
          <w:lang w:eastAsia="cs-CZ"/>
        </w:rPr>
        <w:t>ORGANIZACE VÝSTAVBY, VÝLUKY</w:t>
      </w:r>
      <w:bookmarkEnd w:id="1"/>
      <w:bookmarkEnd w:id="2"/>
      <w:r w:rsidRPr="00996766">
        <w:rPr>
          <w:rFonts w:ascii="Tahoma" w:eastAsia="Times New Roman" w:hAnsi="Tahoma" w:cs="Tahoma"/>
          <w:bCs/>
          <w:color w:val="000000"/>
          <w:sz w:val="19"/>
          <w:szCs w:val="19"/>
          <w:lang w:eastAsia="cs-CZ"/>
        </w:rPr>
        <w:t>; bod 5.1.3. Zde se zadavatel odkazuje na termíny zahájení a ukončení stavby a další viz výstřižek níže.</w:t>
      </w:r>
    </w:p>
    <w:p w14:paraId="7BE85587" w14:textId="77777777" w:rsidR="00996766" w:rsidRPr="00996766" w:rsidRDefault="00996766" w:rsidP="00996766">
      <w:pPr>
        <w:spacing w:after="0" w:line="240" w:lineRule="auto"/>
        <w:rPr>
          <w:rFonts w:ascii="Tahoma" w:eastAsia="Times New Roman" w:hAnsi="Tahoma" w:cs="Tahoma"/>
          <w:bCs/>
          <w:color w:val="000000"/>
          <w:sz w:val="19"/>
          <w:szCs w:val="19"/>
          <w:lang w:eastAsia="cs-CZ"/>
        </w:rPr>
      </w:pPr>
    </w:p>
    <w:p w14:paraId="1B2612A8" w14:textId="18F45FFF" w:rsidR="00996766" w:rsidRPr="00996766" w:rsidRDefault="00996766" w:rsidP="00996766">
      <w:pPr>
        <w:spacing w:after="0" w:line="240" w:lineRule="auto"/>
        <w:rPr>
          <w:rFonts w:ascii="Tahoma" w:eastAsia="Times New Roman" w:hAnsi="Tahoma" w:cs="Tahoma"/>
          <w:bCs/>
          <w:color w:val="000000"/>
          <w:sz w:val="19"/>
          <w:szCs w:val="19"/>
          <w:lang w:eastAsia="cs-CZ"/>
        </w:rPr>
      </w:pPr>
      <w:r w:rsidRPr="00996766">
        <w:rPr>
          <w:rFonts w:ascii="Tahoma" w:eastAsia="Times New Roman" w:hAnsi="Tahoma" w:cs="Tahoma"/>
          <w:noProof/>
          <w:color w:val="000000"/>
          <w:sz w:val="19"/>
          <w:szCs w:val="19"/>
          <w:lang w:eastAsia="cs-CZ"/>
        </w:rPr>
        <w:drawing>
          <wp:inline distT="0" distB="0" distL="0" distR="0" wp14:anchorId="74C1BFB6" wp14:editId="56AF2A3E">
            <wp:extent cx="5525770" cy="1478280"/>
            <wp:effectExtent l="0" t="0" r="0" b="7620"/>
            <wp:docPr id="1878708097" name="Obrázek 2" descr="Obsah obrázku text, Písmo, snímek obrazovky, algebr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708097" name="Obrázek 2" descr="Obsah obrázku text, Písmo, snímek obrazovky, algebr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A67F31" w14:textId="77777777" w:rsidR="00996766" w:rsidRPr="00996766" w:rsidRDefault="00996766" w:rsidP="00996766">
      <w:pPr>
        <w:spacing w:after="0" w:line="240" w:lineRule="auto"/>
        <w:rPr>
          <w:rFonts w:ascii="Tahoma" w:eastAsia="Times New Roman" w:hAnsi="Tahoma" w:cs="Tahoma"/>
          <w:bCs/>
          <w:color w:val="000000"/>
          <w:sz w:val="19"/>
          <w:szCs w:val="19"/>
          <w:lang w:eastAsia="cs-CZ"/>
        </w:rPr>
      </w:pPr>
    </w:p>
    <w:p w14:paraId="746A2B34" w14:textId="77777777" w:rsidR="00996766" w:rsidRPr="00996766" w:rsidRDefault="00996766" w:rsidP="00996766">
      <w:pPr>
        <w:spacing w:after="0" w:line="240" w:lineRule="auto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996766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Dle technické zprávy ZOV </w:t>
      </w:r>
      <w:r w:rsidRPr="00996766">
        <w:rPr>
          <w:rFonts w:ascii="Tahoma" w:eastAsia="Times New Roman" w:hAnsi="Tahoma" w:cs="Tahoma"/>
          <w:i/>
          <w:iCs/>
          <w:color w:val="000000"/>
          <w:sz w:val="19"/>
          <w:szCs w:val="19"/>
          <w:lang w:eastAsia="cs-CZ"/>
        </w:rPr>
        <w:t xml:space="preserve">B_8_Zásady organizace výstavby </w:t>
      </w:r>
      <w:r w:rsidRPr="00996766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v projektové dokumentaci</w:t>
      </w:r>
      <w:r w:rsidRPr="00996766">
        <w:rPr>
          <w:rFonts w:ascii="Tahoma" w:eastAsia="Times New Roman" w:hAnsi="Tahoma" w:cs="Tahoma"/>
          <w:i/>
          <w:iCs/>
          <w:color w:val="000000"/>
          <w:sz w:val="19"/>
          <w:szCs w:val="19"/>
          <w:lang w:eastAsia="cs-CZ"/>
        </w:rPr>
        <w:t xml:space="preserve"> </w:t>
      </w:r>
      <w:r w:rsidRPr="00996766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jsou v odstavci </w:t>
      </w:r>
      <w:r w:rsidRPr="00996766">
        <w:rPr>
          <w:rFonts w:ascii="Tahoma" w:eastAsia="Times New Roman" w:hAnsi="Tahoma" w:cs="Tahoma"/>
          <w:i/>
          <w:iCs/>
          <w:color w:val="000000"/>
          <w:sz w:val="19"/>
          <w:szCs w:val="19"/>
          <w:lang w:eastAsia="cs-CZ"/>
        </w:rPr>
        <w:t xml:space="preserve">h) Popis postupu stavby, PŘEDPOKLÁDANÉ termíny zahájení a ukončení stavby </w:t>
      </w:r>
      <w:r w:rsidRPr="00996766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uvedeny termíny z roku 2022 viz výstřižek níže.</w:t>
      </w:r>
    </w:p>
    <w:p w14:paraId="280850C5" w14:textId="77777777" w:rsidR="00996766" w:rsidRPr="00996766" w:rsidRDefault="00996766" w:rsidP="00996766">
      <w:pPr>
        <w:spacing w:after="0" w:line="240" w:lineRule="auto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</w:p>
    <w:p w14:paraId="620F582D" w14:textId="26AEA677" w:rsidR="00996766" w:rsidRPr="00996766" w:rsidRDefault="00996766" w:rsidP="00996766">
      <w:pPr>
        <w:spacing w:after="0" w:line="240" w:lineRule="auto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996766">
        <w:rPr>
          <w:rFonts w:ascii="Tahoma" w:eastAsia="Times New Roman" w:hAnsi="Tahoma" w:cs="Tahoma"/>
          <w:noProof/>
          <w:color w:val="000000"/>
          <w:sz w:val="19"/>
          <w:szCs w:val="19"/>
          <w:lang w:eastAsia="cs-CZ"/>
        </w:rPr>
        <w:drawing>
          <wp:inline distT="0" distB="0" distL="0" distR="0" wp14:anchorId="47E4A2E0" wp14:editId="5013E7C1">
            <wp:extent cx="5353050" cy="1543050"/>
            <wp:effectExtent l="0" t="0" r="0" b="0"/>
            <wp:docPr id="1020621027" name="Obrázek 1" descr="Obsah obrázku text, snímek obrazovky, Písmo, algebr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621027" name="Obrázek 1" descr="Obsah obrázku text, snímek obrazovky, Písmo, algebr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B4654" w14:textId="3EFC6538" w:rsidR="00704AE3" w:rsidRPr="00704AE3" w:rsidRDefault="00996766" w:rsidP="00996766">
      <w:pPr>
        <w:spacing w:after="0" w:line="240" w:lineRule="auto"/>
        <w:rPr>
          <w:rFonts w:eastAsia="Calibri" w:cs="Times New Roman"/>
          <w:b/>
          <w:lang w:eastAsia="cs-CZ"/>
        </w:rPr>
      </w:pPr>
      <w:r w:rsidRPr="00996766">
        <w:rPr>
          <w:rFonts w:ascii="Tahoma" w:eastAsia="Times New Roman" w:hAnsi="Tahoma" w:cs="Tahoma"/>
          <w:b/>
          <w:i/>
          <w:iCs/>
          <w:color w:val="000000"/>
          <w:sz w:val="19"/>
          <w:szCs w:val="19"/>
          <w:lang w:eastAsia="cs-CZ"/>
        </w:rPr>
        <w:t>Žádáme zadavatele o aktualizaci veškerých termínů včetně harmonogramu výstavby, který je také předmětem projektové dokumentace</w:t>
      </w:r>
    </w:p>
    <w:p w14:paraId="60DBE98A" w14:textId="5F27EA7A" w:rsidR="00CB7B5A" w:rsidRPr="00A85AF1" w:rsidRDefault="00CB7B5A" w:rsidP="00B40995">
      <w:pPr>
        <w:spacing w:after="0" w:line="240" w:lineRule="auto"/>
        <w:rPr>
          <w:rFonts w:eastAsia="Calibri" w:cs="Times New Roman"/>
          <w:b/>
          <w:lang w:eastAsia="cs-CZ"/>
        </w:rPr>
      </w:pPr>
      <w:r w:rsidRPr="00A85AF1">
        <w:rPr>
          <w:rFonts w:eastAsia="Calibri" w:cs="Times New Roman"/>
          <w:b/>
          <w:lang w:eastAsia="cs-CZ"/>
        </w:rPr>
        <w:t xml:space="preserve">Odpověď: </w:t>
      </w:r>
    </w:p>
    <w:p w14:paraId="335D6CFC" w14:textId="2AFEC9D4" w:rsidR="00DE0FEB" w:rsidRPr="00A85AF1" w:rsidRDefault="00444486" w:rsidP="00A85AF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85AF1">
        <w:rPr>
          <w:rFonts w:eastAsia="Calibri" w:cs="Times New Roman"/>
          <w:bCs/>
          <w:lang w:eastAsia="cs-CZ"/>
        </w:rPr>
        <w:t>Aktuální t</w:t>
      </w:r>
      <w:r w:rsidRPr="00A85AF1">
        <w:rPr>
          <w:rFonts w:eastAsia="Times New Roman" w:cs="Times New Roman"/>
          <w:lang w:eastAsia="cs-CZ"/>
        </w:rPr>
        <w:t>ermín železniční výluky byl uveden ve Zvláštních technických podmínkách ve čl. 5.1.2. V souladu s tímto termínem byla a</w:t>
      </w:r>
      <w:r w:rsidR="007807FE" w:rsidRPr="00A85AF1">
        <w:rPr>
          <w:rFonts w:eastAsia="Calibri" w:cs="Times New Roman"/>
          <w:bCs/>
          <w:lang w:eastAsia="cs-CZ"/>
        </w:rPr>
        <w:t>ktualizován</w:t>
      </w:r>
      <w:r w:rsidRPr="00A85AF1">
        <w:rPr>
          <w:rFonts w:eastAsia="Calibri" w:cs="Times New Roman"/>
          <w:bCs/>
          <w:lang w:eastAsia="cs-CZ"/>
        </w:rPr>
        <w:t>a</w:t>
      </w:r>
      <w:r w:rsidR="007807FE" w:rsidRPr="00A85AF1">
        <w:rPr>
          <w:rFonts w:eastAsia="Calibri" w:cs="Times New Roman"/>
          <w:bCs/>
          <w:lang w:eastAsia="cs-CZ"/>
        </w:rPr>
        <w:t xml:space="preserve"> příloh</w:t>
      </w:r>
      <w:r w:rsidRPr="00A85AF1">
        <w:rPr>
          <w:rFonts w:eastAsia="Calibri" w:cs="Times New Roman"/>
          <w:bCs/>
          <w:lang w:eastAsia="cs-CZ"/>
        </w:rPr>
        <w:t xml:space="preserve">a 3 – Dokumentace stavby v rozsahu </w:t>
      </w:r>
      <w:r w:rsidR="007807FE" w:rsidRPr="00A85AF1">
        <w:rPr>
          <w:rFonts w:eastAsia="Calibri" w:cs="Times New Roman"/>
          <w:bCs/>
          <w:lang w:eastAsia="cs-CZ"/>
        </w:rPr>
        <w:t xml:space="preserve">B8 </w:t>
      </w:r>
      <w:r w:rsidR="00B84FB7" w:rsidRPr="00A85AF1">
        <w:rPr>
          <w:rFonts w:eastAsia="Calibri" w:cs="Times New Roman"/>
          <w:bCs/>
          <w:lang w:eastAsia="cs-CZ"/>
        </w:rPr>
        <w:t>Zásady organizace výstavby</w:t>
      </w:r>
      <w:r w:rsidR="007807FE" w:rsidRPr="00A85AF1">
        <w:rPr>
          <w:rFonts w:eastAsia="Calibri" w:cs="Times New Roman"/>
          <w:bCs/>
          <w:lang w:eastAsia="cs-CZ"/>
        </w:rPr>
        <w:t xml:space="preserve"> a B8.2.1 Příloha č. 1 Harmonogram výstavby</w:t>
      </w:r>
      <w:r w:rsidRPr="00A85AF1">
        <w:rPr>
          <w:rFonts w:eastAsia="Calibri" w:cs="Times New Roman"/>
          <w:bCs/>
          <w:lang w:eastAsia="cs-CZ"/>
        </w:rPr>
        <w:t>.</w:t>
      </w:r>
    </w:p>
    <w:p w14:paraId="222ADFFB" w14:textId="4DD1DA22" w:rsidR="00CB7B5A" w:rsidRPr="00A85AF1" w:rsidRDefault="00CB7B5A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EE1FCB4" w14:textId="77777777" w:rsidR="00811B41" w:rsidRPr="00A85AF1" w:rsidRDefault="00811B41" w:rsidP="000F6CB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EC98DD9" w14:textId="2540DDCF" w:rsidR="00444486" w:rsidRPr="00A85AF1" w:rsidRDefault="00444486" w:rsidP="000F6CB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3C599B2" w14:textId="77777777" w:rsidR="00DE0FEB" w:rsidRPr="00A85AF1" w:rsidRDefault="00DE0FEB" w:rsidP="00CB7B5A">
      <w:pPr>
        <w:spacing w:after="0" w:line="240" w:lineRule="auto"/>
        <w:rPr>
          <w:rFonts w:eastAsia="Calibri" w:cs="Times New Roman"/>
          <w:b/>
          <w:strike/>
          <w:lang w:eastAsia="cs-CZ"/>
        </w:rPr>
      </w:pPr>
    </w:p>
    <w:p w14:paraId="41B5B0F6" w14:textId="1E0BF6ED" w:rsidR="001771A1" w:rsidRPr="00A85AF1" w:rsidRDefault="001771A1" w:rsidP="001771A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85AF1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A85AF1">
        <w:rPr>
          <w:rFonts w:eastAsia="Times New Roman" w:cs="Times New Roman"/>
          <w:b/>
          <w:lang w:eastAsia="cs-CZ"/>
        </w:rPr>
        <w:t>změny zadávací dokumentace mající informativní charakter</w:t>
      </w:r>
      <w:r w:rsidRPr="00A85AF1">
        <w:rPr>
          <w:rFonts w:eastAsia="Times New Roman" w:cs="Times New Roman"/>
          <w:lang w:eastAsia="cs-CZ"/>
        </w:rPr>
        <w:t>, neprodlužuje zadavatel lhůtu pro podání nabídek.</w:t>
      </w:r>
    </w:p>
    <w:p w14:paraId="7252A2B5" w14:textId="77777777" w:rsidR="001771A1" w:rsidRPr="001771A1" w:rsidRDefault="001771A1" w:rsidP="001771A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B91C16A" w14:textId="77777777" w:rsidR="001771A1" w:rsidRPr="001771A1" w:rsidRDefault="001771A1" w:rsidP="00CB7B5A">
      <w:pPr>
        <w:spacing w:after="0" w:line="240" w:lineRule="auto"/>
        <w:rPr>
          <w:rFonts w:eastAsia="Calibri" w:cs="Times New Roman"/>
          <w:b/>
          <w:strike/>
          <w:lang w:eastAsia="cs-CZ"/>
        </w:rPr>
      </w:pPr>
    </w:p>
    <w:p w14:paraId="219D560F" w14:textId="77777777" w:rsidR="009863EC" w:rsidRPr="001771A1" w:rsidRDefault="009863EC" w:rsidP="009863EC">
      <w:pPr>
        <w:jc w:val="both"/>
        <w:rPr>
          <w:lang w:eastAsia="cs-CZ"/>
        </w:rPr>
      </w:pPr>
      <w:r w:rsidRPr="001771A1">
        <w:rPr>
          <w:lang w:eastAsia="cs-CZ"/>
        </w:rPr>
        <w:t xml:space="preserve">Vysvětlení/ změnu/ doplnění zadávací dokumentace, včetně příloh, zadavatel uveřejní stejným způsobem, jakým uveřejnil výzvu k podání nabídek, tedy na profilu zadavatele: </w:t>
      </w:r>
      <w:hyperlink r:id="rId13" w:history="1">
        <w:r w:rsidRPr="001771A1">
          <w:rPr>
            <w:rStyle w:val="Hypertextovodkaz"/>
            <w:color w:val="0000FF"/>
            <w:lang w:eastAsia="cs-CZ"/>
          </w:rPr>
          <w:t>https://zakazky.spravazeleznic.cz/</w:t>
        </w:r>
      </w:hyperlink>
      <w:r w:rsidRPr="001771A1">
        <w:rPr>
          <w:lang w:eastAsia="cs-CZ"/>
        </w:rPr>
        <w:t>. Vysvětlení/ změna/ doplnění je považováno za doručené okamžikem uveřejnění.</w:t>
      </w:r>
    </w:p>
    <w:p w14:paraId="5A77A224" w14:textId="77777777" w:rsidR="001771A1" w:rsidRPr="001771A1" w:rsidRDefault="001771A1" w:rsidP="009863EC">
      <w:pPr>
        <w:jc w:val="both"/>
        <w:rPr>
          <w:strike/>
          <w:lang w:eastAsia="cs-CZ"/>
        </w:rPr>
      </w:pPr>
    </w:p>
    <w:p w14:paraId="369748A6" w14:textId="5EA8381E" w:rsidR="007D330E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67DAF9C" w14:textId="77777777" w:rsidR="00811B41" w:rsidRPr="00FD691D" w:rsidRDefault="00811B41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4CAE404" w14:textId="77777777" w:rsidR="00CB7B5A" w:rsidRPr="00FD691D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D691D">
        <w:rPr>
          <w:rFonts w:eastAsia="Calibri" w:cs="Times New Roman"/>
          <w:b/>
          <w:bCs/>
          <w:lang w:eastAsia="cs-CZ"/>
        </w:rPr>
        <w:t xml:space="preserve">Příloha: </w:t>
      </w:r>
    </w:p>
    <w:p w14:paraId="0DE5B77C" w14:textId="14C207AF" w:rsidR="00FD2BF3" w:rsidRPr="00A85AF1" w:rsidRDefault="001771A1" w:rsidP="00B6294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85AF1">
        <w:rPr>
          <w:rFonts w:eastAsia="Calibri" w:cs="Times New Roman"/>
          <w:lang w:eastAsia="cs-CZ"/>
        </w:rPr>
        <w:t>B_8_ZOV_11_2023.pdf</w:t>
      </w:r>
    </w:p>
    <w:p w14:paraId="0780F2C1" w14:textId="7CB475D7" w:rsidR="001771A1" w:rsidRPr="00A85AF1" w:rsidRDefault="001771A1" w:rsidP="00B6294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85AF1">
        <w:rPr>
          <w:rFonts w:eastAsia="Calibri" w:cs="Times New Roman"/>
          <w:lang w:eastAsia="cs-CZ"/>
        </w:rPr>
        <w:t>B8_02_01_Příloha č_1 Harmonogram výstavby.pdf</w:t>
      </w:r>
    </w:p>
    <w:p w14:paraId="7990C430" w14:textId="77777777" w:rsidR="008F0E4D" w:rsidRPr="00CB7B5A" w:rsidRDefault="008F0E4D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1C36364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C8DA33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767E5CA" w14:textId="1896F69F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1771A1">
        <w:rPr>
          <w:rFonts w:eastAsia="Calibri" w:cs="Times New Roman"/>
          <w:lang w:eastAsia="cs-CZ"/>
        </w:rPr>
        <w:t>1</w:t>
      </w:r>
      <w:r w:rsidR="00A85AF1">
        <w:rPr>
          <w:rFonts w:eastAsia="Calibri" w:cs="Times New Roman"/>
          <w:lang w:eastAsia="cs-CZ"/>
        </w:rPr>
        <w:t>5</w:t>
      </w:r>
      <w:r w:rsidR="00B6294C">
        <w:rPr>
          <w:rFonts w:eastAsia="Calibri" w:cs="Times New Roman"/>
          <w:lang w:eastAsia="cs-CZ"/>
        </w:rPr>
        <w:t xml:space="preserve">. </w:t>
      </w:r>
      <w:r w:rsidR="001771A1">
        <w:rPr>
          <w:rFonts w:eastAsia="Calibri" w:cs="Times New Roman"/>
          <w:lang w:eastAsia="cs-CZ"/>
        </w:rPr>
        <w:t>11</w:t>
      </w:r>
      <w:r w:rsidR="008F0E4D">
        <w:rPr>
          <w:rFonts w:eastAsia="Calibri" w:cs="Times New Roman"/>
          <w:lang w:eastAsia="cs-CZ"/>
        </w:rPr>
        <w:t>. 2023</w:t>
      </w:r>
    </w:p>
    <w:p w14:paraId="47E75B9C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B258B9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2027E03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A8F389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939C52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9E0E68E" w14:textId="77777777" w:rsidR="008F0E4D" w:rsidRPr="00CB7B5A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F9BD9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EB01D4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8B1EFCB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D49070E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5A0626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BB09716" w14:textId="3DE5EE0F" w:rsidR="00CC1E2B" w:rsidRDefault="00CB7B5A" w:rsidP="001046D4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5513E" w14:textId="77777777" w:rsidR="00061AE0" w:rsidRDefault="00061AE0" w:rsidP="00962258">
      <w:pPr>
        <w:spacing w:after="0" w:line="240" w:lineRule="auto"/>
      </w:pPr>
      <w:r>
        <w:separator/>
      </w:r>
    </w:p>
  </w:endnote>
  <w:endnote w:type="continuationSeparator" w:id="0">
    <w:p w14:paraId="347F3498" w14:textId="77777777" w:rsidR="00061AE0" w:rsidRDefault="00061AE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3F3EC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8F959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834A33" w14:textId="35FC91B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C2578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EA4971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44CD95" w14:textId="77777777" w:rsidR="00F1715C" w:rsidRDefault="00F1715C" w:rsidP="00D831A3">
          <w:pPr>
            <w:pStyle w:val="Zpat"/>
          </w:pPr>
        </w:p>
      </w:tc>
    </w:tr>
  </w:tbl>
  <w:p w14:paraId="446A67C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F3D63E" wp14:editId="0B6EDC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5D28E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6FD6652" wp14:editId="324B32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E3F3AC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A0BEE4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B23A80" w14:textId="7866DA3E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7B1578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DF375AE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F6934A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17D5A1F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0F721BD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3D63EA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D2D80B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5AF478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0586449" w14:textId="77777777" w:rsidR="00490C88" w:rsidRDefault="00490C88" w:rsidP="00331004">
          <w:pPr>
            <w:pStyle w:val="Zpat"/>
          </w:pPr>
        </w:p>
      </w:tc>
    </w:tr>
  </w:tbl>
  <w:p w14:paraId="26C0141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A49FC3B" wp14:editId="535E155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3D0C78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B655D08" wp14:editId="5AAEDF1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EC5C92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1D0C14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D8406" w14:textId="77777777" w:rsidR="00061AE0" w:rsidRDefault="00061AE0" w:rsidP="00962258">
      <w:pPr>
        <w:spacing w:after="0" w:line="240" w:lineRule="auto"/>
      </w:pPr>
      <w:r>
        <w:separator/>
      </w:r>
    </w:p>
  </w:footnote>
  <w:footnote w:type="continuationSeparator" w:id="0">
    <w:p w14:paraId="301DADEF" w14:textId="77777777" w:rsidR="00061AE0" w:rsidRDefault="00061AE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DE453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E2966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D66F9F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28FA3F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92EA0A" w14:textId="77777777" w:rsidR="00F1715C" w:rsidRPr="00D6163D" w:rsidRDefault="00F1715C" w:rsidP="00D6163D">
          <w:pPr>
            <w:pStyle w:val="Druhdokumentu"/>
          </w:pPr>
        </w:p>
      </w:tc>
    </w:tr>
  </w:tbl>
  <w:p w14:paraId="1544F01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068DB2A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1AC8F6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9CCFE63" wp14:editId="1847DCA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063990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DB064D" w14:textId="77777777" w:rsidR="00F3199A" w:rsidRPr="00D6163D" w:rsidRDefault="00F3199A" w:rsidP="00FC6389">
          <w:pPr>
            <w:pStyle w:val="Druhdokumentu"/>
          </w:pPr>
        </w:p>
      </w:tc>
    </w:tr>
    <w:tr w:rsidR="00F3199A" w14:paraId="6C0FD555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50AB1A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17E7DCF7" wp14:editId="3514A65B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4EA52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23375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67802F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43EB47E" wp14:editId="249F31E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5372556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5164C3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203709642">
    <w:abstractNumId w:val="2"/>
  </w:num>
  <w:num w:numId="2" w16cid:durableId="13852122">
    <w:abstractNumId w:val="1"/>
  </w:num>
  <w:num w:numId="3" w16cid:durableId="2034332419">
    <w:abstractNumId w:val="3"/>
  </w:num>
  <w:num w:numId="4" w16cid:durableId="619188269">
    <w:abstractNumId w:val="5"/>
  </w:num>
  <w:num w:numId="5" w16cid:durableId="1726947514">
    <w:abstractNumId w:val="0"/>
  </w:num>
  <w:num w:numId="6" w16cid:durableId="97020569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61AE0"/>
    <w:rsid w:val="00072C1E"/>
    <w:rsid w:val="000B1153"/>
    <w:rsid w:val="000B5A4C"/>
    <w:rsid w:val="000B6C7E"/>
    <w:rsid w:val="000B7907"/>
    <w:rsid w:val="000C0429"/>
    <w:rsid w:val="000C42AD"/>
    <w:rsid w:val="000C45E8"/>
    <w:rsid w:val="000D6F1E"/>
    <w:rsid w:val="000E6552"/>
    <w:rsid w:val="000F6CB4"/>
    <w:rsid w:val="001046D4"/>
    <w:rsid w:val="00114472"/>
    <w:rsid w:val="001446CC"/>
    <w:rsid w:val="00170EC5"/>
    <w:rsid w:val="001747C1"/>
    <w:rsid w:val="001771A1"/>
    <w:rsid w:val="0018596A"/>
    <w:rsid w:val="001B69C2"/>
    <w:rsid w:val="001C4DA0"/>
    <w:rsid w:val="00207DF5"/>
    <w:rsid w:val="002551BF"/>
    <w:rsid w:val="00267369"/>
    <w:rsid w:val="0026785D"/>
    <w:rsid w:val="002C31BF"/>
    <w:rsid w:val="002E0CD7"/>
    <w:rsid w:val="002F026B"/>
    <w:rsid w:val="00313735"/>
    <w:rsid w:val="00333118"/>
    <w:rsid w:val="00357BC6"/>
    <w:rsid w:val="0037111D"/>
    <w:rsid w:val="003956C6"/>
    <w:rsid w:val="003C5BE7"/>
    <w:rsid w:val="003E6B9A"/>
    <w:rsid w:val="003E75CE"/>
    <w:rsid w:val="0041380F"/>
    <w:rsid w:val="00444486"/>
    <w:rsid w:val="00450CF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6620"/>
    <w:rsid w:val="004E137F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978F0"/>
    <w:rsid w:val="005A64E9"/>
    <w:rsid w:val="005B5EE9"/>
    <w:rsid w:val="006104F6"/>
    <w:rsid w:val="0061068E"/>
    <w:rsid w:val="00616685"/>
    <w:rsid w:val="00660AD3"/>
    <w:rsid w:val="00667E80"/>
    <w:rsid w:val="006703A1"/>
    <w:rsid w:val="006A5570"/>
    <w:rsid w:val="006A689C"/>
    <w:rsid w:val="006B3D79"/>
    <w:rsid w:val="006D0AC9"/>
    <w:rsid w:val="006E0578"/>
    <w:rsid w:val="006E314D"/>
    <w:rsid w:val="006E7F06"/>
    <w:rsid w:val="00704AE3"/>
    <w:rsid w:val="00710723"/>
    <w:rsid w:val="0071549A"/>
    <w:rsid w:val="00723ED1"/>
    <w:rsid w:val="00735ED4"/>
    <w:rsid w:val="00743525"/>
    <w:rsid w:val="007531A0"/>
    <w:rsid w:val="0076286B"/>
    <w:rsid w:val="00764595"/>
    <w:rsid w:val="00766846"/>
    <w:rsid w:val="0077673A"/>
    <w:rsid w:val="007807FE"/>
    <w:rsid w:val="007846E1"/>
    <w:rsid w:val="007B570C"/>
    <w:rsid w:val="007D330E"/>
    <w:rsid w:val="007E4A6E"/>
    <w:rsid w:val="007F56A7"/>
    <w:rsid w:val="00807DD0"/>
    <w:rsid w:val="008113E7"/>
    <w:rsid w:val="00811B41"/>
    <w:rsid w:val="00813F11"/>
    <w:rsid w:val="00891334"/>
    <w:rsid w:val="008A14C0"/>
    <w:rsid w:val="008A3568"/>
    <w:rsid w:val="008D03B9"/>
    <w:rsid w:val="008E4C60"/>
    <w:rsid w:val="008F0E4D"/>
    <w:rsid w:val="008F18D6"/>
    <w:rsid w:val="00904484"/>
    <w:rsid w:val="00904780"/>
    <w:rsid w:val="009113A8"/>
    <w:rsid w:val="00911604"/>
    <w:rsid w:val="00922385"/>
    <w:rsid w:val="009223DF"/>
    <w:rsid w:val="00936091"/>
    <w:rsid w:val="00940D8A"/>
    <w:rsid w:val="00962258"/>
    <w:rsid w:val="009678B7"/>
    <w:rsid w:val="00982411"/>
    <w:rsid w:val="009863EC"/>
    <w:rsid w:val="00992D9C"/>
    <w:rsid w:val="00996766"/>
    <w:rsid w:val="00996CB8"/>
    <w:rsid w:val="009A31E4"/>
    <w:rsid w:val="009A7568"/>
    <w:rsid w:val="009B24D8"/>
    <w:rsid w:val="009B2E97"/>
    <w:rsid w:val="009B5DEA"/>
    <w:rsid w:val="009B72CC"/>
    <w:rsid w:val="009E07F4"/>
    <w:rsid w:val="009F392E"/>
    <w:rsid w:val="009F7C89"/>
    <w:rsid w:val="00A44328"/>
    <w:rsid w:val="00A6177B"/>
    <w:rsid w:val="00A66136"/>
    <w:rsid w:val="00A85AF1"/>
    <w:rsid w:val="00A955ED"/>
    <w:rsid w:val="00AA4CBB"/>
    <w:rsid w:val="00AA65FA"/>
    <w:rsid w:val="00AA7351"/>
    <w:rsid w:val="00AB0350"/>
    <w:rsid w:val="00AC5255"/>
    <w:rsid w:val="00AD056F"/>
    <w:rsid w:val="00AD2773"/>
    <w:rsid w:val="00AD6731"/>
    <w:rsid w:val="00AE1DDE"/>
    <w:rsid w:val="00B15B5E"/>
    <w:rsid w:val="00B15D0D"/>
    <w:rsid w:val="00B23CA3"/>
    <w:rsid w:val="00B253D9"/>
    <w:rsid w:val="00B3491A"/>
    <w:rsid w:val="00B40995"/>
    <w:rsid w:val="00B45E9E"/>
    <w:rsid w:val="00B55F9C"/>
    <w:rsid w:val="00B6294C"/>
    <w:rsid w:val="00B75EE1"/>
    <w:rsid w:val="00B77481"/>
    <w:rsid w:val="00B84FB7"/>
    <w:rsid w:val="00B8518B"/>
    <w:rsid w:val="00BB0DBF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528C9"/>
    <w:rsid w:val="00D6163D"/>
    <w:rsid w:val="00D63009"/>
    <w:rsid w:val="00D76019"/>
    <w:rsid w:val="00D831A3"/>
    <w:rsid w:val="00D902AD"/>
    <w:rsid w:val="00DA6FFE"/>
    <w:rsid w:val="00DC3110"/>
    <w:rsid w:val="00DD46F3"/>
    <w:rsid w:val="00DD58A6"/>
    <w:rsid w:val="00DE0FEB"/>
    <w:rsid w:val="00DE56F2"/>
    <w:rsid w:val="00DF116D"/>
    <w:rsid w:val="00E824F1"/>
    <w:rsid w:val="00E9323C"/>
    <w:rsid w:val="00EB104F"/>
    <w:rsid w:val="00EC7809"/>
    <w:rsid w:val="00ED14BD"/>
    <w:rsid w:val="00F01440"/>
    <w:rsid w:val="00F0235A"/>
    <w:rsid w:val="00F12DEC"/>
    <w:rsid w:val="00F1715C"/>
    <w:rsid w:val="00F310F8"/>
    <w:rsid w:val="00F3199A"/>
    <w:rsid w:val="00F35939"/>
    <w:rsid w:val="00F45607"/>
    <w:rsid w:val="00F61E94"/>
    <w:rsid w:val="00F64786"/>
    <w:rsid w:val="00F659EB"/>
    <w:rsid w:val="00F72F06"/>
    <w:rsid w:val="00F804A7"/>
    <w:rsid w:val="00F862D6"/>
    <w:rsid w:val="00F86BA6"/>
    <w:rsid w:val="00F93FFA"/>
    <w:rsid w:val="00FC6389"/>
    <w:rsid w:val="00FD2BF3"/>
    <w:rsid w:val="00FD2F51"/>
    <w:rsid w:val="00FD691D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4A24C2"/>
  <w14:defaultImageDpi w14:val="32767"/>
  <w15:docId w15:val="{1755EA3B-90DC-4048-8F7E-8A057EEA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0FEB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DE0FEB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37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37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08C36E-B1C0-4742-83A8-6BBDA789C7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8</TotalTime>
  <Pages>2</Pages>
  <Words>288</Words>
  <Characters>1704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4</cp:revision>
  <cp:lastPrinted>2019-02-22T13:28:00Z</cp:lastPrinted>
  <dcterms:created xsi:type="dcterms:W3CDTF">2023-11-13T12:56:00Z</dcterms:created>
  <dcterms:modified xsi:type="dcterms:W3CDTF">2023-11-15T09:22:00Z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