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98F90" w14:textId="77777777" w:rsidR="00FC6B68" w:rsidRDefault="00F422D3" w:rsidP="00FC6B68">
      <w:pPr>
        <w:pStyle w:val="Titul1"/>
        <w:spacing w:after="0"/>
      </w:pPr>
      <w:r w:rsidRPr="005D6794">
        <w:t>SMLOUVA O DÍLO</w:t>
      </w:r>
    </w:p>
    <w:p w14:paraId="51A55B02"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4FA13172" w14:textId="269960FA" w:rsidR="00F422D3" w:rsidRDefault="00F422D3" w:rsidP="00B42F40">
      <w:pPr>
        <w:pStyle w:val="Titul2"/>
      </w:pPr>
      <w:r>
        <w:t xml:space="preserve">Název </w:t>
      </w:r>
      <w:r w:rsidRPr="005D7930">
        <w:t>zakázky: „</w:t>
      </w:r>
      <w:r w:rsidR="005D7930" w:rsidRPr="005D7930">
        <w:t>Rekonstrukce traťového úseku Vlkov u Tišnova (mimo) - Křižanov (mimo)</w:t>
      </w:r>
      <w:r w:rsidRPr="005D7930">
        <w:t>“</w:t>
      </w:r>
    </w:p>
    <w:p w14:paraId="75F2B475" w14:textId="77777777" w:rsidR="00F422D3" w:rsidRPr="00B42F40" w:rsidRDefault="00F422D3" w:rsidP="00B42F40">
      <w:pPr>
        <w:pStyle w:val="Nadpisbezsl1-2"/>
      </w:pPr>
      <w:r w:rsidRPr="00B42F40">
        <w:t>Smluvní strany:</w:t>
      </w:r>
    </w:p>
    <w:p w14:paraId="7B01E8BB" w14:textId="77777777" w:rsidR="00AF4519" w:rsidRDefault="00AF4519" w:rsidP="00B42F40">
      <w:pPr>
        <w:pStyle w:val="Textbezodsazen"/>
        <w:spacing w:after="0"/>
        <w:rPr>
          <w:b/>
        </w:rPr>
      </w:pPr>
      <w:r>
        <w:rPr>
          <w:b/>
        </w:rPr>
        <w:t>Objednatel</w:t>
      </w:r>
    </w:p>
    <w:p w14:paraId="134A546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2595DB9A" w14:textId="77777777" w:rsidR="00F422D3" w:rsidRDefault="00F422D3" w:rsidP="00B42F40">
      <w:pPr>
        <w:pStyle w:val="Textbezodsazen"/>
        <w:spacing w:after="0"/>
      </w:pPr>
      <w:r>
        <w:t xml:space="preserve">se sídlem: Dlážděná 1003/7, 110 00 Praha 1 - Nové Město </w:t>
      </w:r>
    </w:p>
    <w:p w14:paraId="01165C0B" w14:textId="77777777" w:rsidR="00F422D3" w:rsidRDefault="00F422D3" w:rsidP="00B42F40">
      <w:pPr>
        <w:pStyle w:val="Textbezodsazen"/>
        <w:spacing w:after="0"/>
      </w:pPr>
      <w:r>
        <w:t>IČO: 70994234 DIČ: CZ70994234</w:t>
      </w:r>
    </w:p>
    <w:p w14:paraId="51D5D535"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361297A"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1180D662" w14:textId="77777777" w:rsidR="00F91101" w:rsidRDefault="00F91101" w:rsidP="00B42F40">
      <w:pPr>
        <w:pStyle w:val="Textbezodsazen"/>
        <w:spacing w:after="0"/>
        <w:rPr>
          <w:rStyle w:val="Zdraznnjemn"/>
          <w:b/>
          <w:iCs w:val="0"/>
          <w:color w:val="auto"/>
        </w:rPr>
      </w:pPr>
    </w:p>
    <w:p w14:paraId="16AD35C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DF42A3F" w14:textId="77777777" w:rsidR="00F422D3" w:rsidRDefault="00F422D3" w:rsidP="00B42F40">
      <w:pPr>
        <w:pStyle w:val="Textbezodsazen"/>
        <w:spacing w:after="0"/>
      </w:pPr>
      <w:r>
        <w:t>Správa železni</w:t>
      </w:r>
      <w:r w:rsidR="00D74633">
        <w:t>c</w:t>
      </w:r>
      <w:r>
        <w:t>, státní organizace</w:t>
      </w:r>
    </w:p>
    <w:p w14:paraId="6B057366" w14:textId="77777777" w:rsidR="00F422D3" w:rsidRDefault="00F422D3" w:rsidP="00B42F40">
      <w:pPr>
        <w:pStyle w:val="Textbezodsazen"/>
      </w:pPr>
      <w:r w:rsidRPr="00B42F40">
        <w:t>Stavební</w:t>
      </w:r>
      <w:r>
        <w:t xml:space="preserve"> správa </w:t>
      </w:r>
      <w:r w:rsidR="00F91101">
        <w:t>východ, Nerudova 1, 77900 Olomouc</w:t>
      </w:r>
    </w:p>
    <w:p w14:paraId="4B28F8F4"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7DE38DDE"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1DC666B3" w14:textId="2F03CCD8" w:rsidR="00F91101" w:rsidRPr="005D7930" w:rsidRDefault="005D7930" w:rsidP="00F91101">
      <w:pPr>
        <w:spacing w:after="120"/>
        <w:ind w:left="567"/>
        <w:jc w:val="both"/>
        <w:rPr>
          <w:rFonts w:ascii="Verdana" w:hAnsi="Verdana" w:cs="Calibri"/>
        </w:rPr>
      </w:pPr>
      <w:r w:rsidRPr="005D7930">
        <w:rPr>
          <w:b/>
          <w:bCs/>
        </w:rPr>
        <w:t>Mgr. Markéta Volfová</w:t>
      </w:r>
      <w:r w:rsidR="00F91101" w:rsidRPr="005D7930">
        <w:rPr>
          <w:rFonts w:ascii="Verdana" w:hAnsi="Verdana" w:cs="Calibri"/>
        </w:rPr>
        <w:t xml:space="preserve">, tel.: </w:t>
      </w:r>
      <w:r w:rsidRPr="005D7930">
        <w:t>+420 725 915 943</w:t>
      </w:r>
      <w:r w:rsidR="00F91101" w:rsidRPr="005D7930">
        <w:rPr>
          <w:rFonts w:ascii="Verdana" w:hAnsi="Verdana" w:cs="Calibri"/>
        </w:rPr>
        <w:t>,</w:t>
      </w:r>
    </w:p>
    <w:p w14:paraId="5F5EADFA" w14:textId="77777777" w:rsidR="00F91101" w:rsidRPr="005D7930"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D7930">
        <w:rPr>
          <w:rFonts w:ascii="Verdana" w:hAnsi="Verdana" w:cs="Calibri"/>
          <w:color w:val="000000"/>
        </w:rPr>
        <w:t>ve věcech technických:</w:t>
      </w:r>
    </w:p>
    <w:p w14:paraId="4E453E90" w14:textId="58F47BEF" w:rsidR="00F91101" w:rsidRPr="005C7EED" w:rsidRDefault="005D7930" w:rsidP="00F91101">
      <w:pPr>
        <w:spacing w:after="120"/>
        <w:ind w:left="567"/>
        <w:jc w:val="both"/>
        <w:rPr>
          <w:rFonts w:ascii="Verdana" w:hAnsi="Verdana" w:cs="Calibri"/>
        </w:rPr>
      </w:pPr>
      <w:r w:rsidRPr="005D7930">
        <w:rPr>
          <w:b/>
        </w:rPr>
        <w:t>Ing. Jiří Grečnár</w:t>
      </w:r>
      <w:r w:rsidR="00F91101" w:rsidRPr="005D7930">
        <w:rPr>
          <w:rFonts w:ascii="Verdana" w:hAnsi="Verdana" w:cs="Calibri"/>
        </w:rPr>
        <w:t>,</w:t>
      </w:r>
      <w:r w:rsidRPr="005D7930">
        <w:rPr>
          <w:rFonts w:ascii="Verdana" w:hAnsi="Verdana" w:cs="Calibri"/>
        </w:rPr>
        <w:t xml:space="preserve"> </w:t>
      </w:r>
      <w:r w:rsidR="00F91101" w:rsidRPr="005D7930">
        <w:rPr>
          <w:rFonts w:ascii="Verdana" w:hAnsi="Verdana" w:cs="Calibri"/>
        </w:rPr>
        <w:t>tel.:</w:t>
      </w:r>
      <w:r w:rsidRPr="005D7930">
        <w:rPr>
          <w:rFonts w:ascii="Verdana" w:hAnsi="Verdana"/>
          <w:sz w:val="20"/>
          <w:szCs w:val="20"/>
        </w:rPr>
        <w:t xml:space="preserve"> </w:t>
      </w:r>
      <w:r w:rsidRPr="005D7930">
        <w:rPr>
          <w:rFonts w:ascii="Verdana" w:hAnsi="Verdana" w:cs="Calibri"/>
        </w:rPr>
        <w:t>+420 727 983 620</w:t>
      </w:r>
      <w:r w:rsidR="00F91101" w:rsidRPr="005C7EED">
        <w:rPr>
          <w:rFonts w:ascii="Verdana" w:hAnsi="Verdana" w:cs="Arial"/>
        </w:rPr>
        <w:t>,</w:t>
      </w:r>
    </w:p>
    <w:p w14:paraId="517E05FC" w14:textId="77777777" w:rsidR="00F91101" w:rsidRPr="005D7930"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D7930">
        <w:rPr>
          <w:rFonts w:ascii="Verdana" w:hAnsi="Verdana" w:cs="Calibri"/>
          <w:color w:val="000000"/>
        </w:rPr>
        <w:t>stavební dozor:</w:t>
      </w:r>
    </w:p>
    <w:p w14:paraId="6AB86F0F" w14:textId="55C9BBA0" w:rsidR="00F91101" w:rsidRDefault="005D7930" w:rsidP="00F91101">
      <w:pPr>
        <w:pStyle w:val="Textbezodsazen"/>
        <w:ind w:left="567"/>
      </w:pPr>
      <w:r w:rsidRPr="005D7930">
        <w:rPr>
          <w:b/>
        </w:rPr>
        <w:t>Jiří Wagner</w:t>
      </w:r>
      <w:r w:rsidR="00F91101" w:rsidRPr="005D7930">
        <w:rPr>
          <w:rFonts w:ascii="Verdana" w:hAnsi="Verdana" w:cs="Calibri"/>
        </w:rPr>
        <w:t xml:space="preserve">, tel.: </w:t>
      </w:r>
      <w:r w:rsidRPr="005D7930">
        <w:t>+420 724 932 297</w:t>
      </w:r>
      <w:r w:rsidR="00F91101" w:rsidRPr="005D7930">
        <w:rPr>
          <w:rFonts w:ascii="Verdana" w:hAnsi="Verdana" w:cs="Arial"/>
        </w:rPr>
        <w:t>.</w:t>
      </w:r>
    </w:p>
    <w:p w14:paraId="40897C79" w14:textId="77777777" w:rsidR="00F422D3" w:rsidRDefault="00F422D3" w:rsidP="00B42F40">
      <w:pPr>
        <w:pStyle w:val="Textbezodsazen"/>
      </w:pPr>
      <w:r>
        <w:t>(</w:t>
      </w:r>
      <w:r w:rsidRPr="00B42F40">
        <w:t>dále</w:t>
      </w:r>
      <w:r>
        <w:t xml:space="preserve"> jen „</w:t>
      </w:r>
      <w:r w:rsidR="009222E1">
        <w:rPr>
          <w:b/>
        </w:rPr>
        <w:t>Objednatel</w:t>
      </w:r>
      <w:r>
        <w:t>“)</w:t>
      </w:r>
    </w:p>
    <w:p w14:paraId="7579089E"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3F4C8D5C"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11014AF" w14:textId="54D7E82B" w:rsidR="00B42F40" w:rsidRDefault="005D7930" w:rsidP="00B42F40">
      <w:pPr>
        <w:pStyle w:val="Textbezodsazen"/>
      </w:pPr>
      <w:r w:rsidRPr="005D7930">
        <w:t>ISPROFOND/SUBISPROFIN: 3273214901/5623720025</w:t>
      </w:r>
    </w:p>
    <w:p w14:paraId="384CB361" w14:textId="77777777" w:rsidR="005D7930" w:rsidRDefault="005D7930" w:rsidP="00B42F40">
      <w:pPr>
        <w:pStyle w:val="Textbezodsazen"/>
      </w:pPr>
    </w:p>
    <w:p w14:paraId="70F66B31" w14:textId="77777777" w:rsidR="00F422D3" w:rsidRDefault="00F422D3" w:rsidP="00B42F40">
      <w:pPr>
        <w:pStyle w:val="Textbezodsazen"/>
      </w:pPr>
      <w:r w:rsidRPr="00B42F40">
        <w:t>a</w:t>
      </w:r>
    </w:p>
    <w:p w14:paraId="387B2D0A" w14:textId="77777777" w:rsidR="00CC6517" w:rsidRPr="00B42F40" w:rsidRDefault="00CC6517" w:rsidP="00B42F40">
      <w:pPr>
        <w:pStyle w:val="Textbezodsazen"/>
      </w:pPr>
    </w:p>
    <w:p w14:paraId="687BA462" w14:textId="77777777" w:rsidR="00AF4519" w:rsidRDefault="00AF4519" w:rsidP="00B42F40">
      <w:pPr>
        <w:pStyle w:val="Textbezodsazen"/>
        <w:spacing w:after="0"/>
        <w:rPr>
          <w:b/>
        </w:rPr>
      </w:pPr>
      <w:r>
        <w:rPr>
          <w:b/>
        </w:rPr>
        <w:t>Zhotovitel</w:t>
      </w:r>
    </w:p>
    <w:p w14:paraId="6A5E35F1"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3B483F6F"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DB659D8"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37A1891D"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4B15E89D"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2289A907"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16262ACB"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144588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46052861"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4EEAFC4F"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7DE5232"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1704066F"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107781A1"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53B4C4E5"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58F26300"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65CCE0B9"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FD5FE5B"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F8BF181"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6BCB2DC"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50268952"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716F021A" w14:textId="77777777" w:rsidR="006F5F96" w:rsidRDefault="006F5F96" w:rsidP="00B42F40">
      <w:pPr>
        <w:pStyle w:val="Textbezodsazen"/>
      </w:pPr>
    </w:p>
    <w:p w14:paraId="4AB08E30"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724BB34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D28D36D" w14:textId="77777777" w:rsidR="00F91101" w:rsidRDefault="00F91101" w:rsidP="00106CD8">
      <w:pPr>
        <w:pStyle w:val="Textbezodsazen"/>
        <w:rPr>
          <w:b/>
        </w:rPr>
      </w:pPr>
    </w:p>
    <w:p w14:paraId="0243DE88" w14:textId="77777777" w:rsidR="00F91101" w:rsidRPr="007F2FC8" w:rsidRDefault="00F91101" w:rsidP="0013733C">
      <w:pPr>
        <w:pStyle w:val="Nadpis1-1"/>
        <w:numPr>
          <w:ilvl w:val="0"/>
          <w:numId w:val="8"/>
        </w:numPr>
      </w:pPr>
      <w:r w:rsidRPr="007F2FC8">
        <w:t>PŘEDMĚT SMLOUVY</w:t>
      </w:r>
    </w:p>
    <w:p w14:paraId="00BCCA65" w14:textId="52FA3D77" w:rsidR="00F91101" w:rsidRPr="00C41F52"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w:t>
      </w:r>
      <w:r w:rsidR="00F91101" w:rsidRPr="00C41F52">
        <w:t xml:space="preserve">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rsidRPr="00C41F52">
        <w:t xml:space="preserve">ve fázi </w:t>
      </w:r>
      <w:r w:rsidR="00F91101" w:rsidRPr="00C41F52">
        <w:t>realizac</w:t>
      </w:r>
      <w:r w:rsidR="00DC1143" w:rsidRPr="00C41F52">
        <w:t>e</w:t>
      </w:r>
      <w:r w:rsidR="00F91101" w:rsidRPr="00C41F52">
        <w:t xml:space="preserve"> stavby „</w:t>
      </w:r>
      <w:r w:rsidR="005D7930" w:rsidRPr="00C41F52">
        <w:rPr>
          <w:rFonts w:ascii="Verdana" w:hAnsi="Verdana" w:cs="Calibri"/>
          <w:b/>
        </w:rPr>
        <w:t>Rekonstrukce traťového úseku Vlkov u Tišnova (mimo) - Křižanov (mimo)</w:t>
      </w:r>
      <w:r w:rsidR="00F91101" w:rsidRPr="00C41F52">
        <w:t xml:space="preserve">“ (dále jen „stavba“). Koordinátor BOZP se zavazuje, že pro </w:t>
      </w:r>
      <w:r w:rsidRPr="00C41F52">
        <w:t>Objednatel</w:t>
      </w:r>
      <w:r w:rsidR="00F91101" w:rsidRPr="00C41F52">
        <w:t>e bude za úplatu vykonávat vlastním jménem a na svou odpovědnost níže uvedené činnosti a</w:t>
      </w:r>
      <w:r w:rsidRPr="00C41F52">
        <w:t> Objednatel</w:t>
      </w:r>
      <w:r w:rsidR="00F91101" w:rsidRPr="00C41F52">
        <w:t xml:space="preserve"> se zavazuje zaplatit koordinátorovi BOZP za to dohodnutou cenu</w:t>
      </w:r>
      <w:r w:rsidR="003F0D9A" w:rsidRPr="00C41F52">
        <w:t xml:space="preserve"> (dále jen „Dílo“)</w:t>
      </w:r>
      <w:r w:rsidR="00F91101" w:rsidRPr="00C41F52">
        <w:t>.</w:t>
      </w:r>
    </w:p>
    <w:p w14:paraId="65AD4701"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4389D8AF"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1A4A8AD1"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38BC3437"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72BF5F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5C8843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72810B48"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5B9AC6E2"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BCCC483"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99BAB7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440D877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613940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822FE00"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017732F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54EA4BC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3B6AC1C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0999C1F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AB32188"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751A417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0B4E2AA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50C719F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013BF5A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744B776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0E30C10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7F69EC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1D9B401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67F728A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0FDF1DC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7D8735D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47292FF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2217BF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299E2B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4089BA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494782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577769B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1B2039C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3E54362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3FAEEB0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347B82D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0156A83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74808F29"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03010CC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5A5447D2" w14:textId="77777777" w:rsidR="00F91101" w:rsidRPr="007F2FC8" w:rsidRDefault="00F91101" w:rsidP="0013733C">
      <w:pPr>
        <w:pStyle w:val="Nadpis1-1"/>
        <w:numPr>
          <w:ilvl w:val="0"/>
          <w:numId w:val="8"/>
        </w:numPr>
      </w:pPr>
      <w:r w:rsidRPr="007F2FC8">
        <w:t>PRÁVA A POVINNOSTI KOORDINÁTORA BOZP</w:t>
      </w:r>
    </w:p>
    <w:p w14:paraId="6E54241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2CF9B7A3"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0306B91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33F6744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10D79CFE"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3AAE748C"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51B9E22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632583A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31377754"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37E9A210"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18FB23C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7597FBE1"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62A6D33C"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35027F3C"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3BD803DA"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6918A0FA"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70E48E67"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0B3801BA"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7EA6FD3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674DB745"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2B7CAF34"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695A2F43"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43D40138"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73FA00E" w14:textId="77777777" w:rsidR="00F91101" w:rsidRPr="007F2FC8" w:rsidRDefault="00F91101" w:rsidP="0013733C">
      <w:pPr>
        <w:pStyle w:val="Nadpis1-1"/>
        <w:numPr>
          <w:ilvl w:val="0"/>
          <w:numId w:val="8"/>
        </w:numPr>
      </w:pPr>
      <w:r w:rsidRPr="007F2FC8">
        <w:t>CENA A PLATEBNÍ PODMÍNKY</w:t>
      </w:r>
    </w:p>
    <w:p w14:paraId="1EEC0358"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5F48FAAB"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16F92784" w14:textId="4BFE31FF" w:rsidR="00BF7940" w:rsidRPr="005D7930" w:rsidRDefault="00F91101" w:rsidP="005D793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6F6DB3C3"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5E96449C"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5D30FC7"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4D112FD7"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27653030"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6FF6562F"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5855447B"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5A3102D1"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545E77D"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05CE7EE8"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5DE72B40"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8730D18"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40CA1933"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24359E4F"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3806FBF1"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7EFC0BB6"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265A4A0B"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70D74476"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0D6A531D"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30336E8"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D5E4509" w14:textId="77777777" w:rsidR="00F91101" w:rsidRPr="004C64C5" w:rsidRDefault="00F91101" w:rsidP="0013733C">
      <w:pPr>
        <w:pStyle w:val="Nadpis1-1"/>
        <w:numPr>
          <w:ilvl w:val="0"/>
          <w:numId w:val="8"/>
        </w:numPr>
      </w:pPr>
      <w:r w:rsidRPr="004C64C5">
        <w:t>DOBA PLNĚNÍ A UKONČENÍ SMLOUVY</w:t>
      </w:r>
    </w:p>
    <w:p w14:paraId="548B538B"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010DD48" w14:textId="0F12F0ED" w:rsidR="00F91101" w:rsidRPr="005C7EED" w:rsidRDefault="00F91101" w:rsidP="00F7247A">
      <w:pPr>
        <w:pStyle w:val="Text1-2"/>
        <w:numPr>
          <w:ilvl w:val="2"/>
          <w:numId w:val="8"/>
        </w:numPr>
        <w:tabs>
          <w:tab w:val="clear" w:pos="1474"/>
        </w:tabs>
        <w:ind w:left="737"/>
      </w:pPr>
      <w:r w:rsidRPr="005C7EED">
        <w:t xml:space="preserve">Ukončení výkonu činnosti: </w:t>
      </w:r>
      <w:r w:rsidRPr="00C41F52">
        <w:t xml:space="preserve">do </w:t>
      </w:r>
      <w:r w:rsidR="005D7930" w:rsidRPr="00C41F52">
        <w:rPr>
          <w:rFonts w:cs="Arial"/>
        </w:rPr>
        <w:t xml:space="preserve">15 </w:t>
      </w:r>
      <w:r w:rsidRPr="00C41F52">
        <w:t>měsíců ode dne zahájení stavebních prací na předmětné stavbě, kdy je předpokládáno ukončení stavebních</w:t>
      </w:r>
      <w:r w:rsidRPr="005C7EED">
        <w:t xml:space="preserve"> prací.</w:t>
      </w:r>
    </w:p>
    <w:p w14:paraId="2205C835"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52DE63CF"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38A7D969"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1A4C697D" w14:textId="77777777" w:rsidR="00F91101" w:rsidRPr="004C64C5" w:rsidRDefault="00F91101" w:rsidP="0013733C">
      <w:pPr>
        <w:pStyle w:val="Nadpis1-1"/>
        <w:numPr>
          <w:ilvl w:val="0"/>
          <w:numId w:val="8"/>
        </w:numPr>
      </w:pPr>
      <w:r w:rsidRPr="004C64C5">
        <w:t>OSTATNÍ UJEDNÁNÍ</w:t>
      </w:r>
    </w:p>
    <w:p w14:paraId="007799CF"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75452EC"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48FDEE78"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50B2428E"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61B0125B"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3ABD25EB"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56481B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7BD00431"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763DC209"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3A49C563"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3B263305"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4380084E"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1CB68BC"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137DCA51"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5BC74CFB"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07E124EF"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63529FF1" w14:textId="77777777" w:rsidR="00D92545" w:rsidRDefault="008F4602" w:rsidP="008F4602">
      <w:pPr>
        <w:pStyle w:val="Text1-2"/>
        <w:numPr>
          <w:ilvl w:val="2"/>
          <w:numId w:val="8"/>
        </w:numPr>
      </w:pPr>
      <w:r>
        <w:t xml:space="preserve">Koordinátor BOZP prohlašuje, že </w:t>
      </w:r>
    </w:p>
    <w:p w14:paraId="73CEC673"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5EA02B2D"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41A551DD" w14:textId="77777777" w:rsidR="008F4602" w:rsidRDefault="008F4602" w:rsidP="00D92545">
      <w:pPr>
        <w:pStyle w:val="Text1-2"/>
        <w:numPr>
          <w:ilvl w:val="0"/>
          <w:numId w:val="33"/>
        </w:numPr>
        <w:ind w:left="1843"/>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E425011"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510692A3"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043457CD"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67190C1E"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6F2C107" w14:textId="77777777"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69E3F31F"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68F2D4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nebyl v zemi svého sídla v posledních 5 letech pravomocně </w:t>
      </w:r>
      <w:r w:rsidRPr="00B459C0">
        <w:lastRenderedPageBreak/>
        <w:t>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C8CC8C"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205BE084"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7FC0F0A1"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27DC5809" w14:textId="77777777" w:rsidR="00F91101" w:rsidRPr="004C64C5" w:rsidRDefault="00F91101" w:rsidP="0013733C">
      <w:pPr>
        <w:pStyle w:val="Nadpis1-1"/>
        <w:numPr>
          <w:ilvl w:val="0"/>
          <w:numId w:val="8"/>
        </w:numPr>
      </w:pPr>
      <w:r w:rsidRPr="004C64C5">
        <w:t>SMLUVNÍ POKUTY A ÚROK Z PRODLENÍ</w:t>
      </w:r>
    </w:p>
    <w:p w14:paraId="4B2A1B60"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2968FE01"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3BE534D2"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328289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6A91912"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70338B92"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047E5D8C"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7ED780EC"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2C79DF5D"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5A7AAF8D"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2FAD99FA"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31F8D8E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32A6AC0E"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F235227"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49137D6E" w14:textId="77777777" w:rsidR="00F91101" w:rsidRPr="004C64C5" w:rsidRDefault="00F91101" w:rsidP="0013733C">
      <w:pPr>
        <w:pStyle w:val="Nadpis1-1"/>
        <w:numPr>
          <w:ilvl w:val="0"/>
          <w:numId w:val="8"/>
        </w:numPr>
      </w:pPr>
      <w:r w:rsidRPr="004C64C5">
        <w:t>KONTROLY A AUDITY</w:t>
      </w:r>
    </w:p>
    <w:p w14:paraId="0BBFC7F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766405E"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8C02B7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4F515657"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E6A3213" w14:textId="77777777" w:rsidR="00F91101" w:rsidRPr="004C64C5" w:rsidRDefault="00F91101" w:rsidP="0013733C">
      <w:pPr>
        <w:pStyle w:val="Nadpis1-1"/>
        <w:numPr>
          <w:ilvl w:val="0"/>
          <w:numId w:val="8"/>
        </w:numPr>
      </w:pPr>
      <w:r w:rsidRPr="004C64C5">
        <w:t>ZÁVĚREČNÁ USTANOVENÍ</w:t>
      </w:r>
    </w:p>
    <w:p w14:paraId="4B100760"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40F7CD1C"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7D847FD6"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5F293EA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4C56A8D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986E8A"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9D5789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5C7EED">
        <w:rPr>
          <w:rFonts w:ascii="Verdana" w:hAnsi="Verdana"/>
          <w:sz w:val="18"/>
          <w:szCs w:val="18"/>
        </w:rPr>
        <w:lastRenderedPageBreak/>
        <w:t xml:space="preserve">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0D7F9472"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726E8266"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148D6A9C"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103F975A"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729DFF68"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325C1CF6"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12CFDDAA"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4B77837F"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42FC7694"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5DE4A1"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2F18DEAA"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6822E1F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1D44BCFE"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71132F71"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080FF3B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705A272" w14:textId="77777777" w:rsidR="007D77B4" w:rsidRDefault="007D77B4" w:rsidP="009F0867">
      <w:pPr>
        <w:pStyle w:val="Textbezodsazen"/>
      </w:pPr>
    </w:p>
    <w:p w14:paraId="5E35EFFD"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5644B16C" w14:textId="77777777" w:rsidR="00F422D3" w:rsidRDefault="00F422D3" w:rsidP="009F0867">
      <w:pPr>
        <w:pStyle w:val="Textbezodsazen"/>
      </w:pPr>
    </w:p>
    <w:p w14:paraId="24576762" w14:textId="77777777" w:rsidR="00F422D3" w:rsidRDefault="00F422D3" w:rsidP="009F0867">
      <w:pPr>
        <w:pStyle w:val="Textbezodsazen"/>
      </w:pPr>
    </w:p>
    <w:p w14:paraId="4825EAB3" w14:textId="77777777" w:rsidR="00F422D3" w:rsidRDefault="00F422D3" w:rsidP="009F0867">
      <w:pPr>
        <w:pStyle w:val="Textbezodsazen"/>
      </w:pPr>
      <w:r>
        <w:t>……………………………</w:t>
      </w:r>
      <w:r w:rsidR="00342DC7">
        <w:t>…….</w:t>
      </w:r>
      <w:r>
        <w:t>…………</w:t>
      </w:r>
      <w:r>
        <w:tab/>
      </w:r>
      <w:r>
        <w:tab/>
      </w:r>
      <w:r>
        <w:tab/>
      </w:r>
      <w:r>
        <w:tab/>
        <w:t>………………………</w:t>
      </w:r>
      <w:r w:rsidR="00342DC7">
        <w:t>….</w:t>
      </w:r>
      <w:r>
        <w:t>……………….</w:t>
      </w:r>
    </w:p>
    <w:p w14:paraId="71A9B588"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16A620D0"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7E458F85" w14:textId="77777777" w:rsidR="00342DC7" w:rsidRDefault="00342DC7" w:rsidP="00342DC7">
      <w:pPr>
        <w:pStyle w:val="Textbezodsazen"/>
        <w:spacing w:after="0"/>
      </w:pPr>
      <w:r>
        <w:t>Správa železni</w:t>
      </w:r>
      <w:r w:rsidR="00D74633">
        <w:t>c</w:t>
      </w:r>
      <w:r>
        <w:t>, státní organizace</w:t>
      </w:r>
    </w:p>
    <w:p w14:paraId="4D9FD7DA"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0828ADD3" w14:textId="77777777" w:rsidR="00BF17AF" w:rsidRDefault="00BF17AF" w:rsidP="00BF17AF">
      <w:pPr>
        <w:pStyle w:val="Nadpisbezsl1-1"/>
      </w:pPr>
      <w:r>
        <w:lastRenderedPageBreak/>
        <w:t>Příloha č. 1</w:t>
      </w:r>
    </w:p>
    <w:p w14:paraId="1BA13326" w14:textId="77777777" w:rsidR="00BF17AF" w:rsidRDefault="00BF17AF" w:rsidP="00BF17AF">
      <w:pPr>
        <w:pStyle w:val="Nadpisbezsl1-2"/>
      </w:pPr>
      <w:r>
        <w:t>Seznam poddodavatelů</w:t>
      </w:r>
    </w:p>
    <w:p w14:paraId="1233F4D3"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16D17D17"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440915" w14:textId="77777777" w:rsidR="00BF17AF" w:rsidRPr="006B7093" w:rsidRDefault="00BF17AF" w:rsidP="002C0884">
            <w:pPr>
              <w:pStyle w:val="Tabulka"/>
              <w:rPr>
                <w:rStyle w:val="Nadpisvtabulce"/>
              </w:rPr>
            </w:pPr>
            <w:r w:rsidRPr="006B7093">
              <w:rPr>
                <w:rStyle w:val="Nadpisvtabulce"/>
              </w:rPr>
              <w:t>Identifikace poddodavatele</w:t>
            </w:r>
          </w:p>
          <w:p w14:paraId="431D60F1"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91CD03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416BF56A"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5B2C8E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1FEA9BBC"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7DB89FE9" w14:textId="77777777" w:rsidR="00BF17AF" w:rsidRPr="006B7093" w:rsidRDefault="00BF17AF" w:rsidP="002C0884">
            <w:pPr>
              <w:pStyle w:val="Tabulka"/>
            </w:pPr>
            <w:r w:rsidRPr="006B7093">
              <w:rPr>
                <w:highlight w:val="yellow"/>
              </w:rPr>
              <w:t>[VLOŽÍ ZHOTOVITEL]</w:t>
            </w:r>
          </w:p>
        </w:tc>
        <w:tc>
          <w:tcPr>
            <w:tcW w:w="3129" w:type="dxa"/>
          </w:tcPr>
          <w:p w14:paraId="2EDBB591"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DD1425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06A283D"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06654182" w14:textId="77777777" w:rsidR="00BF17AF" w:rsidRPr="006B7093" w:rsidRDefault="00BF17AF" w:rsidP="002C0884">
            <w:pPr>
              <w:pStyle w:val="Tabulka"/>
            </w:pPr>
            <w:r w:rsidRPr="006B7093">
              <w:rPr>
                <w:highlight w:val="yellow"/>
              </w:rPr>
              <w:t>[VLOŽÍ ZHOTOVITEL]</w:t>
            </w:r>
          </w:p>
        </w:tc>
        <w:tc>
          <w:tcPr>
            <w:tcW w:w="3129" w:type="dxa"/>
          </w:tcPr>
          <w:p w14:paraId="758ED344"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34BDD01"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450CD03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53965A78" w14:textId="77777777" w:rsidR="00BF17AF" w:rsidRPr="006B7093" w:rsidRDefault="00BF17AF" w:rsidP="002C0884">
            <w:pPr>
              <w:pStyle w:val="Tabulka"/>
            </w:pPr>
            <w:r w:rsidRPr="006B7093">
              <w:rPr>
                <w:highlight w:val="yellow"/>
              </w:rPr>
              <w:t>[VLOŽÍ ZHOTOVITEL]</w:t>
            </w:r>
          </w:p>
        </w:tc>
        <w:tc>
          <w:tcPr>
            <w:tcW w:w="3129" w:type="dxa"/>
          </w:tcPr>
          <w:p w14:paraId="4A1981D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F95E8B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67F22680"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79D1990" w14:textId="77777777" w:rsidR="00BF17AF" w:rsidRPr="006B7093" w:rsidRDefault="00BF17AF" w:rsidP="002C0884">
            <w:pPr>
              <w:pStyle w:val="Tabulka"/>
            </w:pPr>
            <w:r w:rsidRPr="006B7093">
              <w:rPr>
                <w:highlight w:val="yellow"/>
              </w:rPr>
              <w:t>[VLOŽÍ ZHOTOVITEL]</w:t>
            </w:r>
          </w:p>
        </w:tc>
        <w:tc>
          <w:tcPr>
            <w:tcW w:w="3129" w:type="dxa"/>
          </w:tcPr>
          <w:p w14:paraId="00EA70A6"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CF040C9"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7B4BF7F"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4FBBECBE" w14:textId="77777777" w:rsidR="00BF17AF" w:rsidRPr="006B7093" w:rsidRDefault="00BF17AF" w:rsidP="002C0884">
            <w:pPr>
              <w:pStyle w:val="Tabulka"/>
              <w:jc w:val="right"/>
              <w:rPr>
                <w:rStyle w:val="Tun"/>
              </w:rPr>
            </w:pPr>
            <w:r w:rsidRPr="006B7093">
              <w:rPr>
                <w:rStyle w:val="Tun"/>
              </w:rPr>
              <w:t>CELKEM %</w:t>
            </w:r>
          </w:p>
        </w:tc>
        <w:tc>
          <w:tcPr>
            <w:tcW w:w="2957" w:type="dxa"/>
          </w:tcPr>
          <w:p w14:paraId="7776129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3C230FED" w14:textId="77777777" w:rsidR="00E901A3" w:rsidRDefault="00E901A3" w:rsidP="009F0867">
      <w:pPr>
        <w:pStyle w:val="Textbezodsazen"/>
      </w:pPr>
    </w:p>
    <w:p w14:paraId="2826D80F"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BE5C" w14:textId="77777777" w:rsidR="006F5F96" w:rsidRDefault="006F5F96" w:rsidP="00962258">
      <w:pPr>
        <w:spacing w:after="0" w:line="240" w:lineRule="auto"/>
      </w:pPr>
      <w:r>
        <w:separator/>
      </w:r>
    </w:p>
  </w:endnote>
  <w:endnote w:type="continuationSeparator" w:id="0">
    <w:p w14:paraId="2CA7F228"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58AB3E80" w14:textId="77777777" w:rsidTr="00EB46E5">
      <w:tc>
        <w:tcPr>
          <w:tcW w:w="1361" w:type="dxa"/>
          <w:tcMar>
            <w:left w:w="0" w:type="dxa"/>
            <w:right w:w="0" w:type="dxa"/>
          </w:tcMar>
          <w:vAlign w:val="bottom"/>
        </w:tcPr>
        <w:p w14:paraId="79903DBB" w14:textId="4EAFDCAE"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1F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9D31FC" w14:textId="77777777" w:rsidR="006F5F96" w:rsidRDefault="006F5F96" w:rsidP="00B8518B">
          <w:pPr>
            <w:pStyle w:val="Zpat"/>
          </w:pPr>
        </w:p>
      </w:tc>
      <w:tc>
        <w:tcPr>
          <w:tcW w:w="425" w:type="dxa"/>
          <w:shd w:val="clear" w:color="auto" w:fill="auto"/>
          <w:tcMar>
            <w:left w:w="0" w:type="dxa"/>
            <w:right w:w="0" w:type="dxa"/>
          </w:tcMar>
        </w:tcPr>
        <w:p w14:paraId="02935E8D" w14:textId="77777777" w:rsidR="006F5F96" w:rsidRDefault="006F5F96" w:rsidP="00B8518B">
          <w:pPr>
            <w:pStyle w:val="Zpat"/>
          </w:pPr>
        </w:p>
      </w:tc>
      <w:tc>
        <w:tcPr>
          <w:tcW w:w="8505" w:type="dxa"/>
        </w:tcPr>
        <w:p w14:paraId="6A9EFE11" w14:textId="77777777" w:rsidR="006F5F96" w:rsidRPr="00143EC0" w:rsidRDefault="006F5F96" w:rsidP="00F422D3">
          <w:pPr>
            <w:pStyle w:val="Zpat0"/>
            <w:rPr>
              <w:b/>
            </w:rPr>
          </w:pPr>
        </w:p>
        <w:p w14:paraId="7085D0E1" w14:textId="77777777" w:rsidR="006F5F96" w:rsidRDefault="006F5F96" w:rsidP="00F95FBD">
          <w:pPr>
            <w:pStyle w:val="Zpat0"/>
          </w:pPr>
        </w:p>
      </w:tc>
    </w:tr>
  </w:tbl>
  <w:p w14:paraId="3C898A98"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114EE" w14:textId="77777777" w:rsidR="006F5F96" w:rsidRDefault="006F5F96" w:rsidP="00962258">
      <w:pPr>
        <w:spacing w:after="0" w:line="240" w:lineRule="auto"/>
      </w:pPr>
      <w:r>
        <w:separator/>
      </w:r>
    </w:p>
  </w:footnote>
  <w:footnote w:type="continuationSeparator" w:id="0">
    <w:p w14:paraId="11C55EB1"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12C5C519" w14:textId="77777777" w:rsidTr="00C02D0A">
      <w:trPr>
        <w:trHeight w:hRule="exact" w:val="454"/>
      </w:trPr>
      <w:tc>
        <w:tcPr>
          <w:tcW w:w="1361" w:type="dxa"/>
          <w:tcMar>
            <w:top w:w="57" w:type="dxa"/>
            <w:left w:w="0" w:type="dxa"/>
            <w:right w:w="0" w:type="dxa"/>
          </w:tcMar>
        </w:tcPr>
        <w:p w14:paraId="5770D4D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1EA2C32E" w14:textId="77777777" w:rsidR="006F5F96" w:rsidRDefault="006F5F96" w:rsidP="00523EA7">
          <w:pPr>
            <w:pStyle w:val="Zpat"/>
          </w:pPr>
        </w:p>
      </w:tc>
      <w:tc>
        <w:tcPr>
          <w:tcW w:w="5698" w:type="dxa"/>
          <w:shd w:val="clear" w:color="auto" w:fill="auto"/>
          <w:tcMar>
            <w:top w:w="57" w:type="dxa"/>
            <w:left w:w="0" w:type="dxa"/>
            <w:right w:w="0" w:type="dxa"/>
          </w:tcMar>
        </w:tcPr>
        <w:p w14:paraId="65268B95" w14:textId="77777777" w:rsidR="006F5F96" w:rsidRPr="00D6163D" w:rsidRDefault="006F5F96" w:rsidP="00D6163D">
          <w:pPr>
            <w:pStyle w:val="Druhdokumentu"/>
          </w:pPr>
        </w:p>
      </w:tc>
    </w:tr>
  </w:tbl>
  <w:p w14:paraId="48270E1F"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3DBA6" w14:textId="77777777" w:rsidR="006F5F96" w:rsidRDefault="00BF17AF">
    <w:pPr>
      <w:pStyle w:val="Zhlav"/>
    </w:pPr>
    <w:r>
      <w:rPr>
        <w:noProof/>
        <w:lang w:eastAsia="cs-CZ"/>
      </w:rPr>
      <w:drawing>
        <wp:anchor distT="0" distB="0" distL="114300" distR="114300" simplePos="0" relativeHeight="251659264" behindDoc="0" locked="1" layoutInCell="1" allowOverlap="1" wp14:anchorId="1F658E3A" wp14:editId="160E1706">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2577961">
    <w:abstractNumId w:val="5"/>
  </w:num>
  <w:num w:numId="2" w16cid:durableId="718087475">
    <w:abstractNumId w:val="1"/>
  </w:num>
  <w:num w:numId="3" w16cid:durableId="492113623">
    <w:abstractNumId w:val="28"/>
  </w:num>
  <w:num w:numId="4" w16cid:durableId="1938249492">
    <w:abstractNumId w:val="10"/>
  </w:num>
  <w:num w:numId="5" w16cid:durableId="71241523">
    <w:abstractNumId w:val="12"/>
  </w:num>
  <w:num w:numId="6" w16cid:durableId="566650861">
    <w:abstractNumId w:val="21"/>
  </w:num>
  <w:num w:numId="7" w16cid:durableId="1715226969">
    <w:abstractNumId w:val="23"/>
  </w:num>
  <w:num w:numId="8" w16cid:durableId="1048334189">
    <w:abstractNumId w:val="0"/>
  </w:num>
  <w:num w:numId="9" w16cid:durableId="1637252442">
    <w:abstractNumId w:val="4"/>
  </w:num>
  <w:num w:numId="10" w16cid:durableId="1491100070">
    <w:abstractNumId w:val="29"/>
  </w:num>
  <w:num w:numId="11" w16cid:durableId="1915158620">
    <w:abstractNumId w:val="3"/>
  </w:num>
  <w:num w:numId="12" w16cid:durableId="545682979">
    <w:abstractNumId w:val="16"/>
  </w:num>
  <w:num w:numId="13" w16cid:durableId="1578663083">
    <w:abstractNumId w:val="18"/>
  </w:num>
  <w:num w:numId="14" w16cid:durableId="1092816569">
    <w:abstractNumId w:val="2"/>
  </w:num>
  <w:num w:numId="15" w16cid:durableId="2101635699">
    <w:abstractNumId w:val="24"/>
  </w:num>
  <w:num w:numId="16" w16cid:durableId="946816694">
    <w:abstractNumId w:val="6"/>
  </w:num>
  <w:num w:numId="17" w16cid:durableId="832257319">
    <w:abstractNumId w:val="17"/>
  </w:num>
  <w:num w:numId="18" w16cid:durableId="330255665">
    <w:abstractNumId w:val="15"/>
  </w:num>
  <w:num w:numId="19" w16cid:durableId="1722824049">
    <w:abstractNumId w:val="22"/>
  </w:num>
  <w:num w:numId="20" w16cid:durableId="988557886">
    <w:abstractNumId w:val="11"/>
  </w:num>
  <w:num w:numId="21" w16cid:durableId="535387456">
    <w:abstractNumId w:val="20"/>
  </w:num>
  <w:num w:numId="22" w16cid:durableId="1955332245">
    <w:abstractNumId w:val="26"/>
  </w:num>
  <w:num w:numId="23" w16cid:durableId="1389495209">
    <w:abstractNumId w:val="14"/>
  </w:num>
  <w:num w:numId="24" w16cid:durableId="1296788977">
    <w:abstractNumId w:val="13"/>
  </w:num>
  <w:num w:numId="25" w16cid:durableId="412509777">
    <w:abstractNumId w:val="8"/>
  </w:num>
  <w:num w:numId="26" w16cid:durableId="1197886738">
    <w:abstractNumId w:val="19"/>
  </w:num>
  <w:num w:numId="27" w16cid:durableId="1305623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0616240">
    <w:abstractNumId w:val="7"/>
  </w:num>
  <w:num w:numId="29" w16cid:durableId="584532810">
    <w:abstractNumId w:val="0"/>
  </w:num>
  <w:num w:numId="30" w16cid:durableId="942959496">
    <w:abstractNumId w:val="0"/>
  </w:num>
  <w:num w:numId="31" w16cid:durableId="2049376570">
    <w:abstractNumId w:val="9"/>
  </w:num>
  <w:num w:numId="32" w16cid:durableId="2001500061">
    <w:abstractNumId w:val="27"/>
  </w:num>
  <w:num w:numId="33" w16cid:durableId="23490351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14D3"/>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D7930"/>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41F52"/>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3C0CF3F"/>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17</Pages>
  <Words>6824</Words>
  <Characters>40262</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2019-03-12T14:16:00Z</cp:lastPrinted>
  <dcterms:created xsi:type="dcterms:W3CDTF">2023-10-02T14:14:00Z</dcterms:created>
  <dcterms:modified xsi:type="dcterms:W3CDTF">2023-10-20T10:03:00Z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