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6EB02" w14:textId="77777777" w:rsidR="00F422D3" w:rsidRDefault="00F422D3" w:rsidP="00B42F40">
      <w:pPr>
        <w:pStyle w:val="Titul1"/>
      </w:pPr>
      <w:r>
        <w:t>S</w:t>
      </w:r>
      <w:r w:rsidR="003F5723">
        <w:t xml:space="preserve">mlouva o dílo na </w:t>
      </w:r>
      <w:r w:rsidR="00A22298">
        <w:t>poskytování služeb</w:t>
      </w:r>
    </w:p>
    <w:p w14:paraId="26621A7F" w14:textId="77777777" w:rsidR="00A6618B" w:rsidRDefault="00A6618B" w:rsidP="00A6618B">
      <w:pPr>
        <w:pStyle w:val="Titul2"/>
      </w:pPr>
      <w:r w:rsidRPr="00126878">
        <w:t>Technická pomoc investorovi</w:t>
      </w:r>
      <w:r>
        <w:t xml:space="preserve"> při realizaci stavby</w:t>
      </w:r>
    </w:p>
    <w:p w14:paraId="0030737C" w14:textId="2B26BC1E" w:rsidR="00F422D3" w:rsidRDefault="00F422D3" w:rsidP="00B42F40">
      <w:pPr>
        <w:pStyle w:val="Titul2"/>
      </w:pPr>
      <w:r>
        <w:t>Název zakázky: „</w:t>
      </w:r>
      <w:r w:rsidR="00A6618B" w:rsidRPr="009D2B02">
        <w:rPr>
          <w:rFonts w:eastAsia="Times New Roman" w:cs="Arial"/>
          <w:color w:val="000000"/>
          <w:lang w:eastAsia="cs-CZ"/>
        </w:rPr>
        <w:t>Rekonstrukce traťového úseku Vlkov u Tišnova (mimo) - Křižanov (mimo)</w:t>
      </w:r>
      <w:r>
        <w:t>“</w:t>
      </w:r>
    </w:p>
    <w:p w14:paraId="5DCAFD8A" w14:textId="77777777" w:rsidR="00F422D3" w:rsidRPr="00B42F40" w:rsidRDefault="00F422D3" w:rsidP="00B42F40">
      <w:pPr>
        <w:pStyle w:val="Nadpisbezsl1-2"/>
      </w:pPr>
      <w:r w:rsidRPr="00B42F40">
        <w:t>Smluvní strany:</w:t>
      </w:r>
    </w:p>
    <w:p w14:paraId="4F6D7864" w14:textId="77777777" w:rsidR="00F422D3" w:rsidRPr="00F422D3" w:rsidRDefault="00F422D3" w:rsidP="00B42F40">
      <w:pPr>
        <w:pStyle w:val="Textbezodsazen"/>
        <w:spacing w:after="0"/>
        <w:rPr>
          <w:b/>
        </w:rPr>
      </w:pPr>
      <w:r w:rsidRPr="00F422D3">
        <w:rPr>
          <w:b/>
        </w:rPr>
        <w:t>Správa železni</w:t>
      </w:r>
      <w:r w:rsidR="005A0DD7">
        <w:rPr>
          <w:b/>
        </w:rPr>
        <w:t>c</w:t>
      </w:r>
      <w:r w:rsidRPr="00F422D3">
        <w:rPr>
          <w:b/>
        </w:rPr>
        <w:t>, státní organizace</w:t>
      </w:r>
    </w:p>
    <w:p w14:paraId="35B073B6" w14:textId="77777777" w:rsidR="00F422D3" w:rsidRDefault="00F422D3" w:rsidP="00B42F40">
      <w:pPr>
        <w:pStyle w:val="Textbezodsazen"/>
        <w:spacing w:after="0"/>
      </w:pPr>
      <w:r>
        <w:t xml:space="preserve">se sídlem: Dlážděná 1003/7, 110 00 Praha 1 - Nové Město </w:t>
      </w:r>
    </w:p>
    <w:p w14:paraId="4D53EFB9" w14:textId="77777777" w:rsidR="00F422D3" w:rsidRDefault="00F422D3" w:rsidP="00B42F40">
      <w:pPr>
        <w:pStyle w:val="Textbezodsazen"/>
        <w:spacing w:after="0"/>
      </w:pPr>
      <w:r>
        <w:t>IČO: 70994234 DIČ: CZ70994234</w:t>
      </w:r>
    </w:p>
    <w:p w14:paraId="2820678C" w14:textId="77777777" w:rsidR="00F422D3" w:rsidRDefault="00F422D3" w:rsidP="00B42F40">
      <w:pPr>
        <w:pStyle w:val="Textbezodsazen"/>
        <w:spacing w:after="0"/>
      </w:pPr>
      <w:r>
        <w:t>zapsaná v obchodním rejstříku vedeném Městským soudem v Praze,</w:t>
      </w:r>
    </w:p>
    <w:p w14:paraId="7E312971" w14:textId="77777777" w:rsidR="00F422D3" w:rsidRDefault="00F422D3" w:rsidP="00B42F40">
      <w:pPr>
        <w:pStyle w:val="Textbezodsazen"/>
        <w:spacing w:after="0"/>
      </w:pPr>
      <w:r>
        <w:t>spisová značka A 48384</w:t>
      </w:r>
    </w:p>
    <w:p w14:paraId="3F0FCE1C" w14:textId="77777777" w:rsidR="00F422D3" w:rsidRPr="00A22298" w:rsidRDefault="00F422D3" w:rsidP="00A22298">
      <w:pPr>
        <w:pStyle w:val="Textbezodsazen"/>
      </w:pPr>
      <w:r w:rsidRPr="00A22298">
        <w:t>zastoupena: Ing. M</w:t>
      </w:r>
      <w:r w:rsidR="00A22298" w:rsidRPr="00A22298">
        <w:t xml:space="preserve">iroslavem </w:t>
      </w:r>
      <w:proofErr w:type="spellStart"/>
      <w:r w:rsidR="00A22298" w:rsidRPr="00A22298">
        <w:t>Bocákem</w:t>
      </w:r>
      <w:proofErr w:type="spellEnd"/>
      <w:r w:rsidR="00A22298" w:rsidRPr="00A22298">
        <w:t>, ředitelem Stavební správy východ</w:t>
      </w:r>
    </w:p>
    <w:p w14:paraId="5C62DDF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EA25BF" w14:textId="77777777" w:rsidR="00F422D3" w:rsidRDefault="00F422D3" w:rsidP="00B42F40">
      <w:pPr>
        <w:pStyle w:val="Textbezodsazen"/>
        <w:spacing w:after="0"/>
      </w:pPr>
      <w:r>
        <w:t>Správa železni</w:t>
      </w:r>
      <w:r w:rsidR="005A0DD7">
        <w:t>c</w:t>
      </w:r>
      <w:r>
        <w:t>, státní organizace</w:t>
      </w:r>
    </w:p>
    <w:p w14:paraId="4CB6E222" w14:textId="55DA0273" w:rsidR="00F422D3" w:rsidRDefault="00F422D3" w:rsidP="00B42F40">
      <w:pPr>
        <w:pStyle w:val="Textbezodsazen"/>
      </w:pPr>
      <w:r w:rsidRPr="00B42F40">
        <w:t>Stavební</w:t>
      </w:r>
      <w:r>
        <w:t xml:space="preserve"> správa</w:t>
      </w:r>
      <w:r w:rsidR="00176814">
        <w:t xml:space="preserve"> východ, Nerudova </w:t>
      </w:r>
      <w:r w:rsidR="00E315E3">
        <w:t>773/</w:t>
      </w:r>
      <w:r w:rsidR="00176814">
        <w:t>1, 779 00 Olomouc</w:t>
      </w:r>
    </w:p>
    <w:p w14:paraId="1F0E12B6" w14:textId="77777777" w:rsidR="00F422D3" w:rsidRDefault="00F422D3" w:rsidP="00B42F40">
      <w:pPr>
        <w:pStyle w:val="Textbezodsazen"/>
      </w:pPr>
      <w:r>
        <w:t>(</w:t>
      </w:r>
      <w:r w:rsidRPr="00B42F40">
        <w:t>dále</w:t>
      </w:r>
      <w:r>
        <w:t xml:space="preserve"> jen „</w:t>
      </w:r>
      <w:r w:rsidRPr="00F422D3">
        <w:rPr>
          <w:b/>
        </w:rPr>
        <w:t>Objednatel</w:t>
      </w:r>
      <w:r>
        <w:t>“)</w:t>
      </w:r>
    </w:p>
    <w:p w14:paraId="79F09A38" w14:textId="4AF1586F" w:rsidR="00F422D3" w:rsidRDefault="00F422D3" w:rsidP="00B42F40">
      <w:pPr>
        <w:pStyle w:val="Textbezodsazen"/>
        <w:spacing w:after="0"/>
      </w:pPr>
      <w:r>
        <w:t xml:space="preserve">číslo smlouvy: </w:t>
      </w:r>
      <w:r w:rsidR="00BA6957" w:rsidRPr="00131DBB">
        <w:rPr>
          <w:highlight w:val="green"/>
        </w:rPr>
        <w:fldChar w:fldCharType="begin"/>
      </w:r>
      <w:r w:rsidR="00BA6957" w:rsidRPr="00131DBB">
        <w:rPr>
          <w:highlight w:val="green"/>
        </w:rPr>
        <w:instrText xml:space="preserve"> MACROBUTTON  VložitŠirokouMezeru "[VLOŽÍ OBJEDNATEL]" </w:instrText>
      </w:r>
      <w:r w:rsidR="00BA6957" w:rsidRPr="00131DBB">
        <w:rPr>
          <w:highlight w:val="green"/>
        </w:rPr>
        <w:fldChar w:fldCharType="end"/>
      </w:r>
      <w:r>
        <w:t xml:space="preserve"> </w:t>
      </w:r>
    </w:p>
    <w:p w14:paraId="725FC410" w14:textId="77777777" w:rsidR="004D71CD" w:rsidRDefault="004D71CD" w:rsidP="004D71CD">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4139245" w14:textId="7DFBE803" w:rsidR="00E315E3" w:rsidRDefault="00E315E3" w:rsidP="00E315E3">
      <w:pPr>
        <w:pStyle w:val="Textbezodsazen"/>
      </w:pPr>
      <w:r>
        <w:t xml:space="preserve">ISPROFOND / SUB. </w:t>
      </w:r>
      <w:r w:rsidRPr="0081565D">
        <w:t>ISPROFIN</w:t>
      </w:r>
      <w:r w:rsidR="00A6618B" w:rsidRPr="00E4786D">
        <w:t>: 3273214901 / 56</w:t>
      </w:r>
      <w:r w:rsidR="00A6618B">
        <w:t>23720025</w:t>
      </w:r>
    </w:p>
    <w:p w14:paraId="1E5948D6" w14:textId="6EF61896" w:rsidR="00F422D3" w:rsidRDefault="00F422D3" w:rsidP="00B42F40">
      <w:pPr>
        <w:pStyle w:val="Textbezodsazen"/>
      </w:pPr>
    </w:p>
    <w:p w14:paraId="624C0232" w14:textId="77777777" w:rsidR="00B42F40" w:rsidRDefault="00B42F40" w:rsidP="00B42F40">
      <w:pPr>
        <w:pStyle w:val="Textbezodsazen"/>
      </w:pPr>
    </w:p>
    <w:p w14:paraId="18FD2ACF" w14:textId="77777777" w:rsidR="00F422D3" w:rsidRDefault="00F422D3" w:rsidP="00B42F40">
      <w:pPr>
        <w:pStyle w:val="Textbezodsazen"/>
      </w:pPr>
      <w:r w:rsidRPr="00B42F40">
        <w:t>a</w:t>
      </w:r>
    </w:p>
    <w:p w14:paraId="435FF73A" w14:textId="77777777" w:rsidR="00B42F40" w:rsidRPr="00B42F40" w:rsidRDefault="00B42F40" w:rsidP="00B42F40">
      <w:pPr>
        <w:pStyle w:val="Textbezodsazen"/>
      </w:pPr>
    </w:p>
    <w:p w14:paraId="539C5678" w14:textId="39D9E194" w:rsidR="00F422D3" w:rsidRPr="00BA6957" w:rsidRDefault="00BA6957" w:rsidP="00B42F40">
      <w:pPr>
        <w:pStyle w:val="Textbezodsazen"/>
        <w:spacing w:after="0"/>
        <w:rPr>
          <w:b/>
        </w:rPr>
      </w:pPr>
      <w:r w:rsidRPr="00BA6957">
        <w:rPr>
          <w:b/>
          <w:highlight w:val="yellow"/>
        </w:rPr>
        <w:fldChar w:fldCharType="begin"/>
      </w:r>
      <w:r w:rsidRPr="00BA6957">
        <w:rPr>
          <w:b/>
          <w:highlight w:val="yellow"/>
        </w:rPr>
        <w:instrText xml:space="preserve"> MACROBUTTON  VložitŠirokouMezeru "[VLOŽÍ ZHOTOVITEL]" </w:instrText>
      </w:r>
      <w:r w:rsidRPr="00BA6957">
        <w:rPr>
          <w:b/>
          <w:highlight w:val="yellow"/>
        </w:rPr>
        <w:fldChar w:fldCharType="end"/>
      </w:r>
    </w:p>
    <w:p w14:paraId="2FAE10BD" w14:textId="2BC6C49E" w:rsidR="00F422D3" w:rsidRPr="00B42F40" w:rsidRDefault="00F422D3" w:rsidP="00B42F40">
      <w:pPr>
        <w:pStyle w:val="Textbezodsazen"/>
        <w:spacing w:after="0"/>
      </w:pPr>
      <w:r w:rsidRPr="00B42F40">
        <w:t xml:space="preserve">se sídlem: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43C4DFA7" w14:textId="2F183205" w:rsidR="00F422D3" w:rsidRPr="00B42F40" w:rsidRDefault="00F422D3" w:rsidP="00B42F40">
      <w:pPr>
        <w:pStyle w:val="Textbezodsazen"/>
        <w:spacing w:after="0"/>
      </w:pPr>
      <w:r w:rsidRPr="00B42F40">
        <w:t xml:space="preserve">IČO: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DIČ: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w:t>
      </w:r>
    </w:p>
    <w:p w14:paraId="72C4DDF6" w14:textId="36A0E2E5" w:rsidR="00F422D3" w:rsidRPr="00B42F40" w:rsidRDefault="00F422D3" w:rsidP="00B42F40">
      <w:pPr>
        <w:pStyle w:val="Textbezodsazen"/>
        <w:spacing w:after="0"/>
        <w:jc w:val="left"/>
      </w:pPr>
      <w:r w:rsidRPr="00B42F40">
        <w:t xml:space="preserve">zapsaná v obchodním rejstříku vedeném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soudem v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w:t>
      </w:r>
    </w:p>
    <w:p w14:paraId="05840D79" w14:textId="788282E7" w:rsidR="00F422D3" w:rsidRPr="00B42F40" w:rsidRDefault="00F422D3" w:rsidP="00B42F40">
      <w:pPr>
        <w:pStyle w:val="Textbezodsazen"/>
        <w:spacing w:after="0"/>
      </w:pPr>
      <w:r w:rsidRPr="00B42F40">
        <w:t xml:space="preserve">spisová značka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36058C09" w14:textId="7690FC1A" w:rsidR="00F422D3" w:rsidRPr="00B42F40" w:rsidRDefault="00F422D3" w:rsidP="00B42F40">
      <w:pPr>
        <w:pStyle w:val="Textbezodsazen"/>
        <w:spacing w:after="0"/>
      </w:pPr>
      <w:r w:rsidRPr="00B42F40">
        <w:t xml:space="preserve">bank. spojení: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r w:rsidRPr="00B42F40">
        <w:t xml:space="preserve">, č. účtu: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DDA0E23" w14:textId="744559B8" w:rsidR="00F422D3" w:rsidRPr="00B42F40" w:rsidRDefault="00F422D3" w:rsidP="00B42F40">
      <w:pPr>
        <w:pStyle w:val="Textbezodsazen"/>
      </w:pPr>
      <w:r w:rsidRPr="00B42F40">
        <w:t xml:space="preserve">zastoupena: </w:t>
      </w:r>
      <w:r w:rsidR="007A6E71" w:rsidRPr="00F97DBD">
        <w:rPr>
          <w:highlight w:val="yellow"/>
        </w:rPr>
        <w:fldChar w:fldCharType="begin"/>
      </w:r>
      <w:r w:rsidR="007A6E71" w:rsidRPr="00F97DBD">
        <w:rPr>
          <w:highlight w:val="yellow"/>
        </w:rPr>
        <w:instrText xml:space="preserve"> MACROBUTTON  VložitŠirokouMezeru "[VLOŽÍ ZHOTOVITEL]" </w:instrText>
      </w:r>
      <w:r w:rsidR="007A6E71" w:rsidRPr="00F97DBD">
        <w:rPr>
          <w:highlight w:val="yellow"/>
        </w:rPr>
        <w:fldChar w:fldCharType="end"/>
      </w:r>
    </w:p>
    <w:p w14:paraId="015D1887"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B82B547" w14:textId="43A536B2" w:rsidR="00F422D3" w:rsidRPr="00B42F40" w:rsidRDefault="007A6E71"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10715484" w14:textId="77777777" w:rsidR="00F422D3" w:rsidRPr="00B42F40" w:rsidRDefault="00F422D3" w:rsidP="00B42F40">
      <w:pPr>
        <w:pStyle w:val="Textbezodsazen"/>
      </w:pPr>
      <w:r w:rsidRPr="00B42F40">
        <w:t>(dále jen „</w:t>
      </w:r>
      <w:r w:rsidRPr="00B42F40">
        <w:rPr>
          <w:rStyle w:val="Tun"/>
        </w:rPr>
        <w:t>Zhotovitel</w:t>
      </w:r>
      <w:r w:rsidRPr="00B42F40">
        <w:t>“)</w:t>
      </w:r>
    </w:p>
    <w:p w14:paraId="66C4045F" w14:textId="339F0CC8" w:rsidR="00F422D3" w:rsidRPr="00B42F40" w:rsidRDefault="00F422D3" w:rsidP="00B42F40">
      <w:pPr>
        <w:pStyle w:val="Textbezodsazen"/>
      </w:pPr>
      <w:r w:rsidRPr="00B42F40">
        <w:t xml:space="preserve">číslo smlouvy: </w:t>
      </w:r>
      <w:r w:rsidR="007A6E71" w:rsidRPr="007A6E71">
        <w:rPr>
          <w:b/>
          <w:highlight w:val="yellow"/>
        </w:rPr>
        <w:fldChar w:fldCharType="begin"/>
      </w:r>
      <w:r w:rsidR="007A6E71" w:rsidRPr="007A6E71">
        <w:rPr>
          <w:b/>
          <w:highlight w:val="yellow"/>
        </w:rPr>
        <w:instrText xml:space="preserve"> MACROBUTTON  VložitŠirokouMezeru "[VLOŽÍ ZHOTOVITEL]" </w:instrText>
      </w:r>
      <w:r w:rsidR="007A6E71" w:rsidRPr="007A6E71">
        <w:rPr>
          <w:b/>
          <w:highlight w:val="yellow"/>
        </w:rPr>
        <w:fldChar w:fldCharType="end"/>
      </w:r>
    </w:p>
    <w:p w14:paraId="08E8A81A" w14:textId="77777777" w:rsidR="00176814" w:rsidRDefault="00176814" w:rsidP="008063CD">
      <w:pPr>
        <w:pStyle w:val="Textbezodsazen"/>
      </w:pPr>
    </w:p>
    <w:p w14:paraId="60859D06"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0C549FDC"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58575AB" w14:textId="77777777" w:rsidR="003F5723" w:rsidRDefault="003F5723" w:rsidP="003F5723">
      <w:pPr>
        <w:pStyle w:val="Nadpis1-1"/>
      </w:pPr>
      <w:r>
        <w:lastRenderedPageBreak/>
        <w:t>ÚVODNÍ USTANOVENÍ</w:t>
      </w:r>
    </w:p>
    <w:p w14:paraId="0BFFEFB0"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5A0DD7">
        <w:t>c</w:t>
      </w:r>
      <w:r>
        <w:t>, ve znění pozdějších předp</w:t>
      </w:r>
      <w:r w:rsidR="008063CD">
        <w:t>isů, splňuje veškeré podmínky a </w:t>
      </w:r>
      <w:r>
        <w:t>požadavky v této Smlouvě stanovené a je oprávněn tuto Smlouvu uzavřít a řádně plnit povinnosti v ní obsažené.</w:t>
      </w:r>
    </w:p>
    <w:p w14:paraId="753CF579"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EA22C0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E7EDE61" w14:textId="77777777" w:rsidR="003F5723" w:rsidRDefault="003F5723" w:rsidP="003F5723">
      <w:pPr>
        <w:pStyle w:val="Text1-1"/>
      </w:pPr>
      <w:r>
        <w:t xml:space="preserve">Zhotovitel dále prohlašuje, že se ke dni uzavření této Smlouvy řádně seznámil se všemi Interními předpisy Objednatele, které se týkají předmětného </w:t>
      </w:r>
      <w:r w:rsidR="00546383">
        <w:t>d</w:t>
      </w:r>
      <w:r>
        <w:t>íla, které jsou vymezeny v Technických kvalitativních podmínkách staveb státních drah.</w:t>
      </w:r>
    </w:p>
    <w:p w14:paraId="14261C0A" w14:textId="77777777" w:rsidR="003F5723" w:rsidRDefault="003F5723" w:rsidP="003F5723">
      <w:pPr>
        <w:pStyle w:val="Text1-1"/>
      </w:pPr>
      <w:r>
        <w:t xml:space="preserve">Pojmy s velkým počátečním písmenem, které nejsou definovány v této Smlouvě, mají význam uvedený v obchodních podmínkách, které </w:t>
      </w:r>
      <w:proofErr w:type="gramStart"/>
      <w:r>
        <w:t>tvoří</w:t>
      </w:r>
      <w:proofErr w:type="gramEnd"/>
      <w:r>
        <w:t xml:space="preserve"> Přílohu č. 2 této Smlouvy (dále jen „</w:t>
      </w:r>
      <w:r w:rsidRPr="003F5723">
        <w:rPr>
          <w:rStyle w:val="Tun"/>
        </w:rPr>
        <w:t>Obchodní podmínky</w:t>
      </w:r>
      <w:r>
        <w:t>“).</w:t>
      </w:r>
    </w:p>
    <w:p w14:paraId="150E5539" w14:textId="77777777" w:rsidR="003F5723" w:rsidRDefault="003F5723" w:rsidP="003F5723">
      <w:pPr>
        <w:pStyle w:val="Nadpis1-1"/>
      </w:pPr>
      <w:r>
        <w:t>ÚČEL SMLOUVY</w:t>
      </w:r>
    </w:p>
    <w:p w14:paraId="61E817EA" w14:textId="376C043C" w:rsidR="003F5723" w:rsidRDefault="003F5723" w:rsidP="003F5723">
      <w:pPr>
        <w:pStyle w:val="Text1-1"/>
      </w:pPr>
      <w:r>
        <w:t xml:space="preserve">Objednatel </w:t>
      </w:r>
      <w:r w:rsidRPr="00176814">
        <w:t xml:space="preserve">oznámil </w:t>
      </w:r>
      <w:r w:rsidR="00A6618B" w:rsidRPr="00A6618B">
        <w:t>uveřejněním zadávací dokumentace na Profilu zadavatele</w:t>
      </w:r>
      <w:r w:rsidR="00A6618B" w:rsidRPr="00176814">
        <w:t xml:space="preserve"> </w:t>
      </w:r>
      <w:r w:rsidR="00176814" w:rsidRPr="00176814">
        <w:t xml:space="preserve">dne </w:t>
      </w:r>
      <w:r w:rsidR="00160E18" w:rsidRPr="00131DBB">
        <w:rPr>
          <w:highlight w:val="green"/>
        </w:rPr>
        <w:fldChar w:fldCharType="begin"/>
      </w:r>
      <w:r w:rsidR="00160E18" w:rsidRPr="00131DBB">
        <w:rPr>
          <w:highlight w:val="green"/>
        </w:rPr>
        <w:instrText xml:space="preserve"> MACROBUTTON  VložitŠirokouMezeru "[VLOŽÍ OBJEDNATEL]" </w:instrText>
      </w:r>
      <w:r w:rsidR="00160E18" w:rsidRPr="00131DBB">
        <w:rPr>
          <w:highlight w:val="green"/>
        </w:rPr>
        <w:fldChar w:fldCharType="end"/>
      </w:r>
      <w:r w:rsidR="00176814" w:rsidRPr="00176814">
        <w:t xml:space="preserve">svůj úmysl zadat veřejnou zakázku s názvem </w:t>
      </w:r>
      <w:r w:rsidRPr="00A6618B">
        <w:rPr>
          <w:b/>
          <w:bCs/>
        </w:rPr>
        <w:t>„</w:t>
      </w:r>
      <w:r w:rsidR="00A6618B" w:rsidRPr="009D2B02">
        <w:rPr>
          <w:rFonts w:eastAsia="Times New Roman" w:cs="Arial"/>
          <w:b/>
          <w:color w:val="000000"/>
          <w:lang w:eastAsia="cs-CZ"/>
        </w:rPr>
        <w:t>Rekonstrukce traťového úseku Vlkov u Tišnova (mimo) - Křižanov (mimo)</w:t>
      </w:r>
      <w:r w:rsidRPr="00A6618B">
        <w:rPr>
          <w:b/>
          <w:bCs/>
        </w:rPr>
        <w:t>“</w:t>
      </w:r>
      <w:r w:rsidRPr="00176814">
        <w:t xml:space="preserve"> (dále jen „</w:t>
      </w:r>
      <w:r w:rsidRPr="00176814">
        <w:rPr>
          <w:rStyle w:val="Tun"/>
        </w:rPr>
        <w:t>Veřejná zakázka</w:t>
      </w:r>
      <w:r w:rsidRPr="00176814">
        <w:t>“). Na základě tohoto zadávacího řízení byla pro plnění Veřejné zakázky vybrána jako</w:t>
      </w:r>
      <w:r>
        <w:t xml:space="preserve"> ekonomicky nejvýhodnější nabídka Zhotovitele (dále jen „</w:t>
      </w:r>
      <w:r w:rsidRPr="003F5723">
        <w:rPr>
          <w:rStyle w:val="Tun"/>
        </w:rPr>
        <w:t>Nabídka</w:t>
      </w:r>
      <w:r>
        <w:t>“).</w:t>
      </w:r>
    </w:p>
    <w:p w14:paraId="1FEA4C4B"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7A7D9C61"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3FE52BDA"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55D0125A"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2A5CDD77"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7A8DEBE" w14:textId="77777777" w:rsidR="003F5723" w:rsidRDefault="003F5723" w:rsidP="003F5723">
      <w:pPr>
        <w:pStyle w:val="Nadpis1-1"/>
      </w:pPr>
      <w:r>
        <w:t>PŘEDMĚT, CENA A HARMONOGRAM PLNĚNÍ SMLOUVY</w:t>
      </w:r>
    </w:p>
    <w:p w14:paraId="347607ED" w14:textId="2B10FB21" w:rsidR="003F5723" w:rsidRDefault="003F5723" w:rsidP="00E315E3">
      <w:pPr>
        <w:pStyle w:val="Text1-1"/>
      </w:pPr>
      <w:r>
        <w:t xml:space="preserve">Zhotovitel se zavazuje v souladu s touto Smlouvou provést </w:t>
      </w:r>
      <w:r w:rsidR="00546383">
        <w:t>d</w:t>
      </w:r>
      <w:r>
        <w:t xml:space="preserve">ílo spočívající </w:t>
      </w:r>
      <w:r w:rsidR="00A6618B">
        <w:t>v</w:t>
      </w:r>
      <w:r w:rsidR="002B1444">
        <w:t xml:space="preserve">e výkonu činnosti </w:t>
      </w:r>
      <w:r w:rsidR="00A6618B" w:rsidRPr="006343BB">
        <w:t>Technické pomoci investorovi při realizaci stavby s názvem</w:t>
      </w:r>
      <w:r w:rsidR="00A6618B">
        <w:t xml:space="preserve"> </w:t>
      </w:r>
      <w:r w:rsidR="00A6618B" w:rsidRPr="00176814">
        <w:t>„</w:t>
      </w:r>
      <w:r w:rsidR="00A6618B" w:rsidRPr="00A6618B">
        <w:rPr>
          <w:rFonts w:eastAsia="Times New Roman" w:cs="Arial"/>
          <w:bCs/>
          <w:color w:val="000000"/>
          <w:lang w:eastAsia="cs-CZ"/>
        </w:rPr>
        <w:t>Rekonstrukce traťového úseku Vlkov u Tišnova (mimo) - Křižanov (mimo)</w:t>
      </w:r>
      <w:r w:rsidR="00A6618B" w:rsidRPr="00176814">
        <w:t>“</w:t>
      </w:r>
      <w:r w:rsidR="00964369">
        <w:t>dle specifikace uvedené v </w:t>
      </w:r>
      <w:r>
        <w:t>Příloze č. 1 této Smlouvy a předat jej Objednateli</w:t>
      </w:r>
      <w:r w:rsidR="00546383">
        <w:t xml:space="preserve"> (dále jen „</w:t>
      </w:r>
      <w:r w:rsidR="00546383" w:rsidRPr="00E315E3">
        <w:rPr>
          <w:b/>
        </w:rPr>
        <w:t>Dílo</w:t>
      </w:r>
      <w:r w:rsidR="00546383">
        <w:t>“)</w:t>
      </w:r>
      <w:r>
        <w:t>.</w:t>
      </w:r>
    </w:p>
    <w:p w14:paraId="2F1ACDF7" w14:textId="77777777" w:rsidR="003F5723" w:rsidRDefault="003F5723" w:rsidP="003F5723">
      <w:pPr>
        <w:pStyle w:val="Text1-1"/>
      </w:pPr>
      <w:r>
        <w:t xml:space="preserve">Objednatel se zavazuje Zhotoviteli poskytnout </w:t>
      </w:r>
      <w:r w:rsidR="00964369">
        <w:t>veškerou nezbytnou součinnost k provedení Díla.</w:t>
      </w:r>
    </w:p>
    <w:p w14:paraId="325C3F6B" w14:textId="77777777" w:rsidR="003F5723" w:rsidRDefault="003F5723" w:rsidP="003F5723">
      <w:pPr>
        <w:pStyle w:val="Text1-1"/>
      </w:pPr>
      <w:r>
        <w:lastRenderedPageBreak/>
        <w:t>Objednatel se zavazuje řádně provedené Dílo převzít a zaplatit Zhotoviteli za podmínek stanovených touto Smlou</w:t>
      </w:r>
      <w:r w:rsidR="00964369">
        <w:t xml:space="preserve">vou celkovou Cenu Díla, </w:t>
      </w:r>
      <w:r w:rsidR="00DD5F8B">
        <w:t xml:space="preserve">jak je stanovena v </w:t>
      </w:r>
      <w:r>
        <w:t>Přílo</w:t>
      </w:r>
      <w:r w:rsidR="00DD5F8B">
        <w:t>ze</w:t>
      </w:r>
      <w:r>
        <w:t xml:space="preserve"> č. 4 této Smlouvy, přičemž celková Cena Díla je:</w:t>
      </w:r>
    </w:p>
    <w:p w14:paraId="17F9B8AD" w14:textId="6CBA66BD" w:rsidR="003F5723" w:rsidRPr="003F5723" w:rsidRDefault="003F5723" w:rsidP="003F5723">
      <w:pPr>
        <w:pStyle w:val="Textbezslovn"/>
        <w:rPr>
          <w:rStyle w:val="Tun"/>
        </w:rPr>
      </w:pPr>
      <w:r>
        <w:t xml:space="preserve">Cena Díla bez DPH: </w:t>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Kč</w:t>
      </w:r>
    </w:p>
    <w:p w14:paraId="622E7F4A" w14:textId="4604492F" w:rsidR="003F5723" w:rsidRPr="003F5723" w:rsidRDefault="003F5723" w:rsidP="003F5723">
      <w:pPr>
        <w:pStyle w:val="Textbezslovn"/>
        <w:rPr>
          <w:rStyle w:val="Tun"/>
        </w:rPr>
      </w:pPr>
      <w:r>
        <w:t xml:space="preserve">slovy: </w:t>
      </w:r>
      <w:r>
        <w:tab/>
      </w:r>
      <w:r>
        <w:tab/>
      </w:r>
      <w:r>
        <w:tab/>
      </w:r>
      <w:r w:rsidR="00160E18" w:rsidRPr="00160E18">
        <w:rPr>
          <w:b/>
          <w:highlight w:val="yellow"/>
        </w:rPr>
        <w:fldChar w:fldCharType="begin"/>
      </w:r>
      <w:r w:rsidR="00160E18" w:rsidRPr="00160E18">
        <w:rPr>
          <w:b/>
          <w:highlight w:val="yellow"/>
        </w:rPr>
        <w:instrText xml:space="preserve"> MACROBUTTON  VložitŠirokouMezeru "[VLOŽÍ ZHOTOVITEL]" </w:instrText>
      </w:r>
      <w:r w:rsidR="00160E18" w:rsidRPr="00160E18">
        <w:rPr>
          <w:b/>
          <w:highlight w:val="yellow"/>
        </w:rPr>
        <w:fldChar w:fldCharType="end"/>
      </w:r>
      <w:r w:rsidRPr="003F5723">
        <w:rPr>
          <w:rStyle w:val="Tun"/>
        </w:rPr>
        <w:t>korun českých</w:t>
      </w:r>
    </w:p>
    <w:p w14:paraId="2CD62DCC"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2FA7C4E0"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w:t>
      </w:r>
      <w:r w:rsidRPr="007B3D58">
        <w:rPr>
          <w:b/>
        </w:rPr>
        <w:t>Harmonogram plnění</w:t>
      </w:r>
      <w:r>
        <w:t>“).</w:t>
      </w:r>
    </w:p>
    <w:p w14:paraId="5238901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5EFC2CC6" w14:textId="77777777" w:rsidR="003F5723" w:rsidRDefault="003F5723" w:rsidP="003F5723">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0B4E9C26"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34376509" w14:textId="2EB1917E" w:rsidR="002B1444" w:rsidRPr="000739D3" w:rsidRDefault="003F5723" w:rsidP="002B1444">
      <w:pPr>
        <w:pStyle w:val="Text1-1"/>
        <w:numPr>
          <w:ilvl w:val="1"/>
          <w:numId w:val="9"/>
        </w:numPr>
      </w:pPr>
      <w:r w:rsidRPr="00DD5F8B">
        <w:t xml:space="preserve">Místem plnění je </w:t>
      </w:r>
      <w:r w:rsidR="00A6618B" w:rsidRPr="006A1AFE">
        <w:t>Stavební správa východ, Nerudova 773/1, 779 00 Olomouc a místo plnění stavby</w:t>
      </w:r>
      <w:r w:rsidR="002B1444">
        <w:t xml:space="preserve"> (</w:t>
      </w:r>
      <w:r w:rsidR="002B1444" w:rsidRPr="000739D3">
        <w:rPr>
          <w:lang w:eastAsia="cs-CZ"/>
        </w:rPr>
        <w:t xml:space="preserve">dáno místem, v němž má být Dílo dle </w:t>
      </w:r>
      <w:r w:rsidR="002B1444">
        <w:rPr>
          <w:lang w:eastAsia="cs-CZ"/>
        </w:rPr>
        <w:t>Projektu</w:t>
      </w:r>
      <w:r w:rsidR="002B1444" w:rsidRPr="000739D3">
        <w:rPr>
          <w:lang w:eastAsia="cs-CZ"/>
        </w:rPr>
        <w:t xml:space="preserve"> a příslušných veřejnoprávních povolení umístěno</w:t>
      </w:r>
      <w:r w:rsidR="002B1444">
        <w:rPr>
          <w:lang w:eastAsia="cs-CZ"/>
        </w:rPr>
        <w:t xml:space="preserve">), </w:t>
      </w:r>
      <w:r w:rsidR="002B1444" w:rsidRPr="006A1AFE">
        <w:t>popř. jiná objednatelem určená místa výkonu</w:t>
      </w:r>
      <w:r w:rsidR="002B1444">
        <w:rPr>
          <w:lang w:eastAsia="cs-CZ"/>
        </w:rPr>
        <w:t>.</w:t>
      </w:r>
    </w:p>
    <w:p w14:paraId="78137B0F" w14:textId="77777777" w:rsidR="003F5723" w:rsidRDefault="003F5723" w:rsidP="003F5723">
      <w:pPr>
        <w:pStyle w:val="Nadpis1-1"/>
      </w:pPr>
      <w:r>
        <w:t>OSTATNÍ USTANOVENÍ</w:t>
      </w:r>
    </w:p>
    <w:p w14:paraId="1E64F3D3" w14:textId="443C4DFE" w:rsidR="009438B5" w:rsidRDefault="003F5723" w:rsidP="003F5723">
      <w:pPr>
        <w:pStyle w:val="Text1-1"/>
      </w:pPr>
      <w:r w:rsidRPr="00A87ED5">
        <w:t xml:space="preserve">Bankovní záruka za provedení Díla dle čl. 11 Obchodních podmínek </w:t>
      </w:r>
      <w:r w:rsidR="00DD5F8B" w:rsidRPr="00A87ED5">
        <w:t>se nevyžaduje.</w:t>
      </w:r>
    </w:p>
    <w:p w14:paraId="41D8C373" w14:textId="77777777" w:rsidR="00030B0B" w:rsidRDefault="00030B0B" w:rsidP="00030B0B">
      <w:pPr>
        <w:pStyle w:val="Text1-1"/>
      </w:pPr>
      <w:r w:rsidRPr="00A87ED5">
        <w:t>Bankovní záruka za odstranění vad Díla dle čl. 12 Obchodních podmínek se nevyžaduje.</w:t>
      </w:r>
      <w:r>
        <w:t xml:space="preserve"> </w:t>
      </w:r>
    </w:p>
    <w:p w14:paraId="267A6280" w14:textId="212B9879" w:rsidR="003F5723" w:rsidRDefault="00BC2E32" w:rsidP="00030B0B">
      <w:pPr>
        <w:pStyle w:val="Text1-1"/>
      </w:pPr>
      <w:r>
        <w:t xml:space="preserve">Bude-li </w:t>
      </w:r>
      <w:r w:rsidR="003F5723">
        <w:t xml:space="preserve">Zhotovitel </w:t>
      </w:r>
      <w:r>
        <w:t xml:space="preserve">pro Objednatele v rámci předmětu plnění zpracovávat osobní údaje, </w:t>
      </w:r>
      <w:r w:rsidR="003F5723">
        <w:t xml:space="preserve">zavazuje </w:t>
      </w:r>
      <w:r>
        <w:t xml:space="preserve">se </w:t>
      </w:r>
      <w:r w:rsidR="003F5723">
        <w:t>přijmout vhodná technická a organizační opatření podle nařízení Evropského parlamentu a Rady (EU) 2016/679 ze dne 27.</w:t>
      </w:r>
      <w:r w:rsidR="00964369">
        <w:t> </w:t>
      </w:r>
      <w:r w:rsidR="003F5723">
        <w:t>dubna 2016 o ochraně fyzických osob v</w:t>
      </w:r>
      <w:r w:rsidR="00DE7F87">
        <w:t> </w:t>
      </w:r>
      <w:r w:rsidR="003F5723">
        <w:t>souvislosti se zapracováním osobních údajů a o volném pohybu těchto údajů</w:t>
      </w:r>
      <w:r>
        <w:t xml:space="preserve"> </w:t>
      </w:r>
      <w:r w:rsidR="003F5723">
        <w:t>(dále jen GDPR), které se na něj jako na zpracovatele vztahují a plnění těchto povinností na vyžádání doložit Objednateli.</w:t>
      </w:r>
    </w:p>
    <w:p w14:paraId="40219228" w14:textId="77777777" w:rsidR="00B718FF" w:rsidRDefault="00B718FF" w:rsidP="00030B0B">
      <w:pPr>
        <w:pStyle w:val="Text1-1"/>
      </w:pPr>
      <w:proofErr w:type="spellStart"/>
      <w:r>
        <w:t>Compliance</w:t>
      </w:r>
      <w:proofErr w:type="spellEnd"/>
      <w:r>
        <w:t xml:space="preserve"> doložka a etické zásady</w:t>
      </w:r>
    </w:p>
    <w:p w14:paraId="62F0D136" w14:textId="77777777" w:rsidR="00B718FF" w:rsidRDefault="00B718FF" w:rsidP="00B718FF">
      <w:pPr>
        <w:pStyle w:val="Text1-1"/>
        <w:numPr>
          <w:ilvl w:val="0"/>
          <w:numId w:val="0"/>
        </w:numPr>
        <w:ind w:left="737"/>
      </w:pPr>
      <w:r w:rsidRPr="00B718FF">
        <w:t xml:space="preserve">Smluvní strany stvrzují, že při uzavírání této </w:t>
      </w:r>
      <w:r>
        <w:t>S</w:t>
      </w:r>
      <w:r w:rsidRPr="00B718FF">
        <w:t xml:space="preserve">mlouvy jednaly a postupovaly čestně a transparentně a zavazují se tak jednat i při plnění této </w:t>
      </w:r>
      <w:r>
        <w:t>S</w:t>
      </w:r>
      <w:r w:rsidRPr="00B718FF">
        <w:t xml:space="preserve">mlouvy a veškerých činnostech s ní souvisejících. Každá ze smluvních stran se zavazuje jednat v souladu se zásadami, hodnotami a cíli </w:t>
      </w:r>
      <w:proofErr w:type="spellStart"/>
      <w:r w:rsidRPr="00B718FF">
        <w:t>compliance</w:t>
      </w:r>
      <w:proofErr w:type="spellEnd"/>
      <w:r w:rsidRPr="00B718FF">
        <w:t xml:space="preserve"> programů a etických hodnot druhé smluvní strany, pakliže těmito dokumenty dotčené smluvní strany disponují, a jsou uveřejněny na webových stránkách smluvních stran (společností)</w:t>
      </w:r>
      <w:r>
        <w:t>.</w:t>
      </w:r>
    </w:p>
    <w:p w14:paraId="4B96E5CC" w14:textId="77777777" w:rsidR="00B718FF" w:rsidRDefault="00B718FF" w:rsidP="00B718FF">
      <w:pPr>
        <w:pStyle w:val="Text1-1"/>
      </w:pPr>
      <w:r>
        <w:t>Sociálně a environmentálně odpovědné zadávání</w:t>
      </w:r>
    </w:p>
    <w:p w14:paraId="76FAB380" w14:textId="28AD80A1" w:rsidR="00B718FF" w:rsidRDefault="00B718FF" w:rsidP="00B718FF">
      <w:pPr>
        <w:pStyle w:val="Text1-2"/>
      </w:pPr>
      <w:r>
        <w:t>Zhotovitel se zavazuje sjednat si s dalšími osobami, které se na jeho straně podílejí na realizaci Díla a jsou podnikateli, stejnou nebo kratší dobu splatnosti daňových dokladů, jaká je sjednána v této Smlouvě.</w:t>
      </w:r>
    </w:p>
    <w:p w14:paraId="0AC52107" w14:textId="650C2161" w:rsidR="00B718FF" w:rsidRDefault="00B718FF" w:rsidP="00B718FF">
      <w:pPr>
        <w:pStyle w:val="Text1-2"/>
      </w:pPr>
      <w:r>
        <w:t xml:space="preserve">Zhotovitel se zavazuje na písemnou výzvu předložit Objednateli do sedmi dnů od doručení výzvy smluvní dokumentaci (včetně jejích případných změn) se smluvními partnery Zhotovitele uvedenými ve výzvě Objednatele, ze kterých </w:t>
      </w:r>
      <w:r>
        <w:lastRenderedPageBreak/>
        <w:t>bude vyplývat splnění povinnosti Zhotovitele dle předchozího odstavce 4.</w:t>
      </w:r>
      <w:r w:rsidR="00546383">
        <w:t>5</w:t>
      </w:r>
      <w:r>
        <w:t>.1. Předkládaná smluvní dokumentace bude anonymizovaná tak, aby neobsahovala osobní údaje či obchodní tajemství Zhotovitele či smluvních partnerů Zhotovitele; musí z ní však být vždy zřejmé splnění povinnosti dle odst.</w:t>
      </w:r>
      <w:r w:rsidR="00546383">
        <w:t xml:space="preserve"> </w:t>
      </w:r>
      <w:r>
        <w:t>4.</w:t>
      </w:r>
      <w:r w:rsidR="00546383">
        <w:t>5</w:t>
      </w:r>
      <w:r>
        <w:t>.1 této Smlouvy.</w:t>
      </w:r>
    </w:p>
    <w:p w14:paraId="4790AFD5" w14:textId="0F976615" w:rsidR="00B718FF" w:rsidRDefault="00B718FF" w:rsidP="00B718FF">
      <w:pPr>
        <w:pStyle w:val="Text1-2"/>
      </w:pPr>
      <w:r>
        <w:t>P</w:t>
      </w:r>
      <w:r w:rsidR="00546383">
        <w:t>řípadné p</w:t>
      </w:r>
      <w:r>
        <w:t>orady</w:t>
      </w:r>
      <w:r w:rsidR="00016C67">
        <w:t xml:space="preserve"> a jednání</w:t>
      </w:r>
      <w:r>
        <w:t xml:space="preserve">, které Zhotovitel </w:t>
      </w:r>
      <w:r w:rsidR="00546383">
        <w:t xml:space="preserve">pro účely plnění předmětu Díla </w:t>
      </w:r>
      <w:r>
        <w:t xml:space="preserve">svolá, budou probíhat primárně distančním způsobem (elektronicky, např. MS Teams, Google </w:t>
      </w:r>
      <w:proofErr w:type="gramStart"/>
      <w:r>
        <w:t>meet,</w:t>
      </w:r>
      <w:proofErr w:type="gramEnd"/>
      <w:r>
        <w:t xml:space="preserve"> atp.), pokud nebude nutné, aby byly spojeny s místním šetřením.</w:t>
      </w:r>
    </w:p>
    <w:p w14:paraId="14B65141" w14:textId="4FD5A4F9" w:rsidR="00B718FF" w:rsidRDefault="00B718FF" w:rsidP="00B718FF">
      <w:pPr>
        <w:pStyle w:val="Text1-2"/>
      </w:pPr>
      <w:r>
        <w:t>Zhotovitel se zavazuje, že v průběhu plnění Díla umožní v souvislosti s plněním Díla provedení studentské exkurze, a to v kancelářích Zhotovitele nebo při provádění projekčních</w:t>
      </w:r>
      <w:r w:rsidR="00546383">
        <w:t>,</w:t>
      </w:r>
      <w:r>
        <w:t xml:space="preserve"> průzkumných </w:t>
      </w:r>
      <w:r w:rsidR="00546383">
        <w:t xml:space="preserve">či jiných </w:t>
      </w:r>
      <w:r>
        <w:t xml:space="preserve">prací přímo na budoucím staveništi. </w:t>
      </w:r>
      <w:r w:rsidR="00181412">
        <w:t>Podrobnosti k provedení exkurze jsou uvedeny v Obchod</w:t>
      </w:r>
      <w:r w:rsidR="00A70808">
        <w:t>n</w:t>
      </w:r>
      <w:r w:rsidR="00181412">
        <w:t>ích podmínkách.</w:t>
      </w:r>
    </w:p>
    <w:p w14:paraId="61429F19" w14:textId="593240FF" w:rsidR="00B718FF" w:rsidRDefault="00B718FF" w:rsidP="00B718FF">
      <w:pPr>
        <w:pStyle w:val="Text1-2"/>
      </w:pPr>
      <w:r>
        <w:t>O provedené exkurzi je Zhotovitel povinen informovat Objednatele písemnou zprávou nejpozději do 14 dnů od konání exkurze. Zpráva musí obsahovat sdělení o škole, předmětu exkurze, čase konání a počtu účastníků.</w:t>
      </w:r>
    </w:p>
    <w:p w14:paraId="6DDDE8FD" w14:textId="77777777" w:rsidR="007D1378" w:rsidRPr="00600C41" w:rsidRDefault="007D1378" w:rsidP="007D1378">
      <w:pPr>
        <w:pStyle w:val="Text1-1"/>
      </w:pPr>
      <w:r w:rsidRPr="00600C41">
        <w:t xml:space="preserve">Ustanovení článku 10.3 Obchodních podmínek se pro účely této smlouvy nepoužije. </w:t>
      </w:r>
    </w:p>
    <w:p w14:paraId="754024D9" w14:textId="5386F457" w:rsidR="007D1378" w:rsidRPr="00600C41" w:rsidRDefault="007D1378" w:rsidP="007D1378">
      <w:pPr>
        <w:pStyle w:val="Text1-1"/>
        <w:numPr>
          <w:ilvl w:val="0"/>
          <w:numId w:val="0"/>
        </w:numPr>
        <w:ind w:left="737"/>
      </w:pPr>
      <w:r w:rsidRPr="00600C41">
        <w:t>Z důvodu centralizace podatelen státní organizace Správa železnic k 1. 7. 2021 bude Zhotovitel s účinností od uvedeného data daňové doklady vystavovat a tyto Objednateli doručovat některým z níže uvedených způsobů:</w:t>
      </w:r>
    </w:p>
    <w:p w14:paraId="38D28B40" w14:textId="00391FE5" w:rsidR="007D1378" w:rsidRPr="00600C41" w:rsidRDefault="007D1378" w:rsidP="007D1378">
      <w:pPr>
        <w:pStyle w:val="Text1-1"/>
        <w:numPr>
          <w:ilvl w:val="0"/>
          <w:numId w:val="0"/>
        </w:numPr>
        <w:ind w:left="1276" w:hanging="283"/>
      </w:pPr>
      <w:r w:rsidRPr="00600C41">
        <w:t>•</w:t>
      </w:r>
      <w:r w:rsidRPr="00600C41">
        <w:tab/>
        <w:t>v listinné podobě v</w:t>
      </w:r>
      <w:r w:rsidR="008546F9" w:rsidRPr="00600C41">
        <w:t xml:space="preserve"> jednom </w:t>
      </w:r>
      <w:r w:rsidRPr="00600C41">
        <w:t>vyhotovení</w:t>
      </w:r>
      <w:r w:rsidRPr="00600C41">
        <w:rPr>
          <w:color w:val="FF0000"/>
        </w:rPr>
        <w:t xml:space="preserve"> </w:t>
      </w:r>
      <w:r w:rsidRPr="00600C41">
        <w:t xml:space="preserve">na adresu Správa železnic, státní organizace, Centrální finanční účtárna Čechy, Náměstí Jana </w:t>
      </w:r>
      <w:proofErr w:type="spellStart"/>
      <w:r w:rsidRPr="00600C41">
        <w:t>Pernera</w:t>
      </w:r>
      <w:proofErr w:type="spellEnd"/>
      <w:r w:rsidRPr="00600C41">
        <w:t xml:space="preserve"> 217, 530 02 Pardubice, nebo</w:t>
      </w:r>
    </w:p>
    <w:p w14:paraId="0034D7D1" w14:textId="77777777" w:rsidR="007D1378" w:rsidRPr="00600C41" w:rsidRDefault="007D1378" w:rsidP="007D1378">
      <w:pPr>
        <w:pStyle w:val="Text1-1"/>
        <w:numPr>
          <w:ilvl w:val="0"/>
          <w:numId w:val="0"/>
        </w:numPr>
        <w:ind w:left="1276" w:hanging="283"/>
      </w:pPr>
      <w:r w:rsidRPr="00600C41">
        <w:t>•</w:t>
      </w:r>
      <w:r w:rsidRPr="00600C41">
        <w:tab/>
        <w:t xml:space="preserve">v elektronické podobě na e-mailovou adresu: </w:t>
      </w:r>
      <w:hyperlink r:id="rId11" w:history="1">
        <w:r w:rsidRPr="00600C41">
          <w:t>ePodatelnaCFU@spravazeleznic.cz</w:t>
        </w:r>
      </w:hyperlink>
      <w:r w:rsidRPr="00600C41">
        <w:t>, nebo</w:t>
      </w:r>
    </w:p>
    <w:p w14:paraId="77F46501" w14:textId="134569B8" w:rsidR="007D1378" w:rsidRPr="00600C41" w:rsidRDefault="007D1378" w:rsidP="007D1378">
      <w:pPr>
        <w:pStyle w:val="Text1-1"/>
        <w:numPr>
          <w:ilvl w:val="0"/>
          <w:numId w:val="0"/>
        </w:numPr>
        <w:ind w:left="1276" w:hanging="283"/>
      </w:pPr>
      <w:r w:rsidRPr="00600C41">
        <w:t>•</w:t>
      </w:r>
      <w:r w:rsidRPr="00600C41">
        <w:tab/>
        <w:t xml:space="preserve">datovou zprávou na identifikátor datové schránky: </w:t>
      </w:r>
      <w:proofErr w:type="spellStart"/>
      <w:r w:rsidRPr="00600C41">
        <w:t>uccchjm</w:t>
      </w:r>
      <w:proofErr w:type="spellEnd"/>
      <w:r w:rsidRPr="00600C41">
        <w:t>.</w:t>
      </w:r>
    </w:p>
    <w:p w14:paraId="68F56433" w14:textId="16166FEF" w:rsidR="008546F9" w:rsidRPr="00600C41" w:rsidRDefault="008546F9" w:rsidP="000C1633">
      <w:pPr>
        <w:pStyle w:val="Text1-1"/>
        <w:numPr>
          <w:ilvl w:val="0"/>
          <w:numId w:val="0"/>
        </w:numPr>
        <w:ind w:left="737"/>
      </w:pPr>
      <w:r w:rsidRPr="00600C41">
        <w:t>Po dokončení Díla Zhotovitel vyhotoví a předá Objednateli konečný daňový doklad.</w:t>
      </w:r>
    </w:p>
    <w:p w14:paraId="19C4C7AA" w14:textId="77777777" w:rsidR="00600C41" w:rsidRDefault="00600C41" w:rsidP="00600C41">
      <w:pPr>
        <w:pStyle w:val="Text1-1"/>
        <w:numPr>
          <w:ilvl w:val="1"/>
          <w:numId w:val="9"/>
        </w:numPr>
      </w:pPr>
      <w:r>
        <w:t>Mezinárodní sankce</w:t>
      </w:r>
    </w:p>
    <w:p w14:paraId="5F4C4BD5" w14:textId="77777777" w:rsidR="00F14B75" w:rsidRDefault="00600C41" w:rsidP="00600C41">
      <w:pPr>
        <w:pStyle w:val="Text1-2"/>
        <w:numPr>
          <w:ilvl w:val="2"/>
          <w:numId w:val="9"/>
        </w:numPr>
        <w:tabs>
          <w:tab w:val="clear" w:pos="1474"/>
        </w:tabs>
        <w:ind w:left="1560" w:hanging="794"/>
      </w:pPr>
      <w:r w:rsidRPr="00025B8A">
        <w:t>Zhotovitel prohlašuje, že</w:t>
      </w:r>
      <w:r>
        <w:t xml:space="preserve"> </w:t>
      </w:r>
    </w:p>
    <w:p w14:paraId="402412E9" w14:textId="77777777" w:rsidR="00F14B75" w:rsidRDefault="00F14B75" w:rsidP="00F14B75">
      <w:pPr>
        <w:pStyle w:val="Text1-2"/>
        <w:numPr>
          <w:ilvl w:val="0"/>
          <w:numId w:val="39"/>
        </w:numPr>
        <w:ind w:left="1985"/>
      </w:pPr>
      <w:r w:rsidRPr="00C41F26">
        <w:t>on, ani žádný z jeho poddodavatelů, či jiné osoby, které se budou podílet na plnění Smlouvy, nejsou osobami, na něž se vztahuje zákaz zadání veřejné zakázky ve smyslu § 48a ZZVZ</w:t>
      </w:r>
      <w:r>
        <w:t>,</w:t>
      </w:r>
    </w:p>
    <w:p w14:paraId="4FF198A8" w14:textId="1D930C44" w:rsidR="00F14B75" w:rsidRDefault="00F14B75" w:rsidP="00F14B75">
      <w:pPr>
        <w:pStyle w:val="Text1-2"/>
        <w:numPr>
          <w:ilvl w:val="0"/>
          <w:numId w:val="39"/>
        </w:numPr>
        <w:ind w:left="1985"/>
      </w:pPr>
      <w:r w:rsidRPr="008A563D">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2D2C90BD" w14:textId="18BE19D4" w:rsidR="00600C41" w:rsidRPr="00922189" w:rsidRDefault="00600C41" w:rsidP="00F14B75">
      <w:pPr>
        <w:pStyle w:val="Text1-2"/>
        <w:numPr>
          <w:ilvl w:val="0"/>
          <w:numId w:val="39"/>
        </w:numPr>
        <w:ind w:left="1985"/>
      </w:pPr>
      <w:r w:rsidRPr="00922189">
        <w:t>on, ani žádný z jeho poddodavatelů nebo jiných osob, jejichž způsobilost byla využita ve smyslu evropských směrnic o zadávání veřejných zakázek, nejsou osobami dle článku 2 nařízení Rady (EU) č.</w:t>
      </w:r>
      <w:r>
        <w:t> </w:t>
      </w:r>
      <w:r w:rsidRPr="00922189">
        <w:t>269/2014 ze dne 17. března 2014, o omezujících opatřeních vzhledem k</w:t>
      </w:r>
      <w:r>
        <w:t> </w:t>
      </w:r>
      <w:r w:rsidRPr="00922189">
        <w:t xml:space="preserve">činnostem narušujícím nebo ohrožujícím územní celistvost, svrchovanost a nezávislost Ukrajiny, </w:t>
      </w:r>
      <w:r w:rsidRPr="00922189">
        <w:lastRenderedPageBreak/>
        <w:t>ve znění pozdějších předpisů, a dalších prováděcích předpisů k tomuto nařízení Rady (EU) č. 269/2014 (dále jen „Sankční seznamy“),</w:t>
      </w:r>
    </w:p>
    <w:p w14:paraId="21B95D2E" w14:textId="417104DD" w:rsidR="00600C41" w:rsidRDefault="00600C41" w:rsidP="00600C41">
      <w:pPr>
        <w:pStyle w:val="Text1-2"/>
        <w:numPr>
          <w:ilvl w:val="2"/>
          <w:numId w:val="9"/>
        </w:numPr>
        <w:tabs>
          <w:tab w:val="clear" w:pos="1474"/>
        </w:tabs>
        <w:ind w:left="1560" w:hanging="794"/>
      </w:pPr>
      <w:r>
        <w:t>Je-li Zhotovitelem sdružení více osob, platí výše podmínky dle tohoto odst. 4.7 také jednotlivě pro všechny osoby v rámci Zhotovitele sdružené, a to bez ohledu na právní formu tohoto sdružení.</w:t>
      </w:r>
    </w:p>
    <w:p w14:paraId="5F38823A" w14:textId="0FD43261" w:rsidR="00600C41" w:rsidRDefault="00600C41" w:rsidP="00600C41">
      <w:pPr>
        <w:pStyle w:val="Text1-2"/>
        <w:numPr>
          <w:ilvl w:val="2"/>
          <w:numId w:val="9"/>
        </w:numPr>
        <w:tabs>
          <w:tab w:val="clear" w:pos="1474"/>
        </w:tabs>
        <w:ind w:left="1560" w:hanging="794"/>
      </w:pPr>
      <w:r>
        <w:t>Přestane-li Zhotovitel nebo některý z jeho poddodavatelů nebo jiných osob, jejichž způsobilost byla využita ve smyslu evropských směrnic o zadávání veřejných zakázek, splňovat výše uvedené podmínky dle tohoto odst. 4.7, oznámí tuto skutečnost bez zbytečného odkladu, nejpozději však do 3 pracovních dnů ode dne, kdy přestal splňovat výše uvedené podmínky, Objednateli.</w:t>
      </w:r>
    </w:p>
    <w:p w14:paraId="15E8E714" w14:textId="77777777" w:rsidR="00600C41" w:rsidRDefault="00600C41" w:rsidP="00600C41">
      <w:pPr>
        <w:pStyle w:val="Text1-2"/>
        <w:numPr>
          <w:ilvl w:val="2"/>
          <w:numId w:val="9"/>
        </w:numPr>
        <w:tabs>
          <w:tab w:val="clear" w:pos="1474"/>
        </w:tabs>
        <w:ind w:left="1560" w:hanging="794"/>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22F5B559" w14:textId="77777777" w:rsidR="00600C41" w:rsidRDefault="00600C41" w:rsidP="00600C41">
      <w:pPr>
        <w:pStyle w:val="Text1-2"/>
        <w:numPr>
          <w:ilvl w:val="2"/>
          <w:numId w:val="9"/>
        </w:numPr>
        <w:tabs>
          <w:tab w:val="clear" w:pos="1474"/>
        </w:tabs>
        <w:ind w:left="1560" w:hanging="794"/>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5D0D87F" w14:textId="35ED0BB9" w:rsidR="00600C41" w:rsidRDefault="00600C41" w:rsidP="00600C41">
      <w:pPr>
        <w:pStyle w:val="Text1-2"/>
        <w:numPr>
          <w:ilvl w:val="2"/>
          <w:numId w:val="9"/>
        </w:numPr>
        <w:tabs>
          <w:tab w:val="clear" w:pos="1474"/>
        </w:tabs>
        <w:ind w:left="1560" w:hanging="794"/>
      </w:pPr>
      <w:proofErr w:type="gramStart"/>
      <w:r w:rsidRPr="00600C41">
        <w:t>Ukáží</w:t>
      </w:r>
      <w:proofErr w:type="gramEnd"/>
      <w:r w:rsidRPr="00600C41">
        <w:t>-li se prohlášení Zhotovitele dle odstavce 4.</w:t>
      </w:r>
      <w:r>
        <w:t>7</w:t>
      </w:r>
      <w:r w:rsidRPr="00600C41">
        <w:t>.1 této Smlouvy jako nepravdivá nebo poruší-li Zhotovitel svou oznamovací povinnost dle odstavce 4.</w:t>
      </w:r>
      <w:r>
        <w:t>7</w:t>
      </w:r>
      <w:r w:rsidRPr="00600C41">
        <w:t>.3 nebo některou z povinností dle odstavců 4.</w:t>
      </w:r>
      <w:r>
        <w:t>7</w:t>
      </w:r>
      <w:r w:rsidRPr="00600C41">
        <w:t>.4 nebo 4.</w:t>
      </w:r>
      <w:r>
        <w:t>7</w:t>
      </w:r>
      <w:r w:rsidRPr="00600C41">
        <w:t>.5 této Smlouvy, je Objednatel oprávněn odstoupit od této Smlouvy. Zhotovitel je dále povinen zaplatit za každé jednotlivé porušení povinností dle předchozí věty, s výjimkou oznamovací povinnosti dle odstavce 4.</w:t>
      </w:r>
      <w:r>
        <w:t>7</w:t>
      </w:r>
      <w:r w:rsidRPr="00600C41">
        <w:t>.3 této Smlouvy, smluvní pokutu ve výši 300.000 Kč. Zhotovitel je dále povinen zaplatit za každé jednotlivé porušení oznamovací povinnosti dle odstavce 4.</w:t>
      </w:r>
      <w:r>
        <w:t>7</w:t>
      </w:r>
      <w:r w:rsidRPr="00600C41">
        <w:t>.3, smluvní pokutu ve výši 100.000 Kč. Ustanovení § 2004 odst. 2 Občanského zákoníku a § 2050 Občanského zákoníku se nepoužijí.</w:t>
      </w:r>
    </w:p>
    <w:p w14:paraId="2E344D22" w14:textId="77777777" w:rsidR="003D53FD" w:rsidRPr="00B459C0" w:rsidRDefault="003D53FD" w:rsidP="003D53FD">
      <w:pPr>
        <w:pStyle w:val="Text1-1"/>
        <w:numPr>
          <w:ilvl w:val="1"/>
          <w:numId w:val="9"/>
        </w:numPr>
      </w:pPr>
      <w:r w:rsidRPr="00B459C0">
        <w:t>Požadavek na Poddodavatele</w:t>
      </w:r>
    </w:p>
    <w:p w14:paraId="277FE6B2" w14:textId="77777777" w:rsidR="003D53FD" w:rsidRPr="00B459C0" w:rsidRDefault="003D53FD" w:rsidP="003D53FD">
      <w:pPr>
        <w:pStyle w:val="Text1-2"/>
        <w:numPr>
          <w:ilvl w:val="2"/>
          <w:numId w:val="9"/>
        </w:numPr>
        <w:tabs>
          <w:tab w:val="clear" w:pos="1474"/>
          <w:tab w:val="num" w:pos="1503"/>
        </w:tabs>
        <w:ind w:left="1503" w:hanging="794"/>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0C2103B" w14:textId="25BB7DDC" w:rsidR="003D53FD" w:rsidRPr="00B459C0" w:rsidRDefault="003D53FD" w:rsidP="003D53FD">
      <w:pPr>
        <w:pStyle w:val="Text1-2"/>
        <w:numPr>
          <w:ilvl w:val="2"/>
          <w:numId w:val="9"/>
        </w:numPr>
        <w:tabs>
          <w:tab w:val="clear" w:pos="1474"/>
          <w:tab w:val="num" w:pos="1503"/>
        </w:tabs>
        <w:ind w:left="1503" w:hanging="794"/>
      </w:pPr>
      <w:r w:rsidRPr="00B459C0">
        <w:t>Přestane-li některý z Poddodavatelů (uvedených v Příloze č. 8 této Smlouvy) splňovat výše uvedené podmínky dle odst. 4.</w:t>
      </w:r>
      <w:r>
        <w:t>8</w:t>
      </w:r>
      <w:r w:rsidRPr="00B459C0">
        <w:t xml:space="preserve">.1 této Smlouvy, oznámí Zhotovitel tuto skutečnost bez zbytečného odkladu, nejpozději však do 3 </w:t>
      </w:r>
      <w:r w:rsidRPr="00B459C0">
        <w:lastRenderedPageBreak/>
        <w:t>pracovních dnů ode dne, kdy Poddodavatel přestal splňovat výše uvedené podmínky, Objednateli.</w:t>
      </w:r>
    </w:p>
    <w:p w14:paraId="5FF591E8" w14:textId="25A5FDA7" w:rsidR="003D53FD" w:rsidRPr="00B459C0" w:rsidRDefault="003D53FD" w:rsidP="003D53FD">
      <w:pPr>
        <w:pStyle w:val="Text1-2"/>
        <w:numPr>
          <w:ilvl w:val="2"/>
          <w:numId w:val="9"/>
        </w:numPr>
        <w:tabs>
          <w:tab w:val="clear" w:pos="1474"/>
          <w:tab w:val="num" w:pos="1503"/>
        </w:tabs>
        <w:ind w:left="1503" w:hanging="794"/>
      </w:pPr>
      <w:r w:rsidRPr="00B459C0">
        <w:t>Objednatel může požadovat nahrazení Poddodavatele, který přestal splňovat podmínky dle odst. 4.</w:t>
      </w:r>
      <w:r>
        <w:t>8</w:t>
      </w:r>
      <w:r w:rsidRPr="00B459C0">
        <w:t>.1 této Smlouvy.</w:t>
      </w:r>
    </w:p>
    <w:p w14:paraId="61E775A6" w14:textId="486FCB3F" w:rsidR="003D53FD" w:rsidRPr="00600C41" w:rsidRDefault="003D53FD" w:rsidP="003D53FD">
      <w:pPr>
        <w:pStyle w:val="Text1-2"/>
        <w:numPr>
          <w:ilvl w:val="2"/>
          <w:numId w:val="9"/>
        </w:numPr>
        <w:tabs>
          <w:tab w:val="clear" w:pos="1474"/>
          <w:tab w:val="num" w:pos="1503"/>
        </w:tabs>
        <w:ind w:left="1503" w:hanging="794"/>
      </w:pPr>
      <w:proofErr w:type="gramStart"/>
      <w:r w:rsidRPr="00B459C0">
        <w:t>Ukáží</w:t>
      </w:r>
      <w:proofErr w:type="gramEnd"/>
      <w:r w:rsidRPr="00B459C0">
        <w:t>-li se prohlášení Zhotovitele dle odstavce 4.</w:t>
      </w:r>
      <w:r>
        <w:t>8</w:t>
      </w:r>
      <w:r w:rsidRPr="00B459C0">
        <w:t>.1 této Smlouvy jako nepravdivá nebo poruší-li Zhotovitel svou oznamovací povinnost dle odstavce 4.</w:t>
      </w:r>
      <w:r>
        <w:t>8</w:t>
      </w:r>
      <w:r w:rsidRPr="00B459C0">
        <w:t>.2, je Objednatel oprávněn odstoupit od této Smlouvy. Zhotovitel je dále povinen zaplatit za každé jednotlivé porušení povinností dle předchozí věty, s výjimkou oznamovací povinnosti dle odstavce 4.</w:t>
      </w:r>
      <w:r>
        <w:t>8</w:t>
      </w:r>
      <w:r w:rsidRPr="00B459C0">
        <w:t>.2 této Smlouvy, smluvní pokutu ve výši 100.000 Kč. Zhotovitel je dále povinen zaplatit za každé jednotlivé porušení oznamovací povinnosti dle odstavce 4.</w:t>
      </w:r>
      <w:r>
        <w:t>8</w:t>
      </w:r>
      <w:r w:rsidRPr="00B459C0">
        <w:t>.2, smluvní pokutu ve výši 50.000 Kč. Ustanovení § 2004 odst. 2 Občanského zákoníku a § 2050 Občanského zákoníku se nepoužijí.</w:t>
      </w:r>
    </w:p>
    <w:p w14:paraId="17DD575A" w14:textId="77777777" w:rsidR="003F5723" w:rsidRDefault="003F5723" w:rsidP="003F5723">
      <w:pPr>
        <w:pStyle w:val="Nadpis1-1"/>
      </w:pPr>
      <w:r>
        <w:t>ZÁVĚREČNÁ USTANOVENÍ</w:t>
      </w:r>
    </w:p>
    <w:p w14:paraId="216CE027"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68E00471"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5175FCE"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1CC34C3D"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0B5070F1"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8098A8B" w14:textId="13F0D045" w:rsidR="003F5723" w:rsidRDefault="003F5723" w:rsidP="003F5723">
      <w:pPr>
        <w:pStyle w:val="Text1-1"/>
      </w:pPr>
      <w:r>
        <w:t xml:space="preserve">Smluvní strany se ve smyslu </w:t>
      </w:r>
      <w:proofErr w:type="spellStart"/>
      <w:r>
        <w:t>ust</w:t>
      </w:r>
      <w:proofErr w:type="spellEnd"/>
      <w:r>
        <w:t>. § 630 odst. 1 občanského zákoníku dohodly, že promlčení práv plynoucích z odst. 15.6, 16.14 a 17.</w:t>
      </w:r>
      <w:r w:rsidR="004D71CD">
        <w:t>5</w:t>
      </w:r>
      <w:r>
        <w:t xml:space="preserve"> Obchodních podmínek trvá patnáct let. Tato lhůta je počítána ode dne, kdy právo mohlo být uplatněno poprvé.</w:t>
      </w:r>
    </w:p>
    <w:p w14:paraId="1114CACB"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D9134D5" w14:textId="77777777" w:rsidR="008546F9" w:rsidRPr="00600C41" w:rsidRDefault="003F5723" w:rsidP="008546F9">
      <w:pPr>
        <w:pStyle w:val="Text1-1"/>
        <w:numPr>
          <w:ilvl w:val="1"/>
          <w:numId w:val="9"/>
        </w:numPr>
      </w:pPr>
      <w:r>
        <w:t xml:space="preserve">Veškerá práva a povinnosti vyplývající z této Smlouvy přecházejí, pokud to povaha těchto práv a povinností nevylučuje, na právní nástupce smluvních stran. Při tom musí být dodržen § 222 odst. 10 zákona č. 134/2016 Sb., o zadávání veřejných zakázek. Žádná ze stran není oprávněna převést jakákoliv práva či povinnosti nebo jejich část na třetí </w:t>
      </w:r>
      <w:r w:rsidRPr="00600C41">
        <w:t>osobu bez předchozího písemného souhlasu druhé smluvní strany</w:t>
      </w:r>
      <w:r w:rsidR="008546F9" w:rsidRPr="00600C41">
        <w:t>, není-li jinde ve Smlouvě uvedeno jinak.</w:t>
      </w:r>
    </w:p>
    <w:p w14:paraId="65B48E7B" w14:textId="52ACA875" w:rsidR="003F5723" w:rsidRDefault="008546F9" w:rsidP="008546F9">
      <w:pPr>
        <w:pStyle w:val="Text1-1"/>
        <w:numPr>
          <w:ilvl w:val="0"/>
          <w:numId w:val="0"/>
        </w:numPr>
        <w:ind w:left="737"/>
      </w:pPr>
      <w:r w:rsidRPr="00600C41">
        <w:t xml:space="preserve">Pokud dojde ke změně v osobě Zhotovitele následkem právního nástupnictví v souvislosti s přeměnou Zhotovitele, jeho smrtí nebo převodem jeho závodu, popřípadě části </w:t>
      </w:r>
      <w:proofErr w:type="gramStart"/>
      <w:r w:rsidRPr="00600C41">
        <w:t>závodu,  je</w:t>
      </w:r>
      <w:proofErr w:type="gramEnd"/>
      <w:r w:rsidRPr="00600C41">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k vydání pokynu Objednatele k přerušení postupu prací na Díle z důvodů na straně Zhotovitele.</w:t>
      </w:r>
    </w:p>
    <w:p w14:paraId="5ACB027D" w14:textId="77777777" w:rsidR="003F5723" w:rsidRDefault="003F5723" w:rsidP="003F5723">
      <w:pPr>
        <w:pStyle w:val="Text1-1"/>
      </w:pPr>
      <w:r>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w:t>
      </w:r>
      <w:r>
        <w:lastRenderedPageBreak/>
        <w:t>ustanovení o ochraně informací, ani další ustanovení a nároky, z jejichž povahy vyplývá, že mají trvat i po zániku účinnosti této Smlouvy.</w:t>
      </w:r>
    </w:p>
    <w:p w14:paraId="392B4E47"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4D66BD9A" w14:textId="4482EF11" w:rsidR="003F5723" w:rsidRPr="00600C41" w:rsidRDefault="008546F9" w:rsidP="003F5723">
      <w:pPr>
        <w:pStyle w:val="Text1-1"/>
      </w:pPr>
      <w:r w:rsidRPr="00600C41">
        <w:t>Tato Smlouva je vyhotovena elektronicky a podepsána zaručeným elektronickým podpisem založeným na kvalifikovaném certifikátu pro elektronický podpis nebo kvalifikovaným elektronickým podpisem.</w:t>
      </w:r>
    </w:p>
    <w:p w14:paraId="7984A58B"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70CFB536"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B67D239" w14:textId="77777777" w:rsidR="003F5723" w:rsidRDefault="003F5723" w:rsidP="00124751">
      <w:pPr>
        <w:pStyle w:val="Textbezslovn"/>
      </w:pPr>
      <w:r>
        <w:t xml:space="preserve">Jestliže smluvní strana </w:t>
      </w:r>
      <w:proofErr w:type="gramStart"/>
      <w:r>
        <w:t>označí</w:t>
      </w:r>
      <w:proofErr w:type="gramEnd"/>
      <w:r>
        <w:t xml:space="preserve">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w:t>
      </w:r>
      <w:proofErr w:type="gramStart"/>
      <w:r>
        <w:t>neoznačí</w:t>
      </w:r>
      <w:proofErr w:type="gramEnd"/>
      <w:r>
        <w:t xml:space="preserve">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08F8CD6C"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4BED4D53" w14:textId="77777777" w:rsidR="00F422D3" w:rsidRPr="0056713A" w:rsidRDefault="00F422D3" w:rsidP="00964369">
      <w:pPr>
        <w:pStyle w:val="Text1-1"/>
      </w:pPr>
      <w:r w:rsidRPr="0056713A">
        <w:t xml:space="preserve">Přílohy, které </w:t>
      </w:r>
      <w:proofErr w:type="gramStart"/>
      <w:r w:rsidRPr="0056713A">
        <w:t>tvoří</w:t>
      </w:r>
      <w:proofErr w:type="gramEnd"/>
      <w:r w:rsidRPr="0056713A">
        <w:t xml:space="preserve"> nedílnou součást této Smlouvy o dílo:</w:t>
      </w:r>
    </w:p>
    <w:p w14:paraId="69BC3F9E" w14:textId="77777777" w:rsidR="00F422D3" w:rsidRDefault="00F422D3" w:rsidP="00964369">
      <w:pPr>
        <w:pStyle w:val="Textbezslovn"/>
      </w:pPr>
      <w:r w:rsidRPr="00964369">
        <w:t>Příloha</w:t>
      </w:r>
      <w:r>
        <w:t xml:space="preserve"> č. 1</w:t>
      </w:r>
      <w:r>
        <w:tab/>
      </w:r>
      <w:r w:rsidR="00124751" w:rsidRPr="006923FD">
        <w:rPr>
          <w:b/>
        </w:rPr>
        <w:t>Specifikace Díla</w:t>
      </w:r>
    </w:p>
    <w:p w14:paraId="75E181C3" w14:textId="3CCA7BCF" w:rsidR="00F422D3" w:rsidRDefault="00F422D3" w:rsidP="0056713A">
      <w:pPr>
        <w:pStyle w:val="Textbezslovn"/>
        <w:ind w:left="2127" w:hanging="1390"/>
      </w:pPr>
      <w:r w:rsidRPr="00964369">
        <w:t>Příloha</w:t>
      </w:r>
      <w:r>
        <w:t xml:space="preserve"> č. 2</w:t>
      </w:r>
      <w:r>
        <w:tab/>
      </w:r>
      <w:r w:rsidRPr="0056713A">
        <w:rPr>
          <w:b/>
        </w:rPr>
        <w:t>O</w:t>
      </w:r>
      <w:r w:rsidR="00124751" w:rsidRPr="0056713A">
        <w:rPr>
          <w:b/>
        </w:rPr>
        <w:t xml:space="preserve">bchodní podmínky </w:t>
      </w:r>
      <w:r w:rsidR="00030B0B">
        <w:rPr>
          <w:b/>
        </w:rPr>
        <w:t xml:space="preserve">SSV </w:t>
      </w:r>
      <w:r w:rsidR="0056713A" w:rsidRPr="0056713A">
        <w:rPr>
          <w:b/>
        </w:rPr>
        <w:t>Pro smlouvu o dílo na poskytování služeb</w:t>
      </w:r>
      <w:r w:rsidR="0056713A">
        <w:t xml:space="preserve"> </w:t>
      </w:r>
      <w:r w:rsidR="00B42CAB" w:rsidRPr="00B42CAB">
        <w:rPr>
          <w:b/>
        </w:rPr>
        <w:t>OP/SSV</w:t>
      </w:r>
      <w:r w:rsidR="00B23140">
        <w:rPr>
          <w:b/>
        </w:rPr>
        <w:t>/</w:t>
      </w:r>
      <w:r w:rsidR="00FC671A">
        <w:rPr>
          <w:b/>
        </w:rPr>
        <w:t>03/21</w:t>
      </w:r>
    </w:p>
    <w:p w14:paraId="6F58DE6E" w14:textId="77777777" w:rsidR="00FC671A" w:rsidRDefault="00FC671A" w:rsidP="00964369">
      <w:pPr>
        <w:pStyle w:val="Textbezslovn"/>
      </w:pPr>
    </w:p>
    <w:p w14:paraId="673C0F39" w14:textId="15D0339D" w:rsidR="00124751" w:rsidRDefault="00F422D3" w:rsidP="00964369">
      <w:pPr>
        <w:pStyle w:val="Textbezslovn"/>
      </w:pPr>
      <w:r w:rsidRPr="00964369">
        <w:t>Příloha</w:t>
      </w:r>
      <w:r>
        <w:t xml:space="preserve"> č. 3</w:t>
      </w:r>
      <w:r>
        <w:tab/>
      </w:r>
      <w:r w:rsidR="00124751" w:rsidRPr="006923FD">
        <w:rPr>
          <w:b/>
        </w:rPr>
        <w:t>Technické podmínky</w:t>
      </w:r>
    </w:p>
    <w:p w14:paraId="0620E171" w14:textId="77777777" w:rsidR="00124751" w:rsidRPr="00964369" w:rsidRDefault="00124751" w:rsidP="00964369">
      <w:pPr>
        <w:pStyle w:val="Textbezslovn"/>
        <w:ind w:left="2127"/>
      </w:pPr>
      <w:r>
        <w:t xml:space="preserve">a) Technické </w:t>
      </w:r>
      <w:r w:rsidRPr="00964369">
        <w:t>kvalitativní podmínky staveb státních drah (TKP)</w:t>
      </w:r>
    </w:p>
    <w:p w14:paraId="36755676" w14:textId="77777777" w:rsidR="00F422D3" w:rsidRPr="00964369" w:rsidRDefault="00F422D3" w:rsidP="00964369">
      <w:pPr>
        <w:pStyle w:val="Textbezslovn"/>
      </w:pPr>
      <w:r w:rsidRPr="00964369">
        <w:lastRenderedPageBreak/>
        <w:t xml:space="preserve">Příloha </w:t>
      </w:r>
      <w:r w:rsidR="00B42CAB">
        <w:t xml:space="preserve">č. 4 </w:t>
      </w:r>
      <w:r w:rsidR="00B42CAB">
        <w:tab/>
      </w:r>
      <w:r w:rsidR="00B42CAB" w:rsidRPr="00B42CAB">
        <w:rPr>
          <w:b/>
        </w:rPr>
        <w:t>Rozpis</w:t>
      </w:r>
      <w:r w:rsidR="00B42CAB">
        <w:t xml:space="preserve"> </w:t>
      </w:r>
      <w:r w:rsidR="00124751" w:rsidRPr="006923FD">
        <w:rPr>
          <w:b/>
        </w:rPr>
        <w:t>Ceny Díla</w:t>
      </w:r>
    </w:p>
    <w:p w14:paraId="4E82BF5D"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8F42C1A"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1A4CA8B4"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Seznam požadovaných pojištění</w:t>
      </w:r>
    </w:p>
    <w:p w14:paraId="09F0D145" w14:textId="77777777" w:rsidR="00124751" w:rsidRPr="00964369" w:rsidRDefault="00124751" w:rsidP="00964369">
      <w:pPr>
        <w:pStyle w:val="Textbezslovn"/>
      </w:pPr>
      <w:r w:rsidRPr="00964369">
        <w:t>Příloha č. 8</w:t>
      </w:r>
      <w:r w:rsidRPr="00964369">
        <w:tab/>
      </w:r>
      <w:r w:rsidRPr="006923FD">
        <w:rPr>
          <w:b/>
        </w:rPr>
        <w:t>Seznam poddodavatelů</w:t>
      </w:r>
    </w:p>
    <w:p w14:paraId="7698E94E" w14:textId="77777777" w:rsidR="00124751" w:rsidRPr="00964369" w:rsidRDefault="00124751" w:rsidP="00964369">
      <w:pPr>
        <w:pStyle w:val="Textbezslovn"/>
      </w:pPr>
      <w:r w:rsidRPr="00964369">
        <w:t>Příloha č. 9</w:t>
      </w:r>
      <w:r w:rsidRPr="00964369">
        <w:tab/>
      </w:r>
      <w:r w:rsidRPr="006923FD">
        <w:rPr>
          <w:b/>
        </w:rPr>
        <w:t>Související dokumenty</w:t>
      </w:r>
    </w:p>
    <w:p w14:paraId="7222F0C8" w14:textId="77777777" w:rsidR="00964369" w:rsidRPr="00964369" w:rsidRDefault="00964369" w:rsidP="00964369">
      <w:pPr>
        <w:pStyle w:val="Textbezslovn"/>
        <w:rPr>
          <w:highlight w:val="green"/>
        </w:rPr>
      </w:pPr>
    </w:p>
    <w:p w14:paraId="417C22CA"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491"/>
        <w:gridCol w:w="335"/>
      </w:tblGrid>
      <w:tr w:rsidR="00B23140" w:rsidRPr="002C0AD9" w14:paraId="4E978442" w14:textId="77777777" w:rsidTr="002C0AD9">
        <w:trPr>
          <w:gridAfter w:val="1"/>
          <w:wAfter w:w="335" w:type="dxa"/>
          <w:jc w:val="center"/>
        </w:trPr>
        <w:tc>
          <w:tcPr>
            <w:tcW w:w="4826" w:type="dxa"/>
          </w:tcPr>
          <w:p w14:paraId="0D6284A4" w14:textId="63A36F9E" w:rsidR="00B23140" w:rsidRPr="002C0AD9" w:rsidRDefault="00316D63" w:rsidP="00335F00">
            <w:pPr>
              <w:pStyle w:val="RLdajeosmluvnstran"/>
              <w:jc w:val="left"/>
            </w:pPr>
            <w:r w:rsidRPr="002C0AD9">
              <w:rPr>
                <w:rFonts w:asciiTheme="minorHAnsi" w:hAnsiTheme="minorHAnsi"/>
                <w:sz w:val="18"/>
                <w:szCs w:val="18"/>
              </w:rPr>
              <w:br w:type="page"/>
            </w:r>
          </w:p>
        </w:tc>
        <w:tc>
          <w:tcPr>
            <w:tcW w:w="4491" w:type="dxa"/>
          </w:tcPr>
          <w:p w14:paraId="6D7ECA34" w14:textId="77777777" w:rsidR="00B23140" w:rsidRPr="002C0AD9" w:rsidRDefault="00B23140" w:rsidP="00181412">
            <w:pPr>
              <w:pStyle w:val="RLdajeosmluvnstran"/>
              <w:rPr>
                <w:rFonts w:asciiTheme="minorHAnsi" w:hAnsiTheme="minorHAnsi"/>
                <w:sz w:val="18"/>
                <w:szCs w:val="18"/>
              </w:rPr>
            </w:pPr>
          </w:p>
          <w:p w14:paraId="34201A23" w14:textId="77777777" w:rsidR="00B23140" w:rsidRPr="002C0AD9" w:rsidRDefault="00B23140" w:rsidP="00181412"/>
        </w:tc>
      </w:tr>
      <w:tr w:rsidR="00B23140" w:rsidRPr="002C0AD9" w14:paraId="680B433F" w14:textId="77777777" w:rsidTr="002C0AD9">
        <w:trPr>
          <w:jc w:val="center"/>
        </w:trPr>
        <w:tc>
          <w:tcPr>
            <w:tcW w:w="4826" w:type="dxa"/>
          </w:tcPr>
          <w:p w14:paraId="49EEB489" w14:textId="4A16B32F" w:rsidR="000729F4" w:rsidRPr="002C0AD9" w:rsidRDefault="000729F4" w:rsidP="00600C41">
            <w:pPr>
              <w:pStyle w:val="RLdajeosmluvnstran"/>
              <w:spacing w:after="0" w:line="240" w:lineRule="auto"/>
              <w:jc w:val="left"/>
              <w:rPr>
                <w:rFonts w:asciiTheme="minorHAnsi" w:hAnsiTheme="minorHAnsi"/>
                <w:i/>
                <w:sz w:val="18"/>
                <w:szCs w:val="18"/>
              </w:rPr>
            </w:pPr>
          </w:p>
          <w:p w14:paraId="25B9C620" w14:textId="07C9378E"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62F26D8C" w14:textId="1F7D88D9" w:rsidR="00B23140" w:rsidRPr="002C0AD9" w:rsidRDefault="00B23140" w:rsidP="002C0AD9">
            <w:pPr>
              <w:pStyle w:val="RLdajeosmluvnstran"/>
              <w:spacing w:after="0" w:line="240" w:lineRule="auto"/>
              <w:jc w:val="left"/>
              <w:rPr>
                <w:rFonts w:asciiTheme="minorHAnsi" w:hAnsiTheme="minorHAnsi"/>
                <w:b/>
                <w:sz w:val="18"/>
                <w:szCs w:val="18"/>
              </w:rPr>
            </w:pPr>
            <w:r w:rsidRPr="002C0AD9">
              <w:rPr>
                <w:rFonts w:asciiTheme="minorHAnsi" w:hAnsiTheme="minorHAnsi"/>
                <w:b/>
                <w:sz w:val="18"/>
                <w:szCs w:val="18"/>
              </w:rPr>
              <w:t>Ing. Miroslav Bocák</w:t>
            </w:r>
          </w:p>
          <w:p w14:paraId="09618F58" w14:textId="197D257A"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ředitel organizační jednotky</w:t>
            </w:r>
          </w:p>
          <w:p w14:paraId="7EC4E3A1"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Stavební správa východ</w:t>
            </w:r>
          </w:p>
          <w:p w14:paraId="3A29E34A" w14:textId="5D6D8ED6"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rPr>
              <w:t>Správa železnic, státní organizace</w:t>
            </w:r>
          </w:p>
        </w:tc>
        <w:tc>
          <w:tcPr>
            <w:tcW w:w="4826" w:type="dxa"/>
            <w:gridSpan w:val="2"/>
          </w:tcPr>
          <w:p w14:paraId="728BC186" w14:textId="77777777" w:rsidR="00BE5FCD" w:rsidRPr="002C0AD9" w:rsidRDefault="00BE5FCD" w:rsidP="00BE5FCD">
            <w:pPr>
              <w:pStyle w:val="RLdajeosmluvnstran"/>
              <w:spacing w:after="0" w:line="240" w:lineRule="auto"/>
              <w:jc w:val="left"/>
              <w:rPr>
                <w:rFonts w:asciiTheme="minorHAnsi" w:hAnsiTheme="minorHAnsi"/>
                <w:sz w:val="18"/>
                <w:szCs w:val="18"/>
              </w:rPr>
            </w:pPr>
          </w:p>
          <w:p w14:paraId="74015F41" w14:textId="610F69FC" w:rsidR="00B23140" w:rsidRPr="002C0AD9" w:rsidRDefault="00B23140" w:rsidP="002C0AD9">
            <w:pPr>
              <w:pStyle w:val="RLdajeosmluvnstran"/>
              <w:spacing w:line="240" w:lineRule="auto"/>
              <w:jc w:val="left"/>
              <w:rPr>
                <w:rFonts w:asciiTheme="minorHAnsi" w:hAnsiTheme="minorHAnsi"/>
                <w:sz w:val="18"/>
                <w:szCs w:val="18"/>
              </w:rPr>
            </w:pPr>
            <w:r w:rsidRPr="002C0AD9">
              <w:rPr>
                <w:rFonts w:asciiTheme="minorHAnsi" w:hAnsiTheme="minorHAnsi"/>
                <w:sz w:val="18"/>
                <w:szCs w:val="18"/>
              </w:rPr>
              <w:t>...............................................................</w:t>
            </w:r>
          </w:p>
          <w:p w14:paraId="73B0247D" w14:textId="77777777" w:rsidR="00B23140" w:rsidRPr="002C0AD9" w:rsidRDefault="00B23140" w:rsidP="002529A2">
            <w:pPr>
              <w:pStyle w:val="RLProhlensmluvnchstran"/>
              <w:spacing w:after="0" w:line="240" w:lineRule="auto"/>
              <w:jc w:val="left"/>
              <w:rPr>
                <w:rFonts w:asciiTheme="minorHAnsi" w:hAnsiTheme="minorHAnsi" w:cs="Calibri"/>
                <w:bCs w:val="0"/>
                <w:sz w:val="18"/>
                <w:szCs w:val="18"/>
              </w:rPr>
            </w:pPr>
            <w:r w:rsidRPr="002C0AD9">
              <w:rPr>
                <w:rFonts w:asciiTheme="minorHAnsi" w:hAnsiTheme="minorHAnsi" w:cs="Calibri"/>
                <w:bCs w:val="0"/>
                <w:sz w:val="18"/>
                <w:szCs w:val="18"/>
                <w:highlight w:val="yellow"/>
              </w:rPr>
              <w:fldChar w:fldCharType="begin"/>
            </w:r>
            <w:r w:rsidRPr="002C0AD9">
              <w:rPr>
                <w:rFonts w:asciiTheme="minorHAnsi" w:hAnsiTheme="minorHAnsi" w:cs="Calibri"/>
                <w:bCs w:val="0"/>
                <w:sz w:val="18"/>
                <w:szCs w:val="18"/>
                <w:highlight w:val="yellow"/>
              </w:rPr>
              <w:instrText xml:space="preserve"> MACROBUTTON  VložitŠirokouMezeru "[VLOŽÍ ZHOTOVITEL]" </w:instrText>
            </w:r>
            <w:r w:rsidRPr="002C0AD9">
              <w:rPr>
                <w:rFonts w:asciiTheme="minorHAnsi" w:hAnsiTheme="minorHAnsi" w:cs="Calibri"/>
                <w:bCs w:val="0"/>
                <w:sz w:val="18"/>
                <w:szCs w:val="18"/>
                <w:highlight w:val="yellow"/>
              </w:rPr>
              <w:fldChar w:fldCharType="end"/>
            </w:r>
          </w:p>
          <w:p w14:paraId="4774D48F" w14:textId="77777777" w:rsidR="00B23140" w:rsidRPr="002C0AD9" w:rsidRDefault="00B23140" w:rsidP="002529A2">
            <w:pPr>
              <w:pStyle w:val="RLdajeosmluvnstran"/>
              <w:spacing w:after="0" w:line="240" w:lineRule="auto"/>
              <w:jc w:val="left"/>
              <w:rPr>
                <w:rFonts w:asciiTheme="minorHAnsi" w:hAnsiTheme="minorHAnsi"/>
                <w:sz w:val="18"/>
                <w:szCs w:val="18"/>
              </w:rPr>
            </w:pPr>
            <w:r w:rsidRPr="002C0AD9">
              <w:rPr>
                <w:rFonts w:asciiTheme="minorHAnsi" w:hAnsiTheme="minorHAnsi"/>
                <w:sz w:val="18"/>
                <w:szCs w:val="18"/>
                <w:highlight w:val="yellow"/>
              </w:rPr>
              <w:fldChar w:fldCharType="begin"/>
            </w:r>
            <w:r w:rsidRPr="002C0AD9">
              <w:rPr>
                <w:rFonts w:asciiTheme="minorHAnsi" w:hAnsiTheme="minorHAnsi"/>
                <w:sz w:val="18"/>
                <w:szCs w:val="18"/>
                <w:highlight w:val="yellow"/>
              </w:rPr>
              <w:instrText xml:space="preserve"> MACROBUTTON  VložitŠirokouMezeru "[VLOŽÍ ZHOTOVITEL]" </w:instrText>
            </w:r>
            <w:r w:rsidRPr="002C0AD9">
              <w:rPr>
                <w:rFonts w:asciiTheme="minorHAnsi" w:hAnsiTheme="minorHAnsi"/>
                <w:sz w:val="18"/>
                <w:szCs w:val="18"/>
                <w:highlight w:val="yellow"/>
              </w:rPr>
              <w:fldChar w:fldCharType="end"/>
            </w:r>
          </w:p>
        </w:tc>
      </w:tr>
    </w:tbl>
    <w:p w14:paraId="756CB532" w14:textId="77777777" w:rsidR="00E901A3" w:rsidRPr="002C0AD9" w:rsidRDefault="00E901A3" w:rsidP="009F0867">
      <w:pPr>
        <w:pStyle w:val="Textbezodsazen"/>
      </w:pPr>
    </w:p>
    <w:p w14:paraId="66703E17" w14:textId="77777777" w:rsidR="00CB4F6D" w:rsidRPr="002C0AD9" w:rsidRDefault="00CB4F6D">
      <w:r w:rsidRPr="002C0AD9">
        <w:br w:type="page"/>
      </w:r>
    </w:p>
    <w:p w14:paraId="7B0AF88E" w14:textId="77777777" w:rsidR="00CB4F6D" w:rsidRDefault="00CB4F6D" w:rsidP="009F0867">
      <w:pPr>
        <w:pStyle w:val="Textbezodsazen"/>
        <w:sectPr w:rsidR="00CB4F6D" w:rsidSect="004D09FB">
          <w:headerReference w:type="default" r:id="rId12"/>
          <w:footerReference w:type="default" r:id="rId13"/>
          <w:headerReference w:type="first" r:id="rId14"/>
          <w:footerReference w:type="first" r:id="rId15"/>
          <w:pgSz w:w="11906" w:h="16838" w:code="9"/>
          <w:pgMar w:top="1049" w:right="1134" w:bottom="1474" w:left="1418" w:header="595" w:footer="624" w:gutter="652"/>
          <w:cols w:space="708"/>
          <w:titlePg/>
          <w:docGrid w:linePitch="360"/>
        </w:sectPr>
      </w:pPr>
    </w:p>
    <w:p w14:paraId="6EEE579E" w14:textId="77777777" w:rsidR="00CB4F6D" w:rsidRDefault="00CB4F6D" w:rsidP="00F762A8">
      <w:pPr>
        <w:pStyle w:val="Nadpisbezsl1-1"/>
      </w:pPr>
      <w:r>
        <w:lastRenderedPageBreak/>
        <w:t>Příloha č. 1</w:t>
      </w:r>
    </w:p>
    <w:p w14:paraId="48A4484D" w14:textId="77777777" w:rsidR="00CB4F6D" w:rsidRPr="00F762A8" w:rsidRDefault="00124751" w:rsidP="00F762A8">
      <w:pPr>
        <w:pStyle w:val="Nadpisbezsl1-2"/>
      </w:pPr>
      <w:r>
        <w:t>Specifikace Díla</w:t>
      </w:r>
      <w:r w:rsidR="00CB4F6D" w:rsidRPr="00F762A8">
        <w:t xml:space="preserve"> </w:t>
      </w:r>
    </w:p>
    <w:p w14:paraId="7351A0CC" w14:textId="77777777" w:rsidR="0017536E" w:rsidRPr="00C774EB" w:rsidRDefault="0017536E" w:rsidP="0017536E">
      <w:pPr>
        <w:spacing w:after="0" w:line="240" w:lineRule="auto"/>
        <w:ind w:left="340"/>
        <w:jc w:val="both"/>
        <w:rPr>
          <w:rFonts w:eastAsia="Times New Roman" w:cs="Arial"/>
          <w:b/>
          <w:lang w:eastAsia="cs-CZ"/>
        </w:rPr>
      </w:pPr>
      <w:r w:rsidRPr="00C774EB">
        <w:rPr>
          <w:rFonts w:eastAsia="Times New Roman" w:cs="Arial"/>
          <w:lang w:eastAsia="cs-CZ"/>
        </w:rPr>
        <w:t xml:space="preserve">Předmětem zakázky je Technická pomoc investorovi (dále jen „TPI“) při realizaci stavby </w:t>
      </w:r>
      <w:r w:rsidRPr="00C774EB">
        <w:rPr>
          <w:rFonts w:eastAsia="Times New Roman" w:cs="Arial"/>
          <w:b/>
          <w:lang w:eastAsia="cs-CZ"/>
        </w:rPr>
        <w:t>„</w:t>
      </w:r>
      <w:r w:rsidRPr="00C774EB">
        <w:rPr>
          <w:rFonts w:eastAsia="Times New Roman" w:cs="Arial"/>
          <w:b/>
          <w:color w:val="000000"/>
          <w:lang w:eastAsia="cs-CZ"/>
        </w:rPr>
        <w:t>Rekonstrukce traťového úseku Vlkov u Tišnova (mimo) - Křižanov (mimo)</w:t>
      </w:r>
      <w:r w:rsidRPr="00C774EB">
        <w:rPr>
          <w:rFonts w:eastAsia="Times New Roman" w:cs="Arial"/>
          <w:b/>
          <w:lang w:eastAsia="cs-CZ"/>
        </w:rPr>
        <w:t xml:space="preserve">“ </w:t>
      </w:r>
      <w:r w:rsidRPr="00C774EB">
        <w:rPr>
          <w:rFonts w:eastAsia="Times New Roman" w:cs="Arial"/>
          <w:lang w:eastAsia="cs-CZ"/>
        </w:rPr>
        <w:t>Cílem bude oprávněné, zdůvodněné, plynulé a bezproblémové čerpání finančních prostředků z fondu EU, OPD a SFDI na základě podkladů – projektu pro provedení stavby PDPS, realizační projektové dokumentace zhotovitele, smlouvy o dílo mezi zhotovitelem stavby a stavebníkem a kontrolní činnosti prováděné „IN SITU“.</w:t>
      </w:r>
    </w:p>
    <w:p w14:paraId="1D929AA3" w14:textId="77777777" w:rsidR="0017536E" w:rsidRPr="00C774EB" w:rsidRDefault="0017536E" w:rsidP="0017536E">
      <w:pPr>
        <w:spacing w:after="0" w:line="240" w:lineRule="auto"/>
        <w:ind w:left="340"/>
        <w:jc w:val="both"/>
        <w:rPr>
          <w:rFonts w:eastAsia="Times New Roman" w:cs="Arial"/>
          <w:lang w:eastAsia="cs-CZ"/>
        </w:rPr>
      </w:pPr>
    </w:p>
    <w:p w14:paraId="1C4321AE" w14:textId="77777777" w:rsidR="0017536E" w:rsidRPr="00C774EB" w:rsidRDefault="0017536E" w:rsidP="0017536E">
      <w:pPr>
        <w:spacing w:after="0" w:line="240" w:lineRule="auto"/>
        <w:ind w:left="340"/>
        <w:jc w:val="both"/>
        <w:rPr>
          <w:rFonts w:eastAsia="Times New Roman" w:cs="Arial"/>
          <w:lang w:eastAsia="cs-CZ"/>
        </w:rPr>
      </w:pPr>
      <w:r w:rsidRPr="00C774EB">
        <w:rPr>
          <w:rFonts w:eastAsia="Times New Roman" w:cs="Arial"/>
          <w:lang w:eastAsia="cs-CZ"/>
        </w:rPr>
        <w:t>TPI rozhodně představuje:</w:t>
      </w:r>
    </w:p>
    <w:p w14:paraId="566FC81B" w14:textId="77777777" w:rsidR="0017536E" w:rsidRPr="00C774EB" w:rsidRDefault="0017536E" w:rsidP="0017536E">
      <w:pPr>
        <w:numPr>
          <w:ilvl w:val="0"/>
          <w:numId w:val="46"/>
        </w:numPr>
        <w:spacing w:after="0" w:line="240" w:lineRule="auto"/>
        <w:jc w:val="both"/>
        <w:rPr>
          <w:rFonts w:eastAsia="Times New Roman" w:cs="Arial"/>
          <w:lang w:eastAsia="cs-CZ"/>
        </w:rPr>
      </w:pPr>
      <w:r w:rsidRPr="00C774EB">
        <w:rPr>
          <w:rFonts w:eastAsia="Times New Roman" w:cs="Arial"/>
          <w:lang w:eastAsia="cs-CZ"/>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 dozor stavebníka (</w:t>
      </w:r>
      <w:r>
        <w:rPr>
          <w:rFonts w:eastAsia="Times New Roman" w:cs="Arial"/>
          <w:lang w:eastAsia="cs-CZ"/>
        </w:rPr>
        <w:t>dále jen „</w:t>
      </w:r>
      <w:r w:rsidRPr="00C774EB">
        <w:rPr>
          <w:rFonts w:eastAsia="Times New Roman" w:cs="Arial"/>
          <w:lang w:eastAsia="cs-CZ"/>
        </w:rPr>
        <w:t>TDS</w:t>
      </w:r>
      <w:r>
        <w:rPr>
          <w:rFonts w:eastAsia="Times New Roman" w:cs="Arial"/>
          <w:lang w:eastAsia="cs-CZ"/>
        </w:rPr>
        <w:t>“</w:t>
      </w:r>
      <w:r w:rsidRPr="00C774EB">
        <w:rPr>
          <w:rFonts w:eastAsia="Times New Roman" w:cs="Arial"/>
          <w:lang w:eastAsia="cs-CZ"/>
        </w:rPr>
        <w:t>)</w:t>
      </w:r>
    </w:p>
    <w:p w14:paraId="195CA0FB" w14:textId="77777777" w:rsidR="0017536E" w:rsidRPr="00C774EB" w:rsidRDefault="0017536E" w:rsidP="0017536E">
      <w:pPr>
        <w:numPr>
          <w:ilvl w:val="0"/>
          <w:numId w:val="46"/>
        </w:numPr>
        <w:spacing w:after="0" w:line="240" w:lineRule="auto"/>
        <w:jc w:val="both"/>
        <w:rPr>
          <w:rFonts w:eastAsia="Times New Roman" w:cs="Arial"/>
          <w:lang w:eastAsia="cs-CZ"/>
        </w:rPr>
      </w:pPr>
      <w:r w:rsidRPr="00C774EB">
        <w:rPr>
          <w:rFonts w:eastAsia="Times New Roman" w:cs="Arial"/>
          <w:lang w:eastAsia="cs-CZ"/>
        </w:rPr>
        <w:t>sledování souladu průběhu stavby s harmonogramem zhotovitele včetně z toho plynoucího řešení důsledků případného nesouladu</w:t>
      </w:r>
    </w:p>
    <w:p w14:paraId="1198899D" w14:textId="77777777" w:rsidR="0017536E" w:rsidRPr="00C774EB" w:rsidRDefault="0017536E" w:rsidP="0017536E">
      <w:pPr>
        <w:numPr>
          <w:ilvl w:val="0"/>
          <w:numId w:val="46"/>
        </w:numPr>
        <w:spacing w:after="0" w:line="240" w:lineRule="auto"/>
        <w:jc w:val="both"/>
        <w:rPr>
          <w:rFonts w:eastAsia="Times New Roman" w:cs="Arial"/>
          <w:lang w:eastAsia="cs-CZ"/>
        </w:rPr>
      </w:pPr>
      <w:r w:rsidRPr="00C774EB">
        <w:rPr>
          <w:rFonts w:eastAsia="Times New Roman" w:cs="Arial"/>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23E40A01"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identifikace potřeby a realizace změn stavby proti PDPS</w:t>
      </w:r>
    </w:p>
    <w:p w14:paraId="7E608427"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prověřování a potvrzování zdůvodněné potřeby vzniku méněprací a víceprací; písemná stanoviska k jednotlivým případům</w:t>
      </w:r>
    </w:p>
    <w:p w14:paraId="57BACA6C"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 xml:space="preserve">posouzení </w:t>
      </w:r>
      <w:proofErr w:type="spellStart"/>
      <w:r w:rsidRPr="00C774EB">
        <w:rPr>
          <w:rFonts w:eastAsia="Times New Roman" w:cs="Arial"/>
          <w:lang w:eastAsia="cs-CZ"/>
        </w:rPr>
        <w:t>nárokovosti</w:t>
      </w:r>
      <w:proofErr w:type="spellEnd"/>
      <w:r w:rsidRPr="00C774EB">
        <w:rPr>
          <w:rFonts w:eastAsia="Times New Roman" w:cs="Arial"/>
          <w:lang w:eastAsia="cs-CZ"/>
        </w:rPr>
        <w:t xml:space="preserve"> na časový a finanční </w:t>
      </w:r>
      <w:proofErr w:type="spellStart"/>
      <w:r w:rsidRPr="00C774EB">
        <w:rPr>
          <w:rFonts w:eastAsia="Times New Roman" w:cs="Arial"/>
          <w:lang w:eastAsia="cs-CZ"/>
        </w:rPr>
        <w:t>Claim</w:t>
      </w:r>
      <w:proofErr w:type="spellEnd"/>
    </w:p>
    <w:p w14:paraId="33F46D9F"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 xml:space="preserve">kontrola </w:t>
      </w:r>
      <w:proofErr w:type="gramStart"/>
      <w:r w:rsidRPr="00C774EB">
        <w:rPr>
          <w:rFonts w:eastAsia="Times New Roman" w:cs="Arial"/>
          <w:lang w:eastAsia="cs-CZ"/>
        </w:rPr>
        <w:t>efektivního</w:t>
      </w:r>
      <w:proofErr w:type="gramEnd"/>
      <w:r w:rsidRPr="00C774EB">
        <w:rPr>
          <w:rFonts w:eastAsia="Times New Roman" w:cs="Arial"/>
          <w:lang w:eastAsia="cs-CZ"/>
        </w:rPr>
        <w:t xml:space="preserve"> a především ekonomického řešení víceprací dle návrhu zhotovitele stavby; důsledná kontrola rozpočtů víceprací předkládaná zhotovitelem</w:t>
      </w:r>
    </w:p>
    <w:p w14:paraId="431E452D"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součinnost a poskytování odborných stanovisek až k finálnímu projednání jednotlivých víceprací na stavbě (k rozhodnutí o vzniku vícepráce; ke změnovým listům – jejich zdůvodnění a vypořádání;</w:t>
      </w:r>
      <w:r w:rsidRPr="00C774EB">
        <w:rPr>
          <w:rFonts w:eastAsia="Times New Roman" w:cs="Arial"/>
          <w:lang w:eastAsia="cs-CZ"/>
        </w:rPr>
        <w:br/>
        <w:t>změnová řízení stavby budou prováděna cestou Změnových listů dle Směrnice SŽDC č. 105 "Změny během výstavby", v platném znění)</w:t>
      </w:r>
    </w:p>
    <w:p w14:paraId="7B50B612" w14:textId="77777777" w:rsidR="0017536E" w:rsidRPr="00C774EB" w:rsidRDefault="0017536E" w:rsidP="0017536E">
      <w:pPr>
        <w:numPr>
          <w:ilvl w:val="1"/>
          <w:numId w:val="46"/>
        </w:numPr>
        <w:spacing w:after="0" w:line="240" w:lineRule="auto"/>
        <w:jc w:val="both"/>
        <w:rPr>
          <w:rFonts w:eastAsia="Times New Roman" w:cs="Arial"/>
          <w:lang w:eastAsia="cs-CZ"/>
        </w:rPr>
      </w:pPr>
      <w:r w:rsidRPr="00C774EB">
        <w:rPr>
          <w:rFonts w:eastAsia="Times New Roman" w:cs="Arial"/>
          <w:lang w:eastAsia="cs-CZ"/>
        </w:rPr>
        <w:t>důsledná, důkladná a podrobná kontrola realizace schválených víceprací</w:t>
      </w:r>
    </w:p>
    <w:p w14:paraId="6265D1DD" w14:textId="77777777" w:rsidR="0017536E" w:rsidRPr="007B2CBA" w:rsidRDefault="0017536E" w:rsidP="0017536E">
      <w:pPr>
        <w:spacing w:after="0" w:line="240" w:lineRule="auto"/>
        <w:rPr>
          <w:rFonts w:eastAsia="Times New Roman" w:cs="Arial"/>
          <w:b/>
          <w:highlight w:val="yellow"/>
          <w:lang w:eastAsia="cs-CZ"/>
        </w:rPr>
      </w:pPr>
    </w:p>
    <w:p w14:paraId="7730F8E7" w14:textId="77777777" w:rsidR="0017536E" w:rsidRPr="00C774EB" w:rsidRDefault="0017536E" w:rsidP="0017536E">
      <w:pPr>
        <w:spacing w:after="0" w:line="240" w:lineRule="auto"/>
        <w:ind w:left="340"/>
        <w:jc w:val="both"/>
        <w:rPr>
          <w:rFonts w:eastAsia="Times New Roman" w:cs="Arial"/>
          <w:lang w:eastAsia="cs-CZ"/>
        </w:rPr>
      </w:pPr>
      <w:r w:rsidRPr="00C774EB">
        <w:rPr>
          <w:rFonts w:eastAsia="Times New Roman" w:cs="Arial"/>
          <w:lang w:eastAsia="cs-CZ"/>
        </w:rPr>
        <w:t>Dílčí plnění – měsíčně na základě výkazu provedené a správcem stavby (TDS) potvrzené činnosti.</w:t>
      </w:r>
    </w:p>
    <w:p w14:paraId="7C1CB231" w14:textId="77777777" w:rsidR="0017536E" w:rsidRDefault="0017536E" w:rsidP="0017536E">
      <w:pPr>
        <w:spacing w:after="0" w:line="240" w:lineRule="auto"/>
        <w:ind w:left="340"/>
        <w:jc w:val="both"/>
        <w:rPr>
          <w:rFonts w:eastAsia="Times New Roman" w:cs="Arial"/>
          <w:lang w:eastAsia="cs-CZ"/>
        </w:rPr>
      </w:pPr>
    </w:p>
    <w:p w14:paraId="2CC9AC28" w14:textId="47C217ED" w:rsidR="0017536E" w:rsidRPr="00C774EB" w:rsidRDefault="0017536E" w:rsidP="0017536E">
      <w:pPr>
        <w:spacing w:after="0" w:line="240" w:lineRule="auto"/>
        <w:ind w:left="340"/>
        <w:jc w:val="both"/>
        <w:rPr>
          <w:rFonts w:eastAsia="Times New Roman" w:cs="Arial"/>
          <w:lang w:eastAsia="cs-CZ"/>
        </w:rPr>
      </w:pPr>
      <w:r w:rsidRPr="00C774EB">
        <w:rPr>
          <w:rFonts w:eastAsia="Times New Roman" w:cs="Arial"/>
          <w:lang w:eastAsia="cs-CZ"/>
        </w:rPr>
        <w:t>Písemná stanoviska budou předávána nejpozději do 10 dnů od předání požadavku TDS k vyjádření.</w:t>
      </w:r>
    </w:p>
    <w:p w14:paraId="4FDE4648" w14:textId="77777777" w:rsidR="0017536E" w:rsidRDefault="0017536E" w:rsidP="0017536E">
      <w:pPr>
        <w:spacing w:after="0" w:line="240" w:lineRule="auto"/>
        <w:ind w:left="340"/>
        <w:jc w:val="both"/>
        <w:rPr>
          <w:rFonts w:eastAsia="Times New Roman" w:cs="Times New Roman"/>
          <w:lang w:eastAsia="cs-CZ"/>
        </w:rPr>
      </w:pPr>
    </w:p>
    <w:p w14:paraId="2F672BB4" w14:textId="77777777" w:rsidR="0017536E" w:rsidRPr="00F01FED" w:rsidRDefault="0017536E" w:rsidP="0017536E">
      <w:pPr>
        <w:spacing w:after="0" w:line="240" w:lineRule="auto"/>
        <w:ind w:left="340"/>
        <w:jc w:val="both"/>
        <w:rPr>
          <w:rFonts w:eastAsia="Times New Roman" w:cs="Times New Roman"/>
          <w:lang w:eastAsia="cs-CZ"/>
        </w:rPr>
      </w:pPr>
      <w:r w:rsidRPr="00C774EB">
        <w:rPr>
          <w:rFonts w:eastAsia="Times New Roman" w:cs="Times New Roman"/>
          <w:lang w:eastAsia="cs-CZ"/>
        </w:rPr>
        <w:t>Předmět zakázky v podrobnostech nezbytných pro zpracování nabídky je blíže specifikován v zadávací dokumentaci.</w:t>
      </w:r>
    </w:p>
    <w:p w14:paraId="24045D40" w14:textId="77777777" w:rsidR="0017536E" w:rsidRDefault="0017536E" w:rsidP="0017536E">
      <w:pPr>
        <w:spacing w:after="0" w:line="240" w:lineRule="auto"/>
        <w:ind w:left="426"/>
        <w:jc w:val="both"/>
        <w:rPr>
          <w:rFonts w:eastAsia="Times New Roman" w:cs="Times New Roman"/>
          <w:lang w:eastAsia="cs-CZ"/>
        </w:rPr>
      </w:pPr>
    </w:p>
    <w:p w14:paraId="0A1E1FB1" w14:textId="77777777" w:rsidR="00B42CAB" w:rsidRDefault="00B42CAB" w:rsidP="00F1246E">
      <w:pPr>
        <w:pStyle w:val="Textbezodsazen"/>
      </w:pPr>
    </w:p>
    <w:p w14:paraId="194A7B5A" w14:textId="77777777" w:rsidR="00B260FD" w:rsidRDefault="00B260FD" w:rsidP="00F37D94">
      <w:pPr>
        <w:pStyle w:val="Nadpisbezsl1-2"/>
      </w:pPr>
    </w:p>
    <w:p w14:paraId="1651EDD9" w14:textId="77777777" w:rsidR="00B260FD" w:rsidRDefault="00B260FD" w:rsidP="00F37D94">
      <w:pPr>
        <w:pStyle w:val="Nadpisbezsl1-2"/>
      </w:pPr>
    </w:p>
    <w:p w14:paraId="172A6388" w14:textId="77777777" w:rsidR="00B260FD" w:rsidRDefault="00B260FD" w:rsidP="00F37D94">
      <w:pPr>
        <w:pStyle w:val="Nadpisbezsl1-2"/>
      </w:pPr>
    </w:p>
    <w:p w14:paraId="7E3F271B" w14:textId="77777777" w:rsidR="00026EA8" w:rsidRDefault="00026EA8" w:rsidP="00F37D94">
      <w:pPr>
        <w:pStyle w:val="Nadpisbezsl1-2"/>
      </w:pPr>
    </w:p>
    <w:p w14:paraId="10D51833" w14:textId="77777777" w:rsidR="006F371A" w:rsidRDefault="006F371A" w:rsidP="00F37D94">
      <w:pPr>
        <w:pStyle w:val="Nadpisbezsl1-2"/>
      </w:pPr>
    </w:p>
    <w:p w14:paraId="25E2A324" w14:textId="77777777" w:rsidR="0017536E" w:rsidRDefault="0017536E" w:rsidP="00F37D94">
      <w:pPr>
        <w:pStyle w:val="Nadpisbezsl1-2"/>
      </w:pPr>
    </w:p>
    <w:p w14:paraId="080A430C" w14:textId="77777777" w:rsidR="006F371A" w:rsidRDefault="006F371A" w:rsidP="006F371A">
      <w:pPr>
        <w:pStyle w:val="Nadpisbezsl1-2"/>
      </w:pPr>
      <w:r w:rsidRPr="00F37D94">
        <w:lastRenderedPageBreak/>
        <w:t>Způsob provedení Díla (způsob plnění):</w:t>
      </w:r>
    </w:p>
    <w:p w14:paraId="41EA75C2" w14:textId="1ABBAC64" w:rsidR="0017536E" w:rsidRPr="008C32BC" w:rsidRDefault="0017536E" w:rsidP="0017536E">
      <w:pPr>
        <w:spacing w:after="0" w:line="240" w:lineRule="auto"/>
        <w:ind w:left="426"/>
        <w:jc w:val="both"/>
        <w:rPr>
          <w:rFonts w:eastAsia="Times New Roman" w:cs="Arial"/>
          <w:lang w:eastAsia="cs-CZ"/>
        </w:rPr>
      </w:pPr>
      <w:r w:rsidRPr="008C32BC">
        <w:rPr>
          <w:rFonts w:eastAsia="Times New Roman" w:cs="Arial"/>
          <w:lang w:eastAsia="cs-CZ"/>
        </w:rPr>
        <w:t xml:space="preserve">Jednotlivé prvky předmětu plnění dle </w:t>
      </w:r>
      <w:r>
        <w:rPr>
          <w:rFonts w:eastAsia="Times New Roman" w:cs="Arial"/>
          <w:lang w:eastAsia="cs-CZ"/>
        </w:rPr>
        <w:t>Přílohy č. 1</w:t>
      </w:r>
      <w:r w:rsidRPr="008C32BC">
        <w:rPr>
          <w:rFonts w:eastAsia="Times New Roman" w:cs="Arial"/>
          <w:lang w:eastAsia="cs-CZ"/>
        </w:rPr>
        <w:t xml:space="preserve">. této </w:t>
      </w:r>
      <w:r>
        <w:rPr>
          <w:rFonts w:eastAsia="Times New Roman" w:cs="Arial"/>
          <w:lang w:eastAsia="cs-CZ"/>
        </w:rPr>
        <w:t>Smlouv</w:t>
      </w:r>
      <w:r w:rsidRPr="008C32BC">
        <w:rPr>
          <w:rFonts w:eastAsia="Times New Roman" w:cs="Arial"/>
          <w:lang w:eastAsia="cs-CZ"/>
        </w:rPr>
        <w:t>y</w:t>
      </w:r>
      <w:r>
        <w:rPr>
          <w:rFonts w:eastAsia="Times New Roman" w:cs="Arial"/>
          <w:lang w:eastAsia="cs-CZ"/>
        </w:rPr>
        <w:t>,</w:t>
      </w:r>
      <w:r w:rsidRPr="008C32BC">
        <w:rPr>
          <w:rFonts w:eastAsia="Times New Roman" w:cs="Arial"/>
          <w:lang w:eastAsia="cs-CZ"/>
        </w:rPr>
        <w:t xml:space="preserve"> především ve formě fyzicky pořízeného výsledku (zpráva, vyjádření, stanovisko, protokol), budou předány objednateli:</w:t>
      </w:r>
    </w:p>
    <w:p w14:paraId="5AB47A34" w14:textId="77777777" w:rsidR="0017536E" w:rsidRPr="008C32BC" w:rsidRDefault="0017536E" w:rsidP="0017536E">
      <w:pPr>
        <w:spacing w:after="0" w:line="240" w:lineRule="auto"/>
        <w:ind w:left="426"/>
        <w:jc w:val="both"/>
        <w:rPr>
          <w:rFonts w:eastAsia="Times New Roman" w:cs="Arial"/>
          <w:lang w:eastAsia="cs-CZ"/>
        </w:rPr>
      </w:pPr>
    </w:p>
    <w:p w14:paraId="58C0F7DA" w14:textId="77777777" w:rsidR="0017536E" w:rsidRPr="008C32BC" w:rsidRDefault="0017536E" w:rsidP="0017536E">
      <w:pPr>
        <w:numPr>
          <w:ilvl w:val="0"/>
          <w:numId w:val="43"/>
        </w:numPr>
        <w:spacing w:after="0" w:line="240" w:lineRule="auto"/>
        <w:jc w:val="both"/>
        <w:rPr>
          <w:rFonts w:eastAsia="Times New Roman" w:cs="Arial"/>
          <w:lang w:eastAsia="cs-CZ"/>
        </w:rPr>
      </w:pPr>
      <w:r w:rsidRPr="008C32BC">
        <w:rPr>
          <w:rFonts w:eastAsia="Times New Roman" w:cs="Arial"/>
          <w:lang w:eastAsia="cs-CZ"/>
        </w:rPr>
        <w:t xml:space="preserve">v tištěné listinné podobě vždy nejméně ve </w:t>
      </w:r>
      <w:r w:rsidRPr="008C32BC">
        <w:rPr>
          <w:rFonts w:eastAsia="Times New Roman" w:cs="Arial"/>
          <w:b/>
          <w:lang w:eastAsia="cs-CZ"/>
        </w:rPr>
        <w:t>2 vyhotoveních</w:t>
      </w:r>
    </w:p>
    <w:p w14:paraId="7DF153A9" w14:textId="77777777" w:rsidR="0017536E" w:rsidRPr="008C32BC" w:rsidRDefault="0017536E" w:rsidP="0017536E">
      <w:pPr>
        <w:numPr>
          <w:ilvl w:val="0"/>
          <w:numId w:val="43"/>
        </w:numPr>
        <w:spacing w:after="0" w:line="240" w:lineRule="auto"/>
        <w:jc w:val="both"/>
        <w:rPr>
          <w:rFonts w:eastAsia="Times New Roman" w:cs="Arial"/>
          <w:lang w:eastAsia="cs-CZ"/>
        </w:rPr>
      </w:pPr>
      <w:r w:rsidRPr="008C32BC">
        <w:rPr>
          <w:rFonts w:eastAsia="Times New Roman" w:cs="Arial"/>
          <w:lang w:eastAsia="cs-CZ"/>
        </w:rPr>
        <w:t xml:space="preserve">v digitální elektronické formě na vhodném elektronickém kompatibilním nosiči </w:t>
      </w:r>
      <w:r w:rsidRPr="008C32BC">
        <w:rPr>
          <w:rFonts w:eastAsia="Times New Roman" w:cs="Arial"/>
          <w:b/>
          <w:lang w:eastAsia="cs-CZ"/>
        </w:rPr>
        <w:t>v 1 vyhotovení</w:t>
      </w:r>
      <w:r w:rsidRPr="008C32BC">
        <w:rPr>
          <w:rFonts w:eastAsia="Times New Roman" w:cs="Arial"/>
          <w:lang w:eastAsia="cs-CZ"/>
        </w:rPr>
        <w:t xml:space="preserve"> v dohodnutém editovatelném formátu (tzv. otevřená podoba)</w:t>
      </w:r>
    </w:p>
    <w:p w14:paraId="2E23890F" w14:textId="5601370C" w:rsidR="0017536E" w:rsidRPr="008C32BC" w:rsidRDefault="0017536E" w:rsidP="0017536E">
      <w:pPr>
        <w:numPr>
          <w:ilvl w:val="0"/>
          <w:numId w:val="43"/>
        </w:numPr>
        <w:spacing w:after="0" w:line="240" w:lineRule="auto"/>
        <w:jc w:val="both"/>
        <w:rPr>
          <w:rFonts w:eastAsia="Times New Roman" w:cs="Arial"/>
          <w:lang w:eastAsia="cs-CZ"/>
        </w:rPr>
      </w:pPr>
      <w:r w:rsidRPr="008C32BC">
        <w:rPr>
          <w:rFonts w:eastAsia="Times New Roman" w:cs="Arial"/>
          <w:lang w:eastAsia="cs-CZ"/>
        </w:rPr>
        <w:t>termíny dle dohody s TDS (nejpozději v souladu s</w:t>
      </w:r>
      <w:r>
        <w:rPr>
          <w:rFonts w:eastAsia="Times New Roman" w:cs="Arial"/>
          <w:lang w:eastAsia="cs-CZ"/>
        </w:rPr>
        <w:t xml:space="preserve"> Přílohou č. 1 </w:t>
      </w:r>
      <w:r w:rsidRPr="008C32BC">
        <w:rPr>
          <w:rFonts w:eastAsia="Times New Roman" w:cs="Arial"/>
          <w:lang w:eastAsia="cs-CZ"/>
        </w:rPr>
        <w:t xml:space="preserve">této </w:t>
      </w:r>
      <w:r>
        <w:rPr>
          <w:rFonts w:eastAsia="Times New Roman" w:cs="Arial"/>
          <w:lang w:eastAsia="cs-CZ"/>
        </w:rPr>
        <w:t>Smlouvy</w:t>
      </w:r>
      <w:r w:rsidRPr="008C32BC">
        <w:rPr>
          <w:rFonts w:eastAsia="Times New Roman" w:cs="Arial"/>
          <w:lang w:eastAsia="cs-CZ"/>
        </w:rPr>
        <w:t>)</w:t>
      </w:r>
    </w:p>
    <w:p w14:paraId="244DD84C" w14:textId="77777777" w:rsidR="0017536E" w:rsidRPr="008C32BC" w:rsidRDefault="0017536E" w:rsidP="0017536E">
      <w:pPr>
        <w:spacing w:after="0" w:line="240" w:lineRule="auto"/>
        <w:ind w:left="426"/>
        <w:jc w:val="both"/>
        <w:rPr>
          <w:rFonts w:eastAsia="Times New Roman" w:cs="Arial"/>
          <w:lang w:eastAsia="cs-CZ"/>
        </w:rPr>
      </w:pPr>
    </w:p>
    <w:p w14:paraId="596F98E6" w14:textId="77777777" w:rsidR="0017536E" w:rsidRPr="008C32BC" w:rsidRDefault="0017536E" w:rsidP="0017536E">
      <w:pPr>
        <w:spacing w:after="0" w:line="240" w:lineRule="auto"/>
        <w:ind w:left="426"/>
        <w:jc w:val="both"/>
        <w:rPr>
          <w:rFonts w:eastAsia="Times New Roman" w:cs="Arial"/>
          <w:lang w:eastAsia="cs-CZ"/>
        </w:rPr>
      </w:pPr>
      <w:r w:rsidRPr="008C32BC">
        <w:rPr>
          <w:rFonts w:eastAsia="Times New Roman" w:cs="Arial"/>
          <w:lang w:eastAsia="cs-CZ"/>
        </w:rPr>
        <w:t>Doklady, které budou dodávány TDS s měsíční periodicitou:</w:t>
      </w:r>
    </w:p>
    <w:p w14:paraId="29499FB9" w14:textId="77777777" w:rsidR="0017536E" w:rsidRPr="008C32BC" w:rsidRDefault="0017536E" w:rsidP="0017536E">
      <w:pPr>
        <w:spacing w:after="0" w:line="240" w:lineRule="auto"/>
        <w:ind w:left="426"/>
        <w:jc w:val="both"/>
        <w:rPr>
          <w:rFonts w:eastAsia="Times New Roman" w:cs="Arial"/>
          <w:lang w:eastAsia="cs-CZ"/>
        </w:rPr>
      </w:pPr>
    </w:p>
    <w:p w14:paraId="088152D4" w14:textId="77777777" w:rsidR="0017536E" w:rsidRPr="008C32BC" w:rsidRDefault="0017536E" w:rsidP="0017536E">
      <w:pPr>
        <w:numPr>
          <w:ilvl w:val="0"/>
          <w:numId w:val="44"/>
        </w:numPr>
        <w:spacing w:after="0" w:line="240" w:lineRule="auto"/>
        <w:jc w:val="both"/>
        <w:rPr>
          <w:rFonts w:eastAsia="Times New Roman" w:cs="Arial"/>
          <w:lang w:eastAsia="cs-CZ"/>
        </w:rPr>
      </w:pPr>
      <w:r w:rsidRPr="008C32BC">
        <w:rPr>
          <w:rFonts w:eastAsia="Times New Roman" w:cs="Arial"/>
          <w:lang w:eastAsia="cs-CZ"/>
        </w:rPr>
        <w:t>Měsíční zpráva o realizaci stavby, která bude obsahovat kapitoly</w:t>
      </w:r>
    </w:p>
    <w:p w14:paraId="64534197"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 xml:space="preserve">Souhrnné posouzení postupu realizace </w:t>
      </w:r>
    </w:p>
    <w:p w14:paraId="69082EFF"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Soulad se schváleným HMG stavby</w:t>
      </w:r>
    </w:p>
    <w:p w14:paraId="79FFD11D"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Fakturace stavby</w:t>
      </w:r>
    </w:p>
    <w:p w14:paraId="660635A0"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Plánované výkony a jejich porovnání se skutečností</w:t>
      </w:r>
    </w:p>
    <w:p w14:paraId="17443124"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Posouzení rozsahu a kvality stavebních prací zhotovitele na jednotlivých SO/ PS stavby</w:t>
      </w:r>
    </w:p>
    <w:p w14:paraId="2E1DE8C7"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Sledování a řízení změn proti schválené projektové dokumentace PDPS</w:t>
      </w:r>
    </w:p>
    <w:p w14:paraId="4C77E4B2"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Fotodokumentace</w:t>
      </w:r>
    </w:p>
    <w:p w14:paraId="2E8D68AA" w14:textId="77777777" w:rsidR="0017536E" w:rsidRPr="008C32BC" w:rsidRDefault="0017536E" w:rsidP="0017536E">
      <w:pPr>
        <w:numPr>
          <w:ilvl w:val="1"/>
          <w:numId w:val="44"/>
        </w:numPr>
        <w:spacing w:after="0" w:line="240" w:lineRule="auto"/>
        <w:jc w:val="both"/>
        <w:rPr>
          <w:rFonts w:eastAsia="Times New Roman" w:cs="Arial"/>
          <w:lang w:eastAsia="cs-CZ"/>
        </w:rPr>
      </w:pPr>
      <w:r w:rsidRPr="008C32BC">
        <w:rPr>
          <w:rFonts w:eastAsia="Times New Roman" w:cs="Arial"/>
          <w:lang w:eastAsia="cs-CZ"/>
        </w:rPr>
        <w:t>Financování</w:t>
      </w:r>
    </w:p>
    <w:p w14:paraId="53B73820" w14:textId="77777777" w:rsidR="006F371A" w:rsidRPr="00F37D94" w:rsidRDefault="006F371A" w:rsidP="006F371A">
      <w:pPr>
        <w:pStyle w:val="Nadpisbezsl1-2"/>
      </w:pPr>
    </w:p>
    <w:p w14:paraId="27AE35E6" w14:textId="77777777" w:rsidR="006F371A" w:rsidRDefault="006F371A" w:rsidP="00F37D94">
      <w:pPr>
        <w:pStyle w:val="Nadpisbezsl1-2"/>
      </w:pPr>
    </w:p>
    <w:p w14:paraId="635BBABB" w14:textId="77777777" w:rsidR="00B260FD" w:rsidRDefault="00B260FD" w:rsidP="00F37D94">
      <w:pPr>
        <w:pStyle w:val="Nadpisbezsl1-2"/>
      </w:pPr>
    </w:p>
    <w:p w14:paraId="0AF08194" w14:textId="77777777" w:rsidR="007145F3" w:rsidRDefault="007145F3" w:rsidP="00CB4F6D">
      <w:pPr>
        <w:pStyle w:val="Textbezodsazen"/>
      </w:pPr>
    </w:p>
    <w:p w14:paraId="47A7B480" w14:textId="77777777" w:rsidR="00502690" w:rsidRDefault="00502690" w:rsidP="00866994">
      <w:pPr>
        <w:pStyle w:val="Textbezodsazen"/>
        <w:sectPr w:rsidR="00502690" w:rsidSect="004D09FB">
          <w:headerReference w:type="default" r:id="rId16"/>
          <w:footerReference w:type="default" r:id="rId17"/>
          <w:pgSz w:w="11906" w:h="16838" w:code="9"/>
          <w:pgMar w:top="1049" w:right="1134" w:bottom="1474" w:left="1418" w:header="595" w:footer="624" w:gutter="652"/>
          <w:pgNumType w:start="1"/>
          <w:cols w:space="708"/>
          <w:docGrid w:linePitch="360"/>
        </w:sectPr>
      </w:pPr>
    </w:p>
    <w:p w14:paraId="07C47303" w14:textId="77777777" w:rsidR="00124751" w:rsidRDefault="00124751" w:rsidP="00124751">
      <w:pPr>
        <w:pStyle w:val="Nadpisbezsl1-1"/>
      </w:pPr>
      <w:r>
        <w:lastRenderedPageBreak/>
        <w:t>Příloha č. 2</w:t>
      </w:r>
    </w:p>
    <w:p w14:paraId="167CEBC5" w14:textId="77777777" w:rsidR="00124751" w:rsidRPr="0056713A" w:rsidRDefault="0056713A" w:rsidP="00124751">
      <w:pPr>
        <w:pStyle w:val="Nadpisbezsl1-2"/>
      </w:pPr>
      <w:r w:rsidRPr="0056713A">
        <w:t xml:space="preserve">Obchodní podmínky </w:t>
      </w:r>
      <w:r w:rsidR="00030B0B">
        <w:t xml:space="preserve">SSV </w:t>
      </w:r>
      <w:r w:rsidRPr="0056713A">
        <w:t>Pro smlouvu o dílo na poskytování služeb</w:t>
      </w:r>
    </w:p>
    <w:p w14:paraId="516DA873" w14:textId="091F5213" w:rsidR="00124751" w:rsidRDefault="003532A1" w:rsidP="00124751">
      <w:pPr>
        <w:pStyle w:val="Nadpisbezsl1-2"/>
      </w:pPr>
      <w:r>
        <w:t>OP/SSV/</w:t>
      </w:r>
      <w:r w:rsidR="00FC671A">
        <w:t>03/21</w:t>
      </w:r>
    </w:p>
    <w:p w14:paraId="76E43358" w14:textId="77777777" w:rsidR="00124751" w:rsidRPr="00CD5CEA" w:rsidRDefault="00F1246E" w:rsidP="00CD5CEA">
      <w:pPr>
        <w:pStyle w:val="Nadpisbezsl1-2"/>
        <w:jc w:val="both"/>
        <w:rPr>
          <w:b w:val="0"/>
          <w:sz w:val="18"/>
          <w:szCs w:val="18"/>
        </w:rPr>
      </w:pPr>
      <w:r w:rsidRPr="00CD5CEA">
        <w:rPr>
          <w:b w:val="0"/>
          <w:sz w:val="18"/>
          <w:szCs w:val="18"/>
        </w:rPr>
        <w:t>Obchodní podmínky nejsou pevně připojeny ke Smlouvě, byly Zhotoviteli předány jako součást zadávací dokumentace. Smluvní strany podpisem této Smlouvy stvrzují, že jsou s obsahem Obchodních podmínek plně seznámeny a že v souladu s </w:t>
      </w:r>
      <w:proofErr w:type="spellStart"/>
      <w:r w:rsidRPr="00CD5CEA">
        <w:rPr>
          <w:b w:val="0"/>
          <w:sz w:val="18"/>
          <w:szCs w:val="18"/>
        </w:rPr>
        <w:t>ust</w:t>
      </w:r>
      <w:proofErr w:type="spellEnd"/>
      <w:r w:rsidRPr="00CD5CEA">
        <w:rPr>
          <w:b w:val="0"/>
          <w:sz w:val="18"/>
          <w:szCs w:val="18"/>
        </w:rPr>
        <w:t xml:space="preserve">. § 1751 občanského zákoníku Obchodní podmínky </w:t>
      </w:r>
      <w:proofErr w:type="gramStart"/>
      <w:r w:rsidRPr="00CD5CEA">
        <w:rPr>
          <w:b w:val="0"/>
          <w:sz w:val="18"/>
          <w:szCs w:val="18"/>
        </w:rPr>
        <w:t>tvoří</w:t>
      </w:r>
      <w:proofErr w:type="gramEnd"/>
      <w:r w:rsidRPr="00CD5CEA">
        <w:rPr>
          <w:b w:val="0"/>
          <w:sz w:val="18"/>
          <w:szCs w:val="18"/>
        </w:rPr>
        <w:t xml:space="preserve"> část obsahu Smlouvy.</w:t>
      </w:r>
    </w:p>
    <w:p w14:paraId="2B92A291" w14:textId="77777777" w:rsidR="00F1246E" w:rsidRDefault="00F1246E" w:rsidP="00F762A8">
      <w:pPr>
        <w:pStyle w:val="Nadpisbezsl1-1"/>
      </w:pPr>
    </w:p>
    <w:p w14:paraId="33736839" w14:textId="77777777" w:rsidR="00F1246E" w:rsidRDefault="00F1246E" w:rsidP="00F762A8">
      <w:pPr>
        <w:pStyle w:val="Nadpisbezsl1-1"/>
        <w:sectPr w:rsidR="00F1246E"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6D721A7C" w14:textId="77777777" w:rsidR="00124751" w:rsidRDefault="00124751" w:rsidP="00124751">
      <w:pPr>
        <w:pStyle w:val="Nadpisbezsl1-1"/>
      </w:pPr>
      <w:r>
        <w:lastRenderedPageBreak/>
        <w:t>Příloha č. 3</w:t>
      </w:r>
    </w:p>
    <w:p w14:paraId="4D6F07B3" w14:textId="77777777" w:rsidR="00124751" w:rsidRDefault="00124751" w:rsidP="00124751">
      <w:pPr>
        <w:pStyle w:val="Nadpisbezsl1-2"/>
      </w:pPr>
      <w:r>
        <w:t xml:space="preserve">Technické podmínky: </w:t>
      </w:r>
    </w:p>
    <w:p w14:paraId="37873339" w14:textId="77777777" w:rsidR="00124751" w:rsidRDefault="00124751" w:rsidP="00124751">
      <w:pPr>
        <w:pStyle w:val="Nadpisbezsl1-2"/>
      </w:pPr>
      <w:r>
        <w:t>a)</w:t>
      </w:r>
      <w:r>
        <w:tab/>
        <w:t xml:space="preserve">Technické kvalitativní podmínky staveb státních drah (TKP) </w:t>
      </w:r>
    </w:p>
    <w:p w14:paraId="58C4D956" w14:textId="77777777" w:rsidR="00124751" w:rsidRDefault="00124751" w:rsidP="00124751">
      <w:pPr>
        <w:pStyle w:val="Textbezslovn"/>
      </w:pPr>
      <w:r>
        <w:t xml:space="preserve">Technické kvalitativní podmínky staveb státních drah (TKP) nejsou pevně připojeny ke Smlouvě, ale jsou přístupné na </w:t>
      </w:r>
      <w:proofErr w:type="gramStart"/>
      <w:r>
        <w:t>http://typdok.tudc.cz ;</w:t>
      </w:r>
      <w:proofErr w:type="gramEnd"/>
      <w:r>
        <w:t xml:space="preserve"> byly taktéž poskytnuty jako součást zadávací dokumentace uveřejněné na profilu zadavatele.</w:t>
      </w:r>
    </w:p>
    <w:p w14:paraId="12D2AAF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36F5565E" w14:textId="77777777" w:rsidR="008A4D1B" w:rsidRDefault="008A4D1B" w:rsidP="00A87ED5">
      <w:pPr>
        <w:pStyle w:val="Nadpisbezsl1-2"/>
      </w:pPr>
    </w:p>
    <w:p w14:paraId="7CFF140F" w14:textId="77777777" w:rsidR="008A4D1B" w:rsidRDefault="008A4D1B" w:rsidP="008A4D1B">
      <w:pPr>
        <w:pStyle w:val="Textbezslovn"/>
        <w:jc w:val="left"/>
      </w:pPr>
    </w:p>
    <w:p w14:paraId="60B18154" w14:textId="77777777" w:rsidR="008A4D1B" w:rsidRDefault="008A4D1B" w:rsidP="008A4D1B">
      <w:pPr>
        <w:pStyle w:val="Textbezslovn"/>
        <w:jc w:val="left"/>
      </w:pPr>
    </w:p>
    <w:p w14:paraId="14BB535A" w14:textId="77777777" w:rsidR="008A4D1B" w:rsidRDefault="008A4D1B" w:rsidP="00F762A8">
      <w:pPr>
        <w:pStyle w:val="Nadpisbezsl1-1"/>
        <w:sectPr w:rsidR="008A4D1B"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p>
    <w:p w14:paraId="71796362" w14:textId="77777777" w:rsidR="008A4D1B" w:rsidRDefault="008A4D1B" w:rsidP="008A4D1B">
      <w:pPr>
        <w:pStyle w:val="Nadpisbezsl1-1"/>
      </w:pPr>
      <w:r>
        <w:lastRenderedPageBreak/>
        <w:t>Příloha č. 4</w:t>
      </w:r>
    </w:p>
    <w:p w14:paraId="58E68F93" w14:textId="77777777" w:rsidR="008A4D1B" w:rsidRDefault="008A4D1B" w:rsidP="008A4D1B">
      <w:pPr>
        <w:pStyle w:val="Nadpisbezsl1-2"/>
      </w:pPr>
      <w:r>
        <w:t>Rozpis Ceny Díla</w:t>
      </w:r>
    </w:p>
    <w:p w14:paraId="5BF25776" w14:textId="77777777" w:rsidR="004D1C8E" w:rsidRDefault="004D1C8E" w:rsidP="008A4D1B">
      <w:pPr>
        <w:pStyle w:val="Textbezodsazen"/>
      </w:pPr>
    </w:p>
    <w:p w14:paraId="201EE6AD" w14:textId="1F2EA811" w:rsidR="008A4D1B" w:rsidRDefault="008A4D1B" w:rsidP="008A4D1B">
      <w:pPr>
        <w:pStyle w:val="Textbezodsazen"/>
      </w:pPr>
      <w:r>
        <w:t xml:space="preserve">Cena za zpracování </w:t>
      </w:r>
      <w:r w:rsidR="00B42CAB">
        <w:t>předmětu plnění</w:t>
      </w:r>
      <w:r>
        <w:t>:</w:t>
      </w:r>
    </w:p>
    <w:tbl>
      <w:tblPr>
        <w:tblStyle w:val="Mkatabulky"/>
        <w:tblW w:w="0" w:type="auto"/>
        <w:tblLook w:val="04A0" w:firstRow="1" w:lastRow="0" w:firstColumn="1" w:lastColumn="0" w:noHBand="0" w:noVBand="1"/>
      </w:tblPr>
      <w:tblGrid>
        <w:gridCol w:w="2901"/>
        <w:gridCol w:w="2900"/>
        <w:gridCol w:w="2901"/>
      </w:tblGrid>
      <w:tr w:rsidR="00236DCC" w:rsidRPr="00236DCC" w14:paraId="16337C17" w14:textId="77777777" w:rsidTr="00FC671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01" w:type="dxa"/>
          </w:tcPr>
          <w:p w14:paraId="5C844061" w14:textId="77777777" w:rsidR="00236DCC" w:rsidRPr="00236DCC" w:rsidRDefault="00236DCC" w:rsidP="00236DCC">
            <w:pPr>
              <w:pStyle w:val="Textbezodsazen"/>
              <w:rPr>
                <w:rStyle w:val="Tun"/>
                <w:sz w:val="18"/>
              </w:rPr>
            </w:pPr>
            <w:r w:rsidRPr="00236DCC">
              <w:rPr>
                <w:rStyle w:val="Tun"/>
                <w:sz w:val="18"/>
              </w:rPr>
              <w:t>Cena Díla (bez DPH)</w:t>
            </w:r>
          </w:p>
        </w:tc>
        <w:tc>
          <w:tcPr>
            <w:tcW w:w="2900" w:type="dxa"/>
          </w:tcPr>
          <w:p w14:paraId="58A6B8A8"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Výše DPH</w:t>
            </w:r>
          </w:p>
        </w:tc>
        <w:tc>
          <w:tcPr>
            <w:tcW w:w="2901" w:type="dxa"/>
          </w:tcPr>
          <w:p w14:paraId="0F06E2B2" w14:textId="77777777" w:rsidR="00236DCC" w:rsidRPr="00236DCC" w:rsidRDefault="00236DCC" w:rsidP="00236DCC">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236DCC">
              <w:rPr>
                <w:rStyle w:val="Tun"/>
                <w:sz w:val="18"/>
              </w:rPr>
              <w:t>Cena Díla (s DPH)</w:t>
            </w:r>
          </w:p>
        </w:tc>
      </w:tr>
      <w:tr w:rsidR="00236DCC" w:rsidRPr="00236DCC" w14:paraId="595561AE" w14:textId="77777777" w:rsidTr="00FC671A">
        <w:tc>
          <w:tcPr>
            <w:cnfStyle w:val="001000000000" w:firstRow="0" w:lastRow="0" w:firstColumn="1" w:lastColumn="0" w:oddVBand="0" w:evenVBand="0" w:oddHBand="0" w:evenHBand="0" w:firstRowFirstColumn="0" w:firstRowLastColumn="0" w:lastRowFirstColumn="0" w:lastRowLastColumn="0"/>
            <w:tcW w:w="2901" w:type="dxa"/>
          </w:tcPr>
          <w:p w14:paraId="6C68F68E" w14:textId="77777777" w:rsidR="004D1C8E" w:rsidRDefault="004D1C8E" w:rsidP="00236DCC">
            <w:pPr>
              <w:pStyle w:val="Textbezodsazen"/>
              <w:rPr>
                <w:b/>
                <w:sz w:val="18"/>
              </w:rPr>
            </w:pPr>
          </w:p>
          <w:p w14:paraId="4697B207" w14:textId="77777777" w:rsidR="00236DCC" w:rsidRDefault="00236DCC" w:rsidP="00236DCC">
            <w:pPr>
              <w:pStyle w:val="Textbezodsazen"/>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p w14:paraId="502C4563" w14:textId="5198C275" w:rsidR="004D1C8E" w:rsidRPr="00236DCC" w:rsidRDefault="004D1C8E" w:rsidP="00236DCC">
            <w:pPr>
              <w:pStyle w:val="Textbezodsazen"/>
              <w:rPr>
                <w:b/>
                <w:sz w:val="18"/>
              </w:rPr>
            </w:pPr>
          </w:p>
        </w:tc>
        <w:tc>
          <w:tcPr>
            <w:tcW w:w="2900" w:type="dxa"/>
          </w:tcPr>
          <w:p w14:paraId="09DDD391" w14:textId="77777777" w:rsidR="004D1C8E" w:rsidRDefault="004D1C8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p w14:paraId="4D6EC84C" w14:textId="5420D024"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c>
          <w:tcPr>
            <w:tcW w:w="2901" w:type="dxa"/>
          </w:tcPr>
          <w:p w14:paraId="4FBA716D" w14:textId="77777777" w:rsidR="004D1C8E" w:rsidRDefault="004D1C8E"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p>
          <w:p w14:paraId="2E06E394" w14:textId="5544E963" w:rsidR="00236DCC" w:rsidRPr="00236DCC" w:rsidRDefault="00236DCC" w:rsidP="00236DCC">
            <w:pPr>
              <w:pStyle w:val="Textbezodsazen"/>
              <w:cnfStyle w:val="000000000000" w:firstRow="0" w:lastRow="0" w:firstColumn="0" w:lastColumn="0" w:oddVBand="0" w:evenVBand="0" w:oddHBand="0" w:evenHBand="0" w:firstRowFirstColumn="0" w:firstRowLastColumn="0" w:lastRowFirstColumn="0" w:lastRowLastColumn="0"/>
              <w:rPr>
                <w:b/>
                <w:sz w:val="18"/>
              </w:rPr>
            </w:pPr>
            <w:r w:rsidRPr="00236DCC">
              <w:rPr>
                <w:b/>
                <w:sz w:val="18"/>
              </w:rPr>
              <w:t>"[</w:t>
            </w:r>
            <w:proofErr w:type="gramStart"/>
            <w:r w:rsidRPr="00236DCC">
              <w:rPr>
                <w:b/>
                <w:sz w:val="18"/>
                <w:highlight w:val="yellow"/>
              </w:rPr>
              <w:t>VLOŽÍ</w:t>
            </w:r>
            <w:proofErr w:type="gramEnd"/>
            <w:r w:rsidRPr="00236DCC">
              <w:rPr>
                <w:b/>
                <w:sz w:val="18"/>
                <w:highlight w:val="yellow"/>
              </w:rPr>
              <w:t xml:space="preserve"> ZHOTOVITEL</w:t>
            </w:r>
            <w:r w:rsidRPr="00236DCC">
              <w:rPr>
                <w:b/>
                <w:sz w:val="18"/>
              </w:rPr>
              <w:t>]" Kč</w:t>
            </w:r>
          </w:p>
        </w:tc>
      </w:tr>
      <w:tr w:rsidR="003532A1" w:rsidRPr="00236DCC" w14:paraId="4EE6B9C7" w14:textId="77777777" w:rsidTr="00FC671A">
        <w:tc>
          <w:tcPr>
            <w:cnfStyle w:val="001000000000" w:firstRow="0" w:lastRow="0" w:firstColumn="1" w:lastColumn="0" w:oddVBand="0" w:evenVBand="0" w:oddHBand="0" w:evenHBand="0" w:firstRowFirstColumn="0" w:firstRowLastColumn="0" w:lastRowFirstColumn="0" w:lastRowLastColumn="0"/>
            <w:tcW w:w="8702" w:type="dxa"/>
            <w:gridSpan w:val="3"/>
          </w:tcPr>
          <w:p w14:paraId="3B9143E7" w14:textId="77777777" w:rsidR="003532A1" w:rsidRPr="00236DCC" w:rsidRDefault="003532A1" w:rsidP="00236DCC">
            <w:pPr>
              <w:pStyle w:val="Textbezodsazen"/>
              <w:rPr>
                <w:b/>
              </w:rPr>
            </w:pPr>
          </w:p>
        </w:tc>
      </w:tr>
    </w:tbl>
    <w:p w14:paraId="499BF8D4" w14:textId="77777777" w:rsidR="00FC671A" w:rsidRDefault="00FC671A" w:rsidP="00236DCC">
      <w:pPr>
        <w:pStyle w:val="Textbezodsazen"/>
      </w:pPr>
    </w:p>
    <w:p w14:paraId="265A7D8F" w14:textId="77777777" w:rsidR="00B260FD" w:rsidRPr="00853B35" w:rsidRDefault="00B260FD" w:rsidP="00B260FD">
      <w:pPr>
        <w:spacing w:after="0" w:line="240" w:lineRule="auto"/>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788F97D6" w14:textId="77777777" w:rsidR="00B260FD" w:rsidRPr="00853B35" w:rsidRDefault="00B260FD" w:rsidP="00B260FD">
      <w:pPr>
        <w:spacing w:after="0" w:line="240" w:lineRule="auto"/>
        <w:rPr>
          <w:rFonts w:eastAsia="Times New Roman" w:cs="Arial"/>
          <w:b/>
          <w:lang w:eastAsia="cs-CZ"/>
        </w:rPr>
      </w:pPr>
    </w:p>
    <w:tbl>
      <w:tblPr>
        <w:tblW w:w="9086" w:type="dxa"/>
        <w:tblInd w:w="-5" w:type="dxa"/>
        <w:tblLayout w:type="fixed"/>
        <w:tblCellMar>
          <w:left w:w="0" w:type="dxa"/>
          <w:right w:w="0" w:type="dxa"/>
        </w:tblCellMar>
        <w:tblLook w:val="04A0" w:firstRow="1" w:lastRow="0" w:firstColumn="1" w:lastColumn="0" w:noHBand="0" w:noVBand="1"/>
      </w:tblPr>
      <w:tblGrid>
        <w:gridCol w:w="1418"/>
        <w:gridCol w:w="1417"/>
        <w:gridCol w:w="1560"/>
        <w:gridCol w:w="2409"/>
        <w:gridCol w:w="2282"/>
      </w:tblGrid>
      <w:tr w:rsidR="00B260FD" w:rsidRPr="00853B35" w14:paraId="6F144FE8" w14:textId="77777777" w:rsidTr="00B260FD">
        <w:trPr>
          <w:trHeight w:val="55"/>
        </w:trPr>
        <w:tc>
          <w:tcPr>
            <w:tcW w:w="141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37C0D21F" w14:textId="77777777" w:rsidR="00B260FD" w:rsidRPr="00853B35" w:rsidRDefault="00B260FD" w:rsidP="00271FC6">
            <w:pPr>
              <w:spacing w:after="0" w:line="240" w:lineRule="auto"/>
              <w:rPr>
                <w:rFonts w:eastAsia="Times New Roman" w:cs="Arial"/>
                <w:b/>
                <w:bCs/>
                <w:lang w:eastAsia="cs-CZ"/>
              </w:rPr>
            </w:pPr>
            <w:r w:rsidRPr="00853B35">
              <w:rPr>
                <w:rFonts w:eastAsia="Times New Roman" w:cs="Arial"/>
                <w:b/>
                <w:bCs/>
                <w:lang w:eastAsia="cs-CZ"/>
              </w:rPr>
              <w:t>Činnost</w:t>
            </w:r>
          </w:p>
        </w:tc>
        <w:tc>
          <w:tcPr>
            <w:tcW w:w="1417" w:type="dxa"/>
            <w:tcBorders>
              <w:top w:val="single" w:sz="4" w:space="0" w:color="auto"/>
              <w:left w:val="nil"/>
              <w:bottom w:val="single" w:sz="4" w:space="0" w:color="auto"/>
              <w:right w:val="single" w:sz="4" w:space="0" w:color="auto"/>
            </w:tcBorders>
            <w:hideMark/>
          </w:tcPr>
          <w:p w14:paraId="7B49BFF5" w14:textId="77777777" w:rsidR="00B260FD" w:rsidRPr="00853B35" w:rsidRDefault="00B260FD" w:rsidP="00271FC6">
            <w:pPr>
              <w:spacing w:after="0" w:line="240" w:lineRule="auto"/>
              <w:rPr>
                <w:rFonts w:eastAsia="Times New Roman" w:cs="Arial"/>
                <w:b/>
                <w:bCs/>
                <w:lang w:eastAsia="cs-CZ"/>
              </w:rPr>
            </w:pPr>
            <w:r w:rsidRPr="00853B35">
              <w:rPr>
                <w:rFonts w:eastAsia="Times New Roman" w:cs="Arial"/>
                <w:b/>
                <w:bCs/>
                <w:lang w:eastAsia="cs-CZ"/>
              </w:rPr>
              <w:t>Jednotky</w:t>
            </w:r>
          </w:p>
        </w:tc>
        <w:tc>
          <w:tcPr>
            <w:tcW w:w="15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57560BE5" w14:textId="77777777" w:rsidR="00B260FD" w:rsidRPr="00853B35" w:rsidRDefault="00B260FD" w:rsidP="00271FC6">
            <w:pPr>
              <w:spacing w:after="0" w:line="240" w:lineRule="auto"/>
              <w:rPr>
                <w:rFonts w:eastAsia="Times New Roman" w:cs="Arial"/>
                <w:b/>
                <w:bCs/>
                <w:lang w:eastAsia="cs-CZ"/>
              </w:rPr>
            </w:pPr>
            <w:r w:rsidRPr="00853B35">
              <w:rPr>
                <w:rFonts w:eastAsia="Times New Roman" w:cs="Arial"/>
                <w:b/>
                <w:bCs/>
                <w:lang w:eastAsia="cs-CZ"/>
              </w:rPr>
              <w:t>Počet jednotek</w:t>
            </w:r>
          </w:p>
        </w:tc>
        <w:tc>
          <w:tcPr>
            <w:tcW w:w="2409"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1B132DA1" w14:textId="77777777" w:rsidR="00B260FD" w:rsidRPr="00853B35" w:rsidRDefault="00B260FD" w:rsidP="00271FC6">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282"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9CA405F" w14:textId="77777777" w:rsidR="00B260FD" w:rsidRPr="00853B35" w:rsidRDefault="00B260FD" w:rsidP="00271FC6">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9177BA" w:rsidRPr="00853B35" w14:paraId="4A0E59F4" w14:textId="77777777" w:rsidTr="009177BA">
        <w:trPr>
          <w:trHeight w:val="66"/>
        </w:trPr>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3491A2DD" w14:textId="77777777" w:rsidR="009177BA" w:rsidRDefault="009177BA" w:rsidP="009177BA">
            <w:pPr>
              <w:spacing w:after="0" w:line="240" w:lineRule="auto"/>
              <w:rPr>
                <w:rFonts w:eastAsia="Times New Roman" w:cs="Arial"/>
                <w:lang w:eastAsia="cs-CZ"/>
              </w:rPr>
            </w:pPr>
          </w:p>
          <w:p w14:paraId="628E463A" w14:textId="4ABC7CDD" w:rsidR="009177BA" w:rsidRDefault="009177BA" w:rsidP="009177BA">
            <w:pPr>
              <w:spacing w:after="0" w:line="240" w:lineRule="auto"/>
              <w:rPr>
                <w:rFonts w:eastAsia="Times New Roman" w:cs="Arial"/>
                <w:lang w:eastAsia="cs-CZ"/>
              </w:rPr>
            </w:pPr>
            <w:r w:rsidRPr="00853B35">
              <w:rPr>
                <w:rFonts w:eastAsia="Times New Roman" w:cs="Arial"/>
                <w:lang w:eastAsia="cs-CZ"/>
              </w:rPr>
              <w:t>Výkon TPI</w:t>
            </w:r>
          </w:p>
          <w:p w14:paraId="597D355F" w14:textId="77777777" w:rsidR="009177BA" w:rsidRDefault="009177BA" w:rsidP="009177BA">
            <w:pPr>
              <w:spacing w:after="0" w:line="240" w:lineRule="auto"/>
              <w:rPr>
                <w:rFonts w:eastAsia="Times New Roman" w:cs="Arial"/>
                <w:lang w:eastAsia="cs-CZ"/>
              </w:rPr>
            </w:pPr>
          </w:p>
          <w:p w14:paraId="794A577C" w14:textId="77777777" w:rsidR="009177BA" w:rsidRPr="00853B35" w:rsidRDefault="009177BA" w:rsidP="009177BA">
            <w:pPr>
              <w:spacing w:after="0" w:line="240" w:lineRule="auto"/>
              <w:rPr>
                <w:rFonts w:eastAsia="Times New Roman" w:cs="Arial"/>
                <w:lang w:eastAsia="cs-CZ"/>
              </w:rPr>
            </w:pPr>
          </w:p>
        </w:tc>
        <w:tc>
          <w:tcPr>
            <w:tcW w:w="1417" w:type="dxa"/>
            <w:tcBorders>
              <w:top w:val="single" w:sz="4" w:space="0" w:color="auto"/>
              <w:left w:val="nil"/>
              <w:bottom w:val="single" w:sz="4" w:space="0" w:color="auto"/>
              <w:right w:val="single" w:sz="4" w:space="0" w:color="auto"/>
            </w:tcBorders>
          </w:tcPr>
          <w:p w14:paraId="3CA2400E" w14:textId="77777777" w:rsidR="009177BA" w:rsidRDefault="009177BA" w:rsidP="009177BA">
            <w:pPr>
              <w:spacing w:after="0" w:line="240" w:lineRule="auto"/>
              <w:rPr>
                <w:rFonts w:eastAsia="Times New Roman" w:cs="Arial"/>
                <w:lang w:eastAsia="cs-CZ"/>
              </w:rPr>
            </w:pPr>
          </w:p>
          <w:p w14:paraId="340B38F1" w14:textId="4FB3B7E2" w:rsidR="009177BA" w:rsidRPr="00B260FD" w:rsidRDefault="009177BA" w:rsidP="009177BA">
            <w:pPr>
              <w:spacing w:after="0" w:line="240" w:lineRule="auto"/>
              <w:rPr>
                <w:rFonts w:eastAsia="Times New Roman" w:cs="Arial"/>
                <w:color w:val="FF0000"/>
                <w:highlight w:val="cyan"/>
                <w:lang w:eastAsia="cs-CZ"/>
              </w:rPr>
            </w:pPr>
            <w:r>
              <w:rPr>
                <w:rFonts w:eastAsia="Times New Roman" w:cs="Arial"/>
                <w:lang w:eastAsia="cs-CZ"/>
              </w:rPr>
              <w:t>hodina</w:t>
            </w:r>
          </w:p>
        </w:tc>
        <w:tc>
          <w:tcPr>
            <w:tcW w:w="156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7C34EA29" w14:textId="77777777" w:rsidR="009177BA" w:rsidRDefault="009177BA" w:rsidP="009177BA">
            <w:pPr>
              <w:spacing w:after="0" w:line="240" w:lineRule="auto"/>
              <w:rPr>
                <w:rFonts w:eastAsia="Times New Roman" w:cs="Arial"/>
                <w:lang w:eastAsia="cs-CZ"/>
              </w:rPr>
            </w:pPr>
          </w:p>
          <w:p w14:paraId="2D9449FF" w14:textId="03054501" w:rsidR="009177BA" w:rsidRPr="00B260FD" w:rsidRDefault="009177BA" w:rsidP="009177BA">
            <w:pPr>
              <w:spacing w:after="0" w:line="240" w:lineRule="auto"/>
              <w:rPr>
                <w:rFonts w:eastAsia="Times New Roman" w:cs="Arial"/>
                <w:color w:val="FF0000"/>
                <w:highlight w:val="cyan"/>
                <w:lang w:eastAsia="cs-CZ"/>
              </w:rPr>
            </w:pPr>
            <w:r>
              <w:rPr>
                <w:rFonts w:eastAsia="Times New Roman" w:cs="Arial"/>
                <w:lang w:eastAsia="cs-CZ"/>
              </w:rPr>
              <w:t>2100</w:t>
            </w:r>
          </w:p>
        </w:tc>
        <w:tc>
          <w:tcPr>
            <w:tcW w:w="2409" w:type="dxa"/>
            <w:tcBorders>
              <w:top w:val="nil"/>
              <w:left w:val="nil"/>
              <w:bottom w:val="single" w:sz="4" w:space="0" w:color="auto"/>
              <w:right w:val="single" w:sz="4" w:space="0" w:color="auto"/>
            </w:tcBorders>
            <w:noWrap/>
            <w:tcMar>
              <w:top w:w="15" w:type="dxa"/>
              <w:left w:w="15" w:type="dxa"/>
              <w:bottom w:w="0" w:type="dxa"/>
              <w:right w:w="15" w:type="dxa"/>
            </w:tcMar>
          </w:tcPr>
          <w:p w14:paraId="472E6D80" w14:textId="77777777" w:rsidR="009177BA" w:rsidRPr="009177BA" w:rsidRDefault="009177BA" w:rsidP="009177BA">
            <w:pPr>
              <w:spacing w:after="0" w:line="240" w:lineRule="auto"/>
              <w:rPr>
                <w:bCs/>
              </w:rPr>
            </w:pPr>
          </w:p>
          <w:p w14:paraId="2CE78A50" w14:textId="0E93624A" w:rsidR="009177BA" w:rsidRPr="009177BA" w:rsidRDefault="009177BA" w:rsidP="009177BA">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 xml:space="preserve">] </w:t>
            </w:r>
          </w:p>
        </w:tc>
        <w:tc>
          <w:tcPr>
            <w:tcW w:w="2282" w:type="dxa"/>
            <w:tcBorders>
              <w:top w:val="nil"/>
              <w:left w:val="nil"/>
              <w:bottom w:val="single" w:sz="4" w:space="0" w:color="auto"/>
              <w:right w:val="single" w:sz="4" w:space="0" w:color="auto"/>
            </w:tcBorders>
            <w:noWrap/>
            <w:tcMar>
              <w:top w:w="15" w:type="dxa"/>
              <w:left w:w="15" w:type="dxa"/>
              <w:bottom w:w="0" w:type="dxa"/>
              <w:right w:w="15" w:type="dxa"/>
            </w:tcMar>
          </w:tcPr>
          <w:p w14:paraId="47B7BD12" w14:textId="77777777" w:rsidR="009177BA" w:rsidRPr="009177BA" w:rsidRDefault="009177BA" w:rsidP="009177BA">
            <w:pPr>
              <w:spacing w:after="0" w:line="240" w:lineRule="auto"/>
              <w:rPr>
                <w:bCs/>
              </w:rPr>
            </w:pPr>
          </w:p>
          <w:p w14:paraId="49B1EE43" w14:textId="625A929F" w:rsidR="009177BA" w:rsidRPr="009177BA" w:rsidRDefault="009177BA" w:rsidP="009177BA">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w:t>
            </w:r>
          </w:p>
        </w:tc>
      </w:tr>
      <w:tr w:rsidR="009177BA" w:rsidRPr="00853B35" w14:paraId="0F70401D" w14:textId="77777777" w:rsidTr="009177BA">
        <w:trPr>
          <w:trHeight w:val="66"/>
        </w:trPr>
        <w:tc>
          <w:tcPr>
            <w:tcW w:w="1418"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4563E9E5" w14:textId="77777777" w:rsidR="009177BA" w:rsidRDefault="009177BA" w:rsidP="009177BA">
            <w:pPr>
              <w:spacing w:after="0" w:line="240" w:lineRule="auto"/>
              <w:rPr>
                <w:rFonts w:eastAsia="Times New Roman" w:cs="Arial"/>
                <w:lang w:eastAsia="cs-CZ"/>
              </w:rPr>
            </w:pPr>
          </w:p>
          <w:p w14:paraId="159FB667" w14:textId="195DFA9C" w:rsidR="009177BA" w:rsidRDefault="009177BA" w:rsidP="009177BA">
            <w:pPr>
              <w:spacing w:after="0" w:line="240" w:lineRule="auto"/>
              <w:rPr>
                <w:rFonts w:eastAsia="Times New Roman" w:cs="Arial"/>
                <w:lang w:eastAsia="cs-CZ"/>
              </w:rPr>
            </w:pPr>
            <w:r w:rsidRPr="00853B35">
              <w:rPr>
                <w:rFonts w:eastAsia="Times New Roman" w:cs="Arial"/>
                <w:lang w:eastAsia="cs-CZ"/>
              </w:rPr>
              <w:t>Celkem</w:t>
            </w:r>
          </w:p>
          <w:p w14:paraId="1BB76631" w14:textId="77777777" w:rsidR="009177BA" w:rsidRDefault="009177BA" w:rsidP="009177BA">
            <w:pPr>
              <w:spacing w:after="0" w:line="240" w:lineRule="auto"/>
              <w:rPr>
                <w:rFonts w:eastAsia="Times New Roman" w:cs="Arial"/>
                <w:lang w:eastAsia="cs-CZ"/>
              </w:rPr>
            </w:pPr>
          </w:p>
          <w:p w14:paraId="239DC8C6" w14:textId="77777777" w:rsidR="009177BA" w:rsidRPr="00853B35" w:rsidRDefault="009177BA" w:rsidP="009177BA">
            <w:pPr>
              <w:spacing w:after="0" w:line="240" w:lineRule="auto"/>
              <w:rPr>
                <w:rFonts w:eastAsia="Times New Roman" w:cs="Arial"/>
                <w:lang w:eastAsia="cs-CZ"/>
              </w:rPr>
            </w:pPr>
          </w:p>
        </w:tc>
        <w:tc>
          <w:tcPr>
            <w:tcW w:w="1417" w:type="dxa"/>
            <w:tcBorders>
              <w:top w:val="single" w:sz="4" w:space="0" w:color="auto"/>
              <w:left w:val="nil"/>
              <w:bottom w:val="single" w:sz="4" w:space="0" w:color="auto"/>
              <w:right w:val="single" w:sz="4" w:space="0" w:color="auto"/>
            </w:tcBorders>
          </w:tcPr>
          <w:p w14:paraId="1B49B2F5" w14:textId="77777777" w:rsidR="009177BA" w:rsidRDefault="009177BA" w:rsidP="009177BA">
            <w:pPr>
              <w:spacing w:after="0" w:line="240" w:lineRule="auto"/>
              <w:rPr>
                <w:rFonts w:eastAsia="Times New Roman" w:cs="Arial"/>
                <w:lang w:eastAsia="cs-CZ"/>
              </w:rPr>
            </w:pPr>
          </w:p>
          <w:p w14:paraId="772C1351" w14:textId="57CE2AB8" w:rsidR="009177BA" w:rsidRPr="00B260FD" w:rsidRDefault="009177BA" w:rsidP="009177BA">
            <w:pPr>
              <w:spacing w:after="0" w:line="240" w:lineRule="auto"/>
              <w:rPr>
                <w:rFonts w:eastAsia="Times New Roman" w:cs="Arial"/>
                <w:color w:val="FF0000"/>
                <w:highlight w:val="cyan"/>
                <w:lang w:eastAsia="cs-CZ"/>
              </w:rPr>
            </w:pPr>
            <w:r>
              <w:rPr>
                <w:rFonts w:eastAsia="Times New Roman" w:cs="Arial"/>
                <w:lang w:eastAsia="cs-CZ"/>
              </w:rPr>
              <w:t>hodina</w:t>
            </w:r>
          </w:p>
        </w:tc>
        <w:tc>
          <w:tcPr>
            <w:tcW w:w="1560"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121DC9D6" w14:textId="77777777" w:rsidR="009177BA" w:rsidRDefault="009177BA" w:rsidP="009177BA">
            <w:pPr>
              <w:spacing w:after="0" w:line="240" w:lineRule="auto"/>
              <w:rPr>
                <w:rFonts w:eastAsia="Times New Roman" w:cs="Arial"/>
                <w:lang w:eastAsia="cs-CZ"/>
              </w:rPr>
            </w:pPr>
          </w:p>
          <w:p w14:paraId="70EDFDE3" w14:textId="127E4B5C" w:rsidR="009177BA" w:rsidRPr="00B260FD" w:rsidRDefault="009177BA" w:rsidP="009177BA">
            <w:pPr>
              <w:spacing w:after="0" w:line="240" w:lineRule="auto"/>
              <w:rPr>
                <w:rFonts w:eastAsia="Times New Roman" w:cs="Arial"/>
                <w:color w:val="FF0000"/>
                <w:highlight w:val="cyan"/>
                <w:lang w:eastAsia="cs-CZ"/>
              </w:rPr>
            </w:pPr>
            <w:r>
              <w:rPr>
                <w:rFonts w:eastAsia="Times New Roman" w:cs="Arial"/>
                <w:lang w:eastAsia="cs-CZ"/>
              </w:rPr>
              <w:t>2100</w:t>
            </w:r>
          </w:p>
        </w:tc>
        <w:tc>
          <w:tcPr>
            <w:tcW w:w="2409" w:type="dxa"/>
            <w:tcBorders>
              <w:top w:val="nil"/>
              <w:left w:val="nil"/>
              <w:bottom w:val="single" w:sz="4" w:space="0" w:color="auto"/>
              <w:right w:val="single" w:sz="4" w:space="0" w:color="auto"/>
            </w:tcBorders>
            <w:noWrap/>
            <w:tcMar>
              <w:top w:w="15" w:type="dxa"/>
              <w:left w:w="15" w:type="dxa"/>
              <w:bottom w:w="0" w:type="dxa"/>
              <w:right w:w="15" w:type="dxa"/>
            </w:tcMar>
          </w:tcPr>
          <w:p w14:paraId="3EA6B843" w14:textId="77777777" w:rsidR="009177BA" w:rsidRPr="009177BA" w:rsidRDefault="009177BA" w:rsidP="009177BA">
            <w:pPr>
              <w:spacing w:after="0" w:line="240" w:lineRule="auto"/>
              <w:rPr>
                <w:bCs/>
              </w:rPr>
            </w:pPr>
          </w:p>
          <w:p w14:paraId="7531EA38" w14:textId="7366826E" w:rsidR="009177BA" w:rsidRPr="009177BA" w:rsidRDefault="009177BA" w:rsidP="009177BA">
            <w:pPr>
              <w:spacing w:after="0" w:line="240" w:lineRule="auto"/>
              <w:rPr>
                <w:rFonts w:eastAsia="Times New Roman" w:cs="Arial"/>
                <w:bCs/>
                <w:lang w:eastAsia="cs-CZ"/>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 xml:space="preserve">] </w:t>
            </w:r>
          </w:p>
        </w:tc>
        <w:tc>
          <w:tcPr>
            <w:tcW w:w="2282" w:type="dxa"/>
            <w:tcBorders>
              <w:top w:val="nil"/>
              <w:left w:val="nil"/>
              <w:bottom w:val="single" w:sz="4" w:space="0" w:color="auto"/>
              <w:right w:val="single" w:sz="4" w:space="0" w:color="auto"/>
            </w:tcBorders>
            <w:noWrap/>
            <w:tcMar>
              <w:top w:w="15" w:type="dxa"/>
              <w:left w:w="15" w:type="dxa"/>
              <w:bottom w:w="0" w:type="dxa"/>
              <w:right w:w="15" w:type="dxa"/>
            </w:tcMar>
          </w:tcPr>
          <w:p w14:paraId="0C3CD7E4" w14:textId="77777777" w:rsidR="009177BA" w:rsidRPr="009177BA" w:rsidRDefault="009177BA" w:rsidP="009177BA">
            <w:pPr>
              <w:spacing w:after="0" w:line="240" w:lineRule="auto"/>
              <w:rPr>
                <w:bCs/>
              </w:rPr>
            </w:pPr>
          </w:p>
          <w:p w14:paraId="48FB5586" w14:textId="77777777" w:rsidR="009177BA" w:rsidRPr="009177BA" w:rsidRDefault="009177BA" w:rsidP="009177BA">
            <w:pPr>
              <w:spacing w:after="0" w:line="240" w:lineRule="auto"/>
              <w:rPr>
                <w:bCs/>
              </w:rPr>
            </w:pPr>
            <w:r w:rsidRPr="009177BA">
              <w:rPr>
                <w:bCs/>
              </w:rPr>
              <w:t>[</w:t>
            </w:r>
            <w:proofErr w:type="gramStart"/>
            <w:r w:rsidRPr="009177BA">
              <w:rPr>
                <w:bCs/>
                <w:highlight w:val="yellow"/>
              </w:rPr>
              <w:t>VLOŽÍ</w:t>
            </w:r>
            <w:proofErr w:type="gramEnd"/>
            <w:r w:rsidRPr="009177BA">
              <w:rPr>
                <w:bCs/>
                <w:highlight w:val="yellow"/>
              </w:rPr>
              <w:t xml:space="preserve"> ZHOTOVITEL</w:t>
            </w:r>
            <w:r w:rsidRPr="009177BA">
              <w:rPr>
                <w:bCs/>
              </w:rPr>
              <w:t>]</w:t>
            </w:r>
          </w:p>
          <w:p w14:paraId="16F350D2" w14:textId="11F201D4" w:rsidR="009177BA" w:rsidRPr="009177BA" w:rsidRDefault="009177BA" w:rsidP="009177BA">
            <w:pPr>
              <w:spacing w:after="0" w:line="240" w:lineRule="auto"/>
              <w:rPr>
                <w:rFonts w:eastAsia="Times New Roman" w:cs="Arial"/>
                <w:bCs/>
                <w:lang w:eastAsia="cs-CZ"/>
              </w:rPr>
            </w:pPr>
          </w:p>
        </w:tc>
      </w:tr>
    </w:tbl>
    <w:p w14:paraId="009EB7EF" w14:textId="77777777" w:rsidR="00236DCC" w:rsidRDefault="00236DCC" w:rsidP="00236DCC">
      <w:pPr>
        <w:pStyle w:val="Textbezodsazen"/>
      </w:pPr>
    </w:p>
    <w:p w14:paraId="5D9C08C9" w14:textId="77777777" w:rsidR="009177BA" w:rsidRDefault="00B260FD" w:rsidP="00B260FD">
      <w:r w:rsidRPr="0070153D">
        <w:t xml:space="preserve">*) </w:t>
      </w:r>
      <w:r>
        <w:t>N</w:t>
      </w:r>
      <w:r w:rsidRPr="0070153D">
        <w:t xml:space="preserve">evyplněné údaje </w:t>
      </w:r>
      <w:proofErr w:type="gramStart"/>
      <w:r w:rsidRPr="00B07650">
        <w:rPr>
          <w:highlight w:val="yellow"/>
        </w:rPr>
        <w:t>V</w:t>
      </w:r>
      <w:r>
        <w:rPr>
          <w:highlight w:val="yellow"/>
        </w:rPr>
        <w:t>LOŽ</w:t>
      </w:r>
      <w:r w:rsidRPr="00B07650">
        <w:rPr>
          <w:highlight w:val="yellow"/>
        </w:rPr>
        <w:t>Í</w:t>
      </w:r>
      <w:proofErr w:type="gramEnd"/>
      <w:r w:rsidRPr="00B07650">
        <w:rPr>
          <w:highlight w:val="yellow"/>
        </w:rPr>
        <w:t xml:space="preserve"> ZHOTOVITEL</w:t>
      </w:r>
      <w:r>
        <w:t xml:space="preserve">. </w:t>
      </w:r>
    </w:p>
    <w:p w14:paraId="18170966" w14:textId="589B6C71" w:rsidR="00B260FD" w:rsidRDefault="00B260FD" w:rsidP="00B260FD">
      <w:r>
        <w:t>C</w:t>
      </w:r>
      <w:r w:rsidRPr="0070153D">
        <w:t>eny jsou uvedené v Kč bez DPH.</w:t>
      </w:r>
    </w:p>
    <w:p w14:paraId="6402EA05" w14:textId="77777777" w:rsidR="00236DCC" w:rsidRDefault="00236DCC" w:rsidP="00236DCC">
      <w:pPr>
        <w:pStyle w:val="Textbezodsazen"/>
      </w:pPr>
    </w:p>
    <w:p w14:paraId="5ED8A35F" w14:textId="77777777" w:rsidR="00236DCC" w:rsidRDefault="00236DCC" w:rsidP="00236DCC">
      <w:pPr>
        <w:pStyle w:val="Textbezodsazen"/>
      </w:pPr>
    </w:p>
    <w:p w14:paraId="38006BD9" w14:textId="77777777" w:rsidR="00236DCC" w:rsidRDefault="00236DCC" w:rsidP="00236DCC">
      <w:pPr>
        <w:pStyle w:val="Textbezodsazen"/>
      </w:pPr>
    </w:p>
    <w:p w14:paraId="033632BC" w14:textId="77777777" w:rsidR="00236DCC" w:rsidRDefault="00236DCC" w:rsidP="00236DCC">
      <w:pPr>
        <w:pStyle w:val="Textbezodsazen"/>
      </w:pPr>
    </w:p>
    <w:p w14:paraId="51451409" w14:textId="77777777" w:rsidR="00236DCC" w:rsidRDefault="00236DCC" w:rsidP="00236DCC">
      <w:pPr>
        <w:pStyle w:val="Textbezodsazen"/>
      </w:pPr>
    </w:p>
    <w:p w14:paraId="621E90E2" w14:textId="77777777" w:rsidR="00236DCC" w:rsidRDefault="00236DCC" w:rsidP="00236DCC">
      <w:pPr>
        <w:pStyle w:val="Textbezodsazen"/>
      </w:pPr>
    </w:p>
    <w:p w14:paraId="49A9295C" w14:textId="77777777" w:rsidR="00236DCC" w:rsidRDefault="00236DCC" w:rsidP="00236DCC">
      <w:pPr>
        <w:pStyle w:val="Textbezodsazen"/>
      </w:pPr>
    </w:p>
    <w:p w14:paraId="79A4808A" w14:textId="77777777" w:rsidR="00236DCC" w:rsidRDefault="00236DCC" w:rsidP="00236DCC">
      <w:pPr>
        <w:pStyle w:val="Textbezodsazen"/>
      </w:pPr>
    </w:p>
    <w:p w14:paraId="36E43155" w14:textId="77777777" w:rsidR="00236DCC" w:rsidRDefault="00236DCC" w:rsidP="00236DCC">
      <w:pPr>
        <w:pStyle w:val="Textbezodsazen"/>
        <w:sectPr w:rsidR="00236DCC" w:rsidSect="004D09FB">
          <w:headerReference w:type="default" r:id="rId22"/>
          <w:footerReference w:type="default" r:id="rId23"/>
          <w:pgSz w:w="11906" w:h="16838" w:code="9"/>
          <w:pgMar w:top="1049" w:right="1134" w:bottom="1474" w:left="1418" w:header="595" w:footer="624" w:gutter="652"/>
          <w:pgNumType w:start="1"/>
          <w:cols w:space="708"/>
          <w:docGrid w:linePitch="360"/>
        </w:sectPr>
      </w:pPr>
    </w:p>
    <w:p w14:paraId="6B4565D0" w14:textId="77777777" w:rsidR="00B72613" w:rsidRDefault="00B72613" w:rsidP="00B72613">
      <w:pPr>
        <w:pStyle w:val="Nadpisbezsl1-1"/>
      </w:pPr>
      <w:r>
        <w:lastRenderedPageBreak/>
        <w:t>Příloha č. 5</w:t>
      </w:r>
    </w:p>
    <w:p w14:paraId="605FD7E5" w14:textId="53E81412" w:rsidR="00B72613" w:rsidRDefault="00B72613" w:rsidP="00B72613">
      <w:pPr>
        <w:pStyle w:val="Nadpisbezsl1-2"/>
      </w:pPr>
      <w:r>
        <w:t>Harmonogram plnění</w:t>
      </w:r>
      <w:r w:rsidR="002B1444">
        <w:t xml:space="preserve"> a fakturace</w:t>
      </w:r>
    </w:p>
    <w:p w14:paraId="5A993CAE" w14:textId="77777777" w:rsidR="00B72613" w:rsidRDefault="00B72613" w:rsidP="00B72613">
      <w:pPr>
        <w:pStyle w:val="Textbezodsazen"/>
      </w:pPr>
      <w:bookmarkStart w:id="1" w:name="_Hlk148687090"/>
    </w:p>
    <w:p w14:paraId="1842D55D" w14:textId="6A5C38DD" w:rsidR="00B260FD" w:rsidRPr="00E21B9F" w:rsidRDefault="00B260FD" w:rsidP="00B260FD">
      <w:pPr>
        <w:spacing w:after="0" w:line="240" w:lineRule="auto"/>
        <w:ind w:left="426"/>
        <w:rPr>
          <w:rFonts w:eastAsia="Times New Roman" w:cs="Times New Roman"/>
          <w:lang w:eastAsia="cs-CZ"/>
        </w:rPr>
      </w:pPr>
      <w:r w:rsidRPr="00F01FED">
        <w:rPr>
          <w:rFonts w:eastAsia="Times New Roman" w:cs="Times New Roman"/>
          <w:b/>
          <w:u w:val="single"/>
          <w:lang w:eastAsia="cs-CZ"/>
        </w:rPr>
        <w:t xml:space="preserve">Zahájení </w:t>
      </w:r>
      <w:r w:rsidRPr="00DB0C04">
        <w:rPr>
          <w:rFonts w:eastAsia="Times New Roman" w:cs="Times New Roman"/>
          <w:b/>
          <w:u w:val="single"/>
          <w:lang w:eastAsia="cs-CZ"/>
        </w:rPr>
        <w:t>plnění:</w:t>
      </w:r>
      <w:r w:rsidRPr="00DB0C04">
        <w:rPr>
          <w:rFonts w:eastAsia="Times New Roman" w:cs="Times New Roman"/>
          <w:lang w:eastAsia="cs-CZ"/>
        </w:rPr>
        <w:t xml:space="preserve"> </w:t>
      </w:r>
      <w:r>
        <w:rPr>
          <w:rFonts w:eastAsia="Times New Roman" w:cs="Times New Roman"/>
          <w:lang w:eastAsia="cs-CZ"/>
        </w:rPr>
        <w:t>Činnost</w:t>
      </w:r>
      <w:r w:rsidRPr="00DB0C04">
        <w:rPr>
          <w:rFonts w:eastAsia="Times New Roman" w:cs="Times New Roman"/>
          <w:lang w:eastAsia="cs-CZ"/>
        </w:rPr>
        <w:t xml:space="preserve"> TPI při realizaci stavby bude zahájen</w:t>
      </w:r>
      <w:r>
        <w:rPr>
          <w:rFonts w:eastAsia="Times New Roman" w:cs="Times New Roman"/>
          <w:lang w:eastAsia="cs-CZ"/>
        </w:rPr>
        <w:t>a</w:t>
      </w:r>
      <w:r w:rsidRPr="00DB0C04">
        <w:rPr>
          <w:rFonts w:eastAsia="Times New Roman" w:cs="Times New Roman"/>
          <w:lang w:eastAsia="cs-CZ"/>
        </w:rPr>
        <w:t xml:space="preserve"> na výzvu Správce stavby.</w:t>
      </w:r>
    </w:p>
    <w:p w14:paraId="570019B0" w14:textId="77777777" w:rsidR="00B260FD" w:rsidRDefault="00B260FD" w:rsidP="00B260FD">
      <w:pPr>
        <w:spacing w:after="0" w:line="240" w:lineRule="auto"/>
        <w:ind w:left="426"/>
        <w:rPr>
          <w:rFonts w:eastAsia="Times New Roman" w:cs="Times New Roman"/>
          <w:b/>
          <w:lang w:eastAsia="cs-CZ"/>
        </w:rPr>
      </w:pPr>
    </w:p>
    <w:p w14:paraId="39E66B06" w14:textId="77777777" w:rsidR="00B260FD" w:rsidRPr="00F01FED" w:rsidRDefault="00B260FD" w:rsidP="00B260FD">
      <w:pPr>
        <w:spacing w:after="0" w:line="240" w:lineRule="auto"/>
        <w:ind w:left="426"/>
        <w:rPr>
          <w:rFonts w:eastAsia="Times New Roman" w:cs="Times New Roman"/>
          <w:b/>
          <w:lang w:eastAsia="cs-CZ"/>
        </w:rPr>
      </w:pPr>
      <w:r w:rsidRPr="00767ADE">
        <w:rPr>
          <w:rFonts w:eastAsia="Times New Roman" w:cs="Arial"/>
          <w:lang w:eastAsia="cs-CZ"/>
        </w:rPr>
        <w:t>Činnost TPI bude probíhat při realizaci stavby –</w:t>
      </w:r>
      <w:r>
        <w:rPr>
          <w:rFonts w:eastAsia="Times New Roman" w:cs="Arial"/>
          <w:lang w:eastAsia="cs-CZ"/>
        </w:rPr>
        <w:t xml:space="preserve"> </w:t>
      </w:r>
      <w:r w:rsidRPr="00767ADE">
        <w:rPr>
          <w:rFonts w:eastAsia="Times New Roman" w:cs="Arial"/>
          <w:lang w:eastAsia="cs-CZ"/>
        </w:rPr>
        <w:t xml:space="preserve">předpoklad dle </w:t>
      </w:r>
      <w:r>
        <w:rPr>
          <w:rFonts w:eastAsia="Times New Roman" w:cs="Arial"/>
          <w:lang w:eastAsia="cs-CZ"/>
        </w:rPr>
        <w:t xml:space="preserve">harmonogramu (HMG) </w:t>
      </w:r>
      <w:r w:rsidRPr="00767ADE">
        <w:rPr>
          <w:rFonts w:eastAsia="Times New Roman" w:cs="Arial"/>
          <w:lang w:eastAsia="cs-CZ"/>
        </w:rPr>
        <w:t xml:space="preserve">zadavatele od </w:t>
      </w:r>
      <w:r>
        <w:rPr>
          <w:rFonts w:eastAsia="Times New Roman" w:cs="Arial"/>
          <w:lang w:eastAsia="cs-CZ"/>
        </w:rPr>
        <w:t>listopadu</w:t>
      </w:r>
      <w:r w:rsidRPr="00767ADE">
        <w:rPr>
          <w:rFonts w:eastAsia="Times New Roman" w:cs="Arial"/>
          <w:lang w:eastAsia="cs-CZ"/>
        </w:rPr>
        <w:t xml:space="preserve"> 202</w:t>
      </w:r>
      <w:r>
        <w:rPr>
          <w:rFonts w:eastAsia="Times New Roman" w:cs="Arial"/>
          <w:lang w:eastAsia="cs-CZ"/>
        </w:rPr>
        <w:t>3</w:t>
      </w:r>
      <w:r w:rsidRPr="00767ADE">
        <w:rPr>
          <w:rFonts w:eastAsia="Times New Roman" w:cs="Arial"/>
          <w:lang w:eastAsia="cs-CZ"/>
        </w:rPr>
        <w:t xml:space="preserve"> do </w:t>
      </w:r>
      <w:r>
        <w:rPr>
          <w:rFonts w:eastAsia="Times New Roman" w:cs="Arial"/>
          <w:lang w:eastAsia="cs-CZ"/>
        </w:rPr>
        <w:t>konce července</w:t>
      </w:r>
      <w:r w:rsidRPr="00767ADE">
        <w:rPr>
          <w:rFonts w:eastAsia="Times New Roman" w:cs="Arial"/>
          <w:lang w:eastAsia="cs-CZ"/>
        </w:rPr>
        <w:t xml:space="preserve"> 202</w:t>
      </w:r>
      <w:r>
        <w:rPr>
          <w:rFonts w:eastAsia="Times New Roman" w:cs="Arial"/>
          <w:lang w:eastAsia="cs-CZ"/>
        </w:rPr>
        <w:t>5 (21 měsíců).</w:t>
      </w:r>
      <w:r w:rsidRPr="00F7589A">
        <w:rPr>
          <w:rFonts w:eastAsia="Times New Roman" w:cs="Arial"/>
          <w:lang w:eastAsia="cs-CZ"/>
        </w:rPr>
        <w:br/>
      </w:r>
    </w:p>
    <w:p w14:paraId="57A4A935" w14:textId="77777777" w:rsidR="00B260FD" w:rsidRDefault="00B260FD" w:rsidP="00B260FD">
      <w:pPr>
        <w:spacing w:after="0" w:line="240" w:lineRule="auto"/>
        <w:ind w:left="426"/>
        <w:rPr>
          <w:rFonts w:eastAsia="Times New Roman" w:cs="Times New Roman"/>
          <w:b/>
          <w:u w:val="single"/>
          <w:lang w:eastAsia="cs-CZ"/>
        </w:rPr>
      </w:pPr>
      <w:r>
        <w:rPr>
          <w:rFonts w:eastAsia="Times New Roman" w:cs="Times New Roman"/>
          <w:b/>
          <w:u w:val="single"/>
          <w:lang w:eastAsia="cs-CZ"/>
        </w:rPr>
        <w:t>Dokončení plnění:</w:t>
      </w:r>
    </w:p>
    <w:p w14:paraId="62FC42E6" w14:textId="77777777" w:rsidR="00B260FD" w:rsidRDefault="00B260FD" w:rsidP="00B260FD">
      <w:pPr>
        <w:spacing w:after="0" w:line="240" w:lineRule="auto"/>
        <w:ind w:left="426"/>
        <w:rPr>
          <w:rFonts w:eastAsia="Times New Roman" w:cs="Times New Roman"/>
          <w:b/>
          <w:u w:val="single"/>
          <w:lang w:eastAsia="cs-CZ"/>
        </w:rPr>
      </w:pPr>
    </w:p>
    <w:p w14:paraId="029F59EF" w14:textId="77777777" w:rsidR="00B260FD" w:rsidRDefault="00B260FD" w:rsidP="00B260FD">
      <w:pPr>
        <w:spacing w:after="0" w:line="240" w:lineRule="auto"/>
        <w:ind w:left="426"/>
        <w:rPr>
          <w:rFonts w:eastAsia="Times New Roman" w:cs="Arial"/>
          <w:lang w:eastAsia="cs-CZ"/>
        </w:rPr>
      </w:pPr>
      <w:r w:rsidRPr="00CC5389">
        <w:rPr>
          <w:rFonts w:eastAsia="Times New Roman" w:cs="Arial"/>
          <w:lang w:eastAsia="cs-CZ"/>
        </w:rPr>
        <w:t>Ukončení realizace stavby – ukončená jednání o „předání a převzetí stavby“. Protokoly o předání stavby budou potvrzeny TPI včetně připojení písemného stanoviska.</w:t>
      </w:r>
    </w:p>
    <w:p w14:paraId="3649DA46" w14:textId="77777777" w:rsidR="00B260FD" w:rsidRDefault="00B260FD" w:rsidP="00B260FD">
      <w:pPr>
        <w:spacing w:after="0" w:line="240" w:lineRule="auto"/>
        <w:ind w:left="426"/>
        <w:rPr>
          <w:rFonts w:eastAsia="Times New Roman" w:cs="Arial"/>
          <w:lang w:eastAsia="cs-CZ"/>
        </w:rPr>
      </w:pPr>
    </w:p>
    <w:p w14:paraId="4A478EF7" w14:textId="77777777" w:rsidR="00B260FD" w:rsidRDefault="00B260FD" w:rsidP="00B260FD">
      <w:pPr>
        <w:spacing w:after="0" w:line="240" w:lineRule="auto"/>
        <w:ind w:left="426"/>
        <w:rPr>
          <w:rFonts w:eastAsia="Times New Roman" w:cs="Times New Roman"/>
          <w:b/>
          <w:u w:val="single"/>
          <w:lang w:eastAsia="cs-CZ"/>
        </w:rPr>
      </w:pPr>
    </w:p>
    <w:p w14:paraId="53A8507F" w14:textId="77777777" w:rsidR="00B260FD" w:rsidRPr="00CC5389" w:rsidRDefault="00B260FD" w:rsidP="00B260FD">
      <w:pPr>
        <w:spacing w:after="0" w:line="240" w:lineRule="auto"/>
        <w:ind w:left="426"/>
        <w:rPr>
          <w:rFonts w:eastAsia="Times New Roman" w:cs="Times New Roman"/>
          <w:b/>
          <w:u w:val="single"/>
          <w:lang w:eastAsia="cs-CZ"/>
        </w:rPr>
      </w:pPr>
    </w:p>
    <w:p w14:paraId="36447AEA" w14:textId="77777777" w:rsidR="00B260FD" w:rsidRPr="00A10024" w:rsidRDefault="00B260FD" w:rsidP="00B260FD">
      <w:pPr>
        <w:spacing w:after="0" w:line="240" w:lineRule="auto"/>
        <w:ind w:left="426"/>
        <w:jc w:val="both"/>
        <w:rPr>
          <w:rFonts w:eastAsia="Times New Roman" w:cs="Times New Roman"/>
          <w:bCs/>
          <w:lang w:eastAsia="cs-CZ"/>
        </w:rPr>
      </w:pPr>
      <w:bookmarkStart w:id="2" w:name="_Hlk145423861"/>
      <w:r w:rsidRPr="00A10024">
        <w:rPr>
          <w:rFonts w:eastAsia="Times New Roman" w:cs="Times New Roman"/>
          <w:b/>
          <w:u w:val="single"/>
          <w:lang w:eastAsia="cs-CZ"/>
        </w:rPr>
        <w:t>Fakturace:</w:t>
      </w:r>
      <w:r w:rsidRPr="00E10BF6">
        <w:rPr>
          <w:rFonts w:eastAsia="Times New Roman" w:cs="Times New Roman"/>
          <w:b/>
          <w:lang w:eastAsia="cs-CZ"/>
        </w:rPr>
        <w:t xml:space="preserve"> </w:t>
      </w:r>
      <w:r>
        <w:rPr>
          <w:rFonts w:eastAsia="Times New Roman" w:cs="Times New Roman"/>
          <w:bCs/>
          <w:lang w:eastAsia="cs-CZ"/>
        </w:rPr>
        <w:t>m</w:t>
      </w:r>
      <w:r w:rsidRPr="00A10024">
        <w:rPr>
          <w:rFonts w:eastAsia="Times New Roman" w:cs="Times New Roman"/>
          <w:bCs/>
          <w:lang w:eastAsia="cs-CZ"/>
        </w:rPr>
        <w:t>ěsíčně</w:t>
      </w:r>
    </w:p>
    <w:p w14:paraId="677A3820" w14:textId="77777777" w:rsidR="00B260FD" w:rsidRDefault="00B260FD" w:rsidP="00B260FD">
      <w:pPr>
        <w:spacing w:before="120" w:after="0" w:line="240" w:lineRule="auto"/>
        <w:ind w:left="425"/>
        <w:jc w:val="both"/>
        <w:rPr>
          <w:rFonts w:eastAsia="Times New Roman" w:cs="Arial"/>
          <w:lang w:eastAsia="cs-CZ"/>
        </w:rPr>
      </w:pPr>
      <w:r>
        <w:rPr>
          <w:rFonts w:cs="Arial"/>
        </w:rPr>
        <w:t>Zhotovitel je oprávněn účtovat cenu měsíčně d</w:t>
      </w:r>
      <w:r w:rsidRPr="00F7589A">
        <w:rPr>
          <w:rFonts w:eastAsia="Times New Roman" w:cs="Arial"/>
          <w:lang w:eastAsia="cs-CZ"/>
        </w:rPr>
        <w:t xml:space="preserve">le počtu odpracovaných hodin. </w:t>
      </w:r>
    </w:p>
    <w:p w14:paraId="1F8178D0" w14:textId="77777777" w:rsidR="00B260FD" w:rsidRDefault="00B260FD" w:rsidP="00B260FD">
      <w:pPr>
        <w:spacing w:before="120" w:after="0" w:line="240" w:lineRule="auto"/>
        <w:ind w:left="425"/>
        <w:jc w:val="both"/>
        <w:rPr>
          <w:rFonts w:eastAsia="Times New Roman" w:cs="Arial"/>
          <w:lang w:eastAsia="cs-CZ"/>
        </w:rPr>
      </w:pPr>
      <w:r w:rsidRPr="00F7589A">
        <w:rPr>
          <w:rFonts w:eastAsia="Times New Roman" w:cs="Arial"/>
          <w:lang w:eastAsia="cs-CZ"/>
        </w:rPr>
        <w:t>K</w:t>
      </w:r>
      <w:r>
        <w:rPr>
          <w:rFonts w:eastAsia="Times New Roman" w:cs="Arial"/>
          <w:lang w:eastAsia="cs-CZ"/>
        </w:rPr>
        <w:t> </w:t>
      </w:r>
      <w:r w:rsidRPr="00F7589A">
        <w:rPr>
          <w:rFonts w:eastAsia="Times New Roman" w:cs="Arial"/>
          <w:lang w:eastAsia="cs-CZ"/>
        </w:rPr>
        <w:t xml:space="preserve">faktuře bude přiložen soupis výkonů podle činností, které vykáže zhotovitel TPI a odsouhlasí správce stavby (TDS). </w:t>
      </w:r>
    </w:p>
    <w:p w14:paraId="7C2C2D09" w14:textId="7FD167A1" w:rsidR="00B260FD" w:rsidRDefault="00B260FD" w:rsidP="00B260FD">
      <w:pPr>
        <w:spacing w:before="120" w:after="0" w:line="240" w:lineRule="auto"/>
        <w:ind w:left="425"/>
        <w:jc w:val="both"/>
        <w:rPr>
          <w:rFonts w:eastAsia="Times New Roman" w:cs="Times New Roman"/>
          <w:b/>
          <w:lang w:eastAsia="cs-CZ"/>
        </w:rPr>
      </w:pPr>
      <w:r w:rsidRPr="00F7589A">
        <w:rPr>
          <w:rFonts w:eastAsia="Times New Roman" w:cs="Arial"/>
          <w:lang w:eastAsia="cs-CZ"/>
        </w:rPr>
        <w:t xml:space="preserve">Soupis bude </w:t>
      </w:r>
      <w:r w:rsidRPr="00B260FD">
        <w:rPr>
          <w:rFonts w:eastAsia="Times New Roman" w:cs="Arial"/>
          <w:u w:val="single"/>
          <w:lang w:eastAsia="cs-CZ"/>
        </w:rPr>
        <w:t xml:space="preserve">obsahovat tyto </w:t>
      </w:r>
      <w:proofErr w:type="gramStart"/>
      <w:r w:rsidRPr="00B260FD">
        <w:rPr>
          <w:rFonts w:eastAsia="Times New Roman" w:cs="Arial"/>
          <w:u w:val="single"/>
          <w:lang w:eastAsia="cs-CZ"/>
        </w:rPr>
        <w:t>údaje</w:t>
      </w:r>
      <w:r w:rsidRPr="00F7589A">
        <w:rPr>
          <w:rFonts w:eastAsia="Times New Roman" w:cs="Arial"/>
          <w:lang w:eastAsia="cs-CZ"/>
        </w:rPr>
        <w:t xml:space="preserve"> - datum</w:t>
      </w:r>
      <w:proofErr w:type="gramEnd"/>
      <w:r w:rsidRPr="00F7589A">
        <w:rPr>
          <w:rFonts w:eastAsia="Times New Roman" w:cs="Arial"/>
          <w:lang w:eastAsia="cs-CZ"/>
        </w:rPr>
        <w:t>, stručný popis činnosti, jméno pracovníka, vykazované množství času, odsouhlasená cena za jednotku času.</w:t>
      </w:r>
      <w:bookmarkEnd w:id="2"/>
    </w:p>
    <w:bookmarkEnd w:id="1"/>
    <w:p w14:paraId="45C89DCB" w14:textId="77777777" w:rsidR="00B260FD" w:rsidRDefault="00B260FD" w:rsidP="00B260FD">
      <w:pPr>
        <w:spacing w:after="0" w:line="240" w:lineRule="auto"/>
        <w:ind w:left="426"/>
        <w:jc w:val="both"/>
        <w:rPr>
          <w:rFonts w:eastAsia="Times New Roman" w:cs="Times New Roman"/>
          <w:b/>
          <w:lang w:eastAsia="cs-CZ"/>
        </w:rPr>
      </w:pPr>
      <w:r w:rsidRPr="00F01FED">
        <w:rPr>
          <w:rFonts w:eastAsia="Times New Roman" w:cs="Times New Roman"/>
          <w:b/>
          <w:lang w:eastAsia="cs-CZ"/>
        </w:rPr>
        <w:t xml:space="preserve">    </w:t>
      </w:r>
    </w:p>
    <w:p w14:paraId="75C64948" w14:textId="77777777" w:rsidR="00B260FD" w:rsidRPr="00F01FED" w:rsidRDefault="00B260FD" w:rsidP="00B260FD">
      <w:pPr>
        <w:spacing w:after="0" w:line="240" w:lineRule="auto"/>
        <w:ind w:left="426"/>
        <w:jc w:val="both"/>
        <w:rPr>
          <w:rFonts w:eastAsia="Times New Roman" w:cs="Times New Roman"/>
          <w:b/>
          <w:lang w:eastAsia="cs-CZ"/>
        </w:rPr>
      </w:pPr>
    </w:p>
    <w:p w14:paraId="0F95F507" w14:textId="77777777" w:rsidR="00F75CA5" w:rsidRPr="00F01FED" w:rsidRDefault="00F75CA5" w:rsidP="00F75CA5">
      <w:pPr>
        <w:spacing w:after="0" w:line="240" w:lineRule="auto"/>
        <w:ind w:left="426"/>
        <w:rPr>
          <w:rFonts w:eastAsia="Times New Roman" w:cs="Times New Roman"/>
          <w:b/>
          <w:lang w:eastAsia="cs-CZ"/>
        </w:rPr>
      </w:pPr>
    </w:p>
    <w:p w14:paraId="122D5A5C" w14:textId="77777777" w:rsidR="00F75CA5" w:rsidRDefault="00F75CA5" w:rsidP="00B72613">
      <w:pPr>
        <w:pStyle w:val="Textbezodsazen"/>
      </w:pPr>
    </w:p>
    <w:p w14:paraId="43B9C796" w14:textId="77777777" w:rsidR="00B72613" w:rsidRDefault="00B72613" w:rsidP="00B72613">
      <w:pPr>
        <w:pStyle w:val="Textbezodsazen"/>
      </w:pPr>
    </w:p>
    <w:p w14:paraId="492AA04E" w14:textId="77777777" w:rsidR="00B72613" w:rsidRDefault="00B72613" w:rsidP="00B72613">
      <w:pPr>
        <w:pStyle w:val="Textbezodsazen"/>
      </w:pPr>
    </w:p>
    <w:p w14:paraId="0354AFE0" w14:textId="77777777" w:rsidR="00B72613" w:rsidRDefault="00B72613" w:rsidP="00B72613">
      <w:pPr>
        <w:pStyle w:val="Nadpisbezsl1-2"/>
        <w:sectPr w:rsidR="00B72613" w:rsidSect="00F04F70">
          <w:headerReference w:type="default" r:id="rId24"/>
          <w:footerReference w:type="default" r:id="rId25"/>
          <w:pgSz w:w="11906" w:h="16838" w:code="9"/>
          <w:pgMar w:top="1049" w:right="1134" w:bottom="1474" w:left="1418" w:header="595" w:footer="624" w:gutter="652"/>
          <w:pgNumType w:start="1"/>
          <w:cols w:space="708"/>
          <w:docGrid w:linePitch="360"/>
        </w:sectPr>
      </w:pPr>
    </w:p>
    <w:p w14:paraId="62EBC830" w14:textId="77777777" w:rsidR="00502690" w:rsidRPr="00B26902" w:rsidRDefault="00EC707C" w:rsidP="00F762A8">
      <w:pPr>
        <w:pStyle w:val="Nadpisbezsl1-1"/>
      </w:pPr>
      <w:r>
        <w:lastRenderedPageBreak/>
        <w:t>Příloha č. 6</w:t>
      </w:r>
    </w:p>
    <w:p w14:paraId="0A6BD2E7" w14:textId="77777777" w:rsidR="00502690" w:rsidRPr="00B26902" w:rsidRDefault="00502690" w:rsidP="00F762A8">
      <w:pPr>
        <w:pStyle w:val="Nadpisbezsl1-2"/>
      </w:pPr>
      <w:r>
        <w:t>Oprávněné osoby</w:t>
      </w:r>
    </w:p>
    <w:p w14:paraId="3F32C623" w14:textId="77777777" w:rsidR="00F75CA5" w:rsidRDefault="00F75CA5" w:rsidP="00F75CA5">
      <w:pPr>
        <w:pStyle w:val="Nadpisbezsl1-2"/>
      </w:pPr>
      <w:r>
        <w:t>Za Objednatele</w:t>
      </w:r>
    </w:p>
    <w:p w14:paraId="19E7F2B3" w14:textId="77777777" w:rsidR="00F75CA5" w:rsidRPr="00F95FBD" w:rsidRDefault="00F75CA5" w:rsidP="00F75CA5">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F75CA5" w:rsidRPr="00F75CA5" w14:paraId="41DF46A4" w14:textId="77777777" w:rsidTr="00FB053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2568987" w14:textId="77777777" w:rsidR="00F75CA5" w:rsidRPr="00F75CA5" w:rsidRDefault="00F75CA5" w:rsidP="00FB053A">
            <w:pPr>
              <w:pStyle w:val="Tabulka"/>
              <w:rPr>
                <w:rStyle w:val="Nadpisvtabulce"/>
              </w:rPr>
            </w:pPr>
            <w:r w:rsidRPr="00F75CA5">
              <w:rPr>
                <w:rStyle w:val="Nadpisvtabulce"/>
              </w:rPr>
              <w:t>Jméno a příjmení</w:t>
            </w:r>
          </w:p>
        </w:tc>
        <w:tc>
          <w:tcPr>
            <w:tcW w:w="5812" w:type="dxa"/>
            <w:shd w:val="clear" w:color="auto" w:fill="auto"/>
          </w:tcPr>
          <w:p w14:paraId="7CE6EB56" w14:textId="77777777" w:rsidR="00F75CA5" w:rsidRPr="00F75CA5" w:rsidRDefault="00F75CA5" w:rsidP="00FB053A">
            <w:pPr>
              <w:pStyle w:val="Tabulka"/>
              <w:cnfStyle w:val="100000000000" w:firstRow="1" w:lastRow="0" w:firstColumn="0" w:lastColumn="0" w:oddVBand="0" w:evenVBand="0" w:oddHBand="0" w:evenHBand="0" w:firstRowFirstColumn="0" w:firstRowLastColumn="0" w:lastRowFirstColumn="0" w:lastRowLastColumn="0"/>
              <w:rPr>
                <w:sz w:val="18"/>
                <w:highlight w:val="green"/>
              </w:rPr>
            </w:pPr>
            <w:r w:rsidRPr="00F75CA5">
              <w:rPr>
                <w:sz w:val="18"/>
              </w:rPr>
              <w:t>Ing. Miroslav Bocák, ředitel Stavební správy východ</w:t>
            </w:r>
          </w:p>
        </w:tc>
      </w:tr>
      <w:tr w:rsidR="00F75CA5" w:rsidRPr="00F75CA5" w14:paraId="4E608D12" w14:textId="77777777" w:rsidTr="00FB053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A5D9EC" w14:textId="77777777" w:rsidR="00F75CA5" w:rsidRPr="00F75CA5" w:rsidRDefault="00F75CA5" w:rsidP="00FB053A">
            <w:pPr>
              <w:pStyle w:val="Tabulka"/>
              <w:rPr>
                <w:sz w:val="18"/>
              </w:rPr>
            </w:pPr>
            <w:r w:rsidRPr="00F75CA5">
              <w:rPr>
                <w:sz w:val="18"/>
              </w:rPr>
              <w:t>Adresa</w:t>
            </w:r>
          </w:p>
        </w:tc>
        <w:tc>
          <w:tcPr>
            <w:tcW w:w="5812" w:type="dxa"/>
            <w:shd w:val="clear" w:color="auto" w:fill="auto"/>
          </w:tcPr>
          <w:p w14:paraId="4EA5EC21" w14:textId="77777777" w:rsidR="00F75CA5" w:rsidRPr="00F75CA5" w:rsidRDefault="00F75CA5" w:rsidP="00FB053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5CA5">
              <w:rPr>
                <w:sz w:val="18"/>
              </w:rPr>
              <w:t>Nerudova 773/1, 779 00 Olomouc</w:t>
            </w:r>
          </w:p>
        </w:tc>
      </w:tr>
      <w:tr w:rsidR="00F75CA5" w:rsidRPr="00F75CA5" w14:paraId="12C770F0" w14:textId="77777777" w:rsidTr="00FB053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10D8A2" w14:textId="77777777" w:rsidR="00F75CA5" w:rsidRPr="00F75CA5" w:rsidRDefault="00F75CA5" w:rsidP="00FB053A">
            <w:pPr>
              <w:pStyle w:val="Tabulka"/>
              <w:rPr>
                <w:sz w:val="18"/>
              </w:rPr>
            </w:pPr>
            <w:r w:rsidRPr="00F75CA5">
              <w:rPr>
                <w:sz w:val="18"/>
              </w:rPr>
              <w:t>E-mail</w:t>
            </w:r>
          </w:p>
        </w:tc>
        <w:tc>
          <w:tcPr>
            <w:tcW w:w="5812" w:type="dxa"/>
            <w:shd w:val="clear" w:color="auto" w:fill="auto"/>
          </w:tcPr>
          <w:p w14:paraId="4653AAAC" w14:textId="77777777" w:rsidR="00F75CA5" w:rsidRPr="00F75CA5" w:rsidRDefault="00A0519B" w:rsidP="00FB053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hyperlink r:id="rId26" w:history="1">
              <w:r w:rsidR="00F75CA5" w:rsidRPr="00F75CA5">
                <w:rPr>
                  <w:rStyle w:val="Hypertextovodkaz"/>
                  <w:noProof w:val="0"/>
                  <w:sz w:val="18"/>
                </w:rPr>
                <w:t>Bocak@spravazeleznic.cz</w:t>
              </w:r>
            </w:hyperlink>
            <w:r w:rsidR="00F75CA5" w:rsidRPr="00F75CA5">
              <w:rPr>
                <w:sz w:val="18"/>
              </w:rPr>
              <w:t xml:space="preserve">   </w:t>
            </w:r>
          </w:p>
        </w:tc>
      </w:tr>
      <w:tr w:rsidR="00F75CA5" w:rsidRPr="00F75CA5" w14:paraId="6A6D16C2" w14:textId="77777777" w:rsidTr="00FB053A">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44629C" w14:textId="77777777" w:rsidR="00F75CA5" w:rsidRPr="00F75CA5" w:rsidRDefault="00F75CA5" w:rsidP="00FB053A">
            <w:pPr>
              <w:pStyle w:val="Tabulka"/>
              <w:rPr>
                <w:sz w:val="18"/>
              </w:rPr>
            </w:pPr>
            <w:r w:rsidRPr="00F75CA5">
              <w:rPr>
                <w:sz w:val="18"/>
              </w:rPr>
              <w:t>Telefon</w:t>
            </w:r>
          </w:p>
        </w:tc>
        <w:tc>
          <w:tcPr>
            <w:tcW w:w="5812" w:type="dxa"/>
            <w:shd w:val="clear" w:color="auto" w:fill="auto"/>
          </w:tcPr>
          <w:p w14:paraId="4287AFB9" w14:textId="77777777" w:rsidR="00F75CA5" w:rsidRPr="00F75CA5" w:rsidRDefault="00F75CA5" w:rsidP="00FB053A">
            <w:pPr>
              <w:pStyle w:val="Tabulka"/>
              <w:cnfStyle w:val="000000000000" w:firstRow="0" w:lastRow="0" w:firstColumn="0" w:lastColumn="0" w:oddVBand="0" w:evenVBand="0" w:oddHBand="0" w:evenHBand="0" w:firstRowFirstColumn="0" w:firstRowLastColumn="0" w:lastRowFirstColumn="0" w:lastRowLastColumn="0"/>
              <w:rPr>
                <w:sz w:val="18"/>
                <w:highlight w:val="green"/>
              </w:rPr>
            </w:pPr>
            <w:r w:rsidRPr="00F75CA5">
              <w:rPr>
                <w:sz w:val="18"/>
              </w:rPr>
              <w:t>+420 606 780 184</w:t>
            </w:r>
          </w:p>
        </w:tc>
      </w:tr>
    </w:tbl>
    <w:p w14:paraId="760F0669" w14:textId="77777777" w:rsidR="00F75CA5" w:rsidRPr="00F75CA5" w:rsidRDefault="00F75CA5" w:rsidP="00F75CA5">
      <w:pPr>
        <w:pStyle w:val="Textbezodsazen"/>
      </w:pPr>
    </w:p>
    <w:p w14:paraId="3975E69A" w14:textId="77777777" w:rsidR="00F75CA5" w:rsidRPr="00F75CA5" w:rsidRDefault="00F75CA5" w:rsidP="00F75CA5">
      <w:pPr>
        <w:pStyle w:val="Nadpistabulky"/>
        <w:rPr>
          <w:rFonts w:asciiTheme="minorHAnsi" w:hAnsiTheme="minorHAnsi"/>
          <w:sz w:val="18"/>
          <w:szCs w:val="18"/>
        </w:rPr>
      </w:pPr>
      <w:r w:rsidRPr="00F75CA5">
        <w:rPr>
          <w:rFonts w:asciiTheme="minorHAnsi" w:hAnsiTheme="minorHAnsi"/>
          <w:sz w:val="18"/>
          <w:szCs w:val="18"/>
        </w:rPr>
        <w:t>Ve věcech smluvních – podnikový právník</w:t>
      </w:r>
    </w:p>
    <w:tbl>
      <w:tblPr>
        <w:tblStyle w:val="Tabulka10"/>
        <w:tblW w:w="8868" w:type="dxa"/>
        <w:tblLook w:val="04A0" w:firstRow="1" w:lastRow="0" w:firstColumn="1" w:lastColumn="0" w:noHBand="0" w:noVBand="1"/>
      </w:tblPr>
      <w:tblGrid>
        <w:gridCol w:w="3056"/>
        <w:gridCol w:w="5812"/>
      </w:tblGrid>
      <w:tr w:rsidR="00F75CA5" w:rsidRPr="00F75CA5" w14:paraId="314A1718" w14:textId="77777777" w:rsidTr="00FB0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1C708B" w14:textId="77777777" w:rsidR="00F75CA5" w:rsidRPr="00F75CA5" w:rsidRDefault="00F75CA5" w:rsidP="00FB053A">
            <w:pPr>
              <w:pStyle w:val="Tabulka"/>
              <w:rPr>
                <w:rStyle w:val="Nadpisvtabulce"/>
                <w:b w:val="0"/>
              </w:rPr>
            </w:pPr>
            <w:r w:rsidRPr="00F75CA5">
              <w:rPr>
                <w:rStyle w:val="Nadpisvtabulce"/>
                <w:b w:val="0"/>
              </w:rPr>
              <w:t>Jméno a příjmení</w:t>
            </w:r>
          </w:p>
        </w:tc>
        <w:tc>
          <w:tcPr>
            <w:tcW w:w="5812" w:type="dxa"/>
            <w:shd w:val="clear" w:color="auto" w:fill="auto"/>
          </w:tcPr>
          <w:p w14:paraId="0D167318" w14:textId="6E2A3382" w:rsidR="00F75CA5" w:rsidRPr="00F75CA5" w:rsidRDefault="00F75CA5" w:rsidP="00FB053A">
            <w:pPr>
              <w:pStyle w:val="Tabulka"/>
              <w:cnfStyle w:val="100000000000" w:firstRow="1" w:lastRow="0" w:firstColumn="0" w:lastColumn="0" w:oddVBand="0" w:evenVBand="0" w:oddHBand="0" w:evenHBand="0" w:firstRowFirstColumn="0" w:firstRowLastColumn="0" w:lastRowFirstColumn="0" w:lastRowLastColumn="0"/>
              <w:rPr>
                <w:sz w:val="18"/>
              </w:rPr>
            </w:pPr>
            <w:r w:rsidRPr="00F75CA5">
              <w:rPr>
                <w:sz w:val="18"/>
              </w:rPr>
              <w:t xml:space="preserve">Mgr. </w:t>
            </w:r>
            <w:r w:rsidR="008D4BBB">
              <w:rPr>
                <w:sz w:val="18"/>
              </w:rPr>
              <w:t>Markéta Volfová</w:t>
            </w:r>
          </w:p>
        </w:tc>
      </w:tr>
      <w:tr w:rsidR="00F75CA5" w:rsidRPr="00F75CA5" w14:paraId="0154F621"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64B01D" w14:textId="77777777" w:rsidR="00F75CA5" w:rsidRPr="00F75CA5" w:rsidRDefault="00F75CA5" w:rsidP="00FB053A">
            <w:pPr>
              <w:pStyle w:val="Tabulka"/>
              <w:rPr>
                <w:sz w:val="18"/>
              </w:rPr>
            </w:pPr>
            <w:r w:rsidRPr="00F75CA5">
              <w:rPr>
                <w:sz w:val="18"/>
              </w:rPr>
              <w:t>Adresa</w:t>
            </w:r>
          </w:p>
        </w:tc>
        <w:tc>
          <w:tcPr>
            <w:tcW w:w="5812" w:type="dxa"/>
            <w:shd w:val="clear" w:color="auto" w:fill="auto"/>
          </w:tcPr>
          <w:p w14:paraId="6BC50B72" w14:textId="77777777" w:rsidR="00F75CA5" w:rsidRPr="00F75CA5" w:rsidRDefault="00F75CA5" w:rsidP="00FB053A">
            <w:pPr>
              <w:pStyle w:val="Tabulka"/>
              <w:cnfStyle w:val="000000000000" w:firstRow="0" w:lastRow="0" w:firstColumn="0" w:lastColumn="0" w:oddVBand="0" w:evenVBand="0" w:oddHBand="0" w:evenHBand="0" w:firstRowFirstColumn="0" w:firstRowLastColumn="0" w:lastRowFirstColumn="0" w:lastRowLastColumn="0"/>
              <w:rPr>
                <w:sz w:val="18"/>
              </w:rPr>
            </w:pPr>
            <w:r w:rsidRPr="00F75CA5">
              <w:rPr>
                <w:sz w:val="18"/>
              </w:rPr>
              <w:t>Nerudova 773/1, 779 00 Olomouc</w:t>
            </w:r>
          </w:p>
        </w:tc>
      </w:tr>
      <w:tr w:rsidR="00F75CA5" w:rsidRPr="00F75CA5" w14:paraId="299001FD"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372EEC9" w14:textId="77777777" w:rsidR="00F75CA5" w:rsidRPr="00F75CA5" w:rsidRDefault="00F75CA5" w:rsidP="00FB053A">
            <w:pPr>
              <w:pStyle w:val="Tabulka"/>
              <w:rPr>
                <w:sz w:val="18"/>
              </w:rPr>
            </w:pPr>
            <w:r w:rsidRPr="00F75CA5">
              <w:rPr>
                <w:sz w:val="18"/>
              </w:rPr>
              <w:t>E-mail</w:t>
            </w:r>
          </w:p>
        </w:tc>
        <w:tc>
          <w:tcPr>
            <w:tcW w:w="5812" w:type="dxa"/>
            <w:shd w:val="clear" w:color="auto" w:fill="auto"/>
          </w:tcPr>
          <w:p w14:paraId="5B3F6199" w14:textId="1378BC12" w:rsidR="00F75CA5" w:rsidRPr="008D4BBB" w:rsidRDefault="00A0519B" w:rsidP="00FB053A">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8D4BBB" w:rsidRPr="008D4BBB">
                <w:rPr>
                  <w:rStyle w:val="Hypertextovodkaz"/>
                  <w:noProof w:val="0"/>
                  <w:sz w:val="18"/>
                </w:rPr>
                <w:t>Volfova@spravazeleznic.cz</w:t>
              </w:r>
            </w:hyperlink>
            <w:r w:rsidR="00F75CA5" w:rsidRPr="008D4BBB">
              <w:rPr>
                <w:sz w:val="18"/>
              </w:rPr>
              <w:t xml:space="preserve">   </w:t>
            </w:r>
          </w:p>
        </w:tc>
      </w:tr>
      <w:tr w:rsidR="00F75CA5" w:rsidRPr="00F75CA5" w14:paraId="6A68B810"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A90926" w14:textId="77777777" w:rsidR="00F75CA5" w:rsidRPr="00F75CA5" w:rsidRDefault="00F75CA5" w:rsidP="00FB053A">
            <w:pPr>
              <w:pStyle w:val="Tabulka"/>
              <w:rPr>
                <w:sz w:val="18"/>
              </w:rPr>
            </w:pPr>
            <w:r w:rsidRPr="00F75CA5">
              <w:rPr>
                <w:sz w:val="18"/>
              </w:rPr>
              <w:t>Telefon</w:t>
            </w:r>
          </w:p>
        </w:tc>
        <w:tc>
          <w:tcPr>
            <w:tcW w:w="5812" w:type="dxa"/>
            <w:shd w:val="clear" w:color="auto" w:fill="auto"/>
          </w:tcPr>
          <w:p w14:paraId="33D0C029" w14:textId="07A159AB" w:rsidR="00F75CA5" w:rsidRPr="00F75CA5" w:rsidRDefault="00F75CA5" w:rsidP="00FB053A">
            <w:pPr>
              <w:pStyle w:val="Tabulka"/>
              <w:cnfStyle w:val="000000000000" w:firstRow="0" w:lastRow="0" w:firstColumn="0" w:lastColumn="0" w:oddVBand="0" w:evenVBand="0" w:oddHBand="0" w:evenHBand="0" w:firstRowFirstColumn="0" w:firstRowLastColumn="0" w:lastRowFirstColumn="0" w:lastRowLastColumn="0"/>
              <w:rPr>
                <w:sz w:val="18"/>
              </w:rPr>
            </w:pPr>
            <w:r w:rsidRPr="00F75CA5">
              <w:rPr>
                <w:sz w:val="18"/>
              </w:rPr>
              <w:t>+420 72</w:t>
            </w:r>
            <w:r w:rsidR="008D4BBB">
              <w:rPr>
                <w:sz w:val="18"/>
              </w:rPr>
              <w:t>5</w:t>
            </w:r>
            <w:r w:rsidRPr="00F75CA5">
              <w:rPr>
                <w:sz w:val="18"/>
              </w:rPr>
              <w:t> </w:t>
            </w:r>
            <w:r w:rsidR="008D4BBB" w:rsidRPr="008D4BBB">
              <w:rPr>
                <w:sz w:val="18"/>
              </w:rPr>
              <w:t>915</w:t>
            </w:r>
            <w:r w:rsidRPr="008D4BBB">
              <w:rPr>
                <w:sz w:val="18"/>
              </w:rPr>
              <w:t xml:space="preserve"> </w:t>
            </w:r>
            <w:r w:rsidR="008D4BBB" w:rsidRPr="008D4BBB">
              <w:rPr>
                <w:sz w:val="18"/>
              </w:rPr>
              <w:t>943</w:t>
            </w:r>
          </w:p>
        </w:tc>
      </w:tr>
    </w:tbl>
    <w:p w14:paraId="4E6A2F7A" w14:textId="77777777" w:rsidR="00F75CA5" w:rsidRPr="00F75CA5" w:rsidRDefault="00F75CA5" w:rsidP="00F75CA5">
      <w:pPr>
        <w:pStyle w:val="Textbezodsazen"/>
      </w:pPr>
    </w:p>
    <w:p w14:paraId="5AAC4A36" w14:textId="3E327B92" w:rsidR="00F75CA5" w:rsidRPr="00F75CA5" w:rsidRDefault="00F75CA5" w:rsidP="00F75CA5">
      <w:pPr>
        <w:pStyle w:val="Nadpistabulky"/>
        <w:rPr>
          <w:rFonts w:asciiTheme="minorHAnsi" w:hAnsiTheme="minorHAnsi"/>
          <w:sz w:val="18"/>
          <w:szCs w:val="18"/>
        </w:rPr>
      </w:pPr>
      <w:r w:rsidRPr="00F75CA5">
        <w:rPr>
          <w:rFonts w:asciiTheme="minorHAnsi" w:hAnsiTheme="minorHAnsi"/>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F75CA5" w:rsidRPr="00F75CA5" w14:paraId="00A15662" w14:textId="77777777" w:rsidTr="00FB053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A7F33A" w14:textId="77777777" w:rsidR="00F75CA5" w:rsidRPr="00F75CA5" w:rsidRDefault="00F75CA5" w:rsidP="00FB053A">
            <w:pPr>
              <w:pStyle w:val="Tabulka"/>
              <w:rPr>
                <w:rStyle w:val="Nadpisvtabulce"/>
              </w:rPr>
            </w:pPr>
            <w:r w:rsidRPr="00F75CA5">
              <w:rPr>
                <w:rStyle w:val="Nadpisvtabulce"/>
              </w:rPr>
              <w:t>Jméno a příjmení</w:t>
            </w:r>
          </w:p>
        </w:tc>
        <w:tc>
          <w:tcPr>
            <w:tcW w:w="5812" w:type="dxa"/>
            <w:shd w:val="clear" w:color="auto" w:fill="auto"/>
          </w:tcPr>
          <w:p w14:paraId="2C2ACA58" w14:textId="31298518" w:rsidR="00F75CA5" w:rsidRPr="00F75CA5" w:rsidRDefault="00F75CA5" w:rsidP="00FB053A">
            <w:pPr>
              <w:pStyle w:val="Tabulka"/>
              <w:cnfStyle w:val="100000000000" w:firstRow="1" w:lastRow="0" w:firstColumn="0" w:lastColumn="0" w:oddVBand="0" w:evenVBand="0" w:oddHBand="0" w:evenHBand="0" w:firstRowFirstColumn="0" w:firstRowLastColumn="0" w:lastRowFirstColumn="0" w:lastRowLastColumn="0"/>
              <w:rPr>
                <w:sz w:val="18"/>
              </w:rPr>
            </w:pPr>
            <w:r w:rsidRPr="00F75CA5">
              <w:rPr>
                <w:sz w:val="18"/>
              </w:rPr>
              <w:t xml:space="preserve">Ing. </w:t>
            </w:r>
            <w:r w:rsidR="008D4BBB" w:rsidRPr="008D4BBB">
              <w:rPr>
                <w:sz w:val="18"/>
              </w:rPr>
              <w:t>Jiří Grečnár</w:t>
            </w:r>
          </w:p>
        </w:tc>
      </w:tr>
      <w:tr w:rsidR="00F75CA5" w:rsidRPr="00F75CA5" w14:paraId="79E4CC5F"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7B9ADC" w14:textId="77777777" w:rsidR="00F75CA5" w:rsidRPr="00F75CA5" w:rsidRDefault="00F75CA5" w:rsidP="00FB053A">
            <w:pPr>
              <w:pStyle w:val="Tabulka"/>
              <w:rPr>
                <w:sz w:val="18"/>
              </w:rPr>
            </w:pPr>
            <w:r w:rsidRPr="00F75CA5">
              <w:rPr>
                <w:sz w:val="18"/>
              </w:rPr>
              <w:t>Adresa</w:t>
            </w:r>
          </w:p>
        </w:tc>
        <w:tc>
          <w:tcPr>
            <w:tcW w:w="5812" w:type="dxa"/>
            <w:shd w:val="clear" w:color="auto" w:fill="auto"/>
          </w:tcPr>
          <w:p w14:paraId="55E9801D" w14:textId="28871613" w:rsidR="00F75CA5" w:rsidRPr="00F75CA5" w:rsidRDefault="008D4BBB" w:rsidP="00FB053A">
            <w:pPr>
              <w:pStyle w:val="Tabulka"/>
              <w:cnfStyle w:val="000000000000" w:firstRow="0" w:lastRow="0" w:firstColumn="0" w:lastColumn="0" w:oddVBand="0" w:evenVBand="0" w:oddHBand="0" w:evenHBand="0" w:firstRowFirstColumn="0" w:firstRowLastColumn="0" w:lastRowFirstColumn="0" w:lastRowLastColumn="0"/>
              <w:rPr>
                <w:sz w:val="18"/>
              </w:rPr>
            </w:pPr>
            <w:r w:rsidRPr="00F75CA5">
              <w:rPr>
                <w:sz w:val="18"/>
              </w:rPr>
              <w:t>Nerudova 773/1, 779 00 Olomouc</w:t>
            </w:r>
          </w:p>
        </w:tc>
      </w:tr>
      <w:tr w:rsidR="00F75CA5" w:rsidRPr="00F75CA5" w14:paraId="60934DB4"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8151AB" w14:textId="77777777" w:rsidR="00F75CA5" w:rsidRPr="00F75CA5" w:rsidRDefault="00F75CA5" w:rsidP="00FB053A">
            <w:pPr>
              <w:pStyle w:val="Tabulka"/>
              <w:rPr>
                <w:sz w:val="18"/>
              </w:rPr>
            </w:pPr>
            <w:r w:rsidRPr="00F75CA5">
              <w:rPr>
                <w:sz w:val="18"/>
              </w:rPr>
              <w:t>E-mail</w:t>
            </w:r>
          </w:p>
        </w:tc>
        <w:tc>
          <w:tcPr>
            <w:tcW w:w="5812" w:type="dxa"/>
            <w:shd w:val="clear" w:color="auto" w:fill="auto"/>
          </w:tcPr>
          <w:p w14:paraId="51270262" w14:textId="17C44996" w:rsidR="00F75CA5" w:rsidRPr="00F75CA5" w:rsidRDefault="008D4BBB" w:rsidP="00FB053A">
            <w:pPr>
              <w:pStyle w:val="Tabulka"/>
              <w:cnfStyle w:val="000000000000" w:firstRow="0" w:lastRow="0" w:firstColumn="0" w:lastColumn="0" w:oddVBand="0" w:evenVBand="0" w:oddHBand="0" w:evenHBand="0" w:firstRowFirstColumn="0" w:firstRowLastColumn="0" w:lastRowFirstColumn="0" w:lastRowLastColumn="0"/>
              <w:rPr>
                <w:sz w:val="18"/>
              </w:rPr>
            </w:pPr>
            <w:r>
              <w:rPr>
                <w:rStyle w:val="Hypertextovodkaz"/>
                <w:sz w:val="18"/>
              </w:rPr>
              <w:t>GrecnarJ</w:t>
            </w:r>
            <w:r w:rsidR="00F75CA5" w:rsidRPr="00F75CA5">
              <w:rPr>
                <w:rStyle w:val="Hypertextovodkaz"/>
                <w:sz w:val="18"/>
              </w:rPr>
              <w:t>@spravazeleznic.cz</w:t>
            </w:r>
          </w:p>
        </w:tc>
      </w:tr>
      <w:tr w:rsidR="00F75CA5" w:rsidRPr="00F75CA5" w14:paraId="6BB7C095" w14:textId="77777777" w:rsidTr="00FB053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18E602" w14:textId="77777777" w:rsidR="00F75CA5" w:rsidRPr="00F75CA5" w:rsidRDefault="00F75CA5" w:rsidP="00FB053A">
            <w:pPr>
              <w:pStyle w:val="Tabulka"/>
              <w:rPr>
                <w:sz w:val="18"/>
              </w:rPr>
            </w:pPr>
            <w:r w:rsidRPr="00F75CA5">
              <w:rPr>
                <w:sz w:val="18"/>
              </w:rPr>
              <w:t>Telefon</w:t>
            </w:r>
          </w:p>
        </w:tc>
        <w:tc>
          <w:tcPr>
            <w:tcW w:w="5812" w:type="dxa"/>
            <w:shd w:val="clear" w:color="auto" w:fill="auto"/>
          </w:tcPr>
          <w:p w14:paraId="6C3C989D" w14:textId="61D11C3D" w:rsidR="00F75CA5" w:rsidRPr="00F75CA5" w:rsidRDefault="00F75CA5" w:rsidP="00FB053A">
            <w:pPr>
              <w:pStyle w:val="Tabulka"/>
              <w:cnfStyle w:val="000000000000" w:firstRow="0" w:lastRow="0" w:firstColumn="0" w:lastColumn="0" w:oddVBand="0" w:evenVBand="0" w:oddHBand="0" w:evenHBand="0" w:firstRowFirstColumn="0" w:firstRowLastColumn="0" w:lastRowFirstColumn="0" w:lastRowLastColumn="0"/>
              <w:rPr>
                <w:sz w:val="18"/>
              </w:rPr>
            </w:pPr>
            <w:r w:rsidRPr="00F75CA5">
              <w:rPr>
                <w:sz w:val="18"/>
              </w:rPr>
              <w:t>+420 </w:t>
            </w:r>
            <w:r w:rsidRPr="008D4BBB">
              <w:rPr>
                <w:sz w:val="18"/>
              </w:rPr>
              <w:t>7</w:t>
            </w:r>
            <w:r w:rsidR="008D4BBB" w:rsidRPr="008D4BBB">
              <w:rPr>
                <w:sz w:val="18"/>
              </w:rPr>
              <w:t>27</w:t>
            </w:r>
            <w:r w:rsidRPr="008D4BBB">
              <w:rPr>
                <w:sz w:val="18"/>
              </w:rPr>
              <w:t> 98</w:t>
            </w:r>
            <w:r w:rsidR="008D4BBB" w:rsidRPr="008D4BBB">
              <w:rPr>
                <w:sz w:val="18"/>
              </w:rPr>
              <w:t>3</w:t>
            </w:r>
            <w:r w:rsidRPr="008D4BBB">
              <w:rPr>
                <w:sz w:val="18"/>
              </w:rPr>
              <w:t xml:space="preserve"> 6</w:t>
            </w:r>
            <w:r w:rsidR="008D4BBB" w:rsidRPr="008D4BBB">
              <w:rPr>
                <w:sz w:val="18"/>
              </w:rPr>
              <w:t>20</w:t>
            </w:r>
          </w:p>
        </w:tc>
      </w:tr>
    </w:tbl>
    <w:p w14:paraId="6A90C156" w14:textId="77777777" w:rsidR="008D4BBB" w:rsidRDefault="008D4BBB" w:rsidP="008D4BBB">
      <w:pPr>
        <w:pStyle w:val="Textbezodsazen"/>
      </w:pPr>
    </w:p>
    <w:p w14:paraId="4E55FBA6" w14:textId="77777777" w:rsidR="008D4BBB" w:rsidRPr="00F95FBD" w:rsidRDefault="008D4BBB" w:rsidP="008D4BBB">
      <w:pPr>
        <w:pStyle w:val="Nadpistabulky"/>
        <w:rPr>
          <w:rFonts w:asciiTheme="minorHAnsi" w:hAnsiTheme="minorHAnsi"/>
          <w:sz w:val="18"/>
          <w:szCs w:val="18"/>
        </w:rPr>
      </w:pPr>
      <w:r>
        <w:rPr>
          <w:rFonts w:asciiTheme="minorHAnsi" w:hAnsiTheme="minorHAnsi"/>
          <w:sz w:val="18"/>
          <w:szCs w:val="18"/>
        </w:rPr>
        <w:t>Správce stavby</w:t>
      </w:r>
    </w:p>
    <w:tbl>
      <w:tblPr>
        <w:tblStyle w:val="Mkatabulky"/>
        <w:tblW w:w="8868" w:type="dxa"/>
        <w:tblLook w:val="04A0" w:firstRow="1" w:lastRow="0" w:firstColumn="1" w:lastColumn="0" w:noHBand="0" w:noVBand="1"/>
      </w:tblPr>
      <w:tblGrid>
        <w:gridCol w:w="3056"/>
        <w:gridCol w:w="5812"/>
      </w:tblGrid>
      <w:tr w:rsidR="008D4BBB" w:rsidRPr="00F95FBD" w14:paraId="711640D9" w14:textId="77777777" w:rsidTr="00271F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A3EF5D" w14:textId="77777777" w:rsidR="008D4BBB" w:rsidRPr="00F95FBD" w:rsidRDefault="008D4BBB" w:rsidP="00271FC6">
            <w:pPr>
              <w:pStyle w:val="Tabulka"/>
              <w:rPr>
                <w:rStyle w:val="Nadpisvtabulce"/>
                <w:b w:val="0"/>
              </w:rPr>
            </w:pPr>
            <w:r w:rsidRPr="00F95FBD">
              <w:rPr>
                <w:rStyle w:val="Nadpisvtabulce"/>
                <w:b w:val="0"/>
              </w:rPr>
              <w:t>Jméno a příjmení</w:t>
            </w:r>
          </w:p>
        </w:tc>
        <w:tc>
          <w:tcPr>
            <w:tcW w:w="5812" w:type="dxa"/>
          </w:tcPr>
          <w:p w14:paraId="53229761" w14:textId="77777777" w:rsidR="008D4BBB" w:rsidRPr="008D4BBB" w:rsidRDefault="008D4BBB" w:rsidP="00271FC6">
            <w:pPr>
              <w:pStyle w:val="Tabulka"/>
              <w:cnfStyle w:val="100000000000" w:firstRow="1" w:lastRow="0" w:firstColumn="0" w:lastColumn="0" w:oddVBand="0" w:evenVBand="0" w:oddHBand="0" w:evenHBand="0" w:firstRowFirstColumn="0" w:firstRowLastColumn="0" w:lastRowFirstColumn="0" w:lastRowLastColumn="0"/>
              <w:rPr>
                <w:sz w:val="18"/>
              </w:rPr>
            </w:pPr>
            <w:r w:rsidRPr="008D4BBB">
              <w:rPr>
                <w:sz w:val="18"/>
              </w:rPr>
              <w:t>Jiří Wagner</w:t>
            </w:r>
          </w:p>
        </w:tc>
      </w:tr>
      <w:tr w:rsidR="008D4BBB" w:rsidRPr="00F95FBD" w14:paraId="00A28971"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7DC2B226" w14:textId="77777777" w:rsidR="008D4BBB" w:rsidRPr="00F95FBD" w:rsidRDefault="008D4BBB" w:rsidP="00271FC6">
            <w:pPr>
              <w:pStyle w:val="Tabulka"/>
              <w:rPr>
                <w:sz w:val="18"/>
              </w:rPr>
            </w:pPr>
            <w:r w:rsidRPr="00F95FBD">
              <w:rPr>
                <w:sz w:val="18"/>
              </w:rPr>
              <w:t>Adresa</w:t>
            </w:r>
          </w:p>
        </w:tc>
        <w:tc>
          <w:tcPr>
            <w:tcW w:w="5812" w:type="dxa"/>
          </w:tcPr>
          <w:p w14:paraId="31395C9C" w14:textId="77777777" w:rsidR="008D4BBB" w:rsidRPr="008D4BBB" w:rsidRDefault="008D4BBB" w:rsidP="00271FC6">
            <w:pPr>
              <w:pStyle w:val="Tabulka"/>
              <w:cnfStyle w:val="000000000000" w:firstRow="0" w:lastRow="0" w:firstColumn="0" w:lastColumn="0" w:oddVBand="0" w:evenVBand="0" w:oddHBand="0" w:evenHBand="0" w:firstRowFirstColumn="0" w:firstRowLastColumn="0" w:lastRowFirstColumn="0" w:lastRowLastColumn="0"/>
              <w:rPr>
                <w:sz w:val="18"/>
              </w:rPr>
            </w:pPr>
            <w:r w:rsidRPr="008D4BBB">
              <w:rPr>
                <w:sz w:val="18"/>
              </w:rPr>
              <w:t>Nerudova 773/1, 779 00 Olomouc</w:t>
            </w:r>
          </w:p>
        </w:tc>
      </w:tr>
      <w:tr w:rsidR="008D4BBB" w:rsidRPr="00F95FBD" w14:paraId="4DC05119"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767F7370" w14:textId="77777777" w:rsidR="008D4BBB" w:rsidRPr="00F95FBD" w:rsidRDefault="008D4BBB" w:rsidP="00271FC6">
            <w:pPr>
              <w:pStyle w:val="Tabulka"/>
              <w:rPr>
                <w:sz w:val="18"/>
              </w:rPr>
            </w:pPr>
            <w:r w:rsidRPr="00F95FBD">
              <w:rPr>
                <w:sz w:val="18"/>
              </w:rPr>
              <w:t>E-mail</w:t>
            </w:r>
          </w:p>
        </w:tc>
        <w:tc>
          <w:tcPr>
            <w:tcW w:w="5812" w:type="dxa"/>
          </w:tcPr>
          <w:p w14:paraId="127C8328" w14:textId="16EC9A67" w:rsidR="008D4BBB" w:rsidRPr="008D4BBB" w:rsidRDefault="008D4BBB" w:rsidP="00271FC6">
            <w:pPr>
              <w:pStyle w:val="Tabulka"/>
              <w:cnfStyle w:val="000000000000" w:firstRow="0" w:lastRow="0" w:firstColumn="0" w:lastColumn="0" w:oddVBand="0" w:evenVBand="0" w:oddHBand="0" w:evenHBand="0" w:firstRowFirstColumn="0" w:firstRowLastColumn="0" w:lastRowFirstColumn="0" w:lastRowLastColumn="0"/>
              <w:rPr>
                <w:sz w:val="18"/>
              </w:rPr>
            </w:pPr>
            <w:r w:rsidRPr="008D4BBB">
              <w:rPr>
                <w:rStyle w:val="Hypertextovodkaz"/>
                <w:sz w:val="18"/>
              </w:rPr>
              <w:t>Wagner@spravazeleznic.cz</w:t>
            </w:r>
          </w:p>
        </w:tc>
      </w:tr>
      <w:tr w:rsidR="008D4BBB" w:rsidRPr="00F95FBD" w14:paraId="3CD00E8A"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65F4156E" w14:textId="77777777" w:rsidR="008D4BBB" w:rsidRPr="00F95FBD" w:rsidRDefault="008D4BBB" w:rsidP="00271FC6">
            <w:pPr>
              <w:pStyle w:val="Tabulka"/>
              <w:rPr>
                <w:sz w:val="18"/>
              </w:rPr>
            </w:pPr>
            <w:r w:rsidRPr="00F95FBD">
              <w:rPr>
                <w:sz w:val="18"/>
              </w:rPr>
              <w:t>Telefon</w:t>
            </w:r>
          </w:p>
        </w:tc>
        <w:tc>
          <w:tcPr>
            <w:tcW w:w="5812" w:type="dxa"/>
          </w:tcPr>
          <w:p w14:paraId="5FE705A2" w14:textId="77777777" w:rsidR="008D4BBB" w:rsidRPr="008D4BBB" w:rsidRDefault="008D4BBB" w:rsidP="00271FC6">
            <w:pPr>
              <w:pStyle w:val="Tabulka"/>
              <w:cnfStyle w:val="000000000000" w:firstRow="0" w:lastRow="0" w:firstColumn="0" w:lastColumn="0" w:oddVBand="0" w:evenVBand="0" w:oddHBand="0" w:evenHBand="0" w:firstRowFirstColumn="0" w:firstRowLastColumn="0" w:lastRowFirstColumn="0" w:lastRowLastColumn="0"/>
              <w:rPr>
                <w:sz w:val="18"/>
              </w:rPr>
            </w:pPr>
            <w:r w:rsidRPr="008D4BBB">
              <w:rPr>
                <w:sz w:val="18"/>
              </w:rPr>
              <w:t>+420 724 932 297</w:t>
            </w:r>
          </w:p>
        </w:tc>
      </w:tr>
    </w:tbl>
    <w:p w14:paraId="14CA932F" w14:textId="77777777" w:rsidR="008D4BBB" w:rsidRDefault="008D4BBB" w:rsidP="008D4BBB">
      <w:pPr>
        <w:pStyle w:val="Textbezodsazen"/>
      </w:pPr>
    </w:p>
    <w:p w14:paraId="62BF9F5E" w14:textId="77777777" w:rsidR="002038D5" w:rsidRDefault="002038D5" w:rsidP="002038D5">
      <w:pPr>
        <w:pStyle w:val="Textbezodsazen"/>
      </w:pPr>
    </w:p>
    <w:p w14:paraId="6C51B8D5" w14:textId="1DEE3AF9" w:rsidR="006A67D6" w:rsidRPr="00E56550" w:rsidRDefault="006A67D6" w:rsidP="002038D5">
      <w:pPr>
        <w:pStyle w:val="Textbezodsazen"/>
        <w:rPr>
          <w:color w:val="FF0000"/>
          <w:highlight w:val="green"/>
        </w:rPr>
      </w:pPr>
    </w:p>
    <w:p w14:paraId="162CB280" w14:textId="77777777" w:rsidR="006A67D6" w:rsidRDefault="006A67D6" w:rsidP="002038D5">
      <w:pPr>
        <w:pStyle w:val="Textbezodsazen"/>
      </w:pPr>
    </w:p>
    <w:p w14:paraId="4BC89A5D" w14:textId="77777777" w:rsidR="006A67D6" w:rsidRDefault="006A67D6" w:rsidP="002038D5">
      <w:pPr>
        <w:pStyle w:val="Textbezodsazen"/>
      </w:pPr>
    </w:p>
    <w:p w14:paraId="69D6AEA9" w14:textId="77777777" w:rsidR="006A67D6" w:rsidRDefault="006A67D6" w:rsidP="002038D5">
      <w:pPr>
        <w:pStyle w:val="Textbezodsazen"/>
      </w:pPr>
    </w:p>
    <w:p w14:paraId="6BF7712B" w14:textId="77777777" w:rsidR="006A67D6" w:rsidRDefault="006A67D6" w:rsidP="002038D5">
      <w:pPr>
        <w:pStyle w:val="Textbezodsazen"/>
      </w:pPr>
    </w:p>
    <w:p w14:paraId="0EBD6E6B" w14:textId="77777777" w:rsidR="006A67D6" w:rsidRDefault="006A67D6" w:rsidP="002038D5">
      <w:pPr>
        <w:pStyle w:val="Textbezodsazen"/>
      </w:pPr>
    </w:p>
    <w:p w14:paraId="1441B2A6" w14:textId="77777777" w:rsidR="006A67D6" w:rsidRDefault="006A67D6" w:rsidP="002038D5">
      <w:pPr>
        <w:pStyle w:val="Textbezodsazen"/>
      </w:pPr>
    </w:p>
    <w:p w14:paraId="376F517D" w14:textId="77777777" w:rsidR="006A67D6" w:rsidRDefault="006A67D6" w:rsidP="002038D5">
      <w:pPr>
        <w:pStyle w:val="Textbezodsazen"/>
      </w:pPr>
    </w:p>
    <w:p w14:paraId="4495F151" w14:textId="77777777" w:rsidR="00EC707C" w:rsidRDefault="00EC707C" w:rsidP="00EC707C">
      <w:pPr>
        <w:pStyle w:val="Nadpisbezsl1-2"/>
        <w:tabs>
          <w:tab w:val="left" w:pos="2292"/>
        </w:tabs>
      </w:pPr>
      <w:r>
        <w:lastRenderedPageBreak/>
        <w:t>Za Zhotovitele</w:t>
      </w:r>
      <w:r>
        <w:tab/>
      </w:r>
    </w:p>
    <w:p w14:paraId="47578026" w14:textId="29509136" w:rsidR="00EC707C" w:rsidRPr="00F95FBD" w:rsidRDefault="00EC707C" w:rsidP="00EC707C">
      <w:pPr>
        <w:pStyle w:val="Textbezodsazen"/>
      </w:pPr>
      <w:r w:rsidRPr="00EC707C">
        <w:rPr>
          <w:highlight w:val="yellow"/>
        </w:rPr>
        <w:t>V případě více oprávněných osob pro jednu funkci je třeba upravit počet tabulek podle počtu těchto osob a u osoby oprávněné k jednání za Zhotovitele doplnit text „oprávněn k jednání za Zhotovitele“</w:t>
      </w:r>
    </w:p>
    <w:p w14:paraId="02DC15D7"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Mkatabulky"/>
        <w:tblW w:w="8868" w:type="dxa"/>
        <w:tblLook w:val="04A0" w:firstRow="1" w:lastRow="0" w:firstColumn="1" w:lastColumn="0" w:noHBand="0" w:noVBand="1"/>
      </w:tblPr>
      <w:tblGrid>
        <w:gridCol w:w="3056"/>
        <w:gridCol w:w="5812"/>
      </w:tblGrid>
      <w:tr w:rsidR="002038D5" w:rsidRPr="00F95FBD" w14:paraId="631C106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3E7906"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07B5C39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1D097E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AE15E3" w14:textId="77777777" w:rsidR="002038D5" w:rsidRPr="00F95FBD" w:rsidRDefault="002038D5" w:rsidP="002038D5">
            <w:pPr>
              <w:pStyle w:val="Tabulka"/>
              <w:rPr>
                <w:sz w:val="18"/>
              </w:rPr>
            </w:pPr>
            <w:r w:rsidRPr="00F95FBD">
              <w:rPr>
                <w:sz w:val="18"/>
              </w:rPr>
              <w:t>Adresa</w:t>
            </w:r>
          </w:p>
        </w:tc>
        <w:tc>
          <w:tcPr>
            <w:tcW w:w="5812" w:type="dxa"/>
          </w:tcPr>
          <w:p w14:paraId="1F8A70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F80C5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4B30C5" w14:textId="77777777" w:rsidR="002038D5" w:rsidRPr="00F95FBD" w:rsidRDefault="002038D5" w:rsidP="002038D5">
            <w:pPr>
              <w:pStyle w:val="Tabulka"/>
              <w:rPr>
                <w:sz w:val="18"/>
              </w:rPr>
            </w:pPr>
            <w:r w:rsidRPr="00F95FBD">
              <w:rPr>
                <w:sz w:val="18"/>
              </w:rPr>
              <w:t>E-mail</w:t>
            </w:r>
          </w:p>
        </w:tc>
        <w:tc>
          <w:tcPr>
            <w:tcW w:w="5812" w:type="dxa"/>
          </w:tcPr>
          <w:p w14:paraId="2F9A9F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475F20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FD58BE" w14:textId="77777777" w:rsidR="002038D5" w:rsidRPr="00F95FBD" w:rsidRDefault="002038D5" w:rsidP="002038D5">
            <w:pPr>
              <w:pStyle w:val="Tabulka"/>
              <w:rPr>
                <w:sz w:val="18"/>
              </w:rPr>
            </w:pPr>
            <w:r w:rsidRPr="00F95FBD">
              <w:rPr>
                <w:sz w:val="18"/>
              </w:rPr>
              <w:t>Telefon</w:t>
            </w:r>
          </w:p>
        </w:tc>
        <w:tc>
          <w:tcPr>
            <w:tcW w:w="5812" w:type="dxa"/>
          </w:tcPr>
          <w:p w14:paraId="6142384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BD2E881" w14:textId="77777777" w:rsidR="002038D5" w:rsidRPr="00F95FBD" w:rsidRDefault="002038D5" w:rsidP="002038D5">
      <w:pPr>
        <w:pStyle w:val="Textbezodsazen"/>
      </w:pPr>
    </w:p>
    <w:p w14:paraId="652EA7A1"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Mkatabulky"/>
        <w:tblW w:w="8868" w:type="dxa"/>
        <w:tblLook w:val="04A0" w:firstRow="1" w:lastRow="0" w:firstColumn="1" w:lastColumn="0" w:noHBand="0" w:noVBand="1"/>
      </w:tblPr>
      <w:tblGrid>
        <w:gridCol w:w="3056"/>
        <w:gridCol w:w="5812"/>
      </w:tblGrid>
      <w:tr w:rsidR="002038D5" w:rsidRPr="00F95FBD" w14:paraId="4CD6C18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E1B49D"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72DABECD"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w:t>
            </w:r>
            <w:proofErr w:type="gramStart"/>
            <w:r w:rsidRPr="00F95FBD">
              <w:rPr>
                <w:b/>
                <w:sz w:val="18"/>
                <w:highlight w:val="yellow"/>
              </w:rPr>
              <w:t>VLOŽÍ</w:t>
            </w:r>
            <w:proofErr w:type="gramEnd"/>
            <w:r w:rsidRPr="00F95FBD">
              <w:rPr>
                <w:b/>
                <w:sz w:val="18"/>
                <w:highlight w:val="yellow"/>
              </w:rPr>
              <w:t xml:space="preserve"> ZHTOVITEL]</w:t>
            </w:r>
          </w:p>
        </w:tc>
      </w:tr>
      <w:tr w:rsidR="002038D5" w:rsidRPr="00F95FBD" w14:paraId="4B876E9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5CAFFAE" w14:textId="77777777" w:rsidR="002038D5" w:rsidRPr="00F95FBD" w:rsidRDefault="002038D5" w:rsidP="00F762A8">
            <w:pPr>
              <w:pStyle w:val="Tabulka"/>
              <w:keepNext/>
              <w:rPr>
                <w:sz w:val="18"/>
              </w:rPr>
            </w:pPr>
            <w:r w:rsidRPr="00F95FBD">
              <w:rPr>
                <w:sz w:val="18"/>
              </w:rPr>
              <w:t>Adresa</w:t>
            </w:r>
          </w:p>
        </w:tc>
        <w:tc>
          <w:tcPr>
            <w:tcW w:w="5812" w:type="dxa"/>
          </w:tcPr>
          <w:p w14:paraId="37BF936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2113F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A9DD2A" w14:textId="77777777" w:rsidR="002038D5" w:rsidRPr="00F95FBD" w:rsidRDefault="002038D5" w:rsidP="00F762A8">
            <w:pPr>
              <w:pStyle w:val="Tabulka"/>
              <w:keepNext/>
              <w:rPr>
                <w:sz w:val="18"/>
              </w:rPr>
            </w:pPr>
            <w:r w:rsidRPr="00F95FBD">
              <w:rPr>
                <w:sz w:val="18"/>
              </w:rPr>
              <w:t>E-mail</w:t>
            </w:r>
          </w:p>
        </w:tc>
        <w:tc>
          <w:tcPr>
            <w:tcW w:w="5812" w:type="dxa"/>
          </w:tcPr>
          <w:p w14:paraId="00964CF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915A3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74D9FD5" w14:textId="77777777" w:rsidR="002038D5" w:rsidRPr="00F95FBD" w:rsidRDefault="002038D5" w:rsidP="00165977">
            <w:pPr>
              <w:pStyle w:val="Tabulka"/>
              <w:rPr>
                <w:sz w:val="18"/>
              </w:rPr>
            </w:pPr>
            <w:r w:rsidRPr="00F95FBD">
              <w:rPr>
                <w:sz w:val="18"/>
              </w:rPr>
              <w:t>Telefon</w:t>
            </w:r>
          </w:p>
        </w:tc>
        <w:tc>
          <w:tcPr>
            <w:tcW w:w="5812" w:type="dxa"/>
          </w:tcPr>
          <w:p w14:paraId="17F97B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9A36508" w14:textId="77777777" w:rsidR="005D54C0" w:rsidRDefault="005D54C0" w:rsidP="005D54C0">
      <w:pPr>
        <w:pStyle w:val="Tabulka"/>
      </w:pPr>
    </w:p>
    <w:p w14:paraId="7C67A1CB" w14:textId="77777777" w:rsidR="005D54C0" w:rsidRPr="00F7206F" w:rsidRDefault="005D54C0" w:rsidP="005D54C0">
      <w:pPr>
        <w:pStyle w:val="Nadpistabulky"/>
        <w:rPr>
          <w:sz w:val="18"/>
          <w:szCs w:val="18"/>
        </w:rPr>
      </w:pPr>
      <w:r w:rsidRPr="00F7206F">
        <w:rPr>
          <w:sz w:val="18"/>
          <w:szCs w:val="18"/>
        </w:rPr>
        <w:t>Vedoucí TPI</w:t>
      </w:r>
    </w:p>
    <w:tbl>
      <w:tblPr>
        <w:tblStyle w:val="Mkatabulky"/>
        <w:tblW w:w="8868" w:type="dxa"/>
        <w:tblLook w:val="04A0" w:firstRow="1" w:lastRow="0" w:firstColumn="1" w:lastColumn="0" w:noHBand="0" w:noVBand="1"/>
      </w:tblPr>
      <w:tblGrid>
        <w:gridCol w:w="3056"/>
        <w:gridCol w:w="5812"/>
      </w:tblGrid>
      <w:tr w:rsidR="005D54C0" w:rsidRPr="00047B05" w14:paraId="5AB02C91" w14:textId="77777777" w:rsidTr="00271F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B6EA4C" w14:textId="77777777" w:rsidR="005D54C0" w:rsidRPr="00F7206F" w:rsidRDefault="005D54C0" w:rsidP="00271FC6">
            <w:pPr>
              <w:pStyle w:val="Tabulka"/>
              <w:rPr>
                <w:rStyle w:val="Nadpisvtabulce"/>
              </w:rPr>
            </w:pPr>
            <w:r w:rsidRPr="00F7206F">
              <w:rPr>
                <w:rStyle w:val="Nadpisvtabulce"/>
              </w:rPr>
              <w:t>Jméno a příjmení</w:t>
            </w:r>
          </w:p>
        </w:tc>
        <w:tc>
          <w:tcPr>
            <w:tcW w:w="5812" w:type="dxa"/>
          </w:tcPr>
          <w:p w14:paraId="3A4741B2" w14:textId="77777777" w:rsidR="005D54C0" w:rsidRPr="00047B05" w:rsidRDefault="005D54C0" w:rsidP="00271FC6">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ZHTOVITEL]</w:t>
            </w:r>
          </w:p>
        </w:tc>
      </w:tr>
      <w:tr w:rsidR="005D54C0" w:rsidRPr="00047B05" w14:paraId="15BF9DA8"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33AAADE3" w14:textId="77777777" w:rsidR="005D54C0" w:rsidRPr="00F7206F" w:rsidRDefault="005D54C0" w:rsidP="00271FC6">
            <w:pPr>
              <w:pStyle w:val="Tabulka"/>
              <w:rPr>
                <w:sz w:val="18"/>
              </w:rPr>
            </w:pPr>
            <w:r w:rsidRPr="00F7206F">
              <w:rPr>
                <w:sz w:val="18"/>
              </w:rPr>
              <w:t>Adresa</w:t>
            </w:r>
          </w:p>
        </w:tc>
        <w:tc>
          <w:tcPr>
            <w:tcW w:w="5812" w:type="dxa"/>
          </w:tcPr>
          <w:p w14:paraId="35DDB6EE"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5D54C0" w:rsidRPr="00047B05" w14:paraId="0EB3229C"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730FFDA9" w14:textId="77777777" w:rsidR="005D54C0" w:rsidRPr="00F7206F" w:rsidRDefault="005D54C0" w:rsidP="00271FC6">
            <w:pPr>
              <w:pStyle w:val="Tabulka"/>
              <w:rPr>
                <w:sz w:val="18"/>
              </w:rPr>
            </w:pPr>
            <w:r w:rsidRPr="00F7206F">
              <w:rPr>
                <w:sz w:val="18"/>
              </w:rPr>
              <w:t>E-mail</w:t>
            </w:r>
          </w:p>
        </w:tc>
        <w:tc>
          <w:tcPr>
            <w:tcW w:w="5812" w:type="dxa"/>
          </w:tcPr>
          <w:p w14:paraId="47832F1C"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5D54C0" w:rsidRPr="00047B05" w14:paraId="61AF3864"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0943818F" w14:textId="77777777" w:rsidR="005D54C0" w:rsidRPr="00F7206F" w:rsidRDefault="005D54C0" w:rsidP="00271FC6">
            <w:pPr>
              <w:pStyle w:val="Tabulka"/>
              <w:rPr>
                <w:sz w:val="18"/>
              </w:rPr>
            </w:pPr>
            <w:r w:rsidRPr="00F7206F">
              <w:rPr>
                <w:sz w:val="18"/>
              </w:rPr>
              <w:t>Telefon</w:t>
            </w:r>
          </w:p>
        </w:tc>
        <w:tc>
          <w:tcPr>
            <w:tcW w:w="5812" w:type="dxa"/>
          </w:tcPr>
          <w:p w14:paraId="7DCDF7FA"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6E2C6A4A" w14:textId="77777777" w:rsidR="005D54C0" w:rsidRDefault="005D54C0" w:rsidP="005D54C0">
      <w:pPr>
        <w:pStyle w:val="Textbezodsazen"/>
      </w:pPr>
    </w:p>
    <w:p w14:paraId="38F686F4" w14:textId="77777777" w:rsidR="005D54C0" w:rsidRPr="00F7206F" w:rsidRDefault="005D54C0" w:rsidP="005D54C0">
      <w:pPr>
        <w:pStyle w:val="Nadpistabulky"/>
        <w:rPr>
          <w:sz w:val="18"/>
          <w:szCs w:val="18"/>
        </w:rPr>
      </w:pPr>
      <w:r w:rsidRPr="00F7206F">
        <w:rPr>
          <w:sz w:val="18"/>
          <w:szCs w:val="18"/>
        </w:rPr>
        <w:t>Zástupce vedoucího TPI</w:t>
      </w:r>
    </w:p>
    <w:tbl>
      <w:tblPr>
        <w:tblStyle w:val="Mkatabulky"/>
        <w:tblW w:w="8868" w:type="dxa"/>
        <w:tblLook w:val="04A0" w:firstRow="1" w:lastRow="0" w:firstColumn="1" w:lastColumn="0" w:noHBand="0" w:noVBand="1"/>
      </w:tblPr>
      <w:tblGrid>
        <w:gridCol w:w="3056"/>
        <w:gridCol w:w="5812"/>
      </w:tblGrid>
      <w:tr w:rsidR="005D54C0" w:rsidRPr="00047B05" w14:paraId="1FDC01DA" w14:textId="77777777" w:rsidTr="00271F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A41209" w14:textId="77777777" w:rsidR="005D54C0" w:rsidRPr="00F7206F" w:rsidRDefault="005D54C0" w:rsidP="00271FC6">
            <w:pPr>
              <w:pStyle w:val="Tabulka"/>
              <w:rPr>
                <w:rStyle w:val="Nadpisvtabulce"/>
              </w:rPr>
            </w:pPr>
            <w:r w:rsidRPr="00F7206F">
              <w:rPr>
                <w:rStyle w:val="Nadpisvtabulce"/>
              </w:rPr>
              <w:t>Jméno a příjmení</w:t>
            </w:r>
          </w:p>
        </w:tc>
        <w:tc>
          <w:tcPr>
            <w:tcW w:w="5812" w:type="dxa"/>
          </w:tcPr>
          <w:p w14:paraId="0554C37B" w14:textId="77777777" w:rsidR="005D54C0" w:rsidRPr="00047B05" w:rsidRDefault="005D54C0" w:rsidP="00271FC6">
            <w:pPr>
              <w:pStyle w:val="Tabulka"/>
              <w:cnfStyle w:val="100000000000" w:firstRow="1" w:lastRow="0" w:firstColumn="0" w:lastColumn="0" w:oddVBand="0" w:evenVBand="0" w:oddHBand="0" w:evenHBand="0" w:firstRowFirstColumn="0" w:firstRowLastColumn="0" w:lastRowFirstColumn="0" w:lastRowLastColumn="0"/>
              <w:rPr>
                <w:b/>
                <w:sz w:val="18"/>
                <w:highlight w:val="yellow"/>
              </w:rPr>
            </w:pPr>
            <w:r w:rsidRPr="00047B05">
              <w:rPr>
                <w:b/>
                <w:sz w:val="18"/>
                <w:highlight w:val="yellow"/>
              </w:rPr>
              <w:t>[</w:t>
            </w:r>
            <w:proofErr w:type="gramStart"/>
            <w:r w:rsidRPr="00047B05">
              <w:rPr>
                <w:b/>
                <w:sz w:val="18"/>
                <w:highlight w:val="yellow"/>
              </w:rPr>
              <w:t>VLOŽÍ</w:t>
            </w:r>
            <w:proofErr w:type="gramEnd"/>
            <w:r w:rsidRPr="00047B05">
              <w:rPr>
                <w:b/>
                <w:sz w:val="18"/>
                <w:highlight w:val="yellow"/>
              </w:rPr>
              <w:t xml:space="preserve"> ZHTOVITEL]</w:t>
            </w:r>
          </w:p>
        </w:tc>
      </w:tr>
      <w:tr w:rsidR="005D54C0" w:rsidRPr="00047B05" w14:paraId="178078ED"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563FDC90" w14:textId="77777777" w:rsidR="005D54C0" w:rsidRPr="00F7206F" w:rsidRDefault="005D54C0" w:rsidP="00271FC6">
            <w:pPr>
              <w:pStyle w:val="Tabulka"/>
              <w:rPr>
                <w:sz w:val="18"/>
              </w:rPr>
            </w:pPr>
            <w:r w:rsidRPr="00F7206F">
              <w:rPr>
                <w:sz w:val="18"/>
              </w:rPr>
              <w:t>Adresa</w:t>
            </w:r>
          </w:p>
        </w:tc>
        <w:tc>
          <w:tcPr>
            <w:tcW w:w="5812" w:type="dxa"/>
          </w:tcPr>
          <w:p w14:paraId="6AFD6E61"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5D54C0" w:rsidRPr="00047B05" w14:paraId="6673BF2A"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36ABCEFA" w14:textId="77777777" w:rsidR="005D54C0" w:rsidRPr="00F7206F" w:rsidRDefault="005D54C0" w:rsidP="00271FC6">
            <w:pPr>
              <w:pStyle w:val="Tabulka"/>
              <w:rPr>
                <w:sz w:val="18"/>
              </w:rPr>
            </w:pPr>
            <w:r w:rsidRPr="00F7206F">
              <w:rPr>
                <w:sz w:val="18"/>
              </w:rPr>
              <w:t>E-mail</w:t>
            </w:r>
          </w:p>
        </w:tc>
        <w:tc>
          <w:tcPr>
            <w:tcW w:w="5812" w:type="dxa"/>
          </w:tcPr>
          <w:p w14:paraId="78300D1B"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r w:rsidR="005D54C0" w:rsidRPr="00047B05" w14:paraId="3AD966BC" w14:textId="77777777" w:rsidTr="00271FC6">
        <w:tc>
          <w:tcPr>
            <w:cnfStyle w:val="001000000000" w:firstRow="0" w:lastRow="0" w:firstColumn="1" w:lastColumn="0" w:oddVBand="0" w:evenVBand="0" w:oddHBand="0" w:evenHBand="0" w:firstRowFirstColumn="0" w:firstRowLastColumn="0" w:lastRowFirstColumn="0" w:lastRowLastColumn="0"/>
            <w:tcW w:w="3056" w:type="dxa"/>
          </w:tcPr>
          <w:p w14:paraId="01799FEE" w14:textId="77777777" w:rsidR="005D54C0" w:rsidRPr="00F7206F" w:rsidRDefault="005D54C0" w:rsidP="00271FC6">
            <w:pPr>
              <w:pStyle w:val="Tabulka"/>
              <w:rPr>
                <w:sz w:val="18"/>
              </w:rPr>
            </w:pPr>
            <w:r w:rsidRPr="00F7206F">
              <w:rPr>
                <w:sz w:val="18"/>
              </w:rPr>
              <w:t>Telefon</w:t>
            </w:r>
          </w:p>
        </w:tc>
        <w:tc>
          <w:tcPr>
            <w:tcW w:w="5812" w:type="dxa"/>
          </w:tcPr>
          <w:p w14:paraId="31F90FA1" w14:textId="77777777" w:rsidR="005D54C0" w:rsidRPr="00047B05" w:rsidRDefault="005D54C0" w:rsidP="00271FC6">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047B05">
              <w:rPr>
                <w:sz w:val="18"/>
                <w:highlight w:val="yellow"/>
              </w:rPr>
              <w:t>[</w:t>
            </w:r>
            <w:proofErr w:type="gramStart"/>
            <w:r w:rsidRPr="00047B05">
              <w:rPr>
                <w:sz w:val="18"/>
                <w:highlight w:val="yellow"/>
              </w:rPr>
              <w:t>VLOŽÍ</w:t>
            </w:r>
            <w:proofErr w:type="gramEnd"/>
            <w:r w:rsidRPr="00047B05">
              <w:rPr>
                <w:sz w:val="18"/>
                <w:highlight w:val="yellow"/>
              </w:rPr>
              <w:t xml:space="preserve"> ZHOTOVITEL]</w:t>
            </w:r>
          </w:p>
        </w:tc>
      </w:tr>
    </w:tbl>
    <w:p w14:paraId="3DF76D2A" w14:textId="77777777" w:rsidR="00B06D17" w:rsidRDefault="00B06D17" w:rsidP="004436EE">
      <w:pPr>
        <w:pStyle w:val="Textbezodsazen"/>
      </w:pPr>
    </w:p>
    <w:p w14:paraId="5823B81A"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6D5AA119" w14:textId="77777777" w:rsidR="004436EE" w:rsidRDefault="004436EE" w:rsidP="004436EE">
      <w:pPr>
        <w:pStyle w:val="Textbezodsazen"/>
      </w:pPr>
    </w:p>
    <w:p w14:paraId="48E32C40"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4E2569F1" w14:textId="77777777" w:rsidR="00EC707C" w:rsidRDefault="00EC707C" w:rsidP="004436EE">
      <w:pPr>
        <w:pStyle w:val="Textbezodsazen"/>
      </w:pPr>
    </w:p>
    <w:p w14:paraId="0C5E2276" w14:textId="77777777" w:rsidR="00EC707C" w:rsidRDefault="00EC707C" w:rsidP="004436EE">
      <w:pPr>
        <w:pStyle w:val="Textbezodsazen"/>
      </w:pPr>
    </w:p>
    <w:p w14:paraId="125CCF87" w14:textId="77777777" w:rsidR="00EC707C" w:rsidRDefault="00EC707C" w:rsidP="004436EE">
      <w:pPr>
        <w:pStyle w:val="Textbezodsazen"/>
      </w:pPr>
    </w:p>
    <w:p w14:paraId="0D922C89" w14:textId="77777777" w:rsidR="00F95FBD" w:rsidRDefault="00F95FBD" w:rsidP="00165977">
      <w:pPr>
        <w:pStyle w:val="Tabulka"/>
      </w:pPr>
    </w:p>
    <w:p w14:paraId="3BC349FA" w14:textId="77777777" w:rsidR="00F95FBD" w:rsidRDefault="00F95FBD" w:rsidP="00165977">
      <w:pPr>
        <w:pStyle w:val="Tabulka"/>
        <w:sectPr w:rsidR="00F95FBD" w:rsidSect="004D09FB">
          <w:headerReference w:type="default" r:id="rId28"/>
          <w:footerReference w:type="default" r:id="rId29"/>
          <w:pgSz w:w="11906" w:h="16838" w:code="9"/>
          <w:pgMar w:top="1049" w:right="1134" w:bottom="1474" w:left="1418" w:header="595" w:footer="624" w:gutter="652"/>
          <w:pgNumType w:start="1"/>
          <w:cols w:space="708"/>
          <w:docGrid w:linePitch="360"/>
        </w:sectPr>
      </w:pPr>
    </w:p>
    <w:p w14:paraId="4DF9DD3A" w14:textId="77777777" w:rsidR="004436EE" w:rsidRDefault="004436EE" w:rsidP="004436EE">
      <w:pPr>
        <w:pStyle w:val="Nadpisbezsl1-1"/>
      </w:pPr>
      <w:r w:rsidRPr="004436EE">
        <w:lastRenderedPageBreak/>
        <w:t>Příloha</w:t>
      </w:r>
      <w:r>
        <w:t xml:space="preserve"> č. 7</w:t>
      </w:r>
    </w:p>
    <w:p w14:paraId="05A8D902" w14:textId="77777777" w:rsidR="004436EE" w:rsidRDefault="004436EE" w:rsidP="004436EE">
      <w:pPr>
        <w:pStyle w:val="Nadpisbezsl1-2"/>
      </w:pPr>
      <w:r>
        <w:t>Seznam požadovaných pojištění</w:t>
      </w:r>
    </w:p>
    <w:p w14:paraId="3999DA8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E611461" w14:textId="77777777" w:rsidR="004436EE" w:rsidRDefault="004436EE" w:rsidP="004436EE">
      <w:pPr>
        <w:pStyle w:val="Textbezodsazen"/>
      </w:pPr>
    </w:p>
    <w:tbl>
      <w:tblPr>
        <w:tblStyle w:val="Mkatabulky"/>
        <w:tblW w:w="0" w:type="auto"/>
        <w:tblLook w:val="04A0" w:firstRow="1" w:lastRow="0" w:firstColumn="1" w:lastColumn="0" w:noHBand="0" w:noVBand="1"/>
      </w:tblPr>
      <w:tblGrid>
        <w:gridCol w:w="4540"/>
        <w:gridCol w:w="4162"/>
      </w:tblGrid>
      <w:tr w:rsidR="004436EE" w:rsidRPr="004436EE" w14:paraId="02CF055B" w14:textId="77777777" w:rsidTr="004436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4D57B4F0" w14:textId="77777777" w:rsidR="004436EE" w:rsidRPr="004436EE" w:rsidRDefault="004436EE" w:rsidP="00964369">
            <w:pPr>
              <w:pStyle w:val="Textbezodsazen"/>
              <w:rPr>
                <w:rStyle w:val="Tun"/>
                <w:sz w:val="18"/>
              </w:rPr>
            </w:pPr>
            <w:r w:rsidRPr="004436EE">
              <w:rPr>
                <w:rStyle w:val="Tun"/>
                <w:sz w:val="18"/>
              </w:rPr>
              <w:t>DRUH POJIŠTĚNÍ</w:t>
            </w:r>
          </w:p>
        </w:tc>
        <w:tc>
          <w:tcPr>
            <w:tcW w:w="4227" w:type="dxa"/>
          </w:tcPr>
          <w:p w14:paraId="38C54403" w14:textId="77777777" w:rsidR="004436EE" w:rsidRPr="004436EE" w:rsidRDefault="004436EE" w:rsidP="00964369">
            <w:pPr>
              <w:pStyle w:val="Textbezodsazen"/>
              <w:cnfStyle w:val="100000000000" w:firstRow="1" w:lastRow="0" w:firstColumn="0" w:lastColumn="0" w:oddVBand="0" w:evenVBand="0" w:oddHBand="0" w:evenHBand="0" w:firstRowFirstColumn="0" w:firstRowLastColumn="0" w:lastRowFirstColumn="0" w:lastRowLastColumn="0"/>
              <w:rPr>
                <w:rStyle w:val="Tun"/>
                <w:sz w:val="18"/>
              </w:rPr>
            </w:pPr>
            <w:r w:rsidRPr="004436EE">
              <w:rPr>
                <w:rStyle w:val="Tun"/>
                <w:sz w:val="18"/>
              </w:rPr>
              <w:t>MINIMÁLNÍ VÝŠE POJISTNÉHO PLNĚNÍ</w:t>
            </w:r>
          </w:p>
        </w:tc>
      </w:tr>
      <w:tr w:rsidR="004436EE" w:rsidRPr="004436EE" w14:paraId="4BB2C337" w14:textId="77777777" w:rsidTr="004436EE">
        <w:tc>
          <w:tcPr>
            <w:cnfStyle w:val="001000000000" w:firstRow="0" w:lastRow="0" w:firstColumn="1" w:lastColumn="0" w:oddVBand="0" w:evenVBand="0" w:oddHBand="0" w:evenHBand="0" w:firstRowFirstColumn="0" w:firstRowLastColumn="0" w:lastRowFirstColumn="0" w:lastRowLastColumn="0"/>
            <w:tcW w:w="4615" w:type="dxa"/>
          </w:tcPr>
          <w:p w14:paraId="5B0D1480" w14:textId="77777777" w:rsidR="004436EE" w:rsidRPr="004436EE" w:rsidRDefault="004436EE" w:rsidP="00964369">
            <w:pPr>
              <w:pStyle w:val="Textbezodsazen"/>
              <w:rPr>
                <w:sz w:val="18"/>
              </w:rPr>
            </w:pPr>
            <w:r w:rsidRPr="004436EE">
              <w:rPr>
                <w:sz w:val="18"/>
              </w:rPr>
              <w:t>Pojištění odpovědnosti za škodu způsobenou Zhotovitelem při výkonu podnikatelské činnosti třetím osobám</w:t>
            </w:r>
          </w:p>
        </w:tc>
        <w:tc>
          <w:tcPr>
            <w:tcW w:w="4227" w:type="dxa"/>
          </w:tcPr>
          <w:p w14:paraId="1FD8654B" w14:textId="3A91F6E2" w:rsidR="004436EE" w:rsidRPr="00251A5A" w:rsidRDefault="000C44B4" w:rsidP="000C44B4">
            <w:pPr>
              <w:pStyle w:val="Textbezodsazen"/>
              <w:cnfStyle w:val="000000000000" w:firstRow="0" w:lastRow="0" w:firstColumn="0" w:lastColumn="0" w:oddVBand="0" w:evenVBand="0" w:oddHBand="0" w:evenHBand="0" w:firstRowFirstColumn="0" w:firstRowLastColumn="0" w:lastRowFirstColumn="0" w:lastRowLastColumn="0"/>
              <w:rPr>
                <w:sz w:val="18"/>
              </w:rPr>
            </w:pPr>
            <w:r w:rsidRPr="000C44B4">
              <w:rPr>
                <w:sz w:val="18"/>
              </w:rPr>
              <w:t>Neuplatní se</w:t>
            </w:r>
            <w:r w:rsidR="00251A5A" w:rsidRPr="00251A5A">
              <w:rPr>
                <w:sz w:val="18"/>
              </w:rPr>
              <w:t xml:space="preserve"> </w:t>
            </w:r>
            <w:r w:rsidR="004436EE" w:rsidRPr="00251A5A">
              <w:rPr>
                <w:sz w:val="18"/>
              </w:rPr>
              <w:t xml:space="preserve"> </w:t>
            </w:r>
          </w:p>
        </w:tc>
      </w:tr>
    </w:tbl>
    <w:p w14:paraId="23F7EE12" w14:textId="77777777" w:rsidR="004436EE" w:rsidRDefault="004436EE" w:rsidP="004436EE">
      <w:pPr>
        <w:pStyle w:val="Textbezodsazen"/>
      </w:pPr>
    </w:p>
    <w:p w14:paraId="18BDF6DA" w14:textId="77777777" w:rsidR="004436EE" w:rsidRDefault="004436EE" w:rsidP="004436EE">
      <w:pPr>
        <w:pStyle w:val="Textbezodsazen"/>
      </w:pPr>
    </w:p>
    <w:p w14:paraId="4AB3D3C0" w14:textId="77777777" w:rsidR="004436EE" w:rsidRPr="004436EE" w:rsidRDefault="004436EE" w:rsidP="00F762A8">
      <w:pPr>
        <w:pStyle w:val="Nadpisbezsl1-1"/>
        <w:rPr>
          <w:b w:val="0"/>
        </w:rPr>
        <w:sectPr w:rsidR="004436EE" w:rsidRPr="004436EE" w:rsidSect="00A21A01">
          <w:headerReference w:type="default" r:id="rId30"/>
          <w:footerReference w:type="default" r:id="rId31"/>
          <w:pgSz w:w="11906" w:h="16838" w:code="9"/>
          <w:pgMar w:top="1049" w:right="1134" w:bottom="1474" w:left="1418" w:header="595" w:footer="624" w:gutter="652"/>
          <w:pgNumType w:start="1"/>
          <w:cols w:space="708"/>
          <w:docGrid w:linePitch="360"/>
        </w:sectPr>
      </w:pPr>
    </w:p>
    <w:p w14:paraId="6FCF3C52" w14:textId="77777777" w:rsidR="00F95FBD" w:rsidRDefault="004436EE" w:rsidP="00F762A8">
      <w:pPr>
        <w:pStyle w:val="Nadpisbezsl1-1"/>
      </w:pPr>
      <w:r>
        <w:lastRenderedPageBreak/>
        <w:t>Příloha č. 8</w:t>
      </w:r>
    </w:p>
    <w:p w14:paraId="7C4A123E" w14:textId="77777777" w:rsidR="00F95FBD" w:rsidRDefault="00F95FBD" w:rsidP="00F762A8">
      <w:pPr>
        <w:pStyle w:val="Nadpisbezsl1-2"/>
      </w:pPr>
      <w:r>
        <w:t>Seznam poddodavatelů</w:t>
      </w:r>
    </w:p>
    <w:p w14:paraId="40AAC97D"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E7F040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30088B7" w14:textId="77777777" w:rsidR="00F95FBD" w:rsidRPr="00F95FBD" w:rsidRDefault="00F95FBD" w:rsidP="00F762A8">
            <w:pPr>
              <w:pStyle w:val="Tabulka"/>
              <w:jc w:val="left"/>
              <w:rPr>
                <w:rStyle w:val="Nadpisvtabulce"/>
              </w:rPr>
            </w:pPr>
            <w:r w:rsidRPr="00F95FBD">
              <w:rPr>
                <w:rStyle w:val="Nadpisvtabulce"/>
              </w:rPr>
              <w:t>Identifikace poddodavatele</w:t>
            </w:r>
          </w:p>
          <w:p w14:paraId="7689B92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1C921EB6" w14:textId="77777777"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14:paraId="2CB0EF7B"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p>
        </w:tc>
        <w:tc>
          <w:tcPr>
            <w:tcW w:w="2957" w:type="dxa"/>
          </w:tcPr>
          <w:p w14:paraId="1AE0007A"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5EB7ED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9CAC48F"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42E35C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4DFC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F95FBD" w:rsidRPr="00F95FBD" w14:paraId="7631FD7B"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66DA092" w14:textId="77777777" w:rsidR="00F95FBD" w:rsidRPr="00F95FBD" w:rsidRDefault="00F95FBD" w:rsidP="003F5723">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6B5F02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5CCB16A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5943F5"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6D64394"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14EB743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7D50CD0"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DF2BBC4"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0290D0EB"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08AB82B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36C27AE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3373B4F1"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41A2B6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3B0059D9"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1783B99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7CB520B7"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78F14848"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5B6EDDFA"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4746A858"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68FFF603"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4BB50A23"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7B52ABB7"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D9284D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F95FBD" w14:paraId="50340188" w14:textId="77777777" w:rsidTr="00964369">
        <w:tc>
          <w:tcPr>
            <w:cnfStyle w:val="001000000000" w:firstRow="0" w:lastRow="0" w:firstColumn="1" w:lastColumn="0" w:oddVBand="0" w:evenVBand="0" w:oddHBand="0" w:evenHBand="0" w:firstRowFirstColumn="0" w:firstRowLastColumn="0" w:lastRowFirstColumn="0" w:lastRowLastColumn="0"/>
            <w:tcW w:w="2774" w:type="dxa"/>
          </w:tcPr>
          <w:p w14:paraId="3E8DC83A" w14:textId="77777777" w:rsidR="004436EE" w:rsidRPr="00F95FBD" w:rsidRDefault="004436EE" w:rsidP="00964369">
            <w:pPr>
              <w:pStyle w:val="Tabulka"/>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3129" w:type="dxa"/>
          </w:tcPr>
          <w:p w14:paraId="60472B91"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c>
          <w:tcPr>
            <w:tcW w:w="2957" w:type="dxa"/>
          </w:tcPr>
          <w:p w14:paraId="255F32FE" w14:textId="77777777" w:rsidR="004436EE" w:rsidRPr="00F95FBD" w:rsidRDefault="004436EE" w:rsidP="00964369">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4436EE" w:rsidRPr="004436EE" w14:paraId="54E195F4" w14:textId="77777777" w:rsidTr="00964369">
        <w:tc>
          <w:tcPr>
            <w:cnfStyle w:val="001000000000" w:firstRow="0" w:lastRow="0" w:firstColumn="1" w:lastColumn="0" w:oddVBand="0" w:evenVBand="0" w:oddHBand="0" w:evenHBand="0" w:firstRowFirstColumn="0" w:firstRowLastColumn="0" w:lastRowFirstColumn="0" w:lastRowLastColumn="0"/>
            <w:tcW w:w="5903" w:type="dxa"/>
            <w:gridSpan w:val="2"/>
          </w:tcPr>
          <w:p w14:paraId="762B8E47" w14:textId="77777777" w:rsidR="004436EE" w:rsidRPr="004436EE" w:rsidRDefault="004436EE" w:rsidP="004436EE">
            <w:pPr>
              <w:pStyle w:val="Tabulka"/>
              <w:jc w:val="right"/>
              <w:rPr>
                <w:rStyle w:val="Tun"/>
                <w:sz w:val="18"/>
              </w:rPr>
            </w:pPr>
            <w:r w:rsidRPr="004436EE">
              <w:rPr>
                <w:rStyle w:val="Tun"/>
                <w:sz w:val="18"/>
              </w:rPr>
              <w:t>CELKEM %</w:t>
            </w:r>
          </w:p>
        </w:tc>
        <w:tc>
          <w:tcPr>
            <w:tcW w:w="2957" w:type="dxa"/>
          </w:tcPr>
          <w:p w14:paraId="7FFE2BC1" w14:textId="77777777" w:rsidR="004436EE" w:rsidRPr="004436EE" w:rsidRDefault="004436EE"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4436EE">
              <w:rPr>
                <w:sz w:val="18"/>
                <w:highlight w:val="yellow"/>
              </w:rPr>
              <w:t>[</w:t>
            </w:r>
            <w:proofErr w:type="gramStart"/>
            <w:r w:rsidRPr="004436EE">
              <w:rPr>
                <w:sz w:val="18"/>
                <w:highlight w:val="yellow"/>
              </w:rPr>
              <w:t>VLOŽÍ</w:t>
            </w:r>
            <w:proofErr w:type="gramEnd"/>
            <w:r w:rsidRPr="004436EE">
              <w:rPr>
                <w:sz w:val="18"/>
                <w:highlight w:val="yellow"/>
              </w:rPr>
              <w:t xml:space="preserve"> ZHOTOVITEL]</w:t>
            </w:r>
          </w:p>
        </w:tc>
      </w:tr>
    </w:tbl>
    <w:p w14:paraId="6D42A1CE" w14:textId="77777777" w:rsidR="00F95FBD" w:rsidRPr="00F95FBD" w:rsidRDefault="00F95FBD" w:rsidP="00F95FBD">
      <w:pPr>
        <w:pStyle w:val="Tabulka"/>
      </w:pPr>
    </w:p>
    <w:p w14:paraId="304658D1" w14:textId="77777777" w:rsidR="00F95FBD" w:rsidRPr="00F95FBD" w:rsidRDefault="00F95FBD" w:rsidP="00F95FBD">
      <w:pPr>
        <w:pStyle w:val="Tabulka"/>
      </w:pPr>
    </w:p>
    <w:p w14:paraId="15CA22DE" w14:textId="77777777" w:rsidR="00F95FBD" w:rsidRDefault="00F95FBD" w:rsidP="00F95FBD">
      <w:pPr>
        <w:pStyle w:val="Tabulka"/>
      </w:pPr>
    </w:p>
    <w:p w14:paraId="06A8696E" w14:textId="77777777" w:rsidR="00F95FBD" w:rsidRDefault="00F95FBD" w:rsidP="00F95FBD">
      <w:pPr>
        <w:pStyle w:val="Tabulka"/>
      </w:pPr>
    </w:p>
    <w:p w14:paraId="05E15F15" w14:textId="77777777" w:rsidR="00F762A8" w:rsidRDefault="00F762A8" w:rsidP="00165977">
      <w:pPr>
        <w:pStyle w:val="Tabulka"/>
        <w:sectPr w:rsidR="00F762A8" w:rsidSect="00A21A01">
          <w:headerReference w:type="default" r:id="rId32"/>
          <w:footerReference w:type="default" r:id="rId33"/>
          <w:pgSz w:w="11906" w:h="16838" w:code="9"/>
          <w:pgMar w:top="1049" w:right="1134" w:bottom="1474" w:left="1418" w:header="595" w:footer="624" w:gutter="652"/>
          <w:pgNumType w:start="1"/>
          <w:cols w:space="708"/>
          <w:docGrid w:linePitch="360"/>
        </w:sectPr>
      </w:pPr>
    </w:p>
    <w:p w14:paraId="32094BFF" w14:textId="77777777" w:rsidR="00F762A8" w:rsidRDefault="00F762A8" w:rsidP="00F762A8">
      <w:pPr>
        <w:pStyle w:val="Nadpisbezsl1-1"/>
      </w:pPr>
      <w:r>
        <w:lastRenderedPageBreak/>
        <w:t xml:space="preserve">Příloha č. </w:t>
      </w:r>
      <w:r w:rsidR="004436EE">
        <w:t>9</w:t>
      </w:r>
    </w:p>
    <w:p w14:paraId="29B5454A" w14:textId="77777777" w:rsidR="004436EE" w:rsidRDefault="004436EE" w:rsidP="004436EE">
      <w:pPr>
        <w:pStyle w:val="Nadpisbezsl1-2"/>
      </w:pPr>
      <w:r>
        <w:t>Související dokumenty</w:t>
      </w:r>
    </w:p>
    <w:p w14:paraId="2A2FDE95" w14:textId="77777777" w:rsidR="00D0544F" w:rsidRDefault="00D0544F" w:rsidP="00D0544F">
      <w:pPr>
        <w:pStyle w:val="Textbezodsazen"/>
      </w:pPr>
    </w:p>
    <w:tbl>
      <w:tblPr>
        <w:tblStyle w:val="Mkatabulky"/>
        <w:tblW w:w="8860" w:type="dxa"/>
        <w:tblLook w:val="04A0" w:firstRow="1" w:lastRow="0" w:firstColumn="1" w:lastColumn="0" w:noHBand="0" w:noVBand="1"/>
      </w:tblPr>
      <w:tblGrid>
        <w:gridCol w:w="3809"/>
        <w:gridCol w:w="2691"/>
        <w:gridCol w:w="2360"/>
      </w:tblGrid>
      <w:tr w:rsidR="00D0544F" w:rsidRPr="00F95FBD" w14:paraId="292C95AD" w14:textId="77777777" w:rsidTr="0064315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8" w:type="dxa"/>
          </w:tcPr>
          <w:p w14:paraId="097AC489" w14:textId="77777777" w:rsidR="00D0544F" w:rsidRPr="00F95FBD" w:rsidRDefault="00D0544F" w:rsidP="00964369">
            <w:pPr>
              <w:pStyle w:val="Tabulka"/>
              <w:jc w:val="left"/>
              <w:rPr>
                <w:rStyle w:val="Nadpisvtabulce"/>
              </w:rPr>
            </w:pPr>
            <w:r>
              <w:rPr>
                <w:rStyle w:val="Nadpisvtabulce"/>
              </w:rPr>
              <w:t>Název dokumentu</w:t>
            </w:r>
          </w:p>
        </w:tc>
        <w:tc>
          <w:tcPr>
            <w:tcW w:w="2693" w:type="dxa"/>
          </w:tcPr>
          <w:p w14:paraId="45D27D68"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Pr>
                <w:b/>
                <w:sz w:val="18"/>
              </w:rPr>
              <w:t xml:space="preserve">Č. j.: </w:t>
            </w:r>
          </w:p>
        </w:tc>
        <w:tc>
          <w:tcPr>
            <w:tcW w:w="2339" w:type="dxa"/>
          </w:tcPr>
          <w:p w14:paraId="3721DD1E"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Datum vydání</w:t>
            </w:r>
          </w:p>
        </w:tc>
      </w:tr>
      <w:tr w:rsidR="00F75CA5" w:rsidRPr="00F95FBD" w14:paraId="55CFF297" w14:textId="77777777" w:rsidTr="0064315C">
        <w:tc>
          <w:tcPr>
            <w:cnfStyle w:val="001000000000" w:firstRow="0" w:lastRow="0" w:firstColumn="1" w:lastColumn="0" w:oddVBand="0" w:evenVBand="0" w:oddHBand="0" w:evenHBand="0" w:firstRowFirstColumn="0" w:firstRowLastColumn="0" w:lastRowFirstColumn="0" w:lastRowLastColumn="0"/>
            <w:tcW w:w="3828" w:type="dxa"/>
            <w:vAlign w:val="center"/>
          </w:tcPr>
          <w:p w14:paraId="2E76D628" w14:textId="7798DB5B" w:rsidR="00F75CA5" w:rsidRPr="0012210B" w:rsidRDefault="00F75CA5" w:rsidP="00F75CA5">
            <w:pPr>
              <w:pStyle w:val="Tabulka"/>
              <w:rPr>
                <w:sz w:val="18"/>
                <w:highlight w:val="cyan"/>
              </w:rPr>
            </w:pPr>
            <w:r w:rsidRPr="00A71AAC">
              <w:rPr>
                <w:bCs/>
                <w:sz w:val="18"/>
              </w:rPr>
              <w:t>Výzva k podání nabídky</w:t>
            </w:r>
          </w:p>
        </w:tc>
        <w:tc>
          <w:tcPr>
            <w:tcW w:w="2693" w:type="dxa"/>
            <w:vAlign w:val="center"/>
          </w:tcPr>
          <w:p w14:paraId="20027AE0" w14:textId="6DA1BE8B" w:rsidR="00F75CA5" w:rsidRPr="00A0519B" w:rsidRDefault="00A0519B"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0519B">
              <w:rPr>
                <w:sz w:val="18"/>
              </w:rPr>
              <w:t>12881</w:t>
            </w:r>
            <w:r w:rsidR="00F75CA5" w:rsidRPr="00A0519B">
              <w:rPr>
                <w:sz w:val="18"/>
              </w:rPr>
              <w:t>/2023-SŽ-SSV-Ú3</w:t>
            </w:r>
          </w:p>
        </w:tc>
        <w:tc>
          <w:tcPr>
            <w:tcW w:w="2339" w:type="dxa"/>
            <w:vAlign w:val="center"/>
          </w:tcPr>
          <w:p w14:paraId="1A309BA6" w14:textId="68B3CEEB" w:rsidR="00F75CA5" w:rsidRPr="00A0519B" w:rsidRDefault="000D439A"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A0519B">
              <w:rPr>
                <w:sz w:val="18"/>
              </w:rPr>
              <w:t>3</w:t>
            </w:r>
            <w:r w:rsidR="00A0519B" w:rsidRPr="00A0519B">
              <w:rPr>
                <w:sz w:val="18"/>
              </w:rPr>
              <w:t>1</w:t>
            </w:r>
            <w:r w:rsidR="00F75CA5" w:rsidRPr="00A0519B">
              <w:rPr>
                <w:sz w:val="18"/>
              </w:rPr>
              <w:t>. října 2023</w:t>
            </w:r>
          </w:p>
        </w:tc>
      </w:tr>
      <w:tr w:rsidR="00F75CA5" w:rsidRPr="00F95FBD" w14:paraId="08B42518" w14:textId="77777777" w:rsidTr="0064315C">
        <w:tc>
          <w:tcPr>
            <w:cnfStyle w:val="001000000000" w:firstRow="0" w:lastRow="0" w:firstColumn="1" w:lastColumn="0" w:oddVBand="0" w:evenVBand="0" w:oddHBand="0" w:evenHBand="0" w:firstRowFirstColumn="0" w:firstRowLastColumn="0" w:lastRowFirstColumn="0" w:lastRowLastColumn="0"/>
            <w:tcW w:w="3828" w:type="dxa"/>
          </w:tcPr>
          <w:p w14:paraId="7A7CB514" w14:textId="2274D18B" w:rsidR="0064315C" w:rsidRDefault="0012210B" w:rsidP="00F75CA5">
            <w:pPr>
              <w:rPr>
                <w:rFonts w:eastAsia="Times New Roman" w:cs="Times New Roman"/>
                <w:sz w:val="18"/>
                <w:lang w:eastAsia="cs-CZ"/>
              </w:rPr>
            </w:pPr>
            <w:bookmarkStart w:id="3" w:name="_Hlk148687025"/>
            <w:r w:rsidRPr="009B503D">
              <w:rPr>
                <w:rFonts w:eastAsia="Times New Roman" w:cs="Times New Roman"/>
                <w:sz w:val="18"/>
                <w:lang w:eastAsia="cs-CZ"/>
              </w:rPr>
              <w:t>PDPS (</w:t>
            </w:r>
            <w:r w:rsidR="0064315C">
              <w:rPr>
                <w:rFonts w:eastAsia="Times New Roman" w:cs="Times New Roman"/>
                <w:sz w:val="18"/>
                <w:lang w:eastAsia="cs-CZ"/>
              </w:rPr>
              <w:t>P</w:t>
            </w:r>
            <w:r w:rsidRPr="009B503D">
              <w:rPr>
                <w:rFonts w:eastAsia="Times New Roman" w:cs="Times New Roman"/>
                <w:sz w:val="18"/>
                <w:lang w:eastAsia="cs-CZ"/>
              </w:rPr>
              <w:t>rojekt stavby)</w:t>
            </w:r>
            <w:r w:rsidR="0064315C">
              <w:rPr>
                <w:rFonts w:eastAsia="Times New Roman" w:cs="Times New Roman"/>
                <w:sz w:val="18"/>
                <w:lang w:eastAsia="cs-CZ"/>
              </w:rPr>
              <w:t xml:space="preserve">; </w:t>
            </w:r>
          </w:p>
          <w:p w14:paraId="03C0355C" w14:textId="31A0A23C" w:rsidR="0064315C" w:rsidRDefault="0012210B" w:rsidP="00F75CA5">
            <w:pPr>
              <w:rPr>
                <w:rFonts w:eastAsia="Times New Roman" w:cs="Times New Roman"/>
                <w:sz w:val="18"/>
                <w:lang w:eastAsia="cs-CZ"/>
              </w:rPr>
            </w:pPr>
            <w:r w:rsidRPr="009B503D">
              <w:rPr>
                <w:rFonts w:eastAsia="Times New Roman" w:cs="Times New Roman"/>
                <w:sz w:val="18"/>
                <w:lang w:eastAsia="cs-CZ"/>
              </w:rPr>
              <w:t>zpracova</w:t>
            </w:r>
            <w:r w:rsidR="0064315C">
              <w:rPr>
                <w:rFonts w:eastAsia="Times New Roman" w:cs="Times New Roman"/>
                <w:sz w:val="18"/>
                <w:lang w:eastAsia="cs-CZ"/>
              </w:rPr>
              <w:t>t</w:t>
            </w:r>
            <w:r w:rsidR="0064315C" w:rsidRPr="0064315C">
              <w:rPr>
                <w:rFonts w:eastAsia="Times New Roman" w:cs="Times New Roman"/>
                <w:sz w:val="18"/>
                <w:lang w:eastAsia="cs-CZ"/>
              </w:rPr>
              <w:t>el</w:t>
            </w:r>
            <w:r w:rsidRPr="009B503D">
              <w:rPr>
                <w:rFonts w:eastAsia="Times New Roman" w:cs="Times New Roman"/>
                <w:sz w:val="18"/>
                <w:lang w:eastAsia="cs-CZ"/>
              </w:rPr>
              <w:t xml:space="preserve"> SUDOP BRNO, spol. s r. o.</w:t>
            </w:r>
          </w:p>
          <w:p w14:paraId="19272F56" w14:textId="11DDC44B" w:rsidR="00F75CA5" w:rsidRPr="00F75CA5" w:rsidRDefault="0012210B" w:rsidP="00F75CA5">
            <w:pPr>
              <w:rPr>
                <w:rFonts w:eastAsia="Times New Roman" w:cs="Arial"/>
                <w:iCs/>
                <w:sz w:val="18"/>
                <w:highlight w:val="cyan"/>
                <w:lang w:eastAsia="cs-CZ"/>
              </w:rPr>
            </w:pPr>
            <w:r w:rsidRPr="009B503D">
              <w:rPr>
                <w:rFonts w:eastAsia="Times New Roman" w:cs="Times New Roman"/>
                <w:sz w:val="18"/>
                <w:lang w:eastAsia="cs-CZ"/>
              </w:rPr>
              <w:t>se sídlem Kounicova 26, 611 36 Brno</w:t>
            </w:r>
            <w:bookmarkEnd w:id="3"/>
          </w:p>
        </w:tc>
        <w:tc>
          <w:tcPr>
            <w:tcW w:w="2693" w:type="dxa"/>
          </w:tcPr>
          <w:p w14:paraId="71890404" w14:textId="77777777" w:rsidR="00A0519B" w:rsidRDefault="00A0519B"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p>
          <w:p w14:paraId="0F4FC49F" w14:textId="680060A8" w:rsidR="00F75CA5" w:rsidRPr="00F75CA5" w:rsidRDefault="00F75CA5"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Pr>
                <w:sz w:val="18"/>
              </w:rPr>
              <w:t>-</w:t>
            </w:r>
          </w:p>
        </w:tc>
        <w:tc>
          <w:tcPr>
            <w:tcW w:w="2339" w:type="dxa"/>
          </w:tcPr>
          <w:p w14:paraId="07BACE7E" w14:textId="77777777" w:rsidR="00A0519B" w:rsidRDefault="00A0519B"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p>
          <w:p w14:paraId="0236BB17" w14:textId="68EDD96B" w:rsidR="00F75CA5" w:rsidRPr="0012210B" w:rsidRDefault="0012210B"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12210B">
              <w:rPr>
                <w:sz w:val="18"/>
              </w:rPr>
              <w:t>06/2022</w:t>
            </w:r>
          </w:p>
        </w:tc>
      </w:tr>
      <w:tr w:rsidR="00F75CA5" w:rsidRPr="00F95FBD" w14:paraId="46DC6ED6" w14:textId="77777777" w:rsidTr="0064315C">
        <w:tc>
          <w:tcPr>
            <w:cnfStyle w:val="001000000000" w:firstRow="0" w:lastRow="0" w:firstColumn="1" w:lastColumn="0" w:oddVBand="0" w:evenVBand="0" w:oddHBand="0" w:evenHBand="0" w:firstRowFirstColumn="0" w:firstRowLastColumn="0" w:lastRowFirstColumn="0" w:lastRowLastColumn="0"/>
            <w:tcW w:w="3828" w:type="dxa"/>
            <w:vAlign w:val="center"/>
          </w:tcPr>
          <w:p w14:paraId="259A690B" w14:textId="6EA3D1CF" w:rsidR="00F75CA5" w:rsidRPr="00F75CA5" w:rsidRDefault="00F75CA5" w:rsidP="00F75CA5">
            <w:pPr>
              <w:rPr>
                <w:sz w:val="18"/>
                <w:highlight w:val="green"/>
              </w:rPr>
            </w:pPr>
            <w:r w:rsidRPr="00F75CA5">
              <w:rPr>
                <w:bCs/>
                <w:sz w:val="18"/>
              </w:rPr>
              <w:t>Nabídka Zhotovitele</w:t>
            </w:r>
          </w:p>
        </w:tc>
        <w:tc>
          <w:tcPr>
            <w:tcW w:w="2693" w:type="dxa"/>
            <w:vAlign w:val="center"/>
          </w:tcPr>
          <w:p w14:paraId="2FBC8AD6" w14:textId="1DB4F600" w:rsidR="00F75CA5" w:rsidRPr="00F75CA5" w:rsidRDefault="00F75CA5"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75CA5">
              <w:rPr>
                <w:highlight w:val="green"/>
              </w:rPr>
              <w:fldChar w:fldCharType="begin"/>
            </w:r>
            <w:r w:rsidRPr="00F75CA5">
              <w:rPr>
                <w:sz w:val="18"/>
                <w:highlight w:val="green"/>
              </w:rPr>
              <w:instrText xml:space="preserve"> MACROBUTTON  VložitŠirokouMezeru "[VLOŽÍ OBJEDNATEL]" </w:instrText>
            </w:r>
            <w:r w:rsidRPr="00F75CA5">
              <w:rPr>
                <w:highlight w:val="green"/>
              </w:rPr>
              <w:fldChar w:fldCharType="end"/>
            </w:r>
          </w:p>
        </w:tc>
        <w:tc>
          <w:tcPr>
            <w:tcW w:w="2339" w:type="dxa"/>
            <w:vAlign w:val="center"/>
          </w:tcPr>
          <w:p w14:paraId="6F27044A" w14:textId="424E24F5" w:rsidR="00F75CA5" w:rsidRPr="00F75CA5" w:rsidRDefault="00F75CA5" w:rsidP="00F75CA5">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75CA5">
              <w:rPr>
                <w:highlight w:val="green"/>
              </w:rPr>
              <w:fldChar w:fldCharType="begin"/>
            </w:r>
            <w:r w:rsidRPr="00F75CA5">
              <w:rPr>
                <w:sz w:val="18"/>
                <w:highlight w:val="green"/>
              </w:rPr>
              <w:instrText xml:space="preserve"> MACROBUTTON  VložitŠirokouMezeru "[VLOŽÍ OBJEDNATEL]" </w:instrText>
            </w:r>
            <w:r w:rsidRPr="00F75CA5">
              <w:rPr>
                <w:highlight w:val="green"/>
              </w:rPr>
              <w:fldChar w:fldCharType="end"/>
            </w:r>
          </w:p>
        </w:tc>
      </w:tr>
    </w:tbl>
    <w:p w14:paraId="70F5B505" w14:textId="77777777" w:rsidR="00D0544F" w:rsidRDefault="00D0544F" w:rsidP="00D0544F">
      <w:pPr>
        <w:pStyle w:val="Textbezodsazen"/>
      </w:pPr>
    </w:p>
    <w:p w14:paraId="1D2E7ACD" w14:textId="77777777" w:rsidR="00D0544F" w:rsidRDefault="00D0544F" w:rsidP="00D0544F">
      <w:pPr>
        <w:pStyle w:val="Textbezodsazen"/>
      </w:pPr>
    </w:p>
    <w:p w14:paraId="1B29D93A" w14:textId="77777777" w:rsidR="00F762A8" w:rsidRDefault="00F762A8" w:rsidP="00F762A8">
      <w:pPr>
        <w:pStyle w:val="Textbezodsazen"/>
      </w:pPr>
    </w:p>
    <w:p w14:paraId="2F7F35E0" w14:textId="77777777" w:rsidR="00F762A8" w:rsidRDefault="00F762A8" w:rsidP="00F762A8">
      <w:pPr>
        <w:pStyle w:val="Textbezodsazen"/>
      </w:pPr>
    </w:p>
    <w:p w14:paraId="3E42A7DE" w14:textId="77777777" w:rsidR="00F762A8" w:rsidRDefault="00F762A8" w:rsidP="00F762A8">
      <w:pPr>
        <w:pStyle w:val="Textbezodsazen"/>
      </w:pPr>
    </w:p>
    <w:p w14:paraId="1E2ED328" w14:textId="77777777" w:rsidR="00F762A8" w:rsidRDefault="00F762A8" w:rsidP="00F762A8">
      <w:pPr>
        <w:pStyle w:val="Textbezodsazen"/>
      </w:pPr>
    </w:p>
    <w:p w14:paraId="05676167" w14:textId="77777777" w:rsidR="00F762A8" w:rsidRDefault="00F762A8" w:rsidP="00F762A8">
      <w:pPr>
        <w:pStyle w:val="Textbezodsazen"/>
      </w:pPr>
    </w:p>
    <w:p w14:paraId="6A1064E9" w14:textId="77777777" w:rsidR="00F762A8" w:rsidRDefault="00F762A8" w:rsidP="00F762A8">
      <w:pPr>
        <w:pStyle w:val="Textbezodsazen"/>
      </w:pPr>
    </w:p>
    <w:p w14:paraId="11FC3D34" w14:textId="77777777" w:rsidR="00F762A8" w:rsidRDefault="00F762A8" w:rsidP="00F762A8">
      <w:pPr>
        <w:pStyle w:val="Textbezodsazen"/>
      </w:pPr>
    </w:p>
    <w:p w14:paraId="14C49F5A" w14:textId="77777777" w:rsidR="00F762A8" w:rsidRDefault="00F762A8" w:rsidP="00F762A8">
      <w:pPr>
        <w:pStyle w:val="Textbezodsazen"/>
      </w:pPr>
    </w:p>
    <w:p w14:paraId="562200A8" w14:textId="77777777" w:rsidR="00F762A8" w:rsidRDefault="00F762A8" w:rsidP="00F762A8">
      <w:pPr>
        <w:pStyle w:val="Textbezodsazen"/>
      </w:pPr>
    </w:p>
    <w:sectPr w:rsidR="00F762A8" w:rsidSect="00A21A01">
      <w:headerReference w:type="default" r:id="rId34"/>
      <w:footerReference w:type="default" r:id="rId35"/>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6859B" w14:textId="77777777" w:rsidR="007B3D58" w:rsidRDefault="007B3D58" w:rsidP="00962258">
      <w:pPr>
        <w:spacing w:after="0" w:line="240" w:lineRule="auto"/>
      </w:pPr>
      <w:r>
        <w:separator/>
      </w:r>
    </w:p>
  </w:endnote>
  <w:endnote w:type="continuationSeparator" w:id="0">
    <w:p w14:paraId="13A1BD46" w14:textId="77777777" w:rsidR="007B3D58" w:rsidRDefault="007B3D5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EC6C59D" w14:textId="77777777" w:rsidTr="00EB46E5">
      <w:tc>
        <w:tcPr>
          <w:tcW w:w="1361" w:type="dxa"/>
          <w:tcMar>
            <w:left w:w="0" w:type="dxa"/>
            <w:right w:w="0" w:type="dxa"/>
          </w:tcMar>
          <w:vAlign w:val="bottom"/>
        </w:tcPr>
        <w:p w14:paraId="407D1A08" w14:textId="67E41751" w:rsidR="007B3D58" w:rsidRPr="00B8518B" w:rsidRDefault="007B3D5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5C71EF" w14:textId="77777777" w:rsidR="007B3D58" w:rsidRDefault="007B3D58" w:rsidP="00B8518B">
          <w:pPr>
            <w:pStyle w:val="Zpat"/>
          </w:pPr>
        </w:p>
      </w:tc>
      <w:tc>
        <w:tcPr>
          <w:tcW w:w="425" w:type="dxa"/>
          <w:shd w:val="clear" w:color="auto" w:fill="auto"/>
          <w:tcMar>
            <w:left w:w="0" w:type="dxa"/>
            <w:right w:w="0" w:type="dxa"/>
          </w:tcMar>
        </w:tcPr>
        <w:p w14:paraId="678BAD2C" w14:textId="77777777" w:rsidR="007B3D58" w:rsidRDefault="007B3D58" w:rsidP="00B8518B">
          <w:pPr>
            <w:pStyle w:val="Zpat"/>
          </w:pPr>
        </w:p>
      </w:tc>
      <w:tc>
        <w:tcPr>
          <w:tcW w:w="8505" w:type="dxa"/>
        </w:tcPr>
        <w:p w14:paraId="747F5888" w14:textId="77777777" w:rsidR="007B3D58" w:rsidRDefault="007B3D58" w:rsidP="00506DE0">
          <w:pPr>
            <w:pStyle w:val="Zpat0"/>
            <w:rPr>
              <w:b/>
            </w:rPr>
          </w:pPr>
          <w:r w:rsidRPr="00886B4D">
            <w:rPr>
              <w:b/>
            </w:rPr>
            <w:t xml:space="preserve">Smlouva o dílo na </w:t>
          </w:r>
          <w:r>
            <w:rPr>
              <w:b/>
            </w:rPr>
            <w:t>poskytování služeb</w:t>
          </w:r>
        </w:p>
        <w:p w14:paraId="54745AA8" w14:textId="77777777" w:rsidR="007B3D58" w:rsidRDefault="007B3D58" w:rsidP="00176814">
          <w:pPr>
            <w:pStyle w:val="Zpat0"/>
          </w:pPr>
        </w:p>
      </w:tc>
    </w:tr>
  </w:tbl>
  <w:p w14:paraId="7A97BEB2" w14:textId="77777777" w:rsidR="007B3D58" w:rsidRPr="00B8518B" w:rsidRDefault="007B3D5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D5A9328" w14:textId="77777777" w:rsidTr="00EB46E5">
      <w:tc>
        <w:tcPr>
          <w:tcW w:w="1361" w:type="dxa"/>
          <w:tcMar>
            <w:left w:w="0" w:type="dxa"/>
            <w:right w:w="0" w:type="dxa"/>
          </w:tcMar>
          <w:vAlign w:val="bottom"/>
        </w:tcPr>
        <w:p w14:paraId="520EB415" w14:textId="07B2A78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F693D" w14:textId="77777777" w:rsidR="007B3D58" w:rsidRDefault="007B3D58" w:rsidP="00B8518B">
          <w:pPr>
            <w:pStyle w:val="Zpat"/>
          </w:pPr>
        </w:p>
      </w:tc>
      <w:tc>
        <w:tcPr>
          <w:tcW w:w="425" w:type="dxa"/>
          <w:shd w:val="clear" w:color="auto" w:fill="auto"/>
          <w:tcMar>
            <w:left w:w="0" w:type="dxa"/>
            <w:right w:w="0" w:type="dxa"/>
          </w:tcMar>
        </w:tcPr>
        <w:p w14:paraId="65151A4E" w14:textId="77777777" w:rsidR="007B3D58" w:rsidRDefault="007B3D58" w:rsidP="00B8518B">
          <w:pPr>
            <w:pStyle w:val="Zpat"/>
          </w:pPr>
        </w:p>
      </w:tc>
      <w:tc>
        <w:tcPr>
          <w:tcW w:w="8505" w:type="dxa"/>
        </w:tcPr>
        <w:p w14:paraId="759F17AC" w14:textId="77777777" w:rsidR="007B3D58" w:rsidRPr="00143EC0" w:rsidRDefault="007B3D58" w:rsidP="00F422D3">
          <w:pPr>
            <w:pStyle w:val="Zpat0"/>
            <w:rPr>
              <w:b/>
            </w:rPr>
          </w:pPr>
          <w:r w:rsidRPr="00143EC0">
            <w:rPr>
              <w:b/>
            </w:rPr>
            <w:t xml:space="preserve">PŘÍLOHA č. </w:t>
          </w:r>
          <w:r>
            <w:rPr>
              <w:b/>
            </w:rPr>
            <w:t>8</w:t>
          </w:r>
        </w:p>
        <w:p w14:paraId="735C0C8E" w14:textId="77777777" w:rsidR="007B3D58" w:rsidRDefault="007B3D58" w:rsidP="00F95FBD">
          <w:pPr>
            <w:pStyle w:val="Zpat0"/>
          </w:pPr>
          <w:r w:rsidRPr="00886B4D">
            <w:rPr>
              <w:b/>
            </w:rPr>
            <w:t xml:space="preserve">Smlouva o dílo na </w:t>
          </w:r>
          <w:r>
            <w:rPr>
              <w:b/>
            </w:rPr>
            <w:t>poskytování služeb</w:t>
          </w:r>
        </w:p>
      </w:tc>
    </w:tr>
  </w:tbl>
  <w:p w14:paraId="06CC2AD8" w14:textId="77777777" w:rsidR="007B3D58" w:rsidRPr="00B8518B" w:rsidRDefault="007B3D5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C42EE45" w14:textId="77777777" w:rsidTr="00EB46E5">
      <w:tc>
        <w:tcPr>
          <w:tcW w:w="1361" w:type="dxa"/>
          <w:tcMar>
            <w:left w:w="0" w:type="dxa"/>
            <w:right w:w="0" w:type="dxa"/>
          </w:tcMar>
          <w:vAlign w:val="bottom"/>
        </w:tcPr>
        <w:p w14:paraId="7F8FD290" w14:textId="2C10C06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8DD3E0" w14:textId="77777777" w:rsidR="007B3D58" w:rsidRDefault="007B3D58" w:rsidP="00B8518B">
          <w:pPr>
            <w:pStyle w:val="Zpat"/>
          </w:pPr>
        </w:p>
      </w:tc>
      <w:tc>
        <w:tcPr>
          <w:tcW w:w="425" w:type="dxa"/>
          <w:shd w:val="clear" w:color="auto" w:fill="auto"/>
          <w:tcMar>
            <w:left w:w="0" w:type="dxa"/>
            <w:right w:w="0" w:type="dxa"/>
          </w:tcMar>
        </w:tcPr>
        <w:p w14:paraId="1B061211" w14:textId="77777777" w:rsidR="007B3D58" w:rsidRDefault="007B3D58" w:rsidP="00B8518B">
          <w:pPr>
            <w:pStyle w:val="Zpat"/>
          </w:pPr>
        </w:p>
      </w:tc>
      <w:tc>
        <w:tcPr>
          <w:tcW w:w="8505" w:type="dxa"/>
        </w:tcPr>
        <w:p w14:paraId="52EFD9E9" w14:textId="77777777" w:rsidR="007B3D58" w:rsidRPr="00143EC0" w:rsidRDefault="007B3D58" w:rsidP="00F422D3">
          <w:pPr>
            <w:pStyle w:val="Zpat0"/>
            <w:rPr>
              <w:b/>
            </w:rPr>
          </w:pPr>
          <w:r w:rsidRPr="00143EC0">
            <w:rPr>
              <w:b/>
            </w:rPr>
            <w:t>Přílo</w:t>
          </w:r>
          <w:r>
            <w:rPr>
              <w:b/>
            </w:rPr>
            <w:t xml:space="preserve">ha </w:t>
          </w:r>
          <w:r w:rsidRPr="00143EC0">
            <w:rPr>
              <w:b/>
            </w:rPr>
            <w:t>č.</w:t>
          </w:r>
          <w:r>
            <w:rPr>
              <w:b/>
            </w:rPr>
            <w:t xml:space="preserve"> 9</w:t>
          </w:r>
        </w:p>
        <w:p w14:paraId="5687A146" w14:textId="77777777" w:rsidR="007B3D58" w:rsidRDefault="007B3D58" w:rsidP="00F95FBD">
          <w:pPr>
            <w:pStyle w:val="Zpat0"/>
          </w:pPr>
          <w:r w:rsidRPr="00886B4D">
            <w:rPr>
              <w:b/>
            </w:rPr>
            <w:t xml:space="preserve">Smlouva o dílo na </w:t>
          </w:r>
          <w:r>
            <w:rPr>
              <w:b/>
            </w:rPr>
            <w:t>poskytování služeb</w:t>
          </w:r>
        </w:p>
      </w:tc>
    </w:tr>
  </w:tbl>
  <w:p w14:paraId="1EBB9FDD" w14:textId="77777777" w:rsidR="007B3D58" w:rsidRPr="00B8518B" w:rsidRDefault="007B3D5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D8F2E" w14:textId="77777777" w:rsidR="007B3D58" w:rsidRPr="00B8518B" w:rsidRDefault="007B3D58" w:rsidP="00460660">
    <w:pPr>
      <w:pStyle w:val="Zpat"/>
      <w:rPr>
        <w:sz w:val="2"/>
        <w:szCs w:val="2"/>
      </w:rPr>
    </w:pPr>
  </w:p>
  <w:p w14:paraId="33DA9FB8" w14:textId="77777777" w:rsidR="007B3D58" w:rsidRPr="00B8518B" w:rsidRDefault="007B3D58" w:rsidP="00F9740F">
    <w:pPr>
      <w:pStyle w:val="Zpat"/>
      <w:rPr>
        <w:sz w:val="2"/>
        <w:szCs w:val="2"/>
      </w:rPr>
    </w:pPr>
  </w:p>
  <w:p w14:paraId="652E2D0D" w14:textId="77777777" w:rsidR="007B3D58" w:rsidRDefault="007B3D58" w:rsidP="00F9740F">
    <w:pPr>
      <w:pStyle w:val="Zpat"/>
      <w:rPr>
        <w:rFonts w:cs="Calibri"/>
        <w:szCs w:val="12"/>
      </w:rPr>
    </w:pPr>
  </w:p>
  <w:p w14:paraId="378326CD" w14:textId="77777777" w:rsidR="007B3D58" w:rsidRPr="00460660" w:rsidRDefault="007B3D5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F44288B" w14:textId="77777777" w:rsidTr="00EB46E5">
      <w:tc>
        <w:tcPr>
          <w:tcW w:w="1361" w:type="dxa"/>
          <w:tcMar>
            <w:left w:w="0" w:type="dxa"/>
            <w:right w:w="0" w:type="dxa"/>
          </w:tcMar>
          <w:vAlign w:val="bottom"/>
        </w:tcPr>
        <w:p w14:paraId="2ABBDD31" w14:textId="2D60FA4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42166F0" w14:textId="77777777" w:rsidR="007B3D58" w:rsidRDefault="007B3D58" w:rsidP="00B8518B">
          <w:pPr>
            <w:pStyle w:val="Zpat"/>
          </w:pPr>
        </w:p>
      </w:tc>
      <w:tc>
        <w:tcPr>
          <w:tcW w:w="425" w:type="dxa"/>
          <w:shd w:val="clear" w:color="auto" w:fill="auto"/>
          <w:tcMar>
            <w:left w:w="0" w:type="dxa"/>
            <w:right w:w="0" w:type="dxa"/>
          </w:tcMar>
        </w:tcPr>
        <w:p w14:paraId="1076B944" w14:textId="77777777" w:rsidR="007B3D58" w:rsidRDefault="007B3D58" w:rsidP="00B8518B">
          <w:pPr>
            <w:pStyle w:val="Zpat"/>
          </w:pPr>
        </w:p>
      </w:tc>
      <w:tc>
        <w:tcPr>
          <w:tcW w:w="8505" w:type="dxa"/>
        </w:tcPr>
        <w:p w14:paraId="35AE2265" w14:textId="77777777" w:rsidR="007B3D58" w:rsidRPr="00143EC0" w:rsidRDefault="007B3D58" w:rsidP="00F422D3">
          <w:pPr>
            <w:pStyle w:val="Zpat0"/>
            <w:rPr>
              <w:b/>
            </w:rPr>
          </w:pPr>
          <w:r w:rsidRPr="00143EC0">
            <w:rPr>
              <w:b/>
            </w:rPr>
            <w:t>PŘÍLOHA č. 1</w:t>
          </w:r>
        </w:p>
        <w:p w14:paraId="746A5B79" w14:textId="77777777" w:rsidR="007B3D58" w:rsidRDefault="007B3D58" w:rsidP="0056713A">
          <w:pPr>
            <w:pStyle w:val="Zpat0"/>
          </w:pPr>
          <w:r w:rsidRPr="00886B4D">
            <w:rPr>
              <w:b/>
            </w:rPr>
            <w:t xml:space="preserve">Smlouva o dílo na </w:t>
          </w:r>
          <w:r>
            <w:rPr>
              <w:b/>
            </w:rPr>
            <w:t>poskytování služeb</w:t>
          </w:r>
        </w:p>
      </w:tc>
    </w:tr>
  </w:tbl>
  <w:p w14:paraId="64D43270" w14:textId="77777777" w:rsidR="007B3D58" w:rsidRPr="00B8518B" w:rsidRDefault="007B3D5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74CFC17" w14:textId="77777777" w:rsidTr="00EB46E5">
      <w:tc>
        <w:tcPr>
          <w:tcW w:w="1361" w:type="dxa"/>
          <w:tcMar>
            <w:left w:w="0" w:type="dxa"/>
            <w:right w:w="0" w:type="dxa"/>
          </w:tcMar>
          <w:vAlign w:val="bottom"/>
        </w:tcPr>
        <w:p w14:paraId="421A0F2C" w14:textId="3A9E9175"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CC4E233" w14:textId="77777777" w:rsidR="007B3D58" w:rsidRDefault="007B3D58" w:rsidP="00B8518B">
          <w:pPr>
            <w:pStyle w:val="Zpat"/>
          </w:pPr>
        </w:p>
      </w:tc>
      <w:tc>
        <w:tcPr>
          <w:tcW w:w="425" w:type="dxa"/>
          <w:shd w:val="clear" w:color="auto" w:fill="auto"/>
          <w:tcMar>
            <w:left w:w="0" w:type="dxa"/>
            <w:right w:w="0" w:type="dxa"/>
          </w:tcMar>
        </w:tcPr>
        <w:p w14:paraId="2826A8DA" w14:textId="77777777" w:rsidR="007B3D58" w:rsidRDefault="007B3D58" w:rsidP="00B8518B">
          <w:pPr>
            <w:pStyle w:val="Zpat"/>
          </w:pPr>
        </w:p>
      </w:tc>
      <w:tc>
        <w:tcPr>
          <w:tcW w:w="8505" w:type="dxa"/>
        </w:tcPr>
        <w:p w14:paraId="6E288371" w14:textId="77777777" w:rsidR="007B3D58" w:rsidRPr="00143EC0" w:rsidRDefault="007B3D58" w:rsidP="00F422D3">
          <w:pPr>
            <w:pStyle w:val="Zpat0"/>
            <w:rPr>
              <w:b/>
            </w:rPr>
          </w:pPr>
          <w:r w:rsidRPr="00143EC0">
            <w:rPr>
              <w:b/>
            </w:rPr>
            <w:t>PŘÍLOHA č. 2</w:t>
          </w:r>
        </w:p>
        <w:p w14:paraId="2347747F" w14:textId="77777777" w:rsidR="007B3D58" w:rsidRDefault="007B3D58" w:rsidP="00F95FBD">
          <w:pPr>
            <w:pStyle w:val="Zpat0"/>
          </w:pPr>
          <w:r w:rsidRPr="00886B4D">
            <w:rPr>
              <w:b/>
            </w:rPr>
            <w:t xml:space="preserve">Smlouva o dílo na </w:t>
          </w:r>
          <w:r>
            <w:rPr>
              <w:b/>
            </w:rPr>
            <w:t>poskytování služeb</w:t>
          </w:r>
        </w:p>
      </w:tc>
    </w:tr>
  </w:tbl>
  <w:p w14:paraId="2F6FAA91" w14:textId="77777777" w:rsidR="007B3D58" w:rsidRPr="00B8518B" w:rsidRDefault="007B3D5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C98C0FA" w14:textId="77777777" w:rsidTr="00EB46E5">
      <w:tc>
        <w:tcPr>
          <w:tcW w:w="1361" w:type="dxa"/>
          <w:tcMar>
            <w:left w:w="0" w:type="dxa"/>
            <w:right w:w="0" w:type="dxa"/>
          </w:tcMar>
          <w:vAlign w:val="bottom"/>
        </w:tcPr>
        <w:p w14:paraId="642F40FD" w14:textId="338E1917"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F5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DD2792" w14:textId="77777777" w:rsidR="007B3D58" w:rsidRDefault="007B3D58" w:rsidP="00B8518B">
          <w:pPr>
            <w:pStyle w:val="Zpat"/>
          </w:pPr>
        </w:p>
      </w:tc>
      <w:tc>
        <w:tcPr>
          <w:tcW w:w="425" w:type="dxa"/>
          <w:shd w:val="clear" w:color="auto" w:fill="auto"/>
          <w:tcMar>
            <w:left w:w="0" w:type="dxa"/>
            <w:right w:w="0" w:type="dxa"/>
          </w:tcMar>
        </w:tcPr>
        <w:p w14:paraId="5643B09A" w14:textId="77777777" w:rsidR="007B3D58" w:rsidRDefault="007B3D58" w:rsidP="00B8518B">
          <w:pPr>
            <w:pStyle w:val="Zpat"/>
          </w:pPr>
        </w:p>
      </w:tc>
      <w:tc>
        <w:tcPr>
          <w:tcW w:w="8505" w:type="dxa"/>
        </w:tcPr>
        <w:p w14:paraId="7DDAF65B" w14:textId="77777777" w:rsidR="007B3D58" w:rsidRPr="00143EC0" w:rsidRDefault="007B3D58" w:rsidP="00F422D3">
          <w:pPr>
            <w:pStyle w:val="Zpat0"/>
            <w:rPr>
              <w:b/>
            </w:rPr>
          </w:pPr>
          <w:r w:rsidRPr="00143EC0">
            <w:rPr>
              <w:b/>
            </w:rPr>
            <w:t xml:space="preserve">PŘÍLOHA č. </w:t>
          </w:r>
          <w:r>
            <w:rPr>
              <w:b/>
            </w:rPr>
            <w:t>3</w:t>
          </w:r>
        </w:p>
        <w:p w14:paraId="542A0F46" w14:textId="77777777" w:rsidR="007B3D58" w:rsidRDefault="007B3D58" w:rsidP="00F95FBD">
          <w:pPr>
            <w:pStyle w:val="Zpat0"/>
          </w:pPr>
          <w:r w:rsidRPr="00886B4D">
            <w:rPr>
              <w:b/>
            </w:rPr>
            <w:t xml:space="preserve">Smlouva o dílo na </w:t>
          </w:r>
          <w:r>
            <w:rPr>
              <w:b/>
            </w:rPr>
            <w:t>poskytování služeb</w:t>
          </w:r>
        </w:p>
      </w:tc>
    </w:tr>
  </w:tbl>
  <w:p w14:paraId="3B301AC6" w14:textId="77777777" w:rsidR="007B3D58" w:rsidRPr="00B8518B" w:rsidRDefault="007B3D5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15E6E53" w14:textId="77777777" w:rsidTr="00EB46E5">
      <w:tc>
        <w:tcPr>
          <w:tcW w:w="1361" w:type="dxa"/>
          <w:tcMar>
            <w:left w:w="0" w:type="dxa"/>
            <w:right w:w="0" w:type="dxa"/>
          </w:tcMar>
          <w:vAlign w:val="bottom"/>
        </w:tcPr>
        <w:p w14:paraId="66371F00" w14:textId="173A7078"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D42E6" w14:textId="77777777" w:rsidR="007B3D58" w:rsidRDefault="007B3D58" w:rsidP="00B8518B">
          <w:pPr>
            <w:pStyle w:val="Zpat"/>
          </w:pPr>
        </w:p>
      </w:tc>
      <w:tc>
        <w:tcPr>
          <w:tcW w:w="425" w:type="dxa"/>
          <w:shd w:val="clear" w:color="auto" w:fill="auto"/>
          <w:tcMar>
            <w:left w:w="0" w:type="dxa"/>
            <w:right w:w="0" w:type="dxa"/>
          </w:tcMar>
        </w:tcPr>
        <w:p w14:paraId="70EC7414" w14:textId="77777777" w:rsidR="007B3D58" w:rsidRDefault="007B3D58" w:rsidP="00B8518B">
          <w:pPr>
            <w:pStyle w:val="Zpat"/>
          </w:pPr>
        </w:p>
      </w:tc>
      <w:tc>
        <w:tcPr>
          <w:tcW w:w="8505" w:type="dxa"/>
        </w:tcPr>
        <w:p w14:paraId="3A2E0D4A" w14:textId="77777777" w:rsidR="007B3D58" w:rsidRPr="00143EC0" w:rsidRDefault="007B3D58" w:rsidP="00F422D3">
          <w:pPr>
            <w:pStyle w:val="Zpat0"/>
            <w:rPr>
              <w:b/>
            </w:rPr>
          </w:pPr>
          <w:r w:rsidRPr="00143EC0">
            <w:rPr>
              <w:b/>
            </w:rPr>
            <w:t xml:space="preserve">PŘÍLOHA č. </w:t>
          </w:r>
          <w:r>
            <w:rPr>
              <w:b/>
            </w:rPr>
            <w:t>4</w:t>
          </w:r>
        </w:p>
        <w:p w14:paraId="13C0AAA0" w14:textId="77777777" w:rsidR="007B3D58" w:rsidRDefault="007B3D58" w:rsidP="00F95FBD">
          <w:pPr>
            <w:pStyle w:val="Zpat0"/>
          </w:pPr>
          <w:r w:rsidRPr="00886B4D">
            <w:rPr>
              <w:b/>
            </w:rPr>
            <w:t xml:space="preserve">Smlouva o dílo na </w:t>
          </w:r>
          <w:r>
            <w:rPr>
              <w:b/>
            </w:rPr>
            <w:t>poskytování služeb</w:t>
          </w:r>
        </w:p>
      </w:tc>
    </w:tr>
  </w:tbl>
  <w:p w14:paraId="7EBB5AD0" w14:textId="77777777" w:rsidR="007B3D58" w:rsidRPr="00B8518B" w:rsidRDefault="007B3D5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0B027937" w14:textId="77777777" w:rsidTr="00EB46E5">
      <w:tc>
        <w:tcPr>
          <w:tcW w:w="1361" w:type="dxa"/>
          <w:tcMar>
            <w:left w:w="0" w:type="dxa"/>
            <w:right w:w="0" w:type="dxa"/>
          </w:tcMar>
          <w:vAlign w:val="bottom"/>
        </w:tcPr>
        <w:p w14:paraId="5562C2F6" w14:textId="583CDE1C"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DE3C38" w14:textId="77777777" w:rsidR="007B3D58" w:rsidRDefault="007B3D58" w:rsidP="00B8518B">
          <w:pPr>
            <w:pStyle w:val="Zpat"/>
          </w:pPr>
        </w:p>
      </w:tc>
      <w:tc>
        <w:tcPr>
          <w:tcW w:w="425" w:type="dxa"/>
          <w:shd w:val="clear" w:color="auto" w:fill="auto"/>
          <w:tcMar>
            <w:left w:w="0" w:type="dxa"/>
            <w:right w:w="0" w:type="dxa"/>
          </w:tcMar>
        </w:tcPr>
        <w:p w14:paraId="10B91CEB" w14:textId="77777777" w:rsidR="007B3D58" w:rsidRDefault="007B3D58" w:rsidP="00B8518B">
          <w:pPr>
            <w:pStyle w:val="Zpat"/>
          </w:pPr>
        </w:p>
      </w:tc>
      <w:tc>
        <w:tcPr>
          <w:tcW w:w="8505" w:type="dxa"/>
        </w:tcPr>
        <w:p w14:paraId="28971E6B" w14:textId="77777777" w:rsidR="007B3D58" w:rsidRPr="00143EC0" w:rsidRDefault="007B3D58" w:rsidP="00F422D3">
          <w:pPr>
            <w:pStyle w:val="Zpat0"/>
            <w:rPr>
              <w:b/>
            </w:rPr>
          </w:pPr>
          <w:r w:rsidRPr="00143EC0">
            <w:rPr>
              <w:b/>
            </w:rPr>
            <w:t xml:space="preserve">PŘÍLOHA č. </w:t>
          </w:r>
          <w:r>
            <w:rPr>
              <w:b/>
            </w:rPr>
            <w:t>5</w:t>
          </w:r>
        </w:p>
        <w:p w14:paraId="4876A771" w14:textId="77777777" w:rsidR="007B3D58" w:rsidRDefault="007B3D58" w:rsidP="00F95FBD">
          <w:pPr>
            <w:pStyle w:val="Zpat0"/>
          </w:pPr>
          <w:r w:rsidRPr="00886B4D">
            <w:rPr>
              <w:b/>
            </w:rPr>
            <w:t xml:space="preserve">Smlouva o dílo na </w:t>
          </w:r>
          <w:r>
            <w:rPr>
              <w:b/>
            </w:rPr>
            <w:t>poskytování služeb</w:t>
          </w:r>
        </w:p>
      </w:tc>
    </w:tr>
  </w:tbl>
  <w:p w14:paraId="78F0DA51" w14:textId="77777777" w:rsidR="007B3D58" w:rsidRPr="00B8518B" w:rsidRDefault="007B3D5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60389700" w14:textId="77777777" w:rsidTr="00EB46E5">
      <w:tc>
        <w:tcPr>
          <w:tcW w:w="1361" w:type="dxa"/>
          <w:tcMar>
            <w:left w:w="0" w:type="dxa"/>
            <w:right w:w="0" w:type="dxa"/>
          </w:tcMar>
          <w:vAlign w:val="bottom"/>
        </w:tcPr>
        <w:p w14:paraId="1EE200C3" w14:textId="4EEB63BD"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8193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F43EEC9" w14:textId="77777777" w:rsidR="007B3D58" w:rsidRDefault="007B3D58" w:rsidP="00B8518B">
          <w:pPr>
            <w:pStyle w:val="Zpat"/>
          </w:pPr>
        </w:p>
      </w:tc>
      <w:tc>
        <w:tcPr>
          <w:tcW w:w="425" w:type="dxa"/>
          <w:shd w:val="clear" w:color="auto" w:fill="auto"/>
          <w:tcMar>
            <w:left w:w="0" w:type="dxa"/>
            <w:right w:w="0" w:type="dxa"/>
          </w:tcMar>
        </w:tcPr>
        <w:p w14:paraId="4C2C8CD4" w14:textId="77777777" w:rsidR="007B3D58" w:rsidRDefault="007B3D58" w:rsidP="00B8518B">
          <w:pPr>
            <w:pStyle w:val="Zpat"/>
          </w:pPr>
        </w:p>
      </w:tc>
      <w:tc>
        <w:tcPr>
          <w:tcW w:w="8505" w:type="dxa"/>
        </w:tcPr>
        <w:p w14:paraId="64238BDD" w14:textId="77777777" w:rsidR="007B3D58" w:rsidRPr="00143EC0" w:rsidRDefault="007B3D58" w:rsidP="00F422D3">
          <w:pPr>
            <w:pStyle w:val="Zpat0"/>
            <w:rPr>
              <w:b/>
            </w:rPr>
          </w:pPr>
          <w:r w:rsidRPr="00143EC0">
            <w:rPr>
              <w:b/>
            </w:rPr>
            <w:t xml:space="preserve">PŘÍLOHA č. </w:t>
          </w:r>
          <w:r>
            <w:rPr>
              <w:b/>
            </w:rPr>
            <w:t>6</w:t>
          </w:r>
        </w:p>
        <w:p w14:paraId="42B977E0" w14:textId="77777777" w:rsidR="007B3D58" w:rsidRDefault="007B3D58" w:rsidP="00F95FBD">
          <w:pPr>
            <w:pStyle w:val="Zpat0"/>
          </w:pPr>
          <w:r w:rsidRPr="00886B4D">
            <w:rPr>
              <w:b/>
            </w:rPr>
            <w:t xml:space="preserve">Smlouva o dílo na </w:t>
          </w:r>
          <w:r>
            <w:rPr>
              <w:b/>
            </w:rPr>
            <w:t>poskytování služeb</w:t>
          </w:r>
        </w:p>
      </w:tc>
    </w:tr>
  </w:tbl>
  <w:p w14:paraId="7605D7E7" w14:textId="77777777" w:rsidR="007B3D58" w:rsidRPr="00B8518B" w:rsidRDefault="007B3D5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B3D58" w14:paraId="200B4099" w14:textId="77777777" w:rsidTr="00EB46E5">
      <w:tc>
        <w:tcPr>
          <w:tcW w:w="1361" w:type="dxa"/>
          <w:tcMar>
            <w:left w:w="0" w:type="dxa"/>
            <w:right w:w="0" w:type="dxa"/>
          </w:tcMar>
          <w:vAlign w:val="bottom"/>
        </w:tcPr>
        <w:p w14:paraId="49C203DA" w14:textId="4026A1B3" w:rsidR="007B3D58" w:rsidRPr="00B8518B" w:rsidRDefault="007B3D5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D5B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0519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31A984A" w14:textId="77777777" w:rsidR="007B3D58" w:rsidRDefault="007B3D58" w:rsidP="00B8518B">
          <w:pPr>
            <w:pStyle w:val="Zpat"/>
          </w:pPr>
        </w:p>
      </w:tc>
      <w:tc>
        <w:tcPr>
          <w:tcW w:w="425" w:type="dxa"/>
          <w:shd w:val="clear" w:color="auto" w:fill="auto"/>
          <w:tcMar>
            <w:left w:w="0" w:type="dxa"/>
            <w:right w:w="0" w:type="dxa"/>
          </w:tcMar>
        </w:tcPr>
        <w:p w14:paraId="1E511D69" w14:textId="77777777" w:rsidR="007B3D58" w:rsidRDefault="007B3D58" w:rsidP="00B8518B">
          <w:pPr>
            <w:pStyle w:val="Zpat"/>
          </w:pPr>
        </w:p>
      </w:tc>
      <w:tc>
        <w:tcPr>
          <w:tcW w:w="8505" w:type="dxa"/>
        </w:tcPr>
        <w:p w14:paraId="28E20669" w14:textId="77777777" w:rsidR="007B3D58" w:rsidRPr="00143EC0" w:rsidRDefault="007B3D58" w:rsidP="00F422D3">
          <w:pPr>
            <w:pStyle w:val="Zpat0"/>
            <w:rPr>
              <w:b/>
            </w:rPr>
          </w:pPr>
          <w:r w:rsidRPr="00143EC0">
            <w:rPr>
              <w:b/>
            </w:rPr>
            <w:t xml:space="preserve">PŘÍLOHA č. </w:t>
          </w:r>
          <w:r>
            <w:rPr>
              <w:b/>
            </w:rPr>
            <w:t>7</w:t>
          </w:r>
        </w:p>
        <w:p w14:paraId="021CA5A4" w14:textId="77777777" w:rsidR="007B3D58" w:rsidRDefault="007B3D58" w:rsidP="00F95FBD">
          <w:pPr>
            <w:pStyle w:val="Zpat0"/>
          </w:pPr>
          <w:r w:rsidRPr="00886B4D">
            <w:rPr>
              <w:b/>
            </w:rPr>
            <w:t xml:space="preserve">Smlouva o dílo na </w:t>
          </w:r>
          <w:r>
            <w:rPr>
              <w:b/>
            </w:rPr>
            <w:t>poskytování služeb</w:t>
          </w:r>
        </w:p>
      </w:tc>
    </w:tr>
  </w:tbl>
  <w:p w14:paraId="6AB9F404" w14:textId="77777777" w:rsidR="007B3D58" w:rsidRPr="00B8518B" w:rsidRDefault="007B3D5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DEAACD" w14:textId="77777777" w:rsidR="007B3D58" w:rsidRDefault="007B3D58" w:rsidP="00962258">
      <w:pPr>
        <w:spacing w:after="0" w:line="240" w:lineRule="auto"/>
      </w:pPr>
      <w:r>
        <w:separator/>
      </w:r>
    </w:p>
  </w:footnote>
  <w:footnote w:type="continuationSeparator" w:id="0">
    <w:p w14:paraId="534A7A1B" w14:textId="77777777" w:rsidR="007B3D58" w:rsidRDefault="007B3D5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26FF851F" w14:textId="77777777" w:rsidTr="00C02D0A">
      <w:trPr>
        <w:trHeight w:hRule="exact" w:val="454"/>
      </w:trPr>
      <w:tc>
        <w:tcPr>
          <w:tcW w:w="1361" w:type="dxa"/>
          <w:tcMar>
            <w:top w:w="57" w:type="dxa"/>
            <w:left w:w="0" w:type="dxa"/>
            <w:right w:w="0" w:type="dxa"/>
          </w:tcMar>
        </w:tcPr>
        <w:p w14:paraId="58D921D0"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1CF3204D" w14:textId="77777777" w:rsidR="007B3D58" w:rsidRDefault="007B3D58" w:rsidP="00523EA7">
          <w:pPr>
            <w:pStyle w:val="Zpat"/>
          </w:pPr>
        </w:p>
      </w:tc>
      <w:tc>
        <w:tcPr>
          <w:tcW w:w="5698" w:type="dxa"/>
          <w:shd w:val="clear" w:color="auto" w:fill="auto"/>
          <w:tcMar>
            <w:top w:w="57" w:type="dxa"/>
            <w:left w:w="0" w:type="dxa"/>
            <w:right w:w="0" w:type="dxa"/>
          </w:tcMar>
        </w:tcPr>
        <w:p w14:paraId="362AE77D" w14:textId="77777777" w:rsidR="007B3D58" w:rsidRPr="00D6163D" w:rsidRDefault="007B3D58" w:rsidP="00D6163D">
          <w:pPr>
            <w:pStyle w:val="Druhdokumentu"/>
          </w:pPr>
        </w:p>
      </w:tc>
    </w:tr>
  </w:tbl>
  <w:p w14:paraId="33A2C084" w14:textId="77777777" w:rsidR="007B3D58" w:rsidRPr="00D6163D" w:rsidRDefault="007B3D58">
    <w:pPr>
      <w:pStyle w:val="Zhlav"/>
      <w:rPr>
        <w:sz w:val="8"/>
        <w:szCs w:val="8"/>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2232364" w14:textId="77777777" w:rsidTr="00C02D0A">
      <w:trPr>
        <w:trHeight w:hRule="exact" w:val="454"/>
      </w:trPr>
      <w:tc>
        <w:tcPr>
          <w:tcW w:w="1361" w:type="dxa"/>
          <w:tcMar>
            <w:top w:w="57" w:type="dxa"/>
            <w:left w:w="0" w:type="dxa"/>
            <w:right w:w="0" w:type="dxa"/>
          </w:tcMar>
        </w:tcPr>
        <w:p w14:paraId="1128734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7DB98B3" w14:textId="77777777" w:rsidR="007B3D58" w:rsidRDefault="007B3D58" w:rsidP="00523EA7">
          <w:pPr>
            <w:pStyle w:val="Zpat"/>
          </w:pPr>
        </w:p>
      </w:tc>
      <w:tc>
        <w:tcPr>
          <w:tcW w:w="5698" w:type="dxa"/>
          <w:shd w:val="clear" w:color="auto" w:fill="auto"/>
          <w:tcMar>
            <w:top w:w="57" w:type="dxa"/>
            <w:left w:w="0" w:type="dxa"/>
            <w:right w:w="0" w:type="dxa"/>
          </w:tcMar>
        </w:tcPr>
        <w:p w14:paraId="1E7DFB6C" w14:textId="77777777" w:rsidR="007B3D58" w:rsidRPr="00D6163D" w:rsidRDefault="007B3D58" w:rsidP="00D6163D">
          <w:pPr>
            <w:pStyle w:val="Druhdokumentu"/>
          </w:pPr>
        </w:p>
      </w:tc>
    </w:tr>
  </w:tbl>
  <w:p w14:paraId="7911A644" w14:textId="77777777" w:rsidR="007B3D58" w:rsidRPr="00D6163D" w:rsidRDefault="007B3D5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B1AC796" w14:textId="77777777" w:rsidTr="00C02D0A">
      <w:trPr>
        <w:trHeight w:hRule="exact" w:val="454"/>
      </w:trPr>
      <w:tc>
        <w:tcPr>
          <w:tcW w:w="1361" w:type="dxa"/>
          <w:tcMar>
            <w:top w:w="57" w:type="dxa"/>
            <w:left w:w="0" w:type="dxa"/>
            <w:right w:w="0" w:type="dxa"/>
          </w:tcMar>
        </w:tcPr>
        <w:p w14:paraId="127F1B6D"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14BD8E6" w14:textId="77777777" w:rsidR="007B3D58" w:rsidRDefault="007B3D58" w:rsidP="00523EA7">
          <w:pPr>
            <w:pStyle w:val="Zpat"/>
          </w:pPr>
        </w:p>
      </w:tc>
      <w:tc>
        <w:tcPr>
          <w:tcW w:w="5698" w:type="dxa"/>
          <w:shd w:val="clear" w:color="auto" w:fill="auto"/>
          <w:tcMar>
            <w:top w:w="57" w:type="dxa"/>
            <w:left w:w="0" w:type="dxa"/>
            <w:right w:w="0" w:type="dxa"/>
          </w:tcMar>
        </w:tcPr>
        <w:p w14:paraId="45CCC127" w14:textId="77777777" w:rsidR="007B3D58" w:rsidRPr="00D6163D" w:rsidRDefault="007B3D58" w:rsidP="00D6163D">
          <w:pPr>
            <w:pStyle w:val="Druhdokumentu"/>
          </w:pPr>
        </w:p>
      </w:tc>
    </w:tr>
  </w:tbl>
  <w:p w14:paraId="2D67BE34" w14:textId="77777777" w:rsidR="007B3D58" w:rsidRPr="00D6163D" w:rsidRDefault="007B3D5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B3D58" w14:paraId="125F3090" w14:textId="77777777" w:rsidTr="00B22106">
      <w:trPr>
        <w:trHeight w:hRule="exact" w:val="936"/>
      </w:trPr>
      <w:tc>
        <w:tcPr>
          <w:tcW w:w="1361" w:type="dxa"/>
          <w:tcMar>
            <w:left w:w="0" w:type="dxa"/>
            <w:right w:w="0" w:type="dxa"/>
          </w:tcMar>
        </w:tcPr>
        <w:p w14:paraId="64F75280"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7F24DA5A" w14:textId="77777777" w:rsidR="007B3D58" w:rsidRDefault="007B3D58" w:rsidP="00FC6389">
          <w:pPr>
            <w:pStyle w:val="Zpat"/>
          </w:pPr>
          <w:r>
            <w:rPr>
              <w:noProof/>
              <w:lang w:eastAsia="cs-CZ"/>
            </w:rPr>
            <w:drawing>
              <wp:anchor distT="0" distB="0" distL="114300" distR="114300" simplePos="0" relativeHeight="251659264" behindDoc="0" locked="1" layoutInCell="1" allowOverlap="1" wp14:anchorId="456F4B12" wp14:editId="599FD56B">
                <wp:simplePos x="0" y="0"/>
                <wp:positionH relativeFrom="page">
                  <wp:posOffset>-828675</wp:posOffset>
                </wp:positionH>
                <wp:positionV relativeFrom="page">
                  <wp:posOffset>78105</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3D9B771" w14:textId="77777777" w:rsidR="007B3D58" w:rsidRPr="00D6163D" w:rsidRDefault="007B3D58" w:rsidP="00FC6389">
          <w:pPr>
            <w:pStyle w:val="Druhdokumentu"/>
          </w:pPr>
        </w:p>
      </w:tc>
    </w:tr>
    <w:tr w:rsidR="007B3D58" w14:paraId="14D26AA4" w14:textId="77777777" w:rsidTr="00B22106">
      <w:trPr>
        <w:trHeight w:hRule="exact" w:val="936"/>
      </w:trPr>
      <w:tc>
        <w:tcPr>
          <w:tcW w:w="1361" w:type="dxa"/>
          <w:tcMar>
            <w:left w:w="0" w:type="dxa"/>
            <w:right w:w="0" w:type="dxa"/>
          </w:tcMar>
        </w:tcPr>
        <w:p w14:paraId="68D6B4DD" w14:textId="77777777" w:rsidR="007B3D58" w:rsidRPr="00B8518B" w:rsidRDefault="007B3D58" w:rsidP="00FC6389">
          <w:pPr>
            <w:pStyle w:val="Zpat"/>
            <w:rPr>
              <w:rStyle w:val="slostrnky"/>
            </w:rPr>
          </w:pPr>
        </w:p>
      </w:tc>
      <w:tc>
        <w:tcPr>
          <w:tcW w:w="3458" w:type="dxa"/>
          <w:shd w:val="clear" w:color="auto" w:fill="auto"/>
          <w:tcMar>
            <w:left w:w="0" w:type="dxa"/>
            <w:right w:w="0" w:type="dxa"/>
          </w:tcMar>
        </w:tcPr>
        <w:p w14:paraId="0FE5771A" w14:textId="77777777" w:rsidR="007B3D58" w:rsidRDefault="007B3D58" w:rsidP="00FC6389">
          <w:pPr>
            <w:pStyle w:val="Zpat"/>
          </w:pPr>
        </w:p>
      </w:tc>
      <w:tc>
        <w:tcPr>
          <w:tcW w:w="5756" w:type="dxa"/>
          <w:shd w:val="clear" w:color="auto" w:fill="auto"/>
          <w:tcMar>
            <w:left w:w="0" w:type="dxa"/>
            <w:right w:w="0" w:type="dxa"/>
          </w:tcMar>
        </w:tcPr>
        <w:p w14:paraId="7116DABD" w14:textId="77777777" w:rsidR="007B3D58" w:rsidRPr="00D6163D" w:rsidRDefault="007B3D58" w:rsidP="00FC6389">
          <w:pPr>
            <w:pStyle w:val="Druhdokumentu"/>
          </w:pPr>
        </w:p>
      </w:tc>
    </w:tr>
  </w:tbl>
  <w:p w14:paraId="6751D14B" w14:textId="77777777" w:rsidR="007B3D58" w:rsidRPr="00D6163D" w:rsidRDefault="007B3D58" w:rsidP="00FC6389">
    <w:pPr>
      <w:pStyle w:val="Zhlav"/>
      <w:rPr>
        <w:sz w:val="8"/>
        <w:szCs w:val="8"/>
      </w:rPr>
    </w:pPr>
  </w:p>
  <w:p w14:paraId="48D72188" w14:textId="77777777" w:rsidR="007B3D58" w:rsidRPr="00460660" w:rsidRDefault="007B3D5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0825F97" w14:textId="77777777" w:rsidTr="00C02D0A">
      <w:trPr>
        <w:trHeight w:hRule="exact" w:val="454"/>
      </w:trPr>
      <w:tc>
        <w:tcPr>
          <w:tcW w:w="1361" w:type="dxa"/>
          <w:tcMar>
            <w:top w:w="57" w:type="dxa"/>
            <w:left w:w="0" w:type="dxa"/>
            <w:right w:w="0" w:type="dxa"/>
          </w:tcMar>
        </w:tcPr>
        <w:p w14:paraId="3080BE33"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60D6DD0" w14:textId="77777777" w:rsidR="007B3D58" w:rsidRDefault="007B3D58" w:rsidP="00523EA7">
          <w:pPr>
            <w:pStyle w:val="Zpat"/>
          </w:pPr>
        </w:p>
      </w:tc>
      <w:tc>
        <w:tcPr>
          <w:tcW w:w="5698" w:type="dxa"/>
          <w:shd w:val="clear" w:color="auto" w:fill="auto"/>
          <w:tcMar>
            <w:top w:w="57" w:type="dxa"/>
            <w:left w:w="0" w:type="dxa"/>
            <w:right w:w="0" w:type="dxa"/>
          </w:tcMar>
        </w:tcPr>
        <w:p w14:paraId="5C3AA2BF" w14:textId="77777777" w:rsidR="007B3D58" w:rsidRPr="00D6163D" w:rsidRDefault="007B3D58" w:rsidP="00D6163D">
          <w:pPr>
            <w:pStyle w:val="Druhdokumentu"/>
          </w:pPr>
        </w:p>
      </w:tc>
    </w:tr>
  </w:tbl>
  <w:p w14:paraId="3499F468" w14:textId="77777777" w:rsidR="007B3D58" w:rsidRPr="00D6163D" w:rsidRDefault="007B3D5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1D67D37D" w14:textId="77777777" w:rsidTr="00C02D0A">
      <w:trPr>
        <w:trHeight w:hRule="exact" w:val="454"/>
      </w:trPr>
      <w:tc>
        <w:tcPr>
          <w:tcW w:w="1361" w:type="dxa"/>
          <w:tcMar>
            <w:top w:w="57" w:type="dxa"/>
            <w:left w:w="0" w:type="dxa"/>
            <w:right w:w="0" w:type="dxa"/>
          </w:tcMar>
        </w:tcPr>
        <w:p w14:paraId="7E6D321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E2730BD" w14:textId="77777777" w:rsidR="007B3D58" w:rsidRDefault="007B3D58" w:rsidP="00523EA7">
          <w:pPr>
            <w:pStyle w:val="Zpat"/>
          </w:pPr>
        </w:p>
      </w:tc>
      <w:tc>
        <w:tcPr>
          <w:tcW w:w="5698" w:type="dxa"/>
          <w:shd w:val="clear" w:color="auto" w:fill="auto"/>
          <w:tcMar>
            <w:top w:w="57" w:type="dxa"/>
            <w:left w:w="0" w:type="dxa"/>
            <w:right w:w="0" w:type="dxa"/>
          </w:tcMar>
        </w:tcPr>
        <w:p w14:paraId="008585BA" w14:textId="77777777" w:rsidR="007B3D58" w:rsidRPr="00D6163D" w:rsidRDefault="007B3D58" w:rsidP="00D6163D">
          <w:pPr>
            <w:pStyle w:val="Druhdokumentu"/>
          </w:pPr>
        </w:p>
      </w:tc>
    </w:tr>
  </w:tbl>
  <w:p w14:paraId="33292E9D" w14:textId="77777777" w:rsidR="007B3D58" w:rsidRPr="00D6163D" w:rsidRDefault="007B3D5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362A945" w14:textId="77777777" w:rsidTr="00C02D0A">
      <w:trPr>
        <w:trHeight w:hRule="exact" w:val="454"/>
      </w:trPr>
      <w:tc>
        <w:tcPr>
          <w:tcW w:w="1361" w:type="dxa"/>
          <w:tcMar>
            <w:top w:w="57" w:type="dxa"/>
            <w:left w:w="0" w:type="dxa"/>
            <w:right w:w="0" w:type="dxa"/>
          </w:tcMar>
        </w:tcPr>
        <w:p w14:paraId="190E4EB8"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4EEB917" w14:textId="77777777" w:rsidR="007B3D58" w:rsidRDefault="007B3D58" w:rsidP="00523EA7">
          <w:pPr>
            <w:pStyle w:val="Zpat"/>
          </w:pPr>
        </w:p>
      </w:tc>
      <w:tc>
        <w:tcPr>
          <w:tcW w:w="5698" w:type="dxa"/>
          <w:shd w:val="clear" w:color="auto" w:fill="auto"/>
          <w:tcMar>
            <w:top w:w="57" w:type="dxa"/>
            <w:left w:w="0" w:type="dxa"/>
            <w:right w:w="0" w:type="dxa"/>
          </w:tcMar>
        </w:tcPr>
        <w:p w14:paraId="653F95CC" w14:textId="77777777" w:rsidR="007B3D58" w:rsidRPr="00D6163D" w:rsidRDefault="007B3D58" w:rsidP="00D6163D">
          <w:pPr>
            <w:pStyle w:val="Druhdokumentu"/>
          </w:pPr>
        </w:p>
      </w:tc>
    </w:tr>
  </w:tbl>
  <w:p w14:paraId="0B04A711" w14:textId="77777777" w:rsidR="007B3D58" w:rsidRPr="00D6163D" w:rsidRDefault="007B3D5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6C247491" w14:textId="77777777" w:rsidTr="00C02D0A">
      <w:trPr>
        <w:trHeight w:hRule="exact" w:val="454"/>
      </w:trPr>
      <w:tc>
        <w:tcPr>
          <w:tcW w:w="1361" w:type="dxa"/>
          <w:tcMar>
            <w:top w:w="57" w:type="dxa"/>
            <w:left w:w="0" w:type="dxa"/>
            <w:right w:w="0" w:type="dxa"/>
          </w:tcMar>
        </w:tcPr>
        <w:p w14:paraId="2D1CFD8C"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C37B60E" w14:textId="77777777" w:rsidR="007B3D58" w:rsidRDefault="007B3D58" w:rsidP="00523EA7">
          <w:pPr>
            <w:pStyle w:val="Zpat"/>
          </w:pPr>
        </w:p>
      </w:tc>
      <w:tc>
        <w:tcPr>
          <w:tcW w:w="5698" w:type="dxa"/>
          <w:shd w:val="clear" w:color="auto" w:fill="auto"/>
          <w:tcMar>
            <w:top w:w="57" w:type="dxa"/>
            <w:left w:w="0" w:type="dxa"/>
            <w:right w:w="0" w:type="dxa"/>
          </w:tcMar>
        </w:tcPr>
        <w:p w14:paraId="10501AE5" w14:textId="77777777" w:rsidR="007B3D58" w:rsidRPr="00D6163D" w:rsidRDefault="007B3D58" w:rsidP="00D6163D">
          <w:pPr>
            <w:pStyle w:val="Druhdokumentu"/>
          </w:pPr>
        </w:p>
      </w:tc>
    </w:tr>
  </w:tbl>
  <w:p w14:paraId="4D98D36A" w14:textId="77777777" w:rsidR="007B3D58" w:rsidRPr="00D6163D" w:rsidRDefault="007B3D5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5DA0C32F" w14:textId="77777777" w:rsidTr="00C02D0A">
      <w:trPr>
        <w:trHeight w:hRule="exact" w:val="454"/>
      </w:trPr>
      <w:tc>
        <w:tcPr>
          <w:tcW w:w="1361" w:type="dxa"/>
          <w:tcMar>
            <w:top w:w="57" w:type="dxa"/>
            <w:left w:w="0" w:type="dxa"/>
            <w:right w:w="0" w:type="dxa"/>
          </w:tcMar>
        </w:tcPr>
        <w:p w14:paraId="0012662A"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5CE6143A" w14:textId="77777777" w:rsidR="007B3D58" w:rsidRDefault="007B3D58" w:rsidP="00523EA7">
          <w:pPr>
            <w:pStyle w:val="Zpat"/>
          </w:pPr>
        </w:p>
      </w:tc>
      <w:tc>
        <w:tcPr>
          <w:tcW w:w="5698" w:type="dxa"/>
          <w:shd w:val="clear" w:color="auto" w:fill="auto"/>
          <w:tcMar>
            <w:top w:w="57" w:type="dxa"/>
            <w:left w:w="0" w:type="dxa"/>
            <w:right w:w="0" w:type="dxa"/>
          </w:tcMar>
        </w:tcPr>
        <w:p w14:paraId="01A2CD0B" w14:textId="77777777" w:rsidR="007B3D58" w:rsidRPr="00D6163D" w:rsidRDefault="007B3D58" w:rsidP="00D6163D">
          <w:pPr>
            <w:pStyle w:val="Druhdokumentu"/>
          </w:pPr>
        </w:p>
      </w:tc>
    </w:tr>
  </w:tbl>
  <w:p w14:paraId="7B6CD802" w14:textId="77777777" w:rsidR="007B3D58" w:rsidRPr="00D6163D" w:rsidRDefault="007B3D5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456EE47A" w14:textId="77777777" w:rsidTr="00C02D0A">
      <w:trPr>
        <w:trHeight w:hRule="exact" w:val="454"/>
      </w:trPr>
      <w:tc>
        <w:tcPr>
          <w:tcW w:w="1361" w:type="dxa"/>
          <w:tcMar>
            <w:top w:w="57" w:type="dxa"/>
            <w:left w:w="0" w:type="dxa"/>
            <w:right w:w="0" w:type="dxa"/>
          </w:tcMar>
        </w:tcPr>
        <w:p w14:paraId="16D9DD74"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3F11630A" w14:textId="77777777" w:rsidR="007B3D58" w:rsidRDefault="007B3D58" w:rsidP="00523EA7">
          <w:pPr>
            <w:pStyle w:val="Zpat"/>
          </w:pPr>
        </w:p>
      </w:tc>
      <w:tc>
        <w:tcPr>
          <w:tcW w:w="5698" w:type="dxa"/>
          <w:shd w:val="clear" w:color="auto" w:fill="auto"/>
          <w:tcMar>
            <w:top w:w="57" w:type="dxa"/>
            <w:left w:w="0" w:type="dxa"/>
            <w:right w:w="0" w:type="dxa"/>
          </w:tcMar>
        </w:tcPr>
        <w:p w14:paraId="19113D71" w14:textId="77777777" w:rsidR="007B3D58" w:rsidRPr="00D6163D" w:rsidRDefault="007B3D58" w:rsidP="00D6163D">
          <w:pPr>
            <w:pStyle w:val="Druhdokumentu"/>
          </w:pPr>
        </w:p>
      </w:tc>
    </w:tr>
  </w:tbl>
  <w:p w14:paraId="4A4000A6" w14:textId="77777777" w:rsidR="007B3D58" w:rsidRPr="00D6163D" w:rsidRDefault="007B3D5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B3D58" w14:paraId="3424F469" w14:textId="77777777" w:rsidTr="00C02D0A">
      <w:trPr>
        <w:trHeight w:hRule="exact" w:val="454"/>
      </w:trPr>
      <w:tc>
        <w:tcPr>
          <w:tcW w:w="1361" w:type="dxa"/>
          <w:tcMar>
            <w:top w:w="57" w:type="dxa"/>
            <w:left w:w="0" w:type="dxa"/>
            <w:right w:w="0" w:type="dxa"/>
          </w:tcMar>
        </w:tcPr>
        <w:p w14:paraId="6EF4D9A9" w14:textId="77777777" w:rsidR="007B3D58" w:rsidRPr="00B8518B" w:rsidRDefault="007B3D58" w:rsidP="00523EA7">
          <w:pPr>
            <w:pStyle w:val="Zpat"/>
            <w:rPr>
              <w:rStyle w:val="slostrnky"/>
            </w:rPr>
          </w:pPr>
        </w:p>
      </w:tc>
      <w:tc>
        <w:tcPr>
          <w:tcW w:w="3458" w:type="dxa"/>
          <w:shd w:val="clear" w:color="auto" w:fill="auto"/>
          <w:tcMar>
            <w:top w:w="57" w:type="dxa"/>
            <w:left w:w="0" w:type="dxa"/>
            <w:right w:w="0" w:type="dxa"/>
          </w:tcMar>
        </w:tcPr>
        <w:p w14:paraId="424F1A70" w14:textId="77777777" w:rsidR="007B3D58" w:rsidRDefault="007B3D58" w:rsidP="00523EA7">
          <w:pPr>
            <w:pStyle w:val="Zpat"/>
          </w:pPr>
        </w:p>
      </w:tc>
      <w:tc>
        <w:tcPr>
          <w:tcW w:w="5698" w:type="dxa"/>
          <w:shd w:val="clear" w:color="auto" w:fill="auto"/>
          <w:tcMar>
            <w:top w:w="57" w:type="dxa"/>
            <w:left w:w="0" w:type="dxa"/>
            <w:right w:w="0" w:type="dxa"/>
          </w:tcMar>
        </w:tcPr>
        <w:p w14:paraId="6FB5FFD8" w14:textId="77777777" w:rsidR="007B3D58" w:rsidRPr="00D6163D" w:rsidRDefault="007B3D58" w:rsidP="00D6163D">
          <w:pPr>
            <w:pStyle w:val="Druhdokumentu"/>
          </w:pPr>
        </w:p>
      </w:tc>
    </w:tr>
  </w:tbl>
  <w:p w14:paraId="08C12C33" w14:textId="77777777" w:rsidR="007B3D58" w:rsidRPr="00D6163D" w:rsidRDefault="007B3D5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4150E7C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042B3E0"/>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2B077CD"/>
    <w:multiLevelType w:val="hybridMultilevel"/>
    <w:tmpl w:val="AFB6782E"/>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118695D"/>
    <w:multiLevelType w:val="hybridMultilevel"/>
    <w:tmpl w:val="E272E65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1A5326"/>
    <w:multiLevelType w:val="hybridMultilevel"/>
    <w:tmpl w:val="2A545AA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13" w15:restartNumberingAfterBreak="0">
    <w:nsid w:val="55B07A19"/>
    <w:multiLevelType w:val="hybridMultilevel"/>
    <w:tmpl w:val="D2B86A1C"/>
    <w:lvl w:ilvl="0" w:tplc="04050001">
      <w:start w:val="1"/>
      <w:numFmt w:val="bullet"/>
      <w:lvlText w:val=""/>
      <w:lvlJc w:val="left"/>
      <w:pPr>
        <w:ind w:left="2280" w:hanging="360"/>
      </w:pPr>
      <w:rPr>
        <w:rFonts w:ascii="Symbol" w:hAnsi="Symbol" w:hint="default"/>
      </w:rPr>
    </w:lvl>
    <w:lvl w:ilvl="1" w:tplc="04050003" w:tentative="1">
      <w:start w:val="1"/>
      <w:numFmt w:val="bullet"/>
      <w:lvlText w:val="o"/>
      <w:lvlJc w:val="left"/>
      <w:pPr>
        <w:ind w:left="3000" w:hanging="360"/>
      </w:pPr>
      <w:rPr>
        <w:rFonts w:ascii="Courier New" w:hAnsi="Courier New" w:cs="Courier New" w:hint="default"/>
      </w:rPr>
    </w:lvl>
    <w:lvl w:ilvl="2" w:tplc="04050005" w:tentative="1">
      <w:start w:val="1"/>
      <w:numFmt w:val="bullet"/>
      <w:lvlText w:val=""/>
      <w:lvlJc w:val="left"/>
      <w:pPr>
        <w:ind w:left="3720" w:hanging="360"/>
      </w:pPr>
      <w:rPr>
        <w:rFonts w:ascii="Wingdings" w:hAnsi="Wingdings" w:hint="default"/>
      </w:rPr>
    </w:lvl>
    <w:lvl w:ilvl="3" w:tplc="04050001" w:tentative="1">
      <w:start w:val="1"/>
      <w:numFmt w:val="bullet"/>
      <w:lvlText w:val=""/>
      <w:lvlJc w:val="left"/>
      <w:pPr>
        <w:ind w:left="4440" w:hanging="360"/>
      </w:pPr>
      <w:rPr>
        <w:rFonts w:ascii="Symbol" w:hAnsi="Symbol" w:hint="default"/>
      </w:rPr>
    </w:lvl>
    <w:lvl w:ilvl="4" w:tplc="04050003" w:tentative="1">
      <w:start w:val="1"/>
      <w:numFmt w:val="bullet"/>
      <w:lvlText w:val="o"/>
      <w:lvlJc w:val="left"/>
      <w:pPr>
        <w:ind w:left="5160" w:hanging="360"/>
      </w:pPr>
      <w:rPr>
        <w:rFonts w:ascii="Courier New" w:hAnsi="Courier New" w:cs="Courier New" w:hint="default"/>
      </w:rPr>
    </w:lvl>
    <w:lvl w:ilvl="5" w:tplc="04050005" w:tentative="1">
      <w:start w:val="1"/>
      <w:numFmt w:val="bullet"/>
      <w:lvlText w:val=""/>
      <w:lvlJc w:val="left"/>
      <w:pPr>
        <w:ind w:left="5880" w:hanging="360"/>
      </w:pPr>
      <w:rPr>
        <w:rFonts w:ascii="Wingdings" w:hAnsi="Wingdings" w:hint="default"/>
      </w:rPr>
    </w:lvl>
    <w:lvl w:ilvl="6" w:tplc="04050001" w:tentative="1">
      <w:start w:val="1"/>
      <w:numFmt w:val="bullet"/>
      <w:lvlText w:val=""/>
      <w:lvlJc w:val="left"/>
      <w:pPr>
        <w:ind w:left="6600" w:hanging="360"/>
      </w:pPr>
      <w:rPr>
        <w:rFonts w:ascii="Symbol" w:hAnsi="Symbol" w:hint="default"/>
      </w:rPr>
    </w:lvl>
    <w:lvl w:ilvl="7" w:tplc="04050003" w:tentative="1">
      <w:start w:val="1"/>
      <w:numFmt w:val="bullet"/>
      <w:lvlText w:val="o"/>
      <w:lvlJc w:val="left"/>
      <w:pPr>
        <w:ind w:left="7320" w:hanging="360"/>
      </w:pPr>
      <w:rPr>
        <w:rFonts w:ascii="Courier New" w:hAnsi="Courier New" w:cs="Courier New" w:hint="default"/>
      </w:rPr>
    </w:lvl>
    <w:lvl w:ilvl="8" w:tplc="04050005" w:tentative="1">
      <w:start w:val="1"/>
      <w:numFmt w:val="bullet"/>
      <w:lvlText w:val=""/>
      <w:lvlJc w:val="left"/>
      <w:pPr>
        <w:ind w:left="8040" w:hanging="360"/>
      </w:pPr>
      <w:rPr>
        <w:rFonts w:ascii="Wingdings" w:hAnsi="Wingdings" w:hint="default"/>
      </w:rPr>
    </w:lvl>
  </w:abstractNum>
  <w:abstractNum w:abstractNumId="14"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51438122">
    <w:abstractNumId w:val="3"/>
  </w:num>
  <w:num w:numId="2" w16cid:durableId="443618068">
    <w:abstractNumId w:val="1"/>
  </w:num>
  <w:num w:numId="3" w16cid:durableId="1535540130">
    <w:abstractNumId w:val="16"/>
  </w:num>
  <w:num w:numId="4" w16cid:durableId="402266249">
    <w:abstractNumId w:val="5"/>
  </w:num>
  <w:num w:numId="5" w16cid:durableId="15283986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440203">
    <w:abstractNumId w:val="6"/>
  </w:num>
  <w:num w:numId="7" w16cid:durableId="1013264187">
    <w:abstractNumId w:val="11"/>
  </w:num>
  <w:num w:numId="8" w16cid:durableId="1122990627">
    <w:abstractNumId w:val="14"/>
  </w:num>
  <w:num w:numId="9" w16cid:durableId="740981015">
    <w:abstractNumId w:val="0"/>
  </w:num>
  <w:num w:numId="10" w16cid:durableId="474759724">
    <w:abstractNumId w:val="2"/>
  </w:num>
  <w:num w:numId="11" w16cid:durableId="1976715671">
    <w:abstractNumId w:val="17"/>
  </w:num>
  <w:num w:numId="12" w16cid:durableId="1319654499">
    <w:abstractNumId w:val="0"/>
  </w:num>
  <w:num w:numId="13" w16cid:durableId="499471685">
    <w:abstractNumId w:val="2"/>
  </w:num>
  <w:num w:numId="14" w16cid:durableId="986279279">
    <w:abstractNumId w:val="2"/>
  </w:num>
  <w:num w:numId="15" w16cid:durableId="1427651214">
    <w:abstractNumId w:val="6"/>
  </w:num>
  <w:num w:numId="16" w16cid:durableId="1928614314">
    <w:abstractNumId w:val="6"/>
  </w:num>
  <w:num w:numId="17" w16cid:durableId="1458066405">
    <w:abstractNumId w:val="6"/>
  </w:num>
  <w:num w:numId="18" w16cid:durableId="2098866899">
    <w:abstractNumId w:val="11"/>
  </w:num>
  <w:num w:numId="19" w16cid:durableId="21440737">
    <w:abstractNumId w:val="11"/>
  </w:num>
  <w:num w:numId="20" w16cid:durableId="859976817">
    <w:abstractNumId w:val="11"/>
  </w:num>
  <w:num w:numId="21" w16cid:durableId="1499729132">
    <w:abstractNumId w:val="14"/>
  </w:num>
  <w:num w:numId="22" w16cid:durableId="1831940014">
    <w:abstractNumId w:val="0"/>
  </w:num>
  <w:num w:numId="23" w16cid:durableId="529563572">
    <w:abstractNumId w:val="0"/>
  </w:num>
  <w:num w:numId="24" w16cid:durableId="117602464">
    <w:abstractNumId w:val="2"/>
  </w:num>
  <w:num w:numId="25" w16cid:durableId="341669463">
    <w:abstractNumId w:val="2"/>
  </w:num>
  <w:num w:numId="26" w16cid:durableId="1283535034">
    <w:abstractNumId w:val="17"/>
  </w:num>
  <w:num w:numId="27" w16cid:durableId="6586575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8520137">
    <w:abstractNumId w:val="0"/>
  </w:num>
  <w:num w:numId="29" w16cid:durableId="383988666">
    <w:abstractNumId w:val="8"/>
  </w:num>
  <w:num w:numId="30" w16cid:durableId="54669325">
    <w:abstractNumId w:val="0"/>
  </w:num>
  <w:num w:numId="31" w16cid:durableId="1350253166">
    <w:abstractNumId w:val="0"/>
  </w:num>
  <w:num w:numId="32" w16cid:durableId="2032144685">
    <w:abstractNumId w:val="0"/>
  </w:num>
  <w:num w:numId="33" w16cid:durableId="609288240">
    <w:abstractNumId w:val="0"/>
  </w:num>
  <w:num w:numId="34" w16cid:durableId="1663119534">
    <w:abstractNumId w:val="0"/>
  </w:num>
  <w:num w:numId="35" w16cid:durableId="1350637732">
    <w:abstractNumId w:val="0"/>
  </w:num>
  <w:num w:numId="36" w16cid:durableId="1614171497">
    <w:abstractNumId w:val="0"/>
  </w:num>
  <w:num w:numId="37" w16cid:durableId="2069258992">
    <w:abstractNumId w:val="13"/>
  </w:num>
  <w:num w:numId="38" w16cid:durableId="17659784">
    <w:abstractNumId w:val="0"/>
  </w:num>
  <w:num w:numId="39" w16cid:durableId="1477649399">
    <w:abstractNumId w:val="4"/>
  </w:num>
  <w:num w:numId="40" w16cid:durableId="151876518">
    <w:abstractNumId w:val="0"/>
  </w:num>
  <w:num w:numId="41" w16cid:durableId="1121998474">
    <w:abstractNumId w:val="0"/>
  </w:num>
  <w:num w:numId="42" w16cid:durableId="270819508">
    <w:abstractNumId w:val="15"/>
  </w:num>
  <w:num w:numId="43" w16cid:durableId="296880313">
    <w:abstractNumId w:val="12"/>
  </w:num>
  <w:num w:numId="44" w16cid:durableId="1497963122">
    <w:abstractNumId w:val="10"/>
  </w:num>
  <w:num w:numId="45" w16cid:durableId="1860460468">
    <w:abstractNumId w:val="9"/>
  </w:num>
  <w:num w:numId="46" w16cid:durableId="136028061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D63"/>
    <w:rsid w:val="000048BC"/>
    <w:rsid w:val="00011B42"/>
    <w:rsid w:val="00016C67"/>
    <w:rsid w:val="00017F3C"/>
    <w:rsid w:val="00026EA8"/>
    <w:rsid w:val="00030B0B"/>
    <w:rsid w:val="000402F1"/>
    <w:rsid w:val="00041EC8"/>
    <w:rsid w:val="00047B05"/>
    <w:rsid w:val="0006588D"/>
    <w:rsid w:val="00067A5E"/>
    <w:rsid w:val="000719BB"/>
    <w:rsid w:val="000729F4"/>
    <w:rsid w:val="00072A65"/>
    <w:rsid w:val="00072C1E"/>
    <w:rsid w:val="000841E0"/>
    <w:rsid w:val="00097753"/>
    <w:rsid w:val="000B4EB8"/>
    <w:rsid w:val="000C1633"/>
    <w:rsid w:val="000C41F2"/>
    <w:rsid w:val="000C44B4"/>
    <w:rsid w:val="000D22C4"/>
    <w:rsid w:val="000D27D1"/>
    <w:rsid w:val="000D439A"/>
    <w:rsid w:val="000E1A7F"/>
    <w:rsid w:val="00112864"/>
    <w:rsid w:val="00114472"/>
    <w:rsid w:val="00114988"/>
    <w:rsid w:val="00115069"/>
    <w:rsid w:val="001150F2"/>
    <w:rsid w:val="0012210B"/>
    <w:rsid w:val="00124751"/>
    <w:rsid w:val="00133336"/>
    <w:rsid w:val="00143EC0"/>
    <w:rsid w:val="00157BBB"/>
    <w:rsid w:val="00160E18"/>
    <w:rsid w:val="001656A2"/>
    <w:rsid w:val="00165977"/>
    <w:rsid w:val="00170EC5"/>
    <w:rsid w:val="001747C1"/>
    <w:rsid w:val="0017536E"/>
    <w:rsid w:val="00176814"/>
    <w:rsid w:val="00177D6B"/>
    <w:rsid w:val="00181412"/>
    <w:rsid w:val="00191F90"/>
    <w:rsid w:val="001A5B98"/>
    <w:rsid w:val="001B4E74"/>
    <w:rsid w:val="001C645F"/>
    <w:rsid w:val="001E678E"/>
    <w:rsid w:val="002038D5"/>
    <w:rsid w:val="002071BB"/>
    <w:rsid w:val="00207DF5"/>
    <w:rsid w:val="002112A5"/>
    <w:rsid w:val="00225F70"/>
    <w:rsid w:val="00236DCC"/>
    <w:rsid w:val="00240B81"/>
    <w:rsid w:val="00247D01"/>
    <w:rsid w:val="00251A5A"/>
    <w:rsid w:val="002529A2"/>
    <w:rsid w:val="00261A5B"/>
    <w:rsid w:val="00262E5B"/>
    <w:rsid w:val="00276AFE"/>
    <w:rsid w:val="002835F9"/>
    <w:rsid w:val="00284E3E"/>
    <w:rsid w:val="002A3B57"/>
    <w:rsid w:val="002A5468"/>
    <w:rsid w:val="002B1444"/>
    <w:rsid w:val="002C0AD9"/>
    <w:rsid w:val="002C31BF"/>
    <w:rsid w:val="002D7FD6"/>
    <w:rsid w:val="002E0CD7"/>
    <w:rsid w:val="002E0CFB"/>
    <w:rsid w:val="002E5C7B"/>
    <w:rsid w:val="002F4333"/>
    <w:rsid w:val="00315C27"/>
    <w:rsid w:val="00316D63"/>
    <w:rsid w:val="00327EEF"/>
    <w:rsid w:val="0033239F"/>
    <w:rsid w:val="00335F00"/>
    <w:rsid w:val="003414A9"/>
    <w:rsid w:val="0034274B"/>
    <w:rsid w:val="0034719F"/>
    <w:rsid w:val="00350A35"/>
    <w:rsid w:val="003532A1"/>
    <w:rsid w:val="003571D8"/>
    <w:rsid w:val="00357BC6"/>
    <w:rsid w:val="00361422"/>
    <w:rsid w:val="00366604"/>
    <w:rsid w:val="003739DD"/>
    <w:rsid w:val="0037545D"/>
    <w:rsid w:val="00376B87"/>
    <w:rsid w:val="00381EFC"/>
    <w:rsid w:val="00392910"/>
    <w:rsid w:val="00392EB6"/>
    <w:rsid w:val="003956C6"/>
    <w:rsid w:val="003A197F"/>
    <w:rsid w:val="003B29AC"/>
    <w:rsid w:val="003C33F2"/>
    <w:rsid w:val="003D53FD"/>
    <w:rsid w:val="003D756E"/>
    <w:rsid w:val="003E420D"/>
    <w:rsid w:val="003E4C13"/>
    <w:rsid w:val="003F5723"/>
    <w:rsid w:val="004078F3"/>
    <w:rsid w:val="00427794"/>
    <w:rsid w:val="004436EE"/>
    <w:rsid w:val="00450F07"/>
    <w:rsid w:val="00453CD3"/>
    <w:rsid w:val="0046002F"/>
    <w:rsid w:val="00460660"/>
    <w:rsid w:val="00464BA9"/>
    <w:rsid w:val="00483969"/>
    <w:rsid w:val="00486107"/>
    <w:rsid w:val="00491827"/>
    <w:rsid w:val="00491D38"/>
    <w:rsid w:val="004C4399"/>
    <w:rsid w:val="004C787C"/>
    <w:rsid w:val="004D09FB"/>
    <w:rsid w:val="004D1C8E"/>
    <w:rsid w:val="004D7138"/>
    <w:rsid w:val="004D71CD"/>
    <w:rsid w:val="004E39DF"/>
    <w:rsid w:val="004E7A1F"/>
    <w:rsid w:val="004F4B9B"/>
    <w:rsid w:val="00502690"/>
    <w:rsid w:val="0050666E"/>
    <w:rsid w:val="00506DE0"/>
    <w:rsid w:val="00511AB9"/>
    <w:rsid w:val="00523BB5"/>
    <w:rsid w:val="00523EA7"/>
    <w:rsid w:val="005406EB"/>
    <w:rsid w:val="00541324"/>
    <w:rsid w:val="00546383"/>
    <w:rsid w:val="00553375"/>
    <w:rsid w:val="00555884"/>
    <w:rsid w:val="0056713A"/>
    <w:rsid w:val="005736B7"/>
    <w:rsid w:val="00573A05"/>
    <w:rsid w:val="00575E5A"/>
    <w:rsid w:val="00580245"/>
    <w:rsid w:val="00581936"/>
    <w:rsid w:val="005A0DD7"/>
    <w:rsid w:val="005A1F44"/>
    <w:rsid w:val="005A3013"/>
    <w:rsid w:val="005D3C39"/>
    <w:rsid w:val="005D54C0"/>
    <w:rsid w:val="00600C41"/>
    <w:rsid w:val="00601A8C"/>
    <w:rsid w:val="0061068E"/>
    <w:rsid w:val="006115D3"/>
    <w:rsid w:val="006153EB"/>
    <w:rsid w:val="0064315C"/>
    <w:rsid w:val="00644B90"/>
    <w:rsid w:val="00646AB2"/>
    <w:rsid w:val="0065610E"/>
    <w:rsid w:val="00660AD3"/>
    <w:rsid w:val="006708EB"/>
    <w:rsid w:val="006776B6"/>
    <w:rsid w:val="006923FD"/>
    <w:rsid w:val="00693150"/>
    <w:rsid w:val="006A5570"/>
    <w:rsid w:val="006A67D6"/>
    <w:rsid w:val="006A689C"/>
    <w:rsid w:val="006B0455"/>
    <w:rsid w:val="006B3D79"/>
    <w:rsid w:val="006B6FE4"/>
    <w:rsid w:val="006C2343"/>
    <w:rsid w:val="006C442A"/>
    <w:rsid w:val="006C4AD7"/>
    <w:rsid w:val="006D3D66"/>
    <w:rsid w:val="006E0578"/>
    <w:rsid w:val="006E314D"/>
    <w:rsid w:val="006F371A"/>
    <w:rsid w:val="006F4EC0"/>
    <w:rsid w:val="00710723"/>
    <w:rsid w:val="007145F3"/>
    <w:rsid w:val="00723ED1"/>
    <w:rsid w:val="00740AF5"/>
    <w:rsid w:val="00743525"/>
    <w:rsid w:val="00744076"/>
    <w:rsid w:val="007541A2"/>
    <w:rsid w:val="00755818"/>
    <w:rsid w:val="00760192"/>
    <w:rsid w:val="007616C2"/>
    <w:rsid w:val="0076286B"/>
    <w:rsid w:val="007657D8"/>
    <w:rsid w:val="00766846"/>
    <w:rsid w:val="0077673A"/>
    <w:rsid w:val="007846E1"/>
    <w:rsid w:val="007847D6"/>
    <w:rsid w:val="007A5172"/>
    <w:rsid w:val="007A67A0"/>
    <w:rsid w:val="007A6974"/>
    <w:rsid w:val="007A6E71"/>
    <w:rsid w:val="007B3D58"/>
    <w:rsid w:val="007B570C"/>
    <w:rsid w:val="007D1378"/>
    <w:rsid w:val="007E4A6E"/>
    <w:rsid w:val="007E4BE8"/>
    <w:rsid w:val="007E62AA"/>
    <w:rsid w:val="007F56A7"/>
    <w:rsid w:val="00800851"/>
    <w:rsid w:val="008063CD"/>
    <w:rsid w:val="00807DD0"/>
    <w:rsid w:val="0081131E"/>
    <w:rsid w:val="00821D01"/>
    <w:rsid w:val="00826B7B"/>
    <w:rsid w:val="00846789"/>
    <w:rsid w:val="008546F9"/>
    <w:rsid w:val="00866994"/>
    <w:rsid w:val="00897796"/>
    <w:rsid w:val="008A3568"/>
    <w:rsid w:val="008A4D1B"/>
    <w:rsid w:val="008C50F3"/>
    <w:rsid w:val="008C7EFE"/>
    <w:rsid w:val="008D03B9"/>
    <w:rsid w:val="008D30C7"/>
    <w:rsid w:val="008D4BBB"/>
    <w:rsid w:val="008E1AFC"/>
    <w:rsid w:val="008F18D6"/>
    <w:rsid w:val="008F2C9B"/>
    <w:rsid w:val="008F797B"/>
    <w:rsid w:val="00904780"/>
    <w:rsid w:val="0090635B"/>
    <w:rsid w:val="009177BA"/>
    <w:rsid w:val="00922385"/>
    <w:rsid w:val="009223DF"/>
    <w:rsid w:val="00936091"/>
    <w:rsid w:val="00940D8A"/>
    <w:rsid w:val="009438B5"/>
    <w:rsid w:val="00962258"/>
    <w:rsid w:val="00964369"/>
    <w:rsid w:val="009678B7"/>
    <w:rsid w:val="00984138"/>
    <w:rsid w:val="00992D9C"/>
    <w:rsid w:val="00996CB8"/>
    <w:rsid w:val="009B2E97"/>
    <w:rsid w:val="009B3F55"/>
    <w:rsid w:val="009B4201"/>
    <w:rsid w:val="009B5146"/>
    <w:rsid w:val="009C271C"/>
    <w:rsid w:val="009C418E"/>
    <w:rsid w:val="009C442C"/>
    <w:rsid w:val="009E07F4"/>
    <w:rsid w:val="009F0867"/>
    <w:rsid w:val="009F309B"/>
    <w:rsid w:val="009F392E"/>
    <w:rsid w:val="009F53C5"/>
    <w:rsid w:val="009F638B"/>
    <w:rsid w:val="00A0519B"/>
    <w:rsid w:val="00A0740E"/>
    <w:rsid w:val="00A21A01"/>
    <w:rsid w:val="00A22298"/>
    <w:rsid w:val="00A50641"/>
    <w:rsid w:val="00A530BF"/>
    <w:rsid w:val="00A6177B"/>
    <w:rsid w:val="00A66136"/>
    <w:rsid w:val="00A6618B"/>
    <w:rsid w:val="00A70808"/>
    <w:rsid w:val="00A71189"/>
    <w:rsid w:val="00A71AAC"/>
    <w:rsid w:val="00A7364A"/>
    <w:rsid w:val="00A74DCC"/>
    <w:rsid w:val="00A753ED"/>
    <w:rsid w:val="00A77512"/>
    <w:rsid w:val="00A87ED5"/>
    <w:rsid w:val="00A94351"/>
    <w:rsid w:val="00A94C2F"/>
    <w:rsid w:val="00AA4CBB"/>
    <w:rsid w:val="00AA65FA"/>
    <w:rsid w:val="00AA7351"/>
    <w:rsid w:val="00AA7AB8"/>
    <w:rsid w:val="00AD056F"/>
    <w:rsid w:val="00AD0C7B"/>
    <w:rsid w:val="00AD5F1A"/>
    <w:rsid w:val="00AD6731"/>
    <w:rsid w:val="00AE6414"/>
    <w:rsid w:val="00B008D5"/>
    <w:rsid w:val="00B02F73"/>
    <w:rsid w:val="00B05B31"/>
    <w:rsid w:val="00B0619F"/>
    <w:rsid w:val="00B06D17"/>
    <w:rsid w:val="00B13A26"/>
    <w:rsid w:val="00B15D0D"/>
    <w:rsid w:val="00B22106"/>
    <w:rsid w:val="00B23140"/>
    <w:rsid w:val="00B260FD"/>
    <w:rsid w:val="00B32638"/>
    <w:rsid w:val="00B42CAB"/>
    <w:rsid w:val="00B42F40"/>
    <w:rsid w:val="00B5431A"/>
    <w:rsid w:val="00B718FF"/>
    <w:rsid w:val="00B72613"/>
    <w:rsid w:val="00B75EE1"/>
    <w:rsid w:val="00B77481"/>
    <w:rsid w:val="00B8518B"/>
    <w:rsid w:val="00B92ABC"/>
    <w:rsid w:val="00B97CC3"/>
    <w:rsid w:val="00BA5D63"/>
    <w:rsid w:val="00BA6957"/>
    <w:rsid w:val="00BC06C4"/>
    <w:rsid w:val="00BC0A82"/>
    <w:rsid w:val="00BC2E32"/>
    <w:rsid w:val="00BD7E91"/>
    <w:rsid w:val="00BD7F0D"/>
    <w:rsid w:val="00BE148C"/>
    <w:rsid w:val="00BE23C1"/>
    <w:rsid w:val="00BE5FCD"/>
    <w:rsid w:val="00BF37DE"/>
    <w:rsid w:val="00C02D0A"/>
    <w:rsid w:val="00C03A6E"/>
    <w:rsid w:val="00C226C0"/>
    <w:rsid w:val="00C37459"/>
    <w:rsid w:val="00C42FE6"/>
    <w:rsid w:val="00C44F6A"/>
    <w:rsid w:val="00C45470"/>
    <w:rsid w:val="00C54A41"/>
    <w:rsid w:val="00C6198E"/>
    <w:rsid w:val="00C708EA"/>
    <w:rsid w:val="00C778A5"/>
    <w:rsid w:val="00C80097"/>
    <w:rsid w:val="00C95162"/>
    <w:rsid w:val="00CB4F6D"/>
    <w:rsid w:val="00CB6A37"/>
    <w:rsid w:val="00CB7684"/>
    <w:rsid w:val="00CC7C8F"/>
    <w:rsid w:val="00CD1FC4"/>
    <w:rsid w:val="00CD5CEA"/>
    <w:rsid w:val="00D034A0"/>
    <w:rsid w:val="00D0544F"/>
    <w:rsid w:val="00D15937"/>
    <w:rsid w:val="00D21061"/>
    <w:rsid w:val="00D31C6A"/>
    <w:rsid w:val="00D4108E"/>
    <w:rsid w:val="00D4328E"/>
    <w:rsid w:val="00D6163D"/>
    <w:rsid w:val="00D831A3"/>
    <w:rsid w:val="00D97BE3"/>
    <w:rsid w:val="00DA3711"/>
    <w:rsid w:val="00DB26BD"/>
    <w:rsid w:val="00DB6272"/>
    <w:rsid w:val="00DD46F3"/>
    <w:rsid w:val="00DD5B6F"/>
    <w:rsid w:val="00DD5F8B"/>
    <w:rsid w:val="00DE56F2"/>
    <w:rsid w:val="00DE7F87"/>
    <w:rsid w:val="00DF116D"/>
    <w:rsid w:val="00E16FF7"/>
    <w:rsid w:val="00E26D68"/>
    <w:rsid w:val="00E315E3"/>
    <w:rsid w:val="00E435EA"/>
    <w:rsid w:val="00E44045"/>
    <w:rsid w:val="00E56550"/>
    <w:rsid w:val="00E56833"/>
    <w:rsid w:val="00E618C4"/>
    <w:rsid w:val="00E7415D"/>
    <w:rsid w:val="00E84D78"/>
    <w:rsid w:val="00E878EE"/>
    <w:rsid w:val="00E901A3"/>
    <w:rsid w:val="00EA585B"/>
    <w:rsid w:val="00EA6EC7"/>
    <w:rsid w:val="00EB104F"/>
    <w:rsid w:val="00EB46E5"/>
    <w:rsid w:val="00EC707C"/>
    <w:rsid w:val="00ED14BD"/>
    <w:rsid w:val="00F00878"/>
    <w:rsid w:val="00F016C7"/>
    <w:rsid w:val="00F04F70"/>
    <w:rsid w:val="00F1246E"/>
    <w:rsid w:val="00F12DEC"/>
    <w:rsid w:val="00F14B75"/>
    <w:rsid w:val="00F1715C"/>
    <w:rsid w:val="00F22E35"/>
    <w:rsid w:val="00F310F8"/>
    <w:rsid w:val="00F35939"/>
    <w:rsid w:val="00F37D94"/>
    <w:rsid w:val="00F422D3"/>
    <w:rsid w:val="00F45607"/>
    <w:rsid w:val="00F4722B"/>
    <w:rsid w:val="00F51CC4"/>
    <w:rsid w:val="00F54432"/>
    <w:rsid w:val="00F568F9"/>
    <w:rsid w:val="00F659EB"/>
    <w:rsid w:val="00F75CA5"/>
    <w:rsid w:val="00F762A8"/>
    <w:rsid w:val="00F86BA6"/>
    <w:rsid w:val="00F95FBD"/>
    <w:rsid w:val="00F9740F"/>
    <w:rsid w:val="00FB6342"/>
    <w:rsid w:val="00FC6389"/>
    <w:rsid w:val="00FC671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21B7F44"/>
  <w14:defaultImageDpi w14:val="32767"/>
  <w15:docId w15:val="{C3F0F171-9025-48C2-99A6-8E2FF22A1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99"/>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92ABC"/>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B92ABC"/>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1A5B9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1A5B9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B32638"/>
    <w:pPr>
      <w:tabs>
        <w:tab w:val="left" w:pos="6796"/>
      </w:tabs>
    </w:pPr>
    <w:rPr>
      <w:rFonts w:asciiTheme="majorHAnsi" w:hAnsiTheme="majorHAnsi"/>
      <w:b/>
      <w:sz w:val="28"/>
      <w:szCs w:val="32"/>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99"/>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B32638"/>
    <w:rPr>
      <w:rFonts w:asciiTheme="majorHAnsi" w:hAnsiTheme="majorHAnsi"/>
      <w:b/>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dajeosmluvnstran">
    <w:name w:val="RL  údaje o smluvní straně"/>
    <w:basedOn w:val="Normln"/>
    <w:uiPriority w:val="99"/>
    <w:rsid w:val="00B23140"/>
    <w:pPr>
      <w:spacing w:after="120" w:line="280" w:lineRule="exact"/>
      <w:jc w:val="center"/>
    </w:pPr>
    <w:rPr>
      <w:rFonts w:ascii="Calibri" w:eastAsia="Times New Roman" w:hAnsi="Calibri" w:cs="Calibri"/>
      <w:sz w:val="22"/>
      <w:szCs w:val="22"/>
    </w:rPr>
  </w:style>
  <w:style w:type="paragraph" w:customStyle="1" w:styleId="RLProhlensmluvnchstran">
    <w:name w:val="RL Prohlášení smluvních stran"/>
    <w:basedOn w:val="Normln"/>
    <w:link w:val="RLProhlensmluvnchstranChar"/>
    <w:uiPriority w:val="99"/>
    <w:rsid w:val="00B23140"/>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B23140"/>
    <w:rPr>
      <w:rFonts w:ascii="Garamond" w:eastAsia="Times New Roman" w:hAnsi="Garamond" w:cs="Garamond"/>
      <w:b/>
      <w:bCs/>
      <w:sz w:val="24"/>
      <w:szCs w:val="24"/>
      <w:lang w:eastAsia="cs-CZ"/>
    </w:rPr>
  </w:style>
  <w:style w:type="character" w:styleId="Nevyeenzmnka">
    <w:name w:val="Unresolved Mention"/>
    <w:basedOn w:val="Standardnpsmoodstavce"/>
    <w:uiPriority w:val="99"/>
    <w:semiHidden/>
    <w:unhideWhenUsed/>
    <w:rsid w:val="008D4B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551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mailto:Bocak@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header" Target="header1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7.xml"/><Relationship Id="rId32" Type="http://schemas.openxmlformats.org/officeDocument/2006/relationships/header" Target="header10.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mailto:Volfova@spravazeleznic.cz" TargetMode="External"/><Relationship Id="rId30" Type="http://schemas.openxmlformats.org/officeDocument/2006/relationships/header" Target="header9.xml"/><Relationship Id="rId35"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83B502C-280A-4A3E-A5EE-D670DEEDEACB}">
  <ds:schemaRefs>
    <ds:schemaRef ds:uri="http://schemas.openxmlformats.org/officeDocument/2006/bibliography"/>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purl.org/dc/term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234</TotalTime>
  <Pages>25</Pages>
  <Words>4841</Words>
  <Characters>28566</Characters>
  <Application>Microsoft Office Word</Application>
  <DocSecurity>0</DocSecurity>
  <Lines>238</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22</cp:revision>
  <cp:lastPrinted>2021-01-21T09:43:00Z</cp:lastPrinted>
  <dcterms:created xsi:type="dcterms:W3CDTF">2023-10-02T14:35:00Z</dcterms:created>
  <dcterms:modified xsi:type="dcterms:W3CDTF">2023-10-30T08:29:00Z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